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F2EC6" w14:textId="77777777" w:rsidR="000E5AEC" w:rsidRPr="00D64BE6" w:rsidRDefault="000E5AEC" w:rsidP="00333462">
      <w:pPr>
        <w:pStyle w:val="BodyText"/>
        <w:spacing w:after="0"/>
        <w:ind w:left="0"/>
        <w:rPr>
          <w:sz w:val="4"/>
          <w:szCs w:val="4"/>
        </w:rPr>
        <w:sectPr w:rsidR="000E5AEC" w:rsidRPr="00D64BE6" w:rsidSect="00EC121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3345" w:right="1134" w:bottom="1134" w:left="1134" w:header="284" w:footer="567" w:gutter="0"/>
          <w:cols w:space="708"/>
          <w:docGrid w:linePitch="360"/>
        </w:sectPr>
      </w:pPr>
    </w:p>
    <w:p w14:paraId="47223FE4" w14:textId="77822062" w:rsidR="00374EDC" w:rsidRPr="007459EE" w:rsidRDefault="00FD329B" w:rsidP="005D5A7E">
      <w:pPr>
        <w:rPr>
          <w:rStyle w:val="Subject"/>
          <w:rFonts w:ascii="Arial" w:hAnsi="Arial" w:cs="Arial"/>
        </w:rPr>
      </w:pPr>
      <w:sdt>
        <w:sdtPr>
          <w:rPr>
            <w:rStyle w:val="Subject"/>
            <w:rFonts w:ascii="Arial" w:hAnsi="Arial" w:cs="Arial"/>
            <w:szCs w:val="28"/>
          </w:rPr>
          <w:alias w:val="Subject"/>
          <w:tag w:val=""/>
          <w:id w:val="439959842"/>
          <w:lock w:val="sdtLocked"/>
          <w:placeholder>
            <w:docPart w:val="49365D41EFDF4DCCB19F26F909C6FECB"/>
          </w:placeholder>
          <w:dataBinding w:xpath="/root[1]/Subject[1]" w:storeItemID="{04FCC22D-C615-4C5D-9373-0A3A21D4C977}"/>
          <w:text/>
        </w:sdtPr>
        <w:sdtEndPr>
          <w:rPr>
            <w:rStyle w:val="DefaultParagraphFont"/>
            <w:b w:val="0"/>
            <w:sz w:val="22"/>
          </w:rPr>
        </w:sdtEndPr>
        <w:sdtContent>
          <w:r w:rsidR="002F0270" w:rsidRPr="007459EE">
            <w:rPr>
              <w:rStyle w:val="Subject"/>
              <w:rFonts w:ascii="Arial" w:hAnsi="Arial" w:cs="Arial"/>
              <w:szCs w:val="28"/>
            </w:rPr>
            <w:t>Healthcare Identifiers Service</w:t>
          </w:r>
        </w:sdtContent>
      </w:sdt>
    </w:p>
    <w:p w14:paraId="07F9DF21" w14:textId="77777777" w:rsidR="00DB2D5D" w:rsidRPr="008A0755" w:rsidRDefault="00FD329B" w:rsidP="00143A54">
      <w:pPr>
        <w:pStyle w:val="Title"/>
      </w:pPr>
      <w:sdt>
        <w:sdtPr>
          <w:alias w:val="Title"/>
          <w:tag w:val=""/>
          <w:id w:val="962547465"/>
          <w:lock w:val="sdtLocked"/>
          <w:placeholder>
            <w:docPart w:val="4F9ACD3DB9E24C689DFDFA2EE9ECDEA5"/>
          </w:placeholder>
          <w:dataBinding w:xpath="/root[1]/Title[1]" w:storeItemID="{04FCC22D-C615-4C5D-9373-0A3A21D4C977}"/>
          <w:text/>
        </w:sdtPr>
        <w:sdtEndPr/>
        <w:sdtContent>
          <w:r w:rsidR="00160879">
            <w:t>Conformance Vendor Declaration F</w:t>
          </w:r>
          <w:r w:rsidR="00CD124B">
            <w:t>orm</w:t>
          </w:r>
        </w:sdtContent>
      </w:sdt>
    </w:p>
    <w:p w14:paraId="17F1AB8A" w14:textId="73FEC314" w:rsidR="001C4614" w:rsidRDefault="00FD329B" w:rsidP="007459EE">
      <w:pPr>
        <w:pStyle w:val="BodyText"/>
        <w:spacing w:after="0"/>
        <w:ind w:left="0"/>
      </w:pPr>
      <w:sdt>
        <w:sdtPr>
          <w:alias w:val="Date of approval (complete AFTER approval)"/>
          <w:tag w:val="DateOfApproval"/>
          <w:id w:val="1102925292"/>
          <w:lock w:val="sdtLocked"/>
          <w:placeholder>
            <w:docPart w:val="1CD5D75F6F9F460198109938F0744C5C"/>
          </w:placeholder>
          <w:dataBinding w:xpath="/root[1]/dateOfApproval[1]" w:storeItemID="{04FCC22D-C615-4C5D-9373-0A3A21D4C977}"/>
          <w:date w:fullDate="2025-07-07T00:00:00Z">
            <w:dateFormat w:val="d MMMM yyyy"/>
            <w:lid w:val="en-AU"/>
            <w:storeMappedDataAs w:val="dateTime"/>
            <w:calendar w:val="gregorian"/>
          </w:date>
        </w:sdtPr>
        <w:sdtEndPr/>
        <w:sdtContent>
          <w:r>
            <w:t>7 July 2025</w:t>
          </w:r>
        </w:sdtContent>
      </w:sdt>
      <w:r w:rsidR="00934D18">
        <w:t xml:space="preserve"> </w:t>
      </w:r>
      <w:r w:rsidR="00463826">
        <w:t xml:space="preserve">  </w:t>
      </w:r>
      <w:sdt>
        <w:sdtPr>
          <w:alias w:val="Version"/>
          <w:tag w:val="Version"/>
          <w:id w:val="-1822030721"/>
          <w:lock w:val="sdtLocked"/>
          <w:placeholder>
            <w:docPart w:val="B7ADE4BC3236442B991BE812BED2A2FF"/>
          </w:placeholder>
          <w:dataBinding w:xpath="/root[1]/DocVersion[1]" w:storeItemID="{04FCC22D-C615-4C5D-9373-0A3A21D4C977}"/>
          <w:text/>
        </w:sdtPr>
        <w:sdtEndPr/>
        <w:sdtContent>
          <w:r w:rsidR="00B414AF">
            <w:t>v</w:t>
          </w:r>
          <w:r w:rsidR="00301183">
            <w:t>5</w:t>
          </w:r>
          <w:r w:rsidR="00B414AF">
            <w:t>.</w:t>
          </w:r>
          <w:r w:rsidR="00301183">
            <w:t>0</w:t>
          </w:r>
        </w:sdtContent>
      </w:sdt>
    </w:p>
    <w:p w14:paraId="2D4E899A" w14:textId="3D69F827" w:rsidR="00A42970" w:rsidRDefault="00FD329B" w:rsidP="007459EE">
      <w:pPr>
        <w:pStyle w:val="BodyText"/>
        <w:spacing w:after="0"/>
        <w:ind w:left="0"/>
      </w:pPr>
      <w:sdt>
        <w:sdtPr>
          <w:rPr>
            <w:szCs w:val="16"/>
          </w:rPr>
          <w:alias w:val="Status"/>
          <w:tag w:val="DocStatus"/>
          <w:id w:val="-924804483"/>
          <w:lock w:val="sdtLocked"/>
          <w:placeholder>
            <w:docPart w:val="987F3D8FA5174B53B1696B8588F8DBBB"/>
          </w:placeholder>
          <w:dataBinding w:xpath="/root[1]/DocStatus[1]" w:storeItemID="{04FCC22D-C615-4C5D-9373-0A3A21D4C977}"/>
          <w:comboBox w:lastValue="Approved">
            <w:listItem w:value="Choose an item."/>
            <w:listItem w:displayText="Draft" w:value="Draft"/>
            <w:listItem w:displayText="Awaiting approval" w:value="Awaiting approval"/>
            <w:listItem w:displayText="Approved" w:value="Approved"/>
            <w:listItem w:displayText=" " w:value="  "/>
          </w:comboBox>
        </w:sdtPr>
        <w:sdtEndPr/>
        <w:sdtContent>
          <w:r>
            <w:rPr>
              <w:szCs w:val="16"/>
            </w:rPr>
            <w:t>Approved</w:t>
          </w:r>
        </w:sdtContent>
      </w:sdt>
      <w:r w:rsidR="00A42970" w:rsidRPr="00877406">
        <w:rPr>
          <w:szCs w:val="16"/>
        </w:rPr>
        <w:t xml:space="preserve"> </w:t>
      </w:r>
      <w:sdt>
        <w:sdtPr>
          <w:rPr>
            <w:szCs w:val="16"/>
          </w:rPr>
          <w:alias w:val="Audience"/>
          <w:tag w:val="Audience"/>
          <w:id w:val="358949364"/>
          <w:lock w:val="sdtLocked"/>
          <w:placeholder>
            <w:docPart w:val="BD4D5DB296614796A83876FF87D11E70"/>
          </w:placeholder>
          <w:dataBinding w:xpath="/root[1]/Audience[1]" w:storeItemID="{04FCC22D-C615-4C5D-9373-0A3A21D4C977}"/>
          <w:comboBox w:lastValue="for external">
            <w:listItem w:value="Choose an item."/>
            <w:listItem w:displayText="for external" w:value="for external"/>
            <w:listItem w:displayText="for internal" w:value="for internal"/>
            <w:listItem w:displayText=" " w:value="  "/>
          </w:comboBox>
        </w:sdtPr>
        <w:sdtEndPr/>
        <w:sdtContent>
          <w:r w:rsidR="007459EE">
            <w:rPr>
              <w:szCs w:val="16"/>
            </w:rPr>
            <w:t>for external</w:t>
          </w:r>
        </w:sdtContent>
      </w:sdt>
      <w:r w:rsidR="00A42970" w:rsidRPr="00877406">
        <w:rPr>
          <w:szCs w:val="16"/>
        </w:rPr>
        <w:t xml:space="preserve"> </w:t>
      </w:r>
      <w:sdt>
        <w:sdtPr>
          <w:alias w:val="Intended use of approved document"/>
          <w:tag w:val="IntendedUse"/>
          <w:id w:val="-554928871"/>
          <w:lock w:val="sdtLocked"/>
          <w:placeholder>
            <w:docPart w:val="0890339207E54F65862B2E7BDAE0191A"/>
          </w:placeholder>
          <w:dataBinding w:xpath="/root[1]/IntendedUse[1]" w:storeItemID="{04FCC22D-C615-4C5D-9373-0A3A21D4C977}"/>
          <w:comboBox w:lastValue="use">
            <w:listItem w:value="Choose an item."/>
            <w:listItem w:displayText="trial use" w:value="trial use"/>
            <w:listItem w:displayText="consultation" w:value="consultation"/>
            <w:listItem w:displayText="review" w:value="review"/>
            <w:listItem w:displayText="use" w:value="use"/>
            <w:listItem w:displayText="information" w:value="information"/>
            <w:listItem w:displayText=" " w:value="  "/>
          </w:comboBox>
        </w:sdtPr>
        <w:sdtEndPr/>
        <w:sdtContent>
          <w:r w:rsidR="007459EE">
            <w:t>use</w:t>
          </w:r>
        </w:sdtContent>
      </w:sdt>
    </w:p>
    <w:p w14:paraId="3901A2D3" w14:textId="0D3CA049" w:rsidR="00B82A66" w:rsidRPr="00B82A66" w:rsidRDefault="00FD329B" w:rsidP="007459EE">
      <w:pPr>
        <w:pStyle w:val="BodyText"/>
        <w:ind w:left="0"/>
        <w:rPr>
          <w:b/>
        </w:rPr>
      </w:pPr>
      <w:sdt>
        <w:sdtPr>
          <w:rPr>
            <w:b/>
          </w:rPr>
          <w:alias w:val="Document identifer label"/>
          <w:tag w:val="Document identifer label"/>
          <w:id w:val="1531763492"/>
          <w:lock w:val="sdtLocked"/>
          <w:placeholder>
            <w:docPart w:val="3CF40EA4B7D2421DA36B5583A6F20BD7"/>
          </w:placeholder>
        </w:sdtPr>
        <w:sdtEndPr>
          <w:rPr>
            <w:b w:val="0"/>
          </w:rPr>
        </w:sdtEndPr>
        <w:sdtContent>
          <w:r w:rsidR="00A941F9">
            <w:t>Reference Number</w:t>
          </w:r>
          <w:r w:rsidR="00B82A66" w:rsidRPr="00804C31">
            <w:t>:</w:t>
          </w:r>
        </w:sdtContent>
      </w:sdt>
      <w:r w:rsidR="00B82A66" w:rsidRPr="00804C31">
        <w:t xml:space="preserve"> </w:t>
      </w:r>
      <w:sdt>
        <w:sdtPr>
          <w:rPr>
            <w:rFonts w:cs="Calibri"/>
            <w:color w:val="252423"/>
            <w:shd w:val="clear" w:color="auto" w:fill="FFFFFF"/>
          </w:rPr>
          <w:alias w:val="Document identifier"/>
          <w:tag w:val="DocumentID"/>
          <w:id w:val="1408191130"/>
          <w:lock w:val="sdtLocked"/>
          <w:placeholder>
            <w:docPart w:val="80A396CA1B9946D5983C23EE3B600321"/>
          </w:placeholder>
          <w:dataBinding w:xpath="/root[1]/DocumentID[1]" w:storeItemID="{04FCC22D-C615-4C5D-9373-0A3A21D4C977}"/>
          <w:text/>
        </w:sdtPr>
        <w:sdtEndPr/>
        <w:sdtContent>
          <w:r w:rsidR="00967B56" w:rsidRPr="002607B0">
            <w:rPr>
              <w:rFonts w:cs="Calibri"/>
              <w:color w:val="252423"/>
              <w:shd w:val="clear" w:color="auto" w:fill="FFFFFF"/>
            </w:rPr>
            <w:t>CRM Reference Number</w:t>
          </w:r>
        </w:sdtContent>
      </w:sdt>
    </w:p>
    <w:p w14:paraId="0ED0563E" w14:textId="519EB0D9" w:rsidR="00CD124B" w:rsidRDefault="00D00EB8" w:rsidP="00BF54EB">
      <w:pPr>
        <w:pStyle w:val="BodyText"/>
        <w:spacing w:after="240"/>
        <w:ind w:left="0"/>
      </w:pPr>
      <w:r>
        <w:t xml:space="preserve">Document ID: </w:t>
      </w:r>
      <w:r w:rsidR="00884E3D" w:rsidRPr="007459EE">
        <w:rPr>
          <w:rFonts w:cs="Calibri"/>
          <w:spacing w:val="2"/>
          <w:sz w:val="21"/>
          <w:szCs w:val="21"/>
          <w:shd w:val="clear" w:color="auto" w:fill="FFFFFF"/>
        </w:rPr>
        <w:t>DH-</w:t>
      </w:r>
      <w:r w:rsidR="007459EE" w:rsidRPr="007459EE">
        <w:t>4170:2025</w:t>
      </w:r>
    </w:p>
    <w:tbl>
      <w:tblPr>
        <w:tblStyle w:val="TableGrid1"/>
        <w:tblW w:w="5151" w:type="pct"/>
        <w:tblLayout w:type="fixed"/>
        <w:tblLook w:val="04A0" w:firstRow="1" w:lastRow="0" w:firstColumn="1" w:lastColumn="0" w:noHBand="0" w:noVBand="1"/>
      </w:tblPr>
      <w:tblGrid>
        <w:gridCol w:w="847"/>
        <w:gridCol w:w="1133"/>
        <w:gridCol w:w="2410"/>
        <w:gridCol w:w="706"/>
        <w:gridCol w:w="1845"/>
        <w:gridCol w:w="709"/>
        <w:gridCol w:w="709"/>
        <w:gridCol w:w="1560"/>
      </w:tblGrid>
      <w:tr w:rsidR="00CD124B" w:rsidRPr="00C00A0B" w14:paraId="500F0656" w14:textId="77777777" w:rsidTr="008A1573">
        <w:tc>
          <w:tcPr>
            <w:tcW w:w="9919" w:type="dxa"/>
            <w:gridSpan w:val="8"/>
            <w:shd w:val="clear" w:color="auto" w:fill="FFFFFF"/>
          </w:tcPr>
          <w:p w14:paraId="698936FA" w14:textId="5F99062D" w:rsidR="00CD124B" w:rsidRPr="00C00A0B" w:rsidRDefault="00AE263D" w:rsidP="00452D7A">
            <w:pPr>
              <w:rPr>
                <w:rFonts w:ascii="Calibri" w:hAnsi="Calibri" w:cs="Calibri"/>
                <w:sz w:val="18"/>
                <w:szCs w:val="18"/>
              </w:rPr>
            </w:pPr>
            <w:r w:rsidRPr="00C00A0B">
              <w:rPr>
                <w:rFonts w:ascii="Calibri" w:hAnsi="Calibri" w:cs="Calibri"/>
                <w:sz w:val="18"/>
                <w:szCs w:val="18"/>
              </w:rPr>
              <w:t xml:space="preserve">This form facilitates a vendor’s declaration that their </w:t>
            </w:r>
            <w:r w:rsidR="00FD3E7C" w:rsidRPr="00C00A0B">
              <w:rPr>
                <w:rFonts w:ascii="Calibri" w:hAnsi="Calibri" w:cs="Calibri"/>
                <w:sz w:val="18"/>
                <w:szCs w:val="18"/>
              </w:rPr>
              <w:t>software product conform</w:t>
            </w:r>
            <w:r w:rsidRPr="00C00A0B">
              <w:rPr>
                <w:rFonts w:ascii="Calibri" w:hAnsi="Calibri" w:cs="Calibri"/>
                <w:sz w:val="18"/>
                <w:szCs w:val="18"/>
              </w:rPr>
              <w:t>s</w:t>
            </w:r>
            <w:r w:rsidR="00FD3E7C" w:rsidRPr="00C00A0B">
              <w:rPr>
                <w:rFonts w:ascii="Calibri" w:hAnsi="Calibri" w:cs="Calibri"/>
                <w:sz w:val="18"/>
                <w:szCs w:val="18"/>
              </w:rPr>
              <w:t xml:space="preserve"> to the mandatory and relevant conditional requirements </w:t>
            </w:r>
            <w:r w:rsidR="007459EE" w:rsidRPr="00C00A0B">
              <w:rPr>
                <w:rFonts w:ascii="Calibri" w:hAnsi="Calibri" w:cs="Calibri"/>
                <w:sz w:val="18"/>
                <w:szCs w:val="18"/>
              </w:rPr>
              <w:t xml:space="preserve">stated in section 2.3 </w:t>
            </w:r>
            <w:r w:rsidR="00D203E8" w:rsidRPr="00C00A0B">
              <w:rPr>
                <w:rFonts w:ascii="Calibri" w:hAnsi="Calibri" w:cs="Calibri"/>
                <w:sz w:val="18"/>
                <w:szCs w:val="18"/>
              </w:rPr>
              <w:t>of</w:t>
            </w:r>
            <w:r w:rsidR="0046603C" w:rsidRPr="00C00A0B">
              <w:rPr>
                <w:rFonts w:ascii="Calibri" w:hAnsi="Calibri" w:cs="Calibri"/>
                <w:sz w:val="18"/>
                <w:szCs w:val="18"/>
              </w:rPr>
              <w:t xml:space="preserve"> the</w:t>
            </w:r>
            <w:r w:rsidR="00FD3E7C" w:rsidRPr="00C00A0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52D7A" w:rsidRPr="00C00A0B">
              <w:rPr>
                <w:rFonts w:ascii="Calibri" w:hAnsi="Calibri" w:cs="Calibri"/>
                <w:i/>
                <w:sz w:val="18"/>
                <w:szCs w:val="18"/>
              </w:rPr>
              <w:t xml:space="preserve">Healthcare Identifiers </w:t>
            </w:r>
            <w:r w:rsidR="00EF06D5" w:rsidRPr="00C00A0B">
              <w:rPr>
                <w:rFonts w:ascii="Calibri" w:hAnsi="Calibri" w:cs="Calibri"/>
                <w:i/>
                <w:sz w:val="18"/>
                <w:szCs w:val="18"/>
              </w:rPr>
              <w:t xml:space="preserve">Service </w:t>
            </w:r>
            <w:r w:rsidR="004D72C7" w:rsidRPr="00C00A0B">
              <w:rPr>
                <w:rFonts w:ascii="Calibri" w:hAnsi="Calibri" w:cs="Calibri"/>
                <w:i/>
                <w:sz w:val="18"/>
                <w:szCs w:val="18"/>
              </w:rPr>
              <w:t>-</w:t>
            </w:r>
            <w:r w:rsidR="00452D7A" w:rsidRPr="00C00A0B">
              <w:rPr>
                <w:rFonts w:ascii="Calibri" w:hAnsi="Calibri" w:cs="Calibri"/>
                <w:i/>
                <w:sz w:val="18"/>
                <w:szCs w:val="18"/>
              </w:rPr>
              <w:t xml:space="preserve"> Conformance Profile</w:t>
            </w:r>
            <w:r w:rsidR="007459EE" w:rsidRPr="00C00A0B">
              <w:rPr>
                <w:rFonts w:ascii="Calibri" w:hAnsi="Calibri" w:cs="Calibri"/>
                <w:i/>
                <w:sz w:val="18"/>
                <w:szCs w:val="18"/>
              </w:rPr>
              <w:t>.</w:t>
            </w:r>
            <w:r w:rsidR="00452D7A" w:rsidRPr="00C00A0B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D124B" w:rsidRPr="00C00A0B" w14:paraId="33C26A04" w14:textId="77777777" w:rsidTr="008A1573">
        <w:tc>
          <w:tcPr>
            <w:tcW w:w="9919" w:type="dxa"/>
            <w:gridSpan w:val="8"/>
            <w:tcBorders>
              <w:bottom w:val="single" w:sz="4" w:space="0" w:color="auto"/>
            </w:tcBorders>
            <w:shd w:val="clear" w:color="auto" w:fill="000000"/>
          </w:tcPr>
          <w:p w14:paraId="6B72F232" w14:textId="3163AB69" w:rsidR="00CD124B" w:rsidRPr="00C00A0B" w:rsidRDefault="00CD124B" w:rsidP="00CD124B">
            <w:pPr>
              <w:rPr>
                <w:rFonts w:ascii="Calibri" w:hAnsi="Calibri" w:cs="Calibri"/>
                <w:b/>
                <w:smallCaps/>
                <w:color w:val="000000"/>
                <w:spacing w:val="5"/>
                <w:sz w:val="18"/>
                <w:szCs w:val="18"/>
              </w:rPr>
            </w:pPr>
            <w:r w:rsidRPr="00C00A0B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Vendor instructions</w:t>
            </w:r>
            <w:r w:rsidR="00A86B1D" w:rsidRPr="00C00A0B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 xml:space="preserve">: </w:t>
            </w:r>
            <w:r w:rsidR="00692429" w:rsidRPr="00C00A0B">
              <w:rPr>
                <w:rStyle w:val="cf01"/>
                <w:rFonts w:ascii="Calibri" w:hAnsi="Calibri" w:cs="Calibri"/>
                <w:b/>
              </w:rPr>
              <w:t>This form is for vendors to declare that their software conforms to the mandatory and relevant conditional requirements of the Healthcare Identifiers Service - Conformance Profile v5.0</w:t>
            </w:r>
          </w:p>
        </w:tc>
      </w:tr>
      <w:tr w:rsidR="00CD124B" w:rsidRPr="00C00A0B" w14:paraId="2BA05FBB" w14:textId="77777777" w:rsidTr="008A1573">
        <w:tc>
          <w:tcPr>
            <w:tcW w:w="9919" w:type="dxa"/>
            <w:gridSpan w:val="8"/>
            <w:tcBorders>
              <w:bottom w:val="nil"/>
            </w:tcBorders>
            <w:shd w:val="clear" w:color="auto" w:fill="FFFFFF"/>
          </w:tcPr>
          <w:p w14:paraId="1A4A3357" w14:textId="7C99FB17" w:rsidR="00CD124B" w:rsidRPr="00C00A0B" w:rsidRDefault="00CD124B" w:rsidP="007459EE">
            <w:pPr>
              <w:shd w:val="clear" w:color="auto" w:fill="FFFFFF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Please </w:t>
            </w:r>
            <w:r w:rsidR="007049D6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check </w:t>
            </w:r>
            <w:r w:rsidR="002F6A68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prefilled content </w:t>
            </w:r>
            <w:r w:rsidR="00424F9C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>in section 2</w:t>
            </w:r>
            <w:r w:rsidR="00BF67C5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3 </w:t>
            </w:r>
            <w:r w:rsidR="00452D7A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and sign </w:t>
            </w:r>
            <w:r w:rsidR="00161958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="00452D7A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ection 3 </w:t>
            </w:r>
            <w:r w:rsidR="0061322D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="00452D7A" w:rsidRPr="00C00A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Vendor declaration</w:t>
            </w:r>
            <w:r w:rsidRPr="00C00A0B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CD124B" w:rsidRPr="00CD124B" w14:paraId="11172405" w14:textId="77777777" w:rsidTr="008A1573">
        <w:tc>
          <w:tcPr>
            <w:tcW w:w="9919" w:type="dxa"/>
            <w:gridSpan w:val="8"/>
            <w:tcBorders>
              <w:top w:val="nil"/>
            </w:tcBorders>
            <w:shd w:val="clear" w:color="auto" w:fill="FFC000"/>
          </w:tcPr>
          <w:p w14:paraId="42855B94" w14:textId="0AE1B4DE" w:rsidR="00CD124B" w:rsidRPr="007459EE" w:rsidRDefault="00CD124B" w:rsidP="00CD124B">
            <w:pPr>
              <w:tabs>
                <w:tab w:val="left" w:pos="9690"/>
              </w:tabs>
              <w:spacing w:before="60" w:after="60"/>
              <w:rPr>
                <w:rFonts w:ascii="Calibri" w:hAnsi="Calibri" w:cs="Calibri"/>
                <w:b/>
                <w:smallCaps/>
              </w:rPr>
            </w:pPr>
            <w:r w:rsidRPr="007459EE">
              <w:rPr>
                <w:rFonts w:ascii="Calibri" w:hAnsi="Calibri" w:cs="Calibri"/>
                <w:b/>
                <w:smallCaps/>
                <w:sz w:val="22"/>
              </w:rPr>
              <w:t>SECTION 1</w:t>
            </w:r>
            <w:r w:rsidR="002D3405" w:rsidRPr="007459EE">
              <w:rPr>
                <w:rFonts w:ascii="Calibri" w:hAnsi="Calibri" w:cs="Calibri"/>
                <w:b/>
                <w:smallCaps/>
                <w:sz w:val="22"/>
              </w:rPr>
              <w:t xml:space="preserve"> </w:t>
            </w:r>
            <w:r w:rsidR="00261304" w:rsidRPr="007459EE">
              <w:rPr>
                <w:rFonts w:ascii="Calibri" w:hAnsi="Calibri" w:cs="Calibri"/>
                <w:b/>
                <w:smallCaps/>
                <w:sz w:val="22"/>
              </w:rPr>
              <w:t>–</w:t>
            </w:r>
            <w:r w:rsidR="002D3405" w:rsidRPr="007459EE">
              <w:rPr>
                <w:rFonts w:ascii="Calibri" w:hAnsi="Calibri" w:cs="Calibri"/>
                <w:b/>
                <w:smallCaps/>
                <w:sz w:val="22"/>
              </w:rPr>
              <w:t xml:space="preserve"> </w:t>
            </w:r>
            <w:r w:rsidR="00261304" w:rsidRPr="007459EE">
              <w:rPr>
                <w:rFonts w:ascii="Calibri" w:hAnsi="Calibri" w:cs="Calibri"/>
                <w:b/>
                <w:smallCaps/>
                <w:sz w:val="22"/>
              </w:rPr>
              <w:t>Organisation c</w:t>
            </w:r>
            <w:r w:rsidRPr="007459EE">
              <w:rPr>
                <w:rFonts w:ascii="Calibri" w:hAnsi="Calibri" w:cs="Calibri"/>
                <w:b/>
                <w:smallCaps/>
                <w:sz w:val="22"/>
              </w:rPr>
              <w:t>ontact and software details</w:t>
            </w:r>
          </w:p>
        </w:tc>
      </w:tr>
      <w:tr w:rsidR="00CD124B" w:rsidRPr="008A1573" w14:paraId="4C86C600" w14:textId="77777777" w:rsidTr="008A1573">
        <w:tc>
          <w:tcPr>
            <w:tcW w:w="9919" w:type="dxa"/>
            <w:gridSpan w:val="8"/>
            <w:shd w:val="clear" w:color="auto" w:fill="000000"/>
          </w:tcPr>
          <w:p w14:paraId="3FCD92D5" w14:textId="77777777" w:rsidR="00CD124B" w:rsidRPr="008A1573" w:rsidRDefault="00CD124B" w:rsidP="00CD124B">
            <w:pPr>
              <w:spacing w:before="60" w:after="60"/>
              <w:rPr>
                <w:rFonts w:ascii="Calibri" w:hAnsi="Calibri" w:cs="Calibri"/>
                <w:b/>
                <w:color w:val="FFFFFF"/>
              </w:rPr>
            </w:pPr>
            <w:r w:rsidRPr="008A1573">
              <w:rPr>
                <w:rFonts w:ascii="Calibri" w:hAnsi="Calibri" w:cs="Calibri"/>
                <w:b/>
              </w:rPr>
              <w:t>1.1 Vendor details</w:t>
            </w:r>
            <w:r w:rsidRPr="008A1573">
              <w:rPr>
                <w:rFonts w:ascii="Calibri" w:hAnsi="Calibri" w:cs="Calibri"/>
                <w:b/>
                <w:color w:val="FFFFFF"/>
              </w:rPr>
              <w:t xml:space="preserve"> </w:t>
            </w:r>
          </w:p>
        </w:tc>
      </w:tr>
      <w:tr w:rsidR="006F0EC3" w:rsidRPr="00CD124B" w14:paraId="7C307EC0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6966D8EC" w14:textId="432E9935" w:rsidR="00CD124B" w:rsidRPr="006F0EC3" w:rsidRDefault="00261304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Organisation</w:t>
            </w:r>
            <w:r w:rsidR="00CD124B" w:rsidRPr="006F0EC3">
              <w:rPr>
                <w:rFonts w:ascii="Calibri" w:hAnsi="Calibri" w:cs="Calibri"/>
                <w:sz w:val="18"/>
                <w:szCs w:val="18"/>
              </w:rPr>
              <w:t xml:space="preserve"> name</w:t>
            </w:r>
          </w:p>
        </w:tc>
        <w:tc>
          <w:tcPr>
            <w:tcW w:w="7939" w:type="dxa"/>
            <w:gridSpan w:val="6"/>
            <w:vAlign w:val="center"/>
          </w:tcPr>
          <w:p w14:paraId="299CB74B" w14:textId="251838C1" w:rsidR="00CD124B" w:rsidRPr="006F0EC3" w:rsidRDefault="00CD124B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0EC3" w:rsidRPr="00CD124B" w14:paraId="175A3EA4" w14:textId="77777777" w:rsidTr="006F0EC3">
        <w:trPr>
          <w:trHeight w:val="216"/>
        </w:trPr>
        <w:tc>
          <w:tcPr>
            <w:tcW w:w="1980" w:type="dxa"/>
            <w:gridSpan w:val="2"/>
            <w:vMerge w:val="restart"/>
            <w:shd w:val="clear" w:color="auto" w:fill="D9D9D9"/>
            <w:vAlign w:val="center"/>
          </w:tcPr>
          <w:p w14:paraId="3E6C3F67" w14:textId="77777777" w:rsidR="00CD124B" w:rsidRPr="006F0EC3" w:rsidRDefault="00CD124B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Address</w:t>
            </w:r>
          </w:p>
        </w:tc>
        <w:tc>
          <w:tcPr>
            <w:tcW w:w="7939" w:type="dxa"/>
            <w:gridSpan w:val="6"/>
            <w:vAlign w:val="center"/>
          </w:tcPr>
          <w:p w14:paraId="59C93745" w14:textId="715770A4" w:rsidR="00CD124B" w:rsidRPr="006F0EC3" w:rsidRDefault="00CD124B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604F4" w:rsidRPr="00CD124B" w14:paraId="15E8BB4A" w14:textId="77777777" w:rsidTr="006F0EC3">
        <w:trPr>
          <w:trHeight w:val="367"/>
        </w:trPr>
        <w:tc>
          <w:tcPr>
            <w:tcW w:w="1980" w:type="dxa"/>
            <w:gridSpan w:val="2"/>
            <w:vMerge/>
            <w:shd w:val="clear" w:color="auto" w:fill="D9D9D9"/>
          </w:tcPr>
          <w:p w14:paraId="7C21D49E" w14:textId="77777777" w:rsidR="00CD124B" w:rsidRPr="006F0EC3" w:rsidRDefault="00CD124B" w:rsidP="00CD124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vAlign w:val="bottom"/>
          </w:tcPr>
          <w:p w14:paraId="38E6B6B2" w14:textId="0B0402B4" w:rsidR="00CD124B" w:rsidRPr="006F0EC3" w:rsidRDefault="00CD124B" w:rsidP="00CD124B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 xml:space="preserve">Suburb: </w:t>
            </w:r>
          </w:p>
        </w:tc>
        <w:tc>
          <w:tcPr>
            <w:tcW w:w="1418" w:type="dxa"/>
            <w:gridSpan w:val="2"/>
            <w:vAlign w:val="bottom"/>
          </w:tcPr>
          <w:p w14:paraId="05FBA9E7" w14:textId="58ACD0CD" w:rsidR="00CD124B" w:rsidRPr="006F0EC3" w:rsidRDefault="00CD124B" w:rsidP="00CD124B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 xml:space="preserve">State: </w:t>
            </w:r>
          </w:p>
        </w:tc>
        <w:tc>
          <w:tcPr>
            <w:tcW w:w="1560" w:type="dxa"/>
            <w:vAlign w:val="bottom"/>
          </w:tcPr>
          <w:p w14:paraId="22B1B13A" w14:textId="155DFC93" w:rsidR="00CD124B" w:rsidRPr="006F0EC3" w:rsidRDefault="00CD124B" w:rsidP="00CD124B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 xml:space="preserve">Postcode: </w:t>
            </w:r>
          </w:p>
        </w:tc>
      </w:tr>
      <w:tr w:rsidR="006F0EC3" w:rsidRPr="00CD124B" w14:paraId="1720BAB8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6318BF34" w14:textId="22A72AB3" w:rsidR="00730554" w:rsidRPr="006F0EC3" w:rsidRDefault="00730554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Website</w:t>
            </w:r>
          </w:p>
        </w:tc>
        <w:tc>
          <w:tcPr>
            <w:tcW w:w="7939" w:type="dxa"/>
            <w:gridSpan w:val="6"/>
            <w:vAlign w:val="bottom"/>
          </w:tcPr>
          <w:p w14:paraId="476C0C4D" w14:textId="43705344" w:rsidR="00730554" w:rsidRPr="006F0EC3" w:rsidRDefault="00730554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124B" w:rsidRPr="008A1573" w14:paraId="07D21596" w14:textId="77777777" w:rsidTr="008A1573">
        <w:trPr>
          <w:trHeight w:val="325"/>
        </w:trPr>
        <w:tc>
          <w:tcPr>
            <w:tcW w:w="9919" w:type="dxa"/>
            <w:gridSpan w:val="8"/>
            <w:shd w:val="clear" w:color="auto" w:fill="000000"/>
          </w:tcPr>
          <w:p w14:paraId="1C65C8B9" w14:textId="38DD956F" w:rsidR="00CD124B" w:rsidRPr="008A1573" w:rsidRDefault="00CD124B" w:rsidP="00CD124B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8A1573">
              <w:rPr>
                <w:rFonts w:ascii="Calibri" w:hAnsi="Calibri" w:cs="Calibri"/>
                <w:b/>
              </w:rPr>
              <w:t xml:space="preserve">1.2 Contact details </w:t>
            </w:r>
          </w:p>
        </w:tc>
      </w:tr>
      <w:tr w:rsidR="006F0EC3" w:rsidRPr="00CD124B" w14:paraId="588C8702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37460B8E" w14:textId="13154B5C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Name of contact</w:t>
            </w:r>
          </w:p>
        </w:tc>
        <w:tc>
          <w:tcPr>
            <w:tcW w:w="7939" w:type="dxa"/>
            <w:gridSpan w:val="6"/>
            <w:vAlign w:val="bottom"/>
          </w:tcPr>
          <w:p w14:paraId="15362094" w14:textId="37A9CA7B" w:rsidR="00AE3215" w:rsidRPr="006F0EC3" w:rsidRDefault="00AE3215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0EC3" w:rsidRPr="00CD124B" w14:paraId="41F2516D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22244F3D" w14:textId="73FB9485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Position</w:t>
            </w:r>
          </w:p>
        </w:tc>
        <w:tc>
          <w:tcPr>
            <w:tcW w:w="7939" w:type="dxa"/>
            <w:gridSpan w:val="6"/>
            <w:vAlign w:val="bottom"/>
          </w:tcPr>
          <w:p w14:paraId="6600A622" w14:textId="6D16EC0D" w:rsidR="00AE3215" w:rsidRPr="006F0EC3" w:rsidRDefault="00AE3215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0EC3" w:rsidRPr="00CD124B" w14:paraId="0D01D332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082A8BBB" w14:textId="7F9580B5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 xml:space="preserve">Telephone </w:t>
            </w:r>
          </w:p>
        </w:tc>
        <w:tc>
          <w:tcPr>
            <w:tcW w:w="7939" w:type="dxa"/>
            <w:gridSpan w:val="6"/>
            <w:vAlign w:val="bottom"/>
          </w:tcPr>
          <w:p w14:paraId="633F4332" w14:textId="0232467D" w:rsidR="00AE3215" w:rsidRPr="006F0EC3" w:rsidRDefault="00AE3215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0EC3" w:rsidRPr="00CD124B" w14:paraId="6ABCC08E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1A0FEC93" w14:textId="75066AC9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Email</w:t>
            </w:r>
          </w:p>
        </w:tc>
        <w:tc>
          <w:tcPr>
            <w:tcW w:w="7939" w:type="dxa"/>
            <w:gridSpan w:val="6"/>
            <w:vAlign w:val="bottom"/>
          </w:tcPr>
          <w:p w14:paraId="6FF37AD9" w14:textId="550FB014" w:rsidR="00AE3215" w:rsidRPr="006F0EC3" w:rsidRDefault="00AE3215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124B" w:rsidRPr="008A1573" w14:paraId="4C73007C" w14:textId="77777777" w:rsidTr="008A1573">
        <w:trPr>
          <w:trHeight w:val="325"/>
        </w:trPr>
        <w:tc>
          <w:tcPr>
            <w:tcW w:w="9919" w:type="dxa"/>
            <w:gridSpan w:val="8"/>
            <w:shd w:val="clear" w:color="auto" w:fill="000000"/>
          </w:tcPr>
          <w:p w14:paraId="289DE550" w14:textId="26FDD306" w:rsidR="00CD124B" w:rsidRPr="008A1573" w:rsidRDefault="00CD124B" w:rsidP="00CD124B">
            <w:pPr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t>1.3 Software product details</w:t>
            </w:r>
            <w:r w:rsidR="00163B9F" w:rsidRPr="008A1573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6F0EC3" w:rsidRPr="00CD124B" w14:paraId="24AE0972" w14:textId="77777777" w:rsidTr="006F0EC3">
        <w:trPr>
          <w:trHeight w:val="277"/>
        </w:trPr>
        <w:tc>
          <w:tcPr>
            <w:tcW w:w="1980" w:type="dxa"/>
            <w:gridSpan w:val="2"/>
            <w:shd w:val="clear" w:color="auto" w:fill="D9D9D9"/>
            <w:vAlign w:val="center"/>
          </w:tcPr>
          <w:p w14:paraId="24DA3D38" w14:textId="3A65D9C9" w:rsidR="00D203E8" w:rsidRPr="006F0EC3" w:rsidRDefault="00D203E8" w:rsidP="006F0EC3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Commercial product name and version</w:t>
            </w:r>
          </w:p>
        </w:tc>
        <w:tc>
          <w:tcPr>
            <w:tcW w:w="7939" w:type="dxa"/>
            <w:gridSpan w:val="6"/>
            <w:vAlign w:val="bottom"/>
          </w:tcPr>
          <w:p w14:paraId="636B411E" w14:textId="77777777" w:rsidR="00D203E8" w:rsidRPr="006F0EC3" w:rsidRDefault="00D203E8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A1573" w:rsidRPr="00CD124B" w14:paraId="425E83D2" w14:textId="77777777" w:rsidTr="006F0EC3">
        <w:trPr>
          <w:trHeight w:val="667"/>
        </w:trPr>
        <w:tc>
          <w:tcPr>
            <w:tcW w:w="1980" w:type="dxa"/>
            <w:gridSpan w:val="2"/>
            <w:shd w:val="clear" w:color="auto" w:fill="D9D9D9"/>
          </w:tcPr>
          <w:p w14:paraId="0EEE1C15" w14:textId="77777777" w:rsidR="002D7D12" w:rsidRPr="006F0EC3" w:rsidRDefault="002D7D12" w:rsidP="006F0EC3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General description of software product</w:t>
            </w:r>
          </w:p>
        </w:tc>
        <w:tc>
          <w:tcPr>
            <w:tcW w:w="7939" w:type="dxa"/>
            <w:gridSpan w:val="6"/>
          </w:tcPr>
          <w:p w14:paraId="34F8A855" w14:textId="231D3F7E" w:rsidR="000638F4" w:rsidRPr="006F0EC3" w:rsidRDefault="000638F4" w:rsidP="007459EE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75E8" w:rsidRPr="00CD124B" w14:paraId="33FCB165" w14:textId="77777777" w:rsidTr="006F0EC3">
        <w:tc>
          <w:tcPr>
            <w:tcW w:w="7650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8D08CC" w14:textId="374845F2" w:rsidR="00AE3215" w:rsidRPr="006F0EC3" w:rsidRDefault="002D7D12" w:rsidP="00A604F4">
            <w:pPr>
              <w:spacing w:before="60" w:after="60" w:line="360" w:lineRule="auto"/>
              <w:rPr>
                <w:rFonts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Implementation</w:t>
            </w:r>
            <w:r w:rsidR="00AE3215" w:rsidRPr="006F0EC3">
              <w:rPr>
                <w:rFonts w:ascii="Calibri" w:hAnsi="Calibri" w:cs="Calibri"/>
                <w:sz w:val="18"/>
                <w:szCs w:val="18"/>
              </w:rPr>
              <w:t xml:space="preserve"> or component name</w:t>
            </w:r>
            <w:r w:rsidR="00452D7A" w:rsidRPr="006F0EC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203E8" w:rsidRPr="006F0EC3">
              <w:rPr>
                <w:rFonts w:ascii="Calibri" w:hAnsi="Calibri" w:cs="Calibri"/>
                <w:sz w:val="18"/>
                <w:szCs w:val="18"/>
              </w:rPr>
              <w:t>(</w:t>
            </w:r>
            <w:r w:rsidR="00D203E8" w:rsidRPr="006F0EC3">
              <w:rPr>
                <w:rFonts w:ascii="Calibri" w:hAnsi="Calibri" w:cs="Calibri"/>
                <w:i/>
                <w:sz w:val="18"/>
                <w:szCs w:val="18"/>
              </w:rPr>
              <w:t>as presenting to the HI Service</w:t>
            </w:r>
            <w:r w:rsidR="00D203E8" w:rsidRPr="006F0EC3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976495" w14:textId="77777777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Version number</w:t>
            </w:r>
          </w:p>
        </w:tc>
      </w:tr>
      <w:tr w:rsidR="00C575E8" w:rsidRPr="00CD124B" w14:paraId="6BE9E4BC" w14:textId="77777777" w:rsidTr="006F0EC3">
        <w:tc>
          <w:tcPr>
            <w:tcW w:w="7650" w:type="dxa"/>
            <w:gridSpan w:val="6"/>
            <w:shd w:val="clear" w:color="auto" w:fill="auto"/>
            <w:vAlign w:val="center"/>
          </w:tcPr>
          <w:p w14:paraId="3C24B5FF" w14:textId="054CCA1A" w:rsidR="004A56F1" w:rsidRPr="006F0EC3" w:rsidRDefault="004A56F1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6766C03D" w14:textId="606E5F59" w:rsidR="00AE3215" w:rsidRPr="006F0EC3" w:rsidRDefault="00AE3215" w:rsidP="00A604F4">
            <w:pPr>
              <w:spacing w:before="60" w:after="60" w:line="36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124B" w:rsidRPr="00014D16" w14:paraId="7BA4F372" w14:textId="77777777" w:rsidTr="008A1573">
        <w:trPr>
          <w:trHeight w:val="261"/>
        </w:trPr>
        <w:tc>
          <w:tcPr>
            <w:tcW w:w="9919" w:type="dxa"/>
            <w:gridSpan w:val="8"/>
            <w:shd w:val="clear" w:color="auto" w:fill="FFC000"/>
            <w:vAlign w:val="center"/>
          </w:tcPr>
          <w:p w14:paraId="1BED5A11" w14:textId="78DEB4C4" w:rsidR="00CD124B" w:rsidRPr="00014D16" w:rsidRDefault="00CD124B" w:rsidP="00BF54EB">
            <w:pPr>
              <w:keepNext/>
              <w:tabs>
                <w:tab w:val="left" w:pos="9690"/>
              </w:tabs>
              <w:spacing w:before="60" w:after="60"/>
              <w:rPr>
                <w:rFonts w:ascii="Calibri" w:hAnsi="Calibri" w:cs="Calibri"/>
                <w:b/>
                <w:smallCaps/>
                <w:sz w:val="22"/>
              </w:rPr>
            </w:pPr>
            <w:r w:rsidRPr="00014D16">
              <w:rPr>
                <w:rFonts w:ascii="Calibri" w:hAnsi="Calibri" w:cs="Calibri"/>
                <w:b/>
                <w:smallCaps/>
                <w:sz w:val="22"/>
              </w:rPr>
              <w:lastRenderedPageBreak/>
              <w:t xml:space="preserve">SECTION 2 Software </w:t>
            </w:r>
            <w:r w:rsidR="00AE3215" w:rsidRPr="00014D16">
              <w:rPr>
                <w:rFonts w:ascii="Calibri" w:hAnsi="Calibri" w:cs="Calibri"/>
                <w:b/>
                <w:smallCaps/>
                <w:sz w:val="22"/>
              </w:rPr>
              <w:t>conformance</w:t>
            </w:r>
          </w:p>
        </w:tc>
      </w:tr>
      <w:tr w:rsidR="00CD124B" w:rsidRPr="008A1573" w14:paraId="15F18186" w14:textId="77777777" w:rsidTr="008A1573">
        <w:tc>
          <w:tcPr>
            <w:tcW w:w="9919" w:type="dxa"/>
            <w:gridSpan w:val="8"/>
            <w:shd w:val="clear" w:color="auto" w:fill="000000"/>
            <w:vAlign w:val="center"/>
          </w:tcPr>
          <w:p w14:paraId="021C623D" w14:textId="287A091B" w:rsidR="00CD124B" w:rsidRPr="008A1573" w:rsidRDefault="00CD124B" w:rsidP="00014D16">
            <w:pPr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t>2.</w:t>
            </w:r>
            <w:r w:rsidR="005F2C2D" w:rsidRPr="008A1573">
              <w:rPr>
                <w:rFonts w:ascii="Calibri" w:hAnsi="Calibri" w:cs="Calibri"/>
                <w:b/>
              </w:rPr>
              <w:t>1</w:t>
            </w:r>
            <w:r w:rsidRPr="008A1573">
              <w:rPr>
                <w:rFonts w:ascii="Calibri" w:hAnsi="Calibri" w:cs="Calibri"/>
                <w:b/>
              </w:rPr>
              <w:t xml:space="preserve"> Software </w:t>
            </w:r>
            <w:r w:rsidR="00EE26C0" w:rsidRPr="008A1573">
              <w:rPr>
                <w:rFonts w:ascii="Calibri" w:hAnsi="Calibri" w:cs="Calibri"/>
                <w:b/>
              </w:rPr>
              <w:t>conformance – web services</w:t>
            </w:r>
          </w:p>
        </w:tc>
      </w:tr>
      <w:tr w:rsidR="00CB21FD" w:rsidRPr="00014D16" w14:paraId="38AE006F" w14:textId="77777777" w:rsidTr="008A1573">
        <w:tc>
          <w:tcPr>
            <w:tcW w:w="9919" w:type="dxa"/>
            <w:gridSpan w:val="8"/>
            <w:shd w:val="clear" w:color="auto" w:fill="D9D9D9"/>
            <w:vAlign w:val="center"/>
          </w:tcPr>
          <w:p w14:paraId="70A9AF11" w14:textId="101051B0" w:rsidR="00CB21FD" w:rsidRPr="00014D16" w:rsidRDefault="00EE26C0" w:rsidP="00014D16">
            <w:pPr>
              <w:spacing w:before="60" w:after="60" w:line="360" w:lineRule="auto"/>
              <w:ind w:left="34"/>
              <w:rPr>
                <w:rFonts w:ascii="Calibri" w:hAnsi="Calibri" w:cs="Calibri"/>
                <w:sz w:val="16"/>
                <w:szCs w:val="16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The implementation(s) accesses the following HI Service web services:</w:t>
            </w:r>
          </w:p>
        </w:tc>
      </w:tr>
      <w:tr w:rsidR="008A1573" w:rsidRPr="00014D16" w14:paraId="61AA6D55" w14:textId="77777777" w:rsidTr="008A1573">
        <w:tc>
          <w:tcPr>
            <w:tcW w:w="847" w:type="dxa"/>
            <w:shd w:val="clear" w:color="auto" w:fill="D9D9D9" w:themeFill="background1" w:themeFillShade="D9"/>
            <w:tcMar>
              <w:bottom w:w="170" w:type="dxa"/>
            </w:tcMar>
          </w:tcPr>
          <w:p w14:paraId="6AEA78A1" w14:textId="77777777" w:rsidR="00F873CC" w:rsidRPr="00014D16" w:rsidRDefault="00F873CC" w:rsidP="008A1573">
            <w:pPr>
              <w:spacing w:before="60" w:after="60"/>
              <w:ind w:left="3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TECH.SIS</w:t>
            </w:r>
          </w:p>
        </w:tc>
        <w:tc>
          <w:tcPr>
            <w:tcW w:w="6094" w:type="dxa"/>
            <w:gridSpan w:val="4"/>
            <w:shd w:val="clear" w:color="auto" w:fill="D9D9D9" w:themeFill="background1" w:themeFillShade="D9"/>
          </w:tcPr>
          <w:p w14:paraId="4022A2A9" w14:textId="77777777" w:rsidR="00F873CC" w:rsidRPr="00014D16" w:rsidRDefault="00F873CC" w:rsidP="008A1573">
            <w:pPr>
              <w:spacing w:before="60" w:after="60"/>
              <w:ind w:left="3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Web Service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0BC71613" w14:textId="252EEF46" w:rsidR="00F873CC" w:rsidRPr="00014D16" w:rsidRDefault="00F873CC" w:rsidP="008A1573">
            <w:pPr>
              <w:spacing w:before="60" w:after="60"/>
              <w:ind w:left="3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Supported </w:t>
            </w:r>
            <w:r w:rsidR="00617E31"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ersions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FA680DC" w14:textId="51D49A20" w:rsidR="0014550E" w:rsidRPr="00014D16" w:rsidRDefault="00F873CC" w:rsidP="008A1573">
            <w:pPr>
              <w:spacing w:before="60" w:after="60"/>
              <w:ind w:left="3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NOC tested as Contracted Service</w:t>
            </w:r>
            <w:r w:rsidR="00A604F4"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014D16">
              <w:rPr>
                <w:rFonts w:ascii="Calibri" w:hAnsi="Calibri" w:cs="Calibri"/>
                <w:b/>
                <w:bCs/>
                <w:sz w:val="16"/>
                <w:szCs w:val="16"/>
              </w:rPr>
              <w:t>Provider (if applicable)</w:t>
            </w:r>
          </w:p>
        </w:tc>
      </w:tr>
      <w:tr w:rsidR="008A1573" w:rsidRPr="00014D16" w14:paraId="0B3FDF7A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623147FE" w14:textId="77777777" w:rsidR="00F873CC" w:rsidRPr="008A1573" w:rsidRDefault="00F873CC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94" w:type="dxa"/>
            <w:gridSpan w:val="4"/>
            <w:vAlign w:val="bottom"/>
          </w:tcPr>
          <w:p w14:paraId="17A3CD9E" w14:textId="77777777" w:rsidR="00F873CC" w:rsidRPr="008A1573" w:rsidRDefault="00F873CC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No web services have been implemented</w:t>
            </w:r>
          </w:p>
        </w:tc>
        <w:tc>
          <w:tcPr>
            <w:tcW w:w="1418" w:type="dxa"/>
            <w:gridSpan w:val="2"/>
            <w:vAlign w:val="bottom"/>
          </w:tcPr>
          <w:p w14:paraId="0213E0EC" w14:textId="162426A1" w:rsidR="00F873CC" w:rsidRPr="00014D16" w:rsidRDefault="00FD329B" w:rsidP="008A1573">
            <w:pPr>
              <w:spacing w:after="0"/>
              <w:ind w:left="34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9130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 w:rsidRP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873CC" w:rsidRPr="00014D1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FA86BE4" w14:textId="77777777" w:rsidR="00F873CC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7292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F873C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8A1573" w:rsidRPr="00014D16" w14:paraId="7873D1B4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2C6D070A" w14:textId="77777777" w:rsidR="00F873CC" w:rsidRPr="008A1573" w:rsidRDefault="00F873CC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05</w:t>
            </w:r>
          </w:p>
        </w:tc>
        <w:tc>
          <w:tcPr>
            <w:tcW w:w="6094" w:type="dxa"/>
            <w:gridSpan w:val="4"/>
            <w:vAlign w:val="bottom"/>
          </w:tcPr>
          <w:p w14:paraId="6DB3DB8E" w14:textId="39D91396" w:rsidR="00F873CC" w:rsidRPr="008A1573" w:rsidRDefault="00F873CC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Update IHI via B2</w:t>
            </w:r>
            <w:r w:rsidR="00EF06D5" w:rsidRPr="008A1573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418" w:type="dxa"/>
            <w:gridSpan w:val="2"/>
            <w:vAlign w:val="bottom"/>
          </w:tcPr>
          <w:p w14:paraId="27FAB705" w14:textId="3549B72B" w:rsidR="00F873CC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9101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873C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84C0BF6" w14:textId="77777777" w:rsidR="00F873CC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94504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F873C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7536CB02" w14:textId="77777777" w:rsidTr="008A1573">
        <w:trPr>
          <w:trHeight w:val="411"/>
        </w:trPr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0E40D177" w14:textId="77777777" w:rsidR="00F873CC" w:rsidRPr="008A1573" w:rsidRDefault="00F873CC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06</w:t>
            </w:r>
          </w:p>
        </w:tc>
        <w:tc>
          <w:tcPr>
            <w:tcW w:w="6094" w:type="dxa"/>
            <w:gridSpan w:val="4"/>
            <w:vAlign w:val="bottom"/>
          </w:tcPr>
          <w:p w14:paraId="67B08B6F" w14:textId="5100DBB9" w:rsidR="00F873CC" w:rsidRPr="008A1573" w:rsidRDefault="00F873CC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 xml:space="preserve">IHI </w:t>
            </w:r>
            <w:proofErr w:type="gramStart"/>
            <w:r w:rsidRPr="008A1573">
              <w:rPr>
                <w:rFonts w:ascii="Calibri" w:hAnsi="Calibri" w:cs="Calibri"/>
                <w:sz w:val="18"/>
                <w:szCs w:val="18"/>
              </w:rPr>
              <w:t>Inquiry  Search</w:t>
            </w:r>
            <w:proofErr w:type="gramEnd"/>
            <w:r w:rsidRPr="008A1573">
              <w:rPr>
                <w:rFonts w:ascii="Calibri" w:hAnsi="Calibri" w:cs="Calibri"/>
                <w:sz w:val="18"/>
                <w:szCs w:val="18"/>
              </w:rPr>
              <w:t xml:space="preserve"> via B2B</w:t>
            </w:r>
          </w:p>
        </w:tc>
        <w:tc>
          <w:tcPr>
            <w:tcW w:w="1418" w:type="dxa"/>
            <w:gridSpan w:val="2"/>
            <w:vAlign w:val="bottom"/>
          </w:tcPr>
          <w:p w14:paraId="7AE20CEB" w14:textId="6A5EE854" w:rsidR="00F873CC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30567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 w:rsidRP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873C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D168D47" w14:textId="77777777" w:rsidR="00F873CC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214515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F873C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</w:tr>
      <w:tr w:rsidR="008A1573" w:rsidRPr="00014D16" w14:paraId="0B38D37F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5CAE4C00" w14:textId="5BB983CE" w:rsidR="00F873CC" w:rsidRPr="008A1573" w:rsidRDefault="00F873CC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6094" w:type="dxa"/>
            <w:gridSpan w:val="4"/>
            <w:vAlign w:val="bottom"/>
          </w:tcPr>
          <w:p w14:paraId="25A68893" w14:textId="56494119" w:rsidR="00F873CC" w:rsidRPr="008A1573" w:rsidRDefault="00F873CC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Consumer Search IHI Batch Synchronous</w:t>
            </w:r>
          </w:p>
        </w:tc>
        <w:tc>
          <w:tcPr>
            <w:tcW w:w="1418" w:type="dxa"/>
            <w:gridSpan w:val="2"/>
            <w:vAlign w:val="bottom"/>
          </w:tcPr>
          <w:p w14:paraId="00D22A73" w14:textId="3DEE7FAF" w:rsidR="00F873CC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346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58A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F873C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9B3365A" w14:textId="65B24B69" w:rsidR="00F873CC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56175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F873C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873C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</w:tr>
      <w:tr w:rsidR="008A1573" w:rsidRPr="00014D16" w14:paraId="4BF6D0AA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06B7D88D" w14:textId="76A1E37D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6094" w:type="dxa"/>
            <w:gridSpan w:val="4"/>
            <w:vAlign w:val="bottom"/>
          </w:tcPr>
          <w:p w14:paraId="55FB4BCC" w14:textId="1C19A1B3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Manage Provider or Administrative Individual Details</w:t>
            </w:r>
          </w:p>
        </w:tc>
        <w:tc>
          <w:tcPr>
            <w:tcW w:w="1418" w:type="dxa"/>
            <w:gridSpan w:val="2"/>
            <w:vAlign w:val="bottom"/>
          </w:tcPr>
          <w:p w14:paraId="2497C241" w14:textId="7DE04533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82697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D03F5BA" w14:textId="3FD5A9AF" w:rsidR="00310364" w:rsidRPr="00014D16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5607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310F67" w:rsidRPr="00014D1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F67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1AAA8A79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35148440" w14:textId="738FA42F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6094" w:type="dxa"/>
            <w:gridSpan w:val="4"/>
            <w:vAlign w:val="bottom"/>
          </w:tcPr>
          <w:p w14:paraId="6F225E45" w14:textId="1F2E1A98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Manage provider Organisation Details</w:t>
            </w:r>
          </w:p>
        </w:tc>
        <w:tc>
          <w:tcPr>
            <w:tcW w:w="1418" w:type="dxa"/>
            <w:gridSpan w:val="2"/>
            <w:vAlign w:val="bottom"/>
          </w:tcPr>
          <w:p w14:paraId="148760CD" w14:textId="61EB5C94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79167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89942F5" w14:textId="3F4278B7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22244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BB6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870BB6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70BB6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1805D072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1B8EF2CA" w14:textId="29C9C974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6094" w:type="dxa"/>
            <w:gridSpan w:val="4"/>
            <w:vAlign w:val="bottom"/>
          </w:tcPr>
          <w:p w14:paraId="5604F703" w14:textId="13D208F7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Read Provider or Administrative Individual Details</w:t>
            </w:r>
          </w:p>
        </w:tc>
        <w:tc>
          <w:tcPr>
            <w:tcW w:w="1418" w:type="dxa"/>
            <w:gridSpan w:val="2"/>
            <w:vAlign w:val="bottom"/>
          </w:tcPr>
          <w:p w14:paraId="178520CF" w14:textId="693F6D30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93524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9485C32" w14:textId="62B116F3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04360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BB6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870BB6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70BB6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42A08866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321A5691" w14:textId="548F881E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6094" w:type="dxa"/>
            <w:gridSpan w:val="4"/>
            <w:vAlign w:val="bottom"/>
          </w:tcPr>
          <w:p w14:paraId="3777D883" w14:textId="2165D39F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Read Provider Organisation Details</w:t>
            </w:r>
          </w:p>
        </w:tc>
        <w:tc>
          <w:tcPr>
            <w:tcW w:w="1418" w:type="dxa"/>
            <w:gridSpan w:val="2"/>
            <w:vAlign w:val="bottom"/>
          </w:tcPr>
          <w:p w14:paraId="0BB9D948" w14:textId="366930E5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3057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3D161C4" w14:textId="4242978E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56121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BB6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870BB6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70BB6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22144183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7E2EC94C" w14:textId="5A7443BE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6094" w:type="dxa"/>
            <w:gridSpan w:val="4"/>
            <w:vAlign w:val="bottom"/>
          </w:tcPr>
          <w:p w14:paraId="63ED6523" w14:textId="3957A6B7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Healthcare Provider Directory – Search for Individual Provider Directory Entry</w:t>
            </w:r>
          </w:p>
        </w:tc>
        <w:tc>
          <w:tcPr>
            <w:tcW w:w="1418" w:type="dxa"/>
            <w:gridSpan w:val="2"/>
            <w:vAlign w:val="bottom"/>
          </w:tcPr>
          <w:p w14:paraId="254DEBB9" w14:textId="2A2C6F84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57762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958E349" w14:textId="052196B4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61112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11B9D6C1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7E21F7D5" w14:textId="72A39A63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6094" w:type="dxa"/>
            <w:gridSpan w:val="4"/>
            <w:vAlign w:val="bottom"/>
          </w:tcPr>
          <w:p w14:paraId="782D9DE3" w14:textId="0966B4FD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Healthcare Provider Directory – Search for Organisation Provider Directory Entry</w:t>
            </w:r>
          </w:p>
        </w:tc>
        <w:tc>
          <w:tcPr>
            <w:tcW w:w="1418" w:type="dxa"/>
            <w:gridSpan w:val="2"/>
            <w:vAlign w:val="bottom"/>
          </w:tcPr>
          <w:p w14:paraId="090F02E2" w14:textId="36614C5D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38186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FEE3D7E" w14:textId="2664FD42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49949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310364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0364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382A6C88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217064A2" w14:textId="443A0C7A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6094" w:type="dxa"/>
            <w:gridSpan w:val="4"/>
            <w:vAlign w:val="bottom"/>
          </w:tcPr>
          <w:p w14:paraId="6FD16F5E" w14:textId="01FD7180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Healthcare Provider Directory – Manage Provider Directory Entry</w:t>
            </w:r>
          </w:p>
        </w:tc>
        <w:tc>
          <w:tcPr>
            <w:tcW w:w="1418" w:type="dxa"/>
            <w:gridSpan w:val="2"/>
            <w:vAlign w:val="bottom"/>
          </w:tcPr>
          <w:p w14:paraId="50AA6527" w14:textId="06E1B907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136531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3F77AAF" w14:textId="2EF61698" w:rsidR="00310364" w:rsidRPr="00014D16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57952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D638D" w:rsidRPr="00014D1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D638D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08BE78F2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4190558A" w14:textId="0B389596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6094" w:type="dxa"/>
            <w:gridSpan w:val="4"/>
            <w:vAlign w:val="bottom"/>
          </w:tcPr>
          <w:p w14:paraId="592E6047" w14:textId="14CF515E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Read Reference Data</w:t>
            </w:r>
          </w:p>
        </w:tc>
        <w:tc>
          <w:tcPr>
            <w:tcW w:w="1418" w:type="dxa"/>
            <w:gridSpan w:val="2"/>
            <w:vAlign w:val="bottom"/>
          </w:tcPr>
          <w:p w14:paraId="63307921" w14:textId="206CB3A9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95676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5A3D20F" w14:textId="6494D9CE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93501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4845C079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0E329A2F" w14:textId="70714DA0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6094" w:type="dxa"/>
            <w:gridSpan w:val="4"/>
            <w:vAlign w:val="bottom"/>
          </w:tcPr>
          <w:p w14:paraId="4651AE61" w14:textId="45BBE218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Notify of Duplicate IHI via B2B</w:t>
            </w:r>
          </w:p>
        </w:tc>
        <w:tc>
          <w:tcPr>
            <w:tcW w:w="1418" w:type="dxa"/>
            <w:gridSpan w:val="2"/>
            <w:vAlign w:val="bottom"/>
          </w:tcPr>
          <w:p w14:paraId="469B86A5" w14:textId="5317437A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82889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78945C0" w14:textId="7AEC8E47" w:rsidR="00310364" w:rsidRPr="00014D16" w:rsidRDefault="00FD329B" w:rsidP="008A1573">
            <w:pPr>
              <w:spacing w:after="0"/>
              <w:ind w:left="34"/>
              <w:rPr>
                <w:rFonts w:ascii="MS Gothic" w:eastAsia="MS Gothic" w:hAnsi="MS Gothic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483899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45E0BCF7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36F5C71C" w14:textId="53DD8D02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6094" w:type="dxa"/>
            <w:gridSpan w:val="4"/>
            <w:vAlign w:val="bottom"/>
          </w:tcPr>
          <w:p w14:paraId="0DE45F42" w14:textId="75775AD8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Notify of Replica IHI via B2B</w:t>
            </w:r>
          </w:p>
        </w:tc>
        <w:tc>
          <w:tcPr>
            <w:tcW w:w="1418" w:type="dxa"/>
            <w:gridSpan w:val="2"/>
            <w:vAlign w:val="bottom"/>
          </w:tcPr>
          <w:p w14:paraId="0D27118A" w14:textId="3D26255C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07025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0B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ED89534" w14:textId="54C72885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29336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v3.2.0</w:t>
            </w:r>
          </w:p>
        </w:tc>
      </w:tr>
      <w:tr w:rsidR="008A1573" w:rsidRPr="00014D16" w14:paraId="72A2F387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128C9406" w14:textId="7EE4F77E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6094" w:type="dxa"/>
            <w:gridSpan w:val="4"/>
            <w:vAlign w:val="bottom"/>
          </w:tcPr>
          <w:p w14:paraId="36175F01" w14:textId="30F793B0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Create verified IHI for newborns</w:t>
            </w:r>
          </w:p>
        </w:tc>
        <w:tc>
          <w:tcPr>
            <w:tcW w:w="1418" w:type="dxa"/>
            <w:gridSpan w:val="2"/>
            <w:vAlign w:val="bottom"/>
          </w:tcPr>
          <w:p w14:paraId="39A48560" w14:textId="22606BCD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28812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v4.0.0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79D8FCF" w14:textId="3C75FFD2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092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</w:t>
            </w:r>
            <w:r w:rsidR="001A5C03" w:rsidRPr="008A1573">
              <w:rPr>
                <w:rFonts w:ascii="Calibri" w:hAnsi="Calibri" w:cs="Calibri"/>
                <w:sz w:val="18"/>
                <w:szCs w:val="18"/>
              </w:rPr>
              <w:t>4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.0.0</w:t>
            </w:r>
          </w:p>
        </w:tc>
      </w:tr>
      <w:tr w:rsidR="008A1573" w:rsidRPr="00014D16" w14:paraId="468707D0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706581A5" w14:textId="24E9849B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6094" w:type="dxa"/>
            <w:gridSpan w:val="4"/>
            <w:vAlign w:val="bottom"/>
          </w:tcPr>
          <w:p w14:paraId="012B7DAC" w14:textId="2D90F498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Consumer Search IHI Batch Asynchronous</w:t>
            </w:r>
          </w:p>
        </w:tc>
        <w:tc>
          <w:tcPr>
            <w:tcW w:w="1418" w:type="dxa"/>
            <w:gridSpan w:val="2"/>
            <w:vAlign w:val="bottom"/>
          </w:tcPr>
          <w:p w14:paraId="7C80E428" w14:textId="6D1A1EF2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01992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7BDC6F8" w14:textId="68DCD802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533461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v3.0</w:t>
            </w:r>
          </w:p>
        </w:tc>
      </w:tr>
      <w:tr w:rsidR="008A1573" w:rsidRPr="00014D16" w14:paraId="7CAC9B50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454389CF" w14:textId="26ED29B3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31</w:t>
            </w:r>
          </w:p>
        </w:tc>
        <w:tc>
          <w:tcPr>
            <w:tcW w:w="6094" w:type="dxa"/>
            <w:gridSpan w:val="4"/>
            <w:vAlign w:val="bottom"/>
          </w:tcPr>
          <w:p w14:paraId="4B0A9C78" w14:textId="7365788A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Search for Provider Individual Details</w:t>
            </w:r>
          </w:p>
        </w:tc>
        <w:tc>
          <w:tcPr>
            <w:tcW w:w="1418" w:type="dxa"/>
            <w:gridSpan w:val="2"/>
            <w:vAlign w:val="bottom"/>
          </w:tcPr>
          <w:p w14:paraId="7121925D" w14:textId="42E76216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20626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8A157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v5.0.0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FF8F3C5" w14:textId="2B749E59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87612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v5.0.0</w:t>
            </w:r>
          </w:p>
        </w:tc>
      </w:tr>
      <w:tr w:rsidR="008A1573" w:rsidRPr="00014D16" w14:paraId="5B0D29D4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48076A88" w14:textId="16CE2F09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32</w:t>
            </w:r>
          </w:p>
        </w:tc>
        <w:tc>
          <w:tcPr>
            <w:tcW w:w="6094" w:type="dxa"/>
            <w:gridSpan w:val="4"/>
            <w:vAlign w:val="bottom"/>
          </w:tcPr>
          <w:p w14:paraId="5F8EACFC" w14:textId="7EEF2B21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Search for Provider Organisation Details</w:t>
            </w:r>
          </w:p>
        </w:tc>
        <w:tc>
          <w:tcPr>
            <w:tcW w:w="1418" w:type="dxa"/>
            <w:gridSpan w:val="2"/>
            <w:vAlign w:val="bottom"/>
          </w:tcPr>
          <w:p w14:paraId="7F8F279E" w14:textId="7CC916B8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74213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v5.0.0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1EFE411" w14:textId="51E18A93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82958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 w:rsidRPr="00014D16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v5.0.0</w:t>
            </w:r>
          </w:p>
        </w:tc>
      </w:tr>
      <w:tr w:rsidR="008A1573" w:rsidRPr="00014D16" w14:paraId="3BA526EB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230A9910" w14:textId="3856A067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33</w:t>
            </w:r>
          </w:p>
        </w:tc>
        <w:tc>
          <w:tcPr>
            <w:tcW w:w="6094" w:type="dxa"/>
            <w:gridSpan w:val="4"/>
            <w:vAlign w:val="bottom"/>
          </w:tcPr>
          <w:p w14:paraId="689EB5A1" w14:textId="6E545C5E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Search for Provider Individual Batch Asynchronous</w:t>
            </w:r>
          </w:p>
        </w:tc>
        <w:tc>
          <w:tcPr>
            <w:tcW w:w="1418" w:type="dxa"/>
            <w:gridSpan w:val="2"/>
            <w:vAlign w:val="bottom"/>
          </w:tcPr>
          <w:p w14:paraId="2BAAD1E2" w14:textId="21994E20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45779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</w:t>
            </w:r>
            <w:r w:rsidR="00B707EA" w:rsidRPr="008A1573">
              <w:rPr>
                <w:rFonts w:ascii="Calibri" w:hAnsi="Calibri" w:cs="Calibri"/>
                <w:sz w:val="18"/>
                <w:szCs w:val="18"/>
              </w:rPr>
              <w:t>1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3429042" w14:textId="064EB986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86575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</w:t>
            </w:r>
            <w:r w:rsidR="00C831B1" w:rsidRPr="008A1573">
              <w:rPr>
                <w:rFonts w:ascii="Calibri" w:hAnsi="Calibri" w:cs="Calibri"/>
                <w:sz w:val="18"/>
                <w:szCs w:val="18"/>
              </w:rPr>
              <w:t>1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.0</w:t>
            </w:r>
          </w:p>
        </w:tc>
      </w:tr>
      <w:tr w:rsidR="008A1573" w:rsidRPr="00014D16" w14:paraId="2D597FB8" w14:textId="77777777" w:rsidTr="008A1573">
        <w:tc>
          <w:tcPr>
            <w:tcW w:w="847" w:type="dxa"/>
            <w:shd w:val="clear" w:color="auto" w:fill="FFFFFF"/>
            <w:tcMar>
              <w:bottom w:w="170" w:type="dxa"/>
            </w:tcMar>
            <w:vAlign w:val="bottom"/>
          </w:tcPr>
          <w:p w14:paraId="531CA06B" w14:textId="356870E5" w:rsidR="00310364" w:rsidRPr="008A1573" w:rsidRDefault="00310364" w:rsidP="008A1573">
            <w:pPr>
              <w:spacing w:after="0"/>
              <w:ind w:left="3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34</w:t>
            </w:r>
          </w:p>
        </w:tc>
        <w:tc>
          <w:tcPr>
            <w:tcW w:w="6094" w:type="dxa"/>
            <w:gridSpan w:val="4"/>
            <w:vAlign w:val="bottom"/>
          </w:tcPr>
          <w:p w14:paraId="0C431CCA" w14:textId="02BFC6A7" w:rsidR="00310364" w:rsidRPr="008A1573" w:rsidRDefault="00310364" w:rsidP="008A1573">
            <w:pPr>
              <w:spacing w:after="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Search for Provider Organisation Batch Asynchronous</w:t>
            </w:r>
          </w:p>
        </w:tc>
        <w:tc>
          <w:tcPr>
            <w:tcW w:w="1418" w:type="dxa"/>
            <w:gridSpan w:val="2"/>
            <w:vAlign w:val="bottom"/>
          </w:tcPr>
          <w:p w14:paraId="05B424CA" w14:textId="7BFD8F7D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53399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0EC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A604F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v5.</w:t>
            </w:r>
            <w:r w:rsidR="00B707EA" w:rsidRPr="008A1573">
              <w:rPr>
                <w:rFonts w:ascii="Calibri" w:hAnsi="Calibri" w:cs="Calibri"/>
                <w:sz w:val="18"/>
                <w:szCs w:val="18"/>
              </w:rPr>
              <w:t>1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.0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AF3FDB9" w14:textId="60BA83B5" w:rsidR="00310364" w:rsidRPr="00A604F4" w:rsidRDefault="00FD329B" w:rsidP="008A1573">
            <w:pPr>
              <w:spacing w:after="0"/>
              <w:ind w:left="34"/>
              <w:rPr>
                <w:rFonts w:ascii="Calibri" w:hAnsi="Calibri" w:cs="Calibri"/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210500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D16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8138C" w:rsidRPr="008A1573">
              <w:rPr>
                <w:rFonts w:ascii="Calibri" w:hAnsi="Calibri" w:cs="Calibri"/>
                <w:sz w:val="18"/>
                <w:szCs w:val="18"/>
              </w:rPr>
              <w:t xml:space="preserve"> v5.</w:t>
            </w:r>
            <w:r w:rsidR="00C831B1" w:rsidRPr="008A1573">
              <w:rPr>
                <w:rFonts w:ascii="Calibri" w:hAnsi="Calibri" w:cs="Calibri"/>
                <w:sz w:val="18"/>
                <w:szCs w:val="18"/>
              </w:rPr>
              <w:t>1</w:t>
            </w:r>
            <w:r w:rsidR="00E8138C" w:rsidRPr="008A1573">
              <w:rPr>
                <w:rFonts w:ascii="Calibri" w:hAnsi="Calibri" w:cs="Calibri"/>
                <w:sz w:val="18"/>
                <w:szCs w:val="18"/>
              </w:rPr>
              <w:t>.0</w:t>
            </w:r>
          </w:p>
        </w:tc>
      </w:tr>
      <w:tr w:rsidR="005F2C2D" w:rsidRPr="008A1573" w14:paraId="51ADE964" w14:textId="77777777" w:rsidTr="008A1573">
        <w:tc>
          <w:tcPr>
            <w:tcW w:w="9919" w:type="dxa"/>
            <w:gridSpan w:val="8"/>
            <w:shd w:val="clear" w:color="auto" w:fill="000000"/>
            <w:vAlign w:val="center"/>
          </w:tcPr>
          <w:p w14:paraId="5732C49F" w14:textId="473BF76D" w:rsidR="005F2C2D" w:rsidRPr="008A1573" w:rsidRDefault="005F2C2D" w:rsidP="008A1573">
            <w:pPr>
              <w:keepNext/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lastRenderedPageBreak/>
              <w:t xml:space="preserve">2.2 Software conformance – </w:t>
            </w:r>
            <w:r w:rsidR="000B6EEC" w:rsidRPr="008A1573">
              <w:rPr>
                <w:rFonts w:ascii="Calibri" w:hAnsi="Calibri" w:cs="Calibri"/>
                <w:b/>
              </w:rPr>
              <w:t>Use cases</w:t>
            </w:r>
          </w:p>
        </w:tc>
      </w:tr>
      <w:tr w:rsidR="005F2C2D" w:rsidRPr="00014D16" w14:paraId="776A656A" w14:textId="77777777" w:rsidTr="008A1573">
        <w:tc>
          <w:tcPr>
            <w:tcW w:w="9919" w:type="dxa"/>
            <w:gridSpan w:val="8"/>
            <w:shd w:val="clear" w:color="auto" w:fill="D9D9D9"/>
            <w:vAlign w:val="center"/>
          </w:tcPr>
          <w:p w14:paraId="17DF952C" w14:textId="628FE99C" w:rsidR="005F2C2D" w:rsidRPr="00014D16" w:rsidRDefault="005F2C2D" w:rsidP="008A1573">
            <w:pPr>
              <w:keepNext/>
              <w:spacing w:before="60" w:after="60" w:line="360" w:lineRule="auto"/>
              <w:ind w:left="34"/>
              <w:rPr>
                <w:rFonts w:ascii="Calibri" w:hAnsi="Calibri" w:cs="Calibri"/>
                <w:sz w:val="16"/>
                <w:szCs w:val="16"/>
              </w:rPr>
            </w:pPr>
            <w:r w:rsidRPr="006F0EC3">
              <w:rPr>
                <w:rFonts w:ascii="Calibri" w:hAnsi="Calibri" w:cs="Calibri"/>
                <w:sz w:val="18"/>
                <w:szCs w:val="18"/>
              </w:rPr>
              <w:t>The implementation(s) supports the HI business use cases listed below:</w:t>
            </w:r>
          </w:p>
        </w:tc>
      </w:tr>
      <w:tr w:rsidR="00144889" w:rsidRPr="00014D16" w14:paraId="073A16D9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47C188B2" w14:textId="4C52FAC7" w:rsidR="00144889" w:rsidRPr="008A1573" w:rsidRDefault="00FD329B" w:rsidP="008A1573">
            <w:pPr>
              <w:keepNext/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8720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144889" w:rsidRPr="008A1573">
              <w:rPr>
                <w:rFonts w:ascii="Calibri" w:hAnsi="Calibri" w:cs="Calibri"/>
                <w:sz w:val="18"/>
                <w:szCs w:val="18"/>
              </w:rPr>
              <w:t xml:space="preserve"> UC.005 – Search for a patient health record</w:t>
            </w:r>
          </w:p>
        </w:tc>
        <w:tc>
          <w:tcPr>
            <w:tcW w:w="4823" w:type="dxa"/>
            <w:gridSpan w:val="4"/>
            <w:shd w:val="clear" w:color="auto" w:fill="FFFFFF"/>
            <w:vAlign w:val="center"/>
          </w:tcPr>
          <w:p w14:paraId="66A5F1CC" w14:textId="1A97392A" w:rsidR="007A6202" w:rsidRPr="008A1573" w:rsidRDefault="00FD329B" w:rsidP="008A1573">
            <w:pPr>
              <w:keepNext/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531224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>UC.131 – Validate HPI-I via the HI Service</w:t>
            </w:r>
          </w:p>
        </w:tc>
      </w:tr>
      <w:tr w:rsidR="00144889" w:rsidRPr="00014D16" w14:paraId="7D06F13F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5A8B4059" w14:textId="447C4109" w:rsidR="00144889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22696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44889" w:rsidRPr="008A1573">
              <w:rPr>
                <w:rFonts w:ascii="Calibri" w:hAnsi="Calibri" w:cs="Calibri"/>
                <w:sz w:val="18"/>
                <w:szCs w:val="18"/>
              </w:rPr>
              <w:t>UC.010 – Register patient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30750B" w14:textId="44A20558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827776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 xml:space="preserve">UC.150 – Register network HPI-O </w:t>
            </w:r>
          </w:p>
        </w:tc>
      </w:tr>
      <w:tr w:rsidR="009A57BB" w:rsidRPr="00014D16" w14:paraId="019DF515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06341283" w14:textId="4099B85D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75597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UC.011 – Request verified IHI for newborn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B6E5E3" w14:textId="2D72B492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761730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>UC.241 – Search for HPI-O</w:t>
            </w:r>
            <w:r w:rsidR="00D57954" w:rsidRPr="008A1573">
              <w:rPr>
                <w:rFonts w:ascii="Calibri" w:hAnsi="Calibri" w:cs="Calibri"/>
                <w:sz w:val="18"/>
                <w:szCs w:val="18"/>
              </w:rPr>
              <w:t>s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 xml:space="preserve"> in </w:t>
            </w:r>
            <w:r w:rsidR="00D57954" w:rsidRPr="008A1573">
              <w:rPr>
                <w:rFonts w:ascii="Calibri" w:hAnsi="Calibri" w:cs="Calibri"/>
                <w:sz w:val="18"/>
                <w:szCs w:val="18"/>
              </w:rPr>
              <w:t xml:space="preserve">the 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>HI Service HPD</w:t>
            </w:r>
          </w:p>
        </w:tc>
      </w:tr>
      <w:tr w:rsidR="009A57BB" w:rsidRPr="00014D16" w14:paraId="4A5E0558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0E61FE51" w14:textId="46218E5E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30897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UC.015 – Update patient health record in the local system</w:t>
            </w:r>
            <w:r w:rsidR="009A57BB" w:rsidRPr="008A1573" w:rsidDel="001262B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606629CA" w14:textId="71193C57" w:rsidR="007A6202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225494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6202" w:rsidRPr="008A1573">
              <w:rPr>
                <w:rFonts w:ascii="Calibri" w:hAnsi="Calibri" w:cs="Calibri"/>
                <w:sz w:val="18"/>
                <w:szCs w:val="18"/>
              </w:rPr>
              <w:t xml:space="preserve">UC.245 – </w:t>
            </w:r>
            <w:r w:rsidR="00FC085C" w:rsidRPr="008A1573">
              <w:rPr>
                <w:rFonts w:ascii="Calibri" w:hAnsi="Calibri" w:cs="Calibri"/>
                <w:sz w:val="18"/>
                <w:szCs w:val="18"/>
              </w:rPr>
              <w:t>Search and val</w:t>
            </w:r>
            <w:r w:rsidR="002E77F3" w:rsidRPr="008A1573">
              <w:rPr>
                <w:rFonts w:ascii="Calibri" w:hAnsi="Calibri" w:cs="Calibri"/>
                <w:sz w:val="18"/>
                <w:szCs w:val="18"/>
              </w:rPr>
              <w:t xml:space="preserve">idate </w:t>
            </w:r>
            <w:r w:rsidR="006D6564" w:rsidRPr="008A1573">
              <w:rPr>
                <w:rFonts w:ascii="Calibri" w:hAnsi="Calibri" w:cs="Calibri"/>
                <w:sz w:val="18"/>
                <w:szCs w:val="18"/>
              </w:rPr>
              <w:t>HPI</w:t>
            </w:r>
            <w:r w:rsidR="00A72A8F" w:rsidRPr="008A1573">
              <w:rPr>
                <w:rFonts w:ascii="Calibri" w:hAnsi="Calibri" w:cs="Calibri"/>
                <w:sz w:val="18"/>
                <w:szCs w:val="18"/>
              </w:rPr>
              <w:t xml:space="preserve">-I in the </w:t>
            </w:r>
            <w:r w:rsidR="009506AB" w:rsidRPr="008A1573">
              <w:rPr>
                <w:rFonts w:ascii="Calibri" w:hAnsi="Calibri" w:cs="Calibri"/>
                <w:sz w:val="18"/>
                <w:szCs w:val="18"/>
              </w:rPr>
              <w:t xml:space="preserve">HI </w:t>
            </w:r>
            <w:r w:rsidR="002E77F3" w:rsidRPr="008A1573">
              <w:rPr>
                <w:rFonts w:ascii="Calibri" w:hAnsi="Calibri" w:cs="Calibri"/>
                <w:sz w:val="18"/>
                <w:szCs w:val="18"/>
              </w:rPr>
              <w:t>Service HPD</w:t>
            </w:r>
          </w:p>
        </w:tc>
      </w:tr>
      <w:tr w:rsidR="009A57BB" w:rsidRPr="00014D16" w14:paraId="4AF73A88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108AF469" w14:textId="4F23AF23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84404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UC.016 – Update patient details in the HI Service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3DCF0B74" w14:textId="3EFD8D7C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53110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UC.305 – Validate HPI-O</w:t>
            </w:r>
          </w:p>
        </w:tc>
      </w:tr>
      <w:tr w:rsidR="009A57BB" w:rsidRPr="00014D16" w14:paraId="15C38BC2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13FFEE71" w14:textId="63222542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93135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D5C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UC.025 – Bulk update of IHI details</w:t>
            </w:r>
            <w:r w:rsidR="009A57BB" w:rsidRPr="008A1573" w:rsidDel="001262B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5C6B26FC" w14:textId="497E322E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07924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UC.306 – Get HPI-O status</w:t>
            </w:r>
          </w:p>
        </w:tc>
      </w:tr>
      <w:tr w:rsidR="009A57BB" w:rsidRPr="00014D16" w14:paraId="26440421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09D54EC6" w14:textId="1B37CAEE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69521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UC.035 – Merge patient health records</w:t>
            </w:r>
            <w:r w:rsidR="009A57BB" w:rsidRPr="008A1573" w:rsidDel="001262B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573BA55F" w14:textId="29AE801C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313464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 xml:space="preserve">UC.320 – Request an electronic </w:t>
            </w:r>
            <w:r w:rsidR="00640BE5" w:rsidRPr="008A1573">
              <w:rPr>
                <w:rFonts w:ascii="Calibri" w:hAnsi="Calibri" w:cs="Calibri"/>
                <w:sz w:val="18"/>
                <w:szCs w:val="18"/>
              </w:rPr>
              <w:t>mess</w:t>
            </w:r>
            <w:r w:rsidR="006D6C86" w:rsidRPr="008A1573">
              <w:rPr>
                <w:rFonts w:ascii="Calibri" w:hAnsi="Calibri" w:cs="Calibri"/>
                <w:sz w:val="18"/>
                <w:szCs w:val="18"/>
              </w:rPr>
              <w:t>age/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document</w:t>
            </w:r>
          </w:p>
        </w:tc>
      </w:tr>
      <w:tr w:rsidR="009A57BB" w:rsidRPr="00014D16" w14:paraId="749C37A3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1A5F3EEE" w14:textId="7179172E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52423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UC.045 – Logon to software system</w:t>
            </w:r>
            <w:r w:rsidR="009A57BB" w:rsidRPr="008A1573" w:rsidDel="001262B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52FDFB3D" w14:textId="46A2AED3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29040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 xml:space="preserve">UC.325 – Receive an electronic </w:t>
            </w:r>
            <w:r w:rsidR="005F49B0" w:rsidRPr="008A1573">
              <w:rPr>
                <w:rFonts w:ascii="Calibri" w:hAnsi="Calibri" w:cs="Calibri"/>
                <w:sz w:val="18"/>
                <w:szCs w:val="18"/>
              </w:rPr>
              <w:t>message/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 xml:space="preserve">document </w:t>
            </w:r>
          </w:p>
        </w:tc>
      </w:tr>
      <w:tr w:rsidR="009A57BB" w:rsidRPr="00014D16" w14:paraId="0BB69966" w14:textId="77777777" w:rsidTr="008A1573">
        <w:tc>
          <w:tcPr>
            <w:tcW w:w="5096" w:type="dxa"/>
            <w:gridSpan w:val="4"/>
            <w:shd w:val="clear" w:color="auto" w:fill="FFFFFF"/>
            <w:tcMar>
              <w:bottom w:w="170" w:type="dxa"/>
            </w:tcMar>
            <w:vAlign w:val="center"/>
          </w:tcPr>
          <w:p w14:paraId="280F584F" w14:textId="30EEC1F6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78685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UC.080 – Maintain HPI-O details</w:t>
            </w:r>
          </w:p>
        </w:tc>
        <w:tc>
          <w:tcPr>
            <w:tcW w:w="4823" w:type="dxa"/>
            <w:gridSpan w:val="4"/>
            <w:shd w:val="clear" w:color="auto" w:fill="auto"/>
            <w:vAlign w:val="center"/>
          </w:tcPr>
          <w:p w14:paraId="6FBB9E58" w14:textId="667AFE1A" w:rsidR="009A57BB" w:rsidRPr="008A1573" w:rsidRDefault="00FD329B" w:rsidP="008A157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734859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573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A1573" w:rsidRPr="008A15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 xml:space="preserve">UC.330 – Send an electronic </w:t>
            </w:r>
            <w:r w:rsidR="00BF737F" w:rsidRPr="008A1573">
              <w:rPr>
                <w:rFonts w:ascii="Calibri" w:hAnsi="Calibri" w:cs="Calibri"/>
                <w:sz w:val="18"/>
                <w:szCs w:val="18"/>
              </w:rPr>
              <w:t>message</w:t>
            </w:r>
            <w:r w:rsidR="00E645BD" w:rsidRPr="008A1573">
              <w:rPr>
                <w:rFonts w:ascii="Calibri" w:hAnsi="Calibri" w:cs="Calibri"/>
                <w:sz w:val="18"/>
                <w:szCs w:val="18"/>
              </w:rPr>
              <w:t>/</w:t>
            </w:r>
            <w:r w:rsidR="009A57BB" w:rsidRPr="008A1573">
              <w:rPr>
                <w:rFonts w:ascii="Calibri" w:hAnsi="Calibri" w:cs="Calibri"/>
                <w:sz w:val="18"/>
                <w:szCs w:val="18"/>
              </w:rPr>
              <w:t>document</w:t>
            </w:r>
          </w:p>
        </w:tc>
      </w:tr>
      <w:tr w:rsidR="009A57BB" w:rsidRPr="008A1573" w14:paraId="22986FAF" w14:textId="77777777" w:rsidTr="008A1573">
        <w:trPr>
          <w:trHeight w:val="503"/>
        </w:trPr>
        <w:tc>
          <w:tcPr>
            <w:tcW w:w="9919" w:type="dxa"/>
            <w:gridSpan w:val="8"/>
            <w:shd w:val="clear" w:color="auto" w:fill="000000"/>
          </w:tcPr>
          <w:p w14:paraId="6CBCD085" w14:textId="460E69F4" w:rsidR="009A57BB" w:rsidRPr="008A1573" w:rsidRDefault="009A57BB" w:rsidP="00014D16">
            <w:pPr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t>2.3 Software conformance – Conformance Profile</w:t>
            </w:r>
          </w:p>
        </w:tc>
      </w:tr>
      <w:tr w:rsidR="009A57BB" w:rsidRPr="00014D16" w14:paraId="27C0D96C" w14:textId="77777777" w:rsidTr="008A1573">
        <w:trPr>
          <w:trHeight w:val="690"/>
        </w:trPr>
        <w:tc>
          <w:tcPr>
            <w:tcW w:w="9919" w:type="dxa"/>
            <w:gridSpan w:val="8"/>
            <w:shd w:val="clear" w:color="auto" w:fill="D9D9D9"/>
            <w:vAlign w:val="center"/>
          </w:tcPr>
          <w:p w14:paraId="0ADEFDF2" w14:textId="705F63EA" w:rsidR="009A57BB" w:rsidRPr="008A1573" w:rsidRDefault="009A57BB" w:rsidP="006F0EC3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 xml:space="preserve">The implementation conforms to all the mandatory and conditional conformance requirements applicable to the indicated HI business use cases, as specified in the </w:t>
            </w:r>
            <w:r w:rsidRPr="00C00A0B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Healthcare Identifiers </w:t>
            </w:r>
            <w:r w:rsidR="008617D8" w:rsidRPr="00C00A0B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Service </w:t>
            </w:r>
            <w:r w:rsidR="007A1867" w:rsidRPr="00C00A0B">
              <w:rPr>
                <w:rFonts w:ascii="Calibri" w:hAnsi="Calibri" w:cs="Calibri"/>
                <w:i/>
                <w:iCs/>
                <w:sz w:val="18"/>
                <w:szCs w:val="18"/>
              </w:rPr>
              <w:t>-</w:t>
            </w:r>
            <w:r w:rsidRPr="00C00A0B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Conformance Profile</w:t>
            </w:r>
            <w:r w:rsidRPr="008A1573">
              <w:rPr>
                <w:rFonts w:ascii="Calibri" w:hAnsi="Calibri" w:cs="Calibri"/>
                <w:sz w:val="18"/>
                <w:szCs w:val="18"/>
              </w:rPr>
              <w:t xml:space="preserve"> in accordance with the version indicated below:</w:t>
            </w:r>
          </w:p>
        </w:tc>
      </w:tr>
      <w:tr w:rsidR="00C00A0B" w:rsidRPr="00014D16" w14:paraId="70D93EAB" w14:textId="77777777" w:rsidTr="00C00A0B">
        <w:trPr>
          <w:trHeight w:val="567"/>
        </w:trPr>
        <w:tc>
          <w:tcPr>
            <w:tcW w:w="4390" w:type="dxa"/>
            <w:gridSpan w:val="3"/>
            <w:shd w:val="clear" w:color="auto" w:fill="FFFFFF"/>
            <w:tcMar>
              <w:bottom w:w="170" w:type="dxa"/>
            </w:tcMar>
            <w:vAlign w:val="bottom"/>
          </w:tcPr>
          <w:p w14:paraId="7910E31F" w14:textId="4AC1B548" w:rsidR="00C00A0B" w:rsidRPr="008A1573" w:rsidRDefault="00C00A0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HI Conformance Profile version:</w:t>
            </w:r>
          </w:p>
        </w:tc>
        <w:tc>
          <w:tcPr>
            <w:tcW w:w="5529" w:type="dxa"/>
            <w:gridSpan w:val="5"/>
            <w:shd w:val="clear" w:color="auto" w:fill="auto"/>
            <w:vAlign w:val="bottom"/>
          </w:tcPr>
          <w:p w14:paraId="17E615A6" w14:textId="77777777" w:rsidR="00C00A0B" w:rsidRPr="008A1573" w:rsidRDefault="00C00A0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57BB" w:rsidRPr="008A1573" w14:paraId="1C54212E" w14:textId="77777777" w:rsidTr="008A1573">
        <w:trPr>
          <w:trHeight w:val="503"/>
        </w:trPr>
        <w:tc>
          <w:tcPr>
            <w:tcW w:w="9919" w:type="dxa"/>
            <w:gridSpan w:val="8"/>
            <w:shd w:val="clear" w:color="auto" w:fill="000000"/>
          </w:tcPr>
          <w:p w14:paraId="156344D3" w14:textId="4795CFF3" w:rsidR="009A57BB" w:rsidRPr="008A1573" w:rsidRDefault="009A57BB" w:rsidP="00014D16">
            <w:pPr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t>2.4 Software conformance – Conformance Testing</w:t>
            </w:r>
          </w:p>
        </w:tc>
      </w:tr>
      <w:tr w:rsidR="009A57BB" w:rsidRPr="00014D16" w14:paraId="6F4836C7" w14:textId="77777777" w:rsidTr="00C00A0B">
        <w:trPr>
          <w:trHeight w:val="567"/>
        </w:trPr>
        <w:tc>
          <w:tcPr>
            <w:tcW w:w="4390" w:type="dxa"/>
            <w:gridSpan w:val="3"/>
            <w:shd w:val="clear" w:color="auto" w:fill="FFFFFF"/>
            <w:tcMar>
              <w:bottom w:w="170" w:type="dxa"/>
            </w:tcMar>
            <w:vAlign w:val="bottom"/>
          </w:tcPr>
          <w:p w14:paraId="486B3B71" w14:textId="374DA85B" w:rsidR="009A57BB" w:rsidRPr="008A1573" w:rsidRDefault="009A57B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Conformance testing completion date:</w:t>
            </w:r>
          </w:p>
        </w:tc>
        <w:tc>
          <w:tcPr>
            <w:tcW w:w="5529" w:type="dxa"/>
            <w:gridSpan w:val="5"/>
            <w:shd w:val="clear" w:color="auto" w:fill="auto"/>
            <w:vAlign w:val="bottom"/>
          </w:tcPr>
          <w:p w14:paraId="54D44AD9" w14:textId="59C03077" w:rsidR="009A57BB" w:rsidRPr="008A1573" w:rsidRDefault="009A57B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57BB" w:rsidRPr="00014D16" w14:paraId="25E88D16" w14:textId="77777777" w:rsidTr="00C00A0B">
        <w:trPr>
          <w:trHeight w:val="567"/>
        </w:trPr>
        <w:tc>
          <w:tcPr>
            <w:tcW w:w="4390" w:type="dxa"/>
            <w:gridSpan w:val="3"/>
            <w:shd w:val="clear" w:color="auto" w:fill="FFFFFF"/>
            <w:tcMar>
              <w:bottom w:w="170" w:type="dxa"/>
            </w:tcMar>
            <w:vAlign w:val="bottom"/>
          </w:tcPr>
          <w:p w14:paraId="0CBE1D51" w14:textId="39408978" w:rsidR="009A57BB" w:rsidRPr="008A1573" w:rsidRDefault="009A57B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  <w:r w:rsidRPr="008A1573">
              <w:rPr>
                <w:rFonts w:ascii="Calibri" w:hAnsi="Calibri" w:cs="Calibri"/>
                <w:sz w:val="18"/>
                <w:szCs w:val="18"/>
              </w:rPr>
              <w:t>Test Summary Report identification number/code:</w:t>
            </w:r>
          </w:p>
        </w:tc>
        <w:tc>
          <w:tcPr>
            <w:tcW w:w="5529" w:type="dxa"/>
            <w:gridSpan w:val="5"/>
            <w:shd w:val="clear" w:color="auto" w:fill="auto"/>
            <w:vAlign w:val="bottom"/>
          </w:tcPr>
          <w:p w14:paraId="747775A1" w14:textId="77777777" w:rsidR="009A57BB" w:rsidRPr="008A1573" w:rsidRDefault="009A57BB" w:rsidP="00C00A0B">
            <w:pPr>
              <w:spacing w:before="60" w:after="60"/>
              <w:ind w:left="34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57BB" w:rsidRPr="008A1573" w14:paraId="0AC8C51B" w14:textId="77777777" w:rsidTr="008A1573">
        <w:trPr>
          <w:trHeight w:val="503"/>
        </w:trPr>
        <w:tc>
          <w:tcPr>
            <w:tcW w:w="9919" w:type="dxa"/>
            <w:gridSpan w:val="8"/>
            <w:shd w:val="clear" w:color="auto" w:fill="000000"/>
          </w:tcPr>
          <w:p w14:paraId="5D290C46" w14:textId="745066A8" w:rsidR="009A57BB" w:rsidRPr="008A1573" w:rsidRDefault="009A57BB" w:rsidP="00014D16">
            <w:pPr>
              <w:spacing w:before="60" w:after="60"/>
              <w:rPr>
                <w:rFonts w:ascii="Calibri" w:hAnsi="Calibri" w:cs="Calibri"/>
                <w:b/>
              </w:rPr>
            </w:pPr>
            <w:r w:rsidRPr="008A1573">
              <w:rPr>
                <w:rFonts w:ascii="Calibri" w:hAnsi="Calibri" w:cs="Calibri"/>
                <w:b/>
              </w:rPr>
              <w:t>2.5 Software conformance – Additional information</w:t>
            </w:r>
          </w:p>
        </w:tc>
      </w:tr>
      <w:tr w:rsidR="009A57BB" w:rsidRPr="00014D16" w14:paraId="47EB1D7A" w14:textId="77777777" w:rsidTr="00C00A0B">
        <w:trPr>
          <w:trHeight w:val="1318"/>
        </w:trPr>
        <w:tc>
          <w:tcPr>
            <w:tcW w:w="9919" w:type="dxa"/>
            <w:gridSpan w:val="8"/>
            <w:shd w:val="clear" w:color="auto" w:fill="auto"/>
          </w:tcPr>
          <w:p w14:paraId="277F8DD1" w14:textId="77777777" w:rsidR="009A57BB" w:rsidRPr="00014D16" w:rsidRDefault="009A57BB" w:rsidP="00C00A0B">
            <w:pPr>
              <w:spacing w:before="60" w:after="60"/>
              <w:ind w:left="34"/>
              <w:rPr>
                <w:rFonts w:ascii="Calibri" w:hAnsi="Calibri" w:cs="Calibri"/>
                <w:sz w:val="16"/>
                <w:szCs w:val="16"/>
              </w:rPr>
            </w:pPr>
          </w:p>
          <w:p w14:paraId="02B07E54" w14:textId="53295E43" w:rsidR="00967B56" w:rsidRPr="00014D16" w:rsidRDefault="00967B56" w:rsidP="00014D16">
            <w:pPr>
              <w:spacing w:before="60" w:after="60" w:line="360" w:lineRule="auto"/>
              <w:ind w:left="34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3F04792" w14:textId="77777777" w:rsidR="00163B9F" w:rsidRPr="00014D16" w:rsidRDefault="00163B9F" w:rsidP="00014D16">
      <w:pPr>
        <w:spacing w:before="60" w:after="60" w:line="360" w:lineRule="auto"/>
        <w:ind w:left="34"/>
        <w:rPr>
          <w:rFonts w:ascii="Calibri" w:eastAsia="Times New Roman" w:hAnsi="Calibri" w:cs="Calibri"/>
          <w:sz w:val="16"/>
          <w:szCs w:val="16"/>
          <w:lang w:eastAsia="en-AU"/>
        </w:rPr>
      </w:pPr>
      <w:r w:rsidRPr="00014D16">
        <w:rPr>
          <w:rFonts w:ascii="Calibri" w:eastAsia="Times New Roman" w:hAnsi="Calibri" w:cs="Calibri"/>
          <w:sz w:val="16"/>
          <w:szCs w:val="16"/>
          <w:lang w:eastAsia="en-AU"/>
        </w:rPr>
        <w:br w:type="page"/>
      </w:r>
    </w:p>
    <w:tbl>
      <w:tblPr>
        <w:tblStyle w:val="TableGrid1"/>
        <w:tblW w:w="5069" w:type="pct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647"/>
      </w:tblGrid>
      <w:tr w:rsidR="00CB21FD" w:rsidRPr="00CD124B" w14:paraId="70B0C81D" w14:textId="77777777" w:rsidTr="00BF54EB">
        <w:trPr>
          <w:jc w:val="center"/>
        </w:trPr>
        <w:tc>
          <w:tcPr>
            <w:tcW w:w="5000" w:type="pct"/>
            <w:gridSpan w:val="2"/>
            <w:shd w:val="clear" w:color="auto" w:fill="FFC000"/>
          </w:tcPr>
          <w:p w14:paraId="134F9FC3" w14:textId="0D37B073" w:rsidR="00CB21FD" w:rsidRPr="0052057A" w:rsidRDefault="00CB21FD" w:rsidP="00CB21FD">
            <w:pPr>
              <w:spacing w:before="60" w:after="60"/>
              <w:rPr>
                <w:rFonts w:ascii="Calibri" w:hAnsi="Calibri" w:cs="Calibri"/>
                <w:b/>
                <w:smallCaps/>
                <w:sz w:val="24"/>
                <w:szCs w:val="24"/>
              </w:rPr>
            </w:pPr>
            <w:r w:rsidRPr="00333462">
              <w:rPr>
                <w:rFonts w:ascii="Calibri" w:hAnsi="Calibri" w:cs="Calibri"/>
                <w:b/>
                <w:smallCaps/>
                <w:sz w:val="22"/>
              </w:rPr>
              <w:lastRenderedPageBreak/>
              <w:t xml:space="preserve">SECTION </w:t>
            </w:r>
            <w:r w:rsidR="00452D7A" w:rsidRPr="00333462">
              <w:rPr>
                <w:rFonts w:ascii="Calibri" w:hAnsi="Calibri" w:cs="Calibri"/>
                <w:b/>
                <w:smallCaps/>
                <w:sz w:val="22"/>
              </w:rPr>
              <w:t>3</w:t>
            </w:r>
            <w:r w:rsidRPr="00333462">
              <w:rPr>
                <w:rFonts w:ascii="Calibri" w:hAnsi="Calibri" w:cs="Calibri"/>
                <w:b/>
                <w:smallCaps/>
                <w:sz w:val="22"/>
              </w:rPr>
              <w:t xml:space="preserve"> </w:t>
            </w:r>
            <w:r w:rsidR="00C00A0B">
              <w:rPr>
                <w:rFonts w:ascii="Calibri" w:hAnsi="Calibri" w:cs="Calibri"/>
                <w:b/>
                <w:smallCaps/>
                <w:sz w:val="22"/>
              </w:rPr>
              <w:t>V</w:t>
            </w:r>
            <w:r w:rsidR="0052057A" w:rsidRPr="00333462">
              <w:rPr>
                <w:rFonts w:ascii="Calibri" w:hAnsi="Calibri" w:cs="Calibri"/>
                <w:b/>
                <w:smallCaps/>
                <w:sz w:val="22"/>
              </w:rPr>
              <w:t>endor declaration</w:t>
            </w:r>
            <w:r w:rsidRPr="0052057A">
              <w:rPr>
                <w:rFonts w:ascii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</w:tr>
      <w:tr w:rsidR="00C575E8" w:rsidRPr="00CD124B" w14:paraId="53D87C8B" w14:textId="77777777" w:rsidTr="00BF54EB">
        <w:trPr>
          <w:trHeight w:val="624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76CE8DBC" w14:textId="1187AE58" w:rsidR="006E1388" w:rsidRPr="006F0EC3" w:rsidRDefault="006E1388" w:rsidP="00C00A0B">
            <w:pPr>
              <w:keepNext/>
              <w:spacing w:before="60" w:after="0"/>
              <w:outlineLvl w:val="2"/>
              <w:rPr>
                <w:rFonts w:ascii="Calibri" w:hAnsi="Calibri" w:cs="Calibri"/>
              </w:rPr>
            </w:pPr>
            <w:r w:rsidRPr="006F0EC3">
              <w:rPr>
                <w:rFonts w:ascii="Calibri" w:hAnsi="Calibri" w:cs="Calibri"/>
              </w:rPr>
              <w:t>Do you want the implementation</w:t>
            </w:r>
            <w:r w:rsidR="00C00A0B" w:rsidRPr="006F0EC3">
              <w:rPr>
                <w:rFonts w:ascii="Calibri" w:hAnsi="Calibri" w:cs="Calibri"/>
              </w:rPr>
              <w:t xml:space="preserve"> to be</w:t>
            </w:r>
            <w:r w:rsidRPr="006F0EC3">
              <w:rPr>
                <w:rFonts w:ascii="Calibri" w:hAnsi="Calibri" w:cs="Calibri"/>
              </w:rPr>
              <w:t xml:space="preserve"> listed </w:t>
            </w:r>
            <w:r w:rsidR="000D14CF" w:rsidRPr="006F0EC3">
              <w:rPr>
                <w:rFonts w:ascii="Calibri" w:hAnsi="Calibri" w:cs="Calibri"/>
              </w:rPr>
              <w:t>o</w:t>
            </w:r>
            <w:r w:rsidRPr="006F0EC3">
              <w:rPr>
                <w:rFonts w:ascii="Calibri" w:hAnsi="Calibri" w:cs="Calibri"/>
              </w:rPr>
              <w:t xml:space="preserve">n the Practice Incentives Program (PIP) eHealth Product Register?  </w:t>
            </w:r>
          </w:p>
          <w:p w14:paraId="6D205F6D" w14:textId="1C6DB841" w:rsidR="006E1388" w:rsidRPr="006F0EC3" w:rsidRDefault="006E1388" w:rsidP="00C00A0B">
            <w:pPr>
              <w:keepNext/>
              <w:spacing w:after="0"/>
              <w:outlineLvl w:val="2"/>
              <w:rPr>
                <w:rFonts w:ascii="Calibri" w:hAnsi="Calibri" w:cs="Calibri"/>
                <w:i/>
              </w:rPr>
            </w:pPr>
            <w:r w:rsidRPr="006F0EC3">
              <w:rPr>
                <w:rFonts w:ascii="Calibri" w:hAnsi="Calibri" w:cs="Calibri"/>
                <w:i/>
              </w:rPr>
              <w:t xml:space="preserve">(for information about PIP, refer to </w:t>
            </w:r>
            <w:hyperlink r:id="rId13" w:tgtFrame="_blank" w:history="1">
              <w:r w:rsidR="006D3890" w:rsidRPr="006F0EC3">
                <w:rPr>
                  <w:rStyle w:val="Hyperlink"/>
                  <w:rFonts w:ascii="Calibri" w:hAnsi="Calibri" w:cs="Calibri"/>
                  <w:i/>
                  <w:shd w:val="clear" w:color="auto" w:fill="FFFFFF"/>
                </w:rPr>
                <w:t>Practice Incentives Program eHealth Incentive webpage</w:t>
              </w:r>
            </w:hyperlink>
            <w:r w:rsidR="006D3890" w:rsidRPr="006F0EC3">
              <w:rPr>
                <w:rFonts w:ascii="Calibri" w:hAnsi="Calibri" w:cs="Calibri"/>
                <w:i/>
              </w:rPr>
              <w:t>)</w:t>
            </w:r>
          </w:p>
          <w:p w14:paraId="5F10C628" w14:textId="25F2E2A7" w:rsidR="00C00A0B" w:rsidRDefault="00FD329B" w:rsidP="00C00A0B">
            <w:pPr>
              <w:keepNext/>
              <w:spacing w:before="120" w:after="60"/>
              <w:outlineLvl w:val="2"/>
              <w:rPr>
                <w:rFonts w:ascii="Calibri" w:hAnsi="Calibri" w:cs="Calibri"/>
                <w:i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13787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D5C" w:rsidRPr="000F6D5C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C00A0B" w:rsidRPr="00C00A0B">
              <w:rPr>
                <w:rFonts w:ascii="Calibri" w:hAnsi="Calibri" w:cs="Calibri"/>
                <w:i/>
              </w:rPr>
              <w:t xml:space="preserve"> </w:t>
            </w:r>
            <w:r w:rsidR="00C00A0B" w:rsidRPr="006F0EC3">
              <w:rPr>
                <w:rFonts w:ascii="Calibri" w:hAnsi="Calibri" w:cs="Calibri"/>
              </w:rPr>
              <w:t>No</w:t>
            </w:r>
          </w:p>
          <w:p w14:paraId="6E278B47" w14:textId="179CA7D9" w:rsidR="00C00A0B" w:rsidRPr="00C00A0B" w:rsidRDefault="00FD329B" w:rsidP="00C00A0B">
            <w:pPr>
              <w:keepNext/>
              <w:spacing w:before="120" w:after="60"/>
              <w:outlineLvl w:val="2"/>
              <w:rPr>
                <w:rFonts w:ascii="Calibri" w:hAnsi="Calibri" w:cs="Calibri"/>
                <w:i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62492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D5C" w:rsidRPr="000F6D5C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C00A0B" w:rsidRPr="00C00A0B">
              <w:rPr>
                <w:rFonts w:ascii="Calibri" w:hAnsi="Calibri" w:cs="Calibri"/>
                <w:i/>
              </w:rPr>
              <w:t xml:space="preserve"> </w:t>
            </w:r>
            <w:r w:rsidR="00C00A0B" w:rsidRPr="006F0EC3">
              <w:rPr>
                <w:rFonts w:ascii="Calibri" w:hAnsi="Calibri" w:cs="Calibri"/>
              </w:rPr>
              <w:t xml:space="preserve">Yes </w:t>
            </w:r>
            <w:r w:rsidR="00C00A0B" w:rsidRPr="006F0EC3">
              <w:rPr>
                <w:rFonts w:ascii="Calibri" w:hAnsi="Calibri" w:cs="Calibri"/>
                <w:sz w:val="18"/>
                <w:szCs w:val="18"/>
              </w:rPr>
              <w:t>(additional requirements must be completed if your product is intended for inclusion in the PIP eHealth Product Register)</w:t>
            </w:r>
            <w:r w:rsidR="006F0EC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E171D39" w14:textId="77777777" w:rsidR="00C00A0B" w:rsidRPr="00C00A0B" w:rsidRDefault="00FD329B" w:rsidP="00C00A0B">
            <w:pPr>
              <w:tabs>
                <w:tab w:val="left" w:pos="2268"/>
                <w:tab w:val="left" w:pos="9639"/>
              </w:tabs>
              <w:spacing w:after="0"/>
              <w:ind w:left="568" w:hanging="284"/>
              <w:rPr>
                <w:rFonts w:ascii="Calibri" w:hAnsi="Calibri" w:cs="Calibri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00663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0B" w:rsidRPr="000F6D5C">
                  <w:rPr>
                    <w:rFonts w:ascii="MS Gothic" w:eastAsia="MS Gothic" w:hAnsi="MS Gothic" w:cs="Calibri"/>
                    <w:sz w:val="24"/>
                    <w:szCs w:val="24"/>
                  </w:rPr>
                  <w:t>☐</w:t>
                </w:r>
              </w:sdtContent>
            </w:sdt>
            <w:r w:rsidR="00C00A0B" w:rsidRPr="00C00A0B">
              <w:rPr>
                <w:rFonts w:ascii="Calibri" w:hAnsi="Calibri" w:cs="Calibri"/>
                <w:i/>
                <w:lang w:val="en-US"/>
              </w:rPr>
              <w:t xml:space="preserve"> </w:t>
            </w:r>
            <w:r w:rsidR="00C00A0B" w:rsidRPr="006F0EC3">
              <w:rPr>
                <w:rFonts w:ascii="Calibri" w:hAnsi="Calibri" w:cs="Calibri"/>
              </w:rPr>
              <w:t xml:space="preserve">The product </w:t>
            </w:r>
            <w:proofErr w:type="gramStart"/>
            <w:r w:rsidR="00C00A0B" w:rsidRPr="006F0EC3">
              <w:rPr>
                <w:rFonts w:ascii="Calibri" w:hAnsi="Calibri" w:cs="Calibri"/>
              </w:rPr>
              <w:t>is capable of recording</w:t>
            </w:r>
            <w:proofErr w:type="gramEnd"/>
            <w:r w:rsidR="00C00A0B" w:rsidRPr="006F0EC3">
              <w:rPr>
                <w:rFonts w:ascii="Calibri" w:hAnsi="Calibri" w:cs="Calibri"/>
              </w:rPr>
              <w:t xml:space="preserve"> the HPI-O for the practice</w:t>
            </w:r>
          </w:p>
          <w:p w14:paraId="4D291C2D" w14:textId="57C90C6A" w:rsidR="00C00A0B" w:rsidRPr="00C00A0B" w:rsidRDefault="00FD329B" w:rsidP="00C00A0B">
            <w:pPr>
              <w:tabs>
                <w:tab w:val="left" w:pos="2268"/>
                <w:tab w:val="left" w:pos="9639"/>
              </w:tabs>
              <w:spacing w:after="0"/>
              <w:ind w:left="568" w:hanging="284"/>
              <w:rPr>
                <w:rFonts w:ascii="Calibri" w:hAnsi="Calibri" w:cs="Calibri"/>
                <w:iCs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948539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0B" w:rsidRPr="000F6D5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  <w:r w:rsidR="00C00A0B" w:rsidRPr="00C00A0B">
              <w:rPr>
                <w:rFonts w:ascii="Calibri" w:hAnsi="Calibri" w:cs="Calibri"/>
                <w:i/>
                <w:lang w:val="en-US"/>
              </w:rPr>
              <w:t xml:space="preserve"> </w:t>
            </w:r>
            <w:r w:rsidR="00C00A0B" w:rsidRPr="006F0EC3">
              <w:rPr>
                <w:rFonts w:ascii="Calibri" w:hAnsi="Calibri" w:cs="Calibri"/>
              </w:rPr>
              <w:t xml:space="preserve">The product </w:t>
            </w:r>
            <w:proofErr w:type="gramStart"/>
            <w:r w:rsidR="00C00A0B" w:rsidRPr="006F0EC3">
              <w:rPr>
                <w:rFonts w:ascii="Calibri" w:hAnsi="Calibri" w:cs="Calibri"/>
              </w:rPr>
              <w:t>is capable of recording</w:t>
            </w:r>
            <w:proofErr w:type="gramEnd"/>
            <w:r w:rsidR="00C00A0B" w:rsidRPr="006F0EC3">
              <w:rPr>
                <w:rFonts w:ascii="Calibri" w:hAnsi="Calibri" w:cs="Calibri"/>
              </w:rPr>
              <w:t xml:space="preserve"> the HPI-I for each general practitioner within a practice</w:t>
            </w:r>
          </w:p>
          <w:p w14:paraId="1A51EC07" w14:textId="77777777" w:rsidR="00C575E8" w:rsidRPr="00C00A0B" w:rsidRDefault="00C575E8" w:rsidP="00C00A0B">
            <w:pPr>
              <w:spacing w:after="0"/>
              <w:rPr>
                <w:rFonts w:ascii="Calibri" w:hAnsi="Calibri" w:cs="Calibri"/>
                <w:b/>
                <w:bCs/>
              </w:rPr>
            </w:pPr>
          </w:p>
        </w:tc>
      </w:tr>
      <w:tr w:rsidR="006B3EAD" w:rsidRPr="00CD124B" w14:paraId="36AD83C4" w14:textId="77777777" w:rsidTr="00BF54EB">
        <w:trPr>
          <w:trHeight w:val="355"/>
          <w:jc w:val="center"/>
        </w:trPr>
        <w:tc>
          <w:tcPr>
            <w:tcW w:w="5000" w:type="pct"/>
            <w:gridSpan w:val="2"/>
            <w:shd w:val="clear" w:color="auto" w:fill="FFC000"/>
          </w:tcPr>
          <w:p w14:paraId="744C8594" w14:textId="6C5013F1" w:rsidR="006B3EAD" w:rsidRPr="00333462" w:rsidRDefault="006B3EAD" w:rsidP="0033346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333462">
              <w:rPr>
                <w:rFonts w:ascii="Calibri" w:hAnsi="Calibri" w:cs="Calibri"/>
                <w:b/>
                <w:smallCaps/>
                <w:sz w:val="22"/>
              </w:rPr>
              <w:t>SECTION 3</w:t>
            </w:r>
            <w:r w:rsidR="008211A6" w:rsidRPr="00333462">
              <w:rPr>
                <w:rFonts w:ascii="Calibri" w:hAnsi="Calibri" w:cs="Calibri"/>
                <w:b/>
                <w:smallCaps/>
                <w:sz w:val="22"/>
              </w:rPr>
              <w:t>.1</w:t>
            </w:r>
            <w:r w:rsidRPr="00333462">
              <w:rPr>
                <w:rFonts w:ascii="Calibri" w:hAnsi="Calibri" w:cs="Calibri"/>
                <w:b/>
                <w:smallCaps/>
                <w:sz w:val="22"/>
              </w:rPr>
              <w:t xml:space="preserve"> </w:t>
            </w:r>
            <w:r w:rsidR="00C00A0B">
              <w:rPr>
                <w:rFonts w:ascii="Calibri" w:hAnsi="Calibri" w:cs="Calibri"/>
                <w:b/>
                <w:smallCaps/>
                <w:sz w:val="22"/>
              </w:rPr>
              <w:t>H</w:t>
            </w:r>
            <w:r w:rsidR="0052057A" w:rsidRPr="00333462">
              <w:rPr>
                <w:rFonts w:ascii="Calibri" w:hAnsi="Calibri" w:cs="Calibri"/>
                <w:b/>
                <w:smallCaps/>
                <w:sz w:val="22"/>
              </w:rPr>
              <w:t xml:space="preserve">ealthcare </w:t>
            </w:r>
            <w:r w:rsidR="00C00A0B">
              <w:rPr>
                <w:rFonts w:ascii="Calibri" w:hAnsi="Calibri" w:cs="Calibri"/>
                <w:b/>
                <w:smallCaps/>
                <w:sz w:val="22"/>
              </w:rPr>
              <w:t>I</w:t>
            </w:r>
            <w:r w:rsidR="0052057A" w:rsidRPr="00333462">
              <w:rPr>
                <w:rFonts w:ascii="Calibri" w:hAnsi="Calibri" w:cs="Calibri"/>
                <w:b/>
                <w:smallCaps/>
                <w:sz w:val="22"/>
              </w:rPr>
              <w:t xml:space="preserve">dentifiers </w:t>
            </w:r>
            <w:r w:rsidR="00C00A0B">
              <w:rPr>
                <w:rFonts w:ascii="Calibri" w:hAnsi="Calibri" w:cs="Calibri"/>
                <w:b/>
                <w:smallCaps/>
                <w:sz w:val="22"/>
              </w:rPr>
              <w:t>S</w:t>
            </w:r>
            <w:r w:rsidR="0052057A" w:rsidRPr="00333462">
              <w:rPr>
                <w:rFonts w:ascii="Calibri" w:hAnsi="Calibri" w:cs="Calibri"/>
                <w:b/>
                <w:smallCaps/>
                <w:sz w:val="22"/>
              </w:rPr>
              <w:t xml:space="preserve">ervice - </w:t>
            </w:r>
            <w:r w:rsidR="00C00A0B">
              <w:rPr>
                <w:rFonts w:ascii="Calibri" w:hAnsi="Calibri" w:cs="Calibri"/>
                <w:b/>
                <w:smallCaps/>
                <w:sz w:val="22"/>
              </w:rPr>
              <w:t>R</w:t>
            </w:r>
            <w:r w:rsidR="0052057A" w:rsidRPr="00333462">
              <w:rPr>
                <w:rFonts w:ascii="Calibri" w:hAnsi="Calibri" w:cs="Calibri"/>
                <w:b/>
                <w:smallCaps/>
                <w:sz w:val="22"/>
              </w:rPr>
              <w:t>egister of conformity</w:t>
            </w:r>
            <w:r w:rsidR="0052057A" w:rsidRPr="0052057A">
              <w:rPr>
                <w:rFonts w:ascii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</w:tr>
      <w:tr w:rsidR="00C575E8" w:rsidRPr="00CD124B" w14:paraId="15D485C9" w14:textId="0EF7B32E" w:rsidTr="00BF54EB">
        <w:trPr>
          <w:trHeight w:val="624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304302F0" w14:textId="160E9C99" w:rsidR="00C575E8" w:rsidRPr="00C00A0B" w:rsidRDefault="00FD329B" w:rsidP="00C00A0B">
            <w:pPr>
              <w:keepNext/>
              <w:keepLines/>
              <w:spacing w:before="40" w:after="160" w:line="259" w:lineRule="auto"/>
              <w:ind w:left="455" w:hanging="283"/>
              <w:outlineLvl w:val="2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6180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0B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806A12" w:rsidRPr="006F0EC3">
              <w:rPr>
                <w:rFonts w:ascii="Calibri" w:hAnsi="Calibri" w:cs="Calibri"/>
                <w:i/>
              </w:rPr>
              <w:t xml:space="preserve"> </w:t>
            </w:r>
            <w:r w:rsidR="006B3EAD" w:rsidRPr="006F0EC3">
              <w:rPr>
                <w:rFonts w:ascii="Calibri" w:hAnsi="Calibri" w:cs="Calibri"/>
              </w:rPr>
              <w:t xml:space="preserve">I have read and agree </w:t>
            </w:r>
            <w:r w:rsidR="00C00A0B" w:rsidRPr="006F0EC3">
              <w:rPr>
                <w:rFonts w:ascii="Calibri" w:hAnsi="Calibri" w:cs="Calibri"/>
              </w:rPr>
              <w:t>to</w:t>
            </w:r>
            <w:r w:rsidR="006B3EAD" w:rsidRPr="006F0EC3">
              <w:rPr>
                <w:rFonts w:ascii="Calibri" w:hAnsi="Calibri" w:cs="Calibri"/>
              </w:rPr>
              <w:t xml:space="preserve"> the Vendor </w:t>
            </w:r>
            <w:hyperlink r:id="rId14" w:history="1">
              <w:r w:rsidR="006B3EAD" w:rsidRPr="006F0EC3">
                <w:rPr>
                  <w:rStyle w:val="Hyperlink"/>
                  <w:rFonts w:ascii="Calibri" w:hAnsi="Calibri" w:cs="Calibri"/>
                </w:rPr>
                <w:t>Terms and Conditions on the Register of Conformity</w:t>
              </w:r>
            </w:hyperlink>
            <w:r w:rsidR="006B3EAD" w:rsidRPr="006F0EC3">
              <w:rPr>
                <w:rFonts w:ascii="Calibri" w:hAnsi="Calibri" w:cs="Calibri"/>
              </w:rPr>
              <w:t xml:space="preserve"> webpage </w:t>
            </w:r>
            <w:hyperlink r:id="rId15" w:history="1">
              <w:r w:rsidR="00C00A0B" w:rsidRPr="006F0EC3">
                <w:rPr>
                  <w:rStyle w:val="Hyperlink"/>
                  <w:rFonts w:ascii="Calibri" w:hAnsi="Calibri" w:cs="Calibri"/>
                </w:rPr>
                <w:t>https://www.digitalhealth.gov.au/healthcare-providers/initiatives-and-programs/my-health-record/conformant-clinical-software-products</w:t>
              </w:r>
            </w:hyperlink>
            <w:r w:rsidR="00C00A0B" w:rsidRPr="006F0EC3">
              <w:rPr>
                <w:rFonts w:ascii="Calibri" w:hAnsi="Calibri" w:cs="Calibri"/>
              </w:rPr>
              <w:t xml:space="preserve"> </w:t>
            </w:r>
          </w:p>
        </w:tc>
      </w:tr>
      <w:tr w:rsidR="00C00A0B" w:rsidRPr="00CD124B" w14:paraId="039B5A90" w14:textId="77777777" w:rsidTr="00BF54EB">
        <w:trPr>
          <w:trHeight w:val="277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1B6B6F59" w14:textId="7D4EA8E8" w:rsidR="00C00A0B" w:rsidRPr="00C00A0B" w:rsidRDefault="00C00A0B" w:rsidP="00C00A0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00A0B">
              <w:rPr>
                <w:rFonts w:ascii="Calibri" w:hAnsi="Calibri" w:cs="Calibri"/>
                <w:b/>
                <w:bCs/>
                <w:sz w:val="22"/>
                <w:szCs w:val="22"/>
              </w:rPr>
              <w:t>Limitation on the validity of this declaration</w:t>
            </w:r>
          </w:p>
        </w:tc>
      </w:tr>
      <w:tr w:rsidR="00C575E8" w:rsidRPr="00CD124B" w14:paraId="36C0B4AC" w14:textId="77777777" w:rsidTr="00BF54EB">
        <w:trPr>
          <w:trHeight w:val="1058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727DF281" w14:textId="77777777" w:rsidR="00C575E8" w:rsidRPr="006F0EC3" w:rsidRDefault="00C575E8" w:rsidP="006F0EC3">
            <w:pPr>
              <w:spacing w:before="60" w:after="60"/>
              <w:rPr>
                <w:rFonts w:cs="Calibri"/>
                <w:b/>
                <w:bCs/>
              </w:rPr>
            </w:pPr>
            <w:r w:rsidRPr="006F0EC3">
              <w:rPr>
                <w:rFonts w:ascii="Calibri" w:hAnsi="Calibri" w:cs="Calibri"/>
                <w:iCs/>
              </w:rPr>
              <w:t>By signing below, I certify that I am responsible for the representations I make on this form and the information I have provided on this form is accurate, complete and up</w:t>
            </w:r>
            <w:r w:rsidRPr="006F0EC3">
              <w:rPr>
                <w:rFonts w:ascii="Calibri" w:hAnsi="Calibri" w:cs="Calibri"/>
                <w:iCs/>
              </w:rPr>
              <w:noBreakHyphen/>
              <w:t>to</w:t>
            </w:r>
            <w:r w:rsidRPr="006F0EC3">
              <w:rPr>
                <w:rFonts w:ascii="Calibri" w:hAnsi="Calibri" w:cs="Calibri"/>
                <w:iCs/>
              </w:rPr>
              <w:noBreakHyphen/>
              <w:t>date. I am aware that by signing this form</w:t>
            </w:r>
            <w:r w:rsidR="00C00A0B" w:rsidRPr="006F0EC3">
              <w:rPr>
                <w:rFonts w:ascii="Calibri" w:hAnsi="Calibri" w:cs="Calibri"/>
                <w:iCs/>
              </w:rPr>
              <w:t>,</w:t>
            </w:r>
            <w:r w:rsidRPr="006F0EC3">
              <w:rPr>
                <w:rFonts w:ascii="Calibri" w:hAnsi="Calibri" w:cs="Calibri"/>
                <w:iCs/>
              </w:rPr>
              <w:t xml:space="preserve"> a copy of this form and HI Conformance Test Summary Report will be provided to Services Australia and a copy the HI Service production access letter will be provided to the Australian Digital Health Agency.</w:t>
            </w:r>
            <w:r w:rsidRPr="006F0EC3">
              <w:rPr>
                <w:rFonts w:cs="Calibri"/>
                <w:b/>
                <w:bCs/>
              </w:rPr>
              <w:t xml:space="preserve">  </w:t>
            </w:r>
          </w:p>
          <w:p w14:paraId="75BB8A97" w14:textId="7F5593F1" w:rsidR="00C00A0B" w:rsidRPr="00C00A0B" w:rsidRDefault="00C00A0B" w:rsidP="006F0EC3">
            <w:pPr>
              <w:keepNext/>
              <w:tabs>
                <w:tab w:val="left" w:pos="540"/>
              </w:tabs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 w:rsidRPr="00333462">
              <w:rPr>
                <w:rFonts w:ascii="Calibri" w:hAnsi="Calibri" w:cs="Calibri"/>
                <w:b/>
                <w:sz w:val="22"/>
                <w:szCs w:val="22"/>
              </w:rPr>
              <w:t>Sign</w:t>
            </w:r>
            <w:r w:rsidR="006F0EC3">
              <w:rPr>
                <w:rFonts w:ascii="Calibri" w:hAnsi="Calibri" w:cs="Calibri"/>
                <w:b/>
                <w:sz w:val="22"/>
                <w:szCs w:val="22"/>
              </w:rPr>
              <w:t>atory details</w:t>
            </w:r>
          </w:p>
        </w:tc>
      </w:tr>
      <w:tr w:rsidR="00C00A0B" w:rsidRPr="00CD124B" w14:paraId="2D3D768E" w14:textId="77777777" w:rsidTr="008E61A9">
        <w:trPr>
          <w:trHeight w:val="567"/>
          <w:jc w:val="center"/>
        </w:trPr>
        <w:tc>
          <w:tcPr>
            <w:tcW w:w="1595" w:type="pct"/>
            <w:shd w:val="clear" w:color="auto" w:fill="D9D9D9" w:themeFill="background1" w:themeFillShade="D9"/>
            <w:vAlign w:val="bottom"/>
          </w:tcPr>
          <w:p w14:paraId="569A5C86" w14:textId="7D0008E5" w:rsidR="00C00A0B" w:rsidRPr="00C00A0B" w:rsidRDefault="00C00A0B" w:rsidP="00C00A0B">
            <w:pPr>
              <w:rPr>
                <w:rFonts w:ascii="Calibri" w:hAnsi="Calibri" w:cs="Calibri"/>
              </w:rPr>
            </w:pPr>
            <w:r w:rsidRPr="00C00A0B">
              <w:rPr>
                <w:rFonts w:ascii="Calibri" w:hAnsi="Calibri" w:cs="Calibri"/>
              </w:rPr>
              <w:t>Name of issuer or authorised representative</w:t>
            </w:r>
          </w:p>
        </w:tc>
        <w:tc>
          <w:tcPr>
            <w:tcW w:w="3405" w:type="pct"/>
            <w:shd w:val="clear" w:color="auto" w:fill="auto"/>
            <w:vAlign w:val="bottom"/>
          </w:tcPr>
          <w:p w14:paraId="55B8CA80" w14:textId="2D41F680" w:rsidR="00C00A0B" w:rsidRPr="00C575E8" w:rsidRDefault="00C00A0B" w:rsidP="00C00A0B">
            <w:pPr>
              <w:rPr>
                <w:rFonts w:ascii="Calibri" w:hAnsi="Calibri" w:cs="Calibri"/>
                <w:iCs/>
              </w:rPr>
            </w:pPr>
          </w:p>
        </w:tc>
      </w:tr>
      <w:tr w:rsidR="00C00A0B" w:rsidRPr="00CD124B" w14:paraId="2D5949AF" w14:textId="77777777" w:rsidTr="008E61A9">
        <w:trPr>
          <w:trHeight w:val="567"/>
          <w:jc w:val="center"/>
        </w:trPr>
        <w:tc>
          <w:tcPr>
            <w:tcW w:w="1595" w:type="pct"/>
            <w:shd w:val="clear" w:color="auto" w:fill="D9D9D9" w:themeFill="background1" w:themeFillShade="D9"/>
            <w:vAlign w:val="bottom"/>
          </w:tcPr>
          <w:p w14:paraId="3C809E34" w14:textId="1159C4D3" w:rsidR="00C00A0B" w:rsidRPr="00C00A0B" w:rsidRDefault="00C00A0B" w:rsidP="00C00A0B">
            <w:pPr>
              <w:rPr>
                <w:rFonts w:ascii="Calibri" w:hAnsi="Calibri" w:cs="Calibri"/>
              </w:rPr>
            </w:pPr>
            <w:r w:rsidRPr="00C00A0B">
              <w:rPr>
                <w:rFonts w:ascii="Calibri" w:hAnsi="Calibri" w:cs="Calibri"/>
              </w:rPr>
              <w:t>Signature</w:t>
            </w:r>
          </w:p>
        </w:tc>
        <w:tc>
          <w:tcPr>
            <w:tcW w:w="3405" w:type="pct"/>
            <w:shd w:val="clear" w:color="auto" w:fill="auto"/>
            <w:vAlign w:val="bottom"/>
          </w:tcPr>
          <w:p w14:paraId="7AC9DE12" w14:textId="7081BEC6" w:rsidR="00C00A0B" w:rsidRPr="00C575E8" w:rsidRDefault="00C00A0B" w:rsidP="00C00A0B">
            <w:pPr>
              <w:rPr>
                <w:rFonts w:ascii="Calibri" w:hAnsi="Calibri" w:cs="Calibri"/>
                <w:iCs/>
              </w:rPr>
            </w:pPr>
          </w:p>
        </w:tc>
      </w:tr>
      <w:tr w:rsidR="00C00A0B" w:rsidRPr="00CD124B" w14:paraId="3DFE1BC6" w14:textId="77777777" w:rsidTr="008E61A9">
        <w:trPr>
          <w:trHeight w:val="567"/>
          <w:jc w:val="center"/>
        </w:trPr>
        <w:tc>
          <w:tcPr>
            <w:tcW w:w="1595" w:type="pct"/>
            <w:shd w:val="clear" w:color="auto" w:fill="D9D9D9" w:themeFill="background1" w:themeFillShade="D9"/>
            <w:vAlign w:val="bottom"/>
          </w:tcPr>
          <w:p w14:paraId="28B98721" w14:textId="47FA0FB6" w:rsidR="00C00A0B" w:rsidRPr="00C00A0B" w:rsidRDefault="00C00A0B" w:rsidP="00C00A0B">
            <w:pPr>
              <w:rPr>
                <w:rFonts w:ascii="Calibri" w:hAnsi="Calibri" w:cs="Calibri"/>
              </w:rPr>
            </w:pPr>
            <w:r w:rsidRPr="00C00A0B">
              <w:rPr>
                <w:rFonts w:ascii="Calibri" w:hAnsi="Calibri" w:cs="Calibri"/>
              </w:rPr>
              <w:t>Role</w:t>
            </w:r>
          </w:p>
        </w:tc>
        <w:tc>
          <w:tcPr>
            <w:tcW w:w="3405" w:type="pct"/>
            <w:shd w:val="clear" w:color="auto" w:fill="auto"/>
            <w:vAlign w:val="bottom"/>
          </w:tcPr>
          <w:p w14:paraId="556C7CD7" w14:textId="552933EA" w:rsidR="00C00A0B" w:rsidRPr="00C575E8" w:rsidRDefault="00C00A0B" w:rsidP="00C00A0B">
            <w:pPr>
              <w:rPr>
                <w:rFonts w:ascii="Calibri" w:hAnsi="Calibri" w:cs="Calibri"/>
                <w:iCs/>
              </w:rPr>
            </w:pPr>
          </w:p>
        </w:tc>
      </w:tr>
      <w:tr w:rsidR="00C00A0B" w:rsidRPr="00CD124B" w14:paraId="3209BB0E" w14:textId="77777777" w:rsidTr="008E61A9">
        <w:trPr>
          <w:trHeight w:val="567"/>
          <w:jc w:val="center"/>
        </w:trPr>
        <w:tc>
          <w:tcPr>
            <w:tcW w:w="1595" w:type="pct"/>
            <w:shd w:val="clear" w:color="auto" w:fill="D9D9D9" w:themeFill="background1" w:themeFillShade="D9"/>
            <w:vAlign w:val="bottom"/>
          </w:tcPr>
          <w:p w14:paraId="65FA7A0D" w14:textId="295EF57E" w:rsidR="00C00A0B" w:rsidRPr="00C00A0B" w:rsidRDefault="00C00A0B" w:rsidP="00C00A0B">
            <w:pPr>
              <w:rPr>
                <w:rFonts w:ascii="Calibri" w:hAnsi="Calibri" w:cs="Calibri"/>
              </w:rPr>
            </w:pPr>
            <w:r w:rsidRPr="00C00A0B">
              <w:rPr>
                <w:rFonts w:ascii="Calibri" w:hAnsi="Calibri" w:cs="Calibri"/>
              </w:rPr>
              <w:t>Date (day/month/year)</w:t>
            </w:r>
          </w:p>
        </w:tc>
        <w:tc>
          <w:tcPr>
            <w:tcW w:w="3405" w:type="pct"/>
            <w:shd w:val="clear" w:color="auto" w:fill="auto"/>
            <w:vAlign w:val="bottom"/>
          </w:tcPr>
          <w:p w14:paraId="587C4256" w14:textId="48BBC17B" w:rsidR="00C00A0B" w:rsidRPr="00C575E8" w:rsidRDefault="00C00A0B" w:rsidP="00C00A0B">
            <w:pPr>
              <w:rPr>
                <w:rFonts w:ascii="Calibri" w:hAnsi="Calibri" w:cs="Calibri"/>
                <w:iCs/>
              </w:rPr>
            </w:pPr>
          </w:p>
        </w:tc>
      </w:tr>
    </w:tbl>
    <w:p w14:paraId="595AAFAD" w14:textId="58464E9D" w:rsidR="00EE26C0" w:rsidRPr="00C00A0B" w:rsidRDefault="00EE26C0" w:rsidP="00C00A0B"/>
    <w:sectPr w:rsidR="00EE26C0" w:rsidRPr="00C00A0B" w:rsidSect="00EC121B">
      <w:headerReference w:type="default" r:id="rId16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F0997" w14:textId="77777777" w:rsidR="00A26A42" w:rsidRDefault="00A26A42" w:rsidP="00763374">
      <w:r>
        <w:separator/>
      </w:r>
    </w:p>
  </w:endnote>
  <w:endnote w:type="continuationSeparator" w:id="0">
    <w:p w14:paraId="6D0D737F" w14:textId="77777777" w:rsidR="00A26A42" w:rsidRDefault="00A26A42" w:rsidP="0076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63B9D" w14:textId="345B9738" w:rsidR="009929F4" w:rsidRDefault="009929F4" w:rsidP="00140AF1">
    <w:pPr>
      <w:pStyle w:val="Footer"/>
      <w:spacing w:before="400"/>
    </w:pPr>
    <w:r w:rsidRPr="00E20277">
      <w:rPr>
        <w:rStyle w:val="PageNumber"/>
        <w:noProof/>
      </w:rPr>
      <w:fldChar w:fldCharType="begin"/>
    </w:r>
    <w:r w:rsidRPr="00E20277">
      <w:rPr>
        <w:rStyle w:val="PageNumber"/>
        <w:noProof/>
      </w:rPr>
      <w:instrText xml:space="preserve"> PAGE  \* Arabic  \* MERGEFORMAT </w:instrText>
    </w:r>
    <w:r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Pr="00E20277">
      <w:rPr>
        <w:rStyle w:val="PageNumber"/>
        <w:noProof/>
      </w:rPr>
      <w:fldChar w:fldCharType="end"/>
    </w:r>
    <w:r w:rsidRPr="00E20277">
      <w:rPr>
        <w:rStyle w:val="PageNumber"/>
        <w:noProof/>
      </w:rPr>
      <w:t xml:space="preserve"> of </w:t>
    </w:r>
    <w:r w:rsidRPr="00E20277">
      <w:rPr>
        <w:rStyle w:val="PageNumber"/>
        <w:noProof/>
      </w:rPr>
      <w:fldChar w:fldCharType="begin"/>
    </w:r>
    <w:r w:rsidRPr="00E20277">
      <w:rPr>
        <w:rStyle w:val="PageNumber"/>
        <w:noProof/>
      </w:rPr>
      <w:instrText xml:space="preserve"> NUMPAGES  \* Arabic  \* MERGEFORMAT </w:instrText>
    </w:r>
    <w:r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Pr="00E20277">
      <w:rPr>
        <w:rStyle w:val="PageNumber"/>
        <w:noProof/>
      </w:rPr>
      <w:fldChar w:fldCharType="end"/>
    </w:r>
    <w:r>
      <w:t xml:space="preserve"> </w:t>
    </w:r>
    <w:r>
      <w:ptab w:relativeTo="margin" w:alignment="center" w:leader="none"/>
    </w:r>
    <w:sdt>
      <w:sdtPr>
        <w:rPr>
          <w:szCs w:val="16"/>
        </w:rPr>
        <w:alias w:val="Status"/>
        <w:tag w:val="DocStatus"/>
        <w:id w:val="776370498"/>
        <w:lock w:val="sdtLocked"/>
        <w:placeholder>
          <w:docPart w:val="422EF8D27E7E45709CE7DA45511874E6"/>
        </w:placeholder>
        <w:dataBinding w:xpath="/root[1]/DocStatus[1]" w:storeItemID="{04FCC22D-C615-4C5D-9373-0A3A21D4C977}"/>
        <w:comboBox w:lastValue="Approved">
          <w:listItem w:value="Choose an item."/>
          <w:listItem w:displayText="Draft" w:value="Draft"/>
          <w:listItem w:displayText="Awaiting approval" w:value="Awaiting approval"/>
          <w:listItem w:displayText="Approved" w:value="Approved"/>
          <w:listItem w:displayText=" " w:value="  "/>
        </w:comboBox>
      </w:sdtPr>
      <w:sdtEndPr/>
      <w:sdtContent>
        <w:r w:rsidR="00FD329B">
          <w:rPr>
            <w:szCs w:val="16"/>
          </w:rPr>
          <w:t>Approved</w:t>
        </w:r>
      </w:sdtContent>
    </w:sdt>
    <w:r w:rsidRPr="00877406">
      <w:rPr>
        <w:szCs w:val="16"/>
      </w:rPr>
      <w:t xml:space="preserve"> </w:t>
    </w:r>
    <w:sdt>
      <w:sdtPr>
        <w:rPr>
          <w:szCs w:val="16"/>
        </w:rPr>
        <w:alias w:val="Audience"/>
        <w:tag w:val="Audience"/>
        <w:id w:val="751858182"/>
        <w:lock w:val="sdtLocked"/>
        <w:placeholder>
          <w:docPart w:val="19CC5F399E5B4CDDAADC743CE493C235"/>
        </w:placeholder>
        <w:dataBinding w:xpath="/root[1]/Audience[1]" w:storeItemID="{04FCC22D-C615-4C5D-9373-0A3A21D4C977}"/>
        <w:comboBox w:lastValue="for external">
          <w:listItem w:value="Choose an item."/>
          <w:listItem w:displayText="for internal" w:value="for internal"/>
          <w:listItem w:displayText=" " w:value="  "/>
        </w:comboBox>
      </w:sdtPr>
      <w:sdtEndPr/>
      <w:sdtContent>
        <w:r w:rsidR="007459EE">
          <w:rPr>
            <w:szCs w:val="16"/>
          </w:rPr>
          <w:t>for external</w:t>
        </w:r>
      </w:sdtContent>
    </w:sdt>
    <w:r w:rsidRPr="00877406">
      <w:rPr>
        <w:szCs w:val="16"/>
      </w:rPr>
      <w:t xml:space="preserve"> </w:t>
    </w:r>
    <w:sdt>
      <w:sdtPr>
        <w:alias w:val="Intended use of approved document"/>
        <w:tag w:val="IntendedUse"/>
        <w:id w:val="-1537964430"/>
        <w:lock w:val="sdtLocked"/>
        <w:placeholder>
          <w:docPart w:val="ABE1FAB21626496AB43DC26B278BF744"/>
        </w:placeholder>
        <w:dataBinding w:xpath="/root[1]/IntendedUse[1]" w:storeItemID="{04FCC22D-C615-4C5D-9373-0A3A21D4C977}"/>
        <w:comboBox w:lastValue="use">
          <w:listItem w:value="Choose an item."/>
          <w:listItem w:displayText="trial use" w:value="trial use"/>
          <w:listItem w:displayText="consultation" w:value="consultation"/>
          <w:listItem w:displayText="review" w:value="review"/>
          <w:listItem w:displayText="use" w:value="use"/>
          <w:listItem w:displayText="information" w:value="information"/>
          <w:listItem w:displayText=" " w:value="  "/>
        </w:comboBox>
      </w:sdtPr>
      <w:sdtEndPr>
        <w:rPr>
          <w:rStyle w:val="PlaceholderText"/>
          <w:color w:val="5C5F60" w:themeColor="text2" w:themeShade="80"/>
        </w:rPr>
      </w:sdtEndPr>
      <w:sdtContent>
        <w:r w:rsidR="007459EE">
          <w:t>use</w:t>
        </w:r>
      </w:sdtContent>
    </w:sdt>
    <w:r>
      <w:rPr>
        <w:noProof/>
      </w:rPr>
      <w:ptab w:relativeTo="margin" w:alignment="right" w:leader="none"/>
    </w:r>
    <w:r w:rsidRPr="008C4956">
      <w:t xml:space="preserve"> </w:t>
    </w:r>
    <w:sdt>
      <w:sdtPr>
        <w:alias w:val="Date of approval (complete AFTER approval)"/>
        <w:tag w:val="DateOfApproval"/>
        <w:id w:val="803659021"/>
        <w:lock w:val="sdtLocked"/>
        <w:placeholder>
          <w:docPart w:val="A5BFF01E72DF40908F15DB04DCF1C827"/>
        </w:placeholder>
        <w:dataBinding w:xpath="/root[1]/dateOfApproval[1]" w:storeItemID="{04FCC22D-C615-4C5D-9373-0A3A21D4C977}"/>
        <w:date w:fullDate="2025-07-07T00:00:00Z">
          <w:dateFormat w:val="d MMMM yyyy"/>
          <w:lid w:val="en-AU"/>
          <w:storeMappedDataAs w:val="dateTime"/>
          <w:calendar w:val="gregorian"/>
        </w:date>
      </w:sdtPr>
      <w:sdtEndPr/>
      <w:sdtContent>
        <w:r w:rsidR="00FD329B">
          <w:t>7 July 2025</w:t>
        </w:r>
      </w:sdtContent>
    </w:sdt>
  </w:p>
  <w:p w14:paraId="7959E2FA" w14:textId="79EFA8F1" w:rsidR="009929F4" w:rsidRPr="00FE1CAE" w:rsidRDefault="00FD329B" w:rsidP="00FE1CAE">
    <w:pPr>
      <w:pStyle w:val="Footer"/>
      <w:pBdr>
        <w:top w:val="none" w:sz="0" w:space="0" w:color="auto"/>
      </w:pBdr>
    </w:pPr>
    <w:sdt>
      <w:sdtPr>
        <w:alias w:val="Draft version number"/>
        <w:tag w:val="DocumentVersionNumber"/>
        <w:id w:val="-1489931029"/>
        <w:lock w:val="sdtLocked"/>
        <w:placeholder>
          <w:docPart w:val="3CF40EA4B7D2421DA36B5583A6F20BD7"/>
        </w:placeholder>
        <w:dataBinding w:xpath="/root[1]/DraftVersionNumber[1]" w:storeItemID="{04FCC22D-C615-4C5D-9373-0A3A21D4C977}"/>
        <w:comboBox w:lastValue=" ">
          <w:listItem w:displayText="Select the version number or select blank for approved document" w:value="Select the version number or select blank for approved document"/>
          <w:listItem w:displayText=" " w:value=" "/>
          <w:listItem w:displayText="Draft version 001" w:value="Draft version 001"/>
          <w:listItem w:displayText="Draft version 002" w:value="Draft version 002"/>
          <w:listItem w:displayText="Draft version 003" w:value="Draft version 003"/>
          <w:listItem w:displayText="Draft version 004" w:value="Draft version 004"/>
          <w:listItem w:displayText="Draft version 005" w:value="Draft version005"/>
          <w:listItem w:displayText="Draft version 006" w:value="Draft version 006"/>
          <w:listItem w:displayText="Draft version 007" w:value="Draft version 007"/>
          <w:listItem w:displayText="Draft version 008" w:value="Draft version 008"/>
          <w:listItem w:displayText="Draft version 009" w:value="Draft version 009"/>
          <w:listItem w:displayText="Draft version 010" w:value="Draft version 010"/>
          <w:listItem w:displayText="Draft version 011" w:value="Draft version 011"/>
          <w:listItem w:displayText="Draft version 012" w:value="Draft version 012"/>
        </w:comboBox>
      </w:sdtPr>
      <w:sdtEndPr>
        <w:rPr>
          <w:rStyle w:val="PlaceholderText"/>
          <w:color w:val="5C5F60" w:themeColor="text2" w:themeShade="80"/>
        </w:rPr>
      </w:sdtEndPr>
      <w:sdtContent>
        <w:r w:rsidR="009929F4">
          <w:t xml:space="preserve"> </w:t>
        </w:r>
      </w:sdtContent>
    </w:sdt>
    <w:r w:rsidR="009929F4" w:rsidRPr="00FE1CAE">
      <w:t xml:space="preserve"> </w:t>
    </w:r>
    <w:r w:rsidR="009929F4" w:rsidRPr="00FE1CAE">
      <w:ptab w:relativeTo="margin" w:alignment="right" w:leader="none"/>
    </w:r>
    <w:r w:rsidR="009929F4" w:rsidRPr="00FE1CAE">
      <w:t xml:space="preserve"> </w:t>
    </w:r>
    <w:sdt>
      <w:sdtPr>
        <w:alias w:val="Document identifier"/>
        <w:tag w:val="DocumentID"/>
        <w:id w:val="1558743252"/>
        <w:lock w:val="sdtLocked"/>
        <w:dataBinding w:xpath="/root[1]/DocumentID[1]" w:storeItemID="{04FCC22D-C615-4C5D-9373-0A3A21D4C977}"/>
        <w:text/>
      </w:sdtPr>
      <w:sdtEndPr/>
      <w:sdtContent>
        <w:r w:rsidR="00B71C9E">
          <w:t>CRM Reference Number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9DF2" w14:textId="2CF5FF5D" w:rsidR="009929F4" w:rsidRDefault="00FD329B" w:rsidP="00140AF1">
    <w:pPr>
      <w:pStyle w:val="Footer"/>
      <w:spacing w:before="400"/>
    </w:pPr>
    <w:sdt>
      <w:sdtPr>
        <w:alias w:val="Date of approval (complete AFTER approval)"/>
        <w:tag w:val="DateOfApproval"/>
        <w:id w:val="-1413391564"/>
        <w:lock w:val="sdtLocked"/>
        <w:placeholder>
          <w:docPart w:val="7C22727066E240D99F066AE3A7AC32C3"/>
        </w:placeholder>
        <w:dataBinding w:xpath="/root[1]/dateOfApproval[1]" w:storeItemID="{04FCC22D-C615-4C5D-9373-0A3A21D4C977}"/>
        <w:date w:fullDate="2025-07-07T00:00:00Z">
          <w:dateFormat w:val="d MMMM yyyy"/>
          <w:lid w:val="en-AU"/>
          <w:storeMappedDataAs w:val="dateTime"/>
          <w:calendar w:val="gregorian"/>
        </w:date>
      </w:sdtPr>
      <w:sdtEndPr/>
      <w:sdtContent>
        <w:r>
          <w:t>7 July 2025</w:t>
        </w:r>
      </w:sdtContent>
    </w:sdt>
    <w:r w:rsidR="009929F4">
      <w:rPr>
        <w:noProof/>
      </w:rPr>
      <w:t xml:space="preserve"> </w:t>
    </w:r>
    <w:r w:rsidR="009929F4">
      <w:rPr>
        <w:noProof/>
      </w:rPr>
      <w:ptab w:relativeTo="margin" w:alignment="center" w:leader="none"/>
    </w:r>
    <w:sdt>
      <w:sdtPr>
        <w:rPr>
          <w:szCs w:val="16"/>
        </w:rPr>
        <w:alias w:val="Status"/>
        <w:tag w:val="DocStatus"/>
        <w:id w:val="1004325696"/>
        <w:lock w:val="sdtLocked"/>
        <w:placeholder>
          <w:docPart w:val="80A396CA1B9946D5983C23EE3B600321"/>
        </w:placeholder>
        <w:dataBinding w:xpath="/root[1]/DocStatus[1]" w:storeItemID="{04FCC22D-C615-4C5D-9373-0A3A21D4C977}"/>
        <w:comboBox w:lastValue="Approved">
          <w:listItem w:value="Choose an item."/>
          <w:listItem w:displayText="Draft" w:value="Draft"/>
          <w:listItem w:displayText="Awaiting approval" w:value="Awaiting approval"/>
          <w:listItem w:displayText="Approved" w:value="Approved"/>
          <w:listItem w:displayText=" " w:value="  "/>
        </w:comboBox>
      </w:sdtPr>
      <w:sdtEndPr/>
      <w:sdtContent>
        <w:r>
          <w:rPr>
            <w:szCs w:val="16"/>
          </w:rPr>
          <w:t>Approved</w:t>
        </w:r>
      </w:sdtContent>
    </w:sdt>
    <w:r w:rsidR="009929F4" w:rsidRPr="00877406">
      <w:rPr>
        <w:szCs w:val="16"/>
      </w:rPr>
      <w:t xml:space="preserve"> </w:t>
    </w:r>
    <w:sdt>
      <w:sdtPr>
        <w:rPr>
          <w:szCs w:val="16"/>
        </w:rPr>
        <w:alias w:val="Audience"/>
        <w:tag w:val="Audience"/>
        <w:id w:val="-995255661"/>
        <w:lock w:val="sdtLocked"/>
        <w:placeholder>
          <w:docPart w:val="E39244FB7131408DA8660ED276057B3F"/>
        </w:placeholder>
        <w:dataBinding w:xpath="/root[1]/Audience[1]" w:storeItemID="{04FCC22D-C615-4C5D-9373-0A3A21D4C977}"/>
        <w:comboBox w:lastValue="for external">
          <w:listItem w:value="Choose an item."/>
          <w:listItem w:displayText="for internal" w:value="for internal"/>
          <w:listItem w:displayText=" " w:value="  "/>
        </w:comboBox>
      </w:sdtPr>
      <w:sdtEndPr/>
      <w:sdtContent>
        <w:r w:rsidR="007459EE">
          <w:rPr>
            <w:szCs w:val="16"/>
          </w:rPr>
          <w:t>for external</w:t>
        </w:r>
      </w:sdtContent>
    </w:sdt>
    <w:r w:rsidR="009929F4">
      <w:rPr>
        <w:szCs w:val="16"/>
      </w:rPr>
      <w:t xml:space="preserve"> </w:t>
    </w:r>
    <w:sdt>
      <w:sdtPr>
        <w:alias w:val="Intended use of approved document"/>
        <w:tag w:val="IntendedUse"/>
        <w:id w:val="1316214609"/>
        <w:lock w:val="sdtLocked"/>
        <w:placeholder>
          <w:docPart w:val="28CB831EC22640B9856914074BD64611"/>
        </w:placeholder>
        <w:dataBinding w:xpath="/root[1]/IntendedUse[1]" w:storeItemID="{04FCC22D-C615-4C5D-9373-0A3A21D4C977}"/>
        <w:comboBox w:lastValue="use">
          <w:listItem w:value="Choose an item."/>
          <w:listItem w:displayText="trial use" w:value="trial use"/>
          <w:listItem w:displayText="consultation" w:value="consultation"/>
          <w:listItem w:displayText="review" w:value="review"/>
          <w:listItem w:displayText="use" w:value="use"/>
          <w:listItem w:displayText="information" w:value="information"/>
          <w:listItem w:displayText=" " w:value="  "/>
        </w:comboBox>
      </w:sdtPr>
      <w:sdtEndPr>
        <w:rPr>
          <w:rStyle w:val="PlaceholderText"/>
          <w:color w:val="5C5F60" w:themeColor="text2" w:themeShade="80"/>
        </w:rPr>
      </w:sdtEndPr>
      <w:sdtContent>
        <w:r w:rsidR="007459EE">
          <w:t>use</w:t>
        </w:r>
      </w:sdtContent>
    </w:sdt>
    <w:r w:rsidR="009929F4">
      <w:rPr>
        <w:rStyle w:val="PageNumber"/>
        <w:noProof/>
      </w:rPr>
      <w:ptab w:relativeTo="margin" w:alignment="right" w:leader="none"/>
    </w:r>
    <w:r w:rsidR="009929F4" w:rsidRPr="00E20277">
      <w:rPr>
        <w:rStyle w:val="PageNumber"/>
        <w:noProof/>
      </w:rPr>
      <w:fldChar w:fldCharType="begin"/>
    </w:r>
    <w:r w:rsidR="009929F4" w:rsidRPr="00E20277">
      <w:rPr>
        <w:rStyle w:val="PageNumber"/>
        <w:noProof/>
      </w:rPr>
      <w:instrText xml:space="preserve"> PAGE  \* Arabic  \* MERGEFORMAT </w:instrText>
    </w:r>
    <w:r w:rsidR="009929F4"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5</w:t>
    </w:r>
    <w:r w:rsidR="009929F4" w:rsidRPr="00E20277">
      <w:rPr>
        <w:rStyle w:val="PageNumber"/>
        <w:noProof/>
      </w:rPr>
      <w:fldChar w:fldCharType="end"/>
    </w:r>
    <w:r w:rsidR="009929F4" w:rsidRPr="00E20277">
      <w:rPr>
        <w:rStyle w:val="PageNumber"/>
        <w:noProof/>
      </w:rPr>
      <w:t xml:space="preserve"> of </w:t>
    </w:r>
    <w:r w:rsidR="009929F4" w:rsidRPr="00E20277">
      <w:rPr>
        <w:rStyle w:val="PageNumber"/>
        <w:noProof/>
      </w:rPr>
      <w:fldChar w:fldCharType="begin"/>
    </w:r>
    <w:r w:rsidR="009929F4" w:rsidRPr="00E20277">
      <w:rPr>
        <w:rStyle w:val="PageNumber"/>
        <w:noProof/>
      </w:rPr>
      <w:instrText xml:space="preserve"> NUMPAGES  \* Arabic  \* MERGEFORMAT </w:instrText>
    </w:r>
    <w:r w:rsidR="009929F4"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="009929F4" w:rsidRPr="00E20277">
      <w:rPr>
        <w:rStyle w:val="PageNumber"/>
        <w:noProof/>
      </w:rPr>
      <w:fldChar w:fldCharType="end"/>
    </w:r>
  </w:p>
  <w:p w14:paraId="7DFC0E8C" w14:textId="47E18D1F" w:rsidR="009929F4" w:rsidRPr="00F43CA7" w:rsidRDefault="00FD329B" w:rsidP="00140AF1">
    <w:pPr>
      <w:pStyle w:val="Footer"/>
      <w:rPr>
        <w:szCs w:val="20"/>
      </w:rPr>
    </w:pPr>
    <w:sdt>
      <w:sdtPr>
        <w:rPr>
          <w:szCs w:val="20"/>
        </w:rPr>
        <w:alias w:val="Document identifier"/>
        <w:tag w:val="DocumentID"/>
        <w:id w:val="-1846627821"/>
        <w:lock w:val="sdtLocked"/>
        <w:dataBinding w:xpath="/root[1]/DocumentID[1]" w:storeItemID="{04FCC22D-C615-4C5D-9373-0A3A21D4C977}"/>
        <w:text/>
      </w:sdtPr>
      <w:sdtEndPr/>
      <w:sdtContent>
        <w:r w:rsidR="00B71C9E">
          <w:rPr>
            <w:szCs w:val="20"/>
          </w:rPr>
          <w:t>CRM Reference Number</w:t>
        </w:r>
      </w:sdtContent>
    </w:sdt>
    <w:r w:rsidR="009929F4" w:rsidRPr="00B60FCA">
      <w:rPr>
        <w:noProof/>
        <w:szCs w:val="20"/>
      </w:rPr>
      <w:t xml:space="preserve"> </w:t>
    </w:r>
    <w:r w:rsidR="009929F4" w:rsidRPr="00F43CA7">
      <w:rPr>
        <w:noProof/>
        <w:szCs w:val="20"/>
      </w:rPr>
      <w:ptab w:relativeTo="margin" w:alignment="right" w:leader="none"/>
    </w:r>
    <w:r w:rsidR="009929F4" w:rsidRPr="00F43CA7">
      <w:rPr>
        <w:rStyle w:val="PlaceholderText"/>
        <w:szCs w:val="20"/>
      </w:rPr>
      <w:t xml:space="preserve"> </w:t>
    </w:r>
    <w:sdt>
      <w:sdtPr>
        <w:rPr>
          <w:szCs w:val="20"/>
        </w:rPr>
        <w:alias w:val="Draft version number"/>
        <w:tag w:val="DocumentVersionNumber"/>
        <w:id w:val="-1409229784"/>
        <w:lock w:val="sdtLocked"/>
        <w:placeholder>
          <w:docPart w:val="5CE4F5C9600D4987BA0BADDD5B4D17A9"/>
        </w:placeholder>
        <w:dataBinding w:xpath="/root[1]/DraftVersionNumber[1]" w:storeItemID="{04FCC22D-C615-4C5D-9373-0A3A21D4C977}"/>
        <w:comboBox w:lastValue=" ">
          <w:listItem w:displayText="Select the version number or select blank for approved document" w:value="Select the version number or select blank for approved document"/>
          <w:listItem w:displayText=" " w:value=" "/>
          <w:listItem w:displayText="Draft version 001" w:value="Draft version 001"/>
          <w:listItem w:displayText="Draft version 002" w:value="Draft version 002"/>
          <w:listItem w:displayText="Draft version 003" w:value="Draft version 003"/>
          <w:listItem w:displayText="Draft version 004" w:value="Draft version 004"/>
          <w:listItem w:displayText="Draft version 005" w:value="Draft version005"/>
          <w:listItem w:displayText="Draft version 006" w:value="Draft version 006"/>
          <w:listItem w:displayText="Draft version 007" w:value="Draft version 007"/>
          <w:listItem w:displayText="Draft version 008" w:value="Draft version 008"/>
          <w:listItem w:displayText="Draft version 009" w:value="Draft version 009"/>
          <w:listItem w:displayText="Draft version 010" w:value="Draft version 010"/>
          <w:listItem w:displayText="Draft version 011" w:value="Draft version 011"/>
          <w:listItem w:displayText="Draft version 012" w:value="Draft version 012"/>
        </w:comboBox>
      </w:sdtPr>
      <w:sdtEndPr>
        <w:rPr>
          <w:rStyle w:val="PlaceholderText"/>
          <w:color w:val="5C5F60" w:themeColor="text2" w:themeShade="80"/>
        </w:rPr>
      </w:sdtEndPr>
      <w:sdtContent>
        <w:r w:rsidR="009929F4">
          <w:rPr>
            <w:szCs w:val="20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CDF2" w14:textId="77777777" w:rsidR="00A26A42" w:rsidRDefault="00A26A42" w:rsidP="00763374">
      <w:r>
        <w:separator/>
      </w:r>
    </w:p>
  </w:footnote>
  <w:footnote w:type="continuationSeparator" w:id="0">
    <w:p w14:paraId="22566D81" w14:textId="77777777" w:rsidR="00A26A42" w:rsidRDefault="00A26A42" w:rsidP="0076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E454" w14:textId="77777777" w:rsidR="009929F4" w:rsidRPr="002B67CC" w:rsidRDefault="009929F4" w:rsidP="005D5A7E">
    <w:pPr>
      <w:pStyle w:val="Header"/>
      <w:spacing w:before="240" w:after="600"/>
    </w:pPr>
    <w:r>
      <w:t>Australian Digital Health Agency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362F" w14:textId="77777777" w:rsidR="009929F4" w:rsidRDefault="009929F4" w:rsidP="00FE754B">
    <w:pPr>
      <w:jc w:val="center"/>
      <w:rPr>
        <w:color w:val="A3A2A6"/>
      </w:rPr>
    </w:pPr>
    <w:r w:rsidRPr="00540AD9">
      <w:rPr>
        <w:b/>
        <w:noProof/>
        <w:color w:val="FF0000"/>
        <w:sz w:val="32"/>
        <w:szCs w:val="32"/>
        <w:lang w:eastAsia="en-AU"/>
      </w:rPr>
      <w:drawing>
        <wp:anchor distT="0" distB="0" distL="114300" distR="114300" simplePos="0" relativeHeight="251658240" behindDoc="1" locked="1" layoutInCell="1" allowOverlap="1" wp14:anchorId="2EBB36D8" wp14:editId="5F33DA5A">
          <wp:simplePos x="0" y="0"/>
          <wp:positionH relativeFrom="page">
            <wp:posOffset>540385</wp:posOffset>
          </wp:positionH>
          <wp:positionV relativeFrom="page">
            <wp:posOffset>530860</wp:posOffset>
          </wp:positionV>
          <wp:extent cx="2951480" cy="589915"/>
          <wp:effectExtent l="0" t="0" r="1270" b="635"/>
          <wp:wrapNone/>
          <wp:docPr id="1825189984" name="Picture 1825189984" descr="Australian Government - Australian Digital Health Agenc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1480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7B77">
      <w:rPr>
        <w:noProof/>
        <w:lang w:eastAsia="en-AU"/>
      </w:rPr>
      <w:drawing>
        <wp:anchor distT="0" distB="0" distL="114300" distR="114300" simplePos="0" relativeHeight="251658241" behindDoc="1" locked="1" layoutInCell="1" allowOverlap="1" wp14:anchorId="634C9F63" wp14:editId="0D8B7A00">
          <wp:simplePos x="0" y="0"/>
          <wp:positionH relativeFrom="page">
            <wp:posOffset>720090</wp:posOffset>
          </wp:positionH>
          <wp:positionV relativeFrom="page">
            <wp:posOffset>1871980</wp:posOffset>
          </wp:positionV>
          <wp:extent cx="6120000" cy="54000"/>
          <wp:effectExtent l="0" t="0" r="0" b="3175"/>
          <wp:wrapNone/>
          <wp:docPr id="259178587" name="Picture 2591785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 preferRelativeResize="0"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462B2" w14:textId="77777777" w:rsidR="009929F4" w:rsidRPr="00CD680B" w:rsidRDefault="009929F4" w:rsidP="00CD680B">
    <w:pPr>
      <w:pStyle w:val="BodyText"/>
      <w:spacing w:after="0"/>
      <w:rPr>
        <w:rStyle w:val="BodyTextChar"/>
        <w:color w:val="A3A2A6"/>
        <w:sz w:val="2"/>
      </w:rPr>
    </w:pPr>
    <w:r w:rsidRPr="00CD680B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DCCC" w14:textId="257D17B6" w:rsidR="009929F4" w:rsidRPr="00137837" w:rsidRDefault="00FD329B" w:rsidP="00062598">
    <w:pPr>
      <w:pStyle w:val="Header"/>
      <w:spacing w:after="600"/>
      <w:jc w:val="right"/>
    </w:pPr>
    <w:sdt>
      <w:sdtPr>
        <w:alias w:val="Subject"/>
        <w:tag w:val=""/>
        <w:id w:val="560222303"/>
        <w:placeholder>
          <w:docPart w:val="03F7DB4FC26D430999EFE664AE6F80E1"/>
        </w:placeholder>
        <w:dataBinding w:xpath="/root[1]/Subject[1]" w:storeItemID="{04FCC22D-C615-4C5D-9373-0A3A21D4C977}"/>
        <w:text/>
      </w:sdtPr>
      <w:sdtEndPr/>
      <w:sdtContent>
        <w:r w:rsidR="002F0270">
          <w:t>Healthcare Identifiers Service</w:t>
        </w:r>
      </w:sdtContent>
    </w:sdt>
    <w:r w:rsidR="009929F4" w:rsidRPr="00A94CA2">
      <w:t xml:space="preserve"> </w:t>
    </w:r>
    <w:r w:rsidR="009929F4">
      <w:br/>
    </w:r>
    <w:sdt>
      <w:sdtPr>
        <w:alias w:val="Title"/>
        <w:tag w:val=""/>
        <w:id w:val="-1446463978"/>
        <w:lock w:val="sdtLocked"/>
        <w:placeholder>
          <w:docPart w:val="C477CD83FF2247EFBB91F9D350A67A70"/>
        </w:placeholder>
        <w:dataBinding w:xpath="/root[1]/Title[1]" w:storeItemID="{04FCC22D-C615-4C5D-9373-0A3A21D4C977}"/>
        <w:text/>
      </w:sdtPr>
      <w:sdtEndPr/>
      <w:sdtContent>
        <w:r w:rsidR="009929F4">
          <w:t>Conformance Vendor Declaration Form</w:t>
        </w:r>
      </w:sdtContent>
    </w:sdt>
    <w:r w:rsidR="009929F4">
      <w:t xml:space="preserve"> </w:t>
    </w:r>
    <w:sdt>
      <w:sdtPr>
        <w:alias w:val="Version"/>
        <w:tag w:val="Version"/>
        <w:id w:val="-2023463911"/>
        <w:placeholder>
          <w:docPart w:val="D230E16221B741B0819530DA7FF461DC"/>
        </w:placeholder>
        <w:dataBinding w:xpath="/root[1]/DocVersion[1]" w:storeItemID="{04FCC22D-C615-4C5D-9373-0A3A21D4C977}"/>
        <w:text/>
      </w:sdtPr>
      <w:sdtEndPr/>
      <w:sdtContent>
        <w:r w:rsidR="00301183">
          <w:t>v5.0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F5C67A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F4A4E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6A6C395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F29284E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1E8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1736DC"/>
    <w:multiLevelType w:val="multilevel"/>
    <w:tmpl w:val="1488FAF2"/>
    <w:numStyleLink w:val="AppendixList"/>
  </w:abstractNum>
  <w:abstractNum w:abstractNumId="6" w15:restartNumberingAfterBreak="0">
    <w:nsid w:val="0B0748E2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13137EE0"/>
    <w:multiLevelType w:val="multilevel"/>
    <w:tmpl w:val="A8F68A4C"/>
    <w:numStyleLink w:val="ListBullets"/>
  </w:abstractNum>
  <w:abstractNum w:abstractNumId="8" w15:restartNumberingAfterBreak="0">
    <w:nsid w:val="147B6BED"/>
    <w:multiLevelType w:val="multilevel"/>
    <w:tmpl w:val="8DB25F20"/>
    <w:styleLink w:val="Bullets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276" w:hanging="426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1701" w:hanging="426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2126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551" w:hanging="426"/>
      </w:pPr>
      <w:rPr>
        <w:rFonts w:hint="default"/>
      </w:rPr>
    </w:lvl>
    <w:lvl w:ilvl="5">
      <w:start w:val="1"/>
      <w:numFmt w:val="none"/>
      <w:lvlText w:val=""/>
      <w:lvlJc w:val="left"/>
      <w:pPr>
        <w:ind w:left="2976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3401" w:hanging="426"/>
      </w:pPr>
      <w:rPr>
        <w:rFonts w:hint="default"/>
      </w:rPr>
    </w:lvl>
    <w:lvl w:ilvl="7">
      <w:start w:val="1"/>
      <w:numFmt w:val="none"/>
      <w:lvlText w:val=""/>
      <w:lvlJc w:val="left"/>
      <w:pPr>
        <w:ind w:left="3826" w:hanging="426"/>
      </w:pPr>
      <w:rPr>
        <w:rFonts w:hint="default"/>
      </w:rPr>
    </w:lvl>
    <w:lvl w:ilvl="8">
      <w:start w:val="1"/>
      <w:numFmt w:val="none"/>
      <w:lvlText w:val=""/>
      <w:lvlJc w:val="left"/>
      <w:pPr>
        <w:ind w:left="4251" w:hanging="426"/>
      </w:pPr>
      <w:rPr>
        <w:rFonts w:hint="default"/>
      </w:rPr>
    </w:lvl>
  </w:abstractNum>
  <w:abstractNum w:abstractNumId="9" w15:restartNumberingAfterBreak="0">
    <w:nsid w:val="16C35D5F"/>
    <w:multiLevelType w:val="multilevel"/>
    <w:tmpl w:val="B28045E8"/>
    <w:styleLink w:val="111111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183A312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5721D2"/>
    <w:multiLevelType w:val="multilevel"/>
    <w:tmpl w:val="C2885BDC"/>
    <w:lvl w:ilvl="0">
      <w:start w:val="1"/>
      <w:numFmt w:val="decimal"/>
      <w:pStyle w:val="ListNumber"/>
      <w:lvlText w:val="%1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409"/>
        </w:tabs>
        <w:ind w:left="0" w:firstLine="21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2126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212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21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212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2126"/>
      </w:pPr>
      <w:rPr>
        <w:rFonts w:hint="default"/>
      </w:rPr>
    </w:lvl>
  </w:abstractNum>
  <w:abstractNum w:abstractNumId="12" w15:restartNumberingAfterBreak="0">
    <w:nsid w:val="23720F84"/>
    <w:multiLevelType w:val="multilevel"/>
    <w:tmpl w:val="203E6050"/>
    <w:lvl w:ilvl="0">
      <w:start w:val="1"/>
      <w:numFmt w:val="none"/>
      <w:pStyle w:val="Headingunnumbered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unnumbered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unnumbered3"/>
      <w:suff w:val="nothing"/>
      <w:lvlText w:val=""/>
      <w:lvlJc w:val="left"/>
      <w:pPr>
        <w:ind w:left="0" w:firstLine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951234"/>
    <w:multiLevelType w:val="multilevel"/>
    <w:tmpl w:val="7A64F2EA"/>
    <w:styleLink w:val="Tablebullets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"/>
      <w:lvlJc w:val="left"/>
      <w:pPr>
        <w:tabs>
          <w:tab w:val="num" w:pos="567"/>
        </w:tabs>
        <w:ind w:left="567" w:hanging="283"/>
      </w:pPr>
      <w:rPr>
        <w:rFonts w:ascii="Webdings" w:hAnsi="Webdings" w:hint="default"/>
        <w:color w:val="auto"/>
      </w:rPr>
    </w:lvl>
    <w:lvl w:ilvl="2">
      <w:start w:val="1"/>
      <w:numFmt w:val="bullet"/>
      <w:pStyle w:val="Tablebullet3"/>
      <w:lvlText w:val="-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color w:val="auto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29375B05"/>
    <w:multiLevelType w:val="multilevel"/>
    <w:tmpl w:val="9564880A"/>
    <w:lvl w:ilvl="0">
      <w:start w:val="1"/>
      <w:numFmt w:val="none"/>
      <w:pStyle w:val="Heading1unnumbered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unnumbered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unnumbered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BBD3367"/>
    <w:multiLevelType w:val="multilevel"/>
    <w:tmpl w:val="855806D4"/>
    <w:lvl w:ilvl="0">
      <w:start w:val="1"/>
      <w:numFmt w:val="bullet"/>
      <w:pStyle w:val="List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tabs>
          <w:tab w:val="num" w:pos="2126"/>
        </w:tabs>
        <w:ind w:left="2126" w:hanging="425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1985"/>
        </w:tabs>
        <w:ind w:left="2552" w:hanging="426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tabs>
          <w:tab w:val="num" w:pos="2834"/>
        </w:tabs>
        <w:ind w:left="3260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59"/>
        </w:tabs>
        <w:ind w:left="3685" w:hanging="426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4"/>
        </w:tabs>
        <w:ind w:left="4110" w:hanging="42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09"/>
        </w:tabs>
        <w:ind w:left="4535" w:hanging="42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4"/>
        </w:tabs>
        <w:ind w:left="4960" w:hanging="4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959"/>
        </w:tabs>
        <w:ind w:left="5385" w:hanging="426"/>
      </w:pPr>
      <w:rPr>
        <w:rFonts w:hint="default"/>
      </w:rPr>
    </w:lvl>
  </w:abstractNum>
  <w:abstractNum w:abstractNumId="16" w15:restartNumberingAfterBreak="0">
    <w:nsid w:val="2C491916"/>
    <w:multiLevelType w:val="multilevel"/>
    <w:tmpl w:val="887ECC36"/>
    <w:styleLink w:val="Bulleted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%1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%1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%1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%1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%1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F3E24DF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3935453"/>
    <w:multiLevelType w:val="multilevel"/>
    <w:tmpl w:val="46B04F50"/>
    <w:lvl w:ilvl="0">
      <w:start w:val="1"/>
      <w:numFmt w:val="decimal"/>
      <w:lvlText w:val="%1"/>
      <w:lvlJc w:val="left"/>
      <w:pPr>
        <w:tabs>
          <w:tab w:val="num" w:pos="1559"/>
        </w:tabs>
        <w:ind w:left="1559" w:hanging="425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985"/>
        </w:tabs>
        <w:ind w:left="1984" w:hanging="425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2410"/>
        </w:tabs>
        <w:ind w:left="2409" w:hanging="425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409"/>
        </w:tabs>
        <w:ind w:left="0" w:firstLine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34"/>
        </w:tabs>
        <w:ind w:left="0" w:firstLine="113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59"/>
        </w:tabs>
        <w:ind w:left="0" w:firstLine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84"/>
        </w:tabs>
        <w:ind w:left="0" w:firstLine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09"/>
        </w:tabs>
        <w:ind w:left="0" w:firstLine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34"/>
        </w:tabs>
        <w:ind w:left="0" w:firstLine="1134"/>
      </w:pPr>
      <w:rPr>
        <w:rFonts w:hint="default"/>
      </w:rPr>
    </w:lvl>
  </w:abstractNum>
  <w:abstractNum w:abstractNumId="19" w15:restartNumberingAfterBreak="0">
    <w:nsid w:val="34ED24DE"/>
    <w:multiLevelType w:val="multilevel"/>
    <w:tmpl w:val="CF5697E8"/>
    <w:styleLink w:val="Tablenumber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35D6171B"/>
    <w:multiLevelType w:val="multilevel"/>
    <w:tmpl w:val="A8F68A4C"/>
    <w:styleLink w:val="ListBullets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10"/>
        </w:tabs>
        <w:ind w:left="2410" w:hanging="426"/>
      </w:pPr>
      <w:rPr>
        <w:rFonts w:ascii="Courier New" w:hAnsi="Courier New" w:hint="default"/>
      </w:rPr>
    </w:lvl>
    <w:lvl w:ilvl="2">
      <w:start w:val="1"/>
      <w:numFmt w:val="bullet"/>
      <w:lvlText w:val="–"/>
      <w:lvlJc w:val="left"/>
      <w:pPr>
        <w:tabs>
          <w:tab w:val="num" w:pos="2835"/>
        </w:tabs>
        <w:ind w:left="2835" w:hanging="426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tabs>
          <w:tab w:val="num" w:pos="2834"/>
        </w:tabs>
        <w:ind w:left="3260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59"/>
        </w:tabs>
        <w:ind w:left="3685" w:hanging="426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4"/>
        </w:tabs>
        <w:ind w:left="4110" w:hanging="42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09"/>
        </w:tabs>
        <w:ind w:left="4535" w:hanging="42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4"/>
        </w:tabs>
        <w:ind w:left="4960" w:hanging="4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959"/>
        </w:tabs>
        <w:ind w:left="5385" w:hanging="426"/>
      </w:pPr>
      <w:rPr>
        <w:rFonts w:hint="default"/>
      </w:rPr>
    </w:lvl>
  </w:abstractNum>
  <w:abstractNum w:abstractNumId="21" w15:restartNumberingAfterBreak="0">
    <w:nsid w:val="41BB684C"/>
    <w:multiLevelType w:val="hybridMultilevel"/>
    <w:tmpl w:val="070CC864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3740BAE"/>
    <w:multiLevelType w:val="hybridMultilevel"/>
    <w:tmpl w:val="6D9A0CDE"/>
    <w:lvl w:ilvl="0" w:tplc="0C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47F377BB"/>
    <w:multiLevelType w:val="multilevel"/>
    <w:tmpl w:val="0E24E644"/>
    <w:styleLink w:val="HeadingsLongDocument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4">
      <w:start w:val="1"/>
      <w:numFmt w:val="none"/>
      <w:suff w:val="nothing"/>
      <w:lvlText w:val=""/>
      <w:lvlJc w:val="left"/>
      <w:pPr>
        <w:ind w:left="0" w:firstLine="1134"/>
      </w:pPr>
      <w:rPr>
        <w:rFonts w:hint="default"/>
        <w:b/>
      </w:rPr>
    </w:lvl>
    <w:lvl w:ilvl="5">
      <w:start w:val="1"/>
      <w:numFmt w:val="none"/>
      <w:suff w:val="nothing"/>
      <w:lvlText w:val=""/>
      <w:lvlJc w:val="left"/>
      <w:pPr>
        <w:ind w:left="0" w:firstLine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1134"/>
      </w:pPr>
      <w:rPr>
        <w:rFonts w:hint="default"/>
      </w:rPr>
    </w:lvl>
  </w:abstractNum>
  <w:abstractNum w:abstractNumId="24" w15:restartNumberingAfterBreak="0">
    <w:nsid w:val="4825713C"/>
    <w:multiLevelType w:val="multilevel"/>
    <w:tmpl w:val="1488FAF2"/>
    <w:styleLink w:val="AppendixList"/>
    <w:lvl w:ilvl="0">
      <w:start w:val="1"/>
      <w:numFmt w:val="upperLetter"/>
      <w:lvlText w:val="Appendix %1"/>
      <w:lvlJc w:val="left"/>
      <w:pPr>
        <w:tabs>
          <w:tab w:val="num" w:pos="3119"/>
        </w:tabs>
        <w:ind w:left="3119" w:hanging="311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9475C79"/>
    <w:multiLevelType w:val="multilevel"/>
    <w:tmpl w:val="9C109D80"/>
    <w:lvl w:ilvl="0">
      <w:start w:val="1"/>
      <w:numFmt w:val="upperLetter"/>
      <w:lvlText w:val="Appendix %1"/>
      <w:lvlJc w:val="left"/>
      <w:pPr>
        <w:tabs>
          <w:tab w:val="num" w:pos="3119"/>
        </w:tabs>
        <w:ind w:left="3119" w:hanging="311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DBE384C"/>
    <w:multiLevelType w:val="multilevel"/>
    <w:tmpl w:val="5EC4DC20"/>
    <w:styleLink w:val="Numberedsteps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6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425" w:hanging="425"/>
      </w:pPr>
      <w:rPr>
        <w:rFonts w:hint="default"/>
      </w:rPr>
    </w:lvl>
  </w:abstractNum>
  <w:abstractNum w:abstractNumId="27" w15:restartNumberingAfterBreak="0">
    <w:nsid w:val="54E354A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50D0BC4"/>
    <w:multiLevelType w:val="multilevel"/>
    <w:tmpl w:val="CF5697E8"/>
    <w:styleLink w:val="Unnumberedheadings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9" w15:restartNumberingAfterBreak="0">
    <w:nsid w:val="5D026FF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60AD13F8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61885C6C"/>
    <w:multiLevelType w:val="multilevel"/>
    <w:tmpl w:val="C31ED570"/>
    <w:lvl w:ilvl="0">
      <w:start w:val="1"/>
      <w:numFmt w:val="upperLetter"/>
      <w:lvlText w:val="Appendix %1"/>
      <w:lvlJc w:val="left"/>
      <w:pPr>
        <w:tabs>
          <w:tab w:val="num" w:pos="311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b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2103D7C"/>
    <w:multiLevelType w:val="hybridMultilevel"/>
    <w:tmpl w:val="EF2A9D6A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4C51B51"/>
    <w:multiLevelType w:val="multilevel"/>
    <w:tmpl w:val="09AEBD5C"/>
    <w:lvl w:ilvl="0">
      <w:start w:val="1"/>
      <w:numFmt w:val="upperLetter"/>
      <w:pStyle w:val="Appendix1"/>
      <w:lvlText w:val="Appendix %1"/>
      <w:lvlJc w:val="left"/>
      <w:pPr>
        <w:tabs>
          <w:tab w:val="num" w:pos="1985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ppendix3"/>
      <w:lvlText w:val="%1.%2.%3"/>
      <w:lvlJc w:val="left"/>
      <w:pPr>
        <w:tabs>
          <w:tab w:val="num" w:pos="1985"/>
        </w:tabs>
        <w:ind w:left="1985" w:hanging="1134"/>
      </w:pPr>
      <w:rPr>
        <w:rFonts w:hint="default"/>
      </w:rPr>
    </w:lvl>
    <w:lvl w:ilvl="3">
      <w:start w:val="1"/>
      <w:numFmt w:val="decimal"/>
      <w:pStyle w:val="Appendix4"/>
      <w:lvlText w:val="%1.%2.%3.%4"/>
      <w:lvlJc w:val="left"/>
      <w:pPr>
        <w:tabs>
          <w:tab w:val="num" w:pos="1985"/>
        </w:tabs>
        <w:ind w:left="1985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4E16168"/>
    <w:multiLevelType w:val="multilevel"/>
    <w:tmpl w:val="3EDCCF54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>
      <w:start w:val="1"/>
      <w:numFmt w:val="bullet"/>
      <w:pStyle w:val="Bullet2"/>
      <w:lvlText w:val="○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2">
      <w:start w:val="1"/>
      <w:numFmt w:val="bullet"/>
      <w:pStyle w:val="Bullet3"/>
      <w:lvlText w:val="–"/>
      <w:lvlJc w:val="left"/>
      <w:pPr>
        <w:tabs>
          <w:tab w:val="num" w:pos="1701"/>
        </w:tabs>
        <w:ind w:left="1701" w:hanging="425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2421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846" w:hanging="426"/>
      </w:pPr>
      <w:rPr>
        <w:rFonts w:hint="default"/>
      </w:rPr>
    </w:lvl>
    <w:lvl w:ilvl="5">
      <w:start w:val="1"/>
      <w:numFmt w:val="none"/>
      <w:lvlText w:val=""/>
      <w:lvlJc w:val="left"/>
      <w:pPr>
        <w:ind w:left="327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3696" w:hanging="426"/>
      </w:pPr>
      <w:rPr>
        <w:rFonts w:hint="default"/>
      </w:rPr>
    </w:lvl>
    <w:lvl w:ilvl="7">
      <w:start w:val="1"/>
      <w:numFmt w:val="none"/>
      <w:lvlText w:val=""/>
      <w:lvlJc w:val="left"/>
      <w:pPr>
        <w:ind w:left="4121" w:hanging="426"/>
      </w:pPr>
      <w:rPr>
        <w:rFonts w:hint="default"/>
      </w:rPr>
    </w:lvl>
    <w:lvl w:ilvl="8">
      <w:start w:val="1"/>
      <w:numFmt w:val="none"/>
      <w:lvlText w:val=""/>
      <w:lvlJc w:val="left"/>
      <w:pPr>
        <w:ind w:left="4546" w:hanging="426"/>
      </w:pPr>
      <w:rPr>
        <w:rFonts w:hint="default"/>
      </w:rPr>
    </w:lvl>
  </w:abstractNum>
  <w:abstractNum w:abstractNumId="35" w15:restartNumberingAfterBreak="0">
    <w:nsid w:val="6AD12EE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A4C3D"/>
    <w:multiLevelType w:val="multilevel"/>
    <w:tmpl w:val="3014F300"/>
    <w:lvl w:ilvl="0">
      <w:start w:val="1"/>
      <w:numFmt w:val="decimal"/>
      <w:pStyle w:val="Tablenumber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hanging="284"/>
      </w:pPr>
      <w:rPr>
        <w:rFonts w:hint="default"/>
      </w:rPr>
    </w:lvl>
  </w:abstractNum>
  <w:abstractNum w:abstractNumId="37" w15:restartNumberingAfterBreak="0">
    <w:nsid w:val="6E335C72"/>
    <w:multiLevelType w:val="multilevel"/>
    <w:tmpl w:val="3F4489A8"/>
    <w:styleLink w:val="Unnumberedheading"/>
    <w:lvl w:ilvl="0">
      <w:start w:val="1"/>
      <w:numFmt w:val="none"/>
      <w:pStyle w:val="Preface"/>
      <w:suff w:val="nothing"/>
      <w:lvlText w:val=""/>
      <w:lvlJc w:val="left"/>
      <w:pPr>
        <w:ind w:left="0" w:hanging="1134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hanging="1134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1134" w:hanging="1134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hanging="1134"/>
      </w:pPr>
      <w:rPr>
        <w:rFonts w:cs="Times New Roman" w:hint="default"/>
      </w:rPr>
    </w:lvl>
  </w:abstractNum>
  <w:abstractNum w:abstractNumId="38" w15:restartNumberingAfterBreak="0">
    <w:nsid w:val="6F01386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0FC36C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4313BF0"/>
    <w:multiLevelType w:val="multilevel"/>
    <w:tmpl w:val="C74C6372"/>
    <w:styleLink w:val="Headings"/>
    <w:lvl w:ilvl="0">
      <w:start w:val="1"/>
      <w:numFmt w:val="bullet"/>
      <w:lvlText w:val=""/>
      <w:lvlJc w:val="left"/>
      <w:pPr>
        <w:ind w:left="425" w:firstLine="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850" w:firstLine="0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1275" w:firstLine="0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170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125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55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2975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firstLine="0"/>
      </w:pPr>
      <w:rPr>
        <w:rFonts w:hint="default"/>
      </w:rPr>
    </w:lvl>
  </w:abstractNum>
  <w:abstractNum w:abstractNumId="41" w15:restartNumberingAfterBreak="0">
    <w:nsid w:val="78231B5B"/>
    <w:multiLevelType w:val="multilevel"/>
    <w:tmpl w:val="6D9A2DE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  <w:b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  <w:b/>
      </w:rPr>
    </w:lvl>
    <w:lvl w:ilvl="4">
      <w:start w:val="1"/>
      <w:numFmt w:val="none"/>
      <w:suff w:val="nothing"/>
      <w:lvlText w:val=""/>
      <w:lvlJc w:val="left"/>
      <w:pPr>
        <w:ind w:left="1985" w:hanging="1134"/>
      </w:pPr>
      <w:rPr>
        <w:rFonts w:hint="default"/>
        <w:b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851"/>
      </w:pPr>
      <w:rPr>
        <w:rFonts w:hint="default"/>
      </w:rPr>
    </w:lvl>
  </w:abstractNum>
  <w:abstractNum w:abstractNumId="42" w15:restartNumberingAfterBreak="0">
    <w:nsid w:val="79BA16C9"/>
    <w:multiLevelType w:val="hybridMultilevel"/>
    <w:tmpl w:val="A2F86B58"/>
    <w:lvl w:ilvl="0" w:tplc="E50CC0E8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3" w15:restartNumberingAfterBreak="0">
    <w:nsid w:val="7DB02D4A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4" w15:restartNumberingAfterBreak="0">
    <w:nsid w:val="7E420742"/>
    <w:multiLevelType w:val="multilevel"/>
    <w:tmpl w:val="0B8A1304"/>
    <w:styleLink w:val="Numberedheading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568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852"/>
        </w:tabs>
        <w:ind w:left="852" w:hanging="284"/>
      </w:pPr>
      <w:rPr>
        <w:rFonts w:ascii="Verdana" w:hAnsi="Verdana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num w:numId="1" w16cid:durableId="258878014">
    <w:abstractNumId w:val="8"/>
  </w:num>
  <w:num w:numId="2" w16cid:durableId="1912547057">
    <w:abstractNumId w:val="40"/>
  </w:num>
  <w:num w:numId="3" w16cid:durableId="110251703">
    <w:abstractNumId w:val="26"/>
  </w:num>
  <w:num w:numId="4" w16cid:durableId="1596092588">
    <w:abstractNumId w:val="16"/>
  </w:num>
  <w:num w:numId="5" w16cid:durableId="1411149074">
    <w:abstractNumId w:val="13"/>
  </w:num>
  <w:num w:numId="6" w16cid:durableId="651762755">
    <w:abstractNumId w:val="34"/>
  </w:num>
  <w:num w:numId="7" w16cid:durableId="1522815579">
    <w:abstractNumId w:val="44"/>
  </w:num>
  <w:num w:numId="8" w16cid:durableId="1161888992">
    <w:abstractNumId w:val="28"/>
  </w:num>
  <w:num w:numId="9" w16cid:durableId="2049646996">
    <w:abstractNumId w:val="9"/>
  </w:num>
  <w:num w:numId="10" w16cid:durableId="1186746437">
    <w:abstractNumId w:val="14"/>
  </w:num>
  <w:num w:numId="11" w16cid:durableId="1216351391">
    <w:abstractNumId w:val="37"/>
  </w:num>
  <w:num w:numId="12" w16cid:durableId="510679033">
    <w:abstractNumId w:val="23"/>
  </w:num>
  <w:num w:numId="13" w16cid:durableId="865867098">
    <w:abstractNumId w:val="24"/>
  </w:num>
  <w:num w:numId="14" w16cid:durableId="463424707">
    <w:abstractNumId w:val="12"/>
  </w:num>
  <w:num w:numId="15" w16cid:durableId="1359240891">
    <w:abstractNumId w:val="36"/>
  </w:num>
  <w:num w:numId="16" w16cid:durableId="2068411776">
    <w:abstractNumId w:val="41"/>
  </w:num>
  <w:num w:numId="17" w16cid:durableId="535776875">
    <w:abstractNumId w:val="3"/>
  </w:num>
  <w:num w:numId="18" w16cid:durableId="154763250">
    <w:abstractNumId w:val="2"/>
  </w:num>
  <w:num w:numId="19" w16cid:durableId="347293428">
    <w:abstractNumId w:val="1"/>
  </w:num>
  <w:num w:numId="20" w16cid:durableId="2047480674">
    <w:abstractNumId w:val="0"/>
  </w:num>
  <w:num w:numId="21" w16cid:durableId="512493858">
    <w:abstractNumId w:val="15"/>
  </w:num>
  <w:num w:numId="22" w16cid:durableId="9812755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2871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2603900">
    <w:abstractNumId w:val="33"/>
  </w:num>
  <w:num w:numId="25" w16cid:durableId="165748724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568" w:hanging="28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852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13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2556" w:hanging="284"/>
        </w:pPr>
        <w:rPr>
          <w:rFonts w:hint="default"/>
        </w:rPr>
      </w:lvl>
    </w:lvlOverride>
  </w:num>
  <w:num w:numId="26" w16cid:durableId="1752311585">
    <w:abstractNumId w:val="19"/>
  </w:num>
  <w:num w:numId="27" w16cid:durableId="1265072505">
    <w:abstractNumId w:val="20"/>
  </w:num>
  <w:num w:numId="28" w16cid:durableId="1762068546">
    <w:abstractNumId w:val="32"/>
  </w:num>
  <w:num w:numId="29" w16cid:durableId="406421062">
    <w:abstractNumId w:val="11"/>
  </w:num>
  <w:num w:numId="30" w16cid:durableId="1976443452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1559"/>
          </w:tabs>
          <w:ind w:left="1559" w:hanging="425"/>
        </w:pPr>
        <w:rPr>
          <w:rFonts w:hint="default"/>
        </w:rPr>
      </w:lvl>
    </w:lvlOverride>
  </w:num>
  <w:num w:numId="31" w16cid:durableId="2076660005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1701"/>
          </w:tabs>
          <w:ind w:left="1701" w:hanging="425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126"/>
          </w:tabs>
          <w:ind w:left="2126" w:hanging="425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552"/>
          </w:tabs>
          <w:ind w:left="2552" w:hanging="426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700" w:hanging="425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2125" w:hanging="425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2550" w:hanging="425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975" w:hanging="425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3400" w:hanging="425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3825" w:hanging="425"/>
        </w:pPr>
        <w:rPr>
          <w:rFonts w:ascii="Wingdings" w:hAnsi="Wingdings" w:hint="default"/>
        </w:rPr>
      </w:lvl>
    </w:lvlOverride>
  </w:num>
  <w:num w:numId="32" w16cid:durableId="2140953813">
    <w:abstractNumId w:val="18"/>
  </w:num>
  <w:num w:numId="33" w16cid:durableId="330105785">
    <w:abstractNumId w:val="5"/>
  </w:num>
  <w:num w:numId="34" w16cid:durableId="1248227075">
    <w:abstractNumId w:val="21"/>
  </w:num>
  <w:num w:numId="35" w16cid:durableId="316767032">
    <w:abstractNumId w:val="4"/>
  </w:num>
  <w:num w:numId="36" w16cid:durableId="1714845953">
    <w:abstractNumId w:val="25"/>
  </w:num>
  <w:num w:numId="37" w16cid:durableId="1702893912">
    <w:abstractNumId w:val="31"/>
  </w:num>
  <w:num w:numId="38" w16cid:durableId="824391667">
    <w:abstractNumId w:val="22"/>
  </w:num>
  <w:num w:numId="39" w16cid:durableId="2144348955">
    <w:abstractNumId w:val="42"/>
  </w:num>
  <w:num w:numId="40" w16cid:durableId="1434980127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1701"/>
          </w:tabs>
          <w:ind w:left="1701" w:hanging="425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126"/>
          </w:tabs>
          <w:ind w:left="2126" w:hanging="425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–"/>
        <w:lvlJc w:val="left"/>
        <w:pPr>
          <w:tabs>
            <w:tab w:val="num" w:pos="2410"/>
          </w:tabs>
          <w:ind w:left="2410" w:hanging="284"/>
        </w:pPr>
        <w:rPr>
          <w:rFonts w:ascii="Courier New" w:hAnsi="Courier New"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tabs>
            <w:tab w:val="num" w:pos="2834"/>
          </w:tabs>
          <w:ind w:left="3260" w:hanging="426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3259"/>
          </w:tabs>
          <w:ind w:left="3685" w:hanging="426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3684"/>
          </w:tabs>
          <w:ind w:left="4110" w:hanging="426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4109"/>
          </w:tabs>
          <w:ind w:left="4535" w:hanging="426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4534"/>
          </w:tabs>
          <w:ind w:left="4960" w:hanging="426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4959"/>
          </w:tabs>
          <w:ind w:left="5385" w:hanging="426"/>
        </w:pPr>
        <w:rPr>
          <w:rFonts w:hint="default"/>
        </w:rPr>
      </w:lvl>
    </w:lvlOverride>
  </w:num>
  <w:num w:numId="41" w16cid:durableId="229124175">
    <w:abstractNumId w:val="10"/>
  </w:num>
  <w:num w:numId="42" w16cid:durableId="290483375">
    <w:abstractNumId w:val="38"/>
  </w:num>
  <w:num w:numId="43" w16cid:durableId="45227334">
    <w:abstractNumId w:val="29"/>
  </w:num>
  <w:num w:numId="44" w16cid:durableId="399712611">
    <w:abstractNumId w:val="43"/>
  </w:num>
  <w:num w:numId="45" w16cid:durableId="799149362">
    <w:abstractNumId w:val="17"/>
  </w:num>
  <w:num w:numId="46" w16cid:durableId="1528714587">
    <w:abstractNumId w:val="35"/>
  </w:num>
  <w:num w:numId="47" w16cid:durableId="1746492878">
    <w:abstractNumId w:val="39"/>
  </w:num>
  <w:num w:numId="48" w16cid:durableId="1328023308">
    <w:abstractNumId w:val="30"/>
  </w:num>
  <w:num w:numId="49" w16cid:durableId="2019386080">
    <w:abstractNumId w:val="27"/>
  </w:num>
  <w:num w:numId="50" w16cid:durableId="984626507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4B"/>
    <w:rsid w:val="00001A41"/>
    <w:rsid w:val="00003637"/>
    <w:rsid w:val="00004360"/>
    <w:rsid w:val="0000532A"/>
    <w:rsid w:val="0001274C"/>
    <w:rsid w:val="00012AF6"/>
    <w:rsid w:val="000130E8"/>
    <w:rsid w:val="00014D16"/>
    <w:rsid w:val="00015FF3"/>
    <w:rsid w:val="00017AFD"/>
    <w:rsid w:val="00020288"/>
    <w:rsid w:val="0002096E"/>
    <w:rsid w:val="00025D07"/>
    <w:rsid w:val="00027ACE"/>
    <w:rsid w:val="00030440"/>
    <w:rsid w:val="00031F12"/>
    <w:rsid w:val="00032580"/>
    <w:rsid w:val="0003294A"/>
    <w:rsid w:val="00032BD2"/>
    <w:rsid w:val="00036A02"/>
    <w:rsid w:val="00037ED4"/>
    <w:rsid w:val="000431F7"/>
    <w:rsid w:val="000511E1"/>
    <w:rsid w:val="000531F5"/>
    <w:rsid w:val="00056549"/>
    <w:rsid w:val="00057031"/>
    <w:rsid w:val="000577F8"/>
    <w:rsid w:val="00057D77"/>
    <w:rsid w:val="00060D23"/>
    <w:rsid w:val="0006251D"/>
    <w:rsid w:val="00062598"/>
    <w:rsid w:val="00062969"/>
    <w:rsid w:val="000638F4"/>
    <w:rsid w:val="000647C4"/>
    <w:rsid w:val="00066A39"/>
    <w:rsid w:val="00066D88"/>
    <w:rsid w:val="000679A3"/>
    <w:rsid w:val="00067C87"/>
    <w:rsid w:val="00067FC2"/>
    <w:rsid w:val="00071EEE"/>
    <w:rsid w:val="0007207E"/>
    <w:rsid w:val="0007297C"/>
    <w:rsid w:val="000735D1"/>
    <w:rsid w:val="00075472"/>
    <w:rsid w:val="00075E53"/>
    <w:rsid w:val="00083E47"/>
    <w:rsid w:val="000858CD"/>
    <w:rsid w:val="000870E1"/>
    <w:rsid w:val="0008746A"/>
    <w:rsid w:val="00091281"/>
    <w:rsid w:val="00095BA6"/>
    <w:rsid w:val="000976F9"/>
    <w:rsid w:val="0009771B"/>
    <w:rsid w:val="000A2380"/>
    <w:rsid w:val="000A3D95"/>
    <w:rsid w:val="000B415B"/>
    <w:rsid w:val="000B4DA3"/>
    <w:rsid w:val="000B5067"/>
    <w:rsid w:val="000B5ECB"/>
    <w:rsid w:val="000B6A86"/>
    <w:rsid w:val="000B6EEC"/>
    <w:rsid w:val="000C6DCB"/>
    <w:rsid w:val="000C7388"/>
    <w:rsid w:val="000D0FD2"/>
    <w:rsid w:val="000D14CF"/>
    <w:rsid w:val="000D1FE9"/>
    <w:rsid w:val="000D361C"/>
    <w:rsid w:val="000D3A36"/>
    <w:rsid w:val="000E098B"/>
    <w:rsid w:val="000E0A85"/>
    <w:rsid w:val="000E10F5"/>
    <w:rsid w:val="000E211F"/>
    <w:rsid w:val="000E219D"/>
    <w:rsid w:val="000E21D9"/>
    <w:rsid w:val="000E23EA"/>
    <w:rsid w:val="000E40E4"/>
    <w:rsid w:val="000E5AEC"/>
    <w:rsid w:val="000E6EC7"/>
    <w:rsid w:val="000E7542"/>
    <w:rsid w:val="000F208C"/>
    <w:rsid w:val="000F22BC"/>
    <w:rsid w:val="000F4D3D"/>
    <w:rsid w:val="000F51A3"/>
    <w:rsid w:val="000F5437"/>
    <w:rsid w:val="000F5D99"/>
    <w:rsid w:val="000F6D5C"/>
    <w:rsid w:val="000F74B3"/>
    <w:rsid w:val="001007CB"/>
    <w:rsid w:val="00100F65"/>
    <w:rsid w:val="00105BFA"/>
    <w:rsid w:val="00105D9B"/>
    <w:rsid w:val="00106CF4"/>
    <w:rsid w:val="00107192"/>
    <w:rsid w:val="00110044"/>
    <w:rsid w:val="00110375"/>
    <w:rsid w:val="001103C2"/>
    <w:rsid w:val="00110900"/>
    <w:rsid w:val="00111FBD"/>
    <w:rsid w:val="00112122"/>
    <w:rsid w:val="001155CA"/>
    <w:rsid w:val="001175E0"/>
    <w:rsid w:val="001209FE"/>
    <w:rsid w:val="0012442D"/>
    <w:rsid w:val="0012492A"/>
    <w:rsid w:val="001262B7"/>
    <w:rsid w:val="0012722E"/>
    <w:rsid w:val="0013002A"/>
    <w:rsid w:val="0013037E"/>
    <w:rsid w:val="00130DBB"/>
    <w:rsid w:val="0013112E"/>
    <w:rsid w:val="00131D01"/>
    <w:rsid w:val="00132193"/>
    <w:rsid w:val="001361ED"/>
    <w:rsid w:val="00137837"/>
    <w:rsid w:val="00137BFB"/>
    <w:rsid w:val="00140AF1"/>
    <w:rsid w:val="00141D5A"/>
    <w:rsid w:val="0014255B"/>
    <w:rsid w:val="00143A54"/>
    <w:rsid w:val="0014457F"/>
    <w:rsid w:val="00144889"/>
    <w:rsid w:val="0014550E"/>
    <w:rsid w:val="00153006"/>
    <w:rsid w:val="00154863"/>
    <w:rsid w:val="00160879"/>
    <w:rsid w:val="00160D4E"/>
    <w:rsid w:val="00161067"/>
    <w:rsid w:val="00161958"/>
    <w:rsid w:val="00163B9F"/>
    <w:rsid w:val="0016497D"/>
    <w:rsid w:val="00166EC1"/>
    <w:rsid w:val="00170783"/>
    <w:rsid w:val="00170D17"/>
    <w:rsid w:val="00172601"/>
    <w:rsid w:val="00180DCC"/>
    <w:rsid w:val="00183FAB"/>
    <w:rsid w:val="00184C39"/>
    <w:rsid w:val="001907F5"/>
    <w:rsid w:val="00191055"/>
    <w:rsid w:val="001911C4"/>
    <w:rsid w:val="00191C78"/>
    <w:rsid w:val="0019507C"/>
    <w:rsid w:val="00196B6A"/>
    <w:rsid w:val="0019729A"/>
    <w:rsid w:val="001A5C03"/>
    <w:rsid w:val="001A7AAE"/>
    <w:rsid w:val="001A7F24"/>
    <w:rsid w:val="001B2156"/>
    <w:rsid w:val="001B2700"/>
    <w:rsid w:val="001B2D80"/>
    <w:rsid w:val="001B3118"/>
    <w:rsid w:val="001B6784"/>
    <w:rsid w:val="001C0302"/>
    <w:rsid w:val="001C4614"/>
    <w:rsid w:val="001C57C5"/>
    <w:rsid w:val="001C5C7F"/>
    <w:rsid w:val="001D17B1"/>
    <w:rsid w:val="001D19C2"/>
    <w:rsid w:val="001D3765"/>
    <w:rsid w:val="001D57BC"/>
    <w:rsid w:val="001E04B4"/>
    <w:rsid w:val="001E249C"/>
    <w:rsid w:val="001E2A57"/>
    <w:rsid w:val="001E70C2"/>
    <w:rsid w:val="001F3117"/>
    <w:rsid w:val="001F3C02"/>
    <w:rsid w:val="001F3C43"/>
    <w:rsid w:val="001F3E30"/>
    <w:rsid w:val="001F4288"/>
    <w:rsid w:val="001F6AFE"/>
    <w:rsid w:val="00200873"/>
    <w:rsid w:val="00202B22"/>
    <w:rsid w:val="00203450"/>
    <w:rsid w:val="0020437F"/>
    <w:rsid w:val="002058ED"/>
    <w:rsid w:val="00206AD0"/>
    <w:rsid w:val="00207AE0"/>
    <w:rsid w:val="00210447"/>
    <w:rsid w:val="00211C32"/>
    <w:rsid w:val="00212495"/>
    <w:rsid w:val="002127D7"/>
    <w:rsid w:val="00214663"/>
    <w:rsid w:val="00215CD7"/>
    <w:rsid w:val="002221E3"/>
    <w:rsid w:val="00224C32"/>
    <w:rsid w:val="00225896"/>
    <w:rsid w:val="002269CE"/>
    <w:rsid w:val="00230B0E"/>
    <w:rsid w:val="00230CDD"/>
    <w:rsid w:val="00231F6E"/>
    <w:rsid w:val="00233562"/>
    <w:rsid w:val="00234C56"/>
    <w:rsid w:val="00234E32"/>
    <w:rsid w:val="002357F0"/>
    <w:rsid w:val="00235DC3"/>
    <w:rsid w:val="0023620A"/>
    <w:rsid w:val="00242B9B"/>
    <w:rsid w:val="00243CB5"/>
    <w:rsid w:val="002468B4"/>
    <w:rsid w:val="00254032"/>
    <w:rsid w:val="0025437B"/>
    <w:rsid w:val="0025462F"/>
    <w:rsid w:val="002548EA"/>
    <w:rsid w:val="0025519A"/>
    <w:rsid w:val="00255F9A"/>
    <w:rsid w:val="002602D6"/>
    <w:rsid w:val="002607B0"/>
    <w:rsid w:val="00260E1A"/>
    <w:rsid w:val="00261304"/>
    <w:rsid w:val="00261EC7"/>
    <w:rsid w:val="00262375"/>
    <w:rsid w:val="00271E2C"/>
    <w:rsid w:val="00272276"/>
    <w:rsid w:val="002731BE"/>
    <w:rsid w:val="00275BD5"/>
    <w:rsid w:val="00276717"/>
    <w:rsid w:val="002768AE"/>
    <w:rsid w:val="002807CC"/>
    <w:rsid w:val="00282178"/>
    <w:rsid w:val="002827ED"/>
    <w:rsid w:val="00282F59"/>
    <w:rsid w:val="0028666D"/>
    <w:rsid w:val="002869D6"/>
    <w:rsid w:val="002906F6"/>
    <w:rsid w:val="00291FC7"/>
    <w:rsid w:val="00293B09"/>
    <w:rsid w:val="002942C6"/>
    <w:rsid w:val="00297598"/>
    <w:rsid w:val="00297E8F"/>
    <w:rsid w:val="002A38D1"/>
    <w:rsid w:val="002A42F5"/>
    <w:rsid w:val="002A57EB"/>
    <w:rsid w:val="002A599A"/>
    <w:rsid w:val="002A65A2"/>
    <w:rsid w:val="002A680E"/>
    <w:rsid w:val="002B29C7"/>
    <w:rsid w:val="002B3BCA"/>
    <w:rsid w:val="002B67CC"/>
    <w:rsid w:val="002B6D6B"/>
    <w:rsid w:val="002C034B"/>
    <w:rsid w:val="002C16B2"/>
    <w:rsid w:val="002C42E6"/>
    <w:rsid w:val="002C77B8"/>
    <w:rsid w:val="002D2445"/>
    <w:rsid w:val="002D3346"/>
    <w:rsid w:val="002D3405"/>
    <w:rsid w:val="002D4057"/>
    <w:rsid w:val="002D4EF0"/>
    <w:rsid w:val="002D59AB"/>
    <w:rsid w:val="002D5A94"/>
    <w:rsid w:val="002D7D12"/>
    <w:rsid w:val="002E136F"/>
    <w:rsid w:val="002E6FCD"/>
    <w:rsid w:val="002E778F"/>
    <w:rsid w:val="002E77F3"/>
    <w:rsid w:val="002F0270"/>
    <w:rsid w:val="002F15AD"/>
    <w:rsid w:val="002F1663"/>
    <w:rsid w:val="002F4E1C"/>
    <w:rsid w:val="002F503F"/>
    <w:rsid w:val="002F6A68"/>
    <w:rsid w:val="002F6BF0"/>
    <w:rsid w:val="00300FD5"/>
    <w:rsid w:val="00301183"/>
    <w:rsid w:val="003017B6"/>
    <w:rsid w:val="00301A15"/>
    <w:rsid w:val="00303D3E"/>
    <w:rsid w:val="003043A9"/>
    <w:rsid w:val="003066C9"/>
    <w:rsid w:val="0030747F"/>
    <w:rsid w:val="003102BF"/>
    <w:rsid w:val="00310364"/>
    <w:rsid w:val="00310F67"/>
    <w:rsid w:val="00315736"/>
    <w:rsid w:val="00316C14"/>
    <w:rsid w:val="00320CC1"/>
    <w:rsid w:val="00320F27"/>
    <w:rsid w:val="00321842"/>
    <w:rsid w:val="003233DD"/>
    <w:rsid w:val="00324303"/>
    <w:rsid w:val="00324757"/>
    <w:rsid w:val="00327657"/>
    <w:rsid w:val="003302C1"/>
    <w:rsid w:val="00331C22"/>
    <w:rsid w:val="00333462"/>
    <w:rsid w:val="00333913"/>
    <w:rsid w:val="00333AC8"/>
    <w:rsid w:val="003361C9"/>
    <w:rsid w:val="00340075"/>
    <w:rsid w:val="00341A45"/>
    <w:rsid w:val="00344679"/>
    <w:rsid w:val="00344D51"/>
    <w:rsid w:val="00345E45"/>
    <w:rsid w:val="00353C9A"/>
    <w:rsid w:val="00356183"/>
    <w:rsid w:val="00357DA5"/>
    <w:rsid w:val="00360BD5"/>
    <w:rsid w:val="003616E6"/>
    <w:rsid w:val="003621FA"/>
    <w:rsid w:val="00362481"/>
    <w:rsid w:val="00362D3E"/>
    <w:rsid w:val="0036350D"/>
    <w:rsid w:val="003657EA"/>
    <w:rsid w:val="003675E2"/>
    <w:rsid w:val="00367EB2"/>
    <w:rsid w:val="00371018"/>
    <w:rsid w:val="00372717"/>
    <w:rsid w:val="00372BAC"/>
    <w:rsid w:val="00372D64"/>
    <w:rsid w:val="00373551"/>
    <w:rsid w:val="00373F59"/>
    <w:rsid w:val="00374EDC"/>
    <w:rsid w:val="00376220"/>
    <w:rsid w:val="00383C3E"/>
    <w:rsid w:val="00385352"/>
    <w:rsid w:val="0038702E"/>
    <w:rsid w:val="0039151A"/>
    <w:rsid w:val="00392521"/>
    <w:rsid w:val="0039446B"/>
    <w:rsid w:val="0039635F"/>
    <w:rsid w:val="003A0B82"/>
    <w:rsid w:val="003A335C"/>
    <w:rsid w:val="003B157E"/>
    <w:rsid w:val="003B1E45"/>
    <w:rsid w:val="003B476F"/>
    <w:rsid w:val="003B4BAD"/>
    <w:rsid w:val="003B4C93"/>
    <w:rsid w:val="003B4DC7"/>
    <w:rsid w:val="003B5DBE"/>
    <w:rsid w:val="003B5EAC"/>
    <w:rsid w:val="003B7507"/>
    <w:rsid w:val="003B7845"/>
    <w:rsid w:val="003C0725"/>
    <w:rsid w:val="003C1ABD"/>
    <w:rsid w:val="003C2C91"/>
    <w:rsid w:val="003C2F20"/>
    <w:rsid w:val="003C3BA6"/>
    <w:rsid w:val="003C55AF"/>
    <w:rsid w:val="003C5FFE"/>
    <w:rsid w:val="003C6A1F"/>
    <w:rsid w:val="003D30C2"/>
    <w:rsid w:val="003D5D59"/>
    <w:rsid w:val="003D6C4B"/>
    <w:rsid w:val="003D6D8E"/>
    <w:rsid w:val="003E1BB8"/>
    <w:rsid w:val="003E221C"/>
    <w:rsid w:val="003E2B41"/>
    <w:rsid w:val="003E2EAD"/>
    <w:rsid w:val="003E4668"/>
    <w:rsid w:val="003E4F3E"/>
    <w:rsid w:val="003F502D"/>
    <w:rsid w:val="004026C9"/>
    <w:rsid w:val="00407A5C"/>
    <w:rsid w:val="0041210F"/>
    <w:rsid w:val="00414EFF"/>
    <w:rsid w:val="00421B54"/>
    <w:rsid w:val="00424F9C"/>
    <w:rsid w:val="00425C6D"/>
    <w:rsid w:val="00426F54"/>
    <w:rsid w:val="0043139D"/>
    <w:rsid w:val="00431F43"/>
    <w:rsid w:val="004355FC"/>
    <w:rsid w:val="0043688B"/>
    <w:rsid w:val="00437863"/>
    <w:rsid w:val="00440CC0"/>
    <w:rsid w:val="00441DCB"/>
    <w:rsid w:val="004437D4"/>
    <w:rsid w:val="00444C6C"/>
    <w:rsid w:val="0044513C"/>
    <w:rsid w:val="00451137"/>
    <w:rsid w:val="00452D7A"/>
    <w:rsid w:val="004540D9"/>
    <w:rsid w:val="00457F94"/>
    <w:rsid w:val="004616FE"/>
    <w:rsid w:val="004621C2"/>
    <w:rsid w:val="0046232F"/>
    <w:rsid w:val="00463826"/>
    <w:rsid w:val="00465070"/>
    <w:rsid w:val="0046603C"/>
    <w:rsid w:val="004669C3"/>
    <w:rsid w:val="004705D4"/>
    <w:rsid w:val="00482CC4"/>
    <w:rsid w:val="00483B8D"/>
    <w:rsid w:val="00484852"/>
    <w:rsid w:val="004950F6"/>
    <w:rsid w:val="00495E43"/>
    <w:rsid w:val="004A0565"/>
    <w:rsid w:val="004A3624"/>
    <w:rsid w:val="004A4CED"/>
    <w:rsid w:val="004A56F1"/>
    <w:rsid w:val="004A6369"/>
    <w:rsid w:val="004A6499"/>
    <w:rsid w:val="004A7B0F"/>
    <w:rsid w:val="004A7DD2"/>
    <w:rsid w:val="004A7FF0"/>
    <w:rsid w:val="004B5C5F"/>
    <w:rsid w:val="004B677F"/>
    <w:rsid w:val="004C1120"/>
    <w:rsid w:val="004C3165"/>
    <w:rsid w:val="004C3809"/>
    <w:rsid w:val="004C4A76"/>
    <w:rsid w:val="004C4FFB"/>
    <w:rsid w:val="004C550A"/>
    <w:rsid w:val="004C7226"/>
    <w:rsid w:val="004C75C7"/>
    <w:rsid w:val="004D16C6"/>
    <w:rsid w:val="004D28AC"/>
    <w:rsid w:val="004D3D49"/>
    <w:rsid w:val="004D72C7"/>
    <w:rsid w:val="004E129C"/>
    <w:rsid w:val="004E2D0A"/>
    <w:rsid w:val="004E3309"/>
    <w:rsid w:val="004E4884"/>
    <w:rsid w:val="004E4B66"/>
    <w:rsid w:val="004F046A"/>
    <w:rsid w:val="004F1F9B"/>
    <w:rsid w:val="004F2B81"/>
    <w:rsid w:val="004F4E88"/>
    <w:rsid w:val="004F70A1"/>
    <w:rsid w:val="00500A4A"/>
    <w:rsid w:val="00500EFA"/>
    <w:rsid w:val="00501736"/>
    <w:rsid w:val="005040A8"/>
    <w:rsid w:val="0051433C"/>
    <w:rsid w:val="0051433F"/>
    <w:rsid w:val="00515757"/>
    <w:rsid w:val="0051775C"/>
    <w:rsid w:val="0052057A"/>
    <w:rsid w:val="00520C15"/>
    <w:rsid w:val="00523201"/>
    <w:rsid w:val="00524E3D"/>
    <w:rsid w:val="005267B5"/>
    <w:rsid w:val="00526D21"/>
    <w:rsid w:val="00531DA5"/>
    <w:rsid w:val="0053201B"/>
    <w:rsid w:val="00532890"/>
    <w:rsid w:val="005335F3"/>
    <w:rsid w:val="0053605D"/>
    <w:rsid w:val="00537481"/>
    <w:rsid w:val="00537BE3"/>
    <w:rsid w:val="00540AD9"/>
    <w:rsid w:val="00542438"/>
    <w:rsid w:val="00543287"/>
    <w:rsid w:val="00544946"/>
    <w:rsid w:val="00546F6C"/>
    <w:rsid w:val="00553AF2"/>
    <w:rsid w:val="00553C54"/>
    <w:rsid w:val="00556084"/>
    <w:rsid w:val="005563F1"/>
    <w:rsid w:val="00557117"/>
    <w:rsid w:val="00564D53"/>
    <w:rsid w:val="00567779"/>
    <w:rsid w:val="00570734"/>
    <w:rsid w:val="0057187D"/>
    <w:rsid w:val="00580562"/>
    <w:rsid w:val="005842BB"/>
    <w:rsid w:val="0058478B"/>
    <w:rsid w:val="0058504A"/>
    <w:rsid w:val="00585F24"/>
    <w:rsid w:val="00592EC4"/>
    <w:rsid w:val="00596862"/>
    <w:rsid w:val="005A1905"/>
    <w:rsid w:val="005A264D"/>
    <w:rsid w:val="005A3F8D"/>
    <w:rsid w:val="005A75B7"/>
    <w:rsid w:val="005A7E33"/>
    <w:rsid w:val="005B00B7"/>
    <w:rsid w:val="005B18FE"/>
    <w:rsid w:val="005B2FAB"/>
    <w:rsid w:val="005C4374"/>
    <w:rsid w:val="005C72BF"/>
    <w:rsid w:val="005D228E"/>
    <w:rsid w:val="005D38E9"/>
    <w:rsid w:val="005D5A4C"/>
    <w:rsid w:val="005D5A7E"/>
    <w:rsid w:val="005E06B1"/>
    <w:rsid w:val="005E0999"/>
    <w:rsid w:val="005E10E1"/>
    <w:rsid w:val="005F13D7"/>
    <w:rsid w:val="005F23B2"/>
    <w:rsid w:val="005F2C2D"/>
    <w:rsid w:val="005F41B7"/>
    <w:rsid w:val="005F49B0"/>
    <w:rsid w:val="005F49C4"/>
    <w:rsid w:val="005F57E9"/>
    <w:rsid w:val="005F5A6E"/>
    <w:rsid w:val="005F6D6D"/>
    <w:rsid w:val="00600C64"/>
    <w:rsid w:val="00602F60"/>
    <w:rsid w:val="0060703A"/>
    <w:rsid w:val="00613008"/>
    <w:rsid w:val="0061322D"/>
    <w:rsid w:val="0061505B"/>
    <w:rsid w:val="0061757E"/>
    <w:rsid w:val="00617E31"/>
    <w:rsid w:val="006224BA"/>
    <w:rsid w:val="00622E92"/>
    <w:rsid w:val="0063005E"/>
    <w:rsid w:val="00630567"/>
    <w:rsid w:val="006312B1"/>
    <w:rsid w:val="006359F4"/>
    <w:rsid w:val="00640BE5"/>
    <w:rsid w:val="00640D1D"/>
    <w:rsid w:val="006426EA"/>
    <w:rsid w:val="00647551"/>
    <w:rsid w:val="0065246B"/>
    <w:rsid w:val="00653AB7"/>
    <w:rsid w:val="00653EB1"/>
    <w:rsid w:val="00655098"/>
    <w:rsid w:val="00656DB3"/>
    <w:rsid w:val="00661CD4"/>
    <w:rsid w:val="006634A1"/>
    <w:rsid w:val="0066536F"/>
    <w:rsid w:val="006674BC"/>
    <w:rsid w:val="00671084"/>
    <w:rsid w:val="00671D77"/>
    <w:rsid w:val="00676875"/>
    <w:rsid w:val="00676F44"/>
    <w:rsid w:val="006819B1"/>
    <w:rsid w:val="00681B2A"/>
    <w:rsid w:val="0068400C"/>
    <w:rsid w:val="00684AD3"/>
    <w:rsid w:val="00692429"/>
    <w:rsid w:val="006952D9"/>
    <w:rsid w:val="00696D3B"/>
    <w:rsid w:val="00697957"/>
    <w:rsid w:val="00697F87"/>
    <w:rsid w:val="006A11DB"/>
    <w:rsid w:val="006A53FE"/>
    <w:rsid w:val="006A75DB"/>
    <w:rsid w:val="006B1526"/>
    <w:rsid w:val="006B3DA8"/>
    <w:rsid w:val="006B3EAD"/>
    <w:rsid w:val="006B6AEE"/>
    <w:rsid w:val="006C4874"/>
    <w:rsid w:val="006C5528"/>
    <w:rsid w:val="006C6894"/>
    <w:rsid w:val="006D0AFB"/>
    <w:rsid w:val="006D0DF2"/>
    <w:rsid w:val="006D3890"/>
    <w:rsid w:val="006D38F4"/>
    <w:rsid w:val="006D40C1"/>
    <w:rsid w:val="006D60C4"/>
    <w:rsid w:val="006D6564"/>
    <w:rsid w:val="006D6C86"/>
    <w:rsid w:val="006D7A9E"/>
    <w:rsid w:val="006E1388"/>
    <w:rsid w:val="006E205A"/>
    <w:rsid w:val="006E48F1"/>
    <w:rsid w:val="006E649B"/>
    <w:rsid w:val="006E69C4"/>
    <w:rsid w:val="006E6ED6"/>
    <w:rsid w:val="006E7310"/>
    <w:rsid w:val="006F0EC3"/>
    <w:rsid w:val="006F2109"/>
    <w:rsid w:val="006F353E"/>
    <w:rsid w:val="006F36F5"/>
    <w:rsid w:val="006F3735"/>
    <w:rsid w:val="00700667"/>
    <w:rsid w:val="00700929"/>
    <w:rsid w:val="007049D6"/>
    <w:rsid w:val="00707478"/>
    <w:rsid w:val="0070760D"/>
    <w:rsid w:val="00707B1B"/>
    <w:rsid w:val="00710211"/>
    <w:rsid w:val="00710F2F"/>
    <w:rsid w:val="0071326C"/>
    <w:rsid w:val="00713F46"/>
    <w:rsid w:val="007158F3"/>
    <w:rsid w:val="007170B6"/>
    <w:rsid w:val="007237D8"/>
    <w:rsid w:val="00730554"/>
    <w:rsid w:val="00730DFD"/>
    <w:rsid w:val="00734299"/>
    <w:rsid w:val="00736465"/>
    <w:rsid w:val="00740926"/>
    <w:rsid w:val="00743DFF"/>
    <w:rsid w:val="007459EE"/>
    <w:rsid w:val="007460A6"/>
    <w:rsid w:val="00746E1A"/>
    <w:rsid w:val="00747A4E"/>
    <w:rsid w:val="0075100A"/>
    <w:rsid w:val="0075413D"/>
    <w:rsid w:val="00754C87"/>
    <w:rsid w:val="00760D9C"/>
    <w:rsid w:val="00763374"/>
    <w:rsid w:val="00764750"/>
    <w:rsid w:val="00766C47"/>
    <w:rsid w:val="007702DF"/>
    <w:rsid w:val="00775879"/>
    <w:rsid w:val="00775EC7"/>
    <w:rsid w:val="007800A9"/>
    <w:rsid w:val="00781B7B"/>
    <w:rsid w:val="00782386"/>
    <w:rsid w:val="00783572"/>
    <w:rsid w:val="00785823"/>
    <w:rsid w:val="00794CEE"/>
    <w:rsid w:val="00795B9C"/>
    <w:rsid w:val="00795C35"/>
    <w:rsid w:val="0079698F"/>
    <w:rsid w:val="007A1867"/>
    <w:rsid w:val="007A29FA"/>
    <w:rsid w:val="007A5347"/>
    <w:rsid w:val="007A6202"/>
    <w:rsid w:val="007A7A5F"/>
    <w:rsid w:val="007B1A8B"/>
    <w:rsid w:val="007B3832"/>
    <w:rsid w:val="007B4F9F"/>
    <w:rsid w:val="007B6EAD"/>
    <w:rsid w:val="007C0A0D"/>
    <w:rsid w:val="007C10A0"/>
    <w:rsid w:val="007D1DAD"/>
    <w:rsid w:val="007D30F5"/>
    <w:rsid w:val="007D4297"/>
    <w:rsid w:val="007D4FAF"/>
    <w:rsid w:val="007D569D"/>
    <w:rsid w:val="007E04A8"/>
    <w:rsid w:val="007E050E"/>
    <w:rsid w:val="007E0A98"/>
    <w:rsid w:val="007E0AB9"/>
    <w:rsid w:val="007E38FA"/>
    <w:rsid w:val="007E3DF6"/>
    <w:rsid w:val="007E4361"/>
    <w:rsid w:val="007E4E60"/>
    <w:rsid w:val="007E5A92"/>
    <w:rsid w:val="007E755F"/>
    <w:rsid w:val="007E7877"/>
    <w:rsid w:val="007F3E73"/>
    <w:rsid w:val="007F3EFF"/>
    <w:rsid w:val="007F4DBA"/>
    <w:rsid w:val="00800113"/>
    <w:rsid w:val="00800312"/>
    <w:rsid w:val="00800FBE"/>
    <w:rsid w:val="00801578"/>
    <w:rsid w:val="00801C8D"/>
    <w:rsid w:val="008024C5"/>
    <w:rsid w:val="0080298D"/>
    <w:rsid w:val="00802F5B"/>
    <w:rsid w:val="00802FC1"/>
    <w:rsid w:val="00803880"/>
    <w:rsid w:val="00804C31"/>
    <w:rsid w:val="00805EC9"/>
    <w:rsid w:val="00806A12"/>
    <w:rsid w:val="00807767"/>
    <w:rsid w:val="00810625"/>
    <w:rsid w:val="00811BE3"/>
    <w:rsid w:val="0081759B"/>
    <w:rsid w:val="008202DD"/>
    <w:rsid w:val="008211A6"/>
    <w:rsid w:val="008216AB"/>
    <w:rsid w:val="008256F8"/>
    <w:rsid w:val="00827091"/>
    <w:rsid w:val="00831DB4"/>
    <w:rsid w:val="008400A7"/>
    <w:rsid w:val="00840A2D"/>
    <w:rsid w:val="00842CCB"/>
    <w:rsid w:val="0084306A"/>
    <w:rsid w:val="008436A8"/>
    <w:rsid w:val="00843791"/>
    <w:rsid w:val="008442C0"/>
    <w:rsid w:val="00844737"/>
    <w:rsid w:val="00844A67"/>
    <w:rsid w:val="00847099"/>
    <w:rsid w:val="00851562"/>
    <w:rsid w:val="008517D5"/>
    <w:rsid w:val="00851B47"/>
    <w:rsid w:val="00855102"/>
    <w:rsid w:val="00855473"/>
    <w:rsid w:val="00857F8A"/>
    <w:rsid w:val="008617D8"/>
    <w:rsid w:val="0086221F"/>
    <w:rsid w:val="00862571"/>
    <w:rsid w:val="0086302E"/>
    <w:rsid w:val="00864ED3"/>
    <w:rsid w:val="00864FA4"/>
    <w:rsid w:val="008663A1"/>
    <w:rsid w:val="00867061"/>
    <w:rsid w:val="00870BB6"/>
    <w:rsid w:val="00875CDC"/>
    <w:rsid w:val="00881518"/>
    <w:rsid w:val="00881FEE"/>
    <w:rsid w:val="008845C7"/>
    <w:rsid w:val="00884E3D"/>
    <w:rsid w:val="00884ED8"/>
    <w:rsid w:val="00885E39"/>
    <w:rsid w:val="008868D5"/>
    <w:rsid w:val="0089147C"/>
    <w:rsid w:val="00891970"/>
    <w:rsid w:val="00891C08"/>
    <w:rsid w:val="008922A2"/>
    <w:rsid w:val="00892311"/>
    <w:rsid w:val="00892418"/>
    <w:rsid w:val="008930C6"/>
    <w:rsid w:val="00894FAB"/>
    <w:rsid w:val="00896AAF"/>
    <w:rsid w:val="008A0755"/>
    <w:rsid w:val="008A1573"/>
    <w:rsid w:val="008A1998"/>
    <w:rsid w:val="008A4594"/>
    <w:rsid w:val="008A4987"/>
    <w:rsid w:val="008A5AFF"/>
    <w:rsid w:val="008B194E"/>
    <w:rsid w:val="008B2C6F"/>
    <w:rsid w:val="008B4382"/>
    <w:rsid w:val="008B603A"/>
    <w:rsid w:val="008B77D3"/>
    <w:rsid w:val="008C0679"/>
    <w:rsid w:val="008C1263"/>
    <w:rsid w:val="008C3C22"/>
    <w:rsid w:val="008C4956"/>
    <w:rsid w:val="008D4509"/>
    <w:rsid w:val="008E1A1E"/>
    <w:rsid w:val="008E51C7"/>
    <w:rsid w:val="008E6024"/>
    <w:rsid w:val="008E61A9"/>
    <w:rsid w:val="008F55B9"/>
    <w:rsid w:val="0090114B"/>
    <w:rsid w:val="00903F59"/>
    <w:rsid w:val="0090420C"/>
    <w:rsid w:val="00906866"/>
    <w:rsid w:val="00910DE0"/>
    <w:rsid w:val="00911185"/>
    <w:rsid w:val="0091196F"/>
    <w:rsid w:val="0091303F"/>
    <w:rsid w:val="00913790"/>
    <w:rsid w:val="00917DF5"/>
    <w:rsid w:val="00922CA0"/>
    <w:rsid w:val="00922D94"/>
    <w:rsid w:val="0092338C"/>
    <w:rsid w:val="00923735"/>
    <w:rsid w:val="009276D9"/>
    <w:rsid w:val="00930EAB"/>
    <w:rsid w:val="00931020"/>
    <w:rsid w:val="00932565"/>
    <w:rsid w:val="00934D18"/>
    <w:rsid w:val="00940BF3"/>
    <w:rsid w:val="00941472"/>
    <w:rsid w:val="00945034"/>
    <w:rsid w:val="009506AB"/>
    <w:rsid w:val="00952A7C"/>
    <w:rsid w:val="00954CB1"/>
    <w:rsid w:val="00961CF9"/>
    <w:rsid w:val="00962653"/>
    <w:rsid w:val="009644F6"/>
    <w:rsid w:val="00967B56"/>
    <w:rsid w:val="00971048"/>
    <w:rsid w:val="0097156B"/>
    <w:rsid w:val="00973788"/>
    <w:rsid w:val="00973D57"/>
    <w:rsid w:val="00975393"/>
    <w:rsid w:val="00977EE0"/>
    <w:rsid w:val="009819C2"/>
    <w:rsid w:val="00981A6E"/>
    <w:rsid w:val="009904E9"/>
    <w:rsid w:val="00990F1A"/>
    <w:rsid w:val="009922C0"/>
    <w:rsid w:val="009929F4"/>
    <w:rsid w:val="00992EAA"/>
    <w:rsid w:val="009938EB"/>
    <w:rsid w:val="0099408D"/>
    <w:rsid w:val="00994141"/>
    <w:rsid w:val="0099671A"/>
    <w:rsid w:val="00996A2C"/>
    <w:rsid w:val="00997350"/>
    <w:rsid w:val="009A0B5E"/>
    <w:rsid w:val="009A14AB"/>
    <w:rsid w:val="009A57BB"/>
    <w:rsid w:val="009A5CB0"/>
    <w:rsid w:val="009B1CC5"/>
    <w:rsid w:val="009B4ED6"/>
    <w:rsid w:val="009C1FDC"/>
    <w:rsid w:val="009C2175"/>
    <w:rsid w:val="009C639E"/>
    <w:rsid w:val="009D0744"/>
    <w:rsid w:val="009D0CA3"/>
    <w:rsid w:val="009D7838"/>
    <w:rsid w:val="009E0F61"/>
    <w:rsid w:val="009E20B2"/>
    <w:rsid w:val="009E2E9A"/>
    <w:rsid w:val="009E610A"/>
    <w:rsid w:val="009E71DD"/>
    <w:rsid w:val="009E7343"/>
    <w:rsid w:val="009F06CF"/>
    <w:rsid w:val="009F0DAA"/>
    <w:rsid w:val="009F2944"/>
    <w:rsid w:val="009F3752"/>
    <w:rsid w:val="009F6152"/>
    <w:rsid w:val="00A00BC8"/>
    <w:rsid w:val="00A0278F"/>
    <w:rsid w:val="00A02835"/>
    <w:rsid w:val="00A04FA6"/>
    <w:rsid w:val="00A06CA3"/>
    <w:rsid w:val="00A07A4E"/>
    <w:rsid w:val="00A12A68"/>
    <w:rsid w:val="00A13E18"/>
    <w:rsid w:val="00A147F8"/>
    <w:rsid w:val="00A15BB7"/>
    <w:rsid w:val="00A170CE"/>
    <w:rsid w:val="00A21B52"/>
    <w:rsid w:val="00A21E42"/>
    <w:rsid w:val="00A22FB2"/>
    <w:rsid w:val="00A2426A"/>
    <w:rsid w:val="00A26A42"/>
    <w:rsid w:val="00A30E92"/>
    <w:rsid w:val="00A325A7"/>
    <w:rsid w:val="00A35C11"/>
    <w:rsid w:val="00A37D52"/>
    <w:rsid w:val="00A40C9E"/>
    <w:rsid w:val="00A40F63"/>
    <w:rsid w:val="00A42970"/>
    <w:rsid w:val="00A44394"/>
    <w:rsid w:val="00A45596"/>
    <w:rsid w:val="00A4706F"/>
    <w:rsid w:val="00A53FB6"/>
    <w:rsid w:val="00A553ED"/>
    <w:rsid w:val="00A5617A"/>
    <w:rsid w:val="00A57803"/>
    <w:rsid w:val="00A604F4"/>
    <w:rsid w:val="00A60542"/>
    <w:rsid w:val="00A608DE"/>
    <w:rsid w:val="00A621C3"/>
    <w:rsid w:val="00A654AF"/>
    <w:rsid w:val="00A67570"/>
    <w:rsid w:val="00A700B0"/>
    <w:rsid w:val="00A71419"/>
    <w:rsid w:val="00A7236B"/>
    <w:rsid w:val="00A72A8F"/>
    <w:rsid w:val="00A74264"/>
    <w:rsid w:val="00A77869"/>
    <w:rsid w:val="00A81774"/>
    <w:rsid w:val="00A81B81"/>
    <w:rsid w:val="00A82D0D"/>
    <w:rsid w:val="00A84EA9"/>
    <w:rsid w:val="00A8649B"/>
    <w:rsid w:val="00A86B1D"/>
    <w:rsid w:val="00A86D5E"/>
    <w:rsid w:val="00A87CFE"/>
    <w:rsid w:val="00A87E71"/>
    <w:rsid w:val="00A9031C"/>
    <w:rsid w:val="00A91564"/>
    <w:rsid w:val="00A919BB"/>
    <w:rsid w:val="00A93115"/>
    <w:rsid w:val="00A93A25"/>
    <w:rsid w:val="00A941F9"/>
    <w:rsid w:val="00A94CA2"/>
    <w:rsid w:val="00A96DA1"/>
    <w:rsid w:val="00A97555"/>
    <w:rsid w:val="00A977CC"/>
    <w:rsid w:val="00AA1BBA"/>
    <w:rsid w:val="00AA424F"/>
    <w:rsid w:val="00AA58FD"/>
    <w:rsid w:val="00AB6A09"/>
    <w:rsid w:val="00AB6B84"/>
    <w:rsid w:val="00AC3DF9"/>
    <w:rsid w:val="00AC40B2"/>
    <w:rsid w:val="00AC5EBF"/>
    <w:rsid w:val="00AD3AEF"/>
    <w:rsid w:val="00AD5159"/>
    <w:rsid w:val="00AD62CE"/>
    <w:rsid w:val="00AE0375"/>
    <w:rsid w:val="00AE145F"/>
    <w:rsid w:val="00AE263D"/>
    <w:rsid w:val="00AE3215"/>
    <w:rsid w:val="00AE390D"/>
    <w:rsid w:val="00AE6D5F"/>
    <w:rsid w:val="00AF3A7E"/>
    <w:rsid w:val="00AF3D69"/>
    <w:rsid w:val="00AF47E5"/>
    <w:rsid w:val="00AF5091"/>
    <w:rsid w:val="00AF60DA"/>
    <w:rsid w:val="00AF7968"/>
    <w:rsid w:val="00B010EC"/>
    <w:rsid w:val="00B01A2A"/>
    <w:rsid w:val="00B01B31"/>
    <w:rsid w:val="00B02376"/>
    <w:rsid w:val="00B02A57"/>
    <w:rsid w:val="00B04815"/>
    <w:rsid w:val="00B11635"/>
    <w:rsid w:val="00B12ED7"/>
    <w:rsid w:val="00B1323E"/>
    <w:rsid w:val="00B144C9"/>
    <w:rsid w:val="00B1658D"/>
    <w:rsid w:val="00B22088"/>
    <w:rsid w:val="00B227C1"/>
    <w:rsid w:val="00B23881"/>
    <w:rsid w:val="00B23F52"/>
    <w:rsid w:val="00B24451"/>
    <w:rsid w:val="00B246CB"/>
    <w:rsid w:val="00B25D1A"/>
    <w:rsid w:val="00B26724"/>
    <w:rsid w:val="00B36BEF"/>
    <w:rsid w:val="00B36DE7"/>
    <w:rsid w:val="00B37C35"/>
    <w:rsid w:val="00B40730"/>
    <w:rsid w:val="00B4083A"/>
    <w:rsid w:val="00B40B4E"/>
    <w:rsid w:val="00B414AF"/>
    <w:rsid w:val="00B42171"/>
    <w:rsid w:val="00B4489C"/>
    <w:rsid w:val="00B44DFB"/>
    <w:rsid w:val="00B458AC"/>
    <w:rsid w:val="00B45C6D"/>
    <w:rsid w:val="00B46F4D"/>
    <w:rsid w:val="00B501E2"/>
    <w:rsid w:val="00B51DA4"/>
    <w:rsid w:val="00B53B1F"/>
    <w:rsid w:val="00B541C1"/>
    <w:rsid w:val="00B564AF"/>
    <w:rsid w:val="00B567B4"/>
    <w:rsid w:val="00B57F66"/>
    <w:rsid w:val="00B60BF2"/>
    <w:rsid w:val="00B60FCA"/>
    <w:rsid w:val="00B6301C"/>
    <w:rsid w:val="00B6351D"/>
    <w:rsid w:val="00B63925"/>
    <w:rsid w:val="00B66FA3"/>
    <w:rsid w:val="00B700A3"/>
    <w:rsid w:val="00B707EA"/>
    <w:rsid w:val="00B71C9E"/>
    <w:rsid w:val="00B72DBD"/>
    <w:rsid w:val="00B74245"/>
    <w:rsid w:val="00B81174"/>
    <w:rsid w:val="00B81674"/>
    <w:rsid w:val="00B823D9"/>
    <w:rsid w:val="00B82A66"/>
    <w:rsid w:val="00B84324"/>
    <w:rsid w:val="00B84D0B"/>
    <w:rsid w:val="00B91F55"/>
    <w:rsid w:val="00B92AA8"/>
    <w:rsid w:val="00B9520A"/>
    <w:rsid w:val="00B95A7E"/>
    <w:rsid w:val="00B9705A"/>
    <w:rsid w:val="00BA2297"/>
    <w:rsid w:val="00BB19E4"/>
    <w:rsid w:val="00BB23E5"/>
    <w:rsid w:val="00BB61F2"/>
    <w:rsid w:val="00BC2784"/>
    <w:rsid w:val="00BD03D9"/>
    <w:rsid w:val="00BD3EA4"/>
    <w:rsid w:val="00BD45E2"/>
    <w:rsid w:val="00BD4A81"/>
    <w:rsid w:val="00BD5D3F"/>
    <w:rsid w:val="00BE2272"/>
    <w:rsid w:val="00BE2A75"/>
    <w:rsid w:val="00BE2E0E"/>
    <w:rsid w:val="00BE32BB"/>
    <w:rsid w:val="00BE3BFD"/>
    <w:rsid w:val="00BF54EB"/>
    <w:rsid w:val="00BF580A"/>
    <w:rsid w:val="00BF67C5"/>
    <w:rsid w:val="00BF737F"/>
    <w:rsid w:val="00BF7B2A"/>
    <w:rsid w:val="00BF7CCA"/>
    <w:rsid w:val="00C00A0B"/>
    <w:rsid w:val="00C011E3"/>
    <w:rsid w:val="00C03776"/>
    <w:rsid w:val="00C052FB"/>
    <w:rsid w:val="00C0617F"/>
    <w:rsid w:val="00C11CE3"/>
    <w:rsid w:val="00C11EA1"/>
    <w:rsid w:val="00C12A53"/>
    <w:rsid w:val="00C14167"/>
    <w:rsid w:val="00C1605E"/>
    <w:rsid w:val="00C20FC3"/>
    <w:rsid w:val="00C216D0"/>
    <w:rsid w:val="00C2372C"/>
    <w:rsid w:val="00C24CA1"/>
    <w:rsid w:val="00C27946"/>
    <w:rsid w:val="00C3097C"/>
    <w:rsid w:val="00C31D85"/>
    <w:rsid w:val="00C32F49"/>
    <w:rsid w:val="00C3329A"/>
    <w:rsid w:val="00C34B56"/>
    <w:rsid w:val="00C359EE"/>
    <w:rsid w:val="00C35C6E"/>
    <w:rsid w:val="00C3781D"/>
    <w:rsid w:val="00C37C1F"/>
    <w:rsid w:val="00C40252"/>
    <w:rsid w:val="00C4190B"/>
    <w:rsid w:val="00C42929"/>
    <w:rsid w:val="00C44DC9"/>
    <w:rsid w:val="00C47F86"/>
    <w:rsid w:val="00C56443"/>
    <w:rsid w:val="00C575E8"/>
    <w:rsid w:val="00C60CFC"/>
    <w:rsid w:val="00C612B3"/>
    <w:rsid w:val="00C628B6"/>
    <w:rsid w:val="00C64ED9"/>
    <w:rsid w:val="00C6680D"/>
    <w:rsid w:val="00C70C0D"/>
    <w:rsid w:val="00C720C7"/>
    <w:rsid w:val="00C728EF"/>
    <w:rsid w:val="00C72E6B"/>
    <w:rsid w:val="00C75949"/>
    <w:rsid w:val="00C77207"/>
    <w:rsid w:val="00C77402"/>
    <w:rsid w:val="00C77B69"/>
    <w:rsid w:val="00C81731"/>
    <w:rsid w:val="00C81AEB"/>
    <w:rsid w:val="00C831B1"/>
    <w:rsid w:val="00C8799C"/>
    <w:rsid w:val="00C9010A"/>
    <w:rsid w:val="00C960B4"/>
    <w:rsid w:val="00CA0780"/>
    <w:rsid w:val="00CA2CEF"/>
    <w:rsid w:val="00CA4C39"/>
    <w:rsid w:val="00CB2008"/>
    <w:rsid w:val="00CB21FD"/>
    <w:rsid w:val="00CB3E2B"/>
    <w:rsid w:val="00CC00CC"/>
    <w:rsid w:val="00CC1223"/>
    <w:rsid w:val="00CC45BB"/>
    <w:rsid w:val="00CC55EF"/>
    <w:rsid w:val="00CC7778"/>
    <w:rsid w:val="00CD124B"/>
    <w:rsid w:val="00CD146B"/>
    <w:rsid w:val="00CD2BE0"/>
    <w:rsid w:val="00CD680B"/>
    <w:rsid w:val="00CE22AE"/>
    <w:rsid w:val="00CE3B44"/>
    <w:rsid w:val="00CE6E45"/>
    <w:rsid w:val="00CF1080"/>
    <w:rsid w:val="00CF11E3"/>
    <w:rsid w:val="00CF2F3A"/>
    <w:rsid w:val="00CF62FD"/>
    <w:rsid w:val="00CF6E4B"/>
    <w:rsid w:val="00D00EB8"/>
    <w:rsid w:val="00D01029"/>
    <w:rsid w:val="00D01194"/>
    <w:rsid w:val="00D03FE7"/>
    <w:rsid w:val="00D04232"/>
    <w:rsid w:val="00D0429E"/>
    <w:rsid w:val="00D04A67"/>
    <w:rsid w:val="00D05C90"/>
    <w:rsid w:val="00D1000A"/>
    <w:rsid w:val="00D1430C"/>
    <w:rsid w:val="00D179B6"/>
    <w:rsid w:val="00D203E8"/>
    <w:rsid w:val="00D217F5"/>
    <w:rsid w:val="00D22ADB"/>
    <w:rsid w:val="00D261F6"/>
    <w:rsid w:val="00D2669F"/>
    <w:rsid w:val="00D268C9"/>
    <w:rsid w:val="00D26A7A"/>
    <w:rsid w:val="00D27606"/>
    <w:rsid w:val="00D314F5"/>
    <w:rsid w:val="00D31AB9"/>
    <w:rsid w:val="00D32102"/>
    <w:rsid w:val="00D32B25"/>
    <w:rsid w:val="00D35E60"/>
    <w:rsid w:val="00D372D9"/>
    <w:rsid w:val="00D4322C"/>
    <w:rsid w:val="00D43470"/>
    <w:rsid w:val="00D434D7"/>
    <w:rsid w:val="00D43753"/>
    <w:rsid w:val="00D45595"/>
    <w:rsid w:val="00D476A0"/>
    <w:rsid w:val="00D508C4"/>
    <w:rsid w:val="00D54C26"/>
    <w:rsid w:val="00D57954"/>
    <w:rsid w:val="00D57FE8"/>
    <w:rsid w:val="00D61127"/>
    <w:rsid w:val="00D613D1"/>
    <w:rsid w:val="00D64BE6"/>
    <w:rsid w:val="00D659DF"/>
    <w:rsid w:val="00D65A8B"/>
    <w:rsid w:val="00D70B75"/>
    <w:rsid w:val="00D731F2"/>
    <w:rsid w:val="00D757E1"/>
    <w:rsid w:val="00D779E2"/>
    <w:rsid w:val="00D80DF1"/>
    <w:rsid w:val="00D82076"/>
    <w:rsid w:val="00D8431A"/>
    <w:rsid w:val="00D84C6D"/>
    <w:rsid w:val="00D8593E"/>
    <w:rsid w:val="00D86B06"/>
    <w:rsid w:val="00D86C9C"/>
    <w:rsid w:val="00D86DE2"/>
    <w:rsid w:val="00D94605"/>
    <w:rsid w:val="00D96CE2"/>
    <w:rsid w:val="00DA290F"/>
    <w:rsid w:val="00DA385D"/>
    <w:rsid w:val="00DA5285"/>
    <w:rsid w:val="00DA62D7"/>
    <w:rsid w:val="00DB15A8"/>
    <w:rsid w:val="00DB21A0"/>
    <w:rsid w:val="00DB2D5D"/>
    <w:rsid w:val="00DB461E"/>
    <w:rsid w:val="00DB7D65"/>
    <w:rsid w:val="00DC1809"/>
    <w:rsid w:val="00DC2D89"/>
    <w:rsid w:val="00DC3606"/>
    <w:rsid w:val="00DC3DCF"/>
    <w:rsid w:val="00DC47B8"/>
    <w:rsid w:val="00DC512E"/>
    <w:rsid w:val="00DD346F"/>
    <w:rsid w:val="00DE03CC"/>
    <w:rsid w:val="00DE06E1"/>
    <w:rsid w:val="00DE12B4"/>
    <w:rsid w:val="00DE4CC1"/>
    <w:rsid w:val="00DE4DF8"/>
    <w:rsid w:val="00DE6B23"/>
    <w:rsid w:val="00DF1FA0"/>
    <w:rsid w:val="00DF319F"/>
    <w:rsid w:val="00DF432E"/>
    <w:rsid w:val="00DF618D"/>
    <w:rsid w:val="00E00369"/>
    <w:rsid w:val="00E01296"/>
    <w:rsid w:val="00E07269"/>
    <w:rsid w:val="00E07786"/>
    <w:rsid w:val="00E07C82"/>
    <w:rsid w:val="00E121E7"/>
    <w:rsid w:val="00E139F0"/>
    <w:rsid w:val="00E13B90"/>
    <w:rsid w:val="00E15D06"/>
    <w:rsid w:val="00E168A5"/>
    <w:rsid w:val="00E20277"/>
    <w:rsid w:val="00E226CC"/>
    <w:rsid w:val="00E25618"/>
    <w:rsid w:val="00E261CD"/>
    <w:rsid w:val="00E27CB0"/>
    <w:rsid w:val="00E305D9"/>
    <w:rsid w:val="00E31FD6"/>
    <w:rsid w:val="00E3458A"/>
    <w:rsid w:val="00E37B96"/>
    <w:rsid w:val="00E41811"/>
    <w:rsid w:val="00E419F0"/>
    <w:rsid w:val="00E43C8A"/>
    <w:rsid w:val="00E46E6A"/>
    <w:rsid w:val="00E5163B"/>
    <w:rsid w:val="00E53F6D"/>
    <w:rsid w:val="00E55AFA"/>
    <w:rsid w:val="00E56410"/>
    <w:rsid w:val="00E60545"/>
    <w:rsid w:val="00E645BD"/>
    <w:rsid w:val="00E65931"/>
    <w:rsid w:val="00E66AC0"/>
    <w:rsid w:val="00E67F7E"/>
    <w:rsid w:val="00E73959"/>
    <w:rsid w:val="00E761C7"/>
    <w:rsid w:val="00E77F00"/>
    <w:rsid w:val="00E8138C"/>
    <w:rsid w:val="00E84221"/>
    <w:rsid w:val="00E8485A"/>
    <w:rsid w:val="00E85C54"/>
    <w:rsid w:val="00E85F09"/>
    <w:rsid w:val="00E916D0"/>
    <w:rsid w:val="00E932C2"/>
    <w:rsid w:val="00E94E5A"/>
    <w:rsid w:val="00E9599D"/>
    <w:rsid w:val="00E97597"/>
    <w:rsid w:val="00EA18C1"/>
    <w:rsid w:val="00EA2C3B"/>
    <w:rsid w:val="00EA4BF3"/>
    <w:rsid w:val="00EA4F25"/>
    <w:rsid w:val="00EA542A"/>
    <w:rsid w:val="00EB0AB1"/>
    <w:rsid w:val="00EB450C"/>
    <w:rsid w:val="00EB586A"/>
    <w:rsid w:val="00EB5DEA"/>
    <w:rsid w:val="00EB6B79"/>
    <w:rsid w:val="00EC121B"/>
    <w:rsid w:val="00EC1992"/>
    <w:rsid w:val="00EC2A75"/>
    <w:rsid w:val="00EC6F80"/>
    <w:rsid w:val="00EC717A"/>
    <w:rsid w:val="00EC7D44"/>
    <w:rsid w:val="00ED3C06"/>
    <w:rsid w:val="00ED6559"/>
    <w:rsid w:val="00ED7F2E"/>
    <w:rsid w:val="00EE111F"/>
    <w:rsid w:val="00EE20D0"/>
    <w:rsid w:val="00EE26C0"/>
    <w:rsid w:val="00EE3A6F"/>
    <w:rsid w:val="00EE70FD"/>
    <w:rsid w:val="00EF00F3"/>
    <w:rsid w:val="00EF06D5"/>
    <w:rsid w:val="00EF241D"/>
    <w:rsid w:val="00EF5B85"/>
    <w:rsid w:val="00EF620C"/>
    <w:rsid w:val="00F020E6"/>
    <w:rsid w:val="00F02A23"/>
    <w:rsid w:val="00F0411C"/>
    <w:rsid w:val="00F14019"/>
    <w:rsid w:val="00F1420F"/>
    <w:rsid w:val="00F14B9E"/>
    <w:rsid w:val="00F14BE3"/>
    <w:rsid w:val="00F165DB"/>
    <w:rsid w:val="00F1744F"/>
    <w:rsid w:val="00F20A89"/>
    <w:rsid w:val="00F22069"/>
    <w:rsid w:val="00F2214C"/>
    <w:rsid w:val="00F23609"/>
    <w:rsid w:val="00F23951"/>
    <w:rsid w:val="00F279C9"/>
    <w:rsid w:val="00F27BF2"/>
    <w:rsid w:val="00F34E79"/>
    <w:rsid w:val="00F3573A"/>
    <w:rsid w:val="00F35BF2"/>
    <w:rsid w:val="00F368D1"/>
    <w:rsid w:val="00F424E0"/>
    <w:rsid w:val="00F42AC8"/>
    <w:rsid w:val="00F43CA7"/>
    <w:rsid w:val="00F44DEA"/>
    <w:rsid w:val="00F45E06"/>
    <w:rsid w:val="00F47623"/>
    <w:rsid w:val="00F47E31"/>
    <w:rsid w:val="00F5180C"/>
    <w:rsid w:val="00F51B14"/>
    <w:rsid w:val="00F51E6B"/>
    <w:rsid w:val="00F575B5"/>
    <w:rsid w:val="00F66165"/>
    <w:rsid w:val="00F74614"/>
    <w:rsid w:val="00F75735"/>
    <w:rsid w:val="00F774CA"/>
    <w:rsid w:val="00F82BBA"/>
    <w:rsid w:val="00F8583B"/>
    <w:rsid w:val="00F8604D"/>
    <w:rsid w:val="00F873CC"/>
    <w:rsid w:val="00F9019F"/>
    <w:rsid w:val="00F90BA6"/>
    <w:rsid w:val="00F910A4"/>
    <w:rsid w:val="00F938EF"/>
    <w:rsid w:val="00F96C3D"/>
    <w:rsid w:val="00FA409C"/>
    <w:rsid w:val="00FA5EB9"/>
    <w:rsid w:val="00FA68AA"/>
    <w:rsid w:val="00FA7667"/>
    <w:rsid w:val="00FA79BF"/>
    <w:rsid w:val="00FB4C45"/>
    <w:rsid w:val="00FB6483"/>
    <w:rsid w:val="00FB6503"/>
    <w:rsid w:val="00FB6854"/>
    <w:rsid w:val="00FC006C"/>
    <w:rsid w:val="00FC0387"/>
    <w:rsid w:val="00FC085C"/>
    <w:rsid w:val="00FC299D"/>
    <w:rsid w:val="00FC395D"/>
    <w:rsid w:val="00FC53BE"/>
    <w:rsid w:val="00FC5501"/>
    <w:rsid w:val="00FC7A24"/>
    <w:rsid w:val="00FD329B"/>
    <w:rsid w:val="00FD3E7C"/>
    <w:rsid w:val="00FD638D"/>
    <w:rsid w:val="00FD7230"/>
    <w:rsid w:val="00FE1CAE"/>
    <w:rsid w:val="00FE3D50"/>
    <w:rsid w:val="00FE754B"/>
    <w:rsid w:val="00FE774D"/>
    <w:rsid w:val="00FF1034"/>
    <w:rsid w:val="00FF15A6"/>
    <w:rsid w:val="00FF25EA"/>
    <w:rsid w:val="00FF27E5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02069"/>
  <w15:docId w15:val="{9A8D5AF6-C699-44F2-A3A8-14A3CF9A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2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FD329B"/>
    <w:pPr>
      <w:spacing w:after="120"/>
    </w:pPr>
    <w:rPr>
      <w:rFonts w:ascii="Arial" w:hAnsi="Arial" w:cs="Times New Roman"/>
    </w:rPr>
  </w:style>
  <w:style w:type="paragraph" w:styleId="Heading1">
    <w:name w:val="heading 1"/>
    <w:next w:val="BodyText"/>
    <w:link w:val="Heading1Char"/>
    <w:uiPriority w:val="2"/>
    <w:qFormat/>
    <w:rsid w:val="00FD329B"/>
    <w:pPr>
      <w:keepNext/>
      <w:pageBreakBefore/>
      <w:numPr>
        <w:numId w:val="16"/>
      </w:numPr>
      <w:spacing w:before="240" w:after="60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BodyText"/>
    <w:link w:val="Heading2Char"/>
    <w:uiPriority w:val="2"/>
    <w:qFormat/>
    <w:rsid w:val="00FD329B"/>
    <w:pPr>
      <w:keepLines/>
      <w:pageBreakBefore w:val="0"/>
      <w:numPr>
        <w:ilvl w:val="1"/>
      </w:numPr>
      <w:spacing w:before="360" w:after="240"/>
      <w:outlineLvl w:val="1"/>
    </w:pPr>
    <w:rPr>
      <w:b w:val="0"/>
      <w:iCs/>
      <w:sz w:val="28"/>
      <w:szCs w:val="28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D329B"/>
    <w:pPr>
      <w:numPr>
        <w:ilvl w:val="2"/>
      </w:numPr>
      <w:outlineLvl w:val="2"/>
    </w:pPr>
    <w:rPr>
      <w:b/>
      <w:bCs w:val="0"/>
      <w:iCs w:val="0"/>
      <w:sz w:val="24"/>
    </w:rPr>
  </w:style>
  <w:style w:type="paragraph" w:styleId="Heading4">
    <w:name w:val="heading 4"/>
    <w:basedOn w:val="Heading3"/>
    <w:next w:val="BodyText"/>
    <w:link w:val="Heading4Char"/>
    <w:uiPriority w:val="2"/>
    <w:qFormat/>
    <w:rsid w:val="00FD329B"/>
    <w:pPr>
      <w:numPr>
        <w:ilvl w:val="3"/>
      </w:numPr>
      <w:outlineLvl w:val="3"/>
    </w:pPr>
    <w:rPr>
      <w:bCs/>
      <w:iCs/>
      <w:sz w:val="22"/>
    </w:rPr>
  </w:style>
  <w:style w:type="paragraph" w:styleId="Heading5">
    <w:name w:val="heading 5"/>
    <w:next w:val="BodyText"/>
    <w:link w:val="Heading5Char"/>
    <w:uiPriority w:val="2"/>
    <w:rsid w:val="00FD329B"/>
    <w:pPr>
      <w:keepNext/>
      <w:numPr>
        <w:ilvl w:val="4"/>
      </w:numPr>
      <w:spacing w:before="120"/>
      <w:ind w:left="851"/>
      <w:outlineLvl w:val="4"/>
    </w:pPr>
    <w:rPr>
      <w:rFonts w:ascii="Arial" w:eastAsia="Times New Roman" w:hAnsi="Arial" w:cs="Arial"/>
      <w:b/>
      <w:bCs/>
      <w:i/>
      <w:iCs/>
      <w:kern w:val="32"/>
      <w:szCs w:val="26"/>
      <w:lang w:eastAsia="en-AU"/>
    </w:rPr>
  </w:style>
  <w:style w:type="paragraph" w:styleId="Heading6">
    <w:name w:val="heading 6"/>
    <w:basedOn w:val="Heading5"/>
    <w:next w:val="BodyText"/>
    <w:link w:val="Heading6Char"/>
    <w:uiPriority w:val="2"/>
    <w:rsid w:val="00FD329B"/>
    <w:pPr>
      <w:numPr>
        <w:ilvl w:val="5"/>
      </w:numPr>
      <w:ind w:left="851"/>
      <w:outlineLvl w:val="5"/>
    </w:pPr>
    <w:rPr>
      <w:b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qFormat/>
    <w:rsid w:val="00FD329B"/>
    <w:pPr>
      <w:numPr>
        <w:ilvl w:val="6"/>
      </w:numPr>
      <w:spacing w:before="0"/>
      <w:ind w:left="1134"/>
      <w:outlineLvl w:val="6"/>
    </w:pPr>
    <w:rPr>
      <w:rFonts w:eastAsiaTheme="majorEastAsia" w:cstheme="majorBidi"/>
      <w:i w:val="0"/>
      <w:iCs w:val="0"/>
    </w:rPr>
  </w:style>
  <w:style w:type="paragraph" w:styleId="Heading8">
    <w:name w:val="heading 8"/>
    <w:basedOn w:val="Heading7"/>
    <w:next w:val="BodyText"/>
    <w:link w:val="Heading8Char"/>
    <w:uiPriority w:val="9"/>
    <w:semiHidden/>
    <w:qFormat/>
    <w:rsid w:val="00FD329B"/>
    <w:pPr>
      <w:numPr>
        <w:ilvl w:val="7"/>
      </w:numPr>
      <w:ind w:left="1134"/>
      <w:outlineLvl w:val="7"/>
    </w:pPr>
    <w:rPr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qFormat/>
    <w:rsid w:val="00FD329B"/>
    <w:pPr>
      <w:numPr>
        <w:ilvl w:val="8"/>
      </w:numPr>
      <w:ind w:left="1134"/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  <w:rsid w:val="00FD32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329B"/>
  </w:style>
  <w:style w:type="paragraph" w:styleId="Header">
    <w:name w:val="header"/>
    <w:basedOn w:val="Normal"/>
    <w:link w:val="HeaderChar"/>
    <w:uiPriority w:val="99"/>
    <w:rsid w:val="00FD329B"/>
    <w:pPr>
      <w:pBdr>
        <w:bottom w:val="single" w:sz="2" w:space="3" w:color="auto"/>
      </w:pBdr>
      <w:tabs>
        <w:tab w:val="right" w:pos="9639"/>
      </w:tabs>
      <w:spacing w:after="6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D329B"/>
    <w:rPr>
      <w:rFonts w:ascii="Arial" w:hAnsi="Arial" w:cs="Times New Roman"/>
      <w:sz w:val="18"/>
    </w:rPr>
  </w:style>
  <w:style w:type="paragraph" w:styleId="Footer">
    <w:name w:val="footer"/>
    <w:basedOn w:val="Normal"/>
    <w:link w:val="FooterChar"/>
    <w:uiPriority w:val="99"/>
    <w:rsid w:val="00FD329B"/>
    <w:pPr>
      <w:pBdr>
        <w:top w:val="single" w:sz="2" w:space="3" w:color="auto"/>
      </w:pBdr>
      <w:tabs>
        <w:tab w:val="center" w:pos="4820"/>
        <w:tab w:val="right" w:pos="9639"/>
      </w:tabs>
      <w:spacing w:after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D329B"/>
    <w:rPr>
      <w:rFonts w:ascii="Arial" w:hAnsi="Arial" w:cs="Times New Roman"/>
      <w:sz w:val="18"/>
    </w:rPr>
  </w:style>
  <w:style w:type="paragraph" w:styleId="Title">
    <w:name w:val="Title"/>
    <w:link w:val="TitleChar"/>
    <w:uiPriority w:val="10"/>
    <w:rsid w:val="00FD329B"/>
    <w:pPr>
      <w:spacing w:after="480"/>
    </w:pPr>
    <w:rPr>
      <w:rFonts w:ascii="Arial" w:eastAsia="Times New Roman" w:hAnsi="Arial" w:cs="Arial"/>
      <w:b/>
      <w:bCs/>
      <w:kern w:val="28"/>
      <w:sz w:val="32"/>
      <w:szCs w:val="3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FD329B"/>
    <w:rPr>
      <w:rFonts w:ascii="Arial" w:eastAsia="Times New Roman" w:hAnsi="Arial" w:cs="Arial"/>
      <w:b/>
      <w:bCs/>
      <w:kern w:val="28"/>
      <w:sz w:val="32"/>
      <w:szCs w:val="32"/>
      <w:lang w:eastAsia="en-AU"/>
    </w:rPr>
  </w:style>
  <w:style w:type="table" w:styleId="TableGrid">
    <w:name w:val="Table Grid"/>
    <w:basedOn w:val="TableNormal"/>
    <w:uiPriority w:val="59"/>
    <w:rsid w:val="00FD329B"/>
    <w:rPr>
      <w:rFonts w:ascii="Arial" w:hAnsi="Arial" w:cs="Times New Roman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BodyText"/>
    <w:link w:val="TabletextChar"/>
    <w:uiPriority w:val="4"/>
    <w:qFormat/>
    <w:rsid w:val="00FD329B"/>
    <w:pPr>
      <w:spacing w:before="60" w:after="60"/>
      <w:ind w:left="0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2"/>
    <w:rsid w:val="00FD329B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character" w:customStyle="1" w:styleId="PageNumber1">
    <w:name w:val="Page Number1"/>
    <w:basedOn w:val="BodyTextChar"/>
    <w:uiPriority w:val="1"/>
    <w:semiHidden/>
    <w:rsid w:val="005563F1"/>
    <w:rPr>
      <w:rFonts w:ascii="Verdana" w:eastAsia="Times New Roman" w:hAnsi="Verdana" w:cs="Times New Roman"/>
      <w:i w:val="0"/>
      <w:sz w:val="20"/>
      <w:szCs w:val="20"/>
      <w:lang w:eastAsia="en-AU"/>
    </w:rPr>
  </w:style>
  <w:style w:type="numbering" w:customStyle="1" w:styleId="Bullets">
    <w:name w:val="Bullets"/>
    <w:uiPriority w:val="99"/>
    <w:rsid w:val="00331C22"/>
    <w:pPr>
      <w:numPr>
        <w:numId w:val="1"/>
      </w:numPr>
    </w:pPr>
  </w:style>
  <w:style w:type="paragraph" w:styleId="ListBullet">
    <w:name w:val="List Bullet"/>
    <w:basedOn w:val="BodyText"/>
    <w:qFormat/>
    <w:rsid w:val="00FD329B"/>
    <w:pPr>
      <w:numPr>
        <w:numId w:val="21"/>
      </w:numPr>
    </w:pPr>
  </w:style>
  <w:style w:type="paragraph" w:styleId="ListBullet2">
    <w:name w:val="List Bullet 2"/>
    <w:basedOn w:val="ListBullet"/>
    <w:rsid w:val="00FD329B"/>
    <w:pPr>
      <w:numPr>
        <w:ilvl w:val="1"/>
      </w:numPr>
    </w:pPr>
  </w:style>
  <w:style w:type="paragraph" w:styleId="ListBullet3">
    <w:name w:val="List Bullet 3"/>
    <w:basedOn w:val="ListBullet2"/>
    <w:rsid w:val="00FD329B"/>
    <w:pPr>
      <w:numPr>
        <w:ilvl w:val="2"/>
      </w:numPr>
    </w:pPr>
  </w:style>
  <w:style w:type="numbering" w:customStyle="1" w:styleId="Headings">
    <w:name w:val="Headings"/>
    <w:uiPriority w:val="99"/>
    <w:rsid w:val="00E07C82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2"/>
    <w:rsid w:val="00FD329B"/>
    <w:rPr>
      <w:rFonts w:ascii="Arial" w:eastAsia="Times New Roman" w:hAnsi="Arial" w:cs="Arial"/>
      <w:b/>
      <w:kern w:val="32"/>
      <w:sz w:val="24"/>
      <w:szCs w:val="28"/>
      <w:lang w:eastAsia="en-AU"/>
    </w:rPr>
  </w:style>
  <w:style w:type="character" w:styleId="CommentReference">
    <w:name w:val="annotation reference"/>
    <w:basedOn w:val="DefaultParagraphFont"/>
    <w:uiPriority w:val="99"/>
    <w:unhideWhenUsed/>
    <w:rsid w:val="00FD3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D329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29B"/>
    <w:rPr>
      <w:rFonts w:ascii="Arial" w:hAnsi="Arial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D3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D329B"/>
    <w:rPr>
      <w:rFonts w:ascii="Arial" w:hAnsi="Arial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FD329B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D329B"/>
    <w:rPr>
      <w:rFonts w:ascii="Arial" w:hAnsi="Arial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2"/>
    <w:rsid w:val="00FD329B"/>
    <w:rPr>
      <w:rFonts w:ascii="Arial" w:eastAsia="Times New Roman" w:hAnsi="Arial" w:cs="Arial"/>
      <w:bCs/>
      <w:iCs/>
      <w:kern w:val="32"/>
      <w:sz w:val="28"/>
      <w:szCs w:val="28"/>
      <w:lang w:eastAsia="en-AU"/>
    </w:rPr>
  </w:style>
  <w:style w:type="character" w:customStyle="1" w:styleId="Heading4Char">
    <w:name w:val="Heading 4 Char"/>
    <w:basedOn w:val="DefaultParagraphFont"/>
    <w:link w:val="Heading4"/>
    <w:uiPriority w:val="2"/>
    <w:rsid w:val="00FD329B"/>
    <w:rPr>
      <w:rFonts w:ascii="Arial" w:eastAsia="Times New Roman" w:hAnsi="Arial" w:cs="Arial"/>
      <w:b/>
      <w:bCs/>
      <w:iCs/>
      <w:kern w:val="32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2"/>
    <w:rsid w:val="00FD329B"/>
    <w:rPr>
      <w:rFonts w:ascii="Arial" w:eastAsia="Times New Roman" w:hAnsi="Arial" w:cs="Arial"/>
      <w:b/>
      <w:bCs/>
      <w:i/>
      <w:iCs/>
      <w:kern w:val="32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2"/>
    <w:rsid w:val="00FD329B"/>
    <w:rPr>
      <w:rFonts w:ascii="Arial" w:eastAsia="Times New Roman" w:hAnsi="Arial" w:cs="Arial"/>
      <w:bCs/>
      <w:i/>
      <w:iCs/>
      <w:kern w:val="32"/>
      <w:szCs w:val="26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329B"/>
    <w:rPr>
      <w:rFonts w:ascii="Arial" w:eastAsiaTheme="majorEastAsia" w:hAnsi="Arial" w:cstheme="majorBidi"/>
      <w:bCs/>
      <w:kern w:val="32"/>
      <w:szCs w:val="26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329B"/>
    <w:rPr>
      <w:rFonts w:ascii="Arial" w:eastAsiaTheme="majorEastAsia" w:hAnsi="Arial" w:cstheme="majorBidi"/>
      <w:bCs/>
      <w:kern w:val="32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329B"/>
    <w:rPr>
      <w:rFonts w:ascii="Arial" w:eastAsiaTheme="majorEastAsia" w:hAnsi="Arial" w:cstheme="majorBidi"/>
      <w:bCs/>
      <w:iCs/>
      <w:kern w:val="32"/>
      <w:szCs w:val="20"/>
      <w:lang w:eastAsia="en-AU"/>
    </w:rPr>
  </w:style>
  <w:style w:type="paragraph" w:customStyle="1" w:styleId="Numberedstep">
    <w:name w:val="Numbered step"/>
    <w:basedOn w:val="BodyText"/>
    <w:qFormat/>
    <w:rsid w:val="0058478B"/>
    <w:pPr>
      <w:tabs>
        <w:tab w:val="num" w:pos="284"/>
      </w:tabs>
      <w:ind w:left="284" w:hanging="284"/>
    </w:pPr>
  </w:style>
  <w:style w:type="paragraph" w:customStyle="1" w:styleId="Bullet1">
    <w:name w:val="Bullet 1"/>
    <w:basedOn w:val="BodyText"/>
    <w:qFormat/>
    <w:rsid w:val="0058478B"/>
    <w:pPr>
      <w:numPr>
        <w:numId w:val="6"/>
      </w:numPr>
      <w:ind w:left="850" w:hanging="425"/>
    </w:pPr>
  </w:style>
  <w:style w:type="paragraph" w:customStyle="1" w:styleId="Bullet2">
    <w:name w:val="Bullet 2"/>
    <w:basedOn w:val="Bullet1"/>
    <w:rsid w:val="00E60545"/>
    <w:pPr>
      <w:numPr>
        <w:ilvl w:val="1"/>
      </w:numPr>
    </w:pPr>
  </w:style>
  <w:style w:type="paragraph" w:customStyle="1" w:styleId="Bullet3">
    <w:name w:val="Bullet 3"/>
    <w:basedOn w:val="Bullet2"/>
    <w:rsid w:val="00331C22"/>
    <w:pPr>
      <w:numPr>
        <w:ilvl w:val="2"/>
      </w:numPr>
    </w:pPr>
  </w:style>
  <w:style w:type="numbering" w:customStyle="1" w:styleId="Numberedsteps">
    <w:name w:val="Numbered steps"/>
    <w:uiPriority w:val="99"/>
    <w:rsid w:val="00212495"/>
    <w:pPr>
      <w:numPr>
        <w:numId w:val="3"/>
      </w:numPr>
    </w:pPr>
  </w:style>
  <w:style w:type="numbering" w:customStyle="1" w:styleId="Bulletedlist">
    <w:name w:val="Bulleted list"/>
    <w:uiPriority w:val="99"/>
    <w:rsid w:val="00276717"/>
    <w:pPr>
      <w:numPr>
        <w:numId w:val="4"/>
      </w:numPr>
    </w:pPr>
  </w:style>
  <w:style w:type="paragraph" w:customStyle="1" w:styleId="Tableheader">
    <w:name w:val="Table header"/>
    <w:basedOn w:val="Tabletext"/>
    <w:link w:val="TableheaderChar"/>
    <w:uiPriority w:val="4"/>
    <w:qFormat/>
    <w:rsid w:val="00FD329B"/>
    <w:rPr>
      <w:b/>
      <w:szCs w:val="20"/>
    </w:rPr>
  </w:style>
  <w:style w:type="paragraph" w:styleId="BodyText">
    <w:name w:val="Body Text"/>
    <w:link w:val="BodyTextChar"/>
    <w:qFormat/>
    <w:rsid w:val="00FD329B"/>
    <w:pPr>
      <w:spacing w:after="120" w:line="288" w:lineRule="auto"/>
      <w:ind w:left="851"/>
    </w:pPr>
    <w:rPr>
      <w:rFonts w:ascii="Arial" w:eastAsia="Times New Roman" w:hAnsi="Arial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FD329B"/>
    <w:rPr>
      <w:rFonts w:ascii="Arial" w:eastAsia="Times New Roman" w:hAnsi="Arial" w:cs="Times New Roman"/>
      <w:szCs w:val="24"/>
      <w:lang w:eastAsia="en-AU"/>
    </w:rPr>
  </w:style>
  <w:style w:type="paragraph" w:customStyle="1" w:styleId="Screenshot">
    <w:name w:val="Screenshot"/>
    <w:basedOn w:val="BodyText"/>
    <w:semiHidden/>
    <w:rsid w:val="005F57E9"/>
    <w:pPr>
      <w:spacing w:after="360"/>
      <w:ind w:left="426"/>
    </w:pPr>
  </w:style>
  <w:style w:type="paragraph" w:customStyle="1" w:styleId="Note">
    <w:name w:val="Note"/>
    <w:link w:val="NoteChar"/>
    <w:semiHidden/>
    <w:rsid w:val="00F14BE3"/>
    <w:pPr>
      <w:ind w:left="425"/>
    </w:pPr>
    <w:rPr>
      <w:i/>
    </w:rPr>
  </w:style>
  <w:style w:type="character" w:customStyle="1" w:styleId="NoteChar">
    <w:name w:val="Note Char"/>
    <w:basedOn w:val="DefaultParagraphFont"/>
    <w:link w:val="Note"/>
    <w:semiHidden/>
    <w:rsid w:val="001F3E30"/>
    <w:rPr>
      <w:rFonts w:ascii="Verdana" w:hAnsi="Verdana"/>
      <w:i/>
      <w:sz w:val="20"/>
    </w:rPr>
  </w:style>
  <w:style w:type="character" w:styleId="PlaceholderText">
    <w:name w:val="Placeholder Text"/>
    <w:basedOn w:val="DefaultParagraphFont"/>
    <w:uiPriority w:val="99"/>
    <w:semiHidden/>
    <w:rsid w:val="00FD329B"/>
    <w:rPr>
      <w:color w:val="5C5F60" w:themeColor="text2" w:themeShade="80"/>
    </w:rPr>
  </w:style>
  <w:style w:type="paragraph" w:customStyle="1" w:styleId="Documentstatus">
    <w:name w:val="Document status"/>
    <w:basedOn w:val="Tabletext"/>
    <w:semiHidden/>
    <w:rsid w:val="00DE12B4"/>
  </w:style>
  <w:style w:type="character" w:customStyle="1" w:styleId="Documentrevision">
    <w:name w:val="Document revision"/>
    <w:basedOn w:val="DefaultParagraphFont"/>
    <w:uiPriority w:val="1"/>
    <w:semiHidden/>
    <w:rsid w:val="00783572"/>
    <w:rPr>
      <w:sz w:val="18"/>
    </w:rPr>
  </w:style>
  <w:style w:type="paragraph" w:customStyle="1" w:styleId="Numberedstep2">
    <w:name w:val="Numbered step 2"/>
    <w:basedOn w:val="Numberedstep"/>
    <w:rsid w:val="003616E6"/>
    <w:pPr>
      <w:numPr>
        <w:ilvl w:val="1"/>
      </w:numPr>
      <w:tabs>
        <w:tab w:val="num" w:pos="284"/>
      </w:tabs>
      <w:ind w:left="284" w:hanging="284"/>
    </w:pPr>
  </w:style>
  <w:style w:type="paragraph" w:customStyle="1" w:styleId="Numberedstep3">
    <w:name w:val="Numbered step 3"/>
    <w:basedOn w:val="Numberedstep"/>
    <w:rsid w:val="00105D9B"/>
    <w:pPr>
      <w:numPr>
        <w:ilvl w:val="2"/>
      </w:numPr>
      <w:tabs>
        <w:tab w:val="num" w:pos="284"/>
      </w:tabs>
      <w:ind w:left="284" w:hanging="284"/>
    </w:pPr>
  </w:style>
  <w:style w:type="paragraph" w:customStyle="1" w:styleId="Tablebullet1">
    <w:name w:val="Table bullet 1"/>
    <w:basedOn w:val="Tabletext"/>
    <w:uiPriority w:val="3"/>
    <w:qFormat/>
    <w:rsid w:val="001A7F24"/>
    <w:pPr>
      <w:numPr>
        <w:numId w:val="7"/>
      </w:numPr>
    </w:pPr>
  </w:style>
  <w:style w:type="paragraph" w:customStyle="1" w:styleId="Tablebullet2">
    <w:name w:val="Table bullet 2"/>
    <w:basedOn w:val="Tablebullet"/>
    <w:uiPriority w:val="5"/>
    <w:rsid w:val="00FD329B"/>
    <w:pPr>
      <w:numPr>
        <w:ilvl w:val="1"/>
      </w:numPr>
    </w:pPr>
  </w:style>
  <w:style w:type="paragraph" w:customStyle="1" w:styleId="Tablenumber1">
    <w:name w:val="Table number 1"/>
    <w:basedOn w:val="Tabletext"/>
    <w:uiPriority w:val="5"/>
    <w:qFormat/>
    <w:rsid w:val="00FD329B"/>
    <w:pPr>
      <w:numPr>
        <w:numId w:val="15"/>
      </w:numPr>
    </w:pPr>
  </w:style>
  <w:style w:type="paragraph" w:customStyle="1" w:styleId="Tablenumber2">
    <w:name w:val="Table number 2"/>
    <w:basedOn w:val="Tablenumber1"/>
    <w:uiPriority w:val="5"/>
    <w:qFormat/>
    <w:rsid w:val="00FD329B"/>
    <w:pPr>
      <w:numPr>
        <w:ilvl w:val="1"/>
      </w:numPr>
    </w:pPr>
  </w:style>
  <w:style w:type="numbering" w:customStyle="1" w:styleId="Tablebullets">
    <w:name w:val="Table bullets"/>
    <w:uiPriority w:val="99"/>
    <w:rsid w:val="00FD329B"/>
    <w:pPr>
      <w:numPr>
        <w:numId w:val="5"/>
      </w:numPr>
    </w:pPr>
  </w:style>
  <w:style w:type="paragraph" w:customStyle="1" w:styleId="Tablebullet3">
    <w:name w:val="Table bullet 3"/>
    <w:basedOn w:val="Tablebullet2"/>
    <w:uiPriority w:val="5"/>
    <w:rsid w:val="00FD329B"/>
    <w:pPr>
      <w:numPr>
        <w:ilvl w:val="2"/>
      </w:numPr>
    </w:pPr>
  </w:style>
  <w:style w:type="numbering" w:customStyle="1" w:styleId="Tablenumber">
    <w:name w:val="Table number"/>
    <w:uiPriority w:val="99"/>
    <w:rsid w:val="00FD329B"/>
    <w:pPr>
      <w:numPr>
        <w:numId w:val="26"/>
      </w:numPr>
    </w:pPr>
  </w:style>
  <w:style w:type="paragraph" w:styleId="Caption">
    <w:name w:val="caption"/>
    <w:basedOn w:val="BodyText"/>
    <w:next w:val="BodyText"/>
    <w:uiPriority w:val="1"/>
    <w:qFormat/>
    <w:rsid w:val="00FD329B"/>
    <w:pPr>
      <w:widowControl w:val="0"/>
      <w:spacing w:before="240" w:after="240"/>
      <w:jc w:val="center"/>
    </w:pPr>
    <w:rPr>
      <w:bCs/>
      <w:i/>
      <w:sz w:val="20"/>
      <w:szCs w:val="18"/>
    </w:rPr>
  </w:style>
  <w:style w:type="paragraph" w:customStyle="1" w:styleId="Figure">
    <w:name w:val="Figure"/>
    <w:next w:val="BodyText"/>
    <w:uiPriority w:val="1"/>
    <w:qFormat/>
    <w:rsid w:val="00FD329B"/>
    <w:pPr>
      <w:keepNext/>
      <w:widowControl w:val="0"/>
      <w:ind w:left="-567" w:right="-567"/>
      <w:jc w:val="center"/>
    </w:pPr>
    <w:rPr>
      <w:rFonts w:ascii="Arial" w:eastAsia="Times New Roman" w:hAnsi="Arial" w:cs="Times New Roman"/>
      <w:noProof/>
      <w:szCs w:val="24"/>
      <w:lang w:eastAsia="en-AU"/>
    </w:rPr>
  </w:style>
  <w:style w:type="character" w:customStyle="1" w:styleId="Revisionnumber">
    <w:name w:val="Revision number"/>
    <w:basedOn w:val="DefaultParagraphFont"/>
    <w:uiPriority w:val="1"/>
    <w:semiHidden/>
    <w:rsid w:val="00333AC8"/>
    <w:rPr>
      <w:sz w:val="18"/>
    </w:rPr>
  </w:style>
  <w:style w:type="character" w:customStyle="1" w:styleId="Versionnumber">
    <w:name w:val="Version number"/>
    <w:basedOn w:val="DefaultParagraphFont"/>
    <w:uiPriority w:val="1"/>
    <w:semiHidden/>
    <w:rsid w:val="00FD329B"/>
    <w:rPr>
      <w:sz w:val="24"/>
    </w:rPr>
  </w:style>
  <w:style w:type="paragraph" w:customStyle="1" w:styleId="Instructions">
    <w:name w:val="Instructions"/>
    <w:basedOn w:val="BodyText"/>
    <w:link w:val="InstructionsChar"/>
    <w:semiHidden/>
    <w:qFormat/>
    <w:rsid w:val="00FD329B"/>
    <w:pPr>
      <w:widowControl w:val="0"/>
    </w:pPr>
    <w:rPr>
      <w:i/>
      <w:vanish/>
      <w:color w:val="1E6DB6" w:themeColor="accent1"/>
    </w:rPr>
  </w:style>
  <w:style w:type="character" w:customStyle="1" w:styleId="Subject">
    <w:name w:val="Subject"/>
    <w:basedOn w:val="DefaultParagraphFont"/>
    <w:uiPriority w:val="1"/>
    <w:semiHidden/>
    <w:rsid w:val="005D5A7E"/>
    <w:rPr>
      <w:rFonts w:ascii="Calibri" w:hAnsi="Calibri"/>
      <w:b/>
      <w:color w:val="auto"/>
      <w:sz w:val="32"/>
    </w:rPr>
  </w:style>
  <w:style w:type="paragraph" w:customStyle="1" w:styleId="Heading1unnumbered">
    <w:name w:val="Heading 1 unnumbered"/>
    <w:basedOn w:val="Heading1"/>
    <w:next w:val="BodyText"/>
    <w:uiPriority w:val="1"/>
    <w:qFormat/>
    <w:rsid w:val="003616E6"/>
    <w:pPr>
      <w:numPr>
        <w:numId w:val="10"/>
      </w:numPr>
    </w:pPr>
  </w:style>
  <w:style w:type="paragraph" w:customStyle="1" w:styleId="Heading2unnumbered">
    <w:name w:val="Heading 2 unnumbered"/>
    <w:basedOn w:val="Heading2"/>
    <w:next w:val="BodyText"/>
    <w:uiPriority w:val="1"/>
    <w:qFormat/>
    <w:rsid w:val="003616E6"/>
    <w:pPr>
      <w:numPr>
        <w:numId w:val="10"/>
      </w:numPr>
    </w:pPr>
  </w:style>
  <w:style w:type="paragraph" w:customStyle="1" w:styleId="Heading3unnumbered">
    <w:name w:val="Heading 3 unnumbered"/>
    <w:basedOn w:val="Heading3"/>
    <w:next w:val="BodyText"/>
    <w:uiPriority w:val="1"/>
    <w:qFormat/>
    <w:rsid w:val="003616E6"/>
    <w:pPr>
      <w:numPr>
        <w:numId w:val="10"/>
      </w:numPr>
    </w:pPr>
  </w:style>
  <w:style w:type="numbering" w:customStyle="1" w:styleId="Numberedheadings">
    <w:name w:val="Numbered headings"/>
    <w:uiPriority w:val="99"/>
    <w:rsid w:val="00371018"/>
    <w:pPr>
      <w:numPr>
        <w:numId w:val="7"/>
      </w:numPr>
    </w:pPr>
  </w:style>
  <w:style w:type="numbering" w:customStyle="1" w:styleId="Unnumberedheadings">
    <w:name w:val="Unnumbered headings"/>
    <w:uiPriority w:val="99"/>
    <w:rsid w:val="0016497D"/>
    <w:pPr>
      <w:numPr>
        <w:numId w:val="8"/>
      </w:numPr>
    </w:pPr>
  </w:style>
  <w:style w:type="table" w:customStyle="1" w:styleId="Tablenolines">
    <w:name w:val="Table no lines"/>
    <w:basedOn w:val="TableNormal"/>
    <w:uiPriority w:val="99"/>
    <w:rsid w:val="00FD329B"/>
    <w:pPr>
      <w:spacing w:before="60" w:after="60"/>
    </w:pPr>
    <w:rPr>
      <w:rFonts w:ascii="Arial" w:hAnsi="Arial" w:cs="Times New Roman"/>
      <w:sz w:val="20"/>
    </w:rPr>
    <w:tblPr>
      <w:tblInd w:w="851" w:type="dxa"/>
      <w:tblCellMar>
        <w:top w:w="28" w:type="dxa"/>
        <w:left w:w="57" w:type="dxa"/>
        <w:bottom w:w="28" w:type="dxa"/>
        <w:right w:w="57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DB2D5D"/>
    <w:pPr>
      <w:numPr>
        <w:numId w:val="9"/>
      </w:numPr>
    </w:pPr>
  </w:style>
  <w:style w:type="character" w:styleId="PageNumber">
    <w:name w:val="page number"/>
    <w:uiPriority w:val="99"/>
    <w:semiHidden/>
    <w:rsid w:val="00FD329B"/>
    <w:rPr>
      <w:rFonts w:cs="Times New Roman"/>
    </w:rPr>
  </w:style>
  <w:style w:type="paragraph" w:customStyle="1" w:styleId="Smallprintbold">
    <w:name w:val="Small print bold"/>
    <w:basedOn w:val="Normal"/>
    <w:next w:val="Smallprint"/>
    <w:link w:val="SmallprintboldChar"/>
    <w:semiHidden/>
    <w:rsid w:val="00FD329B"/>
    <w:pPr>
      <w:framePr w:hSpace="181" w:wrap="notBeside" w:hAnchor="text" w:yAlign="bottom"/>
      <w:widowControl w:val="0"/>
      <w:spacing w:before="120" w:after="0"/>
    </w:pPr>
    <w:rPr>
      <w:b/>
      <w:sz w:val="18"/>
      <w:lang w:eastAsia="en-AU"/>
    </w:rPr>
  </w:style>
  <w:style w:type="paragraph" w:customStyle="1" w:styleId="Smallprint">
    <w:name w:val="Small print"/>
    <w:basedOn w:val="Normal"/>
    <w:semiHidden/>
    <w:rsid w:val="00FD329B"/>
    <w:pPr>
      <w:framePr w:hSpace="181" w:wrap="notBeside" w:hAnchor="text" w:yAlign="bottom"/>
    </w:pPr>
    <w:rPr>
      <w:sz w:val="18"/>
      <w:lang w:eastAsia="en-AU"/>
    </w:rPr>
  </w:style>
  <w:style w:type="paragraph" w:styleId="Date">
    <w:name w:val="Date"/>
    <w:next w:val="Normal"/>
    <w:link w:val="DateChar"/>
    <w:uiPriority w:val="99"/>
    <w:semiHidden/>
    <w:rsid w:val="00FD329B"/>
    <w:rPr>
      <w:rFonts w:ascii="Arial" w:eastAsia="Times New Roman" w:hAnsi="Arial" w:cs="Times New Roman"/>
      <w:b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rsid w:val="00FD329B"/>
    <w:rPr>
      <w:rFonts w:ascii="Arial" w:eastAsia="Times New Roman" w:hAnsi="Arial" w:cs="Times New Roman"/>
      <w:b/>
      <w:szCs w:val="24"/>
    </w:rPr>
  </w:style>
  <w:style w:type="character" w:customStyle="1" w:styleId="SmallprintboldChar">
    <w:name w:val="Small print bold Char"/>
    <w:basedOn w:val="DefaultParagraphFont"/>
    <w:link w:val="Smallprintbold"/>
    <w:semiHidden/>
    <w:rsid w:val="00FD329B"/>
    <w:rPr>
      <w:rFonts w:ascii="Arial" w:hAnsi="Arial" w:cs="Times New Roman"/>
      <w:b/>
      <w:sz w:val="18"/>
      <w:lang w:eastAsia="en-AU"/>
    </w:rPr>
  </w:style>
  <w:style w:type="paragraph" w:styleId="FootnoteText">
    <w:name w:val="footnote text"/>
    <w:link w:val="FootnoteTextChar"/>
    <w:uiPriority w:val="99"/>
    <w:semiHidden/>
    <w:rsid w:val="00FD329B"/>
    <w:rPr>
      <w:rFonts w:ascii="Arial" w:eastAsia="Times New Roman" w:hAnsi="Arial" w:cs="Times New Roman"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329B"/>
    <w:rPr>
      <w:rFonts w:ascii="Arial" w:eastAsia="Times New Roman" w:hAnsi="Arial" w:cs="Times New Roman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FD329B"/>
    <w:rPr>
      <w:vertAlign w:val="superscript"/>
    </w:rPr>
  </w:style>
  <w:style w:type="table" w:customStyle="1" w:styleId="TableADHA">
    <w:name w:val="Table ADHA"/>
    <w:basedOn w:val="Tablenolines"/>
    <w:uiPriority w:val="99"/>
    <w:rsid w:val="00FD329B"/>
    <w:rPr>
      <w:szCs w:val="20"/>
      <w:lang w:eastAsia="en-AU"/>
    </w:rPr>
    <w:tblPr>
      <w:tblBorders>
        <w:top w:val="single" w:sz="6" w:space="0" w:color="auto"/>
        <w:bottom w:val="single" w:sz="8" w:space="0" w:color="auto"/>
        <w:insideH w:val="single" w:sz="2" w:space="0" w:color="auto"/>
      </w:tblBorders>
    </w:tblPr>
    <w:trPr>
      <w:cantSplit/>
    </w:trPr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</w:style>
  <w:style w:type="character" w:customStyle="1" w:styleId="TabletextChar">
    <w:name w:val="Table text Char"/>
    <w:link w:val="Tabletext"/>
    <w:uiPriority w:val="4"/>
    <w:locked/>
    <w:rsid w:val="00FD329B"/>
    <w:rPr>
      <w:rFonts w:ascii="Arial" w:eastAsia="Times New Roman" w:hAnsi="Arial" w:cs="Times New Roman"/>
      <w:sz w:val="20"/>
      <w:szCs w:val="24"/>
      <w:lang w:eastAsia="en-AU"/>
    </w:rPr>
  </w:style>
  <w:style w:type="paragraph" w:customStyle="1" w:styleId="Boxedbold">
    <w:name w:val="Boxed bold"/>
    <w:basedOn w:val="BodyText"/>
    <w:rsid w:val="00FD329B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/>
    </w:pPr>
    <w:rPr>
      <w:rFonts w:eastAsiaTheme="majorEastAsia" w:cstheme="majorBidi"/>
      <w:b/>
      <w:bCs/>
      <w:szCs w:val="26"/>
    </w:rPr>
  </w:style>
  <w:style w:type="paragraph" w:customStyle="1" w:styleId="Frontpage">
    <w:name w:val="Front page"/>
    <w:basedOn w:val="Normal"/>
    <w:semiHidden/>
    <w:qFormat/>
    <w:rsid w:val="00FD329B"/>
    <w:pPr>
      <w:spacing w:line="240" w:lineRule="exact"/>
    </w:pPr>
    <w:rPr>
      <w:rFonts w:cs="Calibri"/>
      <w:b/>
    </w:rPr>
  </w:style>
  <w:style w:type="paragraph" w:customStyle="1" w:styleId="Whitespacepadding">
    <w:name w:val="White space padding"/>
    <w:basedOn w:val="BodyText"/>
    <w:next w:val="BodyText"/>
    <w:uiPriority w:val="5"/>
    <w:qFormat/>
    <w:rsid w:val="00FD329B"/>
    <w:pPr>
      <w:spacing w:after="0"/>
    </w:pPr>
    <w:rPr>
      <w:sz w:val="16"/>
      <w:szCs w:val="16"/>
    </w:rPr>
  </w:style>
  <w:style w:type="paragraph" w:customStyle="1" w:styleId="Code">
    <w:name w:val="Code"/>
    <w:basedOn w:val="BodyText"/>
    <w:link w:val="CodeChar"/>
    <w:uiPriority w:val="2"/>
    <w:qFormat/>
    <w:rsid w:val="00FD329B"/>
    <w:pPr>
      <w:spacing w:after="0"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BodyTextChar"/>
    <w:link w:val="Code"/>
    <w:uiPriority w:val="2"/>
    <w:rsid w:val="00FD329B"/>
    <w:rPr>
      <w:rFonts w:ascii="Courier New" w:eastAsia="Times New Roman" w:hAnsi="Courier New" w:cs="Courier New"/>
      <w:sz w:val="18"/>
      <w:szCs w:val="18"/>
      <w:lang w:eastAsia="en-AU"/>
    </w:rPr>
  </w:style>
  <w:style w:type="character" w:styleId="Hyperlink">
    <w:name w:val="Hyperlink"/>
    <w:uiPriority w:val="99"/>
    <w:rsid w:val="00FD329B"/>
    <w:rPr>
      <w:rFonts w:cs="Times New Roman"/>
      <w:color w:val="0000FF"/>
      <w:u w:val="single"/>
    </w:rPr>
  </w:style>
  <w:style w:type="character" w:customStyle="1" w:styleId="InstructionsChar">
    <w:name w:val="Instructions Char"/>
    <w:basedOn w:val="BodyTextChar"/>
    <w:link w:val="Instructions"/>
    <w:semiHidden/>
    <w:rsid w:val="00FD329B"/>
    <w:rPr>
      <w:rFonts w:ascii="Arial" w:eastAsia="Times New Roman" w:hAnsi="Arial" w:cs="Times New Roman"/>
      <w:i/>
      <w:vanish/>
      <w:color w:val="1E6DB6" w:themeColor="accent1"/>
      <w:szCs w:val="24"/>
      <w:lang w:eastAsia="en-AU"/>
    </w:rPr>
  </w:style>
  <w:style w:type="table" w:customStyle="1" w:styleId="Tablecodesample">
    <w:name w:val="Table code sample"/>
    <w:basedOn w:val="TableNormal"/>
    <w:uiPriority w:val="99"/>
    <w:rsid w:val="00FD329B"/>
    <w:pPr>
      <w:spacing w:before="60" w:after="60" w:line="276" w:lineRule="auto"/>
      <w:contextualSpacing/>
    </w:pPr>
    <w:rPr>
      <w:rFonts w:ascii="Courier New" w:hAnsi="Courier New" w:cs="Times New Roman"/>
      <w:sz w:val="18"/>
    </w:rPr>
    <w:tblPr>
      <w:tblInd w:w="851" w:type="dxa"/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9D9D9" w:themeFill="background1" w:themeFillShade="D9"/>
    </w:tcPr>
  </w:style>
  <w:style w:type="paragraph" w:customStyle="1" w:styleId="Codeoutdented">
    <w:name w:val="Code outdented"/>
    <w:basedOn w:val="Normal"/>
    <w:link w:val="CodeoutdentedChar"/>
    <w:uiPriority w:val="2"/>
    <w:qFormat/>
    <w:rsid w:val="00FD329B"/>
    <w:pPr>
      <w:spacing w:before="60" w:after="60" w:line="276" w:lineRule="auto"/>
      <w:contextualSpacing/>
    </w:pPr>
    <w:rPr>
      <w:rFonts w:ascii="Courier New" w:hAnsi="Courier New" w:cs="Courier New"/>
      <w:sz w:val="18"/>
      <w:szCs w:val="18"/>
      <w:lang w:eastAsia="en-AU"/>
    </w:rPr>
  </w:style>
  <w:style w:type="character" w:customStyle="1" w:styleId="CodeoutdentedChar">
    <w:name w:val="Code outdented Char"/>
    <w:basedOn w:val="DefaultParagraphFont"/>
    <w:link w:val="Codeoutdented"/>
    <w:uiPriority w:val="2"/>
    <w:rsid w:val="00FD329B"/>
    <w:rPr>
      <w:rFonts w:ascii="Courier New" w:hAnsi="Courier New" w:cs="Courier New"/>
      <w:sz w:val="18"/>
      <w:szCs w:val="18"/>
      <w:lang w:eastAsia="en-AU"/>
    </w:rPr>
  </w:style>
  <w:style w:type="paragraph" w:customStyle="1" w:styleId="Frontsubtitle">
    <w:name w:val="Ω Front:subtitle"/>
    <w:basedOn w:val="Normal"/>
    <w:uiPriority w:val="99"/>
    <w:semiHidden/>
    <w:rsid w:val="00CD680B"/>
    <w:pPr>
      <w:keepLines/>
      <w:spacing w:before="200" w:after="400"/>
      <w:ind w:left="34" w:right="34"/>
      <w:jc w:val="center"/>
    </w:pPr>
    <w:rPr>
      <w:rFonts w:eastAsia="Times New Roman"/>
      <w:b/>
      <w:sz w:val="28"/>
      <w:lang w:eastAsia="en-AU"/>
    </w:rPr>
  </w:style>
  <w:style w:type="table" w:customStyle="1" w:styleId="TableADHAwide">
    <w:name w:val="Table ADHA wide"/>
    <w:basedOn w:val="TableADHA"/>
    <w:uiPriority w:val="99"/>
    <w:rsid w:val="00FD329B"/>
    <w:tblPr>
      <w:tblStyleColBandSize w:val="1"/>
      <w:tblInd w:w="0" w:type="dxa"/>
    </w:tblPr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  <w:tblStylePr w:type="neCell">
      <w:rPr>
        <w:rFonts w:ascii="Calibri" w:hAnsi="Calibri"/>
      </w:rPr>
    </w:tblStylePr>
  </w:style>
  <w:style w:type="paragraph" w:styleId="NormalWeb">
    <w:name w:val="Normal (Web)"/>
    <w:basedOn w:val="Normal"/>
    <w:uiPriority w:val="99"/>
    <w:unhideWhenUsed/>
    <w:rsid w:val="00FD329B"/>
  </w:style>
  <w:style w:type="paragraph" w:styleId="MessageHeader">
    <w:name w:val="Message Header"/>
    <w:basedOn w:val="Normal"/>
    <w:link w:val="MessageHeaderChar"/>
    <w:uiPriority w:val="99"/>
    <w:semiHidden/>
    <w:unhideWhenUsed/>
    <w:rsid w:val="00FD32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eastAsiaTheme="majorEastAsia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329B"/>
    <w:rPr>
      <w:rFonts w:ascii="Arial" w:eastAsiaTheme="majorEastAsia" w:hAnsi="Arial" w:cstheme="majorBidi"/>
      <w:sz w:val="24"/>
      <w:shd w:val="pct20" w:color="auto" w:fill="auto"/>
    </w:rPr>
  </w:style>
  <w:style w:type="paragraph" w:customStyle="1" w:styleId="Insidefineprint">
    <w:name w:val="Ω Inside:fineprint"/>
    <w:uiPriority w:val="99"/>
    <w:semiHidden/>
    <w:rsid w:val="00B82A66"/>
    <w:pPr>
      <w:spacing w:before="60"/>
    </w:pPr>
    <w:rPr>
      <w:rFonts w:eastAsia="Times New Roman" w:cs="Times New Roman"/>
      <w:sz w:val="16"/>
      <w:szCs w:val="24"/>
      <w:lang w:eastAsia="en-AU"/>
    </w:rPr>
  </w:style>
  <w:style w:type="paragraph" w:customStyle="1" w:styleId="Insideheading">
    <w:name w:val="Ω Inside:heading"/>
    <w:basedOn w:val="Insidefineprint"/>
    <w:uiPriority w:val="99"/>
    <w:semiHidden/>
    <w:rsid w:val="00B82A66"/>
    <w:pPr>
      <w:keepNext/>
      <w:keepLines/>
      <w:spacing w:before="120"/>
    </w:pPr>
    <w:rPr>
      <w:b/>
    </w:rPr>
  </w:style>
  <w:style w:type="table" w:customStyle="1" w:styleId="Default">
    <w:name w:val="Default"/>
    <w:basedOn w:val="TableADHAwide"/>
    <w:uiPriority w:val="99"/>
    <w:rsid w:val="00FD329B"/>
    <w:tblPr>
      <w:tblInd w:w="851" w:type="dxa"/>
    </w:tblPr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  <w:tblStylePr w:type="neCell">
      <w:rPr>
        <w:rFonts w:ascii="Calibri" w:hAnsi="Calibri"/>
      </w:rPr>
    </w:tblStylePr>
  </w:style>
  <w:style w:type="numbering" w:customStyle="1" w:styleId="NoList1">
    <w:name w:val="No List1"/>
    <w:next w:val="NoList"/>
    <w:uiPriority w:val="99"/>
    <w:semiHidden/>
    <w:unhideWhenUsed/>
    <w:rsid w:val="00CD124B"/>
  </w:style>
  <w:style w:type="paragraph" w:customStyle="1" w:styleId="SectionHeading26pt">
    <w:name w:val="Section Heading 2:  6 pt"/>
    <w:basedOn w:val="Normal"/>
    <w:rsid w:val="00CD124B"/>
    <w:pPr>
      <w:spacing w:before="60" w:after="60"/>
    </w:pPr>
    <w:rPr>
      <w:rFonts w:ascii="Times New Roman" w:eastAsia="Times New Roman" w:hAnsi="Times New Roman"/>
      <w:b/>
      <w:sz w:val="24"/>
      <w:szCs w:val="20"/>
    </w:rPr>
  </w:style>
  <w:style w:type="paragraph" w:customStyle="1" w:styleId="Subtitle1">
    <w:name w:val="Subtitle1"/>
    <w:basedOn w:val="Normal"/>
    <w:next w:val="Normal"/>
    <w:rsid w:val="00CD124B"/>
    <w:pPr>
      <w:numPr>
        <w:ilvl w:val="1"/>
      </w:numPr>
    </w:pPr>
    <w:rPr>
      <w:rFonts w:ascii="Cambria" w:eastAsia="Times New Roman" w:hAnsi="Cambria"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D329B"/>
    <w:rPr>
      <w:rFonts w:ascii="Arial" w:eastAsiaTheme="majorEastAsia" w:hAnsi="Arial" w:cstheme="majorBidi"/>
      <w:i/>
      <w:iCs/>
      <w:color w:val="1E6DB6" w:themeColor="accent1"/>
      <w:spacing w:val="15"/>
      <w:sz w:val="24"/>
    </w:rPr>
  </w:style>
  <w:style w:type="paragraph" w:styleId="NoSpacing">
    <w:name w:val="No Spacing"/>
    <w:uiPriority w:val="1"/>
    <w:rsid w:val="00FD329B"/>
    <w:rPr>
      <w:rFonts w:ascii="Arial" w:eastAsia="Times New Roman" w:hAnsi="Arial" w:cs="Times New Roman"/>
      <w:szCs w:val="24"/>
    </w:rPr>
  </w:style>
  <w:style w:type="character" w:customStyle="1" w:styleId="SubtleEmphasis1">
    <w:name w:val="Subtle Emphasis1"/>
    <w:basedOn w:val="DefaultParagraphFont"/>
    <w:uiPriority w:val="19"/>
    <w:rsid w:val="00CD124B"/>
    <w:rPr>
      <w:i/>
      <w:iCs/>
      <w:color w:val="808080"/>
    </w:rPr>
  </w:style>
  <w:style w:type="character" w:customStyle="1" w:styleId="IntenseEmphasis1">
    <w:name w:val="Intense Emphasis1"/>
    <w:basedOn w:val="DefaultParagraphFont"/>
    <w:uiPriority w:val="21"/>
    <w:qFormat/>
    <w:rsid w:val="00CD124B"/>
    <w:rPr>
      <w:b/>
      <w:bCs/>
      <w:i/>
      <w:iCs/>
      <w:color w:val="4F81BD"/>
    </w:rPr>
  </w:style>
  <w:style w:type="paragraph" w:customStyle="1" w:styleId="Quote1">
    <w:name w:val="Quote1"/>
    <w:basedOn w:val="Normal"/>
    <w:next w:val="Normal"/>
    <w:uiPriority w:val="29"/>
    <w:rsid w:val="00CD124B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D329B"/>
    <w:rPr>
      <w:rFonts w:ascii="Arial" w:hAnsi="Arial" w:cs="Times New Roman"/>
      <w:i/>
      <w:iCs/>
      <w:color w:val="000000" w:themeColor="text1"/>
    </w:rPr>
  </w:style>
  <w:style w:type="paragraph" w:customStyle="1" w:styleId="IntenseQuote1">
    <w:name w:val="Intense Quote1"/>
    <w:basedOn w:val="Normal"/>
    <w:next w:val="Normal"/>
    <w:uiPriority w:val="30"/>
    <w:qFormat/>
    <w:rsid w:val="00CD124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D329B"/>
    <w:rPr>
      <w:rFonts w:ascii="Arial" w:hAnsi="Arial" w:cs="Times New Roman"/>
      <w:b/>
      <w:bCs/>
      <w:i/>
      <w:iCs/>
      <w:color w:val="1E6DB6" w:themeColor="accent1"/>
    </w:rPr>
  </w:style>
  <w:style w:type="character" w:customStyle="1" w:styleId="SubtleReference1">
    <w:name w:val="Subtle Reference1"/>
    <w:basedOn w:val="DefaultParagraphFont"/>
    <w:uiPriority w:val="31"/>
    <w:rsid w:val="00CD124B"/>
    <w:rPr>
      <w:smallCaps/>
      <w:color w:val="C0504D"/>
      <w:u w:val="single"/>
    </w:rPr>
  </w:style>
  <w:style w:type="character" w:customStyle="1" w:styleId="IntenseReference1">
    <w:name w:val="Intense Reference1"/>
    <w:basedOn w:val="DefaultParagraphFont"/>
    <w:uiPriority w:val="32"/>
    <w:qFormat/>
    <w:rsid w:val="00CD124B"/>
    <w:rPr>
      <w:b/>
      <w:bCs/>
      <w:i/>
      <w:smallCaps/>
      <w:color w:val="C0504D"/>
      <w:spacing w:val="5"/>
      <w:u w:val="none"/>
    </w:rPr>
  </w:style>
  <w:style w:type="paragraph" w:customStyle="1" w:styleId="SectionHeading13pt">
    <w:name w:val="Section Heading 1:  3 pt"/>
    <w:basedOn w:val="Normal"/>
    <w:rsid w:val="00CD124B"/>
    <w:pPr>
      <w:spacing w:before="60" w:after="60"/>
    </w:pPr>
    <w:rPr>
      <w:rFonts w:ascii="Times New Roman" w:eastAsia="Times New Roman" w:hAnsi="Times New Roman"/>
      <w:b/>
      <w:smallCaps/>
      <w:sz w:val="24"/>
      <w:szCs w:val="20"/>
    </w:rPr>
  </w:style>
  <w:style w:type="paragraph" w:styleId="ListParagraph">
    <w:name w:val="List Paragraph"/>
    <w:basedOn w:val="Normal"/>
    <w:uiPriority w:val="34"/>
    <w:rsid w:val="00FD329B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D124B"/>
    <w:rPr>
      <w:rFonts w:ascii="Times New Roman" w:eastAsia="Times New Roman" w:hAnsi="Times New Roman" w:cs="Times New Roman"/>
      <w:color w:val="000080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2">
    <w:name w:val="Table Columns 2"/>
    <w:basedOn w:val="TableNormal"/>
    <w:rsid w:val="00CD124B"/>
    <w:rPr>
      <w:rFonts w:ascii="Times New Roman" w:eastAsia="Times New Roman" w:hAnsi="Times New Roman" w:cs="Times New Roman"/>
      <w:b/>
      <w:bCs/>
      <w:sz w:val="20"/>
      <w:szCs w:val="20"/>
      <w:lang w:eastAsia="en-A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llowedHyperlink1">
    <w:name w:val="FollowedHyperlink1"/>
    <w:basedOn w:val="DefaultParagraphFont"/>
    <w:rsid w:val="00CD124B"/>
    <w:rPr>
      <w:color w:val="800080"/>
      <w:u w:val="single"/>
    </w:rPr>
  </w:style>
  <w:style w:type="character" w:customStyle="1" w:styleId="Style1">
    <w:name w:val="Style1"/>
    <w:basedOn w:val="DefaultParagraphFont"/>
    <w:uiPriority w:val="1"/>
    <w:rsid w:val="00CD124B"/>
    <w:rPr>
      <w:rFonts w:ascii="Times New Roman" w:hAnsi="Times New Roman"/>
      <w:sz w:val="22"/>
    </w:rPr>
  </w:style>
  <w:style w:type="character" w:customStyle="1" w:styleId="zDPDocumentType">
    <w:name w:val="zDP Document Type"/>
    <w:semiHidden/>
    <w:rsid w:val="00CD124B"/>
  </w:style>
  <w:style w:type="paragraph" w:customStyle="1" w:styleId="Style5">
    <w:name w:val="Style5"/>
    <w:rsid w:val="00CD124B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val="en-US"/>
    </w:rPr>
  </w:style>
  <w:style w:type="character" w:styleId="Strong">
    <w:name w:val="Strong"/>
    <w:basedOn w:val="DefaultParagraphFont"/>
    <w:qFormat/>
    <w:rsid w:val="00CD124B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124B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D329B"/>
    <w:pPr>
      <w:numPr>
        <w:ilvl w:val="1"/>
      </w:numPr>
    </w:pPr>
    <w:rPr>
      <w:rFonts w:eastAsiaTheme="majorEastAsia" w:cstheme="majorBidi"/>
      <w:i/>
      <w:iCs/>
      <w:color w:val="1E6DB6" w:themeColor="accent1"/>
      <w:spacing w:val="15"/>
      <w:sz w:val="24"/>
    </w:rPr>
  </w:style>
  <w:style w:type="character" w:customStyle="1" w:styleId="SubtitleChar1">
    <w:name w:val="Subtitle Char1"/>
    <w:basedOn w:val="DefaultParagraphFont"/>
    <w:uiPriority w:val="11"/>
    <w:semiHidden/>
    <w:rsid w:val="00CD124B"/>
    <w:rPr>
      <w:rFonts w:asciiTheme="minorHAnsi" w:eastAsiaTheme="minorEastAsia" w:hAnsiTheme="minorHAns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rsid w:val="00CD124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rsid w:val="00CD124B"/>
    <w:rPr>
      <w:i/>
      <w:iCs/>
      <w:color w:val="1E6DB6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rsid w:val="00FD329B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uiPriority w:val="29"/>
    <w:semiHidden/>
    <w:rsid w:val="00CD124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D329B"/>
    <w:pPr>
      <w:pBdr>
        <w:bottom w:val="single" w:sz="4" w:space="4" w:color="1E6DB6" w:themeColor="accent1"/>
      </w:pBdr>
      <w:spacing w:before="200" w:after="280"/>
      <w:ind w:left="936" w:right="936"/>
    </w:pPr>
    <w:rPr>
      <w:b/>
      <w:bCs/>
      <w:i/>
      <w:iCs/>
      <w:color w:val="1E6DB6" w:themeColor="accent1"/>
    </w:rPr>
  </w:style>
  <w:style w:type="character" w:customStyle="1" w:styleId="IntenseQuoteChar1">
    <w:name w:val="Intense Quote Char1"/>
    <w:basedOn w:val="DefaultParagraphFont"/>
    <w:uiPriority w:val="30"/>
    <w:semiHidden/>
    <w:rsid w:val="00CD124B"/>
    <w:rPr>
      <w:i/>
      <w:iCs/>
      <w:color w:val="1E6DB6" w:themeColor="accent1"/>
    </w:rPr>
  </w:style>
  <w:style w:type="character" w:styleId="SubtleReference">
    <w:name w:val="Subtle Reference"/>
    <w:basedOn w:val="DefaultParagraphFont"/>
    <w:uiPriority w:val="31"/>
    <w:semiHidden/>
    <w:rsid w:val="00CD124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rsid w:val="00CD124B"/>
    <w:rPr>
      <w:b/>
      <w:bCs/>
      <w:smallCaps/>
      <w:color w:val="1E6DB6" w:themeColor="accent1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FD329B"/>
    <w:rPr>
      <w:color w:val="954F72" w:themeColor="followedHyperlink"/>
      <w:u w:val="single"/>
    </w:rPr>
  </w:style>
  <w:style w:type="table" w:customStyle="1" w:styleId="TableGrid2">
    <w:name w:val="Table Grid2"/>
    <w:basedOn w:val="TableNormal"/>
    <w:next w:val="TableGrid"/>
    <w:rsid w:val="00C011E3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D329B"/>
    <w:rPr>
      <w:rFonts w:ascii="Arial" w:eastAsia="Times New Roman" w:hAnsi="Arial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329B"/>
    <w:rPr>
      <w:color w:val="605E5C"/>
      <w:shd w:val="clear" w:color="auto" w:fill="E1DFDD"/>
    </w:rPr>
  </w:style>
  <w:style w:type="numbering" w:customStyle="1" w:styleId="Unnumberedheadings1">
    <w:name w:val="Unnumbered headings1"/>
    <w:uiPriority w:val="99"/>
    <w:rsid w:val="00131D01"/>
  </w:style>
  <w:style w:type="character" w:customStyle="1" w:styleId="cf01">
    <w:name w:val="cf01"/>
    <w:basedOn w:val="DefaultParagraphFont"/>
    <w:rsid w:val="00131D01"/>
    <w:rPr>
      <w:rFonts w:ascii="Segoe UI" w:hAnsi="Segoe UI" w:cs="Segoe UI" w:hint="default"/>
      <w:sz w:val="18"/>
      <w:szCs w:val="18"/>
    </w:rPr>
  </w:style>
  <w:style w:type="paragraph" w:customStyle="1" w:styleId="Frontdate">
    <w:name w:val="Front:date"/>
    <w:basedOn w:val="Normal"/>
    <w:next w:val="BodyText"/>
    <w:link w:val="FrontdateChar"/>
    <w:uiPriority w:val="99"/>
    <w:semiHidden/>
    <w:rsid w:val="00FD329B"/>
    <w:pPr>
      <w:keepLines/>
      <w:spacing w:before="200" w:after="0"/>
      <w:ind w:left="-567" w:right="1134"/>
      <w:jc w:val="center"/>
    </w:pPr>
    <w:rPr>
      <w:sz w:val="24"/>
      <w:lang w:eastAsia="en-AU"/>
    </w:rPr>
  </w:style>
  <w:style w:type="character" w:customStyle="1" w:styleId="FrontdateChar">
    <w:name w:val="Front:date Char"/>
    <w:link w:val="Frontdate"/>
    <w:uiPriority w:val="99"/>
    <w:semiHidden/>
    <w:locked/>
    <w:rsid w:val="00FD329B"/>
    <w:rPr>
      <w:rFonts w:ascii="Arial" w:hAnsi="Arial" w:cs="Times New Roman"/>
      <w:sz w:val="24"/>
      <w:lang w:eastAsia="en-AU"/>
    </w:rPr>
  </w:style>
  <w:style w:type="paragraph" w:customStyle="1" w:styleId="Frontversion">
    <w:name w:val="Front:version"/>
    <w:basedOn w:val="Frontdate"/>
    <w:next w:val="BodyText"/>
    <w:link w:val="FrontversionChar"/>
    <w:uiPriority w:val="99"/>
    <w:semiHidden/>
    <w:rsid w:val="00FD329B"/>
  </w:style>
  <w:style w:type="character" w:customStyle="1" w:styleId="FrontversionChar">
    <w:name w:val="Front:version Char"/>
    <w:link w:val="Frontversion"/>
    <w:uiPriority w:val="99"/>
    <w:semiHidden/>
    <w:locked/>
    <w:rsid w:val="00FD329B"/>
    <w:rPr>
      <w:rFonts w:ascii="Arial" w:hAnsi="Arial" w:cs="Times New Roman"/>
      <w:sz w:val="24"/>
      <w:lang w:eastAsia="en-AU"/>
    </w:rPr>
  </w:style>
  <w:style w:type="character" w:customStyle="1" w:styleId="Version">
    <w:name w:val="Version"/>
    <w:uiPriority w:val="99"/>
    <w:semiHidden/>
    <w:rsid w:val="00FD329B"/>
  </w:style>
  <w:style w:type="paragraph" w:customStyle="1" w:styleId="Footerlandscape">
    <w:name w:val="Footer landscape"/>
    <w:basedOn w:val="Footer"/>
    <w:uiPriority w:val="99"/>
    <w:semiHidden/>
    <w:rsid w:val="00FD329B"/>
    <w:pPr>
      <w:pBdr>
        <w:top w:val="single" w:sz="2" w:space="2" w:color="auto"/>
      </w:pBdr>
      <w:tabs>
        <w:tab w:val="center" w:pos="6719"/>
        <w:tab w:val="right" w:pos="8505"/>
        <w:tab w:val="right" w:pos="13438"/>
      </w:tabs>
      <w:ind w:left="-1134"/>
    </w:pPr>
    <w:rPr>
      <w:noProof/>
      <w:lang w:eastAsia="en-AU"/>
    </w:rPr>
  </w:style>
  <w:style w:type="character" w:customStyle="1" w:styleId="Boldchar">
    <w:name w:val="Bold_char"/>
    <w:uiPriority w:val="99"/>
    <w:semiHidden/>
    <w:rsid w:val="00FD329B"/>
    <w:rPr>
      <w:b/>
    </w:rPr>
  </w:style>
  <w:style w:type="paragraph" w:customStyle="1" w:styleId="Headingunnumbered2">
    <w:name w:val="Heading unnumbered 2"/>
    <w:basedOn w:val="Heading2"/>
    <w:next w:val="Bodytextforpreface"/>
    <w:uiPriority w:val="9"/>
    <w:semiHidden/>
    <w:rsid w:val="00FD329B"/>
    <w:pPr>
      <w:numPr>
        <w:numId w:val="14"/>
      </w:numPr>
    </w:pPr>
    <w:rPr>
      <w:bCs w:val="0"/>
      <w:iCs w:val="0"/>
    </w:rPr>
  </w:style>
  <w:style w:type="paragraph" w:customStyle="1" w:styleId="Headingunnumbered1">
    <w:name w:val="Heading unnumbered 1"/>
    <w:basedOn w:val="Heading1"/>
    <w:next w:val="BodyText"/>
    <w:uiPriority w:val="9"/>
    <w:semiHidden/>
    <w:rsid w:val="00FD329B"/>
    <w:pPr>
      <w:numPr>
        <w:numId w:val="14"/>
      </w:numPr>
    </w:pPr>
    <w:rPr>
      <w:szCs w:val="40"/>
    </w:rPr>
  </w:style>
  <w:style w:type="character" w:customStyle="1" w:styleId="Italchar">
    <w:name w:val="Ital_char"/>
    <w:uiPriority w:val="99"/>
    <w:semiHidden/>
    <w:rsid w:val="00FD329B"/>
    <w:rPr>
      <w:i/>
    </w:rPr>
  </w:style>
  <w:style w:type="character" w:customStyle="1" w:styleId="TableheaderChar">
    <w:name w:val="Table header Char"/>
    <w:link w:val="Tableheader"/>
    <w:uiPriority w:val="4"/>
    <w:locked/>
    <w:rsid w:val="00FD329B"/>
    <w:rPr>
      <w:rFonts w:ascii="Arial" w:eastAsia="Times New Roman" w:hAnsi="Arial" w:cs="Times New Roman"/>
      <w:b/>
      <w:sz w:val="20"/>
      <w:szCs w:val="20"/>
      <w:lang w:eastAsia="en-AU"/>
    </w:rPr>
  </w:style>
  <w:style w:type="character" w:customStyle="1" w:styleId="TableNormalTextChar">
    <w:name w:val="Table Normal Text Char"/>
    <w:link w:val="TableNormalText"/>
    <w:semiHidden/>
    <w:locked/>
    <w:rsid w:val="00FD329B"/>
    <w:rPr>
      <w:rFonts w:cs="Arial"/>
      <w:sz w:val="18"/>
      <w:szCs w:val="24"/>
    </w:rPr>
  </w:style>
  <w:style w:type="paragraph" w:customStyle="1" w:styleId="TableNormalText">
    <w:name w:val="Table Normal Text"/>
    <w:basedOn w:val="BodyText"/>
    <w:link w:val="TableNormalTextChar"/>
    <w:semiHidden/>
    <w:rsid w:val="00FD329B"/>
    <w:pPr>
      <w:spacing w:before="60" w:after="60"/>
    </w:pPr>
    <w:rPr>
      <w:rFonts w:ascii="Calibri" w:eastAsiaTheme="minorHAnsi" w:hAnsi="Calibri" w:cs="Arial"/>
      <w:sz w:val="18"/>
      <w:lang w:eastAsia="en-US"/>
    </w:rPr>
  </w:style>
  <w:style w:type="paragraph" w:customStyle="1" w:styleId="Pageintentionallyleftblank">
    <w:name w:val="Page intentionally left blank"/>
    <w:basedOn w:val="BodyText"/>
    <w:next w:val="BodyText"/>
    <w:uiPriority w:val="99"/>
    <w:semiHidden/>
    <w:rsid w:val="00FD329B"/>
    <w:pPr>
      <w:pageBreakBefore/>
      <w:spacing w:before="14000"/>
      <w:ind w:left="0"/>
      <w:jc w:val="center"/>
    </w:pPr>
    <w:rPr>
      <w:sz w:val="18"/>
    </w:rPr>
  </w:style>
  <w:style w:type="paragraph" w:customStyle="1" w:styleId="Headingunnumbered3">
    <w:name w:val="Heading unnumbered 3"/>
    <w:basedOn w:val="Headingunnumbered2"/>
    <w:next w:val="BodyText"/>
    <w:uiPriority w:val="99"/>
    <w:semiHidden/>
    <w:rsid w:val="00FD329B"/>
    <w:pPr>
      <w:numPr>
        <w:ilvl w:val="2"/>
      </w:numPr>
    </w:pPr>
    <w:rPr>
      <w:sz w:val="24"/>
    </w:rPr>
  </w:style>
  <w:style w:type="numbering" w:customStyle="1" w:styleId="Unnumberedheading">
    <w:name w:val="Unnumbered heading"/>
    <w:uiPriority w:val="99"/>
    <w:rsid w:val="00FD329B"/>
    <w:pPr>
      <w:numPr>
        <w:numId w:val="11"/>
      </w:numPr>
    </w:pPr>
  </w:style>
  <w:style w:type="paragraph" w:customStyle="1" w:styleId="Preface">
    <w:name w:val="Preface"/>
    <w:basedOn w:val="Headingunnumbered1"/>
    <w:next w:val="BodyText"/>
    <w:semiHidden/>
    <w:rsid w:val="00FD329B"/>
    <w:pPr>
      <w:numPr>
        <w:numId w:val="11"/>
      </w:numPr>
      <w:tabs>
        <w:tab w:val="num" w:pos="1134"/>
      </w:tabs>
      <w:ind w:left="1134"/>
    </w:pPr>
  </w:style>
  <w:style w:type="paragraph" w:customStyle="1" w:styleId="Bodytextforpreface">
    <w:name w:val="Body text for preface"/>
    <w:basedOn w:val="BodyText"/>
    <w:uiPriority w:val="99"/>
    <w:semiHidden/>
    <w:rsid w:val="00FD329B"/>
    <w:pPr>
      <w:ind w:left="0"/>
    </w:pPr>
  </w:style>
  <w:style w:type="paragraph" w:styleId="TOC1">
    <w:name w:val="toc 1"/>
    <w:basedOn w:val="BodyText"/>
    <w:next w:val="Normal"/>
    <w:uiPriority w:val="39"/>
    <w:semiHidden/>
    <w:rsid w:val="00FD329B"/>
    <w:pPr>
      <w:tabs>
        <w:tab w:val="left" w:pos="567"/>
        <w:tab w:val="right" w:leader="dot" w:pos="7371"/>
      </w:tabs>
      <w:spacing w:before="120" w:after="60"/>
      <w:ind w:left="567" w:right="2552" w:hanging="567"/>
    </w:pPr>
    <w:rPr>
      <w:rFonts w:eastAsiaTheme="minorEastAsia" w:cstheme="minorBidi"/>
      <w:b/>
      <w:noProof/>
    </w:rPr>
  </w:style>
  <w:style w:type="numbering" w:customStyle="1" w:styleId="HeadingsLongDocument">
    <w:name w:val="Headings Long Document"/>
    <w:uiPriority w:val="99"/>
    <w:rsid w:val="00FD329B"/>
    <w:pPr>
      <w:numPr>
        <w:numId w:val="12"/>
      </w:numPr>
    </w:pPr>
  </w:style>
  <w:style w:type="paragraph" w:styleId="TOC2">
    <w:name w:val="toc 2"/>
    <w:basedOn w:val="TOC1"/>
    <w:next w:val="Normal"/>
    <w:uiPriority w:val="39"/>
    <w:semiHidden/>
    <w:rsid w:val="00FD329B"/>
    <w:pPr>
      <w:tabs>
        <w:tab w:val="clear" w:pos="567"/>
        <w:tab w:val="left" w:pos="1134"/>
      </w:tabs>
      <w:spacing w:before="0" w:after="0"/>
      <w:ind w:left="1134"/>
    </w:pPr>
    <w:rPr>
      <w:b w:val="0"/>
    </w:rPr>
  </w:style>
  <w:style w:type="paragraph" w:styleId="TOC3">
    <w:name w:val="toc 3"/>
    <w:basedOn w:val="TOC2"/>
    <w:next w:val="Normal"/>
    <w:uiPriority w:val="39"/>
    <w:semiHidden/>
    <w:rsid w:val="00FD329B"/>
    <w:pPr>
      <w:tabs>
        <w:tab w:val="clear" w:pos="1134"/>
        <w:tab w:val="left" w:pos="1985"/>
      </w:tabs>
      <w:ind w:left="1985" w:hanging="851"/>
    </w:pPr>
    <w:rPr>
      <w:szCs w:val="22"/>
    </w:rPr>
  </w:style>
  <w:style w:type="paragraph" w:styleId="TOC7">
    <w:name w:val="toc 7"/>
    <w:basedOn w:val="TOC1"/>
    <w:next w:val="Normal"/>
    <w:uiPriority w:val="39"/>
    <w:semiHidden/>
    <w:rsid w:val="00FD329B"/>
    <w:pPr>
      <w:tabs>
        <w:tab w:val="left" w:pos="1276"/>
      </w:tabs>
    </w:pPr>
  </w:style>
  <w:style w:type="paragraph" w:styleId="TOC4">
    <w:name w:val="toc 4"/>
    <w:basedOn w:val="Normal"/>
    <w:next w:val="Normal"/>
    <w:uiPriority w:val="39"/>
    <w:semiHidden/>
    <w:rsid w:val="00FD329B"/>
    <w:pPr>
      <w:spacing w:after="100"/>
      <w:ind w:left="600"/>
    </w:pPr>
  </w:style>
  <w:style w:type="paragraph" w:styleId="TOC5">
    <w:name w:val="toc 5"/>
    <w:basedOn w:val="Normal"/>
    <w:next w:val="Normal"/>
    <w:uiPriority w:val="39"/>
    <w:semiHidden/>
    <w:rsid w:val="00FD329B"/>
    <w:pPr>
      <w:spacing w:after="100"/>
      <w:ind w:left="800"/>
    </w:pPr>
  </w:style>
  <w:style w:type="paragraph" w:styleId="TOC6">
    <w:name w:val="toc 6"/>
    <w:basedOn w:val="Normal"/>
    <w:next w:val="Normal"/>
    <w:uiPriority w:val="39"/>
    <w:semiHidden/>
    <w:rsid w:val="00FD329B"/>
    <w:pPr>
      <w:spacing w:after="100"/>
      <w:ind w:left="1000"/>
    </w:pPr>
  </w:style>
  <w:style w:type="paragraph" w:styleId="TOC8">
    <w:name w:val="toc 8"/>
    <w:basedOn w:val="Normal"/>
    <w:next w:val="Normal"/>
    <w:uiPriority w:val="39"/>
    <w:semiHidden/>
    <w:rsid w:val="00FD329B"/>
    <w:pPr>
      <w:spacing w:after="100"/>
      <w:ind w:left="1400"/>
    </w:pPr>
  </w:style>
  <w:style w:type="paragraph" w:styleId="TOC9">
    <w:name w:val="toc 9"/>
    <w:basedOn w:val="Normal"/>
    <w:next w:val="Normal"/>
    <w:uiPriority w:val="39"/>
    <w:semiHidden/>
    <w:rsid w:val="00FD329B"/>
    <w:pPr>
      <w:spacing w:after="100"/>
      <w:ind w:left="1600"/>
    </w:pPr>
  </w:style>
  <w:style w:type="paragraph" w:customStyle="1" w:styleId="Guidancetext">
    <w:name w:val="Guidance text"/>
    <w:basedOn w:val="BodyText"/>
    <w:link w:val="GuidancetextChar"/>
    <w:semiHidden/>
    <w:rsid w:val="00FD329B"/>
    <w:pPr>
      <w:ind w:left="0"/>
    </w:pPr>
    <w:rPr>
      <w:i/>
      <w:color w:val="B10F1F" w:themeColor="accent6"/>
      <w:szCs w:val="16"/>
    </w:rPr>
  </w:style>
  <w:style w:type="character" w:customStyle="1" w:styleId="GuidancetextChar">
    <w:name w:val="Guidance text Char"/>
    <w:link w:val="Guidancetext"/>
    <w:semiHidden/>
    <w:rsid w:val="00FD329B"/>
    <w:rPr>
      <w:rFonts w:ascii="Arial" w:eastAsia="Times New Roman" w:hAnsi="Arial" w:cs="Times New Roman"/>
      <w:i/>
      <w:color w:val="B10F1F" w:themeColor="accent6"/>
      <w:szCs w:val="16"/>
      <w:lang w:eastAsia="en-AU"/>
    </w:rPr>
  </w:style>
  <w:style w:type="paragraph" w:customStyle="1" w:styleId="FrontPageDate">
    <w:name w:val="FrontPageDate"/>
    <w:semiHidden/>
    <w:qFormat/>
    <w:rsid w:val="00FD329B"/>
    <w:pPr>
      <w:spacing w:after="120"/>
    </w:pPr>
    <w:rPr>
      <w:rFonts w:ascii="Arial" w:eastAsia="Calibri" w:hAnsi="Arial" w:cs="Calibri"/>
      <w:szCs w:val="24"/>
    </w:rPr>
  </w:style>
  <w:style w:type="paragraph" w:customStyle="1" w:styleId="FrontPageVersion">
    <w:name w:val="FrontPageVersion"/>
    <w:semiHidden/>
    <w:qFormat/>
    <w:rsid w:val="00FD329B"/>
    <w:pPr>
      <w:spacing w:after="120"/>
    </w:pPr>
    <w:rPr>
      <w:rFonts w:ascii="Arial" w:eastAsia="Calibri" w:hAnsi="Arial" w:cs="Calibri"/>
      <w:sz w:val="24"/>
      <w:szCs w:val="24"/>
    </w:rPr>
  </w:style>
  <w:style w:type="table" w:styleId="ColorfulGrid-Accent6">
    <w:name w:val="Colorful Grid Accent 6"/>
    <w:basedOn w:val="TableNormal"/>
    <w:uiPriority w:val="73"/>
    <w:rsid w:val="00FD329B"/>
    <w:rPr>
      <w:rFonts w:ascii="Arial" w:hAnsi="Arial" w:cs="Times New Roman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C4C9" w:themeFill="accent6" w:themeFillTint="33"/>
    </w:tcPr>
    <w:tblStylePr w:type="firstRow">
      <w:rPr>
        <w:b/>
        <w:bCs/>
      </w:rPr>
      <w:tblPr/>
      <w:tcPr>
        <w:shd w:val="clear" w:color="auto" w:fill="F5899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899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40B1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40B17" w:themeFill="accent6" w:themeFillShade="BF"/>
      </w:tcPr>
    </w:tblStylePr>
    <w:tblStylePr w:type="band1Vert">
      <w:tblPr/>
      <w:tcPr>
        <w:shd w:val="clear" w:color="auto" w:fill="F26C79" w:themeFill="accent6" w:themeFillTint="7F"/>
      </w:tcPr>
    </w:tblStylePr>
    <w:tblStylePr w:type="band1Horz">
      <w:tblPr/>
      <w:tcPr>
        <w:shd w:val="clear" w:color="auto" w:fill="F26C79" w:themeFill="accent6" w:themeFillTint="7F"/>
      </w:tcPr>
    </w:tblStylePr>
  </w:style>
  <w:style w:type="paragraph" w:styleId="ListNumber">
    <w:name w:val="List Number"/>
    <w:basedOn w:val="BodyText"/>
    <w:qFormat/>
    <w:rsid w:val="00FD329B"/>
    <w:pPr>
      <w:numPr>
        <w:numId w:val="22"/>
      </w:numPr>
    </w:pPr>
  </w:style>
  <w:style w:type="paragraph" w:styleId="ListNumber2">
    <w:name w:val="List Number 2"/>
    <w:basedOn w:val="ListNumber"/>
    <w:rsid w:val="00FD329B"/>
    <w:pPr>
      <w:numPr>
        <w:ilvl w:val="1"/>
      </w:numPr>
    </w:pPr>
  </w:style>
  <w:style w:type="paragraph" w:styleId="ListNumber3">
    <w:name w:val="List Number 3"/>
    <w:basedOn w:val="ListNumber2"/>
    <w:rsid w:val="00FD329B"/>
    <w:pPr>
      <w:numPr>
        <w:ilvl w:val="2"/>
      </w:numPr>
    </w:pPr>
  </w:style>
  <w:style w:type="numbering" w:customStyle="1" w:styleId="ListBullets">
    <w:name w:val="List Bullets"/>
    <w:uiPriority w:val="99"/>
    <w:rsid w:val="00FD329B"/>
    <w:pPr>
      <w:numPr>
        <w:numId w:val="23"/>
      </w:numPr>
    </w:pPr>
  </w:style>
  <w:style w:type="paragraph" w:customStyle="1" w:styleId="BodyTextNote">
    <w:name w:val="Body Text Note"/>
    <w:basedOn w:val="BodyText"/>
    <w:next w:val="BodyText"/>
    <w:semiHidden/>
    <w:rsid w:val="00FD329B"/>
    <w:pPr>
      <w:ind w:left="2268" w:hanging="1134"/>
    </w:pPr>
  </w:style>
  <w:style w:type="character" w:customStyle="1" w:styleId="Subscript">
    <w:name w:val="Subscript"/>
    <w:semiHidden/>
    <w:rsid w:val="00FD329B"/>
    <w:rPr>
      <w:vertAlign w:val="subscript"/>
    </w:rPr>
  </w:style>
  <w:style w:type="paragraph" w:customStyle="1" w:styleId="Tabletextgray">
    <w:name w:val="Table text: gray"/>
    <w:basedOn w:val="Tabletext"/>
    <w:uiPriority w:val="5"/>
    <w:semiHidden/>
    <w:rsid w:val="00FD329B"/>
    <w:rPr>
      <w:color w:val="969696"/>
    </w:rPr>
  </w:style>
  <w:style w:type="numbering" w:customStyle="1" w:styleId="AppendixList">
    <w:name w:val="Appendix List"/>
    <w:uiPriority w:val="99"/>
    <w:rsid w:val="00FD329B"/>
    <w:pPr>
      <w:numPr>
        <w:numId w:val="13"/>
      </w:numPr>
    </w:pPr>
  </w:style>
  <w:style w:type="paragraph" w:customStyle="1" w:styleId="Appendix1">
    <w:name w:val="Appendix 1"/>
    <w:basedOn w:val="Heading1"/>
    <w:next w:val="BodyText"/>
    <w:link w:val="Appendix1Char"/>
    <w:uiPriority w:val="8"/>
    <w:qFormat/>
    <w:rsid w:val="00FD329B"/>
    <w:pPr>
      <w:numPr>
        <w:numId w:val="24"/>
      </w:numPr>
    </w:pPr>
  </w:style>
  <w:style w:type="character" w:customStyle="1" w:styleId="Appendix1Char">
    <w:name w:val="Appendix 1 Char"/>
    <w:basedOn w:val="Heading1Char"/>
    <w:link w:val="Appendix1"/>
    <w:uiPriority w:val="8"/>
    <w:rsid w:val="00FD329B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customStyle="1" w:styleId="Appendix2">
    <w:name w:val="Appendix 2"/>
    <w:basedOn w:val="Heading2"/>
    <w:next w:val="BodyText"/>
    <w:link w:val="Appendix2Char"/>
    <w:uiPriority w:val="8"/>
    <w:qFormat/>
    <w:rsid w:val="00FD329B"/>
    <w:pPr>
      <w:numPr>
        <w:numId w:val="24"/>
      </w:numPr>
    </w:pPr>
  </w:style>
  <w:style w:type="character" w:customStyle="1" w:styleId="Appendix2Char">
    <w:name w:val="Appendix 2 Char"/>
    <w:basedOn w:val="Heading2Char"/>
    <w:link w:val="Appendix2"/>
    <w:uiPriority w:val="8"/>
    <w:rsid w:val="00FD329B"/>
    <w:rPr>
      <w:rFonts w:ascii="Arial" w:eastAsia="Times New Roman" w:hAnsi="Arial" w:cs="Arial"/>
      <w:bCs/>
      <w:iCs/>
      <w:kern w:val="32"/>
      <w:sz w:val="28"/>
      <w:szCs w:val="28"/>
      <w:lang w:eastAsia="en-AU"/>
    </w:rPr>
  </w:style>
  <w:style w:type="paragraph" w:customStyle="1" w:styleId="Appendix3">
    <w:name w:val="Appendix 3"/>
    <w:basedOn w:val="Heading3"/>
    <w:next w:val="BodyText"/>
    <w:link w:val="Appendix3Char"/>
    <w:uiPriority w:val="8"/>
    <w:qFormat/>
    <w:rsid w:val="00FD329B"/>
    <w:pPr>
      <w:numPr>
        <w:numId w:val="24"/>
      </w:numPr>
    </w:pPr>
  </w:style>
  <w:style w:type="character" w:customStyle="1" w:styleId="Appendix3Char">
    <w:name w:val="Appendix 3 Char"/>
    <w:basedOn w:val="Heading3Char"/>
    <w:link w:val="Appendix3"/>
    <w:uiPriority w:val="8"/>
    <w:rsid w:val="00FD329B"/>
    <w:rPr>
      <w:rFonts w:ascii="Arial" w:eastAsia="Times New Roman" w:hAnsi="Arial" w:cs="Arial"/>
      <w:b/>
      <w:kern w:val="32"/>
      <w:sz w:val="24"/>
      <w:szCs w:val="28"/>
      <w:lang w:eastAsia="en-AU"/>
    </w:rPr>
  </w:style>
  <w:style w:type="paragraph" w:customStyle="1" w:styleId="Appendix4">
    <w:name w:val="Appendix 4"/>
    <w:basedOn w:val="Heading4"/>
    <w:next w:val="BodyText"/>
    <w:link w:val="Appendix4Char"/>
    <w:uiPriority w:val="8"/>
    <w:rsid w:val="00FD329B"/>
    <w:pPr>
      <w:numPr>
        <w:numId w:val="24"/>
      </w:numPr>
    </w:pPr>
  </w:style>
  <w:style w:type="character" w:customStyle="1" w:styleId="Appendix4Char">
    <w:name w:val="Appendix 4 Char"/>
    <w:basedOn w:val="Heading4Char"/>
    <w:link w:val="Appendix4"/>
    <w:uiPriority w:val="8"/>
    <w:rsid w:val="00FD329B"/>
    <w:rPr>
      <w:rFonts w:ascii="Arial" w:eastAsia="Times New Roman" w:hAnsi="Arial" w:cs="Arial"/>
      <w:b/>
      <w:bCs/>
      <w:iCs/>
      <w:kern w:val="32"/>
      <w:szCs w:val="28"/>
      <w:lang w:eastAsia="en-AU"/>
    </w:rPr>
  </w:style>
  <w:style w:type="paragraph" w:customStyle="1" w:styleId="Frontmatter1">
    <w:name w:val="Front matter 1"/>
    <w:basedOn w:val="Headingunnumbered1"/>
    <w:semiHidden/>
    <w:qFormat/>
    <w:rsid w:val="00FD329B"/>
    <w:pPr>
      <w:numPr>
        <w:numId w:val="0"/>
      </w:numPr>
    </w:pPr>
  </w:style>
  <w:style w:type="paragraph" w:customStyle="1" w:styleId="Frontmatter2">
    <w:name w:val="Front matter 2"/>
    <w:basedOn w:val="Headingunnumbered2"/>
    <w:semiHidden/>
    <w:qFormat/>
    <w:rsid w:val="00FD329B"/>
    <w:pPr>
      <w:numPr>
        <w:ilvl w:val="0"/>
        <w:numId w:val="0"/>
      </w:numPr>
      <w:outlineLvl w:val="9"/>
    </w:pPr>
  </w:style>
  <w:style w:type="paragraph" w:styleId="ListContinue">
    <w:name w:val="List Continue"/>
    <w:basedOn w:val="Normal"/>
    <w:uiPriority w:val="99"/>
    <w:semiHidden/>
    <w:rsid w:val="00FD329B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FD329B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FD329B"/>
    <w:pPr>
      <w:ind w:left="849"/>
      <w:contextualSpacing/>
    </w:pPr>
  </w:style>
  <w:style w:type="paragraph" w:styleId="TOCHeading">
    <w:name w:val="TOC Heading"/>
    <w:basedOn w:val="Heading1"/>
    <w:next w:val="Normal"/>
    <w:uiPriority w:val="39"/>
    <w:semiHidden/>
    <w:qFormat/>
    <w:rsid w:val="00FD329B"/>
    <w:pPr>
      <w:keepLines/>
      <w:pageBreakBefore w:val="0"/>
      <w:numPr>
        <w:numId w:val="0"/>
      </w:numPr>
      <w:spacing w:before="480" w:line="276" w:lineRule="auto"/>
    </w:pPr>
    <w:rPr>
      <w:sz w:val="40"/>
      <w:szCs w:val="40"/>
    </w:rPr>
  </w:style>
  <w:style w:type="paragraph" w:customStyle="1" w:styleId="Tablebullet">
    <w:name w:val="Table bullet"/>
    <w:basedOn w:val="Tabletext"/>
    <w:uiPriority w:val="5"/>
    <w:qFormat/>
    <w:rsid w:val="00FD329B"/>
    <w:pPr>
      <w:numPr>
        <w:numId w:val="5"/>
      </w:numPr>
    </w:pPr>
  </w:style>
  <w:style w:type="paragraph" w:customStyle="1" w:styleId="Tablenumber3">
    <w:name w:val="Table number 3"/>
    <w:basedOn w:val="Tablenumber2"/>
    <w:uiPriority w:val="5"/>
    <w:qFormat/>
    <w:rsid w:val="00FD329B"/>
    <w:pPr>
      <w:numPr>
        <w:ilvl w:val="2"/>
      </w:numPr>
    </w:pPr>
  </w:style>
  <w:style w:type="character" w:customStyle="1" w:styleId="SpecAttributeCaption">
    <w:name w:val="SpecAttribute_Caption"/>
    <w:semiHidden/>
    <w:rsid w:val="00FD329B"/>
    <w:rPr>
      <w:rFonts w:ascii="Arial" w:hAnsi="Arial"/>
      <w:b/>
      <w:sz w:val="18"/>
    </w:rPr>
  </w:style>
  <w:style w:type="character" w:customStyle="1" w:styleId="SpecAttributeCaptionSmall">
    <w:name w:val="SpecAttribute_CaptionSmall"/>
    <w:semiHidden/>
    <w:rsid w:val="00FD329B"/>
    <w:rPr>
      <w:rFonts w:ascii="Arial" w:hAnsi="Arial"/>
      <w:b/>
      <w:sz w:val="14"/>
    </w:rPr>
  </w:style>
  <w:style w:type="character" w:customStyle="1" w:styleId="SpecAttributeValue">
    <w:name w:val="SpecAttribute_Value"/>
    <w:semiHidden/>
    <w:rsid w:val="00FD329B"/>
    <w:rPr>
      <w:rFonts w:ascii="Arial" w:hAnsi="Arial"/>
      <w:sz w:val="20"/>
    </w:rPr>
  </w:style>
  <w:style w:type="character" w:customStyle="1" w:styleId="SpecAttributeValueMiddle">
    <w:name w:val="SpecAttribute_ValueMiddle"/>
    <w:semiHidden/>
    <w:rsid w:val="00FD329B"/>
    <w:rPr>
      <w:rFonts w:ascii="Arial" w:hAnsi="Arial"/>
      <w:sz w:val="16"/>
    </w:rPr>
  </w:style>
  <w:style w:type="character" w:customStyle="1" w:styleId="SpecAttributeValueSmall">
    <w:name w:val="SpecAttribute_ValueSmall"/>
    <w:semiHidden/>
    <w:rsid w:val="00FD329B"/>
    <w:rPr>
      <w:rFonts w:ascii="Arial" w:hAnsi="Arial"/>
      <w:sz w:val="14"/>
    </w:rPr>
  </w:style>
  <w:style w:type="paragraph" w:customStyle="1" w:styleId="SpecificationItem">
    <w:name w:val="Specification Item"/>
    <w:basedOn w:val="BodyText"/>
    <w:semiHidden/>
    <w:rsid w:val="00FD329B"/>
    <w:pPr>
      <w:keepLines/>
      <w:ind w:left="0"/>
    </w:pPr>
    <w:rPr>
      <w:b/>
    </w:rPr>
  </w:style>
  <w:style w:type="paragraph" w:customStyle="1" w:styleId="Whitespace">
    <w:name w:val="White space"/>
    <w:basedOn w:val="Normal"/>
    <w:semiHidden/>
    <w:qFormat/>
    <w:rsid w:val="00FD329B"/>
    <w:pPr>
      <w:keepNext/>
      <w:keepLines/>
      <w:spacing w:before="8160" w:after="0"/>
    </w:pPr>
    <w:rPr>
      <w:b/>
      <w:sz w:val="18"/>
      <w:lang w:eastAsia="en-AU"/>
    </w:rPr>
  </w:style>
  <w:style w:type="paragraph" w:customStyle="1" w:styleId="Statusfields">
    <w:name w:val="Status fields"/>
    <w:basedOn w:val="BodyText"/>
    <w:semiHidden/>
    <w:rsid w:val="00FD329B"/>
    <w:pPr>
      <w:ind w:left="0"/>
    </w:pPr>
    <w:rPr>
      <w:sz w:val="24"/>
      <w:szCs w:val="20"/>
    </w:rPr>
  </w:style>
  <w:style w:type="paragraph" w:customStyle="1" w:styleId="DocumentID">
    <w:name w:val="Document ID"/>
    <w:basedOn w:val="BodyText"/>
    <w:uiPriority w:val="98"/>
    <w:semiHidden/>
    <w:qFormat/>
    <w:rsid w:val="00FD329B"/>
    <w:pPr>
      <w:spacing w:after="480"/>
      <w:ind w:left="0"/>
    </w:pPr>
    <w:rPr>
      <w:sz w:val="20"/>
      <w:szCs w:val="18"/>
    </w:rPr>
  </w:style>
  <w:style w:type="paragraph" w:customStyle="1" w:styleId="Referencebodytext">
    <w:name w:val="Reference body text"/>
    <w:basedOn w:val="BodyText"/>
    <w:semiHidden/>
    <w:rsid w:val="00FD329B"/>
    <w:pPr>
      <w:spacing w:after="240"/>
      <w:ind w:left="1418" w:hanging="1417"/>
    </w:pPr>
    <w:rPr>
      <w:rFonts w:eastAsiaTheme="minorHAnsi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329B"/>
  </w:style>
  <w:style w:type="paragraph" w:styleId="BlockText">
    <w:name w:val="Block Text"/>
    <w:basedOn w:val="Normal"/>
    <w:uiPriority w:val="99"/>
    <w:semiHidden/>
    <w:unhideWhenUsed/>
    <w:rsid w:val="00FD329B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851" w:right="851"/>
    </w:pPr>
    <w:rPr>
      <w:rFonts w:eastAsiaTheme="minorEastAsia" w:cstheme="minorBidi"/>
      <w:i/>
      <w:iCs/>
      <w:color w:val="000000" w:themeColor="text1"/>
    </w:rPr>
  </w:style>
  <w:style w:type="paragraph" w:styleId="BodyText2">
    <w:name w:val="Body Text 2"/>
    <w:basedOn w:val="Normal"/>
    <w:link w:val="BodyText2Char"/>
    <w:uiPriority w:val="99"/>
    <w:semiHidden/>
    <w:rsid w:val="00FD329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329B"/>
    <w:rPr>
      <w:rFonts w:ascii="Arial" w:hAnsi="Arial" w:cs="Times New Roman"/>
    </w:rPr>
  </w:style>
  <w:style w:type="paragraph" w:styleId="BodyText3">
    <w:name w:val="Body Text 3"/>
    <w:basedOn w:val="Normal"/>
    <w:link w:val="BodyText3Char"/>
    <w:uiPriority w:val="99"/>
    <w:semiHidden/>
    <w:rsid w:val="00FD329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329B"/>
    <w:rPr>
      <w:rFonts w:ascii="Arial" w:hAnsi="Arial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329B"/>
    <w:pPr>
      <w:ind w:left="0"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329B"/>
    <w:rPr>
      <w:rFonts w:ascii="Arial" w:eastAsia="Times New Roman" w:hAnsi="Arial" w:cs="Times New Roman"/>
      <w:szCs w:val="24"/>
      <w:lang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329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329B"/>
    <w:rPr>
      <w:rFonts w:ascii="Arial" w:hAnsi="Arial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329B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329B"/>
    <w:rPr>
      <w:rFonts w:ascii="Arial" w:hAnsi="Arial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D329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D329B"/>
    <w:rPr>
      <w:rFonts w:ascii="Arial" w:hAnsi="Arial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D329B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D329B"/>
    <w:rPr>
      <w:rFonts w:ascii="Arial" w:hAnsi="Arial" w:cs="Times New Roman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FD329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329B"/>
    <w:rPr>
      <w:rFonts w:ascii="Arial" w:hAnsi="Arial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329B"/>
    <w:pPr>
      <w:spacing w:after="0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329B"/>
    <w:rPr>
      <w:rFonts w:ascii="Arial" w:hAnsi="Arial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D329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D329B"/>
    <w:rPr>
      <w:rFonts w:ascii="Arial" w:hAnsi="Arial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329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329B"/>
    <w:rPr>
      <w:rFonts w:ascii="Arial" w:hAnsi="Arial" w:cs="Times New Roman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D329B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FD329B"/>
    <w:pPr>
      <w:spacing w:after="0"/>
    </w:pPr>
    <w:rPr>
      <w:rFonts w:eastAsiaTheme="majorEastAsia" w:cstheme="majorBidi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D329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329B"/>
    <w:rPr>
      <w:rFonts w:ascii="Arial" w:hAnsi="Arial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329B"/>
    <w:pPr>
      <w:spacing w:after="0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329B"/>
    <w:rPr>
      <w:rFonts w:ascii="Consolas" w:hAnsi="Consolas" w:cs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329B"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329B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329B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329B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329B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329B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329B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329B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329B"/>
    <w:pPr>
      <w:spacing w:after="0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329B"/>
    <w:rPr>
      <w:rFonts w:eastAsiaTheme="majorEastAsia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FD329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329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329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329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329B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329B"/>
    <w:pPr>
      <w:numPr>
        <w:numId w:val="1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D329B"/>
    <w:pPr>
      <w:numPr>
        <w:numId w:val="18"/>
      </w:numPr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329B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329B"/>
    <w:pPr>
      <w:ind w:left="1415"/>
      <w:contextualSpacing/>
    </w:pPr>
  </w:style>
  <w:style w:type="paragraph" w:styleId="ListNumber4">
    <w:name w:val="List Number 4"/>
    <w:basedOn w:val="Normal"/>
    <w:uiPriority w:val="99"/>
    <w:semiHidden/>
    <w:unhideWhenUsed/>
    <w:rsid w:val="00FD329B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D329B"/>
    <w:pPr>
      <w:numPr>
        <w:numId w:val="2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D32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D329B"/>
    <w:rPr>
      <w:rFonts w:ascii="Consolas" w:eastAsia="Times New Roman" w:hAnsi="Consolas" w:cs="Consolas"/>
    </w:rPr>
  </w:style>
  <w:style w:type="paragraph" w:styleId="NormalIndent">
    <w:name w:val="Normal Indent"/>
    <w:basedOn w:val="Normal"/>
    <w:uiPriority w:val="99"/>
    <w:semiHidden/>
    <w:unhideWhenUsed/>
    <w:rsid w:val="00FD329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329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329B"/>
    <w:rPr>
      <w:rFonts w:ascii="Arial" w:hAnsi="Arial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D329B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329B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D329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D329B"/>
    <w:rPr>
      <w:rFonts w:ascii="Arial" w:hAnsi="Arial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D329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329B"/>
    <w:rPr>
      <w:rFonts w:ascii="Arial" w:hAnsi="Arial" w:cs="Times New Roman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329B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329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FD329B"/>
    <w:pPr>
      <w:spacing w:before="120"/>
    </w:pPr>
    <w:rPr>
      <w:rFonts w:eastAsiaTheme="majorEastAsia" w:cstheme="majorBidi"/>
      <w:b/>
      <w:bCs/>
      <w:sz w:val="24"/>
    </w:rPr>
  </w:style>
  <w:style w:type="paragraph" w:customStyle="1" w:styleId="BodyTextOutdented">
    <w:name w:val="Body Text Outdented"/>
    <w:basedOn w:val="BodyText"/>
    <w:rsid w:val="00FD329B"/>
    <w:pPr>
      <w:ind w:left="0"/>
    </w:pPr>
  </w:style>
  <w:style w:type="paragraph" w:customStyle="1" w:styleId="ProductVersion">
    <w:name w:val="Product Version"/>
    <w:basedOn w:val="Title"/>
    <w:semiHidden/>
    <w:qFormat/>
    <w:rsid w:val="00FD329B"/>
  </w:style>
  <w:style w:type="character" w:customStyle="1" w:styleId="SpecAttributeValueSize9">
    <w:name w:val="SpecAttribute_ValueSize9"/>
    <w:semiHidden/>
    <w:rsid w:val="00FD329B"/>
    <w:rPr>
      <w:rFonts w:ascii="Arial" w:hAnsi="Arial"/>
      <w:sz w:val="18"/>
    </w:rPr>
  </w:style>
  <w:style w:type="table" w:styleId="MediumList2">
    <w:name w:val="Medium List 2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1E6DB6" w:themeColor="accent1"/>
        <w:left w:val="single" w:sz="8" w:space="0" w:color="1E6DB6" w:themeColor="accent1"/>
        <w:bottom w:val="single" w:sz="8" w:space="0" w:color="1E6DB6" w:themeColor="accent1"/>
        <w:right w:val="single" w:sz="8" w:space="0" w:color="1E6DB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E6DB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E6DB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E6DB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E6DB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B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DB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33A3DC" w:themeColor="accent2"/>
        <w:left w:val="single" w:sz="8" w:space="0" w:color="33A3DC" w:themeColor="accent2"/>
        <w:bottom w:val="single" w:sz="8" w:space="0" w:color="33A3DC" w:themeColor="accent2"/>
        <w:right w:val="single" w:sz="8" w:space="0" w:color="33A3D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A3D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A3DC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A3D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A3D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8F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8F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FA9C1A" w:themeColor="accent3"/>
        <w:left w:val="single" w:sz="8" w:space="0" w:color="FA9C1A" w:themeColor="accent3"/>
        <w:bottom w:val="single" w:sz="8" w:space="0" w:color="FA9C1A" w:themeColor="accent3"/>
        <w:right w:val="single" w:sz="8" w:space="0" w:color="FA9C1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9C1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9C1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9C1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9C1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6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6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8DC63F" w:themeColor="accent4"/>
        <w:left w:val="single" w:sz="8" w:space="0" w:color="8DC63F" w:themeColor="accent4"/>
        <w:bottom w:val="single" w:sz="8" w:space="0" w:color="8DC63F" w:themeColor="accent4"/>
        <w:right w:val="single" w:sz="8" w:space="0" w:color="8DC63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DC6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DC63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DC63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DC63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1C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005826" w:themeColor="accent5"/>
        <w:left w:val="single" w:sz="8" w:space="0" w:color="005826" w:themeColor="accent5"/>
        <w:bottom w:val="single" w:sz="8" w:space="0" w:color="005826" w:themeColor="accent5"/>
        <w:right w:val="single" w:sz="8" w:space="0" w:color="00582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82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82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82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82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FC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FC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B10F1F" w:themeColor="accent6"/>
        <w:left w:val="single" w:sz="8" w:space="0" w:color="B10F1F" w:themeColor="accent6"/>
        <w:bottom w:val="single" w:sz="8" w:space="0" w:color="B10F1F" w:themeColor="accent6"/>
        <w:right w:val="single" w:sz="8" w:space="0" w:color="B10F1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0F1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10F1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0F1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0F1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6B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6B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1E6DB6" w:themeColor="accent1"/>
        <w:left w:val="single" w:sz="8" w:space="0" w:color="1E6DB6" w:themeColor="accent1"/>
        <w:bottom w:val="single" w:sz="8" w:space="0" w:color="1E6DB6" w:themeColor="accent1"/>
        <w:right w:val="single" w:sz="8" w:space="0" w:color="1E6DB6" w:themeColor="accent1"/>
        <w:insideH w:val="single" w:sz="8" w:space="0" w:color="1E6DB6" w:themeColor="accent1"/>
        <w:insideV w:val="single" w:sz="8" w:space="0" w:color="1E6DB6" w:themeColor="accent1"/>
      </w:tblBorders>
    </w:tblPr>
    <w:tcPr>
      <w:shd w:val="clear" w:color="auto" w:fill="BFDB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F0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1F6" w:themeFill="accent1" w:themeFillTint="33"/>
      </w:tcPr>
    </w:tblStylePr>
    <w:tblStylePr w:type="band1Vert">
      <w:tblPr/>
      <w:tcPr>
        <w:shd w:val="clear" w:color="auto" w:fill="7FB6EA" w:themeFill="accent1" w:themeFillTint="7F"/>
      </w:tcPr>
    </w:tblStylePr>
    <w:tblStylePr w:type="band1Horz">
      <w:tblPr/>
      <w:tcPr>
        <w:tcBorders>
          <w:insideH w:val="single" w:sz="6" w:space="0" w:color="1E6DB6" w:themeColor="accent1"/>
          <w:insideV w:val="single" w:sz="6" w:space="0" w:color="1E6DB6" w:themeColor="accent1"/>
        </w:tcBorders>
        <w:shd w:val="clear" w:color="auto" w:fill="7FB6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33A3DC" w:themeColor="accent2"/>
        <w:left w:val="single" w:sz="8" w:space="0" w:color="33A3DC" w:themeColor="accent2"/>
        <w:bottom w:val="single" w:sz="8" w:space="0" w:color="33A3DC" w:themeColor="accent2"/>
        <w:right w:val="single" w:sz="8" w:space="0" w:color="33A3DC" w:themeColor="accent2"/>
        <w:insideH w:val="single" w:sz="8" w:space="0" w:color="33A3DC" w:themeColor="accent2"/>
        <w:insideV w:val="single" w:sz="8" w:space="0" w:color="33A3DC" w:themeColor="accent2"/>
      </w:tblBorders>
    </w:tblPr>
    <w:tcPr>
      <w:shd w:val="clear" w:color="auto" w:fill="CCE8F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AF5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CF8" w:themeFill="accent2" w:themeFillTint="33"/>
      </w:tcPr>
    </w:tblStylePr>
    <w:tblStylePr w:type="band1Vert">
      <w:tblPr/>
      <w:tcPr>
        <w:shd w:val="clear" w:color="auto" w:fill="99D0ED" w:themeFill="accent2" w:themeFillTint="7F"/>
      </w:tcPr>
    </w:tblStylePr>
    <w:tblStylePr w:type="band1Horz">
      <w:tblPr/>
      <w:tcPr>
        <w:tcBorders>
          <w:insideH w:val="single" w:sz="6" w:space="0" w:color="33A3DC" w:themeColor="accent2"/>
          <w:insideV w:val="single" w:sz="6" w:space="0" w:color="33A3DC" w:themeColor="accent2"/>
        </w:tcBorders>
        <w:shd w:val="clear" w:color="auto" w:fill="99D0E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FA9C1A" w:themeColor="accent3"/>
        <w:left w:val="single" w:sz="8" w:space="0" w:color="FA9C1A" w:themeColor="accent3"/>
        <w:bottom w:val="single" w:sz="8" w:space="0" w:color="FA9C1A" w:themeColor="accent3"/>
        <w:right w:val="single" w:sz="8" w:space="0" w:color="FA9C1A" w:themeColor="accent3"/>
        <w:insideH w:val="single" w:sz="8" w:space="0" w:color="FA9C1A" w:themeColor="accent3"/>
        <w:insideV w:val="single" w:sz="8" w:space="0" w:color="FA9C1A" w:themeColor="accent3"/>
      </w:tblBorders>
    </w:tblPr>
    <w:tcPr>
      <w:shd w:val="clear" w:color="auto" w:fill="FDE6C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AD1" w:themeFill="accent3" w:themeFillTint="33"/>
      </w:tcPr>
    </w:tblStylePr>
    <w:tblStylePr w:type="band1Vert">
      <w:tblPr/>
      <w:tcPr>
        <w:shd w:val="clear" w:color="auto" w:fill="FCCD8C" w:themeFill="accent3" w:themeFillTint="7F"/>
      </w:tcPr>
    </w:tblStylePr>
    <w:tblStylePr w:type="band1Horz">
      <w:tblPr/>
      <w:tcPr>
        <w:tcBorders>
          <w:insideH w:val="single" w:sz="6" w:space="0" w:color="FA9C1A" w:themeColor="accent3"/>
          <w:insideV w:val="single" w:sz="6" w:space="0" w:color="FA9C1A" w:themeColor="accent3"/>
        </w:tcBorders>
        <w:shd w:val="clear" w:color="auto" w:fill="FCCD8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8DC63F" w:themeColor="accent4"/>
        <w:left w:val="single" w:sz="8" w:space="0" w:color="8DC63F" w:themeColor="accent4"/>
        <w:bottom w:val="single" w:sz="8" w:space="0" w:color="8DC63F" w:themeColor="accent4"/>
        <w:right w:val="single" w:sz="8" w:space="0" w:color="8DC63F" w:themeColor="accent4"/>
        <w:insideH w:val="single" w:sz="8" w:space="0" w:color="8DC63F" w:themeColor="accent4"/>
        <w:insideV w:val="single" w:sz="8" w:space="0" w:color="8DC63F" w:themeColor="accent4"/>
      </w:tblBorders>
    </w:tblPr>
    <w:tcPr>
      <w:shd w:val="clear" w:color="auto" w:fill="E2F1C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3F9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3D8" w:themeFill="accent4" w:themeFillTint="33"/>
      </w:tcPr>
    </w:tblStylePr>
    <w:tblStylePr w:type="band1Vert">
      <w:tblPr/>
      <w:tcPr>
        <w:shd w:val="clear" w:color="auto" w:fill="C6E29F" w:themeFill="accent4" w:themeFillTint="7F"/>
      </w:tcPr>
    </w:tblStylePr>
    <w:tblStylePr w:type="band1Horz">
      <w:tblPr/>
      <w:tcPr>
        <w:tcBorders>
          <w:insideH w:val="single" w:sz="6" w:space="0" w:color="8DC63F" w:themeColor="accent4"/>
          <w:insideV w:val="single" w:sz="6" w:space="0" w:color="8DC63F" w:themeColor="accent4"/>
        </w:tcBorders>
        <w:shd w:val="clear" w:color="auto" w:fill="C6E29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005826" w:themeColor="accent5"/>
        <w:left w:val="single" w:sz="8" w:space="0" w:color="005826" w:themeColor="accent5"/>
        <w:bottom w:val="single" w:sz="8" w:space="0" w:color="005826" w:themeColor="accent5"/>
        <w:right w:val="single" w:sz="8" w:space="0" w:color="005826" w:themeColor="accent5"/>
        <w:insideH w:val="single" w:sz="8" w:space="0" w:color="005826" w:themeColor="accent5"/>
        <w:insideV w:val="single" w:sz="8" w:space="0" w:color="005826" w:themeColor="accent5"/>
      </w:tblBorders>
    </w:tblPr>
    <w:tcPr>
      <w:shd w:val="clear" w:color="auto" w:fill="96FFC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5FF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CE" w:themeFill="accent5" w:themeFillTint="33"/>
      </w:tcPr>
    </w:tblStylePr>
    <w:tblStylePr w:type="band1Vert">
      <w:tblPr/>
      <w:tcPr>
        <w:shd w:val="clear" w:color="auto" w:fill="2CFF87" w:themeFill="accent5" w:themeFillTint="7F"/>
      </w:tcPr>
    </w:tblStylePr>
    <w:tblStylePr w:type="band1Horz">
      <w:tblPr/>
      <w:tcPr>
        <w:tcBorders>
          <w:insideH w:val="single" w:sz="6" w:space="0" w:color="005826" w:themeColor="accent5"/>
          <w:insideV w:val="single" w:sz="6" w:space="0" w:color="005826" w:themeColor="accent5"/>
        </w:tcBorders>
        <w:shd w:val="clear" w:color="auto" w:fill="2CFF8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D329B"/>
    <w:rPr>
      <w:rFonts w:ascii="Arial" w:eastAsiaTheme="majorEastAsia" w:hAnsi="Arial" w:cstheme="majorBidi"/>
      <w:color w:val="000000" w:themeColor="text1"/>
    </w:rPr>
    <w:tblPr>
      <w:tblStyleRowBandSize w:val="1"/>
      <w:tblStyleColBandSize w:val="1"/>
      <w:tblBorders>
        <w:top w:val="single" w:sz="8" w:space="0" w:color="B10F1F" w:themeColor="accent6"/>
        <w:left w:val="single" w:sz="8" w:space="0" w:color="B10F1F" w:themeColor="accent6"/>
        <w:bottom w:val="single" w:sz="8" w:space="0" w:color="B10F1F" w:themeColor="accent6"/>
        <w:right w:val="single" w:sz="8" w:space="0" w:color="B10F1F" w:themeColor="accent6"/>
        <w:insideH w:val="single" w:sz="8" w:space="0" w:color="B10F1F" w:themeColor="accent6"/>
        <w:insideV w:val="single" w:sz="8" w:space="0" w:color="B10F1F" w:themeColor="accent6"/>
      </w:tblBorders>
    </w:tblPr>
    <w:tcPr>
      <w:shd w:val="clear" w:color="auto" w:fill="F8B6B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2E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4C9" w:themeFill="accent6" w:themeFillTint="33"/>
      </w:tcPr>
    </w:tblStylePr>
    <w:tblStylePr w:type="band1Vert">
      <w:tblPr/>
      <w:tcPr>
        <w:shd w:val="clear" w:color="auto" w:fill="F26C79" w:themeFill="accent6" w:themeFillTint="7F"/>
      </w:tcPr>
    </w:tblStylePr>
    <w:tblStylePr w:type="band1Horz">
      <w:tblPr/>
      <w:tcPr>
        <w:tcBorders>
          <w:insideH w:val="single" w:sz="6" w:space="0" w:color="B10F1F" w:themeColor="accent6"/>
          <w:insideV w:val="single" w:sz="6" w:space="0" w:color="B10F1F" w:themeColor="accent6"/>
        </w:tcBorders>
        <w:shd w:val="clear" w:color="auto" w:fill="F26C7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igitalhealth.gov.au/healthcare-providers/practice-incentives-program-ehealth-incentive-epip" TargetMode="Externa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digitalhealth.gov.au/healthcare-providers/initiatives-and-programs/my-health-record/conformant-clinical-software-products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www.digitalhealth.gov.au/healthcare-providers/initiatives-and-programs/my-health-record/conformant-clinical-software-produc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.Stevanovic\Australian%20Digital%20Health%20Agency\Office_Templates%20-%20Documents\External%20Long%20Document%20v2.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F9ACD3DB9E24C689DFDFA2EE9ECD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9E787-59DF-4F6F-816F-02B1C4C08D58}"/>
      </w:docPartPr>
      <w:docPartBody>
        <w:p w:rsidR="00C92FFD" w:rsidRDefault="00C92FFD">
          <w:pPr>
            <w:pStyle w:val="4F9ACD3DB9E24C689DFDFA2EE9ECDEA5"/>
          </w:pPr>
          <w:r w:rsidRPr="006B3DA8">
            <w:rPr>
              <w:rStyle w:val="PlaceholderText"/>
            </w:rPr>
            <w:t>[Click and type title</w:t>
          </w:r>
          <w:r>
            <w:rPr>
              <w:rStyle w:val="PlaceholderText"/>
            </w:rPr>
            <w:t xml:space="preserve"> or document type</w:t>
          </w:r>
          <w:r w:rsidRPr="006B3DA8">
            <w:rPr>
              <w:rStyle w:val="PlaceholderText"/>
            </w:rPr>
            <w:t>]</w:t>
          </w:r>
        </w:p>
      </w:docPartBody>
    </w:docPart>
    <w:docPart>
      <w:docPartPr>
        <w:name w:val="1CD5D75F6F9F460198109938F0744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49035-9CCA-4AAF-9F15-94BC52682BB5}"/>
      </w:docPartPr>
      <w:docPartBody>
        <w:p w:rsidR="00C92FFD" w:rsidRDefault="00B608EB" w:rsidP="00B608EB">
          <w:pPr>
            <w:pStyle w:val="1CD5D75F6F9F460198109938F0744C5C4"/>
          </w:pPr>
          <w:r w:rsidRPr="00143A54">
            <w:rPr>
              <w:rStyle w:val="PlaceholderText"/>
            </w:rPr>
            <w:t>[To be approved]</w:t>
          </w:r>
        </w:p>
      </w:docPartBody>
    </w:docPart>
    <w:docPart>
      <w:docPartPr>
        <w:name w:val="B7ADE4BC3236442B991BE812BED2A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C0EE-EB2B-4FFF-8F04-1972AA0EBFE2}"/>
      </w:docPartPr>
      <w:docPartBody>
        <w:p w:rsidR="00C92FFD" w:rsidRDefault="00C92FFD">
          <w:pPr>
            <w:pStyle w:val="B7ADE4BC3236442B991BE812BED2A2FF"/>
          </w:pPr>
          <w:r>
            <w:rPr>
              <w:rStyle w:val="PlaceholderText"/>
            </w:rPr>
            <w:t>[Type version number to appear on approved document e.g. v1.0]</w:t>
          </w:r>
        </w:p>
      </w:docPartBody>
    </w:docPart>
    <w:docPart>
      <w:docPartPr>
        <w:name w:val="987F3D8FA5174B53B1696B8588F8D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A8AD3-BB75-408C-9CEA-5EEFA35ED8F0}"/>
      </w:docPartPr>
      <w:docPartBody>
        <w:p w:rsidR="00C92FFD" w:rsidRDefault="00C92FFD">
          <w:pPr>
            <w:pStyle w:val="987F3D8FA5174B53B1696B8588F8DBBB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status.</w:t>
          </w:r>
        </w:p>
      </w:docPartBody>
    </w:docPart>
    <w:docPart>
      <w:docPartPr>
        <w:name w:val="BD4D5DB296614796A83876FF87D11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3CE1E-161B-4342-B9F4-6D52A0AB26EB}"/>
      </w:docPartPr>
      <w:docPartBody>
        <w:p w:rsidR="00C92FFD" w:rsidRDefault="00C92FFD">
          <w:pPr>
            <w:pStyle w:val="BD4D5DB296614796A83876FF87D11E70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audience</w:t>
          </w:r>
          <w:r w:rsidRPr="00E76947">
            <w:rPr>
              <w:rStyle w:val="PlaceholderText"/>
            </w:rPr>
            <w:t>.</w:t>
          </w:r>
        </w:p>
      </w:docPartBody>
    </w:docPart>
    <w:docPart>
      <w:docPartPr>
        <w:name w:val="0890339207E54F65862B2E7BDAE01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D38EE-ACED-4314-A85B-7DE25585F614}"/>
      </w:docPartPr>
      <w:docPartBody>
        <w:p w:rsidR="00C92FFD" w:rsidRDefault="00C92FFD">
          <w:pPr>
            <w:pStyle w:val="0890339207E54F65862B2E7BDAE0191A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intended use</w:t>
          </w:r>
          <w:r w:rsidRPr="00E76947">
            <w:rPr>
              <w:rStyle w:val="PlaceholderText"/>
            </w:rPr>
            <w:t>.</w:t>
          </w:r>
        </w:p>
      </w:docPartBody>
    </w:docPart>
    <w:docPart>
      <w:docPartPr>
        <w:name w:val="3CF40EA4B7D2421DA36B5583A6F20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2CF2A-4197-4BD2-ABF6-16F6F523A659}"/>
      </w:docPartPr>
      <w:docPartBody>
        <w:p w:rsidR="00C92FFD" w:rsidRDefault="00514577" w:rsidP="00514577">
          <w:pPr>
            <w:pStyle w:val="3CF40EA4B7D2421DA36B5583A6F20BD71"/>
          </w:pPr>
          <w:r w:rsidRPr="00B82A66">
            <w:rPr>
              <w:rStyle w:val="PlaceholderText"/>
            </w:rPr>
            <w:t>Type space to delete label.</w:t>
          </w:r>
        </w:p>
      </w:docPartBody>
    </w:docPart>
    <w:docPart>
      <w:docPartPr>
        <w:name w:val="80A396CA1B9946D5983C23EE3B600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76A79-E46A-484F-852C-2CF8D1E03212}"/>
      </w:docPartPr>
      <w:docPartBody>
        <w:p w:rsidR="00C92FFD" w:rsidRDefault="00C92FFD">
          <w:pPr>
            <w:pStyle w:val="80A396CA1B9946D5983C23EE3B600321"/>
          </w:pPr>
          <w:r w:rsidRPr="00B82A66">
            <w:rPr>
              <w:rStyle w:val="PlaceholderText"/>
            </w:rPr>
            <w:t>[Click here and type document identifier]</w:t>
          </w:r>
        </w:p>
      </w:docPartBody>
    </w:docPart>
    <w:docPart>
      <w:docPartPr>
        <w:name w:val="E39244FB7131408DA8660ED276057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D1719-5C0D-448E-AEF7-B870A331A862}"/>
      </w:docPartPr>
      <w:docPartBody>
        <w:p w:rsidR="00C92FFD" w:rsidRDefault="00C92FFD">
          <w:pPr>
            <w:pStyle w:val="E39244FB7131408DA8660ED276057B3F"/>
          </w:pPr>
          <w:r w:rsidRPr="004A7FF0">
            <w:rPr>
              <w:rStyle w:val="PlaceholderText"/>
            </w:rPr>
            <w:t xml:space="preserve">[Select </w:t>
          </w:r>
          <w:r>
            <w:rPr>
              <w:rStyle w:val="PlaceholderText"/>
            </w:rPr>
            <w:t>draft</w:t>
          </w:r>
          <w:r w:rsidRPr="004A7FF0">
            <w:rPr>
              <w:rStyle w:val="PlaceholderText"/>
            </w:rPr>
            <w:t xml:space="preserve"> version or blank]</w:t>
          </w:r>
        </w:p>
      </w:docPartBody>
    </w:docPart>
    <w:docPart>
      <w:docPartPr>
        <w:name w:val="28CB831EC22640B9856914074BD64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2970F-8A3C-4D3B-BDBB-B3FE50CE23E4}"/>
      </w:docPartPr>
      <w:docPartBody>
        <w:p w:rsidR="00C92FFD" w:rsidRDefault="00C92FFD">
          <w:pPr>
            <w:pStyle w:val="28CB831EC22640B9856914074BD64611"/>
          </w:pPr>
          <w:r w:rsidRPr="00C72E6B">
            <w:rPr>
              <w:rStyle w:val="PlaceholderText"/>
            </w:rPr>
            <w:t>Click here to type first heading</w:t>
          </w:r>
        </w:p>
      </w:docPartBody>
    </w:docPart>
    <w:docPart>
      <w:docPartPr>
        <w:name w:val="422EF8D27E7E45709CE7DA4551187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30F6C-38D5-4DD0-8EF0-5A52AD5934C3}"/>
      </w:docPartPr>
      <w:docPartBody>
        <w:p w:rsidR="00C92FFD" w:rsidRDefault="00C92FFD">
          <w:pPr>
            <w:pStyle w:val="422EF8D27E7E45709CE7DA45511874E6"/>
          </w:pPr>
          <w:r w:rsidRPr="006113E1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 start typing. Document information will move to the next page as you insert content on this page.</w:t>
          </w:r>
        </w:p>
      </w:docPartBody>
    </w:docPart>
    <w:docPart>
      <w:docPartPr>
        <w:name w:val="19CC5F399E5B4CDDAADC743CE493C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F6368-1301-4937-9C1A-EC3BCD15946C}"/>
      </w:docPartPr>
      <w:docPartBody>
        <w:p w:rsidR="00C92FFD" w:rsidRDefault="00B608EB" w:rsidP="00B608EB">
          <w:pPr>
            <w:pStyle w:val="19CC5F399E5B4CDDAADC743CE493C2354"/>
            <w:framePr w:wrap="notBeside"/>
          </w:pPr>
          <w:r w:rsidRPr="001C55F2">
            <w:rPr>
              <w:rStyle w:val="PlaceholderText"/>
            </w:rPr>
            <w:t>[To be approved]</w:t>
          </w:r>
        </w:p>
      </w:docPartBody>
    </w:docPart>
    <w:docPart>
      <w:docPartPr>
        <w:name w:val="ABE1FAB21626496AB43DC26B278BF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F29F3-86E1-459B-9FB3-1CC799459DBC}"/>
      </w:docPartPr>
      <w:docPartBody>
        <w:p w:rsidR="00C92FFD" w:rsidRDefault="00C92FFD">
          <w:pPr>
            <w:pStyle w:val="ABE1FAB21626496AB43DC26B278BF744"/>
          </w:pPr>
          <w:r w:rsidRPr="00E12251">
            <w:rPr>
              <w:rStyle w:val="PlaceholderText"/>
              <w:b/>
              <w:color w:val="FF0000"/>
              <w:sz w:val="28"/>
              <w:szCs w:val="28"/>
            </w:rPr>
            <w:t>SELECT PROTECTIVE MARKING</w:t>
          </w:r>
        </w:p>
      </w:docPartBody>
    </w:docPart>
    <w:docPart>
      <w:docPartPr>
        <w:name w:val="C477CD83FF2247EFBB91F9D350A67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F8C57-13EC-41F5-87D7-B6322FA3543F}"/>
      </w:docPartPr>
      <w:docPartBody>
        <w:p w:rsidR="00C92FFD" w:rsidRDefault="00C92FFD">
          <w:pPr>
            <w:pStyle w:val="C477CD83FF2247EFBB91F9D350A67A70"/>
          </w:pPr>
          <w:r w:rsidRPr="00782386">
            <w:rPr>
              <w:rStyle w:val="PlaceholderText"/>
            </w:rPr>
            <w:t>[</w:t>
          </w:r>
          <w:r>
            <w:rPr>
              <w:rStyle w:val="PlaceholderText"/>
            </w:rPr>
            <w:t>T</w:t>
          </w:r>
          <w:r w:rsidRPr="00782386">
            <w:rPr>
              <w:rStyle w:val="PlaceholderText"/>
            </w:rPr>
            <w:t>itle]</w:t>
          </w:r>
        </w:p>
      </w:docPartBody>
    </w:docPart>
    <w:docPart>
      <w:docPartPr>
        <w:name w:val="D230E16221B741B0819530DA7FF46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DEAAF-9C7B-4DC7-B8A0-223397B3EBCA}"/>
      </w:docPartPr>
      <w:docPartBody>
        <w:p w:rsidR="00C92FFD" w:rsidRDefault="00C92FFD">
          <w:pPr>
            <w:pStyle w:val="D230E16221B741B0819530DA7FF461DC"/>
          </w:pPr>
          <w:r>
            <w:rPr>
              <w:rStyle w:val="PlaceholderText"/>
            </w:rPr>
            <w:t>Version to appear on approved document e.g. v1.0</w:t>
          </w:r>
        </w:p>
      </w:docPartBody>
    </w:docPart>
    <w:docPart>
      <w:docPartPr>
        <w:name w:val="A5BFF01E72DF40908F15DB04DCF1C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80573-F2FB-451A-8075-204DFBE3C9C9}"/>
      </w:docPartPr>
      <w:docPartBody>
        <w:p w:rsidR="00514577" w:rsidRDefault="00B608EB" w:rsidP="00B608EB">
          <w:pPr>
            <w:pStyle w:val="A5BFF01E72DF40908F15DB04DCF1C8273"/>
          </w:pPr>
          <w:r w:rsidRPr="00C56443">
            <w:rPr>
              <w:rStyle w:val="PlaceholderText"/>
            </w:rPr>
            <w:t>[To be approved]</w:t>
          </w:r>
        </w:p>
      </w:docPartBody>
    </w:docPart>
    <w:docPart>
      <w:docPartPr>
        <w:name w:val="7C22727066E240D99F066AE3A7AC3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26AFB-6933-450D-B30E-30C6B1501A5A}"/>
      </w:docPartPr>
      <w:docPartBody>
        <w:p w:rsidR="00514577" w:rsidRDefault="00B608EB" w:rsidP="00B608EB">
          <w:pPr>
            <w:pStyle w:val="7C22727066E240D99F066AE3A7AC32C33"/>
          </w:pPr>
          <w:r w:rsidRPr="00143A54">
            <w:rPr>
              <w:rStyle w:val="PlaceholderText"/>
              <w:szCs w:val="20"/>
            </w:rPr>
            <w:t>[To be approved]</w:t>
          </w:r>
        </w:p>
      </w:docPartBody>
    </w:docPart>
    <w:docPart>
      <w:docPartPr>
        <w:name w:val="5CE4F5C9600D4987BA0BADDD5B4D1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C970B-62D2-46C4-8BD1-0933226D9AE7}"/>
      </w:docPartPr>
      <w:docPartBody>
        <w:p w:rsidR="00514577" w:rsidRDefault="00514577" w:rsidP="00514577">
          <w:pPr>
            <w:pStyle w:val="5CE4F5C9600D4987BA0BADDD5B4D17A9"/>
          </w:pPr>
          <w:r>
            <w:rPr>
              <w:szCs w:val="20"/>
            </w:rPr>
            <w:t xml:space="preserve">     </w:t>
          </w:r>
        </w:p>
      </w:docPartBody>
    </w:docPart>
    <w:docPart>
      <w:docPartPr>
        <w:name w:val="49365D41EFDF4DCCB19F26F909C6F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D8437-8521-4E39-AA13-5DA3BD07D3F4}"/>
      </w:docPartPr>
      <w:docPartBody>
        <w:p w:rsidR="008B7550" w:rsidRDefault="00C92FFD">
          <w:pPr>
            <w:pStyle w:val="49365D41EFDF4DCCB19F26F909C6FECB"/>
          </w:pPr>
          <w:r w:rsidRPr="005D5A7E">
            <w:rPr>
              <w:rStyle w:val="PlaceholderText"/>
              <w:b/>
              <w:sz w:val="32"/>
              <w:szCs w:val="32"/>
            </w:rPr>
            <w:t xml:space="preserve">[Click and type </w:t>
          </w:r>
          <w:r>
            <w:rPr>
              <w:rStyle w:val="PlaceholderText"/>
              <w:b/>
              <w:sz w:val="32"/>
              <w:szCs w:val="32"/>
            </w:rPr>
            <w:t xml:space="preserve">product or </w:t>
          </w:r>
          <w:r w:rsidRPr="005D5A7E">
            <w:rPr>
              <w:rStyle w:val="PlaceholderText"/>
              <w:b/>
              <w:sz w:val="32"/>
              <w:szCs w:val="32"/>
            </w:rPr>
            <w:t>subject</w:t>
          </w:r>
          <w:r>
            <w:rPr>
              <w:rStyle w:val="PlaceholderText"/>
              <w:b/>
              <w:sz w:val="32"/>
              <w:szCs w:val="32"/>
            </w:rPr>
            <w:t xml:space="preserve"> matter</w:t>
          </w:r>
          <w:r w:rsidRPr="005D5A7E">
            <w:rPr>
              <w:rStyle w:val="PlaceholderText"/>
              <w:b/>
              <w:sz w:val="32"/>
              <w:szCs w:val="32"/>
            </w:rPr>
            <w:t xml:space="preserve"> or type space if no</w:t>
          </w:r>
          <w:r>
            <w:rPr>
              <w:rStyle w:val="PlaceholderText"/>
              <w:b/>
              <w:sz w:val="32"/>
              <w:szCs w:val="32"/>
            </w:rPr>
            <w:t>t required</w:t>
          </w:r>
          <w:r w:rsidRPr="005D5A7E">
            <w:rPr>
              <w:rStyle w:val="PlaceholderText"/>
              <w:b/>
              <w:sz w:val="32"/>
              <w:szCs w:val="32"/>
            </w:rPr>
            <w:t>]</w:t>
          </w:r>
        </w:p>
      </w:docPartBody>
    </w:docPart>
    <w:docPart>
      <w:docPartPr>
        <w:name w:val="03F7DB4FC26D430999EFE664AE6F8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FF378-C8E3-4ECC-A0C4-9645AD45CB21}"/>
      </w:docPartPr>
      <w:docPartBody>
        <w:p w:rsidR="008B7550" w:rsidRDefault="00C92FFD">
          <w:pPr>
            <w:pStyle w:val="03F7DB4FC26D430999EFE664AE6F80E1"/>
          </w:pPr>
          <w:r w:rsidRPr="00782386">
            <w:rPr>
              <w:rStyle w:val="PlaceholderText"/>
            </w:rPr>
            <w:t>[</w:t>
          </w:r>
          <w:r>
            <w:rPr>
              <w:rStyle w:val="PlaceholderText"/>
            </w:rPr>
            <w:t>Subject</w:t>
          </w:r>
          <w:r w:rsidRPr="00782386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FFD"/>
    <w:rsid w:val="000479AA"/>
    <w:rsid w:val="00067C87"/>
    <w:rsid w:val="000C7388"/>
    <w:rsid w:val="000D5D9D"/>
    <w:rsid w:val="000F5437"/>
    <w:rsid w:val="0013617E"/>
    <w:rsid w:val="00160D4E"/>
    <w:rsid w:val="00201560"/>
    <w:rsid w:val="002221E3"/>
    <w:rsid w:val="00255F9A"/>
    <w:rsid w:val="00272EAE"/>
    <w:rsid w:val="00282F59"/>
    <w:rsid w:val="00294AA8"/>
    <w:rsid w:val="0032732B"/>
    <w:rsid w:val="003E221C"/>
    <w:rsid w:val="00482CC4"/>
    <w:rsid w:val="004A5DD4"/>
    <w:rsid w:val="004A6499"/>
    <w:rsid w:val="004B4521"/>
    <w:rsid w:val="004C420A"/>
    <w:rsid w:val="00514577"/>
    <w:rsid w:val="005C3671"/>
    <w:rsid w:val="005F23B2"/>
    <w:rsid w:val="005F49FE"/>
    <w:rsid w:val="005F5FA0"/>
    <w:rsid w:val="0062716C"/>
    <w:rsid w:val="00645EA4"/>
    <w:rsid w:val="006A77BF"/>
    <w:rsid w:val="006B3BF8"/>
    <w:rsid w:val="006C3ADE"/>
    <w:rsid w:val="00733581"/>
    <w:rsid w:val="0075413D"/>
    <w:rsid w:val="00783637"/>
    <w:rsid w:val="007A0EEA"/>
    <w:rsid w:val="007C173C"/>
    <w:rsid w:val="007D569D"/>
    <w:rsid w:val="007E3DF6"/>
    <w:rsid w:val="008228F6"/>
    <w:rsid w:val="00831DB4"/>
    <w:rsid w:val="0086302E"/>
    <w:rsid w:val="008663A1"/>
    <w:rsid w:val="008A20F0"/>
    <w:rsid w:val="008B7550"/>
    <w:rsid w:val="008F55B9"/>
    <w:rsid w:val="0091303F"/>
    <w:rsid w:val="00923BF7"/>
    <w:rsid w:val="00983703"/>
    <w:rsid w:val="009A0B5E"/>
    <w:rsid w:val="009A5CB0"/>
    <w:rsid w:val="009A721D"/>
    <w:rsid w:val="009F3752"/>
    <w:rsid w:val="00A147F8"/>
    <w:rsid w:val="00AE390D"/>
    <w:rsid w:val="00B22088"/>
    <w:rsid w:val="00B22A61"/>
    <w:rsid w:val="00B608EB"/>
    <w:rsid w:val="00B62944"/>
    <w:rsid w:val="00B95A7E"/>
    <w:rsid w:val="00BB19E4"/>
    <w:rsid w:val="00BE38B2"/>
    <w:rsid w:val="00C537F1"/>
    <w:rsid w:val="00C628B6"/>
    <w:rsid w:val="00C63F6D"/>
    <w:rsid w:val="00C92FFD"/>
    <w:rsid w:val="00CA6A6D"/>
    <w:rsid w:val="00CC00CC"/>
    <w:rsid w:val="00D01194"/>
    <w:rsid w:val="00DA23B2"/>
    <w:rsid w:val="00DA290F"/>
    <w:rsid w:val="00E01296"/>
    <w:rsid w:val="00E3437B"/>
    <w:rsid w:val="00E45BCA"/>
    <w:rsid w:val="00E5356A"/>
    <w:rsid w:val="00E84456"/>
    <w:rsid w:val="00ED2B17"/>
    <w:rsid w:val="00F019B3"/>
    <w:rsid w:val="00F82A95"/>
    <w:rsid w:val="00F8583B"/>
    <w:rsid w:val="00FA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577"/>
    <w:rPr>
      <w:color w:val="808080"/>
    </w:rPr>
  </w:style>
  <w:style w:type="paragraph" w:customStyle="1" w:styleId="4F9ACD3DB9E24C689DFDFA2EE9ECDEA5">
    <w:name w:val="4F9ACD3DB9E24C689DFDFA2EE9ECDEA5"/>
  </w:style>
  <w:style w:type="paragraph" w:customStyle="1" w:styleId="B7ADE4BC3236442B991BE812BED2A2FF">
    <w:name w:val="B7ADE4BC3236442B991BE812BED2A2FF"/>
  </w:style>
  <w:style w:type="paragraph" w:customStyle="1" w:styleId="987F3D8FA5174B53B1696B8588F8DBBB">
    <w:name w:val="987F3D8FA5174B53B1696B8588F8DBBB"/>
  </w:style>
  <w:style w:type="paragraph" w:customStyle="1" w:styleId="BD4D5DB296614796A83876FF87D11E70">
    <w:name w:val="BD4D5DB296614796A83876FF87D11E70"/>
  </w:style>
  <w:style w:type="paragraph" w:customStyle="1" w:styleId="0890339207E54F65862B2E7BDAE0191A">
    <w:name w:val="0890339207E54F65862B2E7BDAE0191A"/>
  </w:style>
  <w:style w:type="paragraph" w:customStyle="1" w:styleId="80A396CA1B9946D5983C23EE3B600321">
    <w:name w:val="80A396CA1B9946D5983C23EE3B600321"/>
  </w:style>
  <w:style w:type="paragraph" w:customStyle="1" w:styleId="E39244FB7131408DA8660ED276057B3F">
    <w:name w:val="E39244FB7131408DA8660ED276057B3F"/>
  </w:style>
  <w:style w:type="paragraph" w:customStyle="1" w:styleId="28CB831EC22640B9856914074BD64611">
    <w:name w:val="28CB831EC22640B9856914074BD64611"/>
  </w:style>
  <w:style w:type="paragraph" w:customStyle="1" w:styleId="422EF8D27E7E45709CE7DA45511874E6">
    <w:name w:val="422EF8D27E7E45709CE7DA45511874E6"/>
  </w:style>
  <w:style w:type="paragraph" w:customStyle="1" w:styleId="ABE1FAB21626496AB43DC26B278BF744">
    <w:name w:val="ABE1FAB21626496AB43DC26B278BF744"/>
  </w:style>
  <w:style w:type="paragraph" w:customStyle="1" w:styleId="C477CD83FF2247EFBB91F9D350A67A70">
    <w:name w:val="C477CD83FF2247EFBB91F9D350A67A70"/>
  </w:style>
  <w:style w:type="paragraph" w:customStyle="1" w:styleId="D230E16221B741B0819530DA7FF461DC">
    <w:name w:val="D230E16221B741B0819530DA7FF461DC"/>
  </w:style>
  <w:style w:type="paragraph" w:customStyle="1" w:styleId="1CD5D75F6F9F460198109938F0744C5C4">
    <w:name w:val="1CD5D75F6F9F460198109938F0744C5C4"/>
    <w:rsid w:val="00B608EB"/>
    <w:pPr>
      <w:spacing w:after="120" w:line="240" w:lineRule="auto"/>
    </w:pPr>
    <w:rPr>
      <w:rFonts w:ascii="Calibri" w:eastAsiaTheme="minorHAnsi" w:hAnsi="Calibri"/>
      <w:lang w:eastAsia="en-US"/>
    </w:rPr>
  </w:style>
  <w:style w:type="paragraph" w:customStyle="1" w:styleId="19CC5F399E5B4CDDAADC743CE493C2354">
    <w:name w:val="19CC5F399E5B4CDDAADC743CE493C2354"/>
    <w:rsid w:val="00B608EB"/>
    <w:pPr>
      <w:framePr w:hSpace="181" w:wrap="notBeside" w:hAnchor="text" w:yAlign="bottom"/>
      <w:spacing w:after="120" w:line="240" w:lineRule="auto"/>
    </w:pPr>
    <w:rPr>
      <w:rFonts w:ascii="Calibri" w:eastAsia="Times New Roman" w:hAnsi="Calibri" w:cs="Times New Roman"/>
      <w:sz w:val="18"/>
      <w:szCs w:val="24"/>
    </w:rPr>
  </w:style>
  <w:style w:type="paragraph" w:customStyle="1" w:styleId="A5BFF01E72DF40908F15DB04DCF1C8273">
    <w:name w:val="A5BFF01E72DF40908F15DB04DCF1C8273"/>
    <w:rsid w:val="00B608EB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7C22727066E240D99F066AE3A7AC32C33">
    <w:name w:val="7C22727066E240D99F066AE3A7AC32C33"/>
    <w:rsid w:val="00B608EB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3CF40EA4B7D2421DA36B5583A6F20BD71">
    <w:name w:val="3CF40EA4B7D2421DA36B5583A6F20BD71"/>
    <w:rsid w:val="00514577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5CE4F5C9600D4987BA0BADDD5B4D17A9">
    <w:name w:val="5CE4F5C9600D4987BA0BADDD5B4D17A9"/>
    <w:rsid w:val="00514577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49365D41EFDF4DCCB19F26F909C6FECB">
    <w:name w:val="49365D41EFDF4DCCB19F26F909C6FEC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F7DB4FC26D430999EFE664AE6F80E1">
    <w:name w:val="03F7DB4FC26D430999EFE664AE6F80E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gency">
      <a:dk1>
        <a:sysClr val="windowText" lastClr="000000"/>
      </a:dk1>
      <a:lt1>
        <a:sysClr val="window" lastClr="FFFFFF"/>
      </a:lt1>
      <a:dk2>
        <a:srgbClr val="BBBDBE"/>
      </a:dk2>
      <a:lt2>
        <a:srgbClr val="D5D7D8"/>
      </a:lt2>
      <a:accent1>
        <a:srgbClr val="1E6DB6"/>
      </a:accent1>
      <a:accent2>
        <a:srgbClr val="33A3DC"/>
      </a:accent2>
      <a:accent3>
        <a:srgbClr val="FA9C1A"/>
      </a:accent3>
      <a:accent4>
        <a:srgbClr val="8DC63F"/>
      </a:accent4>
      <a:accent5>
        <a:srgbClr val="005826"/>
      </a:accent5>
      <a:accent6>
        <a:srgbClr val="B10F1F"/>
      </a:accent6>
      <a:hlink>
        <a:srgbClr val="0563C1"/>
      </a:hlink>
      <a:folHlink>
        <a:srgbClr val="954F72"/>
      </a:folHlink>
    </a:clrScheme>
    <a:fontScheme name="Agenc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>
</b:Sources>
</file>

<file path=customXml/item2.xml><?xml version="1.0" encoding="utf-8"?>
<root>
  <DraftVersionNumber> </DraftVersionNumber>
  <DocVersion>v5.0</DocVersion>
  <DocStatus>Approved</DocStatus>
  <Audience>for external</Audience>
  <IntendedUse>use</IntendedUse>
  <dateOfApproval>2025-07-07T00:00:00</dateOfApproval>
  <Subject>Healthcare Identifiers Service</Subject>
  <Title>Conformance Vendor Declaration Form</Title>
  <DocumentID>CRM Reference Number</DocumentID>
  <ProtectiveMarking>Official</ProtectiveMarking>
</root>
</file>

<file path=customXml/itemProps1.xml><?xml version="1.0" encoding="utf-8"?>
<ds:datastoreItem xmlns:ds="http://schemas.openxmlformats.org/officeDocument/2006/customXml" ds:itemID="{6BEAF585-8D5E-47B4-A4DA-5961A7937D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CC22D-C615-4C5D-9373-0A3A21D4C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External Long Document v2.13.dotx</Template>
  <TotalTime>63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 Service Conformance - Vendor Declaration Form</vt:lpstr>
    </vt:vector>
  </TitlesOfParts>
  <Company>Australian Digital Health Agency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 Service Conformance - Vendor Declaration Form</dc:title>
  <dc:subject/>
  <dc:creator>Australian Digital Health Agency</dc:creator>
  <cp:keywords/>
  <dc:description/>
  <cp:lastModifiedBy>Louise Stevanovic</cp:lastModifiedBy>
  <cp:revision>14</cp:revision>
  <cp:lastPrinted>2024-07-11T05:53:00Z</cp:lastPrinted>
  <dcterms:created xsi:type="dcterms:W3CDTF">2025-06-20T05:45:00Z</dcterms:created>
  <dcterms:modified xsi:type="dcterms:W3CDTF">2025-07-11T04:52:00Z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approval date">
    <vt:lpwstr>19 August 2019</vt:lpwstr>
  </property>
  <property fmtid="{D5CDD505-2E9C-101B-9397-08002B2CF9AE}" pid="3" name="Template owner">
    <vt:lpwstr>Creative Services</vt:lpwstr>
  </property>
  <property fmtid="{D5CDD505-2E9C-101B-9397-08002B2CF9AE}" pid="4" name="Template version">
    <vt:lpwstr>2.4</vt:lpwstr>
  </property>
  <property fmtid="{D5CDD505-2E9C-101B-9397-08002B2CF9AE}" pid="5" name="Template name">
    <vt:lpwstr>External short</vt:lpwstr>
  </property>
  <property fmtid="{D5CDD505-2E9C-101B-9397-08002B2CF9AE}" pid="6" name="MSIP_Label_40c15abd-c727-4d65-8c9b-7b89f3a8c37e_Enabled">
    <vt:lpwstr>true</vt:lpwstr>
  </property>
  <property fmtid="{D5CDD505-2E9C-101B-9397-08002B2CF9AE}" pid="7" name="MSIP_Label_40c15abd-c727-4d65-8c9b-7b89f3a8c37e_SetDate">
    <vt:lpwstr>2024-04-04T00:22:33Z</vt:lpwstr>
  </property>
  <property fmtid="{D5CDD505-2E9C-101B-9397-08002B2CF9AE}" pid="8" name="MSIP_Label_40c15abd-c727-4d65-8c9b-7b89f3a8c37e_Method">
    <vt:lpwstr>Privileged</vt:lpwstr>
  </property>
  <property fmtid="{D5CDD505-2E9C-101B-9397-08002B2CF9AE}" pid="9" name="MSIP_Label_40c15abd-c727-4d65-8c9b-7b89f3a8c37e_Name">
    <vt:lpwstr>839da1de15bb</vt:lpwstr>
  </property>
  <property fmtid="{D5CDD505-2E9C-101B-9397-08002B2CF9AE}" pid="10" name="MSIP_Label_40c15abd-c727-4d65-8c9b-7b89f3a8c37e_SiteId">
    <vt:lpwstr>49c6971e-d016-4e1a-b041-95533ede53a1</vt:lpwstr>
  </property>
  <property fmtid="{D5CDD505-2E9C-101B-9397-08002B2CF9AE}" pid="11" name="MSIP_Label_40c15abd-c727-4d65-8c9b-7b89f3a8c37e_ActionId">
    <vt:lpwstr>d6a4fe87-dac1-4522-aaff-f7dace083248</vt:lpwstr>
  </property>
  <property fmtid="{D5CDD505-2E9C-101B-9397-08002B2CF9AE}" pid="12" name="MSIP_Label_40c15abd-c727-4d65-8c9b-7b89f3a8c37e_ContentBits">
    <vt:lpwstr>3</vt:lpwstr>
  </property>
</Properties>
</file>