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FFE06" w14:textId="00567B01" w:rsidR="000B0237" w:rsidRPr="00556BB5" w:rsidRDefault="006F3745" w:rsidP="00800B21">
      <w:pPr>
        <w:pStyle w:val="Subject"/>
        <w:rPr>
          <w:rFonts w:eastAsiaTheme="minorHAnsi" w:cs="Calibri"/>
        </w:rPr>
      </w:pPr>
      <w:sdt>
        <w:sdtPr>
          <w:rPr>
            <w:rFonts w:cs="Calibri"/>
            <w:szCs w:val="24"/>
          </w:rPr>
          <w:alias w:val="Subject"/>
          <w:tag w:val=""/>
          <w:id w:val="-1034577131"/>
          <w:lock w:val="sdtLocked"/>
          <w:placeholder>
            <w:docPart w:val="3CA9DEF2657646329D11A1CF709F1355"/>
          </w:placeholder>
          <w:dataBinding w:prefixMappings="xmlns:ns0='http://purl.org/dc/elements/1.1/' xmlns:ns1='http://schemas.openxmlformats.org/package/2006/metadata/core-properties' " w:xpath="/ns1:coreProperties[1]/ns0:subject[1]" w:storeItemID="{6C3C8BC8-F283-45AE-878A-BAB7291924A1}"/>
          <w:text/>
        </w:sdtPr>
        <w:sdtEndPr/>
        <w:sdtContent>
          <w:r w:rsidR="00D810FC" w:rsidRPr="00556BB5">
            <w:rPr>
              <w:rFonts w:cs="Calibri"/>
              <w:szCs w:val="24"/>
            </w:rPr>
            <w:t>Healthcare Identifiers Service</w:t>
          </w:r>
        </w:sdtContent>
      </w:sdt>
    </w:p>
    <w:p w14:paraId="6BB0E93E" w14:textId="17CF9A0A" w:rsidR="000B0237" w:rsidRPr="003B5C15" w:rsidRDefault="006F3745" w:rsidP="00800B21">
      <w:pPr>
        <w:pStyle w:val="Title"/>
        <w:rPr>
          <w:rStyle w:val="BodyTextChar"/>
          <w:rFonts w:cs="Calibri"/>
          <w:sz w:val="22"/>
          <w:szCs w:val="22"/>
        </w:rPr>
      </w:pPr>
      <w:sdt>
        <w:sdtPr>
          <w:rPr>
            <w:rFonts w:cs="Calibri"/>
            <w:szCs w:val="24"/>
          </w:rPr>
          <w:alias w:val="Title"/>
          <w:tag w:val="Title"/>
          <w:id w:val="-978463930"/>
          <w:lock w:val="sdtLocked"/>
          <w:placeholder>
            <w:docPart w:val="63B981A2E88A47868B96266B38D7BD52"/>
          </w:placeholder>
          <w:dataBinding w:prefixMappings="xmlns:ns0='http://purl.org/dc/elements/1.1/' xmlns:ns1='http://schemas.openxmlformats.org/package/2006/metadata/core-properties' " w:xpath="/ns1:coreProperties[1]/ns0:title[1]" w:storeItemID="{6C3C8BC8-F283-45AE-878A-BAB7291924A1}"/>
          <w:text/>
        </w:sdtPr>
        <w:sdtEndPr>
          <w:rPr>
            <w:szCs w:val="32"/>
          </w:rPr>
        </w:sdtEndPr>
        <w:sdtContent>
          <w:r w:rsidR="00D810FC" w:rsidRPr="00556BB5">
            <w:rPr>
              <w:rFonts w:cs="Calibri"/>
              <w:szCs w:val="24"/>
            </w:rPr>
            <w:t>Implementation Conformance Statement</w:t>
          </w:r>
        </w:sdtContent>
      </w:sdt>
    </w:p>
    <w:p w14:paraId="7CF0F125" w14:textId="519EAD13" w:rsidR="00B005AD" w:rsidRPr="00556BB5" w:rsidRDefault="006F3745" w:rsidP="006F3745">
      <w:pPr>
        <w:pStyle w:val="Frontpage"/>
        <w:rPr>
          <w:rStyle w:val="Versionnumber"/>
          <w:sz w:val="22"/>
          <w:lang w:eastAsia="en-AU"/>
        </w:rPr>
      </w:pPr>
      <w:sdt>
        <w:sdtPr>
          <w:rPr>
            <w:b w:val="0"/>
          </w:rPr>
          <w:alias w:val="Date of approval (complete AFTER approval)"/>
          <w:tag w:val="DateOfApproval"/>
          <w:id w:val="-1604263014"/>
          <w:lock w:val="sdtLocked"/>
          <w:placeholder>
            <w:docPart w:val="FBE3F753C80C4CCFB7D8007B9BFA8EA8"/>
          </w:placeholder>
          <w:dataBinding w:xpath="/root[1]/dateOfApproval[1]" w:storeItemID="{E2F2F3AA-4CD9-4DBD-A736-CDA785365897}"/>
          <w:date w:fullDate="2025-11-26T00:00:00Z">
            <w:dateFormat w:val="d MMMM yyyy"/>
            <w:lid w:val="en-AU"/>
            <w:storeMappedDataAs w:val="dateTime"/>
            <w:calendar w:val="gregorian"/>
          </w:date>
        </w:sdtPr>
        <w:sdtEndPr/>
        <w:sdtContent>
          <w:r w:rsidRPr="006F3745">
            <w:rPr>
              <w:b w:val="0"/>
            </w:rPr>
            <w:t>26 November 2025</w:t>
          </w:r>
        </w:sdtContent>
      </w:sdt>
      <w:r w:rsidR="0BCC0610" w:rsidRPr="00556BB5">
        <w:rPr>
          <w:rFonts w:eastAsiaTheme="minorEastAsia"/>
        </w:rPr>
        <w:t xml:space="preserve"> </w:t>
      </w:r>
      <w:sdt>
        <w:sdtPr>
          <w:rPr>
            <w:b w:val="0"/>
            <w:lang w:eastAsia="en-AU"/>
          </w:rPr>
          <w:alias w:val="Version (to be published)"/>
          <w:tag w:val="VersionPublished"/>
          <w:id w:val="1384438482"/>
          <w:lock w:val="sdtLocked"/>
          <w:placeholder>
            <w:docPart w:val="D48C975E9C414E68B9A17862A3D6D5B8"/>
          </w:placeholder>
          <w:dataBinding w:xpath="/root[1]/versionPublished[1]" w:storeItemID="{FE7B4EB5-E916-4A7E-BF8C-86E56810F32F}"/>
          <w:text/>
        </w:sdtPr>
        <w:sdtEndPr>
          <w:rPr>
            <w:lang w:eastAsia="en-US"/>
          </w:rPr>
        </w:sdtEndPr>
        <w:sdtContent>
          <w:r w:rsidR="687F4E76" w:rsidRPr="00556BB5">
            <w:rPr>
              <w:b w:val="0"/>
              <w:lang w:eastAsia="en-AU"/>
            </w:rPr>
            <w:t>v5.0.1</w:t>
          </w:r>
        </w:sdtContent>
      </w:sdt>
    </w:p>
    <w:p w14:paraId="426021EF" w14:textId="15B5D5A6" w:rsidR="000B0237" w:rsidRPr="003B5C15" w:rsidRDefault="006F3745" w:rsidP="000C3C72">
      <w:pPr>
        <w:pStyle w:val="Frontpage"/>
        <w:rPr>
          <w:b w:val="0"/>
        </w:rPr>
      </w:pPr>
      <w:sdt>
        <w:sdtPr>
          <w:rPr>
            <w:b w:val="0"/>
          </w:rPr>
          <w:alias w:val="Status"/>
          <w:tag w:val="DocStatus"/>
          <w:id w:val="-555095971"/>
          <w:placeholder>
            <w:docPart w:val="D918F21E8CB24012A8D439FFD44ACBC3"/>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b w:val="0"/>
            </w:rPr>
            <w:t>Approved</w:t>
          </w:r>
        </w:sdtContent>
      </w:sdt>
      <w:r w:rsidR="000B0237" w:rsidRPr="003B5C15">
        <w:rPr>
          <w:b w:val="0"/>
        </w:rPr>
        <w:t xml:space="preserve"> </w:t>
      </w:r>
      <w:sdt>
        <w:sdtPr>
          <w:rPr>
            <w:b w:val="0"/>
          </w:rPr>
          <w:alias w:val="Audience"/>
          <w:tag w:val="Audience"/>
          <w:id w:val="-1246410274"/>
          <w:placeholder>
            <w:docPart w:val="7219254D988D49D0B4324166B411823F"/>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257ADF" w:rsidRPr="003B5C15">
            <w:rPr>
              <w:b w:val="0"/>
            </w:rPr>
            <w:t>for external</w:t>
          </w:r>
        </w:sdtContent>
      </w:sdt>
      <w:r w:rsidR="000B0237" w:rsidRPr="003B5C15">
        <w:rPr>
          <w:b w:val="0"/>
        </w:rPr>
        <w:t xml:space="preserve"> </w:t>
      </w:r>
      <w:sdt>
        <w:sdtPr>
          <w:rPr>
            <w:b w:val="0"/>
          </w:rPr>
          <w:alias w:val="Intended use"/>
          <w:tag w:val="IntendedUse"/>
          <w:id w:val="498629712"/>
          <w:placeholder>
            <w:docPart w:val="3FE1A652CE8B4D9F83D8A7AB8AC923A2"/>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257ADF" w:rsidRPr="003B5C15">
            <w:rPr>
              <w:b w:val="0"/>
            </w:rPr>
            <w:t>use</w:t>
          </w:r>
        </w:sdtContent>
      </w:sdt>
    </w:p>
    <w:p w14:paraId="7D02B3A6" w14:textId="112616AD" w:rsidR="00BA1F14" w:rsidRPr="003B5C15" w:rsidRDefault="006F3745" w:rsidP="00BA1F14">
      <w:pPr>
        <w:pStyle w:val="Frontpage"/>
        <w:rPr>
          <w:b w:val="0"/>
        </w:rPr>
      </w:pPr>
      <w:sdt>
        <w:sdtPr>
          <w:alias w:val="Document identifer label"/>
          <w:tag w:val="Document identifer label"/>
          <w:id w:val="1216707244"/>
          <w:lock w:val="sdtLocked"/>
          <w:placeholder>
            <w:docPart w:val="8DE9B669DB824418971299BFB03D053F"/>
          </w:placeholder>
        </w:sdtPr>
        <w:sdtEndPr>
          <w:rPr>
            <w:b w:val="0"/>
          </w:rPr>
        </w:sdtEndPr>
        <w:sdtContent>
          <w:r w:rsidR="79303A59" w:rsidRPr="003B5C15">
            <w:rPr>
              <w:b w:val="0"/>
            </w:rPr>
            <w:t>Document ID:</w:t>
          </w:r>
        </w:sdtContent>
      </w:sdt>
      <w:r w:rsidR="79303A59" w:rsidRPr="003B5C15">
        <w:rPr>
          <w:b w:val="0"/>
        </w:rPr>
        <w:t xml:space="preserve"> </w:t>
      </w:r>
      <w:sdt>
        <w:sdtPr>
          <w:rPr>
            <w:b w:val="0"/>
          </w:rPr>
          <w:alias w:val="Document identifier"/>
          <w:tag w:val="DocumentID"/>
          <w:id w:val="1887448843"/>
          <w:lock w:val="sdtLocked"/>
          <w:placeholder>
            <w:docPart w:val="5A1D250E522D4E429E7CB13D70699D6D"/>
          </w:placeholder>
          <w:dataBinding w:xpath="/root[1]/DocumentID[1]" w:storeItemID="{E2F2F3AA-4CD9-4DBD-A736-CDA785365897}"/>
          <w:text/>
        </w:sdtPr>
        <w:sdtEndPr/>
        <w:sdtContent>
          <w:r w:rsidR="00E36F94" w:rsidRPr="003B5C15">
            <w:rPr>
              <w:b w:val="0"/>
            </w:rPr>
            <w:t>DH-4202:2025</w:t>
          </w:r>
        </w:sdtContent>
      </w:sdt>
    </w:p>
    <w:p w14:paraId="6BB2E1BC" w14:textId="388CAC4C" w:rsidR="00B005AD" w:rsidRPr="003B5C15" w:rsidRDefault="006F3745" w:rsidP="000C3C72">
      <w:pPr>
        <w:pStyle w:val="Frontpage"/>
        <w:rPr>
          <w:b w:val="0"/>
        </w:rPr>
      </w:pPr>
      <w:sdt>
        <w:sdtPr>
          <w:rPr>
            <w:b w:val="0"/>
          </w:rPr>
          <w:alias w:val="Draft version number (make blank after approval)"/>
          <w:tag w:val="DocumentVersionNumber"/>
          <w:id w:val="-1658297008"/>
          <w:lock w:val="sdtLocked"/>
          <w:placeholder>
            <w:docPart w:val="3133D18345B346BE8F2BD96EDF6F52A6"/>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D94A1C" w:rsidRPr="003B5C15">
            <w:rPr>
              <w:b w:val="0"/>
            </w:rPr>
            <w:t xml:space="preserve"> </w:t>
          </w:r>
        </w:sdtContent>
      </w:sdt>
    </w:p>
    <w:p w14:paraId="112D731A" w14:textId="07560FDC" w:rsidR="00321D9B" w:rsidRPr="003B5C15" w:rsidRDefault="00321D9B" w:rsidP="00321D9B">
      <w:pPr>
        <w:rPr>
          <w:rFonts w:cs="Calibri"/>
        </w:rPr>
      </w:pPr>
    </w:p>
    <w:p w14:paraId="202A3B88" w14:textId="77777777" w:rsidR="00321D9B" w:rsidRPr="003B5C15" w:rsidRDefault="00321D9B" w:rsidP="00321D9B">
      <w:pPr>
        <w:rPr>
          <w:rFonts w:cs="Calibri"/>
        </w:rPr>
      </w:pPr>
    </w:p>
    <w:p w14:paraId="342BF3AD" w14:textId="2FAD571E" w:rsidR="007C2576" w:rsidRPr="003B5C15" w:rsidRDefault="007C2576" w:rsidP="007C2576">
      <w:pPr>
        <w:tabs>
          <w:tab w:val="left" w:pos="8546"/>
        </w:tabs>
        <w:rPr>
          <w:rFonts w:cs="Calibri"/>
        </w:rPr>
      </w:pPr>
      <w:r w:rsidRPr="003B5C15">
        <w:rPr>
          <w:rFonts w:cs="Calibri"/>
        </w:rPr>
        <w:tab/>
      </w:r>
    </w:p>
    <w:p w14:paraId="17A55908" w14:textId="50A6F261" w:rsidR="007C2576" w:rsidRPr="003B5C15" w:rsidRDefault="007C2576" w:rsidP="007C2576">
      <w:pPr>
        <w:tabs>
          <w:tab w:val="left" w:pos="8546"/>
        </w:tabs>
        <w:rPr>
          <w:rFonts w:cs="Calibri"/>
        </w:rPr>
        <w:sectPr w:rsidR="007C2576" w:rsidRPr="003B5C15" w:rsidSect="00321D9B">
          <w:headerReference w:type="even" r:id="rId10"/>
          <w:headerReference w:type="default" r:id="rId11"/>
          <w:footerReference w:type="even" r:id="rId12"/>
          <w:footerReference w:type="default" r:id="rId13"/>
          <w:headerReference w:type="first" r:id="rId14"/>
          <w:footerReference w:type="first" r:id="rId15"/>
          <w:pgSz w:w="11906" w:h="16838" w:code="9"/>
          <w:pgMar w:top="3345" w:right="1134" w:bottom="1134" w:left="1134" w:header="567" w:footer="567" w:gutter="0"/>
          <w:cols w:space="708"/>
          <w:titlePg/>
          <w:docGrid w:linePitch="360"/>
        </w:sectPr>
      </w:pPr>
      <w:r w:rsidRPr="003B5C15">
        <w:rPr>
          <w:rFonts w:cs="Calibri"/>
        </w:rPr>
        <w:tab/>
      </w:r>
    </w:p>
    <w:p w14:paraId="3D553E4E" w14:textId="77777777" w:rsidR="00120225" w:rsidRPr="003B5C15" w:rsidRDefault="00120225" w:rsidP="0080356B">
      <w:pPr>
        <w:pStyle w:val="Smallprint"/>
        <w:framePr w:hSpace="0" w:wrap="auto" w:yAlign="inline"/>
        <w:spacing w:after="0"/>
        <w:rPr>
          <w:rFonts w:cs="Calibri"/>
          <w:noProof/>
          <w:sz w:val="22"/>
        </w:rPr>
      </w:pPr>
    </w:p>
    <w:p w14:paraId="0A440B3C" w14:textId="77777777" w:rsidR="0080356B" w:rsidRPr="003B5C15" w:rsidRDefault="00AC4F04" w:rsidP="00D75268">
      <w:pPr>
        <w:pStyle w:val="Smallprint"/>
        <w:framePr w:hSpace="0" w:wrap="auto" w:yAlign="inline"/>
        <w:spacing w:after="0"/>
        <w:rPr>
          <w:rFonts w:cs="Calibri"/>
          <w:noProof/>
          <w:sz w:val="22"/>
        </w:rPr>
      </w:pPr>
      <w:r w:rsidRPr="003B5C15">
        <w:rPr>
          <w:rFonts w:cs="Calibri"/>
          <w:b/>
          <w:noProof/>
          <w:sz w:val="22"/>
        </w:rPr>
        <w:t>Australian Digital Health Agency</w:t>
      </w:r>
      <w:r w:rsidRPr="003B5C15">
        <w:rPr>
          <w:rFonts w:cs="Calibri"/>
          <w:noProof/>
          <w:sz w:val="22"/>
        </w:rPr>
        <w:t xml:space="preserve"> ABN</w:t>
      </w:r>
      <w:r w:rsidRPr="003B5C15">
        <w:rPr>
          <w:rFonts w:cs="Calibri"/>
          <w:sz w:val="22"/>
        </w:rPr>
        <w:t xml:space="preserve"> 84 425 496 912</w:t>
      </w:r>
      <w:r w:rsidR="0080356B" w:rsidRPr="003B5C15">
        <w:rPr>
          <w:rFonts w:cs="Calibri"/>
          <w:sz w:val="22"/>
        </w:rPr>
        <w:t>,</w:t>
      </w:r>
      <w:r w:rsidR="0080356B" w:rsidRPr="003B5C15">
        <w:rPr>
          <w:rFonts w:cs="Calibri"/>
          <w:noProof/>
          <w:sz w:val="22"/>
        </w:rPr>
        <w:t xml:space="preserve"> Level 25, </w:t>
      </w:r>
      <w:r w:rsidR="00EF397D" w:rsidRPr="003B5C15">
        <w:rPr>
          <w:rFonts w:cs="Calibri"/>
          <w:noProof/>
          <w:sz w:val="22"/>
        </w:rPr>
        <w:t>175 Liverpool</w:t>
      </w:r>
      <w:r w:rsidR="0080356B" w:rsidRPr="003B5C15">
        <w:rPr>
          <w:rFonts w:cs="Calibri"/>
          <w:noProof/>
          <w:sz w:val="22"/>
        </w:rPr>
        <w:t xml:space="preserve"> Street, Sydney, NSW 2000</w:t>
      </w:r>
      <w:r w:rsidR="00D75268" w:rsidRPr="003B5C15">
        <w:rPr>
          <w:rFonts w:cs="Calibri"/>
          <w:noProof/>
          <w:sz w:val="22"/>
        </w:rPr>
        <w:br/>
        <w:t xml:space="preserve">Telephone 1300 901 001 or email </w:t>
      </w:r>
      <w:hyperlink r:id="rId16" w:history="1">
        <w:r w:rsidR="00D75268" w:rsidRPr="003B5C15">
          <w:rPr>
            <w:rStyle w:val="Hyperlink"/>
            <w:rFonts w:cs="Calibri"/>
            <w:noProof/>
            <w:sz w:val="22"/>
          </w:rPr>
          <w:t>help@digitalhealth.gov.au</w:t>
        </w:r>
      </w:hyperlink>
      <w:r w:rsidR="00D75268" w:rsidRPr="003B5C15">
        <w:rPr>
          <w:rStyle w:val="Hyperlink"/>
          <w:rFonts w:cs="Calibri"/>
          <w:noProof/>
          <w:sz w:val="22"/>
        </w:rPr>
        <w:br/>
      </w:r>
      <w:hyperlink r:id="rId17" w:history="1">
        <w:r w:rsidR="00D75268" w:rsidRPr="003B5C15">
          <w:rPr>
            <w:rStyle w:val="Hyperlink"/>
            <w:rFonts w:cs="Calibri"/>
            <w:sz w:val="22"/>
          </w:rPr>
          <w:t>www.digitalhealth.gov.au</w:t>
        </w:r>
      </w:hyperlink>
    </w:p>
    <w:p w14:paraId="6F6FA88D" w14:textId="77777777" w:rsidR="00AC4F04" w:rsidRPr="003B5C15" w:rsidRDefault="00AC4F04" w:rsidP="00C34525">
      <w:pPr>
        <w:pStyle w:val="Smallprintbold"/>
        <w:framePr w:hSpace="0" w:wrap="auto" w:yAlign="inline"/>
        <w:tabs>
          <w:tab w:val="left" w:pos="8880"/>
        </w:tabs>
        <w:spacing w:before="1560"/>
        <w:rPr>
          <w:rFonts w:cs="Calibri"/>
          <w:noProof/>
          <w:sz w:val="22"/>
        </w:rPr>
      </w:pPr>
      <w:r w:rsidRPr="003B5C15">
        <w:rPr>
          <w:rFonts w:cs="Calibri"/>
          <w:noProof/>
          <w:sz w:val="22"/>
        </w:rPr>
        <w:t xml:space="preserve">Acknowledgements </w:t>
      </w:r>
      <w:r w:rsidR="00C34525" w:rsidRPr="003B5C15">
        <w:rPr>
          <w:rFonts w:cs="Calibri"/>
          <w:noProof/>
          <w:sz w:val="22"/>
        </w:rPr>
        <w:tab/>
      </w:r>
    </w:p>
    <w:p w14:paraId="29A22C6C" w14:textId="77777777" w:rsidR="00AC4F04" w:rsidRPr="003B5C15" w:rsidRDefault="00AC4F04" w:rsidP="00AC4F04">
      <w:pPr>
        <w:pStyle w:val="Smallprint"/>
        <w:framePr w:hSpace="0" w:wrap="auto" w:yAlign="inline"/>
        <w:rPr>
          <w:rFonts w:cs="Calibri"/>
          <w:noProof/>
          <w:sz w:val="22"/>
        </w:rPr>
      </w:pPr>
      <w:r w:rsidRPr="003B5C15">
        <w:rPr>
          <w:rFonts w:cs="Calibri"/>
          <w:noProof/>
          <w:sz w:val="22"/>
        </w:rPr>
        <w:t>The Australian Digital Health Agency is jointly funded by the Australian Government and all state and territory governments.</w:t>
      </w:r>
    </w:p>
    <w:p w14:paraId="4D8F072C" w14:textId="77777777" w:rsidR="00AC4F04" w:rsidRPr="003B5C15" w:rsidRDefault="00AC4F04" w:rsidP="00AC4F04">
      <w:pPr>
        <w:pStyle w:val="Instructions"/>
        <w:ind w:left="0"/>
        <w:rPr>
          <w:rFonts w:cs="Calibri"/>
          <w:noProof/>
          <w:szCs w:val="22"/>
        </w:rPr>
      </w:pPr>
      <w:r w:rsidRPr="003B5C15">
        <w:rPr>
          <w:rFonts w:cs="Calibri"/>
          <w:noProof/>
          <w:szCs w:val="22"/>
        </w:rPr>
        <w:t xml:space="preserve">Specific trademark attributions are required if this document contains LOINC, SNOMED or HL7 International trademarks.The trademark attribution is the last sentence in the full acknowledgement text below. If the document contains licensed material (such as that described in the full acknowledgement), keep the full acknowledgement below. </w:t>
      </w:r>
    </w:p>
    <w:p w14:paraId="0312F7F5" w14:textId="77777777" w:rsidR="00AC4F04" w:rsidRPr="003B5C15" w:rsidRDefault="00AC4F04" w:rsidP="00AC4F04">
      <w:pPr>
        <w:pStyle w:val="Instructions"/>
        <w:ind w:left="0"/>
        <w:rPr>
          <w:rFonts w:cs="Calibri"/>
          <w:noProof/>
          <w:szCs w:val="22"/>
        </w:rPr>
      </w:pPr>
      <w:r w:rsidRPr="003B5C15">
        <w:rPr>
          <w:rFonts w:cs="Calibri"/>
          <w:noProof/>
          <w:szCs w:val="22"/>
        </w:rPr>
        <w:t xml:space="preserve">Delete acknowledgements and attributions that don’t apply. Unhighlight those that do apply. </w:t>
      </w:r>
    </w:p>
    <w:p w14:paraId="3BE0184F" w14:textId="77777777" w:rsidR="00AC4F04" w:rsidRPr="003B5C15" w:rsidRDefault="00AC4F04" w:rsidP="006B6851">
      <w:pPr>
        <w:pStyle w:val="Smallprintbold"/>
        <w:framePr w:hSpace="0" w:wrap="auto" w:yAlign="inline"/>
        <w:pBdr>
          <w:bottom w:val="single" w:sz="4" w:space="1" w:color="auto"/>
        </w:pBdr>
        <w:rPr>
          <w:rFonts w:cs="Calibri"/>
          <w:noProof/>
          <w:sz w:val="22"/>
          <w:highlight w:val="yellow"/>
        </w:rPr>
      </w:pPr>
    </w:p>
    <w:p w14:paraId="1F117235" w14:textId="77777777" w:rsidR="00AC4F04" w:rsidRPr="003B5C15" w:rsidRDefault="00AC4F04" w:rsidP="006B6851">
      <w:pPr>
        <w:pStyle w:val="Smallprintbold"/>
        <w:framePr w:hSpace="0" w:wrap="auto" w:yAlign="inline"/>
        <w:spacing w:before="360"/>
        <w:rPr>
          <w:rFonts w:cs="Calibri"/>
          <w:noProof/>
          <w:sz w:val="22"/>
        </w:rPr>
      </w:pPr>
      <w:r w:rsidRPr="003B5C15">
        <w:rPr>
          <w:rFonts w:cs="Calibri"/>
          <w:noProof/>
          <w:sz w:val="22"/>
        </w:rPr>
        <w:t>Disclaimer</w:t>
      </w:r>
    </w:p>
    <w:p w14:paraId="7B57171E" w14:textId="77777777" w:rsidR="00AC4F04" w:rsidRPr="003B5C15" w:rsidRDefault="00AC4F04" w:rsidP="00845954">
      <w:pPr>
        <w:pStyle w:val="Smallprint"/>
        <w:framePr w:hSpace="0" w:wrap="auto" w:yAlign="inline"/>
        <w:rPr>
          <w:rFonts w:cs="Calibri"/>
          <w:noProof/>
          <w:sz w:val="22"/>
        </w:rPr>
      </w:pPr>
      <w:r w:rsidRPr="003B5C15">
        <w:rPr>
          <w:rFonts w:cs="Calibri"/>
          <w:noProof/>
          <w:sz w:val="22"/>
        </w:rPr>
        <w:t>The Australian Digital Health Agency (“the Agency”) makes the information and other material (“Information”) in this document available in good faith but without any representation or warranty as to its accuracy or completeness. The Agency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571EDF1F" w14:textId="77777777" w:rsidR="00AC4F04" w:rsidRPr="003B5C15" w:rsidRDefault="00AC4F04" w:rsidP="00AC4F04">
      <w:pPr>
        <w:pStyle w:val="Smallprintbold"/>
        <w:framePr w:hSpace="0" w:wrap="auto" w:yAlign="inline"/>
        <w:rPr>
          <w:rFonts w:cs="Calibri"/>
          <w:noProof/>
          <w:sz w:val="22"/>
        </w:rPr>
      </w:pPr>
      <w:r w:rsidRPr="003B5C15">
        <w:rPr>
          <w:rFonts w:cs="Calibri"/>
          <w:noProof/>
          <w:sz w:val="22"/>
        </w:rPr>
        <w:t>Document control</w:t>
      </w:r>
    </w:p>
    <w:p w14:paraId="5662809A" w14:textId="77777777" w:rsidR="00AC4F04" w:rsidRPr="003B5C15" w:rsidRDefault="00AC4F04" w:rsidP="00AC4F04">
      <w:pPr>
        <w:pStyle w:val="Smallprint"/>
        <w:framePr w:hSpace="0" w:wrap="auto" w:yAlign="inline"/>
        <w:rPr>
          <w:rFonts w:cs="Calibri"/>
          <w:noProof/>
          <w:sz w:val="22"/>
        </w:rPr>
      </w:pPr>
      <w:r w:rsidRPr="003B5C15">
        <w:rPr>
          <w:rFonts w:cs="Calibri"/>
          <w:noProof/>
          <w:sz w:val="22"/>
        </w:rPr>
        <w:t>This document is maintained in electronic form and is uncontrolled in printed form. It is the responsibility of the user to verify that this copy is the latest revision.</w:t>
      </w:r>
    </w:p>
    <w:p w14:paraId="1BEC73B5" w14:textId="5ED9499A" w:rsidR="00AC4F04" w:rsidRPr="003B5C15" w:rsidRDefault="00AC4F04" w:rsidP="006B6851">
      <w:pPr>
        <w:pStyle w:val="Smallprintbold"/>
        <w:framePr w:hSpace="0" w:wrap="auto" w:yAlign="inline"/>
        <w:rPr>
          <w:rFonts w:cs="Calibri"/>
          <w:noProof/>
          <w:sz w:val="22"/>
        </w:rPr>
      </w:pPr>
      <w:r w:rsidRPr="003B5C15">
        <w:rPr>
          <w:rFonts w:cs="Calibri"/>
          <w:noProof/>
          <w:sz w:val="22"/>
        </w:rPr>
        <w:t xml:space="preserve">Copyright © </w:t>
      </w:r>
      <w:r w:rsidR="003D28DB" w:rsidRPr="003B5C15">
        <w:rPr>
          <w:rFonts w:cs="Calibri"/>
          <w:noProof/>
          <w:sz w:val="22"/>
        </w:rPr>
        <w:t xml:space="preserve">2025 </w:t>
      </w:r>
      <w:r w:rsidRPr="003B5C15">
        <w:rPr>
          <w:rFonts w:cs="Calibri"/>
          <w:noProof/>
          <w:sz w:val="22"/>
        </w:rPr>
        <w:t>Australian Digital Health Agency</w:t>
      </w:r>
    </w:p>
    <w:p w14:paraId="591F9F79" w14:textId="77777777" w:rsidR="006B6851" w:rsidRPr="003B5C15" w:rsidRDefault="00AC4F04" w:rsidP="00AC4F04">
      <w:pPr>
        <w:pStyle w:val="Smallprint"/>
        <w:framePr w:hSpace="0" w:wrap="auto" w:yAlign="inline"/>
        <w:rPr>
          <w:rFonts w:cs="Calibri"/>
          <w:noProof/>
          <w:sz w:val="22"/>
        </w:rPr>
      </w:pPr>
      <w:r w:rsidRPr="003B5C15">
        <w:rPr>
          <w:rFonts w:cs="Calibri"/>
          <w:noProof/>
          <w:sz w:val="22"/>
        </w:rPr>
        <w:t>This document contains information which is protected by copyright. All Rights Reserved. No part of this work may be reproduced or used in any form or by any means – graphic, electronic, or mechanical, including photocopying, recording, taping, or information storage and retrieval systems – without the permission of the Australian Digital Health Agency. All copies of this document must include the copyright and other information contained on this page.</w:t>
      </w:r>
    </w:p>
    <w:p w14:paraId="2D35D20E" w14:textId="4222EA1E" w:rsidR="00843D1C" w:rsidRPr="003B5C15" w:rsidRDefault="006F3745" w:rsidP="00AC4F04">
      <w:pPr>
        <w:pStyle w:val="Smallprint"/>
        <w:framePr w:hSpace="0" w:wrap="auto" w:yAlign="inline"/>
        <w:rPr>
          <w:rFonts w:cs="Calibri"/>
          <w:noProof/>
          <w:sz w:val="22"/>
        </w:rPr>
      </w:pPr>
      <w:sdt>
        <w:sdtPr>
          <w:rPr>
            <w:rFonts w:cs="Calibri"/>
            <w:sz w:val="22"/>
          </w:rPr>
          <w:alias w:val="Protective marking"/>
          <w:tag w:val="Protective marking"/>
          <w:id w:val="-941839468"/>
          <w:lock w:val="sdtLocked"/>
          <w:placeholder>
            <w:docPart w:val="3CBFD38E117C4760804F0B60459DAD00"/>
          </w:placeholder>
          <w:dataBinding w:xpath="/root[1]/ProtectiveMarking[1]" w:storeItemID="{7AD7588E-D9F6-4D08-A543-8B3D0469C808}"/>
          <w:comboBox>
            <w:listItem w:displayText="OFFICIAL" w:value="OFFICIAL"/>
            <w:listItem w:displayText="OFFICIAL: Sensitive" w:value="OFFICIAL: Sensitive"/>
          </w:comboBox>
        </w:sdtPr>
        <w:sdtEndPr/>
        <w:sdtContent>
          <w:r w:rsidR="00D94A1C" w:rsidRPr="003B5C15">
            <w:rPr>
              <w:rFonts w:cs="Calibri"/>
              <w:sz w:val="22"/>
            </w:rPr>
            <w:t>OFFICIAL</w:t>
          </w:r>
        </w:sdtContent>
      </w:sdt>
      <w:r w:rsidR="00493FB7" w:rsidRPr="003B5C15">
        <w:rPr>
          <w:rFonts w:cs="Calibri"/>
          <w:sz w:val="22"/>
        </w:rPr>
        <w:t xml:space="preserve"> </w:t>
      </w:r>
    </w:p>
    <w:p w14:paraId="04C8288C" w14:textId="77777777" w:rsidR="00F64893" w:rsidRPr="003B5C15" w:rsidRDefault="00F64893" w:rsidP="006B6851">
      <w:pPr>
        <w:pStyle w:val="Smallprint"/>
        <w:framePr w:hSpace="0" w:wrap="auto" w:yAlign="inline"/>
        <w:rPr>
          <w:rFonts w:cs="Calibri"/>
          <w:noProof/>
          <w:sz w:val="22"/>
        </w:rPr>
      </w:pPr>
    </w:p>
    <w:p w14:paraId="0DC844F3" w14:textId="77777777" w:rsidR="00FD49F9" w:rsidRPr="003B5C15" w:rsidRDefault="00FD49F9" w:rsidP="006B6851">
      <w:pPr>
        <w:pStyle w:val="Smallprint"/>
        <w:framePr w:hSpace="0" w:wrap="auto" w:yAlign="inline"/>
        <w:rPr>
          <w:rFonts w:cs="Calibri"/>
          <w:noProof/>
          <w:sz w:val="22"/>
        </w:rPr>
        <w:sectPr w:rsidR="00FD49F9" w:rsidRPr="003B5C15" w:rsidSect="00843D1C">
          <w:headerReference w:type="first" r:id="rId18"/>
          <w:pgSz w:w="11906" w:h="16838" w:code="9"/>
          <w:pgMar w:top="1134" w:right="1134" w:bottom="1134" w:left="1134" w:header="567" w:footer="0" w:gutter="0"/>
          <w:cols w:space="708"/>
          <w:titlePg/>
          <w:docGrid w:linePitch="360"/>
        </w:sectPr>
      </w:pPr>
    </w:p>
    <w:p w14:paraId="5709D9B2" w14:textId="77777777" w:rsidR="00B25459" w:rsidRPr="00556BB5" w:rsidRDefault="00625636" w:rsidP="00800B21">
      <w:pPr>
        <w:pStyle w:val="Frontmatter1"/>
        <w:rPr>
          <w:rFonts w:cs="Calibri"/>
        </w:rPr>
      </w:pPr>
      <w:r w:rsidRPr="00556BB5">
        <w:rPr>
          <w:rFonts w:cs="Calibri"/>
        </w:rPr>
        <w:lastRenderedPageBreak/>
        <w:t xml:space="preserve">Document </w:t>
      </w:r>
      <w:r w:rsidR="00E025F7" w:rsidRPr="00556BB5">
        <w:rPr>
          <w:rFonts w:cs="Calibri"/>
        </w:rPr>
        <w:t>information</w:t>
      </w:r>
    </w:p>
    <w:p w14:paraId="2FF15D14" w14:textId="77777777" w:rsidR="00B67425" w:rsidRPr="00556BB5" w:rsidRDefault="00070BD5" w:rsidP="00800B21">
      <w:pPr>
        <w:pStyle w:val="Frontmatter2"/>
        <w:rPr>
          <w:rFonts w:cs="Calibri"/>
        </w:rPr>
      </w:pPr>
      <w:r w:rsidRPr="00556BB5">
        <w:rPr>
          <w:rFonts w:cs="Calibri"/>
        </w:rPr>
        <w:t xml:space="preserve">Key </w:t>
      </w:r>
      <w:r w:rsidR="00E025F7" w:rsidRPr="00556BB5">
        <w:rPr>
          <w:rFonts w:cs="Calibri"/>
        </w:rPr>
        <w:t>information</w:t>
      </w:r>
    </w:p>
    <w:tbl>
      <w:tblPr>
        <w:tblStyle w:val="TableADHA"/>
        <w:tblW w:w="5000" w:type="pct"/>
        <w:tblInd w:w="-13" w:type="dxa"/>
        <w:tblCellMar>
          <w:left w:w="0" w:type="dxa"/>
        </w:tblCellMar>
        <w:tblLook w:val="04A0" w:firstRow="1" w:lastRow="0" w:firstColumn="1" w:lastColumn="0" w:noHBand="0" w:noVBand="1"/>
        <w:tblDescription w:val="Key information"/>
      </w:tblPr>
      <w:tblGrid>
        <w:gridCol w:w="1999"/>
        <w:gridCol w:w="7639"/>
      </w:tblGrid>
      <w:tr w:rsidR="00B67425" w:rsidRPr="003B5C15" w14:paraId="11F66162" w14:textId="77777777" w:rsidTr="00AA5E2C">
        <w:tc>
          <w:tcPr>
            <w:tcW w:w="1037" w:type="pct"/>
          </w:tcPr>
          <w:p w14:paraId="598C92D1" w14:textId="77777777" w:rsidR="00B67425" w:rsidRPr="003B5C15" w:rsidRDefault="00B67425" w:rsidP="0084477E">
            <w:pPr>
              <w:pStyle w:val="Tableheader"/>
              <w:rPr>
                <w:rFonts w:cs="Calibri"/>
                <w:sz w:val="22"/>
                <w:szCs w:val="22"/>
              </w:rPr>
            </w:pPr>
            <w:bookmarkStart w:id="0" w:name="RowTitle_1" w:colFirst="0" w:colLast="0"/>
            <w:r w:rsidRPr="003B5C15">
              <w:rPr>
                <w:rFonts w:cs="Calibri"/>
                <w:sz w:val="22"/>
                <w:szCs w:val="22"/>
              </w:rPr>
              <w:t>Owner</w:t>
            </w:r>
          </w:p>
        </w:tc>
        <w:tc>
          <w:tcPr>
            <w:tcW w:w="3963" w:type="pct"/>
          </w:tcPr>
          <w:p w14:paraId="00E951DE" w14:textId="0BCE8D67" w:rsidR="00676BA7" w:rsidRPr="003B5C15" w:rsidRDefault="006F3745" w:rsidP="005F5268">
            <w:pPr>
              <w:pStyle w:val="Tabletext"/>
              <w:rPr>
                <w:rFonts w:cs="Calibri"/>
                <w:sz w:val="22"/>
                <w:szCs w:val="22"/>
              </w:rPr>
            </w:pPr>
            <w:sdt>
              <w:sdtPr>
                <w:rPr>
                  <w:rFonts w:cs="Calibri"/>
                  <w:sz w:val="22"/>
                  <w:szCs w:val="22"/>
                </w:rPr>
                <w:alias w:val="Document owner [role]"/>
                <w:tag w:val="DocumentOwner"/>
                <w:id w:val="296344802"/>
                <w:lock w:val="sdtLocked"/>
                <w:placeholder>
                  <w:docPart w:val="682AB40767F3461B9DA2666D4BA8DB79"/>
                </w:placeholder>
                <w:text/>
              </w:sdtPr>
              <w:sdtEndPr/>
              <w:sdtContent>
                <w:r w:rsidR="00B07639" w:rsidRPr="003B5C15">
                  <w:rPr>
                    <w:rFonts w:cs="Calibri"/>
                    <w:sz w:val="22"/>
                    <w:szCs w:val="22"/>
                  </w:rPr>
                  <w:t>Director, Conformance Design</w:t>
                </w:r>
              </w:sdtContent>
            </w:sdt>
            <w:r w:rsidR="009F0AE3" w:rsidRPr="003B5C15">
              <w:rPr>
                <w:rFonts w:cs="Calibri"/>
                <w:sz w:val="22"/>
                <w:szCs w:val="22"/>
              </w:rPr>
              <w:t xml:space="preserve"> </w:t>
            </w:r>
            <w:r w:rsidR="009F0AE3" w:rsidRPr="003B5C15">
              <w:rPr>
                <w:rStyle w:val="InstructionsChar"/>
                <w:rFonts w:cs="Calibri"/>
                <w:szCs w:val="22"/>
              </w:rPr>
              <w:t>This is the approver</w:t>
            </w:r>
          </w:p>
        </w:tc>
      </w:tr>
      <w:tr w:rsidR="00B67425" w:rsidRPr="003B5C15" w14:paraId="652FC73C" w14:textId="77777777" w:rsidTr="00AA5E2C">
        <w:tc>
          <w:tcPr>
            <w:tcW w:w="1037" w:type="pct"/>
          </w:tcPr>
          <w:p w14:paraId="340294C4" w14:textId="1B534126" w:rsidR="00B67425" w:rsidRPr="003B5C15" w:rsidRDefault="00B67425" w:rsidP="0084477E">
            <w:pPr>
              <w:pStyle w:val="Tableheader"/>
              <w:rPr>
                <w:rFonts w:cs="Calibri"/>
                <w:sz w:val="22"/>
                <w:szCs w:val="22"/>
              </w:rPr>
            </w:pPr>
          </w:p>
        </w:tc>
        <w:tc>
          <w:tcPr>
            <w:tcW w:w="3963" w:type="pct"/>
          </w:tcPr>
          <w:p w14:paraId="6211EFF7" w14:textId="58DCCE54" w:rsidR="00B67425" w:rsidRPr="003B5C15" w:rsidRDefault="00B67425" w:rsidP="007D567E">
            <w:pPr>
              <w:pStyle w:val="Tabletext"/>
              <w:rPr>
                <w:rFonts w:cs="Calibri"/>
                <w:sz w:val="22"/>
                <w:szCs w:val="22"/>
              </w:rPr>
            </w:pPr>
          </w:p>
        </w:tc>
      </w:tr>
      <w:tr w:rsidR="00B67425" w:rsidRPr="003B5C15" w14:paraId="1D35B193" w14:textId="77777777" w:rsidTr="00AA5E2C">
        <w:tc>
          <w:tcPr>
            <w:tcW w:w="1037" w:type="pct"/>
          </w:tcPr>
          <w:p w14:paraId="74FB2B8D" w14:textId="77777777" w:rsidR="00B67425" w:rsidRPr="003B5C15" w:rsidRDefault="00B67425" w:rsidP="0084477E">
            <w:pPr>
              <w:pStyle w:val="Tableheader"/>
              <w:rPr>
                <w:rFonts w:cs="Calibri"/>
                <w:sz w:val="22"/>
                <w:szCs w:val="22"/>
              </w:rPr>
            </w:pPr>
            <w:r w:rsidRPr="003B5C15">
              <w:rPr>
                <w:rFonts w:cs="Calibri"/>
                <w:sz w:val="22"/>
                <w:szCs w:val="22"/>
              </w:rPr>
              <w:t>Contact for enquiries</w:t>
            </w:r>
          </w:p>
        </w:tc>
        <w:tc>
          <w:tcPr>
            <w:tcW w:w="3963" w:type="pct"/>
          </w:tcPr>
          <w:p w14:paraId="62C2A97F" w14:textId="77777777" w:rsidR="00B67425" w:rsidRPr="003B5C15" w:rsidRDefault="006F3745" w:rsidP="00180B3C">
            <w:pPr>
              <w:pStyle w:val="Tabletext"/>
              <w:rPr>
                <w:rFonts w:cs="Calibri"/>
                <w:sz w:val="22"/>
                <w:szCs w:val="22"/>
              </w:rPr>
            </w:pPr>
            <w:sdt>
              <w:sdtPr>
                <w:rPr>
                  <w:rFonts w:cs="Calibri"/>
                  <w:sz w:val="22"/>
                  <w:szCs w:val="22"/>
                </w:rPr>
                <w:alias w:val="Contact for Enquiries"/>
                <w:tag w:val="ContactForEnquiries"/>
                <w:id w:val="933088745"/>
                <w:placeholder>
                  <w:docPart w:val="0A7CD73CAC18434294439466FBE180E5"/>
                </w:placeholder>
                <w:text/>
              </w:sdtPr>
              <w:sdtEndPr/>
              <w:sdtContent>
                <w:r w:rsidR="00D94A1C" w:rsidRPr="003B5C15">
                  <w:rPr>
                    <w:rFonts w:cs="Calibri"/>
                    <w:sz w:val="22"/>
                    <w:szCs w:val="22"/>
                  </w:rPr>
                  <w:t>Australian Digital Health Agency Help Centre</w:t>
                </w:r>
              </w:sdtContent>
            </w:sdt>
          </w:p>
          <w:p w14:paraId="60ED4EEB" w14:textId="77777777" w:rsidR="0016172E" w:rsidRPr="003B5C15" w:rsidRDefault="009918C9" w:rsidP="00180B3C">
            <w:pPr>
              <w:pStyle w:val="Tabletext"/>
              <w:tabs>
                <w:tab w:val="left" w:pos="919"/>
              </w:tabs>
              <w:rPr>
                <w:rFonts w:cs="Calibri"/>
                <w:sz w:val="22"/>
                <w:szCs w:val="22"/>
              </w:rPr>
            </w:pPr>
            <w:r w:rsidRPr="003B5C15">
              <w:rPr>
                <w:rFonts w:cs="Calibri"/>
                <w:sz w:val="22"/>
                <w:szCs w:val="22"/>
              </w:rPr>
              <w:t>Phone</w:t>
            </w:r>
            <w:r w:rsidR="0016172E" w:rsidRPr="003B5C15">
              <w:rPr>
                <w:rFonts w:cs="Calibri"/>
                <w:sz w:val="22"/>
                <w:szCs w:val="22"/>
              </w:rPr>
              <w:tab/>
            </w:r>
            <w:hyperlink r:id="rId19" w:history="1">
              <w:r w:rsidR="00FD49F9" w:rsidRPr="003B5C15">
                <w:rPr>
                  <w:rStyle w:val="Hyperlink"/>
                  <w:rFonts w:cs="Calibri"/>
                  <w:sz w:val="22"/>
                  <w:szCs w:val="22"/>
                </w:rPr>
                <w:t>1300 901 001</w:t>
              </w:r>
            </w:hyperlink>
          </w:p>
          <w:p w14:paraId="0AF968CA" w14:textId="77777777" w:rsidR="0016172E" w:rsidRPr="003B5C15" w:rsidRDefault="009918C9" w:rsidP="00180B3C">
            <w:pPr>
              <w:pStyle w:val="Tabletext"/>
              <w:tabs>
                <w:tab w:val="left" w:pos="919"/>
              </w:tabs>
              <w:rPr>
                <w:rFonts w:cs="Calibri"/>
                <w:sz w:val="22"/>
                <w:szCs w:val="22"/>
              </w:rPr>
            </w:pPr>
            <w:r w:rsidRPr="003B5C15">
              <w:rPr>
                <w:rFonts w:cs="Calibri"/>
                <w:sz w:val="22"/>
                <w:szCs w:val="22"/>
              </w:rPr>
              <w:t>Email</w:t>
            </w:r>
            <w:r w:rsidR="0016172E" w:rsidRPr="003B5C15">
              <w:rPr>
                <w:rFonts w:cs="Calibri"/>
                <w:sz w:val="22"/>
                <w:szCs w:val="22"/>
              </w:rPr>
              <w:tab/>
            </w:r>
            <w:sdt>
              <w:sdtPr>
                <w:rPr>
                  <w:rStyle w:val="TabletextChar"/>
                  <w:rFonts w:cs="Calibri"/>
                  <w:sz w:val="22"/>
                  <w:szCs w:val="22"/>
                </w:rPr>
                <w:alias w:val="Contact person's email address"/>
                <w:tag w:val="Contact person's email address"/>
                <w:id w:val="-1152974798"/>
                <w:placeholder>
                  <w:docPart w:val="D2017F2BE20D45AE9D93F7BE4D293C7D"/>
                </w:placeholder>
                <w:docPartList>
                  <w:docPartGallery w:val="Quick Parts"/>
                </w:docPartList>
              </w:sdtPr>
              <w:sdtEndPr>
                <w:rPr>
                  <w:rStyle w:val="DefaultParagraphFont"/>
                </w:rPr>
              </w:sdtEndPr>
              <w:sdtContent>
                <w:hyperlink r:id="rId20" w:history="1">
                  <w:r w:rsidR="003730D3" w:rsidRPr="003B5C15">
                    <w:rPr>
                      <w:rStyle w:val="Hyperlink"/>
                      <w:rFonts w:cs="Calibri"/>
                      <w:sz w:val="22"/>
                      <w:szCs w:val="22"/>
                    </w:rPr>
                    <w:t>help@digitalhealth.gov.au</w:t>
                  </w:r>
                </w:hyperlink>
                <w:r w:rsidR="007B0B7B" w:rsidRPr="003B5C15">
                  <w:rPr>
                    <w:rStyle w:val="TabletextChar"/>
                    <w:rFonts w:cs="Calibri"/>
                    <w:sz w:val="22"/>
                    <w:szCs w:val="22"/>
                  </w:rPr>
                  <w:t xml:space="preserve"> </w:t>
                </w:r>
              </w:sdtContent>
            </w:sdt>
          </w:p>
        </w:tc>
      </w:tr>
      <w:bookmarkEnd w:id="0"/>
    </w:tbl>
    <w:p w14:paraId="2FEA23FA" w14:textId="77777777" w:rsidR="00312442" w:rsidRPr="003B5C15" w:rsidRDefault="00312442" w:rsidP="00F30FFD">
      <w:pPr>
        <w:pStyle w:val="Whitespacepadding"/>
        <w:rPr>
          <w:rFonts w:cs="Calibri"/>
          <w:sz w:val="22"/>
          <w:szCs w:val="22"/>
        </w:rPr>
      </w:pPr>
    </w:p>
    <w:p w14:paraId="694A8B2E" w14:textId="77777777" w:rsidR="00A66DC6" w:rsidRPr="003B5C15" w:rsidRDefault="00A66DC6" w:rsidP="00F30FFD">
      <w:pPr>
        <w:pStyle w:val="Whitespacepadding"/>
        <w:rPr>
          <w:rFonts w:cs="Calibri"/>
          <w:sz w:val="22"/>
          <w:szCs w:val="22"/>
        </w:rPr>
      </w:pPr>
    </w:p>
    <w:p w14:paraId="4E25BCA7" w14:textId="5BA2301D" w:rsidR="0016172E" w:rsidRPr="00556BB5" w:rsidRDefault="00800B21" w:rsidP="00800B21">
      <w:pPr>
        <w:pStyle w:val="Frontmatter2"/>
        <w:rPr>
          <w:rFonts w:cs="Calibri"/>
        </w:rPr>
      </w:pPr>
      <w:r w:rsidRPr="00556BB5">
        <w:rPr>
          <w:rFonts w:cs="Calibri"/>
        </w:rPr>
        <w:t>D</w:t>
      </w:r>
      <w:r w:rsidR="002473D1" w:rsidRPr="00556BB5">
        <w:rPr>
          <w:rFonts w:cs="Calibri"/>
        </w:rPr>
        <w:t>ocument</w:t>
      </w:r>
      <w:r w:rsidR="0016172E" w:rsidRPr="00556BB5">
        <w:rPr>
          <w:rFonts w:cs="Calibri"/>
        </w:rPr>
        <w:t xml:space="preserve"> version history</w:t>
      </w:r>
    </w:p>
    <w:tbl>
      <w:tblPr>
        <w:tblStyle w:val="TableADHAwide"/>
        <w:tblW w:w="5000" w:type="pct"/>
        <w:tblLayout w:type="fixed"/>
        <w:tblLook w:val="04A0" w:firstRow="1" w:lastRow="0" w:firstColumn="1" w:lastColumn="0" w:noHBand="0" w:noVBand="1"/>
        <w:tblDescription w:val="Product version history"/>
      </w:tblPr>
      <w:tblGrid>
        <w:gridCol w:w="1134"/>
        <w:gridCol w:w="1648"/>
        <w:gridCol w:w="6856"/>
      </w:tblGrid>
      <w:tr w:rsidR="0016172E" w:rsidRPr="003B5C15" w14:paraId="1E4299FF" w14:textId="77777777" w:rsidTr="0AF30B50">
        <w:tc>
          <w:tcPr>
            <w:tcW w:w="588" w:type="pct"/>
          </w:tcPr>
          <w:p w14:paraId="18C33E31" w14:textId="37DFCA49" w:rsidR="0016172E" w:rsidRPr="003B5C15" w:rsidRDefault="00D810FC" w:rsidP="0084477E">
            <w:pPr>
              <w:pStyle w:val="Tableheader"/>
              <w:rPr>
                <w:rFonts w:cs="Calibri"/>
                <w:sz w:val="22"/>
                <w:szCs w:val="22"/>
              </w:rPr>
            </w:pPr>
            <w:bookmarkStart w:id="1" w:name="ColumnTitle_3"/>
            <w:r w:rsidRPr="003B5C15">
              <w:rPr>
                <w:rFonts w:cs="Calibri"/>
                <w:sz w:val="22"/>
                <w:szCs w:val="22"/>
              </w:rPr>
              <w:t>V</w:t>
            </w:r>
            <w:r w:rsidR="0016172E" w:rsidRPr="003B5C15">
              <w:rPr>
                <w:rFonts w:cs="Calibri"/>
                <w:sz w:val="22"/>
                <w:szCs w:val="22"/>
              </w:rPr>
              <w:t>ersion</w:t>
            </w:r>
          </w:p>
        </w:tc>
        <w:tc>
          <w:tcPr>
            <w:tcW w:w="855" w:type="pct"/>
          </w:tcPr>
          <w:p w14:paraId="1535AA61" w14:textId="77777777" w:rsidR="0016172E" w:rsidRPr="003B5C15" w:rsidRDefault="0016172E" w:rsidP="0084477E">
            <w:pPr>
              <w:pStyle w:val="Tableheader"/>
              <w:rPr>
                <w:rFonts w:cs="Calibri"/>
                <w:sz w:val="22"/>
                <w:szCs w:val="22"/>
              </w:rPr>
            </w:pPr>
            <w:r w:rsidRPr="003B5C15">
              <w:rPr>
                <w:rFonts w:cs="Calibri"/>
                <w:sz w:val="22"/>
                <w:szCs w:val="22"/>
              </w:rPr>
              <w:t>Date</w:t>
            </w:r>
          </w:p>
        </w:tc>
        <w:tc>
          <w:tcPr>
            <w:tcW w:w="3557" w:type="pct"/>
          </w:tcPr>
          <w:p w14:paraId="46D61724" w14:textId="77777777" w:rsidR="0016172E" w:rsidRPr="003B5C15" w:rsidRDefault="0016172E" w:rsidP="0084477E">
            <w:pPr>
              <w:pStyle w:val="Tableheader"/>
              <w:rPr>
                <w:rFonts w:cs="Calibri"/>
                <w:sz w:val="22"/>
                <w:szCs w:val="22"/>
              </w:rPr>
            </w:pPr>
            <w:r w:rsidRPr="003B5C15">
              <w:rPr>
                <w:rFonts w:cs="Calibri"/>
                <w:sz w:val="22"/>
                <w:szCs w:val="22"/>
              </w:rPr>
              <w:t>Release comments</w:t>
            </w:r>
          </w:p>
        </w:tc>
      </w:tr>
      <w:tr w:rsidR="00437703" w:rsidRPr="003B5C15" w14:paraId="1B9B3BE7" w14:textId="77777777" w:rsidTr="0AF30B50">
        <w:tc>
          <w:tcPr>
            <w:tcW w:w="588" w:type="pct"/>
          </w:tcPr>
          <w:p w14:paraId="06D8DF41" w14:textId="44FE9DFB" w:rsidR="00437703" w:rsidRPr="003B5C15" w:rsidRDefault="00437703" w:rsidP="00422C07">
            <w:pPr>
              <w:pStyle w:val="Tabletext"/>
              <w:rPr>
                <w:rFonts w:cs="Calibri"/>
                <w:sz w:val="22"/>
                <w:szCs w:val="22"/>
              </w:rPr>
            </w:pPr>
            <w:r w:rsidRPr="003B5C15">
              <w:rPr>
                <w:rFonts w:cs="Calibri"/>
                <w:sz w:val="22"/>
                <w:szCs w:val="22"/>
              </w:rPr>
              <w:t>3.2</w:t>
            </w:r>
          </w:p>
        </w:tc>
        <w:tc>
          <w:tcPr>
            <w:tcW w:w="855" w:type="pct"/>
          </w:tcPr>
          <w:p w14:paraId="48F972BD" w14:textId="1838FB24" w:rsidR="00437703" w:rsidRPr="003B5C15" w:rsidRDefault="00437703" w:rsidP="00422C07">
            <w:pPr>
              <w:pStyle w:val="Tabletext"/>
              <w:rPr>
                <w:rFonts w:cs="Calibri"/>
                <w:sz w:val="22"/>
                <w:szCs w:val="22"/>
              </w:rPr>
            </w:pPr>
            <w:r w:rsidRPr="003B5C15">
              <w:rPr>
                <w:rFonts w:cs="Calibri"/>
                <w:sz w:val="22"/>
                <w:szCs w:val="22"/>
              </w:rPr>
              <w:t>16 Oct 2014</w:t>
            </w:r>
          </w:p>
        </w:tc>
        <w:tc>
          <w:tcPr>
            <w:tcW w:w="3557" w:type="pct"/>
          </w:tcPr>
          <w:p w14:paraId="24B3AA5B" w14:textId="2660494E" w:rsidR="00437703" w:rsidRPr="003B5C15" w:rsidRDefault="00437703" w:rsidP="00422C07">
            <w:pPr>
              <w:pStyle w:val="Tabletext"/>
              <w:rPr>
                <w:rFonts w:cs="Calibri"/>
                <w:sz w:val="22"/>
                <w:szCs w:val="22"/>
              </w:rPr>
            </w:pPr>
            <w:r w:rsidRPr="003B5C15">
              <w:rPr>
                <w:rFonts w:cs="Calibri"/>
                <w:sz w:val="22"/>
                <w:szCs w:val="22"/>
              </w:rPr>
              <w:t>Released by NEHTA for use by test laboratories.</w:t>
            </w:r>
          </w:p>
        </w:tc>
      </w:tr>
      <w:bookmarkEnd w:id="1"/>
      <w:tr w:rsidR="007D707D" w:rsidRPr="003B5C15" w14:paraId="62281BA9" w14:textId="77777777" w:rsidTr="0AF30B50">
        <w:tc>
          <w:tcPr>
            <w:tcW w:w="588" w:type="pct"/>
          </w:tcPr>
          <w:p w14:paraId="7C1A7DE9" w14:textId="1797DCF9" w:rsidR="007D707D" w:rsidRPr="003B5C15" w:rsidRDefault="00437703" w:rsidP="00422C07">
            <w:pPr>
              <w:pStyle w:val="Tabletext"/>
              <w:rPr>
                <w:rFonts w:cs="Calibri"/>
                <w:sz w:val="22"/>
                <w:szCs w:val="22"/>
              </w:rPr>
            </w:pPr>
            <w:r w:rsidRPr="003B5C15">
              <w:rPr>
                <w:rFonts w:cs="Calibri"/>
                <w:sz w:val="22"/>
                <w:szCs w:val="22"/>
              </w:rPr>
              <w:t>4</w:t>
            </w:r>
            <w:r w:rsidR="004E3791" w:rsidRPr="003B5C15">
              <w:rPr>
                <w:rFonts w:cs="Calibri"/>
                <w:sz w:val="22"/>
                <w:szCs w:val="22"/>
              </w:rPr>
              <w:t>.0</w:t>
            </w:r>
          </w:p>
        </w:tc>
        <w:tc>
          <w:tcPr>
            <w:tcW w:w="855" w:type="pct"/>
          </w:tcPr>
          <w:p w14:paraId="1F5D4F47" w14:textId="62C69EF0" w:rsidR="007D707D" w:rsidRPr="003B5C15" w:rsidRDefault="00437703" w:rsidP="00422C07">
            <w:pPr>
              <w:pStyle w:val="Tabletext"/>
              <w:rPr>
                <w:rFonts w:cs="Calibri"/>
                <w:sz w:val="22"/>
                <w:szCs w:val="22"/>
              </w:rPr>
            </w:pPr>
            <w:r w:rsidRPr="003B5C15">
              <w:rPr>
                <w:rFonts w:cs="Calibri"/>
                <w:sz w:val="22"/>
                <w:szCs w:val="22"/>
              </w:rPr>
              <w:t>0</w:t>
            </w:r>
            <w:r w:rsidR="00263C5C" w:rsidRPr="003B5C15">
              <w:rPr>
                <w:rFonts w:cs="Calibri"/>
                <w:sz w:val="22"/>
                <w:szCs w:val="22"/>
              </w:rPr>
              <w:t>3</w:t>
            </w:r>
            <w:r w:rsidRPr="003B5C15">
              <w:rPr>
                <w:rFonts w:cs="Calibri"/>
                <w:sz w:val="22"/>
                <w:szCs w:val="22"/>
              </w:rPr>
              <w:t xml:space="preserve"> Nov 2020</w:t>
            </w:r>
          </w:p>
        </w:tc>
        <w:tc>
          <w:tcPr>
            <w:tcW w:w="3557" w:type="pct"/>
          </w:tcPr>
          <w:p w14:paraId="5C925AA3" w14:textId="77777777" w:rsidR="00215336" w:rsidRPr="003B5C15" w:rsidRDefault="00215336" w:rsidP="00422C07">
            <w:pPr>
              <w:pStyle w:val="Tabletext"/>
              <w:rPr>
                <w:rFonts w:cs="Calibri"/>
                <w:sz w:val="22"/>
                <w:szCs w:val="22"/>
              </w:rPr>
            </w:pPr>
            <w:r w:rsidRPr="003B5C15">
              <w:rPr>
                <w:rFonts w:cs="Calibri"/>
                <w:sz w:val="22"/>
                <w:szCs w:val="22"/>
              </w:rPr>
              <w:t>The following changes have been made:</w:t>
            </w:r>
          </w:p>
          <w:p w14:paraId="61009389" w14:textId="77777777" w:rsidR="00DE6BE2" w:rsidRPr="003B5C15" w:rsidRDefault="0017661E" w:rsidP="00DE6BE2">
            <w:pPr>
              <w:pStyle w:val="Tabletext"/>
              <w:numPr>
                <w:ilvl w:val="0"/>
                <w:numId w:val="40"/>
              </w:numPr>
              <w:rPr>
                <w:rFonts w:cs="Calibri"/>
                <w:sz w:val="22"/>
                <w:szCs w:val="22"/>
              </w:rPr>
            </w:pPr>
            <w:r w:rsidRPr="003B5C15">
              <w:rPr>
                <w:rFonts w:cs="Calibri"/>
                <w:sz w:val="22"/>
                <w:szCs w:val="22"/>
              </w:rPr>
              <w:t>Removed the references to NATA accredited software test laboratories</w:t>
            </w:r>
          </w:p>
          <w:p w14:paraId="6E28E946" w14:textId="77777777" w:rsidR="00DE6BE2" w:rsidRPr="003B5C15" w:rsidRDefault="00DE6BE2" w:rsidP="00DE6BE2">
            <w:pPr>
              <w:pStyle w:val="Tabletext"/>
              <w:numPr>
                <w:ilvl w:val="0"/>
                <w:numId w:val="40"/>
              </w:numPr>
              <w:rPr>
                <w:rFonts w:cs="Calibri"/>
                <w:sz w:val="22"/>
                <w:szCs w:val="22"/>
              </w:rPr>
            </w:pPr>
            <w:r w:rsidRPr="003B5C15">
              <w:rPr>
                <w:rFonts w:cs="Calibri"/>
                <w:sz w:val="22"/>
                <w:szCs w:val="22"/>
              </w:rPr>
              <w:t xml:space="preserve">Removed references to ‘CCA’ and replaced with ‘HI Conformance’ </w:t>
            </w:r>
          </w:p>
          <w:p w14:paraId="328A21F5" w14:textId="77777777" w:rsidR="00DE6BE2" w:rsidRPr="003B5C15" w:rsidRDefault="00DE6BE2" w:rsidP="00DE6BE2">
            <w:pPr>
              <w:pStyle w:val="Tabletext"/>
              <w:numPr>
                <w:ilvl w:val="0"/>
                <w:numId w:val="40"/>
              </w:numPr>
              <w:rPr>
                <w:rFonts w:cs="Calibri"/>
                <w:sz w:val="22"/>
                <w:szCs w:val="22"/>
              </w:rPr>
            </w:pPr>
            <w:r w:rsidRPr="003B5C15">
              <w:rPr>
                <w:rFonts w:cs="Calibri"/>
                <w:sz w:val="22"/>
                <w:szCs w:val="22"/>
              </w:rPr>
              <w:t xml:space="preserve">Changed the title from ‘Information Conformance Specification Proforma Instructions’ to ‘Implementation Conformance Specification Proforma Instructions’ </w:t>
            </w:r>
          </w:p>
          <w:p w14:paraId="59B7258B" w14:textId="1FF93BEB" w:rsidR="0017661E" w:rsidRPr="003B5C15" w:rsidRDefault="00DE6BE2" w:rsidP="00DE6BE2">
            <w:pPr>
              <w:pStyle w:val="Tabletext"/>
              <w:numPr>
                <w:ilvl w:val="0"/>
                <w:numId w:val="40"/>
              </w:numPr>
              <w:rPr>
                <w:rFonts w:cs="Calibri"/>
                <w:sz w:val="22"/>
                <w:szCs w:val="22"/>
              </w:rPr>
            </w:pPr>
            <w:r w:rsidRPr="003B5C15">
              <w:rPr>
                <w:rFonts w:cs="Calibri"/>
                <w:sz w:val="22"/>
                <w:szCs w:val="22"/>
              </w:rPr>
              <w:t>Included new Mandatory conformance requirement for UC.01</w:t>
            </w:r>
            <w:r w:rsidR="00636F72" w:rsidRPr="003B5C15">
              <w:rPr>
                <w:rFonts w:cs="Calibri"/>
                <w:sz w:val="22"/>
                <w:szCs w:val="22"/>
              </w:rPr>
              <w:t>5</w:t>
            </w:r>
            <w:r w:rsidRPr="003B5C15">
              <w:rPr>
                <w:rFonts w:cs="Calibri"/>
                <w:sz w:val="22"/>
                <w:szCs w:val="22"/>
              </w:rPr>
              <w:t xml:space="preserve"> and UC.025</w:t>
            </w:r>
          </w:p>
        </w:tc>
      </w:tr>
      <w:tr w:rsidR="00A15A8D" w:rsidRPr="003B5C15" w14:paraId="4863F1D4" w14:textId="77777777" w:rsidTr="0AF30B50">
        <w:tc>
          <w:tcPr>
            <w:tcW w:w="588" w:type="pct"/>
          </w:tcPr>
          <w:p w14:paraId="4638E7B8" w14:textId="77777777" w:rsidR="00A15A8D" w:rsidRPr="003B5C15" w:rsidRDefault="00A15A8D" w:rsidP="002B5BBE">
            <w:pPr>
              <w:pStyle w:val="Tabletext"/>
              <w:rPr>
                <w:rFonts w:cs="Calibri"/>
                <w:sz w:val="22"/>
                <w:szCs w:val="22"/>
              </w:rPr>
            </w:pPr>
            <w:r w:rsidRPr="003B5C15">
              <w:rPr>
                <w:rFonts w:cs="Calibri"/>
                <w:sz w:val="22"/>
                <w:szCs w:val="22"/>
              </w:rPr>
              <w:t>4.1</w:t>
            </w:r>
          </w:p>
        </w:tc>
        <w:tc>
          <w:tcPr>
            <w:tcW w:w="855" w:type="pct"/>
          </w:tcPr>
          <w:p w14:paraId="101E65B3" w14:textId="77777777" w:rsidR="00A15A8D" w:rsidRPr="003B5C15" w:rsidRDefault="00A15A8D" w:rsidP="002B5BBE">
            <w:pPr>
              <w:pStyle w:val="Tabletext"/>
              <w:rPr>
                <w:rFonts w:cs="Calibri"/>
                <w:sz w:val="22"/>
                <w:szCs w:val="22"/>
              </w:rPr>
            </w:pPr>
            <w:r w:rsidRPr="003B5C15">
              <w:rPr>
                <w:rFonts w:cs="Calibri"/>
                <w:sz w:val="22"/>
                <w:szCs w:val="22"/>
              </w:rPr>
              <w:t>Feb 2021</w:t>
            </w:r>
          </w:p>
        </w:tc>
        <w:tc>
          <w:tcPr>
            <w:tcW w:w="3557" w:type="pct"/>
          </w:tcPr>
          <w:p w14:paraId="79302E0F" w14:textId="77777777" w:rsidR="00A15A8D" w:rsidRPr="003B5C15" w:rsidRDefault="00A15A8D" w:rsidP="002B5BBE">
            <w:pPr>
              <w:pStyle w:val="Tabletext"/>
              <w:rPr>
                <w:rFonts w:cs="Calibri"/>
                <w:sz w:val="22"/>
                <w:szCs w:val="22"/>
              </w:rPr>
            </w:pPr>
            <w:r w:rsidRPr="003B5C15">
              <w:rPr>
                <w:rFonts w:cs="Calibri"/>
                <w:sz w:val="22"/>
                <w:szCs w:val="22"/>
              </w:rPr>
              <w:t>Changes made to align to updated CTS which has separated worksheets to allow for individual conformances required for ePrescribing and new requirement 022000.</w:t>
            </w:r>
          </w:p>
        </w:tc>
      </w:tr>
      <w:tr w:rsidR="00636F72" w:rsidRPr="003B5C15" w14:paraId="26C8BB2B" w14:textId="77777777" w:rsidTr="0AF30B50">
        <w:tc>
          <w:tcPr>
            <w:tcW w:w="588" w:type="pct"/>
          </w:tcPr>
          <w:p w14:paraId="3119CA8E" w14:textId="0B3E9F93" w:rsidR="00636F72" w:rsidRPr="003B5C15" w:rsidRDefault="00636F72" w:rsidP="00422C07">
            <w:pPr>
              <w:pStyle w:val="Tabletext"/>
              <w:rPr>
                <w:rFonts w:cs="Calibri"/>
                <w:sz w:val="22"/>
                <w:szCs w:val="22"/>
              </w:rPr>
            </w:pPr>
            <w:r w:rsidRPr="003B5C15">
              <w:rPr>
                <w:rFonts w:cs="Calibri"/>
                <w:sz w:val="22"/>
                <w:szCs w:val="22"/>
              </w:rPr>
              <w:t>4.</w:t>
            </w:r>
            <w:r w:rsidR="00A15A8D" w:rsidRPr="003B5C15">
              <w:rPr>
                <w:rFonts w:cs="Calibri"/>
                <w:sz w:val="22"/>
                <w:szCs w:val="22"/>
              </w:rPr>
              <w:t>2</w:t>
            </w:r>
          </w:p>
        </w:tc>
        <w:tc>
          <w:tcPr>
            <w:tcW w:w="855" w:type="pct"/>
          </w:tcPr>
          <w:p w14:paraId="457C727E" w14:textId="79C8564E" w:rsidR="00636F72" w:rsidRPr="003B5C15" w:rsidRDefault="00A15A8D" w:rsidP="00422C07">
            <w:pPr>
              <w:pStyle w:val="Tabletext"/>
              <w:rPr>
                <w:rFonts w:cs="Calibri"/>
                <w:sz w:val="22"/>
                <w:szCs w:val="22"/>
              </w:rPr>
            </w:pPr>
            <w:r w:rsidRPr="003B5C15">
              <w:rPr>
                <w:rFonts w:cs="Calibri"/>
                <w:sz w:val="22"/>
                <w:szCs w:val="22"/>
              </w:rPr>
              <w:t>June</w:t>
            </w:r>
            <w:r w:rsidR="00636F72" w:rsidRPr="003B5C15">
              <w:rPr>
                <w:rFonts w:cs="Calibri"/>
                <w:sz w:val="22"/>
                <w:szCs w:val="22"/>
              </w:rPr>
              <w:t xml:space="preserve"> 202</w:t>
            </w:r>
            <w:r w:rsidRPr="003B5C15">
              <w:rPr>
                <w:rFonts w:cs="Calibri"/>
                <w:sz w:val="22"/>
                <w:szCs w:val="22"/>
              </w:rPr>
              <w:t>4</w:t>
            </w:r>
          </w:p>
        </w:tc>
        <w:tc>
          <w:tcPr>
            <w:tcW w:w="3557" w:type="pct"/>
          </w:tcPr>
          <w:p w14:paraId="52411B7F" w14:textId="3B4B8727" w:rsidR="00636F72" w:rsidRPr="003B5C15" w:rsidRDefault="00636F72" w:rsidP="00422C07">
            <w:pPr>
              <w:pStyle w:val="Tabletext"/>
              <w:rPr>
                <w:rFonts w:cs="Calibri"/>
                <w:sz w:val="22"/>
                <w:szCs w:val="22"/>
              </w:rPr>
            </w:pPr>
            <w:r w:rsidRPr="003B5C15">
              <w:rPr>
                <w:rFonts w:cs="Calibri"/>
                <w:sz w:val="22"/>
                <w:szCs w:val="22"/>
              </w:rPr>
              <w:t xml:space="preserve">Changes made to align </w:t>
            </w:r>
            <w:r w:rsidR="00A15A8D" w:rsidRPr="003B5C15">
              <w:rPr>
                <w:rFonts w:cs="Calibri"/>
                <w:sz w:val="22"/>
                <w:szCs w:val="22"/>
              </w:rPr>
              <w:t>with updated HI Service Conformance Profile v4.1</w:t>
            </w:r>
          </w:p>
        </w:tc>
      </w:tr>
      <w:tr w:rsidR="001638F8" w:rsidRPr="003B5C15" w14:paraId="533D8E89" w14:textId="77777777" w:rsidTr="0AF30B50">
        <w:tc>
          <w:tcPr>
            <w:tcW w:w="588" w:type="pct"/>
          </w:tcPr>
          <w:p w14:paraId="3766203A" w14:textId="34E191DE" w:rsidR="001638F8" w:rsidRPr="003B5C15" w:rsidRDefault="00D810FC" w:rsidP="00422C07">
            <w:pPr>
              <w:pStyle w:val="Tabletext"/>
              <w:rPr>
                <w:rFonts w:cs="Calibri"/>
                <w:sz w:val="22"/>
                <w:szCs w:val="22"/>
              </w:rPr>
            </w:pPr>
            <w:r w:rsidRPr="003B5C15">
              <w:rPr>
                <w:rFonts w:cs="Calibri"/>
                <w:sz w:val="22"/>
                <w:szCs w:val="22"/>
              </w:rPr>
              <w:t>5.0</w:t>
            </w:r>
          </w:p>
        </w:tc>
        <w:tc>
          <w:tcPr>
            <w:tcW w:w="855" w:type="pct"/>
          </w:tcPr>
          <w:p w14:paraId="63EF110F" w14:textId="1E146511" w:rsidR="001638F8" w:rsidRPr="003B5C15" w:rsidRDefault="003D28DB" w:rsidP="00422C07">
            <w:pPr>
              <w:pStyle w:val="Tabletext"/>
              <w:rPr>
                <w:rFonts w:cs="Calibri"/>
                <w:sz w:val="22"/>
                <w:szCs w:val="22"/>
              </w:rPr>
            </w:pPr>
            <w:r w:rsidRPr="003B5C15">
              <w:rPr>
                <w:rFonts w:cs="Calibri"/>
                <w:sz w:val="22"/>
                <w:szCs w:val="22"/>
              </w:rPr>
              <w:t>Ju</w:t>
            </w:r>
            <w:r w:rsidR="00D810FC" w:rsidRPr="003B5C15">
              <w:rPr>
                <w:rFonts w:cs="Calibri"/>
                <w:sz w:val="22"/>
                <w:szCs w:val="22"/>
              </w:rPr>
              <w:t>ly</w:t>
            </w:r>
            <w:r w:rsidRPr="003B5C15">
              <w:rPr>
                <w:rFonts w:cs="Calibri"/>
                <w:sz w:val="22"/>
                <w:szCs w:val="22"/>
              </w:rPr>
              <w:t xml:space="preserve"> 2025</w:t>
            </w:r>
          </w:p>
        </w:tc>
        <w:tc>
          <w:tcPr>
            <w:tcW w:w="3557" w:type="pct"/>
          </w:tcPr>
          <w:p w14:paraId="656E4AEF" w14:textId="0A48F5E6" w:rsidR="001638F8" w:rsidRPr="003B5C15" w:rsidRDefault="00651D19" w:rsidP="00422C07">
            <w:pPr>
              <w:pStyle w:val="Tabletext"/>
              <w:rPr>
                <w:rFonts w:cs="Calibri"/>
                <w:sz w:val="22"/>
                <w:szCs w:val="22"/>
              </w:rPr>
            </w:pPr>
            <w:r w:rsidRPr="003B5C15">
              <w:rPr>
                <w:rFonts w:cs="Calibri"/>
                <w:sz w:val="22"/>
                <w:szCs w:val="22"/>
              </w:rPr>
              <w:t>Changes made to align with updated HI Service Conformance Profile v5.0</w:t>
            </w:r>
          </w:p>
        </w:tc>
      </w:tr>
      <w:tr w:rsidR="0AF30B50" w:rsidRPr="003B5C15" w14:paraId="4A7DFDFF" w14:textId="77777777" w:rsidTr="0AF30B50">
        <w:trPr>
          <w:trHeight w:val="300"/>
        </w:trPr>
        <w:tc>
          <w:tcPr>
            <w:tcW w:w="1134" w:type="dxa"/>
          </w:tcPr>
          <w:p w14:paraId="50D57CF2" w14:textId="270E9C5C" w:rsidR="6A762145" w:rsidRPr="003B5C15" w:rsidRDefault="6A762145" w:rsidP="00DE7EEB">
            <w:pPr>
              <w:pStyle w:val="Tabletext"/>
              <w:rPr>
                <w:rFonts w:cs="Calibri"/>
                <w:sz w:val="22"/>
                <w:szCs w:val="22"/>
              </w:rPr>
            </w:pPr>
            <w:r w:rsidRPr="003B5C15">
              <w:rPr>
                <w:rFonts w:cs="Calibri"/>
                <w:sz w:val="22"/>
                <w:szCs w:val="22"/>
              </w:rPr>
              <w:t>5.0.1</w:t>
            </w:r>
          </w:p>
        </w:tc>
        <w:tc>
          <w:tcPr>
            <w:tcW w:w="1648" w:type="dxa"/>
          </w:tcPr>
          <w:p w14:paraId="5CA6CB1F" w14:textId="1CD57A7E" w:rsidR="6A762145" w:rsidRPr="00C81798" w:rsidRDefault="6A762145" w:rsidP="00DE7EEB">
            <w:pPr>
              <w:pStyle w:val="Tabletext"/>
              <w:rPr>
                <w:rFonts w:cs="Calibri"/>
                <w:sz w:val="22"/>
                <w:szCs w:val="22"/>
              </w:rPr>
            </w:pPr>
            <w:r w:rsidRPr="00C81798">
              <w:rPr>
                <w:rFonts w:cs="Calibri"/>
                <w:sz w:val="22"/>
                <w:szCs w:val="22"/>
              </w:rPr>
              <w:t>Nov 2025</w:t>
            </w:r>
          </w:p>
        </w:tc>
        <w:tc>
          <w:tcPr>
            <w:tcW w:w="6856" w:type="dxa"/>
          </w:tcPr>
          <w:p w14:paraId="48B93009" w14:textId="77777777" w:rsidR="00FC28CB" w:rsidRPr="00C81798" w:rsidRDefault="00FC28CB" w:rsidP="00FC28CB">
            <w:pPr>
              <w:pStyle w:val="Tabletext"/>
              <w:rPr>
                <w:rFonts w:cs="Calibri"/>
                <w:sz w:val="22"/>
                <w:szCs w:val="22"/>
                <w:lang w:val="en-AU"/>
              </w:rPr>
            </w:pPr>
            <w:r w:rsidRPr="00C81798">
              <w:rPr>
                <w:rFonts w:cs="Calibri"/>
                <w:sz w:val="22"/>
                <w:szCs w:val="22"/>
                <w:lang w:val="en-AU"/>
              </w:rPr>
              <w:t>The following changes have been made:</w:t>
            </w:r>
          </w:p>
          <w:p w14:paraId="0374A9B5" w14:textId="087978F0" w:rsidR="00FC28CB" w:rsidRPr="00C81798" w:rsidRDefault="00B07639" w:rsidP="00FC28CB">
            <w:pPr>
              <w:pStyle w:val="Tabletext"/>
              <w:numPr>
                <w:ilvl w:val="0"/>
                <w:numId w:val="58"/>
              </w:numPr>
              <w:rPr>
                <w:rFonts w:cs="Calibri"/>
                <w:sz w:val="22"/>
                <w:szCs w:val="22"/>
                <w:lang w:val="en-AU"/>
              </w:rPr>
            </w:pPr>
            <w:r w:rsidRPr="00C81798">
              <w:rPr>
                <w:rFonts w:cs="Calibri"/>
                <w:sz w:val="22"/>
                <w:szCs w:val="22"/>
                <w:lang w:val="en-AU"/>
              </w:rPr>
              <w:t xml:space="preserve">Updated to include missing </w:t>
            </w:r>
            <w:r w:rsidR="00FC28CB" w:rsidRPr="00C81798">
              <w:rPr>
                <w:rFonts w:cs="Calibri"/>
                <w:sz w:val="22"/>
                <w:szCs w:val="22"/>
                <w:lang w:val="en-AU"/>
              </w:rPr>
              <w:t>requirement</w:t>
            </w:r>
            <w:r w:rsidRPr="00C81798">
              <w:rPr>
                <w:rFonts w:cs="Calibri"/>
                <w:sz w:val="22"/>
                <w:szCs w:val="22"/>
                <w:lang w:val="en-AU"/>
              </w:rPr>
              <w:t xml:space="preserve"> numbers</w:t>
            </w:r>
          </w:p>
          <w:p w14:paraId="2D9F2F77" w14:textId="600EEAB0" w:rsidR="00FC28CB" w:rsidRPr="00C81798" w:rsidRDefault="00FC28CB" w:rsidP="00FC28CB">
            <w:pPr>
              <w:pStyle w:val="Tabletext"/>
              <w:numPr>
                <w:ilvl w:val="0"/>
                <w:numId w:val="58"/>
              </w:numPr>
              <w:rPr>
                <w:rFonts w:cs="Calibri"/>
                <w:sz w:val="22"/>
                <w:szCs w:val="22"/>
                <w:lang w:val="en-AU"/>
              </w:rPr>
            </w:pPr>
            <w:r w:rsidRPr="00C81798">
              <w:rPr>
                <w:rFonts w:cs="Calibri"/>
                <w:sz w:val="22"/>
                <w:szCs w:val="22"/>
                <w:lang w:val="en-AU"/>
              </w:rPr>
              <w:t xml:space="preserve">Added </w:t>
            </w:r>
            <w:r w:rsidR="00B07639" w:rsidRPr="00C81798">
              <w:rPr>
                <w:rFonts w:cs="Calibri"/>
                <w:sz w:val="22"/>
                <w:szCs w:val="22"/>
                <w:lang w:val="en-AU"/>
              </w:rPr>
              <w:t>u</w:t>
            </w:r>
            <w:r w:rsidRPr="00C81798">
              <w:rPr>
                <w:rFonts w:cs="Calibri"/>
                <w:sz w:val="22"/>
                <w:szCs w:val="22"/>
                <w:lang w:val="en-AU"/>
              </w:rPr>
              <w:t xml:space="preserve">se </w:t>
            </w:r>
            <w:r w:rsidR="00B07639" w:rsidRPr="00C81798">
              <w:rPr>
                <w:rFonts w:cs="Calibri"/>
                <w:sz w:val="22"/>
                <w:szCs w:val="22"/>
                <w:lang w:val="en-AU"/>
              </w:rPr>
              <w:t>c</w:t>
            </w:r>
            <w:r w:rsidRPr="00C81798">
              <w:rPr>
                <w:rFonts w:cs="Calibri"/>
                <w:sz w:val="22"/>
                <w:szCs w:val="22"/>
                <w:lang w:val="en-AU"/>
              </w:rPr>
              <w:t xml:space="preserve">ase references to relevant </w:t>
            </w:r>
            <w:r w:rsidR="00B07639" w:rsidRPr="00C81798">
              <w:rPr>
                <w:rFonts w:cs="Calibri"/>
                <w:sz w:val="22"/>
                <w:szCs w:val="22"/>
                <w:lang w:val="en-AU"/>
              </w:rPr>
              <w:t>w</w:t>
            </w:r>
            <w:r w:rsidRPr="00C81798">
              <w:rPr>
                <w:rFonts w:cs="Calibri"/>
                <w:sz w:val="22"/>
                <w:szCs w:val="22"/>
                <w:lang w:val="en-AU"/>
              </w:rPr>
              <w:t xml:space="preserve">eb </w:t>
            </w:r>
            <w:r w:rsidR="00B07639" w:rsidRPr="00C81798">
              <w:rPr>
                <w:rFonts w:cs="Calibri"/>
                <w:sz w:val="22"/>
                <w:szCs w:val="22"/>
                <w:lang w:val="en-AU"/>
              </w:rPr>
              <w:t>s</w:t>
            </w:r>
            <w:r w:rsidRPr="00C81798">
              <w:rPr>
                <w:rFonts w:cs="Calibri"/>
                <w:sz w:val="22"/>
                <w:szCs w:val="22"/>
                <w:lang w:val="en-AU"/>
              </w:rPr>
              <w:t>ervices</w:t>
            </w:r>
          </w:p>
          <w:p w14:paraId="4EECB03C" w14:textId="77777777" w:rsidR="00FC28CB" w:rsidRPr="00C81798" w:rsidRDefault="00FC28CB" w:rsidP="00FC28CB">
            <w:pPr>
              <w:pStyle w:val="Tabletext"/>
              <w:numPr>
                <w:ilvl w:val="0"/>
                <w:numId w:val="58"/>
              </w:numPr>
              <w:rPr>
                <w:rFonts w:cs="Calibri"/>
                <w:sz w:val="22"/>
                <w:szCs w:val="22"/>
                <w:lang w:val="en-AU"/>
              </w:rPr>
            </w:pPr>
            <w:r w:rsidRPr="00C81798">
              <w:rPr>
                <w:rFonts w:cs="Calibri"/>
                <w:sz w:val="22"/>
                <w:szCs w:val="22"/>
                <w:lang w:val="en-AU"/>
              </w:rPr>
              <w:t>Restructured the requirement priority sections</w:t>
            </w:r>
          </w:p>
          <w:p w14:paraId="7C5C2701" w14:textId="21B21D57" w:rsidR="0AF30B50" w:rsidRPr="00C81798" w:rsidRDefault="0AF30B50" w:rsidP="00B07639">
            <w:pPr>
              <w:pStyle w:val="Tabletext"/>
              <w:ind w:left="720"/>
              <w:rPr>
                <w:rFonts w:cs="Calibri"/>
                <w:sz w:val="22"/>
                <w:szCs w:val="22"/>
              </w:rPr>
            </w:pPr>
          </w:p>
        </w:tc>
      </w:tr>
    </w:tbl>
    <w:p w14:paraId="37BA1E40" w14:textId="77777777" w:rsidR="00374B05" w:rsidRPr="003B5C15" w:rsidRDefault="00374B05" w:rsidP="00B17305">
      <w:pPr>
        <w:pStyle w:val="BodyText"/>
        <w:rPr>
          <w:rFonts w:cs="Calibri"/>
          <w:szCs w:val="22"/>
        </w:rPr>
      </w:pPr>
    </w:p>
    <w:p w14:paraId="13B0F8A5" w14:textId="73365B78" w:rsidR="00D16D90" w:rsidRPr="003B5C15" w:rsidRDefault="00D16D90" w:rsidP="00025408">
      <w:pPr>
        <w:pStyle w:val="BodyText"/>
        <w:ind w:right="3401"/>
        <w:rPr>
          <w:rFonts w:eastAsiaTheme="minorEastAsia" w:cs="Calibri"/>
          <w:noProof/>
          <w:szCs w:val="22"/>
        </w:rPr>
      </w:pPr>
    </w:p>
    <w:p w14:paraId="073F8678" w14:textId="77777777" w:rsidR="00D16D90" w:rsidRPr="003B5C15" w:rsidRDefault="00D16D90">
      <w:pPr>
        <w:spacing w:after="0"/>
        <w:rPr>
          <w:rFonts w:eastAsiaTheme="minorEastAsia" w:cs="Calibri"/>
          <w:noProof/>
        </w:rPr>
      </w:pPr>
      <w:r w:rsidRPr="003B5C15">
        <w:rPr>
          <w:rFonts w:eastAsiaTheme="minorEastAsia" w:cs="Calibri"/>
          <w:noProof/>
        </w:rPr>
        <w:br w:type="page"/>
      </w:r>
    </w:p>
    <w:sdt>
      <w:sdtPr>
        <w:rPr>
          <w:rFonts w:eastAsiaTheme="minorEastAsia" w:cs="Calibri"/>
          <w:b w:val="0"/>
          <w:bCs w:val="0"/>
          <w:kern w:val="0"/>
          <w:sz w:val="22"/>
          <w:szCs w:val="22"/>
          <w:lang w:eastAsia="en-US"/>
        </w:rPr>
        <w:id w:val="-1870371132"/>
        <w:docPartObj>
          <w:docPartGallery w:val="Table of Contents"/>
          <w:docPartUnique/>
        </w:docPartObj>
      </w:sdtPr>
      <w:sdtEndPr>
        <w:rPr>
          <w:noProof/>
        </w:rPr>
      </w:sdtEndPr>
      <w:sdtContent>
        <w:p w14:paraId="3E572D9F" w14:textId="5153DACF" w:rsidR="00A74DFB" w:rsidRPr="006677D5" w:rsidRDefault="00A74DFB">
          <w:pPr>
            <w:pStyle w:val="TOCHeading"/>
            <w:rPr>
              <w:rFonts w:cs="Calibri"/>
            </w:rPr>
          </w:pPr>
          <w:r w:rsidRPr="006677D5">
            <w:rPr>
              <w:rFonts w:cs="Calibri"/>
            </w:rPr>
            <w:t xml:space="preserve">Table of </w:t>
          </w:r>
          <w:r w:rsidR="0010662E" w:rsidRPr="006677D5">
            <w:rPr>
              <w:rFonts w:cs="Calibri"/>
            </w:rPr>
            <w:t>c</w:t>
          </w:r>
          <w:r w:rsidRPr="006677D5">
            <w:rPr>
              <w:rFonts w:cs="Calibri"/>
            </w:rPr>
            <w:t>ontents</w:t>
          </w:r>
        </w:p>
        <w:p w14:paraId="50050EAB" w14:textId="633CC8A6" w:rsidR="001D421B" w:rsidRDefault="0010662E">
          <w:pPr>
            <w:pStyle w:val="TOC1"/>
            <w:rPr>
              <w:rFonts w:asciiTheme="minorHAnsi" w:hAnsiTheme="minorHAnsi"/>
              <w:b w:val="0"/>
              <w:kern w:val="2"/>
              <w:sz w:val="24"/>
              <w:lang w:bidi="si-LK"/>
              <w14:ligatures w14:val="standardContextual"/>
            </w:rPr>
          </w:pPr>
          <w:r w:rsidRPr="006677D5">
            <w:rPr>
              <w:rFonts w:cs="Calibri"/>
              <w:b w:val="0"/>
            </w:rPr>
            <w:fldChar w:fldCharType="begin"/>
          </w:r>
          <w:r w:rsidRPr="006677D5">
            <w:rPr>
              <w:rFonts w:cs="Calibri"/>
              <w:b w:val="0"/>
            </w:rPr>
            <w:instrText xml:space="preserve"> TOC \h \z \t "Heading 1,1,Heading 2,2,Heading unnumbered 2,2,Heading unnumbered 1,1,Appendix 1,1" </w:instrText>
          </w:r>
          <w:r w:rsidRPr="006677D5">
            <w:rPr>
              <w:rFonts w:cs="Calibri"/>
              <w:b w:val="0"/>
            </w:rPr>
            <w:fldChar w:fldCharType="separate"/>
          </w:r>
          <w:hyperlink w:anchor="_Toc215058722" w:history="1">
            <w:r w:rsidR="001D421B" w:rsidRPr="00055B65">
              <w:rPr>
                <w:rStyle w:val="Hyperlink"/>
                <w:rFonts w:cs="Calibri"/>
              </w:rPr>
              <w:t>1</w:t>
            </w:r>
            <w:r w:rsidR="001D421B">
              <w:rPr>
                <w:rFonts w:asciiTheme="minorHAnsi" w:hAnsiTheme="minorHAnsi"/>
                <w:b w:val="0"/>
                <w:kern w:val="2"/>
                <w:sz w:val="24"/>
                <w:lang w:bidi="si-LK"/>
                <w14:ligatures w14:val="standardContextual"/>
              </w:rPr>
              <w:tab/>
            </w:r>
            <w:r w:rsidR="001D421B" w:rsidRPr="00055B65">
              <w:rPr>
                <w:rStyle w:val="Hyperlink"/>
                <w:rFonts w:cs="Calibri"/>
              </w:rPr>
              <w:t>Introduction</w:t>
            </w:r>
            <w:r w:rsidR="001D421B">
              <w:rPr>
                <w:webHidden/>
              </w:rPr>
              <w:tab/>
            </w:r>
            <w:r w:rsidR="001D421B">
              <w:rPr>
                <w:webHidden/>
              </w:rPr>
              <w:fldChar w:fldCharType="begin"/>
            </w:r>
            <w:r w:rsidR="001D421B">
              <w:rPr>
                <w:webHidden/>
              </w:rPr>
              <w:instrText xml:space="preserve"> PAGEREF _Toc215058722 \h </w:instrText>
            </w:r>
            <w:r w:rsidR="001D421B">
              <w:rPr>
                <w:webHidden/>
              </w:rPr>
            </w:r>
            <w:r w:rsidR="001D421B">
              <w:rPr>
                <w:webHidden/>
              </w:rPr>
              <w:fldChar w:fldCharType="separate"/>
            </w:r>
            <w:r w:rsidR="001D421B">
              <w:rPr>
                <w:webHidden/>
              </w:rPr>
              <w:t>5</w:t>
            </w:r>
            <w:r w:rsidR="001D421B">
              <w:rPr>
                <w:webHidden/>
              </w:rPr>
              <w:fldChar w:fldCharType="end"/>
            </w:r>
          </w:hyperlink>
        </w:p>
        <w:p w14:paraId="6D1089AA" w14:textId="13F7B4CA" w:rsidR="001D421B" w:rsidRDefault="001D421B">
          <w:pPr>
            <w:pStyle w:val="TOC2"/>
            <w:rPr>
              <w:rFonts w:asciiTheme="minorHAnsi" w:hAnsiTheme="minorHAnsi"/>
              <w:kern w:val="2"/>
              <w:sz w:val="24"/>
              <w:lang w:bidi="si-LK"/>
              <w14:ligatures w14:val="standardContextual"/>
            </w:rPr>
          </w:pPr>
          <w:hyperlink w:anchor="_Toc215058723" w:history="1">
            <w:r w:rsidRPr="00055B65">
              <w:rPr>
                <w:rStyle w:val="Hyperlink"/>
                <w:rFonts w:cs="Calibri"/>
              </w:rPr>
              <w:t>1.1</w:t>
            </w:r>
            <w:r>
              <w:rPr>
                <w:rFonts w:asciiTheme="minorHAnsi" w:hAnsiTheme="minorHAnsi"/>
                <w:kern w:val="2"/>
                <w:sz w:val="24"/>
                <w:lang w:bidi="si-LK"/>
                <w14:ligatures w14:val="standardContextual"/>
              </w:rPr>
              <w:tab/>
            </w:r>
            <w:r w:rsidRPr="00055B65">
              <w:rPr>
                <w:rStyle w:val="Hyperlink"/>
                <w:rFonts w:cs="Calibri"/>
              </w:rPr>
              <w:t>Overview</w:t>
            </w:r>
            <w:r>
              <w:rPr>
                <w:webHidden/>
              </w:rPr>
              <w:tab/>
            </w:r>
            <w:r>
              <w:rPr>
                <w:webHidden/>
              </w:rPr>
              <w:fldChar w:fldCharType="begin"/>
            </w:r>
            <w:r>
              <w:rPr>
                <w:webHidden/>
              </w:rPr>
              <w:instrText xml:space="preserve"> PAGEREF _Toc215058723 \h </w:instrText>
            </w:r>
            <w:r>
              <w:rPr>
                <w:webHidden/>
              </w:rPr>
            </w:r>
            <w:r>
              <w:rPr>
                <w:webHidden/>
              </w:rPr>
              <w:fldChar w:fldCharType="separate"/>
            </w:r>
            <w:r>
              <w:rPr>
                <w:webHidden/>
              </w:rPr>
              <w:t>5</w:t>
            </w:r>
            <w:r>
              <w:rPr>
                <w:webHidden/>
              </w:rPr>
              <w:fldChar w:fldCharType="end"/>
            </w:r>
          </w:hyperlink>
        </w:p>
        <w:p w14:paraId="2E7E2CE7" w14:textId="344AB1F9" w:rsidR="001D421B" w:rsidRDefault="001D421B">
          <w:pPr>
            <w:pStyle w:val="TOC2"/>
            <w:rPr>
              <w:rFonts w:asciiTheme="minorHAnsi" w:hAnsiTheme="minorHAnsi"/>
              <w:kern w:val="2"/>
              <w:sz w:val="24"/>
              <w:lang w:bidi="si-LK"/>
              <w14:ligatures w14:val="standardContextual"/>
            </w:rPr>
          </w:pPr>
          <w:hyperlink w:anchor="_Toc215058724" w:history="1">
            <w:r w:rsidRPr="00055B65">
              <w:rPr>
                <w:rStyle w:val="Hyperlink"/>
                <w:rFonts w:cs="Calibri"/>
              </w:rPr>
              <w:t>1.2</w:t>
            </w:r>
            <w:r>
              <w:rPr>
                <w:rFonts w:asciiTheme="minorHAnsi" w:hAnsiTheme="minorHAnsi"/>
                <w:kern w:val="2"/>
                <w:sz w:val="24"/>
                <w:lang w:bidi="si-LK"/>
                <w14:ligatures w14:val="standardContextual"/>
              </w:rPr>
              <w:tab/>
            </w:r>
            <w:r w:rsidRPr="00055B65">
              <w:rPr>
                <w:rStyle w:val="Hyperlink"/>
                <w:rFonts w:cs="Calibri"/>
              </w:rPr>
              <w:t>Completing the ICS</w:t>
            </w:r>
            <w:r>
              <w:rPr>
                <w:webHidden/>
              </w:rPr>
              <w:tab/>
            </w:r>
            <w:r>
              <w:rPr>
                <w:webHidden/>
              </w:rPr>
              <w:fldChar w:fldCharType="begin"/>
            </w:r>
            <w:r>
              <w:rPr>
                <w:webHidden/>
              </w:rPr>
              <w:instrText xml:space="preserve"> PAGEREF _Toc215058724 \h </w:instrText>
            </w:r>
            <w:r>
              <w:rPr>
                <w:webHidden/>
              </w:rPr>
            </w:r>
            <w:r>
              <w:rPr>
                <w:webHidden/>
              </w:rPr>
              <w:fldChar w:fldCharType="separate"/>
            </w:r>
            <w:r>
              <w:rPr>
                <w:webHidden/>
              </w:rPr>
              <w:t>5</w:t>
            </w:r>
            <w:r>
              <w:rPr>
                <w:webHidden/>
              </w:rPr>
              <w:fldChar w:fldCharType="end"/>
            </w:r>
          </w:hyperlink>
        </w:p>
        <w:p w14:paraId="398D745B" w14:textId="30C2B193" w:rsidR="001D421B" w:rsidRDefault="001D421B">
          <w:pPr>
            <w:pStyle w:val="TOC2"/>
            <w:rPr>
              <w:rFonts w:asciiTheme="minorHAnsi" w:hAnsiTheme="minorHAnsi"/>
              <w:kern w:val="2"/>
              <w:sz w:val="24"/>
              <w:lang w:bidi="si-LK"/>
              <w14:ligatures w14:val="standardContextual"/>
            </w:rPr>
          </w:pPr>
          <w:hyperlink w:anchor="_Toc215058725" w:history="1">
            <w:r w:rsidRPr="00055B65">
              <w:rPr>
                <w:rStyle w:val="Hyperlink"/>
                <w:rFonts w:cs="Calibri"/>
              </w:rPr>
              <w:t>1.3</w:t>
            </w:r>
            <w:r>
              <w:rPr>
                <w:rFonts w:asciiTheme="minorHAnsi" w:hAnsiTheme="minorHAnsi"/>
                <w:kern w:val="2"/>
                <w:sz w:val="24"/>
                <w:lang w:bidi="si-LK"/>
                <w14:ligatures w14:val="standardContextual"/>
              </w:rPr>
              <w:tab/>
            </w:r>
            <w:r w:rsidRPr="00055B65">
              <w:rPr>
                <w:rStyle w:val="Hyperlink"/>
                <w:rFonts w:cs="Calibri"/>
              </w:rPr>
              <w:t>Terms used in this document</w:t>
            </w:r>
            <w:r>
              <w:rPr>
                <w:webHidden/>
              </w:rPr>
              <w:tab/>
            </w:r>
            <w:r>
              <w:rPr>
                <w:webHidden/>
              </w:rPr>
              <w:fldChar w:fldCharType="begin"/>
            </w:r>
            <w:r>
              <w:rPr>
                <w:webHidden/>
              </w:rPr>
              <w:instrText xml:space="preserve"> PAGEREF _Toc215058725 \h </w:instrText>
            </w:r>
            <w:r>
              <w:rPr>
                <w:webHidden/>
              </w:rPr>
            </w:r>
            <w:r>
              <w:rPr>
                <w:webHidden/>
              </w:rPr>
              <w:fldChar w:fldCharType="separate"/>
            </w:r>
            <w:r>
              <w:rPr>
                <w:webHidden/>
              </w:rPr>
              <w:t>7</w:t>
            </w:r>
            <w:r>
              <w:rPr>
                <w:webHidden/>
              </w:rPr>
              <w:fldChar w:fldCharType="end"/>
            </w:r>
          </w:hyperlink>
        </w:p>
        <w:p w14:paraId="02B5AA1E" w14:textId="390DCE0F" w:rsidR="001D421B" w:rsidRDefault="001D421B">
          <w:pPr>
            <w:pStyle w:val="TOC1"/>
            <w:rPr>
              <w:rFonts w:asciiTheme="minorHAnsi" w:hAnsiTheme="minorHAnsi"/>
              <w:b w:val="0"/>
              <w:kern w:val="2"/>
              <w:sz w:val="24"/>
              <w:lang w:bidi="si-LK"/>
              <w14:ligatures w14:val="standardContextual"/>
            </w:rPr>
          </w:pPr>
          <w:hyperlink w:anchor="_Toc215058726" w:history="1">
            <w:r w:rsidRPr="00055B65">
              <w:rPr>
                <w:rStyle w:val="Hyperlink"/>
                <w:rFonts w:cs="Calibri"/>
              </w:rPr>
              <w:t>2</w:t>
            </w:r>
            <w:r>
              <w:rPr>
                <w:rFonts w:asciiTheme="minorHAnsi" w:hAnsiTheme="minorHAnsi"/>
                <w:b w:val="0"/>
                <w:kern w:val="2"/>
                <w:sz w:val="24"/>
                <w:lang w:bidi="si-LK"/>
                <w14:ligatures w14:val="standardContextual"/>
              </w:rPr>
              <w:tab/>
            </w:r>
            <w:r w:rsidRPr="00055B65">
              <w:rPr>
                <w:rStyle w:val="Hyperlink"/>
                <w:rFonts w:cs="Calibri"/>
              </w:rPr>
              <w:t>Software product and contact information</w:t>
            </w:r>
            <w:r>
              <w:rPr>
                <w:webHidden/>
              </w:rPr>
              <w:tab/>
            </w:r>
            <w:r>
              <w:rPr>
                <w:webHidden/>
              </w:rPr>
              <w:fldChar w:fldCharType="begin"/>
            </w:r>
            <w:r>
              <w:rPr>
                <w:webHidden/>
              </w:rPr>
              <w:instrText xml:space="preserve"> PAGEREF _Toc215058726 \h </w:instrText>
            </w:r>
            <w:r>
              <w:rPr>
                <w:webHidden/>
              </w:rPr>
            </w:r>
            <w:r>
              <w:rPr>
                <w:webHidden/>
              </w:rPr>
              <w:fldChar w:fldCharType="separate"/>
            </w:r>
            <w:r>
              <w:rPr>
                <w:webHidden/>
              </w:rPr>
              <w:t>9</w:t>
            </w:r>
            <w:r>
              <w:rPr>
                <w:webHidden/>
              </w:rPr>
              <w:fldChar w:fldCharType="end"/>
            </w:r>
          </w:hyperlink>
        </w:p>
        <w:p w14:paraId="0E4BF953" w14:textId="59A1994C" w:rsidR="001D421B" w:rsidRDefault="001D421B">
          <w:pPr>
            <w:pStyle w:val="TOC2"/>
            <w:rPr>
              <w:rFonts w:asciiTheme="minorHAnsi" w:hAnsiTheme="minorHAnsi"/>
              <w:kern w:val="2"/>
              <w:sz w:val="24"/>
              <w:lang w:bidi="si-LK"/>
              <w14:ligatures w14:val="standardContextual"/>
            </w:rPr>
          </w:pPr>
          <w:hyperlink w:anchor="_Toc215058727" w:history="1">
            <w:r w:rsidRPr="00055B65">
              <w:rPr>
                <w:rStyle w:val="Hyperlink"/>
                <w:rFonts w:cs="Calibri"/>
              </w:rPr>
              <w:t>2.1</w:t>
            </w:r>
            <w:r>
              <w:rPr>
                <w:rFonts w:asciiTheme="minorHAnsi" w:hAnsiTheme="minorHAnsi"/>
                <w:kern w:val="2"/>
                <w:sz w:val="24"/>
                <w:lang w:bidi="si-LK"/>
                <w14:ligatures w14:val="standardContextual"/>
              </w:rPr>
              <w:tab/>
            </w:r>
            <w:r w:rsidRPr="00055B65">
              <w:rPr>
                <w:rStyle w:val="Hyperlink"/>
                <w:rFonts w:cs="Calibri"/>
              </w:rPr>
              <w:t>HI implementation</w:t>
            </w:r>
            <w:r>
              <w:rPr>
                <w:webHidden/>
              </w:rPr>
              <w:tab/>
            </w:r>
            <w:r>
              <w:rPr>
                <w:webHidden/>
              </w:rPr>
              <w:fldChar w:fldCharType="begin"/>
            </w:r>
            <w:r>
              <w:rPr>
                <w:webHidden/>
              </w:rPr>
              <w:instrText xml:space="preserve"> PAGEREF _Toc215058727 \h </w:instrText>
            </w:r>
            <w:r>
              <w:rPr>
                <w:webHidden/>
              </w:rPr>
            </w:r>
            <w:r>
              <w:rPr>
                <w:webHidden/>
              </w:rPr>
              <w:fldChar w:fldCharType="separate"/>
            </w:r>
            <w:r>
              <w:rPr>
                <w:webHidden/>
              </w:rPr>
              <w:t>9</w:t>
            </w:r>
            <w:r>
              <w:rPr>
                <w:webHidden/>
              </w:rPr>
              <w:fldChar w:fldCharType="end"/>
            </w:r>
          </w:hyperlink>
        </w:p>
        <w:p w14:paraId="13A89004" w14:textId="64CFA968" w:rsidR="001D421B" w:rsidRDefault="001D421B">
          <w:pPr>
            <w:pStyle w:val="TOC2"/>
            <w:rPr>
              <w:rFonts w:asciiTheme="minorHAnsi" w:hAnsiTheme="minorHAnsi"/>
              <w:kern w:val="2"/>
              <w:sz w:val="24"/>
              <w:lang w:bidi="si-LK"/>
              <w14:ligatures w14:val="standardContextual"/>
            </w:rPr>
          </w:pPr>
          <w:hyperlink w:anchor="_Toc215058728" w:history="1">
            <w:r w:rsidRPr="00055B65">
              <w:rPr>
                <w:rStyle w:val="Hyperlink"/>
                <w:rFonts w:cs="Calibri"/>
              </w:rPr>
              <w:t>2.2</w:t>
            </w:r>
            <w:r>
              <w:rPr>
                <w:rFonts w:asciiTheme="minorHAnsi" w:hAnsiTheme="minorHAnsi"/>
                <w:kern w:val="2"/>
                <w:sz w:val="24"/>
                <w:lang w:bidi="si-LK"/>
                <w14:ligatures w14:val="standardContextual"/>
              </w:rPr>
              <w:tab/>
            </w:r>
            <w:r w:rsidRPr="00055B65">
              <w:rPr>
                <w:rStyle w:val="Hyperlink"/>
                <w:rFonts w:cs="Calibri"/>
              </w:rPr>
              <w:t>ICS contact</w:t>
            </w:r>
            <w:r>
              <w:rPr>
                <w:webHidden/>
              </w:rPr>
              <w:tab/>
            </w:r>
            <w:r>
              <w:rPr>
                <w:webHidden/>
              </w:rPr>
              <w:fldChar w:fldCharType="begin"/>
            </w:r>
            <w:r>
              <w:rPr>
                <w:webHidden/>
              </w:rPr>
              <w:instrText xml:space="preserve"> PAGEREF _Toc215058728 \h </w:instrText>
            </w:r>
            <w:r>
              <w:rPr>
                <w:webHidden/>
              </w:rPr>
            </w:r>
            <w:r>
              <w:rPr>
                <w:webHidden/>
              </w:rPr>
              <w:fldChar w:fldCharType="separate"/>
            </w:r>
            <w:r>
              <w:rPr>
                <w:webHidden/>
              </w:rPr>
              <w:t>9</w:t>
            </w:r>
            <w:r>
              <w:rPr>
                <w:webHidden/>
              </w:rPr>
              <w:fldChar w:fldCharType="end"/>
            </w:r>
          </w:hyperlink>
        </w:p>
        <w:p w14:paraId="44A9B009" w14:textId="3F0DB808" w:rsidR="001D421B" w:rsidRDefault="001D421B">
          <w:pPr>
            <w:pStyle w:val="TOC2"/>
            <w:rPr>
              <w:rFonts w:asciiTheme="minorHAnsi" w:hAnsiTheme="minorHAnsi"/>
              <w:kern w:val="2"/>
              <w:sz w:val="24"/>
              <w:lang w:bidi="si-LK"/>
              <w14:ligatures w14:val="standardContextual"/>
            </w:rPr>
          </w:pPr>
          <w:hyperlink w:anchor="_Toc215058729" w:history="1">
            <w:r w:rsidRPr="00055B65">
              <w:rPr>
                <w:rStyle w:val="Hyperlink"/>
                <w:rFonts w:cs="Calibri"/>
              </w:rPr>
              <w:t>2.3</w:t>
            </w:r>
            <w:r>
              <w:rPr>
                <w:rFonts w:asciiTheme="minorHAnsi" w:hAnsiTheme="minorHAnsi"/>
                <w:kern w:val="2"/>
                <w:sz w:val="24"/>
                <w:lang w:bidi="si-LK"/>
                <w14:ligatures w14:val="standardContextual"/>
              </w:rPr>
              <w:tab/>
            </w:r>
            <w:r w:rsidRPr="00055B65">
              <w:rPr>
                <w:rStyle w:val="Hyperlink"/>
                <w:rFonts w:cs="Calibri"/>
              </w:rPr>
              <w:t>Developer</w:t>
            </w:r>
            <w:r>
              <w:rPr>
                <w:webHidden/>
              </w:rPr>
              <w:tab/>
            </w:r>
            <w:r>
              <w:rPr>
                <w:webHidden/>
              </w:rPr>
              <w:fldChar w:fldCharType="begin"/>
            </w:r>
            <w:r>
              <w:rPr>
                <w:webHidden/>
              </w:rPr>
              <w:instrText xml:space="preserve"> PAGEREF _Toc215058729 \h </w:instrText>
            </w:r>
            <w:r>
              <w:rPr>
                <w:webHidden/>
              </w:rPr>
            </w:r>
            <w:r>
              <w:rPr>
                <w:webHidden/>
              </w:rPr>
              <w:fldChar w:fldCharType="separate"/>
            </w:r>
            <w:r>
              <w:rPr>
                <w:webHidden/>
              </w:rPr>
              <w:t>10</w:t>
            </w:r>
            <w:r>
              <w:rPr>
                <w:webHidden/>
              </w:rPr>
              <w:fldChar w:fldCharType="end"/>
            </w:r>
          </w:hyperlink>
        </w:p>
        <w:p w14:paraId="3CD32728" w14:textId="6F644829" w:rsidR="001D421B" w:rsidRDefault="001D421B">
          <w:pPr>
            <w:pStyle w:val="TOC1"/>
            <w:rPr>
              <w:rFonts w:asciiTheme="minorHAnsi" w:hAnsiTheme="minorHAnsi"/>
              <w:b w:val="0"/>
              <w:kern w:val="2"/>
              <w:sz w:val="24"/>
              <w:lang w:bidi="si-LK"/>
              <w14:ligatures w14:val="standardContextual"/>
            </w:rPr>
          </w:pPr>
          <w:hyperlink w:anchor="_Toc215058730" w:history="1">
            <w:r w:rsidRPr="00055B65">
              <w:rPr>
                <w:rStyle w:val="Hyperlink"/>
                <w:rFonts w:cs="Calibri"/>
              </w:rPr>
              <w:t>3</w:t>
            </w:r>
            <w:r>
              <w:rPr>
                <w:rFonts w:asciiTheme="minorHAnsi" w:hAnsiTheme="minorHAnsi"/>
                <w:b w:val="0"/>
                <w:kern w:val="2"/>
                <w:sz w:val="24"/>
                <w:lang w:bidi="si-LK"/>
                <w14:ligatures w14:val="standardContextual"/>
              </w:rPr>
              <w:tab/>
            </w:r>
            <w:r w:rsidRPr="00055B65">
              <w:rPr>
                <w:rStyle w:val="Hyperlink"/>
                <w:rFonts w:cs="Calibri"/>
              </w:rPr>
              <w:t>Current conformance details</w:t>
            </w:r>
            <w:r>
              <w:rPr>
                <w:webHidden/>
              </w:rPr>
              <w:tab/>
            </w:r>
            <w:r>
              <w:rPr>
                <w:webHidden/>
              </w:rPr>
              <w:fldChar w:fldCharType="begin"/>
            </w:r>
            <w:r>
              <w:rPr>
                <w:webHidden/>
              </w:rPr>
              <w:instrText xml:space="preserve"> PAGEREF _Toc215058730 \h </w:instrText>
            </w:r>
            <w:r>
              <w:rPr>
                <w:webHidden/>
              </w:rPr>
            </w:r>
            <w:r>
              <w:rPr>
                <w:webHidden/>
              </w:rPr>
              <w:fldChar w:fldCharType="separate"/>
            </w:r>
            <w:r>
              <w:rPr>
                <w:webHidden/>
              </w:rPr>
              <w:t>11</w:t>
            </w:r>
            <w:r>
              <w:rPr>
                <w:webHidden/>
              </w:rPr>
              <w:fldChar w:fldCharType="end"/>
            </w:r>
          </w:hyperlink>
        </w:p>
        <w:p w14:paraId="0B91F3DD" w14:textId="7CE96689" w:rsidR="001D421B" w:rsidRDefault="001D421B">
          <w:pPr>
            <w:pStyle w:val="TOC2"/>
            <w:rPr>
              <w:rFonts w:asciiTheme="minorHAnsi" w:hAnsiTheme="minorHAnsi"/>
              <w:kern w:val="2"/>
              <w:sz w:val="24"/>
              <w:lang w:bidi="si-LK"/>
              <w14:ligatures w14:val="standardContextual"/>
            </w:rPr>
          </w:pPr>
          <w:hyperlink w:anchor="_Toc215058731" w:history="1">
            <w:r w:rsidRPr="00055B65">
              <w:rPr>
                <w:rStyle w:val="Hyperlink"/>
                <w:rFonts w:cs="Calibri"/>
              </w:rPr>
              <w:t>3.1</w:t>
            </w:r>
            <w:r>
              <w:rPr>
                <w:rFonts w:asciiTheme="minorHAnsi" w:hAnsiTheme="minorHAnsi"/>
                <w:kern w:val="2"/>
                <w:sz w:val="24"/>
                <w:lang w:bidi="si-LK"/>
                <w14:ligatures w14:val="standardContextual"/>
              </w:rPr>
              <w:tab/>
            </w:r>
            <w:r w:rsidRPr="00055B65">
              <w:rPr>
                <w:rStyle w:val="Hyperlink"/>
                <w:rFonts w:cs="Calibri"/>
              </w:rPr>
              <w:t>Current conformant version (in production)</w:t>
            </w:r>
            <w:r>
              <w:rPr>
                <w:webHidden/>
              </w:rPr>
              <w:tab/>
            </w:r>
            <w:r>
              <w:rPr>
                <w:webHidden/>
              </w:rPr>
              <w:fldChar w:fldCharType="begin"/>
            </w:r>
            <w:r>
              <w:rPr>
                <w:webHidden/>
              </w:rPr>
              <w:instrText xml:space="preserve"> PAGEREF _Toc215058731 \h </w:instrText>
            </w:r>
            <w:r>
              <w:rPr>
                <w:webHidden/>
              </w:rPr>
            </w:r>
            <w:r>
              <w:rPr>
                <w:webHidden/>
              </w:rPr>
              <w:fldChar w:fldCharType="separate"/>
            </w:r>
            <w:r>
              <w:rPr>
                <w:webHidden/>
              </w:rPr>
              <w:t>11</w:t>
            </w:r>
            <w:r>
              <w:rPr>
                <w:webHidden/>
              </w:rPr>
              <w:fldChar w:fldCharType="end"/>
            </w:r>
          </w:hyperlink>
        </w:p>
        <w:p w14:paraId="79451FF3" w14:textId="6E1601E8" w:rsidR="001D421B" w:rsidRDefault="001D421B">
          <w:pPr>
            <w:pStyle w:val="TOC2"/>
            <w:rPr>
              <w:rFonts w:asciiTheme="minorHAnsi" w:hAnsiTheme="minorHAnsi"/>
              <w:kern w:val="2"/>
              <w:sz w:val="24"/>
              <w:lang w:bidi="si-LK"/>
              <w14:ligatures w14:val="standardContextual"/>
            </w:rPr>
          </w:pPr>
          <w:hyperlink w:anchor="_Toc215058732" w:history="1">
            <w:r w:rsidRPr="00055B65">
              <w:rPr>
                <w:rStyle w:val="Hyperlink"/>
                <w:rFonts w:cs="Calibri"/>
              </w:rPr>
              <w:t>3.2</w:t>
            </w:r>
            <w:r>
              <w:rPr>
                <w:rFonts w:asciiTheme="minorHAnsi" w:hAnsiTheme="minorHAnsi"/>
                <w:kern w:val="2"/>
                <w:sz w:val="24"/>
                <w:lang w:bidi="si-LK"/>
                <w14:ligatures w14:val="standardContextual"/>
              </w:rPr>
              <w:tab/>
            </w:r>
            <w:r w:rsidRPr="00055B65">
              <w:rPr>
                <w:rStyle w:val="Hyperlink"/>
                <w:rFonts w:cs="Calibri"/>
              </w:rPr>
              <w:t>Current business use cases and HI Service web services</w:t>
            </w:r>
            <w:r>
              <w:rPr>
                <w:webHidden/>
              </w:rPr>
              <w:tab/>
            </w:r>
            <w:r>
              <w:rPr>
                <w:webHidden/>
              </w:rPr>
              <w:fldChar w:fldCharType="begin"/>
            </w:r>
            <w:r>
              <w:rPr>
                <w:webHidden/>
              </w:rPr>
              <w:instrText xml:space="preserve"> PAGEREF _Toc215058732 \h </w:instrText>
            </w:r>
            <w:r>
              <w:rPr>
                <w:webHidden/>
              </w:rPr>
            </w:r>
            <w:r>
              <w:rPr>
                <w:webHidden/>
              </w:rPr>
              <w:fldChar w:fldCharType="separate"/>
            </w:r>
            <w:r>
              <w:rPr>
                <w:webHidden/>
              </w:rPr>
              <w:t>11</w:t>
            </w:r>
            <w:r>
              <w:rPr>
                <w:webHidden/>
              </w:rPr>
              <w:fldChar w:fldCharType="end"/>
            </w:r>
          </w:hyperlink>
        </w:p>
        <w:p w14:paraId="6BE7B618" w14:textId="00223D63" w:rsidR="001D421B" w:rsidRDefault="001D421B">
          <w:pPr>
            <w:pStyle w:val="TOC1"/>
            <w:rPr>
              <w:rFonts w:asciiTheme="minorHAnsi" w:hAnsiTheme="minorHAnsi"/>
              <w:b w:val="0"/>
              <w:kern w:val="2"/>
              <w:sz w:val="24"/>
              <w:lang w:bidi="si-LK"/>
              <w14:ligatures w14:val="standardContextual"/>
            </w:rPr>
          </w:pPr>
          <w:hyperlink w:anchor="_Toc215058733" w:history="1">
            <w:r w:rsidRPr="00055B65">
              <w:rPr>
                <w:rStyle w:val="Hyperlink"/>
                <w:rFonts w:cs="Calibri"/>
              </w:rPr>
              <w:t>4</w:t>
            </w:r>
            <w:r>
              <w:rPr>
                <w:rFonts w:asciiTheme="minorHAnsi" w:hAnsiTheme="minorHAnsi"/>
                <w:b w:val="0"/>
                <w:kern w:val="2"/>
                <w:sz w:val="24"/>
                <w:lang w:bidi="si-LK"/>
                <w14:ligatures w14:val="standardContextual"/>
              </w:rPr>
              <w:tab/>
            </w:r>
            <w:r w:rsidRPr="00055B65">
              <w:rPr>
                <w:rStyle w:val="Hyperlink"/>
                <w:rFonts w:cs="Calibri"/>
              </w:rPr>
              <w:t>HI conformance testing for HI Service</w:t>
            </w:r>
            <w:r>
              <w:rPr>
                <w:webHidden/>
              </w:rPr>
              <w:tab/>
            </w:r>
            <w:r>
              <w:rPr>
                <w:webHidden/>
              </w:rPr>
              <w:fldChar w:fldCharType="begin"/>
            </w:r>
            <w:r>
              <w:rPr>
                <w:webHidden/>
              </w:rPr>
              <w:instrText xml:space="preserve"> PAGEREF _Toc215058733 \h </w:instrText>
            </w:r>
            <w:r>
              <w:rPr>
                <w:webHidden/>
              </w:rPr>
            </w:r>
            <w:r>
              <w:rPr>
                <w:webHidden/>
              </w:rPr>
              <w:fldChar w:fldCharType="separate"/>
            </w:r>
            <w:r>
              <w:rPr>
                <w:webHidden/>
              </w:rPr>
              <w:t>13</w:t>
            </w:r>
            <w:r>
              <w:rPr>
                <w:webHidden/>
              </w:rPr>
              <w:fldChar w:fldCharType="end"/>
            </w:r>
          </w:hyperlink>
        </w:p>
        <w:p w14:paraId="3341AAA2" w14:textId="6DCA1CF5" w:rsidR="001D421B" w:rsidRDefault="001D421B">
          <w:pPr>
            <w:pStyle w:val="TOC2"/>
            <w:rPr>
              <w:rFonts w:asciiTheme="minorHAnsi" w:hAnsiTheme="minorHAnsi"/>
              <w:kern w:val="2"/>
              <w:sz w:val="24"/>
              <w:lang w:bidi="si-LK"/>
              <w14:ligatures w14:val="standardContextual"/>
            </w:rPr>
          </w:pPr>
          <w:hyperlink w:anchor="_Toc215058734" w:history="1">
            <w:r w:rsidRPr="00055B65">
              <w:rPr>
                <w:rStyle w:val="Hyperlink"/>
                <w:rFonts w:cs="Calibri"/>
              </w:rPr>
              <w:t>4.1</w:t>
            </w:r>
            <w:r>
              <w:rPr>
                <w:rFonts w:asciiTheme="minorHAnsi" w:hAnsiTheme="minorHAnsi"/>
                <w:kern w:val="2"/>
                <w:sz w:val="24"/>
                <w:lang w:bidi="si-LK"/>
                <w14:ligatures w14:val="standardContextual"/>
              </w:rPr>
              <w:tab/>
            </w:r>
            <w:r w:rsidRPr="00055B65">
              <w:rPr>
                <w:rStyle w:val="Hyperlink"/>
                <w:rFonts w:cs="Calibri"/>
              </w:rPr>
              <w:t>New or updated business use cases</w:t>
            </w:r>
            <w:r>
              <w:rPr>
                <w:webHidden/>
              </w:rPr>
              <w:tab/>
            </w:r>
            <w:r>
              <w:rPr>
                <w:webHidden/>
              </w:rPr>
              <w:fldChar w:fldCharType="begin"/>
            </w:r>
            <w:r>
              <w:rPr>
                <w:webHidden/>
              </w:rPr>
              <w:instrText xml:space="preserve"> PAGEREF _Toc215058734 \h </w:instrText>
            </w:r>
            <w:r>
              <w:rPr>
                <w:webHidden/>
              </w:rPr>
            </w:r>
            <w:r>
              <w:rPr>
                <w:webHidden/>
              </w:rPr>
              <w:fldChar w:fldCharType="separate"/>
            </w:r>
            <w:r>
              <w:rPr>
                <w:webHidden/>
              </w:rPr>
              <w:t>13</w:t>
            </w:r>
            <w:r>
              <w:rPr>
                <w:webHidden/>
              </w:rPr>
              <w:fldChar w:fldCharType="end"/>
            </w:r>
          </w:hyperlink>
        </w:p>
        <w:p w14:paraId="793BE2B0" w14:textId="28D8BA63" w:rsidR="001D421B" w:rsidRDefault="001D421B">
          <w:pPr>
            <w:pStyle w:val="TOC2"/>
            <w:rPr>
              <w:rFonts w:asciiTheme="minorHAnsi" w:hAnsiTheme="minorHAnsi"/>
              <w:kern w:val="2"/>
              <w:sz w:val="24"/>
              <w:lang w:bidi="si-LK"/>
              <w14:ligatures w14:val="standardContextual"/>
            </w:rPr>
          </w:pPr>
          <w:hyperlink w:anchor="_Toc215058735" w:history="1">
            <w:r w:rsidRPr="00055B65">
              <w:rPr>
                <w:rStyle w:val="Hyperlink"/>
                <w:rFonts w:cs="Calibri"/>
              </w:rPr>
              <w:t>4.2</w:t>
            </w:r>
            <w:r>
              <w:rPr>
                <w:rFonts w:asciiTheme="minorHAnsi" w:hAnsiTheme="minorHAnsi"/>
                <w:kern w:val="2"/>
                <w:sz w:val="24"/>
                <w:lang w:bidi="si-LK"/>
                <w14:ligatures w14:val="standardContextual"/>
              </w:rPr>
              <w:tab/>
            </w:r>
            <w:r w:rsidRPr="00055B65">
              <w:rPr>
                <w:rStyle w:val="Hyperlink"/>
                <w:rFonts w:cs="Calibri"/>
              </w:rPr>
              <w:t>Summary of new/updated requirements</w:t>
            </w:r>
            <w:r>
              <w:rPr>
                <w:webHidden/>
              </w:rPr>
              <w:tab/>
            </w:r>
            <w:r>
              <w:rPr>
                <w:webHidden/>
              </w:rPr>
              <w:fldChar w:fldCharType="begin"/>
            </w:r>
            <w:r>
              <w:rPr>
                <w:webHidden/>
              </w:rPr>
              <w:instrText xml:space="preserve"> PAGEREF _Toc215058735 \h </w:instrText>
            </w:r>
            <w:r>
              <w:rPr>
                <w:webHidden/>
              </w:rPr>
            </w:r>
            <w:r>
              <w:rPr>
                <w:webHidden/>
              </w:rPr>
              <w:fldChar w:fldCharType="separate"/>
            </w:r>
            <w:r>
              <w:rPr>
                <w:webHidden/>
              </w:rPr>
              <w:t>14</w:t>
            </w:r>
            <w:r>
              <w:rPr>
                <w:webHidden/>
              </w:rPr>
              <w:fldChar w:fldCharType="end"/>
            </w:r>
          </w:hyperlink>
        </w:p>
        <w:p w14:paraId="097471FA" w14:textId="696B509C" w:rsidR="001D421B" w:rsidRDefault="001D421B">
          <w:pPr>
            <w:pStyle w:val="TOC2"/>
            <w:rPr>
              <w:rFonts w:asciiTheme="minorHAnsi" w:hAnsiTheme="minorHAnsi"/>
              <w:kern w:val="2"/>
              <w:sz w:val="24"/>
              <w:lang w:bidi="si-LK"/>
              <w14:ligatures w14:val="standardContextual"/>
            </w:rPr>
          </w:pPr>
          <w:hyperlink w:anchor="_Toc215058736" w:history="1">
            <w:r w:rsidRPr="00055B65">
              <w:rPr>
                <w:rStyle w:val="Hyperlink"/>
                <w:rFonts w:cs="Calibri"/>
              </w:rPr>
              <w:t>4.3</w:t>
            </w:r>
            <w:r>
              <w:rPr>
                <w:rFonts w:asciiTheme="minorHAnsi" w:hAnsiTheme="minorHAnsi"/>
                <w:kern w:val="2"/>
                <w:sz w:val="24"/>
                <w:lang w:bidi="si-LK"/>
                <w14:ligatures w14:val="standardContextual"/>
              </w:rPr>
              <w:tab/>
            </w:r>
            <w:r w:rsidRPr="00055B65">
              <w:rPr>
                <w:rStyle w:val="Hyperlink"/>
                <w:rFonts w:cs="Calibri"/>
              </w:rPr>
              <w:t>Conformance to requirements</w:t>
            </w:r>
            <w:r>
              <w:rPr>
                <w:webHidden/>
              </w:rPr>
              <w:tab/>
            </w:r>
            <w:r>
              <w:rPr>
                <w:webHidden/>
              </w:rPr>
              <w:fldChar w:fldCharType="begin"/>
            </w:r>
            <w:r>
              <w:rPr>
                <w:webHidden/>
              </w:rPr>
              <w:instrText xml:space="preserve"> PAGEREF _Toc215058736 \h </w:instrText>
            </w:r>
            <w:r>
              <w:rPr>
                <w:webHidden/>
              </w:rPr>
            </w:r>
            <w:r>
              <w:rPr>
                <w:webHidden/>
              </w:rPr>
              <w:fldChar w:fldCharType="separate"/>
            </w:r>
            <w:r>
              <w:rPr>
                <w:webHidden/>
              </w:rPr>
              <w:t>15</w:t>
            </w:r>
            <w:r>
              <w:rPr>
                <w:webHidden/>
              </w:rPr>
              <w:fldChar w:fldCharType="end"/>
            </w:r>
          </w:hyperlink>
        </w:p>
        <w:p w14:paraId="534536FF" w14:textId="0A78EFC3" w:rsidR="001D421B" w:rsidRDefault="001D421B">
          <w:pPr>
            <w:pStyle w:val="TOC1"/>
            <w:rPr>
              <w:rFonts w:asciiTheme="minorHAnsi" w:hAnsiTheme="minorHAnsi"/>
              <w:b w:val="0"/>
              <w:kern w:val="2"/>
              <w:sz w:val="24"/>
              <w:lang w:bidi="si-LK"/>
              <w14:ligatures w14:val="standardContextual"/>
            </w:rPr>
          </w:pPr>
          <w:hyperlink w:anchor="_Toc215058737" w:history="1">
            <w:r w:rsidRPr="00055B65">
              <w:rPr>
                <w:rStyle w:val="Hyperlink"/>
                <w:rFonts w:cs="Calibri"/>
              </w:rPr>
              <w:t>5</w:t>
            </w:r>
            <w:r>
              <w:rPr>
                <w:rFonts w:asciiTheme="minorHAnsi" w:hAnsiTheme="minorHAnsi"/>
                <w:b w:val="0"/>
                <w:kern w:val="2"/>
                <w:sz w:val="24"/>
                <w:lang w:bidi="si-LK"/>
                <w14:ligatures w14:val="standardContextual"/>
              </w:rPr>
              <w:tab/>
            </w:r>
            <w:r w:rsidRPr="00055B65">
              <w:rPr>
                <w:rStyle w:val="Hyperlink"/>
                <w:rFonts w:cs="Calibri"/>
              </w:rPr>
              <w:t>HI conformance testing for requirement 022000 - Validation of IHIs using updated identifiers</w:t>
            </w:r>
            <w:r>
              <w:rPr>
                <w:webHidden/>
              </w:rPr>
              <w:tab/>
            </w:r>
            <w:r>
              <w:rPr>
                <w:webHidden/>
              </w:rPr>
              <w:fldChar w:fldCharType="begin"/>
            </w:r>
            <w:r>
              <w:rPr>
                <w:webHidden/>
              </w:rPr>
              <w:instrText xml:space="preserve"> PAGEREF _Toc215058737 \h </w:instrText>
            </w:r>
            <w:r>
              <w:rPr>
                <w:webHidden/>
              </w:rPr>
            </w:r>
            <w:r>
              <w:rPr>
                <w:webHidden/>
              </w:rPr>
              <w:fldChar w:fldCharType="separate"/>
            </w:r>
            <w:r>
              <w:rPr>
                <w:webHidden/>
              </w:rPr>
              <w:t>27</w:t>
            </w:r>
            <w:r>
              <w:rPr>
                <w:webHidden/>
              </w:rPr>
              <w:fldChar w:fldCharType="end"/>
            </w:r>
          </w:hyperlink>
        </w:p>
        <w:p w14:paraId="215BB0CD" w14:textId="03D0E2F7" w:rsidR="001D421B" w:rsidRDefault="001D421B">
          <w:pPr>
            <w:pStyle w:val="TOC2"/>
            <w:rPr>
              <w:rFonts w:asciiTheme="minorHAnsi" w:hAnsiTheme="minorHAnsi"/>
              <w:kern w:val="2"/>
              <w:sz w:val="24"/>
              <w:lang w:bidi="si-LK"/>
              <w14:ligatures w14:val="standardContextual"/>
            </w:rPr>
          </w:pPr>
          <w:hyperlink w:anchor="_Toc215058738" w:history="1">
            <w:r w:rsidRPr="00055B65">
              <w:rPr>
                <w:rStyle w:val="Hyperlink"/>
                <w:rFonts w:cs="Calibri"/>
              </w:rPr>
              <w:t>5.1</w:t>
            </w:r>
            <w:r>
              <w:rPr>
                <w:rFonts w:asciiTheme="minorHAnsi" w:hAnsiTheme="minorHAnsi"/>
                <w:kern w:val="2"/>
                <w:sz w:val="24"/>
                <w:lang w:bidi="si-LK"/>
                <w14:ligatures w14:val="standardContextual"/>
              </w:rPr>
              <w:tab/>
            </w:r>
            <w:r w:rsidRPr="00055B65">
              <w:rPr>
                <w:rStyle w:val="Hyperlink"/>
                <w:rFonts w:cs="Calibri"/>
              </w:rPr>
              <w:t>Mandatory requirements</w:t>
            </w:r>
            <w:r>
              <w:rPr>
                <w:webHidden/>
              </w:rPr>
              <w:tab/>
            </w:r>
            <w:r>
              <w:rPr>
                <w:webHidden/>
              </w:rPr>
              <w:fldChar w:fldCharType="begin"/>
            </w:r>
            <w:r>
              <w:rPr>
                <w:webHidden/>
              </w:rPr>
              <w:instrText xml:space="preserve"> PAGEREF _Toc215058738 \h </w:instrText>
            </w:r>
            <w:r>
              <w:rPr>
                <w:webHidden/>
              </w:rPr>
            </w:r>
            <w:r>
              <w:rPr>
                <w:webHidden/>
              </w:rPr>
              <w:fldChar w:fldCharType="separate"/>
            </w:r>
            <w:r>
              <w:rPr>
                <w:webHidden/>
              </w:rPr>
              <w:t>27</w:t>
            </w:r>
            <w:r>
              <w:rPr>
                <w:webHidden/>
              </w:rPr>
              <w:fldChar w:fldCharType="end"/>
            </w:r>
          </w:hyperlink>
        </w:p>
        <w:p w14:paraId="559A6BFB" w14:textId="313AEF27" w:rsidR="001D421B" w:rsidRDefault="001D421B">
          <w:pPr>
            <w:pStyle w:val="TOC2"/>
            <w:rPr>
              <w:rFonts w:asciiTheme="minorHAnsi" w:hAnsiTheme="minorHAnsi"/>
              <w:kern w:val="2"/>
              <w:sz w:val="24"/>
              <w:lang w:bidi="si-LK"/>
              <w14:ligatures w14:val="standardContextual"/>
            </w:rPr>
          </w:pPr>
          <w:hyperlink w:anchor="_Toc215058739" w:history="1">
            <w:r w:rsidRPr="00055B65">
              <w:rPr>
                <w:rStyle w:val="Hyperlink"/>
                <w:rFonts w:cs="Calibri"/>
              </w:rPr>
              <w:t>5.2</w:t>
            </w:r>
            <w:r>
              <w:rPr>
                <w:rFonts w:asciiTheme="minorHAnsi" w:hAnsiTheme="minorHAnsi"/>
                <w:kern w:val="2"/>
                <w:sz w:val="24"/>
                <w:lang w:bidi="si-LK"/>
                <w14:ligatures w14:val="standardContextual"/>
              </w:rPr>
              <w:tab/>
            </w:r>
            <w:r w:rsidRPr="00055B65">
              <w:rPr>
                <w:rStyle w:val="Hyperlink"/>
                <w:rFonts w:cs="Calibri"/>
              </w:rPr>
              <w:t>Conditional requirements</w:t>
            </w:r>
            <w:r>
              <w:rPr>
                <w:webHidden/>
              </w:rPr>
              <w:tab/>
            </w:r>
            <w:r>
              <w:rPr>
                <w:webHidden/>
              </w:rPr>
              <w:fldChar w:fldCharType="begin"/>
            </w:r>
            <w:r>
              <w:rPr>
                <w:webHidden/>
              </w:rPr>
              <w:instrText xml:space="preserve"> PAGEREF _Toc215058739 \h </w:instrText>
            </w:r>
            <w:r>
              <w:rPr>
                <w:webHidden/>
              </w:rPr>
            </w:r>
            <w:r>
              <w:rPr>
                <w:webHidden/>
              </w:rPr>
              <w:fldChar w:fldCharType="separate"/>
            </w:r>
            <w:r>
              <w:rPr>
                <w:webHidden/>
              </w:rPr>
              <w:t>28</w:t>
            </w:r>
            <w:r>
              <w:rPr>
                <w:webHidden/>
              </w:rPr>
              <w:fldChar w:fldCharType="end"/>
            </w:r>
          </w:hyperlink>
        </w:p>
        <w:p w14:paraId="202D6F47" w14:textId="2E369ADA" w:rsidR="001D421B" w:rsidRDefault="001D421B">
          <w:pPr>
            <w:pStyle w:val="TOC1"/>
            <w:rPr>
              <w:rFonts w:asciiTheme="minorHAnsi" w:hAnsiTheme="minorHAnsi"/>
              <w:b w:val="0"/>
              <w:kern w:val="2"/>
              <w:sz w:val="24"/>
              <w:lang w:bidi="si-LK"/>
              <w14:ligatures w14:val="standardContextual"/>
            </w:rPr>
          </w:pPr>
          <w:hyperlink w:anchor="_Toc215058740" w:history="1">
            <w:r w:rsidRPr="00055B65">
              <w:rPr>
                <w:rStyle w:val="Hyperlink"/>
                <w:rFonts w:cs="Calibri"/>
              </w:rPr>
              <w:t>6</w:t>
            </w:r>
            <w:r>
              <w:rPr>
                <w:rFonts w:asciiTheme="minorHAnsi" w:hAnsiTheme="minorHAnsi"/>
                <w:b w:val="0"/>
                <w:kern w:val="2"/>
                <w:sz w:val="24"/>
                <w:lang w:bidi="si-LK"/>
                <w14:ligatures w14:val="standardContextual"/>
              </w:rPr>
              <w:tab/>
            </w:r>
            <w:r w:rsidRPr="00055B65">
              <w:rPr>
                <w:rStyle w:val="Hyperlink"/>
                <w:rFonts w:cs="Calibri"/>
              </w:rPr>
              <w:t>HI conformance testing for electronic prescribing</w:t>
            </w:r>
            <w:r>
              <w:rPr>
                <w:webHidden/>
              </w:rPr>
              <w:tab/>
            </w:r>
            <w:r>
              <w:rPr>
                <w:webHidden/>
              </w:rPr>
              <w:fldChar w:fldCharType="begin"/>
            </w:r>
            <w:r>
              <w:rPr>
                <w:webHidden/>
              </w:rPr>
              <w:instrText xml:space="preserve"> PAGEREF _Toc215058740 \h </w:instrText>
            </w:r>
            <w:r>
              <w:rPr>
                <w:webHidden/>
              </w:rPr>
            </w:r>
            <w:r>
              <w:rPr>
                <w:webHidden/>
              </w:rPr>
              <w:fldChar w:fldCharType="separate"/>
            </w:r>
            <w:r>
              <w:rPr>
                <w:webHidden/>
              </w:rPr>
              <w:t>29</w:t>
            </w:r>
            <w:r>
              <w:rPr>
                <w:webHidden/>
              </w:rPr>
              <w:fldChar w:fldCharType="end"/>
            </w:r>
          </w:hyperlink>
        </w:p>
        <w:p w14:paraId="0A12AA46" w14:textId="3B5F2083" w:rsidR="001D421B" w:rsidRDefault="001D421B">
          <w:pPr>
            <w:pStyle w:val="TOC2"/>
            <w:rPr>
              <w:rFonts w:asciiTheme="minorHAnsi" w:hAnsiTheme="minorHAnsi"/>
              <w:kern w:val="2"/>
              <w:sz w:val="24"/>
              <w:lang w:bidi="si-LK"/>
              <w14:ligatures w14:val="standardContextual"/>
            </w:rPr>
          </w:pPr>
          <w:hyperlink w:anchor="_Toc215058741" w:history="1">
            <w:r w:rsidRPr="00055B65">
              <w:rPr>
                <w:rStyle w:val="Hyperlink"/>
                <w:rFonts w:cs="Calibri"/>
              </w:rPr>
              <w:t>6.1</w:t>
            </w:r>
            <w:r>
              <w:rPr>
                <w:rFonts w:asciiTheme="minorHAnsi" w:hAnsiTheme="minorHAnsi"/>
                <w:kern w:val="2"/>
                <w:sz w:val="24"/>
                <w:lang w:bidi="si-LK"/>
                <w14:ligatures w14:val="standardContextual"/>
              </w:rPr>
              <w:tab/>
            </w:r>
            <w:r w:rsidRPr="00055B65">
              <w:rPr>
                <w:rStyle w:val="Hyperlink"/>
                <w:rFonts w:cs="Calibri"/>
              </w:rPr>
              <w:t>Conformance to requirements for general prescribing systems and other connecting systems</w:t>
            </w:r>
            <w:r>
              <w:rPr>
                <w:webHidden/>
              </w:rPr>
              <w:tab/>
            </w:r>
            <w:r>
              <w:rPr>
                <w:webHidden/>
              </w:rPr>
              <w:fldChar w:fldCharType="begin"/>
            </w:r>
            <w:r>
              <w:rPr>
                <w:webHidden/>
              </w:rPr>
              <w:instrText xml:space="preserve"> PAGEREF _Toc215058741 \h </w:instrText>
            </w:r>
            <w:r>
              <w:rPr>
                <w:webHidden/>
              </w:rPr>
            </w:r>
            <w:r>
              <w:rPr>
                <w:webHidden/>
              </w:rPr>
              <w:fldChar w:fldCharType="separate"/>
            </w:r>
            <w:r>
              <w:rPr>
                <w:webHidden/>
              </w:rPr>
              <w:t>29</w:t>
            </w:r>
            <w:r>
              <w:rPr>
                <w:webHidden/>
              </w:rPr>
              <w:fldChar w:fldCharType="end"/>
            </w:r>
          </w:hyperlink>
        </w:p>
        <w:p w14:paraId="091AEABE" w14:textId="7D79BF4A" w:rsidR="001D421B" w:rsidRDefault="001D421B">
          <w:pPr>
            <w:pStyle w:val="TOC2"/>
            <w:rPr>
              <w:rFonts w:asciiTheme="minorHAnsi" w:hAnsiTheme="minorHAnsi"/>
              <w:kern w:val="2"/>
              <w:sz w:val="24"/>
              <w:lang w:bidi="si-LK"/>
              <w14:ligatures w14:val="standardContextual"/>
            </w:rPr>
          </w:pPr>
          <w:hyperlink w:anchor="_Toc215058742" w:history="1">
            <w:r w:rsidRPr="00055B65">
              <w:rPr>
                <w:rStyle w:val="Hyperlink"/>
                <w:rFonts w:cs="Calibri"/>
              </w:rPr>
              <w:t>6.2</w:t>
            </w:r>
            <w:r>
              <w:rPr>
                <w:rFonts w:asciiTheme="minorHAnsi" w:hAnsiTheme="minorHAnsi"/>
                <w:kern w:val="2"/>
                <w:sz w:val="24"/>
                <w:lang w:bidi="si-LK"/>
                <w14:ligatures w14:val="standardContextual"/>
              </w:rPr>
              <w:tab/>
            </w:r>
            <w:r w:rsidRPr="00055B65">
              <w:rPr>
                <w:rStyle w:val="Hyperlink"/>
                <w:rFonts w:cs="Calibri"/>
              </w:rPr>
              <w:t>Conformance to requirements for medication chart prescribing systems</w:t>
            </w:r>
            <w:r>
              <w:rPr>
                <w:webHidden/>
              </w:rPr>
              <w:tab/>
            </w:r>
            <w:r>
              <w:rPr>
                <w:webHidden/>
              </w:rPr>
              <w:fldChar w:fldCharType="begin"/>
            </w:r>
            <w:r>
              <w:rPr>
                <w:webHidden/>
              </w:rPr>
              <w:instrText xml:space="preserve"> PAGEREF _Toc215058742 \h </w:instrText>
            </w:r>
            <w:r>
              <w:rPr>
                <w:webHidden/>
              </w:rPr>
            </w:r>
            <w:r>
              <w:rPr>
                <w:webHidden/>
              </w:rPr>
              <w:fldChar w:fldCharType="separate"/>
            </w:r>
            <w:r>
              <w:rPr>
                <w:webHidden/>
              </w:rPr>
              <w:t>31</w:t>
            </w:r>
            <w:r>
              <w:rPr>
                <w:webHidden/>
              </w:rPr>
              <w:fldChar w:fldCharType="end"/>
            </w:r>
          </w:hyperlink>
        </w:p>
        <w:p w14:paraId="68AC2E0C" w14:textId="6C8CBE7B" w:rsidR="001D421B" w:rsidRDefault="001D421B">
          <w:pPr>
            <w:pStyle w:val="TOC1"/>
            <w:rPr>
              <w:rFonts w:asciiTheme="minorHAnsi" w:hAnsiTheme="minorHAnsi"/>
              <w:b w:val="0"/>
              <w:kern w:val="2"/>
              <w:sz w:val="24"/>
              <w:lang w:bidi="si-LK"/>
              <w14:ligatures w14:val="standardContextual"/>
            </w:rPr>
          </w:pPr>
          <w:hyperlink w:anchor="_Toc215058743" w:history="1">
            <w:r w:rsidRPr="00055B65">
              <w:rPr>
                <w:rStyle w:val="Hyperlink"/>
                <w:rFonts w:cs="Calibri"/>
              </w:rPr>
              <w:t>7</w:t>
            </w:r>
            <w:r>
              <w:rPr>
                <w:rFonts w:asciiTheme="minorHAnsi" w:hAnsiTheme="minorHAnsi"/>
                <w:b w:val="0"/>
                <w:kern w:val="2"/>
                <w:sz w:val="24"/>
                <w:lang w:bidi="si-LK"/>
                <w14:ligatures w14:val="standardContextual"/>
              </w:rPr>
              <w:tab/>
            </w:r>
            <w:r w:rsidRPr="00055B65">
              <w:rPr>
                <w:rStyle w:val="Hyperlink"/>
                <w:rFonts w:cs="Calibri"/>
              </w:rPr>
              <w:t>Supporting information</w:t>
            </w:r>
            <w:r>
              <w:rPr>
                <w:webHidden/>
              </w:rPr>
              <w:tab/>
            </w:r>
            <w:r>
              <w:rPr>
                <w:webHidden/>
              </w:rPr>
              <w:fldChar w:fldCharType="begin"/>
            </w:r>
            <w:r>
              <w:rPr>
                <w:webHidden/>
              </w:rPr>
              <w:instrText xml:space="preserve"> PAGEREF _Toc215058743 \h </w:instrText>
            </w:r>
            <w:r>
              <w:rPr>
                <w:webHidden/>
              </w:rPr>
            </w:r>
            <w:r>
              <w:rPr>
                <w:webHidden/>
              </w:rPr>
              <w:fldChar w:fldCharType="separate"/>
            </w:r>
            <w:r>
              <w:rPr>
                <w:webHidden/>
              </w:rPr>
              <w:t>33</w:t>
            </w:r>
            <w:r>
              <w:rPr>
                <w:webHidden/>
              </w:rPr>
              <w:fldChar w:fldCharType="end"/>
            </w:r>
          </w:hyperlink>
        </w:p>
        <w:p w14:paraId="306F76F3" w14:textId="015980CF" w:rsidR="001D421B" w:rsidRDefault="001D421B">
          <w:pPr>
            <w:pStyle w:val="TOC1"/>
            <w:rPr>
              <w:rFonts w:asciiTheme="minorHAnsi" w:hAnsiTheme="minorHAnsi"/>
              <w:b w:val="0"/>
              <w:kern w:val="2"/>
              <w:sz w:val="24"/>
              <w:lang w:bidi="si-LK"/>
              <w14:ligatures w14:val="standardContextual"/>
            </w:rPr>
          </w:pPr>
          <w:hyperlink w:anchor="_Toc215058744" w:history="1">
            <w:r w:rsidRPr="00055B65">
              <w:rPr>
                <w:rStyle w:val="Hyperlink"/>
                <w:rFonts w:cs="Calibri"/>
              </w:rPr>
              <w:t>Acronyms</w:t>
            </w:r>
            <w:r>
              <w:rPr>
                <w:webHidden/>
              </w:rPr>
              <w:tab/>
            </w:r>
            <w:r>
              <w:rPr>
                <w:webHidden/>
              </w:rPr>
              <w:fldChar w:fldCharType="begin"/>
            </w:r>
            <w:r>
              <w:rPr>
                <w:webHidden/>
              </w:rPr>
              <w:instrText xml:space="preserve"> PAGEREF _Toc215058744 \h </w:instrText>
            </w:r>
            <w:r>
              <w:rPr>
                <w:webHidden/>
              </w:rPr>
            </w:r>
            <w:r>
              <w:rPr>
                <w:webHidden/>
              </w:rPr>
              <w:fldChar w:fldCharType="separate"/>
            </w:r>
            <w:r>
              <w:rPr>
                <w:webHidden/>
              </w:rPr>
              <w:t>34</w:t>
            </w:r>
            <w:r>
              <w:rPr>
                <w:webHidden/>
              </w:rPr>
              <w:fldChar w:fldCharType="end"/>
            </w:r>
          </w:hyperlink>
        </w:p>
        <w:p w14:paraId="3F331408" w14:textId="1ABF0F48" w:rsidR="001D421B" w:rsidRDefault="001D421B">
          <w:pPr>
            <w:pStyle w:val="TOC1"/>
            <w:rPr>
              <w:rFonts w:asciiTheme="minorHAnsi" w:hAnsiTheme="minorHAnsi"/>
              <w:b w:val="0"/>
              <w:kern w:val="2"/>
              <w:sz w:val="24"/>
              <w:lang w:bidi="si-LK"/>
              <w14:ligatures w14:val="standardContextual"/>
            </w:rPr>
          </w:pPr>
          <w:hyperlink w:anchor="_Toc215058745" w:history="1">
            <w:r w:rsidRPr="00055B65">
              <w:rPr>
                <w:rStyle w:val="Hyperlink"/>
                <w:rFonts w:cs="Calibri"/>
              </w:rPr>
              <w:t>References</w:t>
            </w:r>
            <w:r>
              <w:rPr>
                <w:webHidden/>
              </w:rPr>
              <w:tab/>
            </w:r>
            <w:r>
              <w:rPr>
                <w:webHidden/>
              </w:rPr>
              <w:fldChar w:fldCharType="begin"/>
            </w:r>
            <w:r>
              <w:rPr>
                <w:webHidden/>
              </w:rPr>
              <w:instrText xml:space="preserve"> PAGEREF _Toc215058745 \h </w:instrText>
            </w:r>
            <w:r>
              <w:rPr>
                <w:webHidden/>
              </w:rPr>
            </w:r>
            <w:r>
              <w:rPr>
                <w:webHidden/>
              </w:rPr>
              <w:fldChar w:fldCharType="separate"/>
            </w:r>
            <w:r>
              <w:rPr>
                <w:webHidden/>
              </w:rPr>
              <w:t>35</w:t>
            </w:r>
            <w:r>
              <w:rPr>
                <w:webHidden/>
              </w:rPr>
              <w:fldChar w:fldCharType="end"/>
            </w:r>
          </w:hyperlink>
        </w:p>
        <w:p w14:paraId="317DF285" w14:textId="259442E3" w:rsidR="00A74DFB" w:rsidRPr="006677D5" w:rsidRDefault="0010662E">
          <w:pPr>
            <w:rPr>
              <w:rFonts w:cs="Calibri"/>
            </w:rPr>
          </w:pPr>
          <w:r w:rsidRPr="006677D5">
            <w:rPr>
              <w:rFonts w:eastAsiaTheme="minorEastAsia" w:cs="Calibri"/>
              <w:b/>
              <w:noProof/>
              <w:szCs w:val="24"/>
              <w:lang w:eastAsia="en-AU"/>
            </w:rPr>
            <w:fldChar w:fldCharType="end"/>
          </w:r>
        </w:p>
      </w:sdtContent>
    </w:sdt>
    <w:p w14:paraId="06D668ED" w14:textId="11F0B998" w:rsidR="00A163AC" w:rsidRPr="006677D5" w:rsidRDefault="009D0AA8" w:rsidP="00800B21">
      <w:pPr>
        <w:pStyle w:val="Heading1"/>
        <w:rPr>
          <w:rFonts w:cs="Calibri"/>
        </w:rPr>
      </w:pPr>
      <w:bookmarkStart w:id="2" w:name="_Toc215058722"/>
      <w:r w:rsidRPr="006677D5">
        <w:rPr>
          <w:rFonts w:cs="Calibri"/>
        </w:rPr>
        <w:lastRenderedPageBreak/>
        <w:t>Introduction</w:t>
      </w:r>
      <w:bookmarkEnd w:id="2"/>
    </w:p>
    <w:p w14:paraId="0D6EB664" w14:textId="0F03F1FF" w:rsidR="00920024" w:rsidRPr="006677D5" w:rsidRDefault="00920024" w:rsidP="00800B21">
      <w:pPr>
        <w:pStyle w:val="Heading2"/>
        <w:rPr>
          <w:rFonts w:cs="Calibri"/>
        </w:rPr>
      </w:pPr>
      <w:bookmarkStart w:id="3" w:name="_Toc215058723"/>
      <w:r w:rsidRPr="006677D5">
        <w:rPr>
          <w:rStyle w:val="normaltextrun"/>
          <w:rFonts w:cs="Calibri"/>
        </w:rPr>
        <w:t>Overview</w:t>
      </w:r>
      <w:bookmarkEnd w:id="3"/>
      <w:r w:rsidRPr="006677D5">
        <w:rPr>
          <w:rStyle w:val="eop"/>
          <w:rFonts w:cs="Calibri"/>
        </w:rPr>
        <w:t> </w:t>
      </w:r>
    </w:p>
    <w:p w14:paraId="6B57D179" w14:textId="4CC95326" w:rsidR="00920024" w:rsidRPr="00556BB5" w:rsidRDefault="00920024" w:rsidP="00800B21">
      <w:pPr>
        <w:pStyle w:val="BodyText"/>
        <w:rPr>
          <w:rFonts w:cs="Calibri"/>
        </w:rPr>
      </w:pPr>
      <w:r w:rsidRPr="006677D5">
        <w:rPr>
          <w:rFonts w:cs="Calibri"/>
        </w:rPr>
        <w:t>The Australian Digital Health Agency has specified a set of conformance requirements for health software that uses healthcare identifiers (HI).  A developer who wishes to claim that their software conforms to the requirements for using healthcare identifiers must complete this Implementation Conformance Statement (ICS) to indicate which requirements are satisfied by their healthcare identifiers implementation.</w:t>
      </w:r>
      <w:r w:rsidRPr="003B5C15">
        <w:rPr>
          <w:rStyle w:val="eop"/>
          <w:rFonts w:cs="Calibri"/>
          <w:szCs w:val="22"/>
        </w:rPr>
        <w:t> </w:t>
      </w:r>
    </w:p>
    <w:p w14:paraId="2D0A7D84" w14:textId="32CAD756" w:rsidR="00B54219" w:rsidRPr="003B5C15" w:rsidRDefault="007D785A" w:rsidP="00B54219">
      <w:pPr>
        <w:pStyle w:val="BodyText"/>
        <w:rPr>
          <w:rFonts w:cs="Calibri"/>
          <w:szCs w:val="22"/>
        </w:rPr>
      </w:pPr>
      <w:r w:rsidRPr="003B5C15">
        <w:rPr>
          <w:rFonts w:cs="Calibri"/>
          <w:szCs w:val="22"/>
        </w:rPr>
        <w:t xml:space="preserve">The ICS </w:t>
      </w:r>
      <w:r w:rsidR="00B54219" w:rsidRPr="003B5C15">
        <w:rPr>
          <w:rFonts w:cs="Calibri"/>
          <w:szCs w:val="22"/>
        </w:rPr>
        <w:t>must be completed before a developer’s HI implementation is allowed to access the H</w:t>
      </w:r>
      <w:r w:rsidR="00753F52" w:rsidRPr="003B5C15">
        <w:rPr>
          <w:rFonts w:cs="Calibri"/>
          <w:szCs w:val="22"/>
        </w:rPr>
        <w:t xml:space="preserve">ealthcare Identifiers (HI </w:t>
      </w:r>
      <w:r w:rsidR="00B54219" w:rsidRPr="003B5C15">
        <w:rPr>
          <w:rFonts w:cs="Calibri"/>
          <w:szCs w:val="22"/>
        </w:rPr>
        <w:t>Service</w:t>
      </w:r>
      <w:r w:rsidR="00753F52" w:rsidRPr="003B5C15">
        <w:rPr>
          <w:rFonts w:cs="Calibri"/>
          <w:szCs w:val="22"/>
        </w:rPr>
        <w:t>)</w:t>
      </w:r>
      <w:r w:rsidR="00B54219" w:rsidRPr="003B5C15">
        <w:rPr>
          <w:rFonts w:cs="Calibri"/>
          <w:szCs w:val="22"/>
        </w:rPr>
        <w:t xml:space="preserve">, as outlined in the </w:t>
      </w:r>
      <w:r w:rsidR="00B54219" w:rsidRPr="003B5C15">
        <w:rPr>
          <w:rFonts w:cs="Calibri"/>
          <w:i/>
          <w:iCs/>
          <w:szCs w:val="22"/>
        </w:rPr>
        <w:t xml:space="preserve">Healthcare Identifiers </w:t>
      </w:r>
      <w:r w:rsidR="00FD38DA" w:rsidRPr="003B5C15">
        <w:rPr>
          <w:rFonts w:cs="Calibri"/>
          <w:i/>
          <w:iCs/>
          <w:szCs w:val="22"/>
        </w:rPr>
        <w:t xml:space="preserve">Software - </w:t>
      </w:r>
      <w:r w:rsidR="00B54219" w:rsidRPr="003B5C15">
        <w:rPr>
          <w:rFonts w:cs="Calibri"/>
          <w:i/>
          <w:iCs/>
          <w:szCs w:val="22"/>
        </w:rPr>
        <w:t xml:space="preserve">Conformance Assessment Scheme </w:t>
      </w:r>
      <w:r w:rsidR="00B54219" w:rsidRPr="003B5C15">
        <w:rPr>
          <w:rFonts w:cs="Calibri"/>
          <w:szCs w:val="22"/>
        </w:rPr>
        <w:t>[</w:t>
      </w:r>
      <w:r w:rsidR="00F5664A" w:rsidRPr="003B5C15">
        <w:rPr>
          <w:rFonts w:cs="Calibri"/>
          <w:szCs w:val="22"/>
        </w:rPr>
        <w:t>Agency202</w:t>
      </w:r>
      <w:r w:rsidR="007B62BB" w:rsidRPr="003B5C15">
        <w:rPr>
          <w:rFonts w:cs="Calibri"/>
          <w:szCs w:val="22"/>
        </w:rPr>
        <w:t>5</w:t>
      </w:r>
      <w:r w:rsidR="00F5664A" w:rsidRPr="003B5C15">
        <w:rPr>
          <w:rFonts w:cs="Calibri"/>
          <w:szCs w:val="22"/>
        </w:rPr>
        <w:t>a</w:t>
      </w:r>
      <w:r w:rsidR="00B54219" w:rsidRPr="003B5C15">
        <w:rPr>
          <w:rFonts w:cs="Calibri"/>
          <w:szCs w:val="22"/>
        </w:rPr>
        <w:t>].</w:t>
      </w:r>
    </w:p>
    <w:p w14:paraId="622F0CA0" w14:textId="4E7CA673" w:rsidR="000108C2" w:rsidRPr="003B5C15" w:rsidRDefault="000108C2" w:rsidP="00800B21">
      <w:pPr>
        <w:pStyle w:val="BodyText"/>
        <w:spacing w:before="240" w:after="60"/>
        <w:rPr>
          <w:rFonts w:cs="Calibri"/>
          <w:szCs w:val="22"/>
        </w:rPr>
      </w:pPr>
      <w:r w:rsidRPr="003B5C15">
        <w:rPr>
          <w:rFonts w:cs="Calibri"/>
          <w:b/>
          <w:bCs/>
          <w:szCs w:val="22"/>
        </w:rPr>
        <w:t>My Health Record</w:t>
      </w:r>
    </w:p>
    <w:p w14:paraId="3CCAA972" w14:textId="42F8BE10" w:rsidR="00B227FD" w:rsidRPr="003B5C15" w:rsidRDefault="00611F6B" w:rsidP="00B54219">
      <w:pPr>
        <w:pStyle w:val="BodyText"/>
        <w:rPr>
          <w:rFonts w:cs="Calibri"/>
          <w:szCs w:val="22"/>
        </w:rPr>
      </w:pPr>
      <w:r w:rsidRPr="003B5C15">
        <w:rPr>
          <w:rFonts w:cs="Calibri"/>
          <w:szCs w:val="22"/>
        </w:rPr>
        <w:t xml:space="preserve">The requirements for </w:t>
      </w:r>
      <w:r w:rsidR="000108C2" w:rsidRPr="003B5C15">
        <w:rPr>
          <w:rFonts w:cs="Calibri"/>
          <w:szCs w:val="22"/>
        </w:rPr>
        <w:t>c</w:t>
      </w:r>
      <w:r w:rsidRPr="003B5C15">
        <w:rPr>
          <w:rFonts w:cs="Calibri"/>
          <w:szCs w:val="22"/>
        </w:rPr>
        <w:t xml:space="preserve">linical </w:t>
      </w:r>
      <w:r w:rsidR="000108C2" w:rsidRPr="003B5C15">
        <w:rPr>
          <w:rFonts w:cs="Calibri"/>
          <w:szCs w:val="22"/>
        </w:rPr>
        <w:t>i</w:t>
      </w:r>
      <w:r w:rsidRPr="003B5C15">
        <w:rPr>
          <w:rFonts w:cs="Calibri"/>
          <w:szCs w:val="22"/>
        </w:rPr>
        <w:t xml:space="preserve">nformation </w:t>
      </w:r>
      <w:r w:rsidR="000108C2" w:rsidRPr="003B5C15">
        <w:rPr>
          <w:rFonts w:cs="Calibri"/>
          <w:szCs w:val="22"/>
        </w:rPr>
        <w:t>s</w:t>
      </w:r>
      <w:r w:rsidRPr="003B5C15">
        <w:rPr>
          <w:rFonts w:cs="Calibri"/>
          <w:szCs w:val="22"/>
        </w:rPr>
        <w:t xml:space="preserve">ystem (CIS) conformance assessment </w:t>
      </w:r>
      <w:r w:rsidR="00B54219" w:rsidRPr="003B5C15">
        <w:rPr>
          <w:rFonts w:cs="Calibri"/>
          <w:szCs w:val="22"/>
        </w:rPr>
        <w:t xml:space="preserve">must be met by any clinical information system before it is allowed to access the </w:t>
      </w:r>
      <w:r w:rsidR="00046257" w:rsidRPr="003B5C15">
        <w:rPr>
          <w:rFonts w:cs="Calibri"/>
          <w:szCs w:val="22"/>
        </w:rPr>
        <w:t>My Health Record</w:t>
      </w:r>
      <w:r w:rsidR="00B54219" w:rsidRPr="003B5C15">
        <w:rPr>
          <w:rFonts w:cs="Calibri"/>
          <w:szCs w:val="22"/>
        </w:rPr>
        <w:t xml:space="preserve"> System, as outlined in the </w:t>
      </w:r>
      <w:r w:rsidR="00DF5818" w:rsidRPr="003B5C15">
        <w:rPr>
          <w:rFonts w:cs="Calibri"/>
          <w:i/>
          <w:iCs/>
          <w:szCs w:val="22"/>
        </w:rPr>
        <w:t>My Health Record System</w:t>
      </w:r>
      <w:r w:rsidR="00F5664A" w:rsidRPr="003B5C15">
        <w:rPr>
          <w:rFonts w:cs="Calibri"/>
          <w:i/>
          <w:iCs/>
          <w:szCs w:val="22"/>
        </w:rPr>
        <w:t xml:space="preserve"> Conformance Assessment Scheme</w:t>
      </w:r>
      <w:r w:rsidR="00CB5FA5" w:rsidRPr="003B5C15">
        <w:rPr>
          <w:rFonts w:cs="Calibri"/>
          <w:szCs w:val="22"/>
        </w:rPr>
        <w:t xml:space="preserve"> </w:t>
      </w:r>
      <w:r w:rsidR="00B54219" w:rsidRPr="003B5C15">
        <w:rPr>
          <w:rFonts w:cs="Calibri"/>
          <w:szCs w:val="22"/>
        </w:rPr>
        <w:t>[</w:t>
      </w:r>
      <w:r w:rsidR="00FD38DA" w:rsidRPr="003B5C15">
        <w:rPr>
          <w:rFonts w:cs="Calibri"/>
          <w:szCs w:val="22"/>
        </w:rPr>
        <w:t>A</w:t>
      </w:r>
      <w:r w:rsidR="003F4CBB" w:rsidRPr="003B5C15">
        <w:rPr>
          <w:rFonts w:cs="Calibri"/>
          <w:szCs w:val="22"/>
        </w:rPr>
        <w:t>gency</w:t>
      </w:r>
      <w:r w:rsidR="00B54219" w:rsidRPr="003B5C15">
        <w:rPr>
          <w:rFonts w:cs="Calibri"/>
          <w:szCs w:val="22"/>
        </w:rPr>
        <w:t>20</w:t>
      </w:r>
      <w:r w:rsidR="00DF5818" w:rsidRPr="003B5C15">
        <w:rPr>
          <w:rFonts w:cs="Calibri"/>
          <w:szCs w:val="22"/>
        </w:rPr>
        <w:t>24</w:t>
      </w:r>
      <w:r w:rsidR="003B5C15">
        <w:rPr>
          <w:rFonts w:cs="Calibri"/>
          <w:szCs w:val="22"/>
        </w:rPr>
        <w:t>a</w:t>
      </w:r>
      <w:r w:rsidR="00B54219" w:rsidRPr="003B5C15">
        <w:rPr>
          <w:rFonts w:cs="Calibri"/>
          <w:szCs w:val="22"/>
        </w:rPr>
        <w:t xml:space="preserve">]. </w:t>
      </w:r>
    </w:p>
    <w:p w14:paraId="01CCA7BD" w14:textId="1DA4D176" w:rsidR="00D273A5" w:rsidRPr="003B5C15" w:rsidRDefault="00D273A5" w:rsidP="00800B21">
      <w:pPr>
        <w:pStyle w:val="BodyText"/>
        <w:spacing w:before="240" w:after="60"/>
        <w:rPr>
          <w:rFonts w:cs="Calibri"/>
          <w:b/>
          <w:bCs/>
          <w:szCs w:val="22"/>
        </w:rPr>
      </w:pPr>
      <w:r w:rsidRPr="003B5C15">
        <w:rPr>
          <w:rFonts w:cs="Calibri"/>
          <w:b/>
          <w:bCs/>
          <w:szCs w:val="22"/>
        </w:rPr>
        <w:t>Electronic prescribing </w:t>
      </w:r>
    </w:p>
    <w:p w14:paraId="3E96567A" w14:textId="5BA03FA8" w:rsidR="00F5664A" w:rsidRPr="003B5C15" w:rsidRDefault="00F5664A" w:rsidP="00B54219">
      <w:pPr>
        <w:pStyle w:val="BodyText"/>
        <w:rPr>
          <w:rFonts w:cs="Calibri"/>
          <w:szCs w:val="22"/>
        </w:rPr>
      </w:pPr>
      <w:r w:rsidRPr="003B5C15">
        <w:rPr>
          <w:rFonts w:cs="Calibri"/>
          <w:szCs w:val="22"/>
        </w:rPr>
        <w:t xml:space="preserve">The specific process for assessing the conformance of </w:t>
      </w:r>
      <w:r w:rsidR="000B1B2E" w:rsidRPr="003B5C15">
        <w:rPr>
          <w:rFonts w:cs="Calibri"/>
          <w:szCs w:val="22"/>
        </w:rPr>
        <w:t xml:space="preserve">a </w:t>
      </w:r>
      <w:r w:rsidRPr="003B5C15">
        <w:rPr>
          <w:rFonts w:cs="Calibri"/>
          <w:szCs w:val="22"/>
        </w:rPr>
        <w:t xml:space="preserve">clinical information system in </w:t>
      </w:r>
      <w:r w:rsidR="000B1B2E" w:rsidRPr="003B5C15">
        <w:rPr>
          <w:rFonts w:cs="Calibri"/>
          <w:szCs w:val="22"/>
        </w:rPr>
        <w:t>e</w:t>
      </w:r>
      <w:r w:rsidRPr="003B5C15">
        <w:rPr>
          <w:rFonts w:cs="Calibri"/>
          <w:szCs w:val="22"/>
        </w:rPr>
        <w:t xml:space="preserve">lectronic </w:t>
      </w:r>
      <w:r w:rsidR="000B1B2E" w:rsidRPr="003B5C15">
        <w:rPr>
          <w:rFonts w:cs="Calibri"/>
          <w:szCs w:val="22"/>
        </w:rPr>
        <w:t>p</w:t>
      </w:r>
      <w:r w:rsidR="00B227FD" w:rsidRPr="003B5C15">
        <w:rPr>
          <w:rFonts w:cs="Calibri"/>
          <w:szCs w:val="22"/>
        </w:rPr>
        <w:t>rescribing</w:t>
      </w:r>
      <w:r w:rsidRPr="003B5C15">
        <w:rPr>
          <w:rFonts w:cs="Calibri"/>
          <w:szCs w:val="22"/>
        </w:rPr>
        <w:t xml:space="preserve"> is outlined in the </w:t>
      </w:r>
      <w:r w:rsidRPr="003B5C15">
        <w:rPr>
          <w:rFonts w:cs="Calibri"/>
          <w:i/>
          <w:iCs/>
          <w:szCs w:val="22"/>
        </w:rPr>
        <w:t>Electronic Prescribing Conformance Assessment Scheme</w:t>
      </w:r>
      <w:r w:rsidR="00D810FC" w:rsidRPr="003B5C15">
        <w:rPr>
          <w:rFonts w:cs="Calibri"/>
          <w:i/>
          <w:iCs/>
          <w:szCs w:val="22"/>
        </w:rPr>
        <w:t xml:space="preserve"> </w:t>
      </w:r>
      <w:r w:rsidRPr="003B5C15">
        <w:rPr>
          <w:rFonts w:cs="Calibri"/>
          <w:szCs w:val="22"/>
        </w:rPr>
        <w:t>[Agency20</w:t>
      </w:r>
      <w:r w:rsidR="00CA34DA" w:rsidRPr="003B5C15">
        <w:rPr>
          <w:rFonts w:cs="Calibri"/>
          <w:szCs w:val="22"/>
        </w:rPr>
        <w:t>20</w:t>
      </w:r>
      <w:r w:rsidR="003B5C15">
        <w:rPr>
          <w:rFonts w:cs="Calibri"/>
          <w:szCs w:val="22"/>
        </w:rPr>
        <w:t>a</w:t>
      </w:r>
      <w:r w:rsidRPr="003B5C15">
        <w:rPr>
          <w:rFonts w:cs="Calibri"/>
          <w:szCs w:val="22"/>
        </w:rPr>
        <w:t xml:space="preserve">]. </w:t>
      </w:r>
    </w:p>
    <w:p w14:paraId="067DFD29" w14:textId="72EEC35A" w:rsidR="00B54219" w:rsidRPr="003B5C15" w:rsidRDefault="00F5664A" w:rsidP="009307CE">
      <w:pPr>
        <w:pStyle w:val="BodyText"/>
        <w:rPr>
          <w:rFonts w:cs="Calibri"/>
          <w:szCs w:val="22"/>
        </w:rPr>
      </w:pPr>
      <w:r w:rsidRPr="003B5C15">
        <w:rPr>
          <w:rFonts w:cs="Calibri"/>
          <w:szCs w:val="22"/>
        </w:rPr>
        <w:t>The clinical information system m</w:t>
      </w:r>
      <w:r w:rsidR="00B227FD" w:rsidRPr="003B5C15">
        <w:rPr>
          <w:rFonts w:cs="Calibri"/>
          <w:szCs w:val="22"/>
        </w:rPr>
        <w:t xml:space="preserve">ust meet the relevant </w:t>
      </w:r>
      <w:r w:rsidRPr="003B5C15">
        <w:rPr>
          <w:rFonts w:cs="Calibri"/>
          <w:szCs w:val="22"/>
        </w:rPr>
        <w:t xml:space="preserve">HI Service </w:t>
      </w:r>
      <w:r w:rsidR="00B227FD" w:rsidRPr="003B5C15">
        <w:rPr>
          <w:rFonts w:cs="Calibri"/>
          <w:szCs w:val="22"/>
        </w:rPr>
        <w:t xml:space="preserve">requirements as outlined in the </w:t>
      </w:r>
      <w:r w:rsidR="005F5045" w:rsidRPr="00556BB5">
        <w:rPr>
          <w:rFonts w:cs="Calibri"/>
        </w:rPr>
        <w:t xml:space="preserve">relevant Electronic Prescribing Conformance Profile(s). </w:t>
      </w:r>
    </w:p>
    <w:p w14:paraId="27758439" w14:textId="480F1684" w:rsidR="0028488A" w:rsidRPr="003B5C15" w:rsidRDefault="0028488A" w:rsidP="00800B21">
      <w:pPr>
        <w:pStyle w:val="BodyText"/>
        <w:spacing w:before="240" w:after="60"/>
        <w:rPr>
          <w:rFonts w:cs="Calibri"/>
          <w:b/>
          <w:bCs/>
          <w:szCs w:val="22"/>
        </w:rPr>
      </w:pPr>
      <w:r w:rsidRPr="003B5C15">
        <w:rPr>
          <w:rFonts w:cs="Calibri"/>
          <w:b/>
          <w:bCs/>
          <w:szCs w:val="22"/>
        </w:rPr>
        <w:t>Conformance testing</w:t>
      </w:r>
    </w:p>
    <w:p w14:paraId="2A65B6F5" w14:textId="5D056943" w:rsidR="00B54219" w:rsidRPr="003B5C15" w:rsidRDefault="00F41C14" w:rsidP="00B54219">
      <w:pPr>
        <w:pStyle w:val="BodyText"/>
        <w:rPr>
          <w:rFonts w:cs="Calibri"/>
          <w:szCs w:val="22"/>
        </w:rPr>
      </w:pPr>
      <w:r w:rsidRPr="003B5C15">
        <w:rPr>
          <w:rFonts w:cs="Calibri"/>
          <w:szCs w:val="22"/>
        </w:rPr>
        <w:t>Use this form (as a developer) to provide</w:t>
      </w:r>
      <w:r w:rsidR="0051437B" w:rsidRPr="003B5C15">
        <w:rPr>
          <w:rFonts w:cs="Calibri"/>
          <w:szCs w:val="22"/>
        </w:rPr>
        <w:t xml:space="preserve"> i</w:t>
      </w:r>
      <w:r w:rsidR="00B54219" w:rsidRPr="003B5C15">
        <w:rPr>
          <w:rFonts w:cs="Calibri"/>
          <w:szCs w:val="22"/>
        </w:rPr>
        <w:t xml:space="preserve">nformation </w:t>
      </w:r>
      <w:r w:rsidR="00725344" w:rsidRPr="003B5C15">
        <w:rPr>
          <w:rFonts w:cs="Calibri"/>
          <w:szCs w:val="22"/>
        </w:rPr>
        <w:t xml:space="preserve">to the Agency </w:t>
      </w:r>
      <w:r w:rsidR="00B54219" w:rsidRPr="003B5C15">
        <w:rPr>
          <w:rFonts w:cs="Calibri"/>
          <w:szCs w:val="22"/>
        </w:rPr>
        <w:t xml:space="preserve">about </w:t>
      </w:r>
      <w:r w:rsidR="00725344" w:rsidRPr="003B5C15">
        <w:rPr>
          <w:rFonts w:cs="Calibri"/>
          <w:szCs w:val="22"/>
        </w:rPr>
        <w:t>proposed</w:t>
      </w:r>
      <w:r w:rsidR="00E71049" w:rsidRPr="003B5C15">
        <w:rPr>
          <w:rFonts w:cs="Calibri"/>
          <w:szCs w:val="22"/>
        </w:rPr>
        <w:t xml:space="preserve"> </w:t>
      </w:r>
      <w:r w:rsidR="00B54219" w:rsidRPr="003B5C15">
        <w:rPr>
          <w:rFonts w:cs="Calibri"/>
          <w:szCs w:val="22"/>
        </w:rPr>
        <w:t xml:space="preserve">HI business use cases, HI Service web services and conformance requirements supported </w:t>
      </w:r>
      <w:r w:rsidR="00E71049" w:rsidRPr="003B5C15">
        <w:rPr>
          <w:rFonts w:cs="Calibri"/>
          <w:szCs w:val="22"/>
        </w:rPr>
        <w:t xml:space="preserve">your </w:t>
      </w:r>
      <w:r w:rsidR="00B54219" w:rsidRPr="003B5C15">
        <w:rPr>
          <w:rFonts w:cs="Calibri"/>
          <w:szCs w:val="22"/>
        </w:rPr>
        <w:t xml:space="preserve">HI </w:t>
      </w:r>
      <w:r w:rsidR="00E71049" w:rsidRPr="003B5C15">
        <w:rPr>
          <w:rFonts w:cs="Calibri"/>
          <w:szCs w:val="22"/>
        </w:rPr>
        <w:t xml:space="preserve">or </w:t>
      </w:r>
      <w:r w:rsidR="00BB7E9B" w:rsidRPr="003B5C15">
        <w:rPr>
          <w:rFonts w:cs="Calibri"/>
          <w:szCs w:val="22"/>
        </w:rPr>
        <w:t>e</w:t>
      </w:r>
      <w:r w:rsidR="008C4BF1" w:rsidRPr="003B5C15">
        <w:rPr>
          <w:rFonts w:cs="Calibri"/>
          <w:szCs w:val="22"/>
        </w:rPr>
        <w:t xml:space="preserve">lectronic </w:t>
      </w:r>
      <w:r w:rsidR="00BB7E9B" w:rsidRPr="003B5C15">
        <w:rPr>
          <w:rFonts w:cs="Calibri"/>
          <w:szCs w:val="22"/>
        </w:rPr>
        <w:t>p</w:t>
      </w:r>
      <w:r w:rsidR="008C4BF1" w:rsidRPr="003B5C15">
        <w:rPr>
          <w:rFonts w:cs="Calibri"/>
          <w:szCs w:val="22"/>
        </w:rPr>
        <w:t xml:space="preserve">rescribing </w:t>
      </w:r>
      <w:r w:rsidR="00364BEF" w:rsidRPr="003B5C15">
        <w:rPr>
          <w:rFonts w:cs="Calibri"/>
          <w:szCs w:val="22"/>
        </w:rPr>
        <w:t>implementation. The</w:t>
      </w:r>
      <w:r w:rsidR="00BB7E9B" w:rsidRPr="003B5C15">
        <w:rPr>
          <w:rFonts w:cs="Calibri"/>
          <w:szCs w:val="22"/>
        </w:rPr>
        <w:t xml:space="preserve"> information you provide is used for the Agency’s conformance testing.</w:t>
      </w:r>
      <w:r w:rsidR="00B54219" w:rsidRPr="003B5C15">
        <w:rPr>
          <w:rFonts w:cs="Calibri"/>
          <w:szCs w:val="22"/>
        </w:rPr>
        <w:t xml:space="preserve">  The Agency will only test and report on those aspects of the HI implementation that are declared in the ICS.  </w:t>
      </w:r>
    </w:p>
    <w:p w14:paraId="1B289D2A" w14:textId="0AB4F76D" w:rsidR="00B54219" w:rsidRPr="003B5C15" w:rsidRDefault="00355C79" w:rsidP="00B54219">
      <w:pPr>
        <w:pStyle w:val="BodyText"/>
        <w:rPr>
          <w:rFonts w:cs="Calibri"/>
          <w:szCs w:val="22"/>
        </w:rPr>
      </w:pPr>
      <w:r w:rsidRPr="003B5C15">
        <w:rPr>
          <w:rFonts w:cs="Calibri"/>
          <w:szCs w:val="22"/>
        </w:rPr>
        <w:t xml:space="preserve">When conformance testing has completed, </w:t>
      </w:r>
      <w:r w:rsidR="00B54219" w:rsidRPr="003B5C15">
        <w:rPr>
          <w:rFonts w:cs="Calibri"/>
          <w:szCs w:val="22"/>
        </w:rPr>
        <w:t xml:space="preserve">the Agency will </w:t>
      </w:r>
      <w:r w:rsidR="001B1466" w:rsidRPr="003B5C15">
        <w:rPr>
          <w:rFonts w:cs="Calibri"/>
          <w:szCs w:val="22"/>
        </w:rPr>
        <w:t xml:space="preserve">give </w:t>
      </w:r>
      <w:r w:rsidR="0022420F" w:rsidRPr="003B5C15">
        <w:rPr>
          <w:rFonts w:cs="Calibri"/>
          <w:szCs w:val="22"/>
        </w:rPr>
        <w:t>you a</w:t>
      </w:r>
      <w:r w:rsidR="00B54219" w:rsidRPr="003B5C15">
        <w:rPr>
          <w:rFonts w:cs="Calibri"/>
          <w:szCs w:val="22"/>
        </w:rPr>
        <w:t xml:space="preserve"> </w:t>
      </w:r>
      <w:r w:rsidRPr="003B5C15">
        <w:rPr>
          <w:rFonts w:cs="Calibri"/>
          <w:szCs w:val="22"/>
        </w:rPr>
        <w:t>Test Summary Report (TSR)</w:t>
      </w:r>
      <w:r w:rsidR="00B54219" w:rsidRPr="003B5C15">
        <w:rPr>
          <w:rFonts w:cs="Calibri"/>
          <w:szCs w:val="22"/>
        </w:rPr>
        <w:t xml:space="preserve">. If </w:t>
      </w:r>
      <w:r w:rsidR="00657534" w:rsidRPr="003B5C15">
        <w:rPr>
          <w:rFonts w:cs="Calibri"/>
          <w:szCs w:val="22"/>
        </w:rPr>
        <w:t xml:space="preserve">your </w:t>
      </w:r>
      <w:r w:rsidR="00B54219" w:rsidRPr="003B5C15">
        <w:rPr>
          <w:rFonts w:cs="Calibri"/>
          <w:szCs w:val="22"/>
        </w:rPr>
        <w:t xml:space="preserve">implementation passes all relevant tests, </w:t>
      </w:r>
      <w:r w:rsidR="00657534" w:rsidRPr="003B5C15">
        <w:rPr>
          <w:rFonts w:cs="Calibri"/>
          <w:szCs w:val="22"/>
        </w:rPr>
        <w:t>you</w:t>
      </w:r>
      <w:r w:rsidR="00B54219" w:rsidRPr="003B5C15">
        <w:rPr>
          <w:rFonts w:cs="Calibri"/>
          <w:szCs w:val="22"/>
        </w:rPr>
        <w:t xml:space="preserve"> can complete a</w:t>
      </w:r>
      <w:r w:rsidR="008C373B" w:rsidRPr="003B5C15">
        <w:rPr>
          <w:rFonts w:cs="Calibri"/>
          <w:szCs w:val="22"/>
        </w:rPr>
        <w:t>n</w:t>
      </w:r>
      <w:r w:rsidR="00B54219" w:rsidRPr="003B5C15">
        <w:rPr>
          <w:rFonts w:cs="Calibri"/>
          <w:szCs w:val="22"/>
        </w:rPr>
        <w:t xml:space="preserve"> HI Declaration of Conformity.  </w:t>
      </w:r>
      <w:r w:rsidR="00903466" w:rsidRPr="003B5C15">
        <w:rPr>
          <w:rFonts w:cs="Calibri"/>
          <w:szCs w:val="22"/>
        </w:rPr>
        <w:t>You must submit t</w:t>
      </w:r>
      <w:r w:rsidR="00B54219" w:rsidRPr="003B5C15">
        <w:rPr>
          <w:rFonts w:cs="Calibri"/>
          <w:szCs w:val="22"/>
        </w:rPr>
        <w:t xml:space="preserve">he </w:t>
      </w:r>
      <w:r w:rsidRPr="003B5C15">
        <w:rPr>
          <w:rFonts w:cs="Calibri"/>
          <w:szCs w:val="22"/>
        </w:rPr>
        <w:t>Test Summary Report</w:t>
      </w:r>
      <w:r w:rsidR="00B54219" w:rsidRPr="003B5C15">
        <w:rPr>
          <w:rFonts w:cs="Calibri"/>
          <w:szCs w:val="22"/>
        </w:rPr>
        <w:t xml:space="preserve">, HI Declaration of Conformity and the ICS to Services Australia before </w:t>
      </w:r>
      <w:r w:rsidR="005015AF" w:rsidRPr="003B5C15">
        <w:rPr>
          <w:rFonts w:cs="Calibri"/>
          <w:szCs w:val="22"/>
        </w:rPr>
        <w:t>your CIS</w:t>
      </w:r>
      <w:r w:rsidR="00B54219" w:rsidRPr="003B5C15">
        <w:rPr>
          <w:rFonts w:cs="Calibri"/>
          <w:szCs w:val="22"/>
        </w:rPr>
        <w:t xml:space="preserve"> is allowed to access the</w:t>
      </w:r>
      <w:r w:rsidRPr="003B5C15">
        <w:rPr>
          <w:rFonts w:cs="Calibri"/>
          <w:szCs w:val="22"/>
        </w:rPr>
        <w:t xml:space="preserve"> production</w:t>
      </w:r>
      <w:r w:rsidR="00B54219" w:rsidRPr="003B5C15">
        <w:rPr>
          <w:rFonts w:cs="Calibri"/>
          <w:szCs w:val="22"/>
        </w:rPr>
        <w:t xml:space="preserve"> HI Service.</w:t>
      </w:r>
    </w:p>
    <w:p w14:paraId="002204AA" w14:textId="79F154BE" w:rsidR="00B54219" w:rsidRPr="003B5C15" w:rsidRDefault="00ED5A53" w:rsidP="00FA7CC4">
      <w:pPr>
        <w:ind w:left="851"/>
        <w:rPr>
          <w:rFonts w:cs="Calibri"/>
        </w:rPr>
      </w:pPr>
      <w:r w:rsidRPr="003B5C15">
        <w:rPr>
          <w:rFonts w:cs="Calibri"/>
        </w:rPr>
        <w:t xml:space="preserve">During conformance testing, if differences are observed between the ICS and the operation of </w:t>
      </w:r>
      <w:r w:rsidR="000022E7" w:rsidRPr="003B5C15">
        <w:rPr>
          <w:rFonts w:cs="Calibri"/>
        </w:rPr>
        <w:t xml:space="preserve">your </w:t>
      </w:r>
      <w:r w:rsidRPr="003B5C15">
        <w:rPr>
          <w:rFonts w:cs="Calibri"/>
        </w:rPr>
        <w:t>software in respect to indicated use case, requirements or web services,</w:t>
      </w:r>
      <w:r w:rsidR="00B54219" w:rsidRPr="003B5C15">
        <w:rPr>
          <w:rFonts w:cs="Calibri"/>
        </w:rPr>
        <w:t xml:space="preserve"> an ICS may be </w:t>
      </w:r>
      <w:r w:rsidR="00D400BA" w:rsidRPr="003B5C15">
        <w:rPr>
          <w:rFonts w:cs="Calibri"/>
        </w:rPr>
        <w:t>amended,</w:t>
      </w:r>
      <w:r w:rsidR="00B54219" w:rsidRPr="003B5C15">
        <w:rPr>
          <w:rFonts w:cs="Calibri"/>
        </w:rPr>
        <w:t xml:space="preserve"> or a new ICS may be completed (if required) depending on </w:t>
      </w:r>
      <w:r w:rsidR="000022E7" w:rsidRPr="003B5C15">
        <w:rPr>
          <w:rFonts w:cs="Calibri"/>
        </w:rPr>
        <w:t>your or the Agency’s</w:t>
      </w:r>
      <w:r w:rsidR="001C4FDA" w:rsidRPr="003B5C15">
        <w:rPr>
          <w:rFonts w:cs="Calibri"/>
          <w:u w:val="single"/>
        </w:rPr>
        <w:t xml:space="preserve"> </w:t>
      </w:r>
      <w:r w:rsidR="00B54219" w:rsidRPr="003B5C15">
        <w:rPr>
          <w:rFonts w:cs="Calibri"/>
        </w:rPr>
        <w:t>preferences.</w:t>
      </w:r>
    </w:p>
    <w:p w14:paraId="398A53B7" w14:textId="097AD85F" w:rsidR="00B01401" w:rsidRPr="00556BB5" w:rsidRDefault="001C4FDA" w:rsidP="00800B21">
      <w:pPr>
        <w:pStyle w:val="Heading2"/>
        <w:rPr>
          <w:rFonts w:cs="Calibri"/>
        </w:rPr>
      </w:pPr>
      <w:bookmarkStart w:id="4" w:name="_Toc75784459"/>
      <w:bookmarkStart w:id="5" w:name="_Toc170823766"/>
      <w:bookmarkStart w:id="6" w:name="_Toc215058724"/>
      <w:r w:rsidRPr="00556BB5">
        <w:rPr>
          <w:rFonts w:cs="Calibri"/>
        </w:rPr>
        <w:t>Completing</w:t>
      </w:r>
      <w:r w:rsidR="00B01401" w:rsidRPr="00556BB5">
        <w:rPr>
          <w:rFonts w:cs="Calibri"/>
        </w:rPr>
        <w:t xml:space="preserve"> the ICS</w:t>
      </w:r>
      <w:bookmarkEnd w:id="4"/>
      <w:bookmarkEnd w:id="5"/>
      <w:bookmarkEnd w:id="6"/>
    </w:p>
    <w:p w14:paraId="7E675066" w14:textId="77777777" w:rsidR="00DC32D4" w:rsidRPr="003B5C15" w:rsidRDefault="00165BA0" w:rsidP="000F49DE">
      <w:pPr>
        <w:pStyle w:val="BodyText"/>
        <w:rPr>
          <w:rFonts w:cs="Calibri"/>
          <w:szCs w:val="22"/>
        </w:rPr>
      </w:pPr>
      <w:r w:rsidRPr="003B5C15">
        <w:rPr>
          <w:rFonts w:cs="Calibri"/>
          <w:szCs w:val="22"/>
        </w:rPr>
        <w:t xml:space="preserve">The Implementation Conformance Statement is divided into different sections and the need to fill out a section is dependent on the context of conformance being requested. </w:t>
      </w:r>
    </w:p>
    <w:p w14:paraId="01576EA2" w14:textId="58EBB28E" w:rsidR="000F49DE" w:rsidRPr="003B5C15" w:rsidRDefault="000F49DE" w:rsidP="000F49DE">
      <w:pPr>
        <w:pStyle w:val="BodyText"/>
        <w:rPr>
          <w:rFonts w:cs="Calibri"/>
          <w:szCs w:val="22"/>
        </w:rPr>
      </w:pPr>
      <w:r w:rsidRPr="003B5C15">
        <w:rPr>
          <w:rFonts w:cs="Calibri"/>
          <w:b/>
          <w:bCs/>
          <w:szCs w:val="22"/>
        </w:rPr>
        <w:t>Note</w:t>
      </w:r>
      <w:r w:rsidRPr="003B5C15">
        <w:rPr>
          <w:rFonts w:cs="Calibri"/>
          <w:szCs w:val="22"/>
        </w:rPr>
        <w:t xml:space="preserve">: </w:t>
      </w:r>
      <w:r w:rsidR="00523CCD" w:rsidRPr="003B5C15">
        <w:rPr>
          <w:rFonts w:cs="Calibri"/>
          <w:szCs w:val="22"/>
        </w:rPr>
        <w:t xml:space="preserve">Complete all </w:t>
      </w:r>
      <w:r w:rsidRPr="003B5C15">
        <w:rPr>
          <w:rFonts w:cs="Calibri"/>
          <w:szCs w:val="22"/>
        </w:rPr>
        <w:t>relevant subsections where applicable.</w:t>
      </w:r>
    </w:p>
    <w:p w14:paraId="11C38F62" w14:textId="4CEC2AB9" w:rsidR="005B2A90" w:rsidRPr="003B5C15" w:rsidRDefault="00D36A72" w:rsidP="004F037C">
      <w:pPr>
        <w:pStyle w:val="BodyText"/>
        <w:keepNext/>
        <w:spacing w:before="360"/>
        <w:ind w:left="0"/>
        <w:rPr>
          <w:rFonts w:cs="Calibri"/>
          <w:b/>
          <w:bCs/>
          <w:sz w:val="28"/>
          <w:szCs w:val="28"/>
        </w:rPr>
      </w:pPr>
      <w:r w:rsidRPr="003B5C15">
        <w:rPr>
          <w:rFonts w:cs="Calibri"/>
          <w:b/>
          <w:bCs/>
          <w:sz w:val="28"/>
          <w:szCs w:val="28"/>
        </w:rPr>
        <w:lastRenderedPageBreak/>
        <w:t>Select the relevant check boxes below to understand which sections to complete.</w:t>
      </w:r>
    </w:p>
    <w:p w14:paraId="3B3D4202" w14:textId="532E5885" w:rsidR="00DC32D4" w:rsidRPr="00556BB5" w:rsidRDefault="00375056" w:rsidP="00627029">
      <w:pPr>
        <w:pStyle w:val="BodyText"/>
        <w:keepNext/>
        <w:spacing w:before="360" w:after="0"/>
        <w:ind w:left="0"/>
      </w:pPr>
      <w:r w:rsidRPr="003B5C15">
        <w:rPr>
          <w:rFonts w:cs="Calibri"/>
          <w:b/>
          <w:bCs/>
          <w:sz w:val="28"/>
          <w:szCs w:val="28"/>
        </w:rPr>
        <w:t>New connection</w:t>
      </w:r>
    </w:p>
    <w:p w14:paraId="26AB6D89" w14:textId="7C49EE05" w:rsidR="0044111F" w:rsidRPr="003B5C15" w:rsidRDefault="0044111F" w:rsidP="004F037C">
      <w:pPr>
        <w:pStyle w:val="Boxedbold"/>
        <w:ind w:left="0"/>
        <w:rPr>
          <w:rFonts w:cs="Calibri"/>
          <w:b w:val="0"/>
          <w:bCs w:val="0"/>
          <w:szCs w:val="22"/>
        </w:rPr>
      </w:pPr>
      <w:r w:rsidRPr="003B5C15">
        <w:rPr>
          <w:rFonts w:cs="Calibri"/>
          <w:b w:val="0"/>
          <w:bCs w:val="0"/>
          <w:szCs w:val="22"/>
        </w:rPr>
        <w:t>Select the section(s) that are relevant to the scope (</w:t>
      </w:r>
      <w:r w:rsidR="00926291" w:rsidRPr="003B5C15">
        <w:rPr>
          <w:rFonts w:cs="Calibri"/>
          <w:b w:val="0"/>
          <w:bCs w:val="0"/>
          <w:szCs w:val="22"/>
        </w:rPr>
        <w:t>tick all that apply)</w:t>
      </w:r>
      <w:r w:rsidRPr="003B5C15">
        <w:rPr>
          <w:rFonts w:cs="Calibri"/>
          <w:b w:val="0"/>
          <w:bCs w:val="0"/>
          <w:szCs w:val="22"/>
        </w:rPr>
        <w:t>:</w:t>
      </w:r>
    </w:p>
    <w:p w14:paraId="1995F0A5" w14:textId="24D24CF3" w:rsidR="0044111F" w:rsidRPr="003B5C15" w:rsidRDefault="006F3745" w:rsidP="004F037C">
      <w:pPr>
        <w:pStyle w:val="Boxedbold"/>
        <w:spacing w:before="120"/>
        <w:ind w:left="0"/>
        <w:rPr>
          <w:rFonts w:cs="Calibri"/>
          <w:b w:val="0"/>
          <w:bCs w:val="0"/>
          <w:szCs w:val="22"/>
        </w:rPr>
      </w:pPr>
      <w:sdt>
        <w:sdtPr>
          <w:rPr>
            <w:rFonts w:eastAsia="MS Gothic" w:cs="Calibri"/>
            <w:b w:val="0"/>
            <w:bCs w:val="0"/>
            <w:sz w:val="24"/>
            <w:szCs w:val="22"/>
          </w:rPr>
          <w:id w:val="264272452"/>
          <w14:checkbox>
            <w14:checked w14:val="0"/>
            <w14:checkedState w14:val="2612" w14:font="MS Gothic"/>
            <w14:uncheckedState w14:val="2610" w14:font="MS Gothic"/>
          </w14:checkbox>
        </w:sdtPr>
        <w:sdtEndPr/>
        <w:sdtContent>
          <w:r w:rsidR="00562071" w:rsidRPr="00556BB5">
            <w:rPr>
              <w:rFonts w:ascii="Segoe UI Symbol" w:eastAsia="MS Gothic" w:hAnsi="Segoe UI Symbol" w:cs="Segoe UI Symbol"/>
              <w:b w:val="0"/>
              <w:bCs w:val="0"/>
              <w:sz w:val="24"/>
              <w:szCs w:val="22"/>
            </w:rPr>
            <w:t>☐</w:t>
          </w:r>
        </w:sdtContent>
      </w:sdt>
      <w:r w:rsidR="005308A2" w:rsidRPr="003B5C15">
        <w:rPr>
          <w:rFonts w:cs="Calibri"/>
          <w:b w:val="0"/>
          <w:bCs w:val="0"/>
          <w:szCs w:val="22"/>
        </w:rPr>
        <w:t xml:space="preserve"> </w:t>
      </w:r>
      <w:r w:rsidR="0044111F" w:rsidRPr="003B5C15">
        <w:rPr>
          <w:rFonts w:cs="Calibri"/>
          <w:b w:val="0"/>
          <w:bCs w:val="0"/>
          <w:szCs w:val="22"/>
        </w:rPr>
        <w:t xml:space="preserve">HI Conformance testing for HI Service </w:t>
      </w:r>
      <w:r w:rsidR="00A140FE" w:rsidRPr="003B5C15">
        <w:rPr>
          <w:rFonts w:cs="Calibri"/>
          <w:b w:val="0"/>
          <w:bCs w:val="0"/>
          <w:szCs w:val="22"/>
        </w:rPr>
        <w:t>(</w:t>
      </w:r>
      <w:r w:rsidR="009B1F19" w:rsidRPr="003B5C15">
        <w:rPr>
          <w:rFonts w:cs="Calibri"/>
          <w:b w:val="0"/>
          <w:bCs w:val="0"/>
          <w:szCs w:val="22"/>
        </w:rPr>
        <w:t>see section</w:t>
      </w:r>
      <w:r w:rsidR="00800B21" w:rsidRPr="003B5C15">
        <w:rPr>
          <w:rFonts w:cs="Calibri"/>
          <w:b w:val="0"/>
          <w:bCs w:val="0"/>
          <w:szCs w:val="22"/>
        </w:rPr>
        <w:t xml:space="preserve"> </w:t>
      </w:r>
      <w:r w:rsidR="009B1F19" w:rsidRPr="003B5C15">
        <w:rPr>
          <w:rFonts w:cs="Calibri"/>
          <w:b w:val="0"/>
          <w:bCs w:val="0"/>
          <w:szCs w:val="22"/>
        </w:rPr>
        <w:fldChar w:fldCharType="begin"/>
      </w:r>
      <w:r w:rsidR="009B1F19" w:rsidRPr="003B5C15">
        <w:rPr>
          <w:rFonts w:cs="Calibri"/>
          <w:b w:val="0"/>
          <w:bCs w:val="0"/>
          <w:szCs w:val="22"/>
        </w:rPr>
        <w:instrText xml:space="preserve"> REF _Ref66264458 \r \h </w:instrText>
      </w:r>
      <w:r w:rsidR="00DC32D4" w:rsidRPr="003B5C15">
        <w:rPr>
          <w:rFonts w:cs="Calibri"/>
          <w:b w:val="0"/>
          <w:bCs w:val="0"/>
          <w:szCs w:val="22"/>
        </w:rPr>
        <w:instrText xml:space="preserve"> \* MERGEFORMAT </w:instrText>
      </w:r>
      <w:r w:rsidR="009B1F19" w:rsidRPr="003B5C15">
        <w:rPr>
          <w:rFonts w:cs="Calibri"/>
          <w:b w:val="0"/>
          <w:bCs w:val="0"/>
          <w:szCs w:val="22"/>
        </w:rPr>
      </w:r>
      <w:r w:rsidR="009B1F19" w:rsidRPr="003B5C15">
        <w:rPr>
          <w:rFonts w:cs="Calibri"/>
          <w:b w:val="0"/>
          <w:bCs w:val="0"/>
          <w:szCs w:val="22"/>
        </w:rPr>
        <w:fldChar w:fldCharType="separate"/>
      </w:r>
      <w:r w:rsidR="0010662E" w:rsidRPr="003B5C15">
        <w:rPr>
          <w:rFonts w:cs="Calibri"/>
          <w:b w:val="0"/>
          <w:bCs w:val="0"/>
          <w:szCs w:val="22"/>
        </w:rPr>
        <w:t>4</w:t>
      </w:r>
      <w:r w:rsidR="009B1F19" w:rsidRPr="003B5C15">
        <w:rPr>
          <w:rFonts w:cs="Calibri"/>
          <w:b w:val="0"/>
          <w:bCs w:val="0"/>
          <w:szCs w:val="22"/>
        </w:rPr>
        <w:fldChar w:fldCharType="end"/>
      </w:r>
      <w:r w:rsidR="0044111F" w:rsidRPr="003B5C15">
        <w:rPr>
          <w:rFonts w:cs="Calibri"/>
          <w:b w:val="0"/>
          <w:bCs w:val="0"/>
          <w:szCs w:val="22"/>
        </w:rPr>
        <w:t>)</w:t>
      </w:r>
    </w:p>
    <w:p w14:paraId="283DB58C" w14:textId="2B2911FF" w:rsidR="0044111F" w:rsidRPr="003B5C15" w:rsidRDefault="006F3745" w:rsidP="004F037C">
      <w:pPr>
        <w:pStyle w:val="Boxedbold"/>
        <w:spacing w:before="120"/>
        <w:ind w:left="0"/>
        <w:rPr>
          <w:rFonts w:cs="Calibri"/>
          <w:b w:val="0"/>
          <w:bCs w:val="0"/>
          <w:szCs w:val="22"/>
        </w:rPr>
      </w:pPr>
      <w:sdt>
        <w:sdtPr>
          <w:rPr>
            <w:rFonts w:eastAsia="MS Gothic" w:cs="Calibri"/>
            <w:b w:val="0"/>
            <w:bCs w:val="0"/>
            <w:sz w:val="24"/>
            <w:szCs w:val="24"/>
          </w:rPr>
          <w:id w:val="-403452328"/>
          <w14:checkbox>
            <w14:checked w14:val="0"/>
            <w14:checkedState w14:val="2612" w14:font="MS Gothic"/>
            <w14:uncheckedState w14:val="2610" w14:font="MS Gothic"/>
          </w14:checkbox>
        </w:sdtPr>
        <w:sdtEndPr/>
        <w:sdtContent>
          <w:r w:rsidR="00DC32D4" w:rsidRPr="00556BB5">
            <w:rPr>
              <w:rFonts w:ascii="Segoe UI Symbol" w:eastAsia="MS Gothic" w:hAnsi="Segoe UI Symbol" w:cs="Segoe UI Symbol"/>
              <w:b w:val="0"/>
              <w:bCs w:val="0"/>
              <w:sz w:val="24"/>
              <w:szCs w:val="24"/>
            </w:rPr>
            <w:t>☐</w:t>
          </w:r>
        </w:sdtContent>
      </w:sdt>
      <w:r w:rsidR="005308A2" w:rsidRPr="003B5C15">
        <w:rPr>
          <w:rFonts w:cs="Calibri"/>
          <w:b w:val="0"/>
          <w:bCs w:val="0"/>
          <w:sz w:val="24"/>
          <w:szCs w:val="24"/>
        </w:rPr>
        <w:t xml:space="preserve"> </w:t>
      </w:r>
      <w:r w:rsidR="0044111F" w:rsidRPr="003B5C15">
        <w:rPr>
          <w:rFonts w:cs="Calibri"/>
          <w:b w:val="0"/>
          <w:bCs w:val="0"/>
          <w:szCs w:val="22"/>
        </w:rPr>
        <w:t>HI Conformance testing for Electronic Prescribing (</w:t>
      </w:r>
      <w:r w:rsidR="009B1F19" w:rsidRPr="003B5C15">
        <w:rPr>
          <w:rFonts w:cs="Calibri"/>
          <w:b w:val="0"/>
          <w:bCs w:val="0"/>
          <w:szCs w:val="22"/>
        </w:rPr>
        <w:t xml:space="preserve">see </w:t>
      </w:r>
      <w:r w:rsidR="00800B21" w:rsidRPr="003B5C15">
        <w:rPr>
          <w:rFonts w:cs="Calibri"/>
          <w:b w:val="0"/>
          <w:bCs w:val="0"/>
          <w:szCs w:val="22"/>
        </w:rPr>
        <w:t xml:space="preserve">section </w:t>
      </w:r>
      <w:r w:rsidR="005D5E49" w:rsidRPr="003B5C15">
        <w:rPr>
          <w:rFonts w:cs="Calibri"/>
          <w:b w:val="0"/>
          <w:bCs w:val="0"/>
          <w:szCs w:val="22"/>
        </w:rPr>
        <w:fldChar w:fldCharType="begin"/>
      </w:r>
      <w:r w:rsidR="005D5E49" w:rsidRPr="003B5C15">
        <w:rPr>
          <w:rFonts w:cs="Calibri"/>
          <w:b w:val="0"/>
          <w:bCs w:val="0"/>
          <w:szCs w:val="22"/>
        </w:rPr>
        <w:instrText xml:space="preserve"> REF _Ref66269155 \r \h </w:instrText>
      </w:r>
      <w:r w:rsidR="00DC32D4" w:rsidRPr="003B5C15">
        <w:rPr>
          <w:rFonts w:cs="Calibri"/>
          <w:b w:val="0"/>
          <w:bCs w:val="0"/>
          <w:szCs w:val="22"/>
        </w:rPr>
        <w:instrText xml:space="preserve"> \* MERGEFORMAT </w:instrText>
      </w:r>
      <w:r w:rsidR="005D5E49" w:rsidRPr="003B5C15">
        <w:rPr>
          <w:rFonts w:cs="Calibri"/>
          <w:b w:val="0"/>
          <w:bCs w:val="0"/>
          <w:szCs w:val="22"/>
        </w:rPr>
      </w:r>
      <w:r w:rsidR="005D5E49" w:rsidRPr="003B5C15">
        <w:rPr>
          <w:rFonts w:cs="Calibri"/>
          <w:b w:val="0"/>
          <w:bCs w:val="0"/>
          <w:szCs w:val="22"/>
        </w:rPr>
        <w:fldChar w:fldCharType="separate"/>
      </w:r>
      <w:r w:rsidR="0010662E" w:rsidRPr="003B5C15">
        <w:rPr>
          <w:rFonts w:cs="Calibri"/>
          <w:b w:val="0"/>
          <w:bCs w:val="0"/>
          <w:szCs w:val="22"/>
        </w:rPr>
        <w:t>6</w:t>
      </w:r>
      <w:r w:rsidR="005D5E49" w:rsidRPr="003B5C15">
        <w:rPr>
          <w:rFonts w:cs="Calibri"/>
          <w:b w:val="0"/>
          <w:bCs w:val="0"/>
          <w:szCs w:val="22"/>
        </w:rPr>
        <w:fldChar w:fldCharType="end"/>
      </w:r>
      <w:r w:rsidR="0044111F" w:rsidRPr="003B5C15">
        <w:rPr>
          <w:rFonts w:cs="Calibri"/>
          <w:b w:val="0"/>
          <w:bCs w:val="0"/>
          <w:szCs w:val="22"/>
        </w:rPr>
        <w:t xml:space="preserve">) </w:t>
      </w:r>
    </w:p>
    <w:p w14:paraId="626A79E6" w14:textId="2FBD1CB6" w:rsidR="0044111F" w:rsidRPr="00556BB5" w:rsidRDefault="0044111F" w:rsidP="004F037C">
      <w:pPr>
        <w:pStyle w:val="Boxedbold"/>
        <w:ind w:left="0"/>
        <w:rPr>
          <w:rFonts w:cs="Calibri"/>
        </w:rPr>
      </w:pPr>
      <w:r w:rsidRPr="00556BB5">
        <w:rPr>
          <w:rFonts w:cs="Calibri"/>
        </w:rPr>
        <w:t>Optional section</w:t>
      </w:r>
    </w:p>
    <w:p w14:paraId="29D355AE" w14:textId="56DBFD05" w:rsidR="0044111F" w:rsidRPr="003B5C15" w:rsidRDefault="006F3745" w:rsidP="004F037C">
      <w:pPr>
        <w:pStyle w:val="Boxedbold"/>
        <w:spacing w:before="120" w:after="240"/>
        <w:ind w:left="0"/>
        <w:rPr>
          <w:rFonts w:cs="Calibri"/>
          <w:b w:val="0"/>
          <w:bCs w:val="0"/>
          <w:szCs w:val="22"/>
        </w:rPr>
      </w:pPr>
      <w:sdt>
        <w:sdtPr>
          <w:rPr>
            <w:rFonts w:eastAsia="MS Gothic" w:cs="Calibri"/>
            <w:b w:val="0"/>
            <w:bCs w:val="0"/>
            <w:sz w:val="24"/>
            <w:szCs w:val="22"/>
          </w:rPr>
          <w:id w:val="1002318757"/>
          <w14:checkbox>
            <w14:checked w14:val="0"/>
            <w14:checkedState w14:val="2612" w14:font="MS Gothic"/>
            <w14:uncheckedState w14:val="2610" w14:font="MS Gothic"/>
          </w14:checkbox>
        </w:sdtPr>
        <w:sdtEndPr/>
        <w:sdtContent>
          <w:r w:rsidR="00DC32D4" w:rsidRPr="00556BB5">
            <w:rPr>
              <w:rFonts w:ascii="Segoe UI Symbol" w:eastAsia="MS Gothic" w:hAnsi="Segoe UI Symbol" w:cs="Segoe UI Symbol"/>
              <w:b w:val="0"/>
              <w:bCs w:val="0"/>
              <w:sz w:val="24"/>
              <w:szCs w:val="22"/>
            </w:rPr>
            <w:t>☐</w:t>
          </w:r>
        </w:sdtContent>
      </w:sdt>
      <w:r w:rsidR="005308A2" w:rsidRPr="003B5C15">
        <w:rPr>
          <w:rFonts w:cs="Calibri"/>
          <w:b w:val="0"/>
          <w:bCs w:val="0"/>
          <w:szCs w:val="22"/>
        </w:rPr>
        <w:t xml:space="preserve"> </w:t>
      </w:r>
      <w:r w:rsidR="0044111F" w:rsidRPr="003B5C15">
        <w:rPr>
          <w:rFonts w:cs="Calibri"/>
          <w:b w:val="0"/>
          <w:bCs w:val="0"/>
          <w:szCs w:val="22"/>
        </w:rPr>
        <w:t xml:space="preserve">Supporting </w:t>
      </w:r>
      <w:r w:rsidR="002F11CC" w:rsidRPr="003B5C15">
        <w:rPr>
          <w:rFonts w:cs="Calibri"/>
          <w:b w:val="0"/>
          <w:bCs w:val="0"/>
          <w:szCs w:val="22"/>
        </w:rPr>
        <w:t>i</w:t>
      </w:r>
      <w:r w:rsidR="0044111F" w:rsidRPr="003B5C15">
        <w:rPr>
          <w:rFonts w:cs="Calibri"/>
          <w:b w:val="0"/>
          <w:bCs w:val="0"/>
          <w:szCs w:val="22"/>
        </w:rPr>
        <w:t>nformation (</w:t>
      </w:r>
      <w:r w:rsidR="008E7FE2" w:rsidRPr="003B5C15">
        <w:rPr>
          <w:rFonts w:cs="Calibri"/>
          <w:b w:val="0"/>
          <w:bCs w:val="0"/>
          <w:szCs w:val="22"/>
        </w:rPr>
        <w:t xml:space="preserve">see </w:t>
      </w:r>
      <w:r w:rsidR="00800B21" w:rsidRPr="003B5C15">
        <w:rPr>
          <w:rFonts w:cs="Calibri"/>
          <w:b w:val="0"/>
          <w:bCs w:val="0"/>
          <w:szCs w:val="22"/>
        </w:rPr>
        <w:t xml:space="preserve">section </w:t>
      </w:r>
      <w:r w:rsidR="008E7FE2" w:rsidRPr="003B5C15">
        <w:rPr>
          <w:rFonts w:cs="Calibri"/>
          <w:b w:val="0"/>
          <w:bCs w:val="0"/>
          <w:szCs w:val="22"/>
        </w:rPr>
        <w:fldChar w:fldCharType="begin"/>
      </w:r>
      <w:r w:rsidR="008E7FE2" w:rsidRPr="003B5C15">
        <w:rPr>
          <w:rFonts w:cs="Calibri"/>
          <w:b w:val="0"/>
          <w:bCs w:val="0"/>
          <w:szCs w:val="22"/>
        </w:rPr>
        <w:instrText xml:space="preserve"> REF _Ref201578314 \r \h </w:instrText>
      </w:r>
      <w:r w:rsidR="00DC32D4" w:rsidRPr="003B5C15">
        <w:rPr>
          <w:rFonts w:cs="Calibri"/>
          <w:b w:val="0"/>
          <w:bCs w:val="0"/>
          <w:szCs w:val="22"/>
        </w:rPr>
        <w:instrText xml:space="preserve"> \* MERGEFORMAT </w:instrText>
      </w:r>
      <w:r w:rsidR="008E7FE2" w:rsidRPr="003B5C15">
        <w:rPr>
          <w:rFonts w:cs="Calibri"/>
          <w:b w:val="0"/>
          <w:bCs w:val="0"/>
          <w:szCs w:val="22"/>
        </w:rPr>
      </w:r>
      <w:r w:rsidR="008E7FE2" w:rsidRPr="003B5C15">
        <w:rPr>
          <w:rFonts w:cs="Calibri"/>
          <w:b w:val="0"/>
          <w:bCs w:val="0"/>
          <w:szCs w:val="22"/>
        </w:rPr>
        <w:fldChar w:fldCharType="separate"/>
      </w:r>
      <w:r w:rsidR="0010662E" w:rsidRPr="003B5C15">
        <w:rPr>
          <w:rFonts w:cs="Calibri"/>
          <w:b w:val="0"/>
          <w:bCs w:val="0"/>
          <w:szCs w:val="22"/>
        </w:rPr>
        <w:t>7</w:t>
      </w:r>
      <w:r w:rsidR="008E7FE2" w:rsidRPr="003B5C15">
        <w:rPr>
          <w:rFonts w:cs="Calibri"/>
          <w:b w:val="0"/>
          <w:bCs w:val="0"/>
          <w:szCs w:val="22"/>
        </w:rPr>
        <w:fldChar w:fldCharType="end"/>
      </w:r>
      <w:r w:rsidR="0044111F" w:rsidRPr="003B5C15">
        <w:rPr>
          <w:rFonts w:cs="Calibri"/>
          <w:b w:val="0"/>
          <w:bCs w:val="0"/>
          <w:szCs w:val="22"/>
        </w:rPr>
        <w:t>)</w:t>
      </w:r>
      <w:r w:rsidR="0019167E" w:rsidRPr="003B5C15">
        <w:rPr>
          <w:rFonts w:cs="Calibri"/>
          <w:b w:val="0"/>
          <w:bCs w:val="0"/>
          <w:szCs w:val="22"/>
        </w:rPr>
        <w:t xml:space="preserve"> </w:t>
      </w:r>
    </w:p>
    <w:p w14:paraId="551F67C4" w14:textId="303D59F7" w:rsidR="0044111F" w:rsidRPr="003B5C15" w:rsidRDefault="00375056" w:rsidP="004F037C">
      <w:pPr>
        <w:pStyle w:val="BodyText"/>
        <w:keepNext/>
        <w:spacing w:before="360"/>
        <w:ind w:left="0"/>
        <w:rPr>
          <w:rFonts w:cs="Calibri"/>
          <w:b/>
          <w:bCs/>
          <w:sz w:val="28"/>
          <w:szCs w:val="28"/>
        </w:rPr>
      </w:pPr>
      <w:r w:rsidRPr="003B5C15">
        <w:rPr>
          <w:rFonts w:cs="Calibri"/>
          <w:b/>
          <w:bCs/>
          <w:sz w:val="28"/>
          <w:szCs w:val="28"/>
        </w:rPr>
        <w:t>Current connection</w:t>
      </w:r>
    </w:p>
    <w:p w14:paraId="21682D8D" w14:textId="604F2108" w:rsidR="00DD455D" w:rsidRPr="00556BB5" w:rsidRDefault="00DD455D" w:rsidP="00C955CA">
      <w:pPr>
        <w:pStyle w:val="Boxedbold"/>
        <w:spacing w:before="120"/>
        <w:ind w:left="0"/>
        <w:rPr>
          <w:rFonts w:cs="Calibri"/>
        </w:rPr>
      </w:pPr>
      <w:r w:rsidRPr="00556BB5">
        <w:rPr>
          <w:rFonts w:cs="Calibri"/>
        </w:rPr>
        <w:t xml:space="preserve">Mandatory sections </w:t>
      </w:r>
    </w:p>
    <w:p w14:paraId="31629831" w14:textId="784698CE" w:rsidR="005C1FD6" w:rsidRPr="00556BB5" w:rsidRDefault="006F3745" w:rsidP="004F037C">
      <w:pPr>
        <w:pStyle w:val="Boxedbold"/>
        <w:spacing w:before="120"/>
        <w:ind w:left="0"/>
        <w:rPr>
          <w:rFonts w:cs="Calibri"/>
          <w:b w:val="0"/>
          <w:bCs w:val="0"/>
        </w:rPr>
      </w:pPr>
      <w:sdt>
        <w:sdtPr>
          <w:rPr>
            <w:rFonts w:eastAsia="MS Gothic" w:cs="Calibri"/>
            <w:b w:val="0"/>
            <w:bCs w:val="0"/>
            <w:sz w:val="24"/>
            <w:szCs w:val="28"/>
          </w:rPr>
          <w:id w:val="-772314910"/>
          <w14:checkbox>
            <w14:checked w14:val="0"/>
            <w14:checkedState w14:val="2612" w14:font="MS Gothic"/>
            <w14:uncheckedState w14:val="2610" w14:font="MS Gothic"/>
          </w14:checkbox>
        </w:sdtPr>
        <w:sdtEndPr/>
        <w:sdtContent>
          <w:r w:rsidR="00DC32D4" w:rsidRPr="00556BB5">
            <w:rPr>
              <w:rFonts w:ascii="Segoe UI Symbol" w:eastAsia="MS Gothic" w:hAnsi="Segoe UI Symbol" w:cs="Segoe UI Symbol"/>
              <w:b w:val="0"/>
              <w:bCs w:val="0"/>
              <w:sz w:val="24"/>
              <w:szCs w:val="28"/>
            </w:rPr>
            <w:t>☐</w:t>
          </w:r>
        </w:sdtContent>
      </w:sdt>
      <w:r w:rsidR="005308A2" w:rsidRPr="00556BB5">
        <w:rPr>
          <w:rFonts w:cs="Calibri"/>
          <w:b w:val="0"/>
          <w:bCs w:val="0"/>
        </w:rPr>
        <w:t xml:space="preserve"> </w:t>
      </w:r>
      <w:r w:rsidR="0044111F" w:rsidRPr="00556BB5">
        <w:rPr>
          <w:rFonts w:cs="Calibri"/>
          <w:b w:val="0"/>
          <w:bCs w:val="0"/>
        </w:rPr>
        <w:t>Current c</w:t>
      </w:r>
      <w:r w:rsidR="005C1FD6" w:rsidRPr="00556BB5">
        <w:rPr>
          <w:rFonts w:cs="Calibri"/>
          <w:b w:val="0"/>
          <w:bCs w:val="0"/>
        </w:rPr>
        <w:t>onformance details (</w:t>
      </w:r>
      <w:r w:rsidR="008E7FE2" w:rsidRPr="00556BB5">
        <w:rPr>
          <w:rFonts w:cs="Calibri"/>
          <w:b w:val="0"/>
          <w:bCs w:val="0"/>
        </w:rPr>
        <w:t xml:space="preserve">see </w:t>
      </w:r>
      <w:r w:rsidR="00800B21" w:rsidRPr="00556BB5">
        <w:rPr>
          <w:rFonts w:cs="Calibri"/>
          <w:b w:val="0"/>
          <w:bCs w:val="0"/>
        </w:rPr>
        <w:t xml:space="preserve">section </w:t>
      </w:r>
      <w:r w:rsidR="008E7FE2" w:rsidRPr="00556BB5">
        <w:rPr>
          <w:rFonts w:cs="Calibri"/>
          <w:b w:val="0"/>
          <w:bCs w:val="0"/>
        </w:rPr>
        <w:fldChar w:fldCharType="begin"/>
      </w:r>
      <w:r w:rsidR="008E7FE2" w:rsidRPr="00556BB5">
        <w:rPr>
          <w:rFonts w:cs="Calibri"/>
          <w:b w:val="0"/>
          <w:bCs w:val="0"/>
        </w:rPr>
        <w:instrText xml:space="preserve"> REF _Ref66264000 \r \h </w:instrText>
      </w:r>
      <w:r w:rsidR="00DC32D4" w:rsidRPr="00556BB5">
        <w:rPr>
          <w:rFonts w:cs="Calibri"/>
          <w:b w:val="0"/>
          <w:bCs w:val="0"/>
        </w:rPr>
        <w:instrText xml:space="preserve"> \* MERGEFORMAT </w:instrText>
      </w:r>
      <w:r w:rsidR="008E7FE2" w:rsidRPr="00556BB5">
        <w:rPr>
          <w:rFonts w:cs="Calibri"/>
          <w:b w:val="0"/>
          <w:bCs w:val="0"/>
        </w:rPr>
      </w:r>
      <w:r w:rsidR="008E7FE2" w:rsidRPr="00556BB5">
        <w:rPr>
          <w:rFonts w:cs="Calibri"/>
          <w:b w:val="0"/>
          <w:bCs w:val="0"/>
        </w:rPr>
        <w:fldChar w:fldCharType="separate"/>
      </w:r>
      <w:r w:rsidR="0010662E" w:rsidRPr="00556BB5">
        <w:rPr>
          <w:rFonts w:cs="Calibri"/>
          <w:b w:val="0"/>
          <w:bCs w:val="0"/>
        </w:rPr>
        <w:t>3</w:t>
      </w:r>
      <w:r w:rsidR="008E7FE2" w:rsidRPr="00556BB5">
        <w:rPr>
          <w:rFonts w:cs="Calibri"/>
          <w:b w:val="0"/>
          <w:bCs w:val="0"/>
        </w:rPr>
        <w:fldChar w:fldCharType="end"/>
      </w:r>
      <w:r w:rsidR="005C1FD6" w:rsidRPr="00556BB5">
        <w:rPr>
          <w:rFonts w:cs="Calibri"/>
          <w:b w:val="0"/>
          <w:bCs w:val="0"/>
        </w:rPr>
        <w:t xml:space="preserve">) </w:t>
      </w:r>
    </w:p>
    <w:p w14:paraId="09E7AABE" w14:textId="38EFD2DA" w:rsidR="00DD455D" w:rsidRPr="00556BB5" w:rsidRDefault="00DD455D" w:rsidP="004F037C">
      <w:pPr>
        <w:pStyle w:val="Boxedbold"/>
        <w:ind w:left="0"/>
        <w:rPr>
          <w:rFonts w:cs="Calibri"/>
          <w:b w:val="0"/>
          <w:bCs w:val="0"/>
        </w:rPr>
      </w:pPr>
      <w:r w:rsidRPr="003B5C15">
        <w:rPr>
          <w:rFonts w:cs="Calibri"/>
          <w:b w:val="0"/>
          <w:bCs w:val="0"/>
          <w:szCs w:val="22"/>
        </w:rPr>
        <w:t>Select</w:t>
      </w:r>
      <w:r w:rsidRPr="00556BB5">
        <w:rPr>
          <w:rFonts w:cs="Calibri"/>
          <w:b w:val="0"/>
          <w:bCs w:val="0"/>
        </w:rPr>
        <w:t xml:space="preserve"> the section(s) that are relevant to the scope (</w:t>
      </w:r>
      <w:r w:rsidR="00926291" w:rsidRPr="00556BB5">
        <w:rPr>
          <w:rFonts w:cs="Calibri"/>
          <w:b w:val="0"/>
          <w:bCs w:val="0"/>
        </w:rPr>
        <w:t>tick all that apply</w:t>
      </w:r>
      <w:r w:rsidRPr="00556BB5">
        <w:rPr>
          <w:rFonts w:cs="Calibri"/>
          <w:b w:val="0"/>
          <w:bCs w:val="0"/>
        </w:rPr>
        <w:t xml:space="preserve">): </w:t>
      </w:r>
    </w:p>
    <w:p w14:paraId="60C92149" w14:textId="70B843A8" w:rsidR="00852F66" w:rsidRPr="00556BB5" w:rsidRDefault="006F3745" w:rsidP="004F037C">
      <w:pPr>
        <w:pStyle w:val="Boxedbold"/>
        <w:spacing w:before="120"/>
        <w:ind w:left="0"/>
        <w:rPr>
          <w:rFonts w:cs="Calibri"/>
          <w:b w:val="0"/>
          <w:bCs w:val="0"/>
        </w:rPr>
      </w:pPr>
      <w:sdt>
        <w:sdtPr>
          <w:rPr>
            <w:rFonts w:eastAsia="MS Gothic" w:cs="Calibri"/>
            <w:b w:val="0"/>
            <w:bCs w:val="0"/>
            <w:sz w:val="24"/>
            <w:szCs w:val="28"/>
          </w:rPr>
          <w:id w:val="-17243311"/>
          <w14:checkbox>
            <w14:checked w14:val="0"/>
            <w14:checkedState w14:val="2612" w14:font="MS Gothic"/>
            <w14:uncheckedState w14:val="2610" w14:font="MS Gothic"/>
          </w14:checkbox>
        </w:sdtPr>
        <w:sdtEndPr/>
        <w:sdtContent>
          <w:r w:rsidR="00DC32D4" w:rsidRPr="00556BB5">
            <w:rPr>
              <w:rFonts w:ascii="Segoe UI Symbol" w:eastAsia="MS Gothic" w:hAnsi="Segoe UI Symbol" w:cs="Segoe UI Symbol"/>
              <w:b w:val="0"/>
              <w:bCs w:val="0"/>
              <w:sz w:val="24"/>
              <w:szCs w:val="28"/>
            </w:rPr>
            <w:t>☐</w:t>
          </w:r>
        </w:sdtContent>
      </w:sdt>
      <w:r w:rsidR="005308A2" w:rsidRPr="00556BB5">
        <w:rPr>
          <w:rFonts w:cs="Calibri"/>
          <w:b w:val="0"/>
          <w:bCs w:val="0"/>
        </w:rPr>
        <w:t xml:space="preserve"> </w:t>
      </w:r>
      <w:r w:rsidR="00E50F59" w:rsidRPr="00556BB5">
        <w:rPr>
          <w:rFonts w:cs="Calibri"/>
          <w:b w:val="0"/>
          <w:bCs w:val="0"/>
        </w:rPr>
        <w:t xml:space="preserve">HI </w:t>
      </w:r>
      <w:r w:rsidR="00243792" w:rsidRPr="00556BB5">
        <w:rPr>
          <w:rFonts w:cs="Calibri"/>
          <w:b w:val="0"/>
          <w:bCs w:val="0"/>
        </w:rPr>
        <w:t>Conformance testing for HI Service (</w:t>
      </w:r>
      <w:r w:rsidR="008E7FE2" w:rsidRPr="00556BB5">
        <w:rPr>
          <w:rFonts w:cs="Calibri"/>
          <w:b w:val="0"/>
          <w:bCs w:val="0"/>
        </w:rPr>
        <w:t xml:space="preserve">see </w:t>
      </w:r>
      <w:r w:rsidR="00800B21" w:rsidRPr="00556BB5">
        <w:rPr>
          <w:rFonts w:cs="Calibri"/>
          <w:b w:val="0"/>
          <w:bCs w:val="0"/>
        </w:rPr>
        <w:t xml:space="preserve">section </w:t>
      </w:r>
      <w:r w:rsidR="008E7FE2" w:rsidRPr="00556BB5">
        <w:rPr>
          <w:rFonts w:cs="Calibri"/>
          <w:b w:val="0"/>
          <w:bCs w:val="0"/>
        </w:rPr>
        <w:fldChar w:fldCharType="begin"/>
      </w:r>
      <w:r w:rsidR="008E7FE2" w:rsidRPr="00556BB5">
        <w:rPr>
          <w:rFonts w:cs="Calibri"/>
          <w:b w:val="0"/>
          <w:bCs w:val="0"/>
        </w:rPr>
        <w:instrText xml:space="preserve"> REF _Ref66264458 \r \h </w:instrText>
      </w:r>
      <w:r w:rsidR="00DC32D4" w:rsidRPr="00556BB5">
        <w:rPr>
          <w:rFonts w:cs="Calibri"/>
          <w:b w:val="0"/>
          <w:bCs w:val="0"/>
        </w:rPr>
        <w:instrText xml:space="preserve"> \* MERGEFORMAT </w:instrText>
      </w:r>
      <w:r w:rsidR="008E7FE2" w:rsidRPr="00556BB5">
        <w:rPr>
          <w:rFonts w:cs="Calibri"/>
          <w:b w:val="0"/>
          <w:bCs w:val="0"/>
        </w:rPr>
      </w:r>
      <w:r w:rsidR="008E7FE2" w:rsidRPr="00556BB5">
        <w:rPr>
          <w:rFonts w:cs="Calibri"/>
          <w:b w:val="0"/>
          <w:bCs w:val="0"/>
        </w:rPr>
        <w:fldChar w:fldCharType="separate"/>
      </w:r>
      <w:r w:rsidR="0010662E" w:rsidRPr="00556BB5">
        <w:rPr>
          <w:rFonts w:cs="Calibri"/>
          <w:b w:val="0"/>
          <w:bCs w:val="0"/>
        </w:rPr>
        <w:t>4</w:t>
      </w:r>
      <w:r w:rsidR="008E7FE2" w:rsidRPr="00556BB5">
        <w:rPr>
          <w:rFonts w:cs="Calibri"/>
          <w:b w:val="0"/>
          <w:bCs w:val="0"/>
        </w:rPr>
        <w:fldChar w:fldCharType="end"/>
      </w:r>
      <w:r w:rsidR="00243792" w:rsidRPr="00556BB5">
        <w:rPr>
          <w:rFonts w:cs="Calibri"/>
          <w:b w:val="0"/>
          <w:bCs w:val="0"/>
        </w:rPr>
        <w:t xml:space="preserve">) </w:t>
      </w:r>
    </w:p>
    <w:p w14:paraId="56F112FF" w14:textId="26EE8457" w:rsidR="003D74A8" w:rsidRPr="00556BB5" w:rsidRDefault="006F3745" w:rsidP="004F037C">
      <w:pPr>
        <w:pStyle w:val="Boxedbold"/>
        <w:spacing w:before="120"/>
        <w:ind w:left="0"/>
        <w:rPr>
          <w:rFonts w:cs="Calibri"/>
          <w:b w:val="0"/>
          <w:bCs w:val="0"/>
        </w:rPr>
      </w:pPr>
      <w:sdt>
        <w:sdtPr>
          <w:rPr>
            <w:rFonts w:eastAsia="MS Gothic" w:cs="Calibri"/>
            <w:b w:val="0"/>
            <w:bCs w:val="0"/>
            <w:sz w:val="24"/>
            <w:szCs w:val="28"/>
          </w:rPr>
          <w:id w:val="-98260477"/>
          <w14:checkbox>
            <w14:checked w14:val="0"/>
            <w14:checkedState w14:val="2612" w14:font="MS Gothic"/>
            <w14:uncheckedState w14:val="2610" w14:font="MS Gothic"/>
          </w14:checkbox>
        </w:sdtPr>
        <w:sdtEndPr/>
        <w:sdtContent>
          <w:r w:rsidR="00DC32D4" w:rsidRPr="00556BB5">
            <w:rPr>
              <w:rFonts w:ascii="Segoe UI Symbol" w:eastAsia="MS Gothic" w:hAnsi="Segoe UI Symbol" w:cs="Segoe UI Symbol"/>
              <w:b w:val="0"/>
              <w:bCs w:val="0"/>
              <w:sz w:val="24"/>
              <w:szCs w:val="28"/>
            </w:rPr>
            <w:t>☐</w:t>
          </w:r>
        </w:sdtContent>
      </w:sdt>
      <w:r w:rsidR="005308A2" w:rsidRPr="00556BB5">
        <w:rPr>
          <w:rFonts w:cs="Calibri"/>
          <w:b w:val="0"/>
          <w:bCs w:val="0"/>
        </w:rPr>
        <w:t xml:space="preserve"> </w:t>
      </w:r>
      <w:r w:rsidR="003D74A8" w:rsidRPr="00556BB5">
        <w:rPr>
          <w:rFonts w:cs="Calibri"/>
          <w:b w:val="0"/>
          <w:bCs w:val="0"/>
        </w:rPr>
        <w:t>HI Conformance testing for Requirement 022000 – Validation of IHIs using updated identifiers</w:t>
      </w:r>
      <w:r w:rsidR="00DC32D4" w:rsidRPr="00556BB5">
        <w:rPr>
          <w:rFonts w:cs="Calibri"/>
          <w:b w:val="0"/>
          <w:bCs w:val="0"/>
        </w:rPr>
        <w:br/>
        <w:t xml:space="preserve">    </w:t>
      </w:r>
      <w:r w:rsidR="003D74A8" w:rsidRPr="00556BB5">
        <w:rPr>
          <w:rFonts w:cs="Calibri"/>
          <w:b w:val="0"/>
          <w:bCs w:val="0"/>
        </w:rPr>
        <w:t xml:space="preserve"> (</w:t>
      </w:r>
      <w:r w:rsidR="008E7FE2" w:rsidRPr="00556BB5">
        <w:rPr>
          <w:rFonts w:cs="Calibri"/>
          <w:b w:val="0"/>
          <w:bCs w:val="0"/>
        </w:rPr>
        <w:t xml:space="preserve">see </w:t>
      </w:r>
      <w:r w:rsidR="00800B21" w:rsidRPr="00556BB5">
        <w:rPr>
          <w:rFonts w:cs="Calibri"/>
          <w:b w:val="0"/>
          <w:bCs w:val="0"/>
        </w:rPr>
        <w:t xml:space="preserve">section </w:t>
      </w:r>
      <w:r w:rsidR="008E7FE2" w:rsidRPr="00556BB5">
        <w:rPr>
          <w:rFonts w:cs="Calibri"/>
          <w:b w:val="0"/>
          <w:bCs w:val="0"/>
        </w:rPr>
        <w:fldChar w:fldCharType="begin"/>
      </w:r>
      <w:r w:rsidR="008E7FE2" w:rsidRPr="00556BB5">
        <w:rPr>
          <w:rFonts w:cs="Calibri"/>
          <w:b w:val="0"/>
          <w:bCs w:val="0"/>
        </w:rPr>
        <w:instrText xml:space="preserve"> REF _Ref66269144 \r \h </w:instrText>
      </w:r>
      <w:r w:rsidR="00DC32D4" w:rsidRPr="00556BB5">
        <w:rPr>
          <w:rFonts w:cs="Calibri"/>
          <w:b w:val="0"/>
          <w:bCs w:val="0"/>
        </w:rPr>
        <w:instrText xml:space="preserve"> \* MERGEFORMAT </w:instrText>
      </w:r>
      <w:r w:rsidR="008E7FE2" w:rsidRPr="00556BB5">
        <w:rPr>
          <w:rFonts w:cs="Calibri"/>
          <w:b w:val="0"/>
          <w:bCs w:val="0"/>
        </w:rPr>
      </w:r>
      <w:r w:rsidR="008E7FE2" w:rsidRPr="00556BB5">
        <w:rPr>
          <w:rFonts w:cs="Calibri"/>
          <w:b w:val="0"/>
          <w:bCs w:val="0"/>
        </w:rPr>
        <w:fldChar w:fldCharType="separate"/>
      </w:r>
      <w:r w:rsidR="0010662E" w:rsidRPr="00556BB5">
        <w:rPr>
          <w:rFonts w:cs="Calibri"/>
          <w:b w:val="0"/>
          <w:bCs w:val="0"/>
        </w:rPr>
        <w:t>5</w:t>
      </w:r>
      <w:r w:rsidR="008E7FE2" w:rsidRPr="00556BB5">
        <w:rPr>
          <w:rFonts w:cs="Calibri"/>
          <w:b w:val="0"/>
          <w:bCs w:val="0"/>
        </w:rPr>
        <w:fldChar w:fldCharType="end"/>
      </w:r>
      <w:r w:rsidR="003D74A8" w:rsidRPr="00556BB5">
        <w:rPr>
          <w:rFonts w:cs="Calibri"/>
          <w:b w:val="0"/>
          <w:bCs w:val="0"/>
        </w:rPr>
        <w:t>)</w:t>
      </w:r>
    </w:p>
    <w:p w14:paraId="59E5EA0F" w14:textId="6D3C4140" w:rsidR="00DD455D" w:rsidRPr="00556BB5" w:rsidRDefault="006F3745" w:rsidP="004F037C">
      <w:pPr>
        <w:pStyle w:val="Boxedbold"/>
        <w:spacing w:before="120"/>
        <w:ind w:left="0"/>
        <w:rPr>
          <w:rFonts w:cs="Calibri"/>
          <w:b w:val="0"/>
          <w:bCs w:val="0"/>
        </w:rPr>
      </w:pPr>
      <w:sdt>
        <w:sdtPr>
          <w:rPr>
            <w:rFonts w:eastAsia="MS Gothic" w:cs="Calibri"/>
            <w:b w:val="0"/>
            <w:bCs w:val="0"/>
            <w:sz w:val="24"/>
            <w:szCs w:val="28"/>
          </w:rPr>
          <w:id w:val="678081478"/>
          <w14:checkbox>
            <w14:checked w14:val="0"/>
            <w14:checkedState w14:val="2612" w14:font="MS Gothic"/>
            <w14:uncheckedState w14:val="2610" w14:font="MS Gothic"/>
          </w14:checkbox>
        </w:sdtPr>
        <w:sdtEndPr/>
        <w:sdtContent>
          <w:r w:rsidR="00DC32D4" w:rsidRPr="00556BB5">
            <w:rPr>
              <w:rFonts w:ascii="Segoe UI Symbol" w:eastAsia="MS Gothic" w:hAnsi="Segoe UI Symbol" w:cs="Segoe UI Symbol"/>
              <w:b w:val="0"/>
              <w:bCs w:val="0"/>
              <w:sz w:val="24"/>
              <w:szCs w:val="28"/>
            </w:rPr>
            <w:t>☐</w:t>
          </w:r>
        </w:sdtContent>
      </w:sdt>
      <w:r w:rsidR="005308A2" w:rsidRPr="00556BB5">
        <w:rPr>
          <w:rFonts w:cs="Calibri"/>
          <w:b w:val="0"/>
          <w:bCs w:val="0"/>
        </w:rPr>
        <w:t xml:space="preserve"> </w:t>
      </w:r>
      <w:r w:rsidR="003D74A8" w:rsidRPr="00556BB5">
        <w:rPr>
          <w:rFonts w:cs="Calibri"/>
          <w:b w:val="0"/>
          <w:bCs w:val="0"/>
        </w:rPr>
        <w:t>HI Conformance testing for Electronic Prescribing (</w:t>
      </w:r>
      <w:r w:rsidR="008E7FE2" w:rsidRPr="00556BB5">
        <w:rPr>
          <w:rFonts w:cs="Calibri"/>
          <w:b w:val="0"/>
          <w:bCs w:val="0"/>
        </w:rPr>
        <w:t xml:space="preserve">see </w:t>
      </w:r>
      <w:r w:rsidR="00800B21" w:rsidRPr="00556BB5">
        <w:rPr>
          <w:rFonts w:cs="Calibri"/>
          <w:b w:val="0"/>
          <w:bCs w:val="0"/>
        </w:rPr>
        <w:t xml:space="preserve">section </w:t>
      </w:r>
      <w:r w:rsidR="008E7FE2" w:rsidRPr="00556BB5">
        <w:rPr>
          <w:rFonts w:cs="Calibri"/>
          <w:b w:val="0"/>
          <w:bCs w:val="0"/>
        </w:rPr>
        <w:fldChar w:fldCharType="begin"/>
      </w:r>
      <w:r w:rsidR="008E7FE2" w:rsidRPr="00556BB5">
        <w:rPr>
          <w:rFonts w:cs="Calibri"/>
          <w:b w:val="0"/>
          <w:bCs w:val="0"/>
        </w:rPr>
        <w:instrText xml:space="preserve"> REF _Ref66269155 \r \h </w:instrText>
      </w:r>
      <w:r w:rsidR="00DC32D4" w:rsidRPr="00556BB5">
        <w:rPr>
          <w:rFonts w:cs="Calibri"/>
          <w:b w:val="0"/>
          <w:bCs w:val="0"/>
        </w:rPr>
        <w:instrText xml:space="preserve"> \* MERGEFORMAT </w:instrText>
      </w:r>
      <w:r w:rsidR="008E7FE2" w:rsidRPr="00556BB5">
        <w:rPr>
          <w:rFonts w:cs="Calibri"/>
          <w:b w:val="0"/>
          <w:bCs w:val="0"/>
        </w:rPr>
      </w:r>
      <w:r w:rsidR="008E7FE2" w:rsidRPr="00556BB5">
        <w:rPr>
          <w:rFonts w:cs="Calibri"/>
          <w:b w:val="0"/>
          <w:bCs w:val="0"/>
        </w:rPr>
        <w:fldChar w:fldCharType="separate"/>
      </w:r>
      <w:r w:rsidR="0010662E" w:rsidRPr="00556BB5">
        <w:rPr>
          <w:rFonts w:cs="Calibri"/>
          <w:b w:val="0"/>
          <w:bCs w:val="0"/>
        </w:rPr>
        <w:t>6</w:t>
      </w:r>
      <w:r w:rsidR="008E7FE2" w:rsidRPr="00556BB5">
        <w:rPr>
          <w:rFonts w:cs="Calibri"/>
          <w:b w:val="0"/>
          <w:bCs w:val="0"/>
        </w:rPr>
        <w:fldChar w:fldCharType="end"/>
      </w:r>
      <w:r w:rsidR="003D74A8" w:rsidRPr="00556BB5">
        <w:rPr>
          <w:rFonts w:cs="Calibri"/>
          <w:b w:val="0"/>
          <w:bCs w:val="0"/>
        </w:rPr>
        <w:t xml:space="preserve">) </w:t>
      </w:r>
    </w:p>
    <w:p w14:paraId="5AD748C6" w14:textId="0503496A" w:rsidR="003D74A8" w:rsidRPr="00556BB5" w:rsidRDefault="00DD455D" w:rsidP="004F037C">
      <w:pPr>
        <w:pStyle w:val="Boxedbold"/>
        <w:ind w:left="0"/>
        <w:rPr>
          <w:rFonts w:cs="Calibri"/>
        </w:rPr>
      </w:pPr>
      <w:r w:rsidRPr="00556BB5">
        <w:rPr>
          <w:rFonts w:cs="Calibri"/>
        </w:rPr>
        <w:t xml:space="preserve">Optional section </w:t>
      </w:r>
    </w:p>
    <w:p w14:paraId="56C90079" w14:textId="0B53FFF7" w:rsidR="00AC3110" w:rsidRPr="00556BB5" w:rsidRDefault="006F3745" w:rsidP="004F037C">
      <w:pPr>
        <w:pStyle w:val="Boxedbold"/>
        <w:ind w:left="0"/>
        <w:rPr>
          <w:rFonts w:cs="Calibri"/>
          <w:b w:val="0"/>
          <w:bCs w:val="0"/>
        </w:rPr>
      </w:pPr>
      <w:sdt>
        <w:sdtPr>
          <w:rPr>
            <w:rFonts w:eastAsia="MS Gothic" w:cs="Calibri"/>
            <w:b w:val="0"/>
            <w:bCs w:val="0"/>
            <w:sz w:val="24"/>
            <w:szCs w:val="28"/>
          </w:rPr>
          <w:id w:val="341903123"/>
          <w14:checkbox>
            <w14:checked w14:val="0"/>
            <w14:checkedState w14:val="2612" w14:font="MS Gothic"/>
            <w14:uncheckedState w14:val="2610" w14:font="MS Gothic"/>
          </w14:checkbox>
        </w:sdtPr>
        <w:sdtEndPr/>
        <w:sdtContent>
          <w:r w:rsidR="00375056" w:rsidRPr="00556BB5">
            <w:rPr>
              <w:rFonts w:ascii="Segoe UI Symbol" w:eastAsia="MS Gothic" w:hAnsi="Segoe UI Symbol" w:cs="Segoe UI Symbol"/>
              <w:b w:val="0"/>
              <w:bCs w:val="0"/>
              <w:sz w:val="24"/>
              <w:szCs w:val="28"/>
            </w:rPr>
            <w:t>☐</w:t>
          </w:r>
        </w:sdtContent>
      </w:sdt>
      <w:r w:rsidR="005308A2" w:rsidRPr="00556BB5">
        <w:rPr>
          <w:rFonts w:cs="Calibri"/>
          <w:b w:val="0"/>
          <w:bCs w:val="0"/>
        </w:rPr>
        <w:t xml:space="preserve"> </w:t>
      </w:r>
      <w:r w:rsidR="00AC3110" w:rsidRPr="00556BB5">
        <w:rPr>
          <w:rFonts w:cs="Calibri"/>
          <w:b w:val="0"/>
          <w:bCs w:val="0"/>
        </w:rPr>
        <w:t>Supporting Information (</w:t>
      </w:r>
      <w:r w:rsidR="00421400" w:rsidRPr="00556BB5">
        <w:rPr>
          <w:rFonts w:cs="Calibri"/>
          <w:b w:val="0"/>
          <w:bCs w:val="0"/>
        </w:rPr>
        <w:t xml:space="preserve">see </w:t>
      </w:r>
      <w:r w:rsidR="00800B21" w:rsidRPr="00556BB5">
        <w:rPr>
          <w:rFonts w:cs="Calibri"/>
          <w:b w:val="0"/>
          <w:bCs w:val="0"/>
        </w:rPr>
        <w:t xml:space="preserve">section </w:t>
      </w:r>
      <w:r w:rsidR="00421400" w:rsidRPr="00556BB5">
        <w:rPr>
          <w:rFonts w:cs="Calibri"/>
          <w:b w:val="0"/>
          <w:bCs w:val="0"/>
        </w:rPr>
        <w:fldChar w:fldCharType="begin"/>
      </w:r>
      <w:r w:rsidR="00421400" w:rsidRPr="00556BB5">
        <w:rPr>
          <w:rFonts w:cs="Calibri"/>
          <w:b w:val="0"/>
          <w:bCs w:val="0"/>
        </w:rPr>
        <w:instrText xml:space="preserve"> REF _Ref201578314 \r \h </w:instrText>
      </w:r>
      <w:r w:rsidR="00DC32D4" w:rsidRPr="00556BB5">
        <w:rPr>
          <w:rFonts w:cs="Calibri"/>
          <w:b w:val="0"/>
          <w:bCs w:val="0"/>
        </w:rPr>
        <w:instrText xml:space="preserve"> \* MERGEFORMAT </w:instrText>
      </w:r>
      <w:r w:rsidR="00421400" w:rsidRPr="00556BB5">
        <w:rPr>
          <w:rFonts w:cs="Calibri"/>
          <w:b w:val="0"/>
          <w:bCs w:val="0"/>
        </w:rPr>
      </w:r>
      <w:r w:rsidR="00421400" w:rsidRPr="00556BB5">
        <w:rPr>
          <w:rFonts w:cs="Calibri"/>
          <w:b w:val="0"/>
          <w:bCs w:val="0"/>
        </w:rPr>
        <w:fldChar w:fldCharType="separate"/>
      </w:r>
      <w:r w:rsidR="0010662E" w:rsidRPr="00556BB5">
        <w:rPr>
          <w:rFonts w:cs="Calibri"/>
          <w:b w:val="0"/>
          <w:bCs w:val="0"/>
        </w:rPr>
        <w:t>7</w:t>
      </w:r>
      <w:r w:rsidR="00421400" w:rsidRPr="00556BB5">
        <w:rPr>
          <w:rFonts w:cs="Calibri"/>
          <w:b w:val="0"/>
          <w:bCs w:val="0"/>
        </w:rPr>
        <w:fldChar w:fldCharType="end"/>
      </w:r>
      <w:r w:rsidR="00AC3110" w:rsidRPr="00556BB5">
        <w:rPr>
          <w:rFonts w:cs="Calibri"/>
          <w:b w:val="0"/>
          <w:bCs w:val="0"/>
        </w:rPr>
        <w:t>)</w:t>
      </w:r>
    </w:p>
    <w:p w14:paraId="54F0682E" w14:textId="57DF4E43" w:rsidR="00AC3110" w:rsidRPr="003B5C15" w:rsidRDefault="00AC3110" w:rsidP="004F037C">
      <w:pPr>
        <w:pStyle w:val="BodyText"/>
        <w:ind w:left="0"/>
        <w:rPr>
          <w:rFonts w:cs="Calibri"/>
          <w:szCs w:val="22"/>
        </w:rPr>
      </w:pPr>
    </w:p>
    <w:p w14:paraId="56E958A5" w14:textId="4FD9699F" w:rsidR="00852F66" w:rsidRPr="003B5C15" w:rsidRDefault="00E14C77" w:rsidP="004F037C">
      <w:pPr>
        <w:pStyle w:val="BodyText"/>
        <w:ind w:left="0"/>
        <w:rPr>
          <w:rFonts w:cs="Calibri"/>
          <w:b/>
          <w:bCs/>
          <w:sz w:val="28"/>
          <w:szCs w:val="28"/>
        </w:rPr>
      </w:pPr>
      <w:r w:rsidRPr="003B5C15">
        <w:rPr>
          <w:rFonts w:cs="Calibri"/>
          <w:b/>
          <w:bCs/>
          <w:sz w:val="28"/>
          <w:szCs w:val="28"/>
        </w:rPr>
        <w:t>Notes for completing the form</w:t>
      </w:r>
    </w:p>
    <w:p w14:paraId="225F9D8B" w14:textId="70EB7EB9" w:rsidR="00DB1B70" w:rsidRPr="003B5C15" w:rsidRDefault="00FE31C7" w:rsidP="00C955CA">
      <w:pPr>
        <w:pStyle w:val="BodyText"/>
        <w:spacing w:before="120"/>
        <w:ind w:left="0"/>
        <w:rPr>
          <w:rFonts w:cs="Calibri"/>
          <w:b/>
          <w:bCs/>
          <w:szCs w:val="22"/>
        </w:rPr>
      </w:pPr>
      <w:r w:rsidRPr="003B5C15">
        <w:rPr>
          <w:rFonts w:cs="Calibri"/>
          <w:b/>
          <w:bCs/>
          <w:szCs w:val="22"/>
        </w:rPr>
        <w:t xml:space="preserve">Section </w:t>
      </w:r>
      <w:r w:rsidR="005D07E7" w:rsidRPr="003B5C15">
        <w:rPr>
          <w:rFonts w:cs="Calibri"/>
          <w:b/>
          <w:bCs/>
          <w:szCs w:val="22"/>
        </w:rPr>
        <w:t>2</w:t>
      </w:r>
      <w:r w:rsidRPr="003B5C15">
        <w:rPr>
          <w:rFonts w:cs="Calibri"/>
          <w:b/>
          <w:bCs/>
          <w:szCs w:val="22"/>
        </w:rPr>
        <w:t>:</w:t>
      </w:r>
      <w:r w:rsidR="00FF59BC" w:rsidRPr="003B5C15">
        <w:rPr>
          <w:rFonts w:cs="Calibri"/>
          <w:b/>
          <w:bCs/>
          <w:szCs w:val="22"/>
        </w:rPr>
        <w:t xml:space="preserve"> </w:t>
      </w:r>
      <w:r w:rsidR="00B24721" w:rsidRPr="003B5C15">
        <w:rPr>
          <w:rFonts w:cs="Calibri"/>
          <w:b/>
          <w:bCs/>
          <w:szCs w:val="22"/>
        </w:rPr>
        <w:t xml:space="preserve">Software </w:t>
      </w:r>
      <w:r w:rsidR="00375056" w:rsidRPr="003B5C15">
        <w:rPr>
          <w:rFonts w:cs="Calibri"/>
          <w:b/>
          <w:bCs/>
          <w:szCs w:val="22"/>
        </w:rPr>
        <w:t xml:space="preserve">product and contact information </w:t>
      </w:r>
    </w:p>
    <w:p w14:paraId="6D54E509" w14:textId="120F8617" w:rsidR="00FE31C7" w:rsidRPr="003B5C15" w:rsidRDefault="00553D9D" w:rsidP="004F037C">
      <w:pPr>
        <w:pStyle w:val="BodyText"/>
        <w:ind w:left="0"/>
        <w:rPr>
          <w:rFonts w:cs="Calibri"/>
          <w:i/>
          <w:iCs/>
          <w:szCs w:val="22"/>
        </w:rPr>
      </w:pPr>
      <w:r w:rsidRPr="003B5C15">
        <w:rPr>
          <w:rFonts w:cs="Calibri"/>
          <w:i/>
          <w:iCs/>
          <w:szCs w:val="22"/>
        </w:rPr>
        <w:t xml:space="preserve">(Mandatory for </w:t>
      </w:r>
      <w:r w:rsidR="005D06A6" w:rsidRPr="003B5C15">
        <w:rPr>
          <w:rFonts w:cs="Calibri"/>
          <w:i/>
          <w:iCs/>
          <w:szCs w:val="22"/>
        </w:rPr>
        <w:t>current</w:t>
      </w:r>
      <w:r w:rsidRPr="003B5C15">
        <w:rPr>
          <w:rFonts w:cs="Calibri"/>
          <w:i/>
          <w:iCs/>
          <w:szCs w:val="22"/>
        </w:rPr>
        <w:t xml:space="preserve"> </w:t>
      </w:r>
      <w:r w:rsidR="00E14C77" w:rsidRPr="003B5C15">
        <w:rPr>
          <w:rFonts w:cs="Calibri"/>
          <w:i/>
          <w:iCs/>
          <w:szCs w:val="22"/>
        </w:rPr>
        <w:t>and</w:t>
      </w:r>
      <w:r w:rsidRPr="003B5C15">
        <w:rPr>
          <w:rFonts w:cs="Calibri"/>
          <w:i/>
          <w:iCs/>
          <w:szCs w:val="22"/>
        </w:rPr>
        <w:t xml:space="preserve"> new connections</w:t>
      </w:r>
      <w:r w:rsidR="00A37378" w:rsidRPr="003B5C15">
        <w:rPr>
          <w:rFonts w:cs="Calibri"/>
          <w:i/>
          <w:iCs/>
          <w:szCs w:val="22"/>
        </w:rPr>
        <w:t xml:space="preserve"> to the HI Service</w:t>
      </w:r>
      <w:r w:rsidRPr="003B5C15">
        <w:rPr>
          <w:rFonts w:cs="Calibri"/>
          <w:i/>
          <w:iCs/>
          <w:szCs w:val="22"/>
        </w:rPr>
        <w:t>)</w:t>
      </w:r>
    </w:p>
    <w:p w14:paraId="70871F6C" w14:textId="77777777" w:rsidR="009F6DDC" w:rsidRPr="003B5C15" w:rsidRDefault="00FE31C7" w:rsidP="004F037C">
      <w:pPr>
        <w:pStyle w:val="BodyText"/>
        <w:ind w:left="0"/>
        <w:rPr>
          <w:rFonts w:cs="Calibri"/>
          <w:szCs w:val="22"/>
        </w:rPr>
      </w:pPr>
      <w:r w:rsidRPr="003B5C15">
        <w:rPr>
          <w:rFonts w:cs="Calibri"/>
          <w:szCs w:val="22"/>
        </w:rPr>
        <w:t xml:space="preserve">This section is mandatory and is used to record implementation and contact information. </w:t>
      </w:r>
    </w:p>
    <w:p w14:paraId="59635E36" w14:textId="237E008C" w:rsidR="009F6DDC" w:rsidRPr="003B5C15" w:rsidRDefault="009F6DDC" w:rsidP="004F037C">
      <w:pPr>
        <w:pStyle w:val="BodyText"/>
        <w:numPr>
          <w:ilvl w:val="0"/>
          <w:numId w:val="43"/>
        </w:numPr>
        <w:ind w:left="426"/>
        <w:rPr>
          <w:rFonts w:cs="Calibri"/>
          <w:szCs w:val="22"/>
        </w:rPr>
      </w:pPr>
      <w:r w:rsidRPr="003B5C15">
        <w:rPr>
          <w:rFonts w:cs="Calibri"/>
          <w:szCs w:val="22"/>
        </w:rPr>
        <w:t>The components</w:t>
      </w:r>
      <w:r w:rsidR="00A37378" w:rsidRPr="003B5C15">
        <w:rPr>
          <w:rFonts w:cs="Calibri"/>
          <w:szCs w:val="22"/>
        </w:rPr>
        <w:t xml:space="preserve"> </w:t>
      </w:r>
      <w:r w:rsidRPr="003B5C15">
        <w:rPr>
          <w:rFonts w:cs="Calibri"/>
          <w:szCs w:val="22"/>
        </w:rPr>
        <w:t>that make up the implementation that an end user would use to interact with the HI Service. It is important to include all the components of your system to ensure that it is identified correctly for</w:t>
      </w:r>
      <w:r w:rsidR="001A7D1D" w:rsidRPr="003B5C15">
        <w:rPr>
          <w:rFonts w:cs="Calibri"/>
          <w:szCs w:val="22"/>
        </w:rPr>
        <w:t xml:space="preserve"> Healthcare Identifiers </w:t>
      </w:r>
      <w:r w:rsidRPr="003B5C15">
        <w:rPr>
          <w:rFonts w:cs="Calibri"/>
          <w:szCs w:val="22"/>
        </w:rPr>
        <w:t>N</w:t>
      </w:r>
      <w:r w:rsidR="001A7D1D" w:rsidRPr="003B5C15">
        <w:rPr>
          <w:rFonts w:cs="Calibri"/>
          <w:szCs w:val="22"/>
        </w:rPr>
        <w:t xml:space="preserve">otice </w:t>
      </w:r>
      <w:r w:rsidR="00BC46A5" w:rsidRPr="003B5C15">
        <w:rPr>
          <w:rFonts w:cs="Calibri"/>
          <w:szCs w:val="22"/>
        </w:rPr>
        <w:t>o</w:t>
      </w:r>
      <w:r w:rsidR="001A7D1D" w:rsidRPr="003B5C15">
        <w:rPr>
          <w:rFonts w:cs="Calibri"/>
          <w:szCs w:val="22"/>
        </w:rPr>
        <w:t xml:space="preserve">f </w:t>
      </w:r>
      <w:r w:rsidRPr="003B5C15">
        <w:rPr>
          <w:rFonts w:cs="Calibri"/>
          <w:szCs w:val="22"/>
        </w:rPr>
        <w:t>C</w:t>
      </w:r>
      <w:r w:rsidR="001A7D1D" w:rsidRPr="003B5C15">
        <w:rPr>
          <w:rFonts w:cs="Calibri"/>
          <w:szCs w:val="22"/>
        </w:rPr>
        <w:t>onnection (HI NOC)</w:t>
      </w:r>
      <w:r w:rsidRPr="003B5C15">
        <w:rPr>
          <w:rFonts w:cs="Calibri"/>
          <w:szCs w:val="22"/>
        </w:rPr>
        <w:t xml:space="preserve"> and HI Conformance testing; and </w:t>
      </w:r>
    </w:p>
    <w:p w14:paraId="3CD3DF44" w14:textId="76426C92" w:rsidR="009F6DDC" w:rsidRPr="003B5C15" w:rsidRDefault="00A37378" w:rsidP="004F037C">
      <w:pPr>
        <w:pStyle w:val="BodyText"/>
        <w:numPr>
          <w:ilvl w:val="0"/>
          <w:numId w:val="43"/>
        </w:numPr>
        <w:ind w:left="426"/>
        <w:rPr>
          <w:rFonts w:cs="Calibri"/>
          <w:szCs w:val="22"/>
        </w:rPr>
      </w:pPr>
      <w:r w:rsidRPr="003B5C15">
        <w:rPr>
          <w:rFonts w:cs="Calibri"/>
          <w:szCs w:val="22"/>
        </w:rPr>
        <w:t>ICS contact and software developer, that the Agency may contact during or after the testing process, if required.</w:t>
      </w:r>
    </w:p>
    <w:p w14:paraId="7033A90B" w14:textId="2AADB8CD" w:rsidR="001504F2" w:rsidRPr="003B5C15" w:rsidRDefault="007270A1" w:rsidP="00296033">
      <w:pPr>
        <w:pStyle w:val="BodyText"/>
        <w:keepNext/>
        <w:spacing w:before="360"/>
        <w:ind w:left="0"/>
        <w:rPr>
          <w:rFonts w:cs="Calibri"/>
          <w:b/>
          <w:bCs/>
          <w:szCs w:val="22"/>
        </w:rPr>
      </w:pPr>
      <w:r w:rsidRPr="003B5C15">
        <w:rPr>
          <w:rFonts w:cs="Calibri"/>
          <w:b/>
          <w:bCs/>
          <w:szCs w:val="22"/>
        </w:rPr>
        <w:t xml:space="preserve">Section </w:t>
      </w:r>
      <w:r w:rsidR="00DD7D15" w:rsidRPr="003B5C15">
        <w:rPr>
          <w:rFonts w:cs="Calibri"/>
          <w:b/>
          <w:bCs/>
          <w:szCs w:val="22"/>
        </w:rPr>
        <w:t>3</w:t>
      </w:r>
      <w:r w:rsidRPr="003B5C15">
        <w:rPr>
          <w:rFonts w:cs="Calibri"/>
          <w:b/>
          <w:bCs/>
          <w:szCs w:val="22"/>
        </w:rPr>
        <w:t xml:space="preserve">: </w:t>
      </w:r>
      <w:r w:rsidR="005D06A6" w:rsidRPr="003B5C15">
        <w:rPr>
          <w:rFonts w:cs="Calibri"/>
          <w:b/>
          <w:bCs/>
          <w:szCs w:val="22"/>
        </w:rPr>
        <w:t>Current</w:t>
      </w:r>
      <w:r w:rsidR="001F1736" w:rsidRPr="003B5C15">
        <w:rPr>
          <w:rFonts w:cs="Calibri"/>
          <w:b/>
          <w:bCs/>
          <w:szCs w:val="22"/>
        </w:rPr>
        <w:t xml:space="preserve"> </w:t>
      </w:r>
      <w:r w:rsidR="00375056" w:rsidRPr="003B5C15">
        <w:rPr>
          <w:rFonts w:cs="Calibri"/>
          <w:b/>
          <w:bCs/>
          <w:szCs w:val="22"/>
        </w:rPr>
        <w:t xml:space="preserve">conformance </w:t>
      </w:r>
      <w:r w:rsidR="00E14C77" w:rsidRPr="003B5C15">
        <w:rPr>
          <w:rFonts w:cs="Calibri"/>
          <w:b/>
          <w:bCs/>
          <w:szCs w:val="22"/>
        </w:rPr>
        <w:t xml:space="preserve">details </w:t>
      </w:r>
    </w:p>
    <w:p w14:paraId="03448C33" w14:textId="14BF07F0" w:rsidR="007270A1" w:rsidRPr="003B5C15" w:rsidRDefault="001F1736" w:rsidP="00C955CA">
      <w:pPr>
        <w:pStyle w:val="BodyText"/>
        <w:keepNext/>
        <w:ind w:left="0"/>
        <w:rPr>
          <w:rFonts w:cs="Calibri"/>
          <w:i/>
          <w:iCs/>
          <w:szCs w:val="22"/>
        </w:rPr>
      </w:pPr>
      <w:r w:rsidRPr="003B5C15">
        <w:rPr>
          <w:rFonts w:cs="Calibri"/>
          <w:i/>
          <w:iCs/>
          <w:szCs w:val="22"/>
        </w:rPr>
        <w:t>(</w:t>
      </w:r>
      <w:r w:rsidR="001504F2" w:rsidRPr="003B5C15">
        <w:rPr>
          <w:rFonts w:cs="Calibri"/>
          <w:i/>
          <w:iCs/>
          <w:szCs w:val="22"/>
        </w:rPr>
        <w:t xml:space="preserve">Applicable </w:t>
      </w:r>
      <w:r w:rsidR="00986063" w:rsidRPr="003B5C15">
        <w:rPr>
          <w:rFonts w:cs="Calibri"/>
          <w:i/>
          <w:iCs/>
          <w:szCs w:val="22"/>
        </w:rPr>
        <w:t xml:space="preserve">for </w:t>
      </w:r>
      <w:r w:rsidR="005D06A6" w:rsidRPr="003B5C15">
        <w:rPr>
          <w:rFonts w:cs="Calibri"/>
          <w:i/>
          <w:iCs/>
          <w:szCs w:val="22"/>
        </w:rPr>
        <w:t>current</w:t>
      </w:r>
      <w:r w:rsidR="00986063" w:rsidRPr="003B5C15">
        <w:rPr>
          <w:rFonts w:cs="Calibri"/>
          <w:i/>
          <w:iCs/>
          <w:szCs w:val="22"/>
        </w:rPr>
        <w:t xml:space="preserve"> connections only) </w:t>
      </w:r>
    </w:p>
    <w:p w14:paraId="77C3205E" w14:textId="66C132F1" w:rsidR="007270A1" w:rsidRPr="003B5C15" w:rsidRDefault="001F1736" w:rsidP="004F037C">
      <w:pPr>
        <w:pStyle w:val="BodyText"/>
        <w:ind w:left="0"/>
        <w:rPr>
          <w:rFonts w:cs="Calibri"/>
          <w:szCs w:val="22"/>
        </w:rPr>
      </w:pPr>
      <w:r w:rsidRPr="003B5C15">
        <w:rPr>
          <w:rFonts w:cs="Calibri"/>
          <w:szCs w:val="22"/>
        </w:rPr>
        <w:t>This section lists the software name and version, the HI business use cases and HI Service web services which had previously been</w:t>
      </w:r>
      <w:r w:rsidR="007270A1" w:rsidRPr="003B5C15">
        <w:rPr>
          <w:rFonts w:cs="Calibri"/>
          <w:szCs w:val="22"/>
        </w:rPr>
        <w:t xml:space="preserve"> approved for access to the HI Service.</w:t>
      </w:r>
      <w:r w:rsidR="00097984" w:rsidRPr="003B5C15">
        <w:rPr>
          <w:rFonts w:cs="Calibri"/>
          <w:szCs w:val="22"/>
        </w:rPr>
        <w:t xml:space="preserve"> </w:t>
      </w:r>
    </w:p>
    <w:p w14:paraId="6CF08C5F" w14:textId="33248879" w:rsidR="00B54F52" w:rsidRPr="003B5C15" w:rsidRDefault="00097984" w:rsidP="004F037C">
      <w:pPr>
        <w:pStyle w:val="BodyText"/>
        <w:ind w:left="0"/>
        <w:rPr>
          <w:rFonts w:cs="Calibri"/>
          <w:szCs w:val="22"/>
        </w:rPr>
      </w:pPr>
      <w:r w:rsidRPr="003B5C15">
        <w:rPr>
          <w:rFonts w:cs="Calibri"/>
          <w:b/>
          <w:bCs/>
          <w:szCs w:val="22"/>
        </w:rPr>
        <w:lastRenderedPageBreak/>
        <w:t>Note</w:t>
      </w:r>
      <w:r w:rsidRPr="003B5C15">
        <w:rPr>
          <w:rFonts w:cs="Calibri"/>
          <w:szCs w:val="22"/>
        </w:rPr>
        <w:t>: Please list all conformant HI Business cases and HI Service web services</w:t>
      </w:r>
      <w:r w:rsidR="00B54F52" w:rsidRPr="003B5C15">
        <w:rPr>
          <w:rFonts w:cs="Calibri"/>
          <w:szCs w:val="22"/>
        </w:rPr>
        <w:t xml:space="preserve"> that have been implemented in the software product</w:t>
      </w:r>
      <w:r w:rsidR="009F067C" w:rsidRPr="003B5C15">
        <w:rPr>
          <w:rFonts w:cs="Calibri"/>
          <w:szCs w:val="22"/>
        </w:rPr>
        <w:t xml:space="preserve">. </w:t>
      </w:r>
    </w:p>
    <w:p w14:paraId="0D7B5F70" w14:textId="70BAB2D2" w:rsidR="00097984" w:rsidRPr="003B5C15" w:rsidRDefault="00B54F52" w:rsidP="004F037C">
      <w:pPr>
        <w:pStyle w:val="BodyText"/>
        <w:ind w:left="0"/>
        <w:rPr>
          <w:rFonts w:cs="Calibri"/>
          <w:szCs w:val="22"/>
        </w:rPr>
      </w:pPr>
      <w:r w:rsidRPr="003B5C15">
        <w:rPr>
          <w:rFonts w:cs="Calibri"/>
          <w:szCs w:val="22"/>
        </w:rPr>
        <w:t>Please also indicate any implemented HI Business cases and HI service web services that the software</w:t>
      </w:r>
      <w:r w:rsidR="0044111F" w:rsidRPr="003B5C15">
        <w:rPr>
          <w:rFonts w:cs="Calibri"/>
          <w:szCs w:val="22"/>
        </w:rPr>
        <w:t xml:space="preserve"> product</w:t>
      </w:r>
      <w:r w:rsidRPr="003B5C15">
        <w:rPr>
          <w:rFonts w:cs="Calibri"/>
          <w:szCs w:val="22"/>
        </w:rPr>
        <w:t xml:space="preserve"> has previously implemented but currently inactive</w:t>
      </w:r>
      <w:r w:rsidRPr="003B5C15">
        <w:rPr>
          <w:rStyle w:val="CommentReference"/>
          <w:rFonts w:eastAsiaTheme="minorHAnsi" w:cs="Calibri"/>
          <w:sz w:val="22"/>
          <w:szCs w:val="22"/>
          <w:lang w:eastAsia="en-US"/>
        </w:rPr>
        <w:t xml:space="preserve">. </w:t>
      </w:r>
    </w:p>
    <w:p w14:paraId="58A20831" w14:textId="4B07E44A" w:rsidR="00DB1B70" w:rsidRPr="003B5C15" w:rsidRDefault="00165BA0" w:rsidP="004F037C">
      <w:pPr>
        <w:pStyle w:val="BodyText"/>
        <w:spacing w:before="360"/>
        <w:ind w:left="0"/>
        <w:rPr>
          <w:rFonts w:cs="Calibri"/>
          <w:b/>
          <w:bCs/>
          <w:szCs w:val="22"/>
        </w:rPr>
      </w:pPr>
      <w:r w:rsidRPr="003B5C15">
        <w:rPr>
          <w:rFonts w:cs="Calibri"/>
          <w:b/>
          <w:bCs/>
          <w:szCs w:val="22"/>
        </w:rPr>
        <w:t xml:space="preserve">Section </w:t>
      </w:r>
      <w:r w:rsidR="00851B36" w:rsidRPr="003B5C15">
        <w:rPr>
          <w:rFonts w:cs="Calibri"/>
          <w:b/>
          <w:bCs/>
          <w:szCs w:val="22"/>
        </w:rPr>
        <w:t>4</w:t>
      </w:r>
      <w:r w:rsidR="00FE31C7" w:rsidRPr="003B5C15">
        <w:rPr>
          <w:rFonts w:cs="Calibri"/>
          <w:b/>
          <w:bCs/>
          <w:szCs w:val="22"/>
        </w:rPr>
        <w:t xml:space="preserve">: </w:t>
      </w:r>
      <w:r w:rsidR="00E14C77" w:rsidRPr="003B5C15">
        <w:rPr>
          <w:rFonts w:cs="Calibri"/>
          <w:b/>
          <w:bCs/>
          <w:szCs w:val="22"/>
        </w:rPr>
        <w:t xml:space="preserve">HI </w:t>
      </w:r>
      <w:r w:rsidR="00375056" w:rsidRPr="003B5C15">
        <w:rPr>
          <w:rFonts w:cs="Calibri"/>
          <w:b/>
          <w:bCs/>
          <w:szCs w:val="22"/>
        </w:rPr>
        <w:t xml:space="preserve">conformance </w:t>
      </w:r>
      <w:r w:rsidR="00E14C77" w:rsidRPr="003B5C15">
        <w:rPr>
          <w:rFonts w:cs="Calibri"/>
          <w:b/>
          <w:bCs/>
          <w:szCs w:val="22"/>
        </w:rPr>
        <w:t xml:space="preserve">testing for HI Service </w:t>
      </w:r>
    </w:p>
    <w:p w14:paraId="008A27C9" w14:textId="6C86556A" w:rsidR="00FE31C7" w:rsidRPr="003B5C15" w:rsidRDefault="00FA7CC4" w:rsidP="004F037C">
      <w:pPr>
        <w:pStyle w:val="BodyText"/>
        <w:ind w:left="0"/>
        <w:rPr>
          <w:rFonts w:cs="Calibri"/>
          <w:i/>
          <w:iCs/>
          <w:szCs w:val="22"/>
        </w:rPr>
      </w:pPr>
      <w:r w:rsidRPr="003B5C15">
        <w:rPr>
          <w:rFonts w:cs="Calibri"/>
          <w:i/>
          <w:iCs/>
          <w:szCs w:val="22"/>
        </w:rPr>
        <w:t>(</w:t>
      </w:r>
      <w:r w:rsidR="007A57BC" w:rsidRPr="003B5C15">
        <w:rPr>
          <w:rFonts w:cs="Calibri"/>
          <w:i/>
          <w:iCs/>
          <w:szCs w:val="22"/>
        </w:rPr>
        <w:t xml:space="preserve">Applicable for </w:t>
      </w:r>
      <w:r w:rsidRPr="003B5C15">
        <w:rPr>
          <w:rFonts w:cs="Calibri"/>
          <w:i/>
          <w:iCs/>
          <w:szCs w:val="22"/>
        </w:rPr>
        <w:t xml:space="preserve">new </w:t>
      </w:r>
      <w:r w:rsidR="00E14C77" w:rsidRPr="003B5C15">
        <w:rPr>
          <w:rFonts w:cs="Calibri"/>
          <w:i/>
          <w:iCs/>
          <w:szCs w:val="22"/>
        </w:rPr>
        <w:t xml:space="preserve">and </w:t>
      </w:r>
      <w:r w:rsidR="005D06A6" w:rsidRPr="003B5C15">
        <w:rPr>
          <w:rFonts w:cs="Calibri"/>
          <w:i/>
          <w:iCs/>
          <w:szCs w:val="22"/>
        </w:rPr>
        <w:t>current</w:t>
      </w:r>
      <w:r w:rsidR="00FF499F" w:rsidRPr="003B5C15">
        <w:rPr>
          <w:rFonts w:cs="Calibri"/>
          <w:i/>
          <w:iCs/>
          <w:szCs w:val="22"/>
        </w:rPr>
        <w:t xml:space="preserve"> </w:t>
      </w:r>
      <w:r w:rsidR="00E14C77" w:rsidRPr="003B5C15">
        <w:rPr>
          <w:rFonts w:cs="Calibri"/>
          <w:i/>
          <w:iCs/>
          <w:szCs w:val="22"/>
        </w:rPr>
        <w:t xml:space="preserve">connections </w:t>
      </w:r>
      <w:r w:rsidR="00A6610C" w:rsidRPr="003B5C15">
        <w:rPr>
          <w:rFonts w:cs="Calibri"/>
          <w:i/>
          <w:iCs/>
          <w:szCs w:val="22"/>
        </w:rPr>
        <w:t xml:space="preserve">that are declaring </w:t>
      </w:r>
      <w:r w:rsidR="00FF499F" w:rsidRPr="003B5C15">
        <w:rPr>
          <w:rFonts w:cs="Calibri"/>
          <w:i/>
          <w:iCs/>
          <w:szCs w:val="22"/>
        </w:rPr>
        <w:t xml:space="preserve">conformance </w:t>
      </w:r>
      <w:r w:rsidR="00BA38F9" w:rsidRPr="003B5C15">
        <w:rPr>
          <w:rFonts w:cs="Calibri"/>
          <w:i/>
          <w:iCs/>
          <w:szCs w:val="22"/>
        </w:rPr>
        <w:t>to</w:t>
      </w:r>
      <w:r w:rsidR="00FF499F" w:rsidRPr="003B5C15">
        <w:rPr>
          <w:rFonts w:cs="Calibri"/>
          <w:i/>
          <w:iCs/>
          <w:szCs w:val="22"/>
        </w:rPr>
        <w:t xml:space="preserve"> HI Service</w:t>
      </w:r>
      <w:r w:rsidR="00290DE4" w:rsidRPr="003B5C15">
        <w:rPr>
          <w:rFonts w:cs="Calibri"/>
          <w:i/>
          <w:iCs/>
          <w:szCs w:val="22"/>
        </w:rPr>
        <w:t>)</w:t>
      </w:r>
    </w:p>
    <w:p w14:paraId="2B01EFBD" w14:textId="4C6B6C52" w:rsidR="000F49DE" w:rsidRPr="003B5C15" w:rsidRDefault="00FF59BC" w:rsidP="004F037C">
      <w:pPr>
        <w:pStyle w:val="BodyText"/>
        <w:ind w:left="0"/>
        <w:rPr>
          <w:rFonts w:cs="Calibri"/>
          <w:szCs w:val="22"/>
        </w:rPr>
      </w:pPr>
      <w:r w:rsidRPr="003B5C15">
        <w:rPr>
          <w:rFonts w:cs="Calibri"/>
          <w:szCs w:val="22"/>
        </w:rPr>
        <w:t xml:space="preserve">This section is to be filled out where the implementation is new to the HI Service, or changes to the way a </w:t>
      </w:r>
      <w:r w:rsidR="005D06A6" w:rsidRPr="003B5C15">
        <w:rPr>
          <w:rFonts w:cs="Calibri"/>
          <w:szCs w:val="22"/>
        </w:rPr>
        <w:t>current</w:t>
      </w:r>
      <w:r w:rsidRPr="003B5C15">
        <w:rPr>
          <w:rFonts w:cs="Calibri"/>
          <w:szCs w:val="22"/>
        </w:rPr>
        <w:t xml:space="preserve"> implementation interacts with the HI Service (e.g. a new web service has been introduced</w:t>
      </w:r>
      <w:r w:rsidR="007B3470" w:rsidRPr="003B5C15">
        <w:rPr>
          <w:rFonts w:cs="Calibri"/>
          <w:szCs w:val="22"/>
        </w:rPr>
        <w:t xml:space="preserve"> or </w:t>
      </w:r>
      <w:r w:rsidR="00097984" w:rsidRPr="003B5C15">
        <w:rPr>
          <w:rFonts w:cs="Calibri"/>
          <w:szCs w:val="22"/>
        </w:rPr>
        <w:t>a</w:t>
      </w:r>
      <w:r w:rsidR="007A57BC" w:rsidRPr="003B5C15">
        <w:rPr>
          <w:rFonts w:cs="Calibri"/>
          <w:szCs w:val="22"/>
        </w:rPr>
        <w:t xml:space="preserve"> </w:t>
      </w:r>
      <w:r w:rsidR="00097984" w:rsidRPr="003B5C15">
        <w:rPr>
          <w:rFonts w:cs="Calibri"/>
          <w:szCs w:val="22"/>
        </w:rPr>
        <w:t>web service currently connected has been removed</w:t>
      </w:r>
      <w:r w:rsidRPr="003B5C15">
        <w:rPr>
          <w:rFonts w:cs="Calibri"/>
          <w:szCs w:val="22"/>
        </w:rPr>
        <w:t xml:space="preserve">). </w:t>
      </w:r>
    </w:p>
    <w:p w14:paraId="10D02547" w14:textId="17BC441D" w:rsidR="00022410" w:rsidRPr="003B5C15" w:rsidRDefault="00372A05" w:rsidP="004F037C">
      <w:pPr>
        <w:pStyle w:val="BodyText"/>
        <w:ind w:left="0"/>
        <w:rPr>
          <w:rFonts w:cs="Calibri"/>
          <w:szCs w:val="22"/>
        </w:rPr>
      </w:pPr>
      <w:r w:rsidRPr="003B5C15">
        <w:rPr>
          <w:rFonts w:cs="Calibri"/>
          <w:b/>
          <w:bCs/>
          <w:szCs w:val="22"/>
        </w:rPr>
        <w:t>Note</w:t>
      </w:r>
      <w:r w:rsidRPr="003B5C15">
        <w:rPr>
          <w:rFonts w:cs="Calibri"/>
          <w:szCs w:val="22"/>
        </w:rPr>
        <w:t xml:space="preserve">: </w:t>
      </w:r>
      <w:r w:rsidR="00022410" w:rsidRPr="003B5C15">
        <w:rPr>
          <w:rFonts w:cs="Calibri"/>
          <w:szCs w:val="22"/>
        </w:rPr>
        <w:t>All the relevant subsections</w:t>
      </w:r>
      <w:r w:rsidRPr="003B5C15">
        <w:rPr>
          <w:rFonts w:cs="Calibri"/>
          <w:szCs w:val="22"/>
        </w:rPr>
        <w:t xml:space="preserve"> (</w:t>
      </w:r>
      <w:r w:rsidR="0052783F" w:rsidRPr="003B5C15">
        <w:rPr>
          <w:rFonts w:cs="Calibri"/>
          <w:szCs w:val="22"/>
        </w:rPr>
        <w:fldChar w:fldCharType="begin"/>
      </w:r>
      <w:r w:rsidR="0052783F" w:rsidRPr="003B5C15">
        <w:rPr>
          <w:rFonts w:cs="Calibri"/>
          <w:szCs w:val="22"/>
        </w:rPr>
        <w:instrText xml:space="preserve"> REF _Ref66268737 \r \h </w:instrText>
      </w:r>
      <w:r w:rsidR="003B5C15">
        <w:rPr>
          <w:rFonts w:cs="Calibri"/>
          <w:szCs w:val="22"/>
        </w:rPr>
        <w:instrText xml:space="preserve"> \* MERGEFORMAT </w:instrText>
      </w:r>
      <w:r w:rsidR="0052783F" w:rsidRPr="003B5C15">
        <w:rPr>
          <w:rFonts w:cs="Calibri"/>
          <w:szCs w:val="22"/>
        </w:rPr>
      </w:r>
      <w:r w:rsidR="0052783F" w:rsidRPr="003B5C15">
        <w:rPr>
          <w:rFonts w:cs="Calibri"/>
          <w:szCs w:val="22"/>
        </w:rPr>
        <w:fldChar w:fldCharType="separate"/>
      </w:r>
      <w:r w:rsidR="0010662E" w:rsidRPr="003B5C15">
        <w:rPr>
          <w:rFonts w:cs="Calibri"/>
          <w:szCs w:val="22"/>
        </w:rPr>
        <w:t>4.1</w:t>
      </w:r>
      <w:r w:rsidR="0052783F" w:rsidRPr="003B5C15">
        <w:rPr>
          <w:rFonts w:cs="Calibri"/>
          <w:szCs w:val="22"/>
        </w:rPr>
        <w:fldChar w:fldCharType="end"/>
      </w:r>
      <w:r w:rsidR="0010662E" w:rsidRPr="003B5C15">
        <w:rPr>
          <w:rFonts w:cs="Calibri"/>
          <w:szCs w:val="22"/>
        </w:rPr>
        <w:t xml:space="preserve"> </w:t>
      </w:r>
      <w:r w:rsidRPr="003B5C15">
        <w:rPr>
          <w:rFonts w:cs="Calibri"/>
          <w:szCs w:val="22"/>
        </w:rPr>
        <w:t xml:space="preserve">to </w:t>
      </w:r>
      <w:r w:rsidR="0052783F" w:rsidRPr="003B5C15">
        <w:rPr>
          <w:rFonts w:cs="Calibri"/>
          <w:szCs w:val="22"/>
        </w:rPr>
        <w:fldChar w:fldCharType="begin"/>
      </w:r>
      <w:r w:rsidR="0052783F" w:rsidRPr="003B5C15">
        <w:rPr>
          <w:rFonts w:cs="Calibri"/>
          <w:szCs w:val="22"/>
        </w:rPr>
        <w:instrText xml:space="preserve"> REF _Ref201736668 \r \h </w:instrText>
      </w:r>
      <w:r w:rsidR="003B5C15">
        <w:rPr>
          <w:rFonts w:cs="Calibri"/>
          <w:szCs w:val="22"/>
        </w:rPr>
        <w:instrText xml:space="preserve"> \* MERGEFORMAT </w:instrText>
      </w:r>
      <w:r w:rsidR="0052783F" w:rsidRPr="003B5C15">
        <w:rPr>
          <w:rFonts w:cs="Calibri"/>
          <w:szCs w:val="22"/>
        </w:rPr>
      </w:r>
      <w:r w:rsidR="0052783F" w:rsidRPr="003B5C15">
        <w:rPr>
          <w:rFonts w:cs="Calibri"/>
          <w:szCs w:val="22"/>
        </w:rPr>
        <w:fldChar w:fldCharType="separate"/>
      </w:r>
      <w:r w:rsidR="0010662E" w:rsidRPr="003B5C15">
        <w:rPr>
          <w:rFonts w:cs="Calibri"/>
          <w:szCs w:val="22"/>
        </w:rPr>
        <w:t>4.3</w:t>
      </w:r>
      <w:r w:rsidR="0052783F" w:rsidRPr="003B5C15">
        <w:rPr>
          <w:rFonts w:cs="Calibri"/>
          <w:szCs w:val="22"/>
        </w:rPr>
        <w:fldChar w:fldCharType="end"/>
      </w:r>
      <w:r w:rsidRPr="003B5C15">
        <w:rPr>
          <w:rFonts w:cs="Calibri"/>
          <w:szCs w:val="22"/>
        </w:rPr>
        <w:t xml:space="preserve">) should be completed where applicable. </w:t>
      </w:r>
    </w:p>
    <w:p w14:paraId="2EC97ACF" w14:textId="72D54885" w:rsidR="003D74A8" w:rsidRPr="003B5C15" w:rsidRDefault="003D74A8" w:rsidP="004F037C">
      <w:pPr>
        <w:pStyle w:val="BodyText"/>
        <w:spacing w:before="360"/>
        <w:ind w:left="0"/>
        <w:rPr>
          <w:rFonts w:cs="Calibri"/>
          <w:b/>
          <w:bCs/>
          <w:szCs w:val="22"/>
        </w:rPr>
      </w:pPr>
      <w:r w:rsidRPr="003B5C15">
        <w:rPr>
          <w:rFonts w:cs="Calibri"/>
          <w:b/>
          <w:bCs/>
          <w:szCs w:val="22"/>
        </w:rPr>
        <w:t xml:space="preserve">Section </w:t>
      </w:r>
      <w:r w:rsidR="00851B36" w:rsidRPr="003B5C15">
        <w:rPr>
          <w:rFonts w:cs="Calibri"/>
          <w:b/>
          <w:bCs/>
          <w:szCs w:val="22"/>
        </w:rPr>
        <w:t>5</w:t>
      </w:r>
      <w:r w:rsidRPr="003B5C15">
        <w:rPr>
          <w:rFonts w:cs="Calibri"/>
          <w:b/>
          <w:bCs/>
          <w:szCs w:val="22"/>
        </w:rPr>
        <w:t xml:space="preserve">: HI </w:t>
      </w:r>
      <w:r w:rsidR="00375056" w:rsidRPr="003B5C15">
        <w:rPr>
          <w:rFonts w:cs="Calibri"/>
          <w:b/>
          <w:bCs/>
          <w:szCs w:val="22"/>
        </w:rPr>
        <w:t xml:space="preserve">conformance </w:t>
      </w:r>
      <w:r w:rsidRPr="003B5C15">
        <w:rPr>
          <w:rFonts w:cs="Calibri"/>
          <w:b/>
          <w:bCs/>
          <w:szCs w:val="22"/>
        </w:rPr>
        <w:t xml:space="preserve">testing for Requirement 022000 – </w:t>
      </w:r>
      <w:r w:rsidR="00375056" w:rsidRPr="003B5C15">
        <w:rPr>
          <w:rFonts w:cs="Calibri"/>
          <w:b/>
          <w:bCs/>
          <w:szCs w:val="22"/>
        </w:rPr>
        <w:t xml:space="preserve">Revalidation </w:t>
      </w:r>
      <w:r w:rsidRPr="003B5C15">
        <w:rPr>
          <w:rFonts w:cs="Calibri"/>
          <w:b/>
          <w:bCs/>
          <w:szCs w:val="22"/>
        </w:rPr>
        <w:t xml:space="preserve">of IHIs using updated </w:t>
      </w:r>
      <w:r w:rsidR="00375056" w:rsidRPr="003B5C15">
        <w:rPr>
          <w:rFonts w:cs="Calibri"/>
          <w:b/>
          <w:bCs/>
          <w:szCs w:val="22"/>
        </w:rPr>
        <w:t xml:space="preserve">identifiers </w:t>
      </w:r>
    </w:p>
    <w:p w14:paraId="02791AB7" w14:textId="6539DE4C" w:rsidR="003D74A8" w:rsidRPr="003B5C15" w:rsidRDefault="003D74A8" w:rsidP="004F037C">
      <w:pPr>
        <w:pStyle w:val="BodyText"/>
        <w:ind w:left="0"/>
        <w:rPr>
          <w:rFonts w:cs="Calibri"/>
          <w:szCs w:val="22"/>
          <w:u w:val="single"/>
        </w:rPr>
      </w:pPr>
      <w:r w:rsidRPr="003B5C15">
        <w:rPr>
          <w:rFonts w:cs="Calibri"/>
          <w:i/>
          <w:iCs/>
          <w:szCs w:val="22"/>
        </w:rPr>
        <w:t xml:space="preserve">(Applicable for </w:t>
      </w:r>
      <w:r w:rsidR="005D06A6" w:rsidRPr="003B5C15">
        <w:rPr>
          <w:rFonts w:cs="Calibri"/>
          <w:i/>
          <w:iCs/>
          <w:szCs w:val="22"/>
        </w:rPr>
        <w:t>current</w:t>
      </w:r>
      <w:r w:rsidRPr="003B5C15">
        <w:rPr>
          <w:rFonts w:cs="Calibri"/>
          <w:i/>
          <w:iCs/>
          <w:szCs w:val="22"/>
        </w:rPr>
        <w:t xml:space="preserve"> connections </w:t>
      </w:r>
      <w:r w:rsidR="0094341E" w:rsidRPr="003B5C15">
        <w:rPr>
          <w:rFonts w:cs="Calibri"/>
          <w:i/>
          <w:iCs/>
          <w:szCs w:val="22"/>
        </w:rPr>
        <w:t xml:space="preserve">that are declaring </w:t>
      </w:r>
      <w:r w:rsidRPr="003B5C15">
        <w:rPr>
          <w:rFonts w:cs="Calibri"/>
          <w:i/>
          <w:iCs/>
          <w:szCs w:val="22"/>
        </w:rPr>
        <w:t>conformance to 022000 only)</w:t>
      </w:r>
    </w:p>
    <w:p w14:paraId="7B0284D7" w14:textId="77777777" w:rsidR="003D74A8" w:rsidRPr="003B5C15" w:rsidRDefault="003D74A8" w:rsidP="004F037C">
      <w:pPr>
        <w:pStyle w:val="BodyText"/>
        <w:ind w:left="0"/>
        <w:rPr>
          <w:rFonts w:cs="Calibri"/>
          <w:szCs w:val="22"/>
        </w:rPr>
      </w:pPr>
      <w:r w:rsidRPr="003B5C15">
        <w:rPr>
          <w:rFonts w:cs="Calibri"/>
          <w:szCs w:val="22"/>
        </w:rPr>
        <w:t>This section is to be filled out only if you are requesting conformance to requirement 022000. Regardless of whether your implementation currently conforms to this requirement or changes to the software were required, testing of this requirement is mandatory. The test cases cover requirement 022000, as well as a suite of targeted regression tests to assure that the related functionality still works as required.</w:t>
      </w:r>
    </w:p>
    <w:p w14:paraId="6F5CE705" w14:textId="45593A70" w:rsidR="00DB1B70" w:rsidRPr="003B5C15" w:rsidRDefault="00FE31C7" w:rsidP="004F037C">
      <w:pPr>
        <w:pStyle w:val="BodyText"/>
        <w:spacing w:before="360"/>
        <w:ind w:left="0"/>
        <w:rPr>
          <w:rFonts w:cs="Calibri"/>
          <w:b/>
          <w:bCs/>
          <w:szCs w:val="22"/>
        </w:rPr>
      </w:pPr>
      <w:r w:rsidRPr="003B5C15">
        <w:rPr>
          <w:rFonts w:cs="Calibri"/>
          <w:b/>
          <w:bCs/>
          <w:szCs w:val="22"/>
        </w:rPr>
        <w:t xml:space="preserve">Section </w:t>
      </w:r>
      <w:r w:rsidR="00851B36" w:rsidRPr="003B5C15">
        <w:rPr>
          <w:rFonts w:cs="Calibri"/>
          <w:b/>
          <w:bCs/>
          <w:szCs w:val="22"/>
        </w:rPr>
        <w:t>6</w:t>
      </w:r>
      <w:r w:rsidRPr="003B5C15">
        <w:rPr>
          <w:rFonts w:cs="Calibri"/>
          <w:b/>
          <w:bCs/>
          <w:szCs w:val="22"/>
        </w:rPr>
        <w:t>:</w:t>
      </w:r>
      <w:r w:rsidR="00FF59BC" w:rsidRPr="003B5C15">
        <w:rPr>
          <w:rFonts w:cs="Calibri"/>
          <w:b/>
          <w:bCs/>
          <w:szCs w:val="22"/>
        </w:rPr>
        <w:t xml:space="preserve"> </w:t>
      </w:r>
      <w:r w:rsidR="00E14C77" w:rsidRPr="003B5C15">
        <w:rPr>
          <w:rFonts w:cs="Calibri"/>
          <w:b/>
          <w:bCs/>
          <w:szCs w:val="22"/>
        </w:rPr>
        <w:t xml:space="preserve">HI </w:t>
      </w:r>
      <w:r w:rsidR="00375056" w:rsidRPr="003B5C15">
        <w:rPr>
          <w:rFonts w:cs="Calibri"/>
          <w:b/>
          <w:bCs/>
          <w:szCs w:val="22"/>
        </w:rPr>
        <w:t xml:space="preserve">conformance </w:t>
      </w:r>
      <w:r w:rsidR="00E14C77" w:rsidRPr="003B5C15">
        <w:rPr>
          <w:rFonts w:cs="Calibri"/>
          <w:b/>
          <w:bCs/>
          <w:szCs w:val="22"/>
        </w:rPr>
        <w:t xml:space="preserve">testing </w:t>
      </w:r>
      <w:r w:rsidR="00FF59BC" w:rsidRPr="003B5C15">
        <w:rPr>
          <w:rFonts w:cs="Calibri"/>
          <w:b/>
          <w:bCs/>
          <w:szCs w:val="22"/>
        </w:rPr>
        <w:t xml:space="preserve">for </w:t>
      </w:r>
      <w:r w:rsidR="00375056" w:rsidRPr="003B5C15">
        <w:rPr>
          <w:rFonts w:cs="Calibri"/>
          <w:b/>
          <w:bCs/>
          <w:szCs w:val="22"/>
        </w:rPr>
        <w:t>electronic pr</w:t>
      </w:r>
      <w:r w:rsidR="00FF59BC" w:rsidRPr="003B5C15">
        <w:rPr>
          <w:rFonts w:cs="Calibri"/>
          <w:b/>
          <w:bCs/>
          <w:szCs w:val="22"/>
        </w:rPr>
        <w:t>escribing</w:t>
      </w:r>
      <w:r w:rsidR="007A57BC" w:rsidRPr="003B5C15">
        <w:rPr>
          <w:rFonts w:cs="Calibri"/>
          <w:b/>
          <w:bCs/>
          <w:szCs w:val="22"/>
        </w:rPr>
        <w:t xml:space="preserve"> </w:t>
      </w:r>
    </w:p>
    <w:p w14:paraId="40107FCE" w14:textId="141C77E8" w:rsidR="00FE31C7" w:rsidRPr="003B5C15" w:rsidRDefault="007A57BC" w:rsidP="004F037C">
      <w:pPr>
        <w:pStyle w:val="BodyText"/>
        <w:ind w:left="0"/>
        <w:rPr>
          <w:rFonts w:cs="Calibri"/>
          <w:i/>
          <w:iCs/>
          <w:szCs w:val="22"/>
        </w:rPr>
      </w:pPr>
      <w:r w:rsidRPr="003B5C15">
        <w:rPr>
          <w:rFonts w:cs="Calibri"/>
          <w:i/>
          <w:iCs/>
          <w:szCs w:val="22"/>
        </w:rPr>
        <w:t>(Applicable for</w:t>
      </w:r>
      <w:r w:rsidR="00E14C77" w:rsidRPr="003B5C15">
        <w:rPr>
          <w:rFonts w:cs="Calibri"/>
          <w:i/>
          <w:iCs/>
          <w:szCs w:val="22"/>
        </w:rPr>
        <w:t xml:space="preserve"> new and </w:t>
      </w:r>
      <w:r w:rsidR="005D06A6" w:rsidRPr="003B5C15">
        <w:rPr>
          <w:rFonts w:cs="Calibri"/>
          <w:i/>
          <w:iCs/>
          <w:szCs w:val="22"/>
        </w:rPr>
        <w:t>current</w:t>
      </w:r>
      <w:r w:rsidR="00E14C77" w:rsidRPr="003B5C15">
        <w:rPr>
          <w:rFonts w:cs="Calibri"/>
          <w:i/>
          <w:iCs/>
          <w:szCs w:val="22"/>
        </w:rPr>
        <w:t xml:space="preserve"> connections</w:t>
      </w:r>
      <w:r w:rsidR="0094341E" w:rsidRPr="003B5C15">
        <w:rPr>
          <w:rFonts w:cs="Calibri"/>
          <w:i/>
          <w:iCs/>
          <w:szCs w:val="22"/>
        </w:rPr>
        <w:t xml:space="preserve"> that are declaring </w:t>
      </w:r>
      <w:r w:rsidRPr="003B5C15">
        <w:rPr>
          <w:rFonts w:cs="Calibri"/>
          <w:i/>
          <w:iCs/>
          <w:szCs w:val="22"/>
        </w:rPr>
        <w:t xml:space="preserve">conformance to </w:t>
      </w:r>
      <w:r w:rsidR="00FF499F" w:rsidRPr="003B5C15">
        <w:rPr>
          <w:rFonts w:cs="Calibri"/>
          <w:i/>
          <w:iCs/>
          <w:szCs w:val="22"/>
        </w:rPr>
        <w:t xml:space="preserve">Electronic </w:t>
      </w:r>
      <w:r w:rsidRPr="003B5C15">
        <w:rPr>
          <w:rFonts w:cs="Calibri"/>
          <w:i/>
          <w:iCs/>
          <w:szCs w:val="22"/>
        </w:rPr>
        <w:t>Prescribing)</w:t>
      </w:r>
    </w:p>
    <w:p w14:paraId="1F715B1D" w14:textId="4F4BA9EE" w:rsidR="009F6DDC" w:rsidRPr="003B5C15" w:rsidRDefault="00724800" w:rsidP="004F037C">
      <w:pPr>
        <w:pStyle w:val="BodyText"/>
        <w:ind w:left="0"/>
        <w:rPr>
          <w:rFonts w:cs="Calibri"/>
          <w:szCs w:val="22"/>
        </w:rPr>
      </w:pPr>
      <w:r w:rsidRPr="003B5C15">
        <w:rPr>
          <w:rFonts w:cs="Calibri"/>
          <w:szCs w:val="22"/>
        </w:rPr>
        <w:t xml:space="preserve">This section is to be filled out only if you are </w:t>
      </w:r>
      <w:r w:rsidR="009F6DDC" w:rsidRPr="003B5C15">
        <w:rPr>
          <w:rFonts w:cs="Calibri"/>
          <w:szCs w:val="22"/>
        </w:rPr>
        <w:t xml:space="preserve">requesting conformance for </w:t>
      </w:r>
      <w:r w:rsidR="007B3470" w:rsidRPr="003B5C15">
        <w:rPr>
          <w:rFonts w:cs="Calibri"/>
          <w:szCs w:val="22"/>
        </w:rPr>
        <w:t xml:space="preserve">Electronic </w:t>
      </w:r>
      <w:r w:rsidR="009F6DDC" w:rsidRPr="003B5C15">
        <w:rPr>
          <w:rFonts w:cs="Calibri"/>
          <w:szCs w:val="22"/>
        </w:rPr>
        <w:t>Prescribing</w:t>
      </w:r>
      <w:r w:rsidRPr="003B5C15">
        <w:rPr>
          <w:rFonts w:cs="Calibri"/>
          <w:szCs w:val="22"/>
        </w:rPr>
        <w:t xml:space="preserve">. It contains the </w:t>
      </w:r>
      <w:r w:rsidR="00B85783" w:rsidRPr="003B5C15">
        <w:rPr>
          <w:rFonts w:cs="Calibri"/>
          <w:szCs w:val="22"/>
        </w:rPr>
        <w:t xml:space="preserve">relevant HI </w:t>
      </w:r>
      <w:r w:rsidRPr="003B5C15">
        <w:rPr>
          <w:rFonts w:cs="Calibri"/>
          <w:szCs w:val="22"/>
        </w:rPr>
        <w:t xml:space="preserve">requirements </w:t>
      </w:r>
      <w:r w:rsidR="000F1587" w:rsidRPr="003B5C15">
        <w:rPr>
          <w:rFonts w:cs="Calibri"/>
          <w:szCs w:val="22"/>
        </w:rPr>
        <w:t xml:space="preserve">for </w:t>
      </w:r>
      <w:r w:rsidR="007B3470" w:rsidRPr="003B5C15">
        <w:rPr>
          <w:rFonts w:cs="Calibri"/>
          <w:szCs w:val="22"/>
        </w:rPr>
        <w:t xml:space="preserve">Electronic </w:t>
      </w:r>
      <w:r w:rsidR="000F1587" w:rsidRPr="003B5C15">
        <w:rPr>
          <w:rFonts w:cs="Calibri"/>
          <w:szCs w:val="22"/>
        </w:rPr>
        <w:t>Prescribing implementations that are connecting to the HI Service.</w:t>
      </w:r>
      <w:r w:rsidRPr="003B5C15">
        <w:rPr>
          <w:rFonts w:cs="Calibri"/>
          <w:szCs w:val="22"/>
        </w:rPr>
        <w:t xml:space="preserve"> </w:t>
      </w:r>
    </w:p>
    <w:p w14:paraId="092F79AA" w14:textId="1EF3F73E" w:rsidR="00FE31C7" w:rsidRPr="003B5C15" w:rsidRDefault="00FE31C7" w:rsidP="004F037C">
      <w:pPr>
        <w:pStyle w:val="BodyText"/>
        <w:spacing w:before="360"/>
        <w:ind w:left="0"/>
        <w:rPr>
          <w:rFonts w:cs="Calibri"/>
          <w:b/>
          <w:bCs/>
          <w:szCs w:val="22"/>
        </w:rPr>
      </w:pPr>
      <w:r w:rsidRPr="003B5C15">
        <w:rPr>
          <w:rFonts w:cs="Calibri"/>
          <w:b/>
          <w:bCs/>
          <w:szCs w:val="22"/>
        </w:rPr>
        <w:t xml:space="preserve">Section </w:t>
      </w:r>
      <w:r w:rsidR="005D07E7" w:rsidRPr="003B5C15">
        <w:rPr>
          <w:rFonts w:cs="Calibri"/>
          <w:b/>
          <w:bCs/>
          <w:szCs w:val="22"/>
        </w:rPr>
        <w:t>7</w:t>
      </w:r>
      <w:r w:rsidRPr="003B5C15">
        <w:rPr>
          <w:rFonts w:cs="Calibri"/>
          <w:b/>
          <w:bCs/>
          <w:szCs w:val="22"/>
        </w:rPr>
        <w:t>:</w:t>
      </w:r>
      <w:r w:rsidR="00FF59BC" w:rsidRPr="003B5C15">
        <w:rPr>
          <w:rFonts w:cs="Calibri"/>
          <w:b/>
          <w:bCs/>
          <w:szCs w:val="22"/>
        </w:rPr>
        <w:t xml:space="preserve"> Supporting </w:t>
      </w:r>
      <w:r w:rsidR="00375056" w:rsidRPr="003B5C15">
        <w:rPr>
          <w:rFonts w:cs="Calibri"/>
          <w:b/>
          <w:bCs/>
          <w:szCs w:val="22"/>
        </w:rPr>
        <w:t xml:space="preserve">information </w:t>
      </w:r>
      <w:r w:rsidR="00FC6547" w:rsidRPr="003B5C15">
        <w:rPr>
          <w:rFonts w:cs="Calibri"/>
          <w:b/>
          <w:bCs/>
          <w:szCs w:val="22"/>
        </w:rPr>
        <w:t>(</w:t>
      </w:r>
      <w:r w:rsidR="00375056" w:rsidRPr="003B5C15">
        <w:rPr>
          <w:rFonts w:cs="Calibri"/>
          <w:b/>
          <w:bCs/>
          <w:szCs w:val="22"/>
        </w:rPr>
        <w:t>optional</w:t>
      </w:r>
      <w:r w:rsidR="00FC6547" w:rsidRPr="003B5C15">
        <w:rPr>
          <w:rFonts w:cs="Calibri"/>
          <w:b/>
          <w:bCs/>
          <w:szCs w:val="22"/>
        </w:rPr>
        <w:t>)</w:t>
      </w:r>
    </w:p>
    <w:p w14:paraId="049F038C" w14:textId="7CE0B215" w:rsidR="00FE31C7" w:rsidRPr="003B5C15" w:rsidRDefault="00FE31C7" w:rsidP="004F037C">
      <w:pPr>
        <w:pStyle w:val="BodyText"/>
        <w:ind w:left="0"/>
        <w:rPr>
          <w:rFonts w:cs="Calibri"/>
          <w:szCs w:val="22"/>
        </w:rPr>
      </w:pPr>
      <w:r w:rsidRPr="003B5C15">
        <w:rPr>
          <w:rFonts w:cs="Calibri"/>
          <w:szCs w:val="22"/>
        </w:rPr>
        <w:t xml:space="preserve">This section is optional and can be used to </w:t>
      </w:r>
      <w:r w:rsidR="00C955CA" w:rsidRPr="003B5C15">
        <w:rPr>
          <w:rFonts w:cs="Calibri"/>
          <w:szCs w:val="22"/>
        </w:rPr>
        <w:t>provide</w:t>
      </w:r>
      <w:r w:rsidRPr="003B5C15">
        <w:rPr>
          <w:rFonts w:cs="Calibri"/>
          <w:szCs w:val="22"/>
        </w:rPr>
        <w:t xml:space="preserve"> any supporting information to help the Agency assess the conformance of an HI implementation. Additional information may be attached.</w:t>
      </w:r>
    </w:p>
    <w:p w14:paraId="4633334C" w14:textId="0E952740" w:rsidR="00EA3478" w:rsidRPr="00556BB5" w:rsidRDefault="00EA3478" w:rsidP="00375056">
      <w:pPr>
        <w:pStyle w:val="Heading2"/>
        <w:rPr>
          <w:rFonts w:cs="Calibri"/>
        </w:rPr>
      </w:pPr>
      <w:bookmarkStart w:id="7" w:name="_Toc215058725"/>
      <w:r w:rsidRPr="00556BB5">
        <w:rPr>
          <w:rFonts w:cs="Calibri"/>
        </w:rPr>
        <w:t>Terms used in this document</w:t>
      </w:r>
      <w:bookmarkEnd w:id="7"/>
      <w:r w:rsidRPr="00556BB5">
        <w:rPr>
          <w:rFonts w:cs="Calibri"/>
        </w:rPr>
        <w:t> </w:t>
      </w:r>
    </w:p>
    <w:p w14:paraId="3543CCFE" w14:textId="605E1643" w:rsidR="00EA3478" w:rsidRPr="003B5C15" w:rsidRDefault="00EA3478" w:rsidP="00375056">
      <w:pPr>
        <w:pStyle w:val="BodyText"/>
        <w:keepNext/>
        <w:rPr>
          <w:rFonts w:cs="Calibri"/>
          <w:szCs w:val="22"/>
        </w:rPr>
      </w:pPr>
      <w:r w:rsidRPr="003B5C15">
        <w:rPr>
          <w:rFonts w:cs="Calibri"/>
          <w:szCs w:val="22"/>
        </w:rPr>
        <w:t xml:space="preserve">The </w:t>
      </w:r>
      <w:r w:rsidR="00375056" w:rsidRPr="003B5C15">
        <w:rPr>
          <w:rFonts w:cs="Calibri"/>
          <w:szCs w:val="22"/>
        </w:rPr>
        <w:t xml:space="preserve">following </w:t>
      </w:r>
      <w:r w:rsidRPr="003B5C15">
        <w:rPr>
          <w:rFonts w:cs="Calibri"/>
          <w:szCs w:val="22"/>
        </w:rPr>
        <w:t xml:space="preserve">terms, or their acronym, are used </w:t>
      </w:r>
      <w:r w:rsidR="00375056" w:rsidRPr="003B5C15">
        <w:rPr>
          <w:rFonts w:cs="Calibri"/>
          <w:szCs w:val="22"/>
        </w:rPr>
        <w:t>throughout</w:t>
      </w:r>
      <w:r w:rsidRPr="003B5C15">
        <w:rPr>
          <w:rFonts w:cs="Calibri"/>
          <w:szCs w:val="22"/>
        </w:rPr>
        <w:t xml:space="preserve"> this document. </w:t>
      </w:r>
    </w:p>
    <w:tbl>
      <w:tblPr>
        <w:tblStyle w:val="TableADHA"/>
        <w:tblW w:w="8789" w:type="dxa"/>
        <w:tblLook w:val="04A0" w:firstRow="1" w:lastRow="0" w:firstColumn="1" w:lastColumn="0" w:noHBand="0" w:noVBand="1"/>
      </w:tblPr>
      <w:tblGrid>
        <w:gridCol w:w="2835"/>
        <w:gridCol w:w="5954"/>
      </w:tblGrid>
      <w:tr w:rsidR="00EA3478" w:rsidRPr="003B5C15" w14:paraId="18BEA0F7" w14:textId="77777777" w:rsidTr="183BA4F5">
        <w:trPr>
          <w:trHeight w:val="300"/>
        </w:trPr>
        <w:tc>
          <w:tcPr>
            <w:tcW w:w="2835" w:type="dxa"/>
            <w:hideMark/>
          </w:tcPr>
          <w:p w14:paraId="051BF2B6" w14:textId="77777777" w:rsidR="00EA3478" w:rsidRPr="00556BB5" w:rsidRDefault="00EA3478" w:rsidP="00375056">
            <w:pPr>
              <w:pStyle w:val="Tableheader"/>
              <w:keepNext/>
              <w:rPr>
                <w:rFonts w:cs="Calibri"/>
              </w:rPr>
            </w:pPr>
            <w:r w:rsidRPr="00556BB5">
              <w:rPr>
                <w:rFonts w:cs="Calibri"/>
              </w:rPr>
              <w:t>Term </w:t>
            </w:r>
          </w:p>
        </w:tc>
        <w:tc>
          <w:tcPr>
            <w:tcW w:w="5954" w:type="dxa"/>
            <w:hideMark/>
          </w:tcPr>
          <w:p w14:paraId="1C3AD9B4" w14:textId="77777777" w:rsidR="00EA3478" w:rsidRPr="00556BB5" w:rsidRDefault="00EA3478" w:rsidP="00375056">
            <w:pPr>
              <w:pStyle w:val="Tableheader"/>
              <w:keepNext/>
              <w:rPr>
                <w:rFonts w:cs="Calibri"/>
              </w:rPr>
            </w:pPr>
            <w:r w:rsidRPr="00556BB5">
              <w:rPr>
                <w:rFonts w:cs="Calibri"/>
              </w:rPr>
              <w:t>Meaning </w:t>
            </w:r>
          </w:p>
        </w:tc>
      </w:tr>
      <w:tr w:rsidR="00EA3478" w:rsidRPr="003B5C15" w14:paraId="3399C913" w14:textId="77777777" w:rsidTr="183BA4F5">
        <w:trPr>
          <w:trHeight w:val="300"/>
        </w:trPr>
        <w:tc>
          <w:tcPr>
            <w:tcW w:w="2835" w:type="dxa"/>
            <w:hideMark/>
          </w:tcPr>
          <w:p w14:paraId="6431DDA6" w14:textId="70A1811E" w:rsidR="00EA3478" w:rsidRPr="00556BB5" w:rsidRDefault="00EA3478" w:rsidP="00375056">
            <w:pPr>
              <w:pStyle w:val="Tabletext"/>
              <w:keepNext/>
              <w:rPr>
                <w:rFonts w:cs="Calibri"/>
              </w:rPr>
            </w:pPr>
            <w:r w:rsidRPr="00556BB5">
              <w:rPr>
                <w:rFonts w:cs="Calibri"/>
              </w:rPr>
              <w:t>clinical information system (CIS)</w:t>
            </w:r>
          </w:p>
        </w:tc>
        <w:tc>
          <w:tcPr>
            <w:tcW w:w="5954" w:type="dxa"/>
            <w:hideMark/>
          </w:tcPr>
          <w:p w14:paraId="681112CD" w14:textId="77777777" w:rsidR="00EA3478" w:rsidRPr="00556BB5" w:rsidRDefault="00EA3478" w:rsidP="00375056">
            <w:pPr>
              <w:pStyle w:val="Tabletext"/>
              <w:keepNext/>
              <w:rPr>
                <w:rFonts w:cs="Calibri"/>
              </w:rPr>
            </w:pPr>
            <w:r w:rsidRPr="00556BB5">
              <w:rPr>
                <w:rFonts w:cs="Calibri"/>
              </w:rPr>
              <w:t>A system that deals with the collection, storage, retrieval, communication and optimal use of health-related data, information, and knowledge. </w:t>
            </w:r>
          </w:p>
          <w:p w14:paraId="720B3915" w14:textId="77777777" w:rsidR="00EA3478" w:rsidRPr="00556BB5" w:rsidRDefault="00EA3478" w:rsidP="00375056">
            <w:pPr>
              <w:pStyle w:val="Tabletext"/>
              <w:keepNext/>
              <w:rPr>
                <w:rFonts w:cs="Calibri"/>
              </w:rPr>
            </w:pPr>
            <w:r w:rsidRPr="00556BB5">
              <w:rPr>
                <w:rFonts w:cs="Calibri"/>
              </w:rPr>
              <w:t>A clinical information system may provide access to information contained in an electronic health record, but it may also provide other functions such as workflow, order entry, and results reporting. </w:t>
            </w:r>
          </w:p>
        </w:tc>
      </w:tr>
      <w:tr w:rsidR="00EA3478" w:rsidRPr="003B5C15" w14:paraId="339A7D7D" w14:textId="77777777" w:rsidTr="183BA4F5">
        <w:trPr>
          <w:trHeight w:val="300"/>
        </w:trPr>
        <w:tc>
          <w:tcPr>
            <w:tcW w:w="2835" w:type="dxa"/>
            <w:hideMark/>
          </w:tcPr>
          <w:p w14:paraId="2DC3ADDA" w14:textId="7EE35F2B" w:rsidR="00EA3478" w:rsidRPr="00556BB5" w:rsidRDefault="00EA3478" w:rsidP="00375056">
            <w:pPr>
              <w:pStyle w:val="Tabletext"/>
              <w:rPr>
                <w:rFonts w:cs="Calibri"/>
              </w:rPr>
            </w:pPr>
            <w:r w:rsidRPr="00556BB5">
              <w:rPr>
                <w:rFonts w:cs="Calibri"/>
              </w:rPr>
              <w:t>contracted service provider (CSP)</w:t>
            </w:r>
          </w:p>
        </w:tc>
        <w:tc>
          <w:tcPr>
            <w:tcW w:w="5954" w:type="dxa"/>
            <w:hideMark/>
          </w:tcPr>
          <w:p w14:paraId="46F156C4" w14:textId="7B558767" w:rsidR="00EA3478" w:rsidRPr="00556BB5" w:rsidRDefault="00EA3478" w:rsidP="00375056">
            <w:pPr>
              <w:pStyle w:val="Tabletext"/>
              <w:rPr>
                <w:rFonts w:cs="Calibri"/>
              </w:rPr>
            </w:pPr>
            <w:r w:rsidRPr="00556BB5">
              <w:rPr>
                <w:rFonts w:cs="Calibri"/>
              </w:rPr>
              <w:t xml:space="preserve">A third-party organisation that supplies health software as a service to healthcare </w:t>
            </w:r>
            <w:r w:rsidR="00D854F7" w:rsidRPr="00556BB5">
              <w:rPr>
                <w:rFonts w:cs="Calibri"/>
              </w:rPr>
              <w:t>organisation</w:t>
            </w:r>
            <w:r w:rsidR="00D854F7">
              <w:rPr>
                <w:rFonts w:cs="Calibri"/>
              </w:rPr>
              <w:t>s</w:t>
            </w:r>
            <w:r w:rsidRPr="00556BB5">
              <w:rPr>
                <w:rFonts w:cs="Calibri"/>
              </w:rPr>
              <w:t>.  </w:t>
            </w:r>
          </w:p>
        </w:tc>
      </w:tr>
      <w:tr w:rsidR="00EA3478" w:rsidRPr="003B5C15" w14:paraId="42E61841" w14:textId="77777777" w:rsidTr="183BA4F5">
        <w:trPr>
          <w:trHeight w:val="300"/>
        </w:trPr>
        <w:tc>
          <w:tcPr>
            <w:tcW w:w="2835" w:type="dxa"/>
            <w:hideMark/>
          </w:tcPr>
          <w:p w14:paraId="48CCE78C" w14:textId="764E1235" w:rsidR="00EA3478" w:rsidRPr="00556BB5" w:rsidRDefault="00296033" w:rsidP="00375056">
            <w:pPr>
              <w:pStyle w:val="Tabletext"/>
              <w:rPr>
                <w:rFonts w:cs="Calibri"/>
              </w:rPr>
            </w:pPr>
            <w:r w:rsidRPr="00556BB5">
              <w:rPr>
                <w:rFonts w:cs="Calibri"/>
              </w:rPr>
              <w:t>g</w:t>
            </w:r>
            <w:r w:rsidR="00EA3478" w:rsidRPr="00556BB5">
              <w:rPr>
                <w:rFonts w:cs="Calibri"/>
              </w:rPr>
              <w:t>eneral supporting organisation (GSO)</w:t>
            </w:r>
          </w:p>
        </w:tc>
        <w:tc>
          <w:tcPr>
            <w:tcW w:w="5954" w:type="dxa"/>
            <w:hideMark/>
          </w:tcPr>
          <w:p w14:paraId="77DBB61B" w14:textId="65700584" w:rsidR="00EA3478" w:rsidRPr="00556BB5" w:rsidRDefault="00EA3478" w:rsidP="00375056">
            <w:pPr>
              <w:pStyle w:val="Tabletext"/>
              <w:rPr>
                <w:rFonts w:cs="Calibri"/>
              </w:rPr>
            </w:pPr>
            <w:r w:rsidRPr="00556BB5">
              <w:rPr>
                <w:rFonts w:cs="Calibri"/>
              </w:rPr>
              <w:t xml:space="preserve">An organisation that provides infrastructure and information for </w:t>
            </w:r>
            <w:r w:rsidR="00D854F7" w:rsidRPr="00556BB5">
              <w:rPr>
                <w:rFonts w:cs="Calibri"/>
              </w:rPr>
              <w:t>the</w:t>
            </w:r>
            <w:r w:rsidRPr="00556BB5">
              <w:rPr>
                <w:rFonts w:cs="Calibri"/>
              </w:rPr>
              <w:t xml:space="preserve"> Health Record system for a healthcare provider. A general supporting </w:t>
            </w:r>
            <w:r w:rsidRPr="00556BB5">
              <w:rPr>
                <w:rFonts w:cs="Calibri"/>
              </w:rPr>
              <w:lastRenderedPageBreak/>
              <w:t>organisation can be either a registered repository operator or registered portal operator. [SA2022] </w:t>
            </w:r>
          </w:p>
        </w:tc>
      </w:tr>
      <w:tr w:rsidR="00EA3478" w:rsidRPr="003B5C15" w14:paraId="08DDF963" w14:textId="77777777" w:rsidTr="183BA4F5">
        <w:trPr>
          <w:trHeight w:val="300"/>
        </w:trPr>
        <w:tc>
          <w:tcPr>
            <w:tcW w:w="2835" w:type="dxa"/>
            <w:hideMark/>
          </w:tcPr>
          <w:p w14:paraId="103D4591" w14:textId="00753C15" w:rsidR="00EA3478" w:rsidRPr="00556BB5" w:rsidRDefault="00EA3478" w:rsidP="00375056">
            <w:pPr>
              <w:pStyle w:val="Tabletext"/>
              <w:rPr>
                <w:rFonts w:cs="Calibri"/>
              </w:rPr>
            </w:pPr>
            <w:r w:rsidRPr="00556BB5">
              <w:rPr>
                <w:rFonts w:cs="Calibri"/>
              </w:rPr>
              <w:lastRenderedPageBreak/>
              <w:t xml:space="preserve">Healthcare </w:t>
            </w:r>
            <w:r w:rsidR="00296033" w:rsidRPr="00556BB5">
              <w:rPr>
                <w:rFonts w:cs="Calibri"/>
              </w:rPr>
              <w:t>Provider Identifier - Individ</w:t>
            </w:r>
            <w:r w:rsidRPr="00556BB5">
              <w:rPr>
                <w:rFonts w:cs="Calibri"/>
              </w:rPr>
              <w:t>ual (HPI-I)</w:t>
            </w:r>
          </w:p>
        </w:tc>
        <w:tc>
          <w:tcPr>
            <w:tcW w:w="5954" w:type="dxa"/>
            <w:hideMark/>
          </w:tcPr>
          <w:p w14:paraId="19A277E3" w14:textId="77777777" w:rsidR="00EA3478" w:rsidRPr="00556BB5" w:rsidRDefault="00EA3478" w:rsidP="00375056">
            <w:pPr>
              <w:pStyle w:val="Tabletext"/>
              <w:rPr>
                <w:rFonts w:cs="Calibri"/>
              </w:rPr>
            </w:pPr>
            <w:r w:rsidRPr="00556BB5">
              <w:rPr>
                <w:rFonts w:cs="Calibri"/>
              </w:rPr>
              <w:t>The healthcare provider identifier for individuals (HPI-I) is a 16-digit unique number used to identify providers who deliver healthcare in the Australian healthcare setting. </w:t>
            </w:r>
          </w:p>
        </w:tc>
      </w:tr>
      <w:tr w:rsidR="00EA3478" w:rsidRPr="003B5C15" w14:paraId="0C9533C0" w14:textId="77777777" w:rsidTr="183BA4F5">
        <w:trPr>
          <w:trHeight w:val="300"/>
        </w:trPr>
        <w:tc>
          <w:tcPr>
            <w:tcW w:w="2835" w:type="dxa"/>
            <w:hideMark/>
          </w:tcPr>
          <w:p w14:paraId="46B50E1A" w14:textId="76F67343" w:rsidR="00EA3478" w:rsidRPr="00556BB5" w:rsidRDefault="00EA3478" w:rsidP="00375056">
            <w:pPr>
              <w:pStyle w:val="Tabletext"/>
              <w:rPr>
                <w:rFonts w:cs="Calibri"/>
              </w:rPr>
            </w:pPr>
            <w:r w:rsidRPr="00556BB5">
              <w:rPr>
                <w:rFonts w:cs="Calibri"/>
              </w:rPr>
              <w:t xml:space="preserve">Healthcare </w:t>
            </w:r>
            <w:r w:rsidR="00296033" w:rsidRPr="00556BB5">
              <w:rPr>
                <w:rFonts w:cs="Calibri"/>
              </w:rPr>
              <w:t>Provider Identifier - Organisati</w:t>
            </w:r>
            <w:r w:rsidRPr="00556BB5">
              <w:rPr>
                <w:rFonts w:cs="Calibri"/>
              </w:rPr>
              <w:t>on (HPI-O)</w:t>
            </w:r>
          </w:p>
        </w:tc>
        <w:tc>
          <w:tcPr>
            <w:tcW w:w="5954" w:type="dxa"/>
            <w:hideMark/>
          </w:tcPr>
          <w:p w14:paraId="2AEACBB2" w14:textId="77777777" w:rsidR="00EA3478" w:rsidRPr="00556BB5" w:rsidRDefault="00EA3478" w:rsidP="00375056">
            <w:pPr>
              <w:pStyle w:val="Tabletext"/>
              <w:rPr>
                <w:rFonts w:cs="Calibri"/>
              </w:rPr>
            </w:pPr>
            <w:r w:rsidRPr="00556BB5">
              <w:rPr>
                <w:rFonts w:cs="Calibri"/>
              </w:rPr>
              <w:t>A unique 16-digit number used to identify organisations who deliver care in the Australian healthcare setting. </w:t>
            </w:r>
          </w:p>
        </w:tc>
      </w:tr>
      <w:tr w:rsidR="00EA3478" w:rsidRPr="003B5C15" w14:paraId="7B111F10" w14:textId="77777777" w:rsidTr="183BA4F5">
        <w:trPr>
          <w:trHeight w:val="300"/>
        </w:trPr>
        <w:tc>
          <w:tcPr>
            <w:tcW w:w="2835" w:type="dxa"/>
            <w:hideMark/>
          </w:tcPr>
          <w:p w14:paraId="52EEF62F" w14:textId="7A749949" w:rsidR="00EA3478" w:rsidRPr="00556BB5" w:rsidRDefault="00296033" w:rsidP="00375056">
            <w:pPr>
              <w:pStyle w:val="Tabletext"/>
              <w:rPr>
                <w:rFonts w:cs="Calibri"/>
              </w:rPr>
            </w:pPr>
            <w:r w:rsidRPr="00556BB5">
              <w:rPr>
                <w:rFonts w:cs="Calibri"/>
              </w:rPr>
              <w:t xml:space="preserve">Individual Healthcare Identifier </w:t>
            </w:r>
            <w:r w:rsidR="00EA3478" w:rsidRPr="00556BB5">
              <w:rPr>
                <w:rFonts w:cs="Calibri"/>
              </w:rPr>
              <w:t>(IHI)</w:t>
            </w:r>
          </w:p>
        </w:tc>
        <w:tc>
          <w:tcPr>
            <w:tcW w:w="5954" w:type="dxa"/>
            <w:hideMark/>
          </w:tcPr>
          <w:p w14:paraId="34675413" w14:textId="77777777" w:rsidR="00EA3478" w:rsidRPr="00556BB5" w:rsidRDefault="00EA3478" w:rsidP="00375056">
            <w:pPr>
              <w:pStyle w:val="Tabletext"/>
              <w:rPr>
                <w:rFonts w:cs="Calibri"/>
              </w:rPr>
            </w:pPr>
            <w:r w:rsidRPr="00556BB5">
              <w:rPr>
                <w:rFonts w:cs="Calibri"/>
              </w:rPr>
              <w:t>A 16-digit unique number used to identify individuals who receive care in the Australian healthcare system. </w:t>
            </w:r>
          </w:p>
        </w:tc>
      </w:tr>
      <w:tr w:rsidR="00296033" w:rsidRPr="003B5C15" w14:paraId="7F500FE5" w14:textId="77777777" w:rsidTr="183BA4F5">
        <w:trPr>
          <w:trHeight w:val="300"/>
        </w:trPr>
        <w:tc>
          <w:tcPr>
            <w:tcW w:w="2835" w:type="dxa"/>
          </w:tcPr>
          <w:p w14:paraId="6FC6D5A3" w14:textId="4D0381DF" w:rsidR="00296033" w:rsidRPr="00556BB5" w:rsidRDefault="00296033" w:rsidP="00375056">
            <w:pPr>
              <w:pStyle w:val="Tabletext"/>
              <w:rPr>
                <w:rFonts w:cs="Calibri"/>
              </w:rPr>
            </w:pPr>
            <w:r w:rsidRPr="00556BB5">
              <w:rPr>
                <w:rFonts w:cs="Calibri"/>
              </w:rPr>
              <w:t>TECH.SIS.HI</w:t>
            </w:r>
          </w:p>
        </w:tc>
        <w:tc>
          <w:tcPr>
            <w:tcW w:w="5954" w:type="dxa"/>
          </w:tcPr>
          <w:p w14:paraId="39FECECB" w14:textId="1283AA0B" w:rsidR="00296033" w:rsidRPr="00556BB5" w:rsidRDefault="693BC2D0" w:rsidP="00375056">
            <w:pPr>
              <w:pStyle w:val="Tabletext"/>
              <w:rPr>
                <w:rFonts w:cs="Calibri"/>
              </w:rPr>
            </w:pPr>
            <w:r w:rsidRPr="00556BB5">
              <w:rPr>
                <w:rFonts w:cs="Calibri"/>
              </w:rPr>
              <w:t xml:space="preserve">TECH.SIS.HI documents are HI Service System Interface Specifications published by Services Australia and available by registering your software through their </w:t>
            </w:r>
            <w:hyperlink r:id="rId21" w:history="1">
              <w:r w:rsidRPr="00556BB5">
                <w:rPr>
                  <w:rStyle w:val="Hyperlink"/>
                  <w:rFonts w:cs="Calibri"/>
                </w:rPr>
                <w:t>Health Systems Developer Portal</w:t>
              </w:r>
            </w:hyperlink>
            <w:r w:rsidRPr="00556BB5">
              <w:rPr>
                <w:rFonts w:cs="Calibri"/>
              </w:rPr>
              <w:t>.</w:t>
            </w:r>
            <w:r w:rsidR="16BE1FBE" w:rsidRPr="00556BB5">
              <w:rPr>
                <w:rFonts w:cs="Calibri"/>
              </w:rPr>
              <w:t xml:space="preserve"> </w:t>
            </w:r>
            <w:r w:rsidRPr="00556BB5">
              <w:rPr>
                <w:rFonts w:cs="Calibri"/>
              </w:rPr>
              <w:t xml:space="preserve"> </w:t>
            </w:r>
            <w:hyperlink r:id="rId22" w:history="1"/>
          </w:p>
        </w:tc>
      </w:tr>
    </w:tbl>
    <w:p w14:paraId="49C0247C" w14:textId="77777777" w:rsidR="00EA3478" w:rsidRPr="00556BB5" w:rsidRDefault="00EA3478" w:rsidP="00375056">
      <w:pPr>
        <w:pStyle w:val="Tabletext"/>
        <w:rPr>
          <w:rFonts w:cs="Calibri"/>
        </w:rPr>
      </w:pPr>
    </w:p>
    <w:p w14:paraId="11AD2B78" w14:textId="3F8D066B" w:rsidR="00B54219" w:rsidRPr="00556BB5" w:rsidRDefault="007B3470" w:rsidP="00800B21">
      <w:pPr>
        <w:pStyle w:val="Heading1"/>
        <w:rPr>
          <w:rFonts w:cs="Calibri"/>
        </w:rPr>
      </w:pPr>
      <w:bookmarkStart w:id="8" w:name="_Ref66263860"/>
      <w:bookmarkStart w:id="9" w:name="_Ref66264079"/>
      <w:bookmarkStart w:id="10" w:name="_Ref66264091"/>
      <w:bookmarkStart w:id="11" w:name="_Toc75784460"/>
      <w:bookmarkStart w:id="12" w:name="_Toc170823767"/>
      <w:bookmarkStart w:id="13" w:name="_Toc215058726"/>
      <w:r w:rsidRPr="00556BB5">
        <w:rPr>
          <w:rFonts w:cs="Calibri"/>
        </w:rPr>
        <w:lastRenderedPageBreak/>
        <w:t xml:space="preserve">Software </w:t>
      </w:r>
      <w:r w:rsidR="00E73B2D" w:rsidRPr="00556BB5">
        <w:rPr>
          <w:rFonts w:cs="Calibri"/>
        </w:rPr>
        <w:t>product and contact information</w:t>
      </w:r>
      <w:bookmarkEnd w:id="8"/>
      <w:bookmarkEnd w:id="9"/>
      <w:bookmarkEnd w:id="10"/>
      <w:bookmarkEnd w:id="11"/>
      <w:bookmarkEnd w:id="12"/>
      <w:bookmarkEnd w:id="13"/>
    </w:p>
    <w:p w14:paraId="1C9FA0FA" w14:textId="3A7DB422" w:rsidR="00B54219" w:rsidRPr="00556BB5" w:rsidRDefault="00B54219" w:rsidP="00800B21">
      <w:pPr>
        <w:pStyle w:val="Heading2"/>
        <w:rPr>
          <w:rFonts w:cs="Calibri"/>
        </w:rPr>
      </w:pPr>
      <w:bookmarkStart w:id="14" w:name="_Toc75784461"/>
      <w:bookmarkStart w:id="15" w:name="_Toc170823768"/>
      <w:bookmarkStart w:id="16" w:name="_Toc215058727"/>
      <w:r w:rsidRPr="00556BB5">
        <w:rPr>
          <w:rFonts w:cs="Calibri"/>
        </w:rPr>
        <w:t xml:space="preserve">HI </w:t>
      </w:r>
      <w:r w:rsidR="00E73B2D" w:rsidRPr="00556BB5">
        <w:rPr>
          <w:rFonts w:cs="Calibri"/>
        </w:rPr>
        <w:t>implementation</w:t>
      </w:r>
      <w:bookmarkEnd w:id="14"/>
      <w:bookmarkEnd w:id="15"/>
      <w:bookmarkEnd w:id="16"/>
    </w:p>
    <w:p w14:paraId="2438180C" w14:textId="42C177C1" w:rsidR="00B54219" w:rsidRPr="003B5C15" w:rsidRDefault="00B54219" w:rsidP="00B54219">
      <w:pPr>
        <w:pStyle w:val="BodyText"/>
        <w:rPr>
          <w:rFonts w:cs="Calibri"/>
          <w:b/>
          <w:bCs/>
          <w:i/>
          <w:iCs/>
          <w:szCs w:val="22"/>
        </w:rPr>
      </w:pPr>
      <w:r w:rsidRPr="003B5C15">
        <w:rPr>
          <w:rFonts w:cs="Calibri"/>
          <w:szCs w:val="22"/>
        </w:rPr>
        <w:t xml:space="preserve">Please include all the components of your system to ensure it is correctly identified for </w:t>
      </w:r>
      <w:r w:rsidR="001A7D1D" w:rsidRPr="003B5C15">
        <w:rPr>
          <w:rFonts w:cs="Calibri"/>
          <w:szCs w:val="22"/>
        </w:rPr>
        <w:t>HI</w:t>
      </w:r>
      <w:r w:rsidR="00041185" w:rsidRPr="003B5C15">
        <w:rPr>
          <w:rFonts w:cs="Calibri"/>
          <w:szCs w:val="22"/>
        </w:rPr>
        <w:t xml:space="preserve"> </w:t>
      </w:r>
      <w:r w:rsidR="00E73B2D" w:rsidRPr="003B5C15">
        <w:rPr>
          <w:rFonts w:cs="Calibri"/>
          <w:szCs w:val="22"/>
        </w:rPr>
        <w:t xml:space="preserve">conformance </w:t>
      </w:r>
      <w:r w:rsidRPr="003B5C15">
        <w:rPr>
          <w:rFonts w:cs="Calibri"/>
          <w:szCs w:val="22"/>
        </w:rPr>
        <w:t>testing</w:t>
      </w:r>
      <w:r w:rsidR="00522462" w:rsidRPr="003B5C15">
        <w:rPr>
          <w:rFonts w:cs="Calibri"/>
          <w:szCs w:val="22"/>
        </w:rPr>
        <w:t xml:space="preserve"> </w:t>
      </w:r>
      <w:r w:rsidR="00522462" w:rsidRPr="003B5C15">
        <w:rPr>
          <w:rFonts w:cs="Calibri"/>
          <w:b/>
          <w:bCs/>
          <w:i/>
          <w:iCs/>
          <w:szCs w:val="22"/>
        </w:rPr>
        <w:t xml:space="preserve">(Note: software name and version should align </w:t>
      </w:r>
      <w:r w:rsidR="005F1B9D" w:rsidRPr="003B5C15">
        <w:rPr>
          <w:rFonts w:cs="Calibri"/>
          <w:b/>
          <w:bCs/>
          <w:i/>
          <w:iCs/>
          <w:szCs w:val="22"/>
        </w:rPr>
        <w:t xml:space="preserve">with </w:t>
      </w:r>
      <w:r w:rsidR="00522462" w:rsidRPr="003B5C15">
        <w:rPr>
          <w:rFonts w:cs="Calibri"/>
          <w:b/>
          <w:bCs/>
          <w:i/>
          <w:iCs/>
          <w:szCs w:val="22"/>
        </w:rPr>
        <w:t>HI NOC)</w:t>
      </w:r>
      <w:r w:rsidR="00E73B2D" w:rsidRPr="003B5C15">
        <w:rPr>
          <w:rFonts w:cs="Calibri"/>
          <w:b/>
          <w:bCs/>
          <w:i/>
          <w:iCs/>
          <w:szCs w:val="22"/>
        </w:rPr>
        <w:t>.</w:t>
      </w:r>
    </w:p>
    <w:p w14:paraId="2CAB09CA" w14:textId="213EFD25" w:rsidR="0002295C" w:rsidRPr="003B5C15" w:rsidRDefault="00D60729" w:rsidP="0002295C">
      <w:pPr>
        <w:pStyle w:val="BodyText"/>
        <w:rPr>
          <w:rFonts w:cs="Calibri"/>
          <w:b/>
          <w:bCs/>
          <w:i/>
          <w:iCs/>
          <w:szCs w:val="22"/>
          <w:u w:color="C0C0C0"/>
        </w:rPr>
      </w:pPr>
      <w:r w:rsidRPr="003B5C15">
        <w:rPr>
          <w:rFonts w:cs="Calibri"/>
          <w:b/>
          <w:bCs/>
          <w:i/>
          <w:iCs/>
          <w:color w:val="FF0000"/>
          <w:szCs w:val="22"/>
          <w:u w:color="FF0000"/>
        </w:rPr>
        <w:t>*</w:t>
      </w:r>
      <w:r w:rsidR="00F34FFD" w:rsidRPr="003B5C15">
        <w:rPr>
          <w:rFonts w:cs="Calibri"/>
          <w:b/>
          <w:bCs/>
          <w:i/>
          <w:iCs/>
          <w:szCs w:val="22"/>
          <w:u w:color="C0C0C0"/>
        </w:rPr>
        <w:t>Mandatory</w:t>
      </w:r>
      <w:r w:rsidR="0002295C" w:rsidRPr="003B5C15">
        <w:rPr>
          <w:rFonts w:cs="Calibri"/>
          <w:b/>
          <w:bCs/>
          <w:i/>
          <w:iCs/>
          <w:szCs w:val="22"/>
          <w:u w:color="C0C0C0"/>
        </w:rPr>
        <w:t xml:space="preserve"> </w:t>
      </w:r>
    </w:p>
    <w:tbl>
      <w:tblPr>
        <w:tblStyle w:val="Default"/>
        <w:tblW w:w="0" w:type="auto"/>
        <w:tblLayout w:type="fixed"/>
        <w:tblLook w:val="04A0" w:firstRow="1" w:lastRow="0" w:firstColumn="1" w:lastColumn="0" w:noHBand="0" w:noVBand="1"/>
      </w:tblPr>
      <w:tblGrid>
        <w:gridCol w:w="5245"/>
        <w:gridCol w:w="2126"/>
      </w:tblGrid>
      <w:tr w:rsidR="00BA6F11" w:rsidRPr="003B5C15" w14:paraId="5A9FFBD2" w14:textId="77777777" w:rsidTr="00F34FFD">
        <w:trPr>
          <w:cnfStyle w:val="100000000000" w:firstRow="1" w:lastRow="0" w:firstColumn="0" w:lastColumn="0" w:oddVBand="0" w:evenVBand="0" w:oddHBand="0" w:evenHBand="0" w:firstRowFirstColumn="0" w:firstRowLastColumn="0" w:lastRowFirstColumn="0" w:lastRowLastColumn="0"/>
        </w:trPr>
        <w:tc>
          <w:tcPr>
            <w:tcW w:w="5245" w:type="dxa"/>
            <w:tcBorders>
              <w:bottom w:val="single" w:sz="4" w:space="0" w:color="auto"/>
            </w:tcBorders>
            <w:shd w:val="clear" w:color="auto" w:fill="F2F2F2" w:themeFill="background1" w:themeFillShade="F2"/>
          </w:tcPr>
          <w:p w14:paraId="5B0BF55D" w14:textId="77777777" w:rsidR="00BA6F11" w:rsidRDefault="00BA6F11" w:rsidP="002B5BBE">
            <w:pPr>
              <w:pStyle w:val="Tabletext"/>
              <w:rPr>
                <w:rFonts w:cs="Calibri"/>
                <w:b/>
                <w:bCs/>
                <w:color w:val="FF0000"/>
                <w:szCs w:val="22"/>
                <w:u w:color="FF0000"/>
              </w:rPr>
            </w:pPr>
            <w:r w:rsidRPr="003B5C15">
              <w:rPr>
                <w:rFonts w:cs="Calibri"/>
                <w:b/>
                <w:bCs/>
                <w:szCs w:val="22"/>
                <w:u w:color="C0C0C0"/>
              </w:rPr>
              <w:t>Name</w:t>
            </w:r>
            <w:r w:rsidRPr="003B5C15">
              <w:rPr>
                <w:rFonts w:cs="Calibri"/>
                <w:szCs w:val="22"/>
              </w:rPr>
              <w:t xml:space="preserve"> </w:t>
            </w:r>
            <w:r w:rsidRPr="003B5C15">
              <w:rPr>
                <w:rFonts w:cs="Calibri"/>
                <w:b/>
                <w:bCs/>
                <w:szCs w:val="22"/>
              </w:rPr>
              <w:t>of implementation or module</w:t>
            </w:r>
            <w:r w:rsidR="00D60729" w:rsidRPr="003B5C15">
              <w:rPr>
                <w:rFonts w:cs="Calibri"/>
                <w:b/>
                <w:bCs/>
                <w:color w:val="FF0000"/>
                <w:szCs w:val="22"/>
                <w:u w:color="FF0000"/>
              </w:rPr>
              <w:t>*</w:t>
            </w:r>
          </w:p>
          <w:p w14:paraId="4964684F" w14:textId="77777777" w:rsidR="00303DFC" w:rsidRDefault="00303DFC" w:rsidP="002B5BBE">
            <w:pPr>
              <w:pStyle w:val="Tabletext"/>
              <w:rPr>
                <w:rFonts w:cs="Calibri"/>
                <w:b/>
                <w:bCs/>
              </w:rPr>
            </w:pPr>
          </w:p>
          <w:p w14:paraId="4FC51F03" w14:textId="77777777" w:rsidR="00303DFC" w:rsidRDefault="00303DFC" w:rsidP="002B5BBE">
            <w:pPr>
              <w:pStyle w:val="Tabletext"/>
              <w:rPr>
                <w:rFonts w:cs="Calibri"/>
                <w:b/>
                <w:bCs/>
              </w:rPr>
            </w:pPr>
          </w:p>
          <w:p w14:paraId="13905E6D" w14:textId="16434B6B" w:rsidR="00303DFC" w:rsidRPr="00556BB5" w:rsidRDefault="00303DFC" w:rsidP="002B5BBE">
            <w:pPr>
              <w:pStyle w:val="Tabletext"/>
              <w:rPr>
                <w:rFonts w:cs="Calibri"/>
                <w:b/>
                <w:bCs/>
              </w:rPr>
            </w:pPr>
          </w:p>
        </w:tc>
        <w:tc>
          <w:tcPr>
            <w:tcW w:w="2126" w:type="dxa"/>
            <w:tcBorders>
              <w:bottom w:val="single" w:sz="4" w:space="0" w:color="auto"/>
            </w:tcBorders>
            <w:shd w:val="clear" w:color="auto" w:fill="F2F2F2" w:themeFill="background1" w:themeFillShade="F2"/>
          </w:tcPr>
          <w:p w14:paraId="248342A2" w14:textId="7144DCAB" w:rsidR="00BA6F11" w:rsidRPr="00556BB5" w:rsidRDefault="00BA6F11" w:rsidP="002B5BBE">
            <w:pPr>
              <w:pStyle w:val="Tabletext"/>
              <w:rPr>
                <w:rFonts w:cs="Calibri"/>
                <w:b/>
                <w:bCs/>
              </w:rPr>
            </w:pPr>
            <w:r w:rsidRPr="00556BB5">
              <w:rPr>
                <w:rFonts w:cs="Calibri"/>
                <w:b/>
                <w:bCs/>
              </w:rPr>
              <w:t>Version</w:t>
            </w:r>
          </w:p>
        </w:tc>
      </w:tr>
      <w:tr w:rsidR="00BA6F11" w:rsidRPr="003B5C15" w14:paraId="2D39F585" w14:textId="77777777" w:rsidTr="00F34FFD">
        <w:tc>
          <w:tcPr>
            <w:tcW w:w="5245" w:type="dxa"/>
            <w:tcBorders>
              <w:top w:val="single" w:sz="4" w:space="0" w:color="auto"/>
              <w:bottom w:val="single" w:sz="4" w:space="0" w:color="auto"/>
            </w:tcBorders>
            <w:shd w:val="clear" w:color="auto" w:fill="F2F2F2" w:themeFill="background1" w:themeFillShade="F2"/>
          </w:tcPr>
          <w:p w14:paraId="468C7F41" w14:textId="5CD14655" w:rsidR="00BA6F11" w:rsidRPr="00556BB5" w:rsidRDefault="00BA6F11" w:rsidP="002B5BBE">
            <w:pPr>
              <w:pStyle w:val="Tabletext"/>
              <w:rPr>
                <w:rFonts w:cs="Calibri"/>
                <w:b/>
                <w:bCs/>
              </w:rPr>
            </w:pPr>
            <w:r w:rsidRPr="003B5C15">
              <w:rPr>
                <w:rFonts w:cs="Calibri"/>
                <w:b/>
                <w:bCs/>
                <w:color w:val="333333"/>
                <w:szCs w:val="22"/>
              </w:rPr>
              <w:t>Is the implementation a clinical information system (CIS</w:t>
            </w:r>
            <w:r w:rsidR="00F34FFD" w:rsidRPr="003B5C15">
              <w:rPr>
                <w:rFonts w:cs="Calibri"/>
                <w:b/>
                <w:bCs/>
                <w:color w:val="333333"/>
                <w:szCs w:val="22"/>
              </w:rPr>
              <w:t>)?</w:t>
            </w:r>
            <w:r w:rsidR="00F34FFD" w:rsidRPr="003B5C15">
              <w:rPr>
                <w:rFonts w:cs="Calibri"/>
                <w:b/>
                <w:bCs/>
                <w:color w:val="FF0000"/>
                <w:szCs w:val="22"/>
                <w:u w:color="FF0000"/>
              </w:rPr>
              <w:t>*</w:t>
            </w:r>
          </w:p>
        </w:tc>
        <w:tc>
          <w:tcPr>
            <w:tcW w:w="2126" w:type="dxa"/>
            <w:tcBorders>
              <w:top w:val="single" w:sz="4" w:space="0" w:color="auto"/>
              <w:bottom w:val="single" w:sz="4" w:space="0" w:color="auto"/>
            </w:tcBorders>
          </w:tcPr>
          <w:p w14:paraId="16FAC3E5" w14:textId="62468C6E" w:rsidR="00BA6F11" w:rsidRPr="00556BB5" w:rsidRDefault="006F3745" w:rsidP="002B5BBE">
            <w:pPr>
              <w:pStyle w:val="Tabletext"/>
              <w:rPr>
                <w:rFonts w:cs="Calibri"/>
              </w:rPr>
            </w:pPr>
            <w:sdt>
              <w:sdtPr>
                <w:rPr>
                  <w:rFonts w:eastAsia="MS Gothic" w:cs="Calibri"/>
                  <w:sz w:val="24"/>
                  <w:szCs w:val="32"/>
                </w:rPr>
                <w:id w:val="2016955204"/>
                <w14:checkbox>
                  <w14:checked w14:val="0"/>
                  <w14:checkedState w14:val="2612" w14:font="MS Gothic"/>
                  <w14:uncheckedState w14:val="2610" w14:font="MS Gothic"/>
                </w14:checkbox>
              </w:sdtPr>
              <w:sdtEndPr/>
              <w:sdtContent>
                <w:r w:rsidR="00BA6F11" w:rsidRPr="00556BB5">
                  <w:rPr>
                    <w:rFonts w:ascii="Segoe UI Symbol" w:eastAsia="MS Gothic" w:hAnsi="Segoe UI Symbol" w:cs="Segoe UI Symbol"/>
                    <w:sz w:val="24"/>
                    <w:szCs w:val="32"/>
                  </w:rPr>
                  <w:t>☐</w:t>
                </w:r>
              </w:sdtContent>
            </w:sdt>
            <w:r w:rsidR="00BA6F11" w:rsidRPr="00556BB5">
              <w:rPr>
                <w:rFonts w:cs="Calibri"/>
              </w:rPr>
              <w:t xml:space="preserve">Yes              </w:t>
            </w:r>
            <w:sdt>
              <w:sdtPr>
                <w:rPr>
                  <w:rFonts w:eastAsia="MS Gothic" w:cs="Calibri"/>
                  <w:sz w:val="24"/>
                  <w:szCs w:val="32"/>
                </w:rPr>
                <w:id w:val="916903908"/>
                <w14:checkbox>
                  <w14:checked w14:val="0"/>
                  <w14:checkedState w14:val="2612" w14:font="MS Gothic"/>
                  <w14:uncheckedState w14:val="2610" w14:font="MS Gothic"/>
                </w14:checkbox>
              </w:sdtPr>
              <w:sdtEndPr/>
              <w:sdtContent>
                <w:r w:rsidR="00BA6F11" w:rsidRPr="00556BB5">
                  <w:rPr>
                    <w:rFonts w:ascii="Segoe UI Symbol" w:eastAsia="MS Gothic" w:hAnsi="Segoe UI Symbol" w:cs="Segoe UI Symbol"/>
                    <w:sz w:val="24"/>
                    <w:szCs w:val="32"/>
                  </w:rPr>
                  <w:t>☐</w:t>
                </w:r>
              </w:sdtContent>
            </w:sdt>
            <w:r w:rsidR="00BA6F11" w:rsidRPr="00556BB5">
              <w:rPr>
                <w:rFonts w:cs="Calibri"/>
              </w:rPr>
              <w:t>No</w:t>
            </w:r>
          </w:p>
        </w:tc>
      </w:tr>
      <w:tr w:rsidR="00BA6F11" w:rsidRPr="003B5C15" w14:paraId="30D039CB" w14:textId="77777777" w:rsidTr="00F34FFD">
        <w:tc>
          <w:tcPr>
            <w:tcW w:w="5245" w:type="dxa"/>
            <w:tcBorders>
              <w:top w:val="single" w:sz="4" w:space="0" w:color="auto"/>
              <w:bottom w:val="single" w:sz="4" w:space="0" w:color="auto"/>
            </w:tcBorders>
            <w:shd w:val="clear" w:color="auto" w:fill="F2F2F2" w:themeFill="background1" w:themeFillShade="F2"/>
          </w:tcPr>
          <w:p w14:paraId="5AC9276D" w14:textId="0A2F8A17" w:rsidR="00BA6F11" w:rsidRPr="00556BB5" w:rsidRDefault="00BA6F11" w:rsidP="002B5BBE">
            <w:pPr>
              <w:pStyle w:val="Tabletext"/>
              <w:rPr>
                <w:rFonts w:cs="Calibri"/>
                <w:b/>
                <w:bCs/>
              </w:rPr>
            </w:pPr>
            <w:r w:rsidRPr="003B5C15">
              <w:rPr>
                <w:rFonts w:cs="Calibri"/>
                <w:b/>
                <w:bCs/>
                <w:color w:val="333333"/>
                <w:szCs w:val="22"/>
              </w:rPr>
              <w:t>Is the implementation a contracted service provider (CSP</w:t>
            </w:r>
            <w:r w:rsidR="00F34FFD" w:rsidRPr="003B5C15">
              <w:rPr>
                <w:rFonts w:cs="Calibri"/>
                <w:b/>
                <w:bCs/>
                <w:color w:val="333333"/>
                <w:szCs w:val="22"/>
              </w:rPr>
              <w:t>)?</w:t>
            </w:r>
            <w:r w:rsidR="00F34FFD" w:rsidRPr="003B5C15">
              <w:rPr>
                <w:rFonts w:cs="Calibri"/>
                <w:b/>
                <w:bCs/>
                <w:color w:val="FF0000"/>
                <w:szCs w:val="22"/>
                <w:u w:color="FF0000"/>
              </w:rPr>
              <w:t>*</w:t>
            </w:r>
          </w:p>
        </w:tc>
        <w:tc>
          <w:tcPr>
            <w:tcW w:w="2126" w:type="dxa"/>
            <w:tcBorders>
              <w:top w:val="single" w:sz="4" w:space="0" w:color="auto"/>
              <w:bottom w:val="single" w:sz="4" w:space="0" w:color="auto"/>
            </w:tcBorders>
          </w:tcPr>
          <w:p w14:paraId="71FA77BB" w14:textId="77777777" w:rsidR="00BA6F11" w:rsidRPr="00556BB5" w:rsidRDefault="006F3745" w:rsidP="002B5BBE">
            <w:pPr>
              <w:pStyle w:val="Tabletext"/>
              <w:rPr>
                <w:rFonts w:cs="Calibri"/>
              </w:rPr>
            </w:pPr>
            <w:sdt>
              <w:sdtPr>
                <w:rPr>
                  <w:rFonts w:eastAsia="MS Gothic" w:cs="Calibri"/>
                  <w:sz w:val="24"/>
                  <w:szCs w:val="32"/>
                </w:rPr>
                <w:id w:val="-701550815"/>
                <w14:checkbox>
                  <w14:checked w14:val="0"/>
                  <w14:checkedState w14:val="2612" w14:font="MS Gothic"/>
                  <w14:uncheckedState w14:val="2610" w14:font="MS Gothic"/>
                </w14:checkbox>
              </w:sdtPr>
              <w:sdtEndPr/>
              <w:sdtContent>
                <w:r w:rsidR="00BA6F11" w:rsidRPr="00556BB5">
                  <w:rPr>
                    <w:rFonts w:ascii="Segoe UI Symbol" w:eastAsia="MS Gothic" w:hAnsi="Segoe UI Symbol" w:cs="Segoe UI Symbol"/>
                    <w:sz w:val="24"/>
                    <w:szCs w:val="32"/>
                  </w:rPr>
                  <w:t>☐</w:t>
                </w:r>
              </w:sdtContent>
            </w:sdt>
            <w:r w:rsidR="00BA6F11" w:rsidRPr="00556BB5">
              <w:rPr>
                <w:rFonts w:cs="Calibri"/>
              </w:rPr>
              <w:t xml:space="preserve">Yes              </w:t>
            </w:r>
            <w:sdt>
              <w:sdtPr>
                <w:rPr>
                  <w:rFonts w:eastAsia="MS Gothic" w:cs="Calibri"/>
                  <w:sz w:val="24"/>
                  <w:szCs w:val="32"/>
                </w:rPr>
                <w:id w:val="1333337570"/>
                <w14:checkbox>
                  <w14:checked w14:val="0"/>
                  <w14:checkedState w14:val="2612" w14:font="MS Gothic"/>
                  <w14:uncheckedState w14:val="2610" w14:font="MS Gothic"/>
                </w14:checkbox>
              </w:sdtPr>
              <w:sdtEndPr/>
              <w:sdtContent>
                <w:r w:rsidR="00BA6F11" w:rsidRPr="00556BB5">
                  <w:rPr>
                    <w:rFonts w:ascii="Segoe UI Symbol" w:eastAsia="MS Gothic" w:hAnsi="Segoe UI Symbol" w:cs="Segoe UI Symbol"/>
                    <w:sz w:val="24"/>
                    <w:szCs w:val="32"/>
                  </w:rPr>
                  <w:t>☐</w:t>
                </w:r>
              </w:sdtContent>
            </w:sdt>
            <w:r w:rsidR="00BA6F11" w:rsidRPr="00556BB5">
              <w:rPr>
                <w:rFonts w:cs="Calibri"/>
              </w:rPr>
              <w:t>No</w:t>
            </w:r>
          </w:p>
        </w:tc>
      </w:tr>
      <w:tr w:rsidR="00BA6F11" w:rsidRPr="003B5C15" w14:paraId="7C469A35" w14:textId="77777777" w:rsidTr="00F34FFD">
        <w:tc>
          <w:tcPr>
            <w:tcW w:w="5245" w:type="dxa"/>
            <w:tcBorders>
              <w:top w:val="single" w:sz="4" w:space="0" w:color="auto"/>
              <w:bottom w:val="single" w:sz="4" w:space="0" w:color="auto"/>
            </w:tcBorders>
            <w:shd w:val="clear" w:color="auto" w:fill="F2F2F2" w:themeFill="background1" w:themeFillShade="F2"/>
          </w:tcPr>
          <w:p w14:paraId="764610E3" w14:textId="6591C7DE" w:rsidR="00BA6F11" w:rsidRPr="00556BB5" w:rsidRDefault="00BA6F11" w:rsidP="002B5BBE">
            <w:pPr>
              <w:pStyle w:val="Tabletext"/>
              <w:rPr>
                <w:rFonts w:cs="Calibri"/>
                <w:b/>
                <w:bCs/>
              </w:rPr>
            </w:pPr>
            <w:r w:rsidRPr="003B5C15">
              <w:rPr>
                <w:rFonts w:cs="Calibri"/>
                <w:b/>
                <w:bCs/>
                <w:color w:val="333333"/>
                <w:szCs w:val="22"/>
              </w:rPr>
              <w:t>Is the implementation a general supporting organisation (GSO)?</w:t>
            </w:r>
            <w:r w:rsidR="00D60729" w:rsidRPr="003B5C15">
              <w:rPr>
                <w:rFonts w:cs="Calibri"/>
                <w:b/>
                <w:bCs/>
                <w:color w:val="FF0000"/>
                <w:szCs w:val="22"/>
                <w:u w:color="FF0000"/>
              </w:rPr>
              <w:t>*</w:t>
            </w:r>
          </w:p>
        </w:tc>
        <w:tc>
          <w:tcPr>
            <w:tcW w:w="2126" w:type="dxa"/>
            <w:tcBorders>
              <w:top w:val="single" w:sz="4" w:space="0" w:color="auto"/>
              <w:bottom w:val="single" w:sz="4" w:space="0" w:color="auto"/>
            </w:tcBorders>
          </w:tcPr>
          <w:p w14:paraId="7902D231" w14:textId="77777777" w:rsidR="00BA6F11" w:rsidRPr="00556BB5" w:rsidRDefault="006F3745" w:rsidP="002B5BBE">
            <w:pPr>
              <w:pStyle w:val="Tabletext"/>
              <w:rPr>
                <w:rFonts w:cs="Calibri"/>
              </w:rPr>
            </w:pPr>
            <w:sdt>
              <w:sdtPr>
                <w:rPr>
                  <w:rFonts w:eastAsia="MS Gothic" w:cs="Calibri"/>
                  <w:sz w:val="24"/>
                  <w:szCs w:val="32"/>
                </w:rPr>
                <w:id w:val="2123101490"/>
                <w14:checkbox>
                  <w14:checked w14:val="0"/>
                  <w14:checkedState w14:val="2612" w14:font="MS Gothic"/>
                  <w14:uncheckedState w14:val="2610" w14:font="MS Gothic"/>
                </w14:checkbox>
              </w:sdtPr>
              <w:sdtEndPr/>
              <w:sdtContent>
                <w:r w:rsidR="00BA6F11" w:rsidRPr="00556BB5">
                  <w:rPr>
                    <w:rFonts w:ascii="Segoe UI Symbol" w:eastAsia="MS Gothic" w:hAnsi="Segoe UI Symbol" w:cs="Segoe UI Symbol"/>
                    <w:sz w:val="24"/>
                    <w:szCs w:val="32"/>
                  </w:rPr>
                  <w:t>☐</w:t>
                </w:r>
              </w:sdtContent>
            </w:sdt>
            <w:r w:rsidR="00BA6F11" w:rsidRPr="00556BB5">
              <w:rPr>
                <w:rFonts w:cs="Calibri"/>
              </w:rPr>
              <w:t xml:space="preserve">Yes              </w:t>
            </w:r>
            <w:sdt>
              <w:sdtPr>
                <w:rPr>
                  <w:rFonts w:eastAsia="MS Gothic" w:cs="Calibri"/>
                  <w:sz w:val="24"/>
                  <w:szCs w:val="32"/>
                </w:rPr>
                <w:id w:val="-132876208"/>
                <w14:checkbox>
                  <w14:checked w14:val="0"/>
                  <w14:checkedState w14:val="2612" w14:font="MS Gothic"/>
                  <w14:uncheckedState w14:val="2610" w14:font="MS Gothic"/>
                </w14:checkbox>
              </w:sdtPr>
              <w:sdtEndPr/>
              <w:sdtContent>
                <w:r w:rsidR="00BA6F11" w:rsidRPr="00556BB5">
                  <w:rPr>
                    <w:rFonts w:ascii="Segoe UI Symbol" w:eastAsia="MS Gothic" w:hAnsi="Segoe UI Symbol" w:cs="Segoe UI Symbol"/>
                    <w:sz w:val="24"/>
                    <w:szCs w:val="32"/>
                  </w:rPr>
                  <w:t>☐</w:t>
                </w:r>
              </w:sdtContent>
            </w:sdt>
            <w:r w:rsidR="00BA6F11" w:rsidRPr="00556BB5">
              <w:rPr>
                <w:rFonts w:cs="Calibri"/>
              </w:rPr>
              <w:t>No</w:t>
            </w:r>
          </w:p>
        </w:tc>
      </w:tr>
      <w:tr w:rsidR="00BA6F11" w:rsidRPr="003B5C15" w14:paraId="4656898C" w14:textId="77777777" w:rsidTr="00F34FFD">
        <w:tc>
          <w:tcPr>
            <w:tcW w:w="5245" w:type="dxa"/>
            <w:tcBorders>
              <w:top w:val="single" w:sz="4" w:space="0" w:color="auto"/>
              <w:bottom w:val="single" w:sz="4" w:space="0" w:color="auto"/>
            </w:tcBorders>
            <w:shd w:val="clear" w:color="auto" w:fill="F2F2F2" w:themeFill="background1" w:themeFillShade="F2"/>
          </w:tcPr>
          <w:p w14:paraId="47C8A53B" w14:textId="67DA39E6" w:rsidR="00BA6F11" w:rsidRPr="00556BB5" w:rsidRDefault="00BA6F11" w:rsidP="002B5BBE">
            <w:pPr>
              <w:pStyle w:val="Tabletext"/>
              <w:rPr>
                <w:rFonts w:cs="Calibri"/>
                <w:b/>
                <w:bCs/>
              </w:rPr>
            </w:pPr>
            <w:r w:rsidRPr="003B5C15">
              <w:rPr>
                <w:rFonts w:cs="Calibri"/>
                <w:b/>
                <w:bCs/>
                <w:szCs w:val="22"/>
              </w:rPr>
              <w:t>Has HI Service NOC been performed for this application?</w:t>
            </w:r>
            <w:r w:rsidR="00D60729" w:rsidRPr="003B5C15">
              <w:rPr>
                <w:rFonts w:cs="Calibri"/>
                <w:b/>
                <w:bCs/>
                <w:color w:val="FF0000"/>
                <w:szCs w:val="22"/>
                <w:u w:color="FF0000"/>
              </w:rPr>
              <w:t>*</w:t>
            </w:r>
            <w:r w:rsidRPr="003B5C15">
              <w:rPr>
                <w:rFonts w:cs="Calibri"/>
                <w:b/>
                <w:bCs/>
                <w:szCs w:val="22"/>
              </w:rPr>
              <w:t xml:space="preserve">    </w:t>
            </w:r>
          </w:p>
        </w:tc>
        <w:tc>
          <w:tcPr>
            <w:tcW w:w="2126" w:type="dxa"/>
            <w:tcBorders>
              <w:top w:val="single" w:sz="4" w:space="0" w:color="auto"/>
              <w:bottom w:val="single" w:sz="4" w:space="0" w:color="auto"/>
            </w:tcBorders>
          </w:tcPr>
          <w:p w14:paraId="7777B48D" w14:textId="77777777" w:rsidR="00BA6F11" w:rsidRPr="00556BB5" w:rsidRDefault="006F3745" w:rsidP="002B5BBE">
            <w:pPr>
              <w:pStyle w:val="Tabletext"/>
              <w:rPr>
                <w:rFonts w:cs="Calibri"/>
              </w:rPr>
            </w:pPr>
            <w:sdt>
              <w:sdtPr>
                <w:rPr>
                  <w:rFonts w:eastAsia="MS Gothic" w:cs="Calibri"/>
                  <w:sz w:val="24"/>
                  <w:szCs w:val="32"/>
                </w:rPr>
                <w:id w:val="1999457302"/>
                <w14:checkbox>
                  <w14:checked w14:val="0"/>
                  <w14:checkedState w14:val="2612" w14:font="MS Gothic"/>
                  <w14:uncheckedState w14:val="2610" w14:font="MS Gothic"/>
                </w14:checkbox>
              </w:sdtPr>
              <w:sdtEndPr/>
              <w:sdtContent>
                <w:r w:rsidR="00BA6F11" w:rsidRPr="00556BB5">
                  <w:rPr>
                    <w:rFonts w:ascii="Segoe UI Symbol" w:eastAsia="MS Gothic" w:hAnsi="Segoe UI Symbol" w:cs="Segoe UI Symbol"/>
                    <w:sz w:val="24"/>
                    <w:szCs w:val="32"/>
                  </w:rPr>
                  <w:t>☐</w:t>
                </w:r>
              </w:sdtContent>
            </w:sdt>
            <w:r w:rsidR="00BA6F11" w:rsidRPr="00556BB5">
              <w:rPr>
                <w:rFonts w:cs="Calibri"/>
              </w:rPr>
              <w:t xml:space="preserve">Yes              </w:t>
            </w:r>
            <w:sdt>
              <w:sdtPr>
                <w:rPr>
                  <w:rFonts w:eastAsia="MS Gothic" w:cs="Calibri"/>
                  <w:sz w:val="24"/>
                  <w:szCs w:val="32"/>
                </w:rPr>
                <w:id w:val="947205136"/>
                <w14:checkbox>
                  <w14:checked w14:val="0"/>
                  <w14:checkedState w14:val="2612" w14:font="MS Gothic"/>
                  <w14:uncheckedState w14:val="2610" w14:font="MS Gothic"/>
                </w14:checkbox>
              </w:sdtPr>
              <w:sdtEndPr/>
              <w:sdtContent>
                <w:r w:rsidR="00BA6F11" w:rsidRPr="00556BB5">
                  <w:rPr>
                    <w:rFonts w:ascii="Segoe UI Symbol" w:eastAsia="MS Gothic" w:hAnsi="Segoe UI Symbol" w:cs="Segoe UI Symbol"/>
                    <w:sz w:val="24"/>
                    <w:szCs w:val="32"/>
                  </w:rPr>
                  <w:t>☐</w:t>
                </w:r>
              </w:sdtContent>
            </w:sdt>
            <w:r w:rsidR="00BA6F11" w:rsidRPr="00556BB5">
              <w:rPr>
                <w:rFonts w:cs="Calibri"/>
              </w:rPr>
              <w:t>No</w:t>
            </w:r>
          </w:p>
        </w:tc>
      </w:tr>
      <w:tr w:rsidR="00BA6F11" w:rsidRPr="003B5C15" w14:paraId="7B22A248" w14:textId="77777777" w:rsidTr="00F34FFD">
        <w:tc>
          <w:tcPr>
            <w:tcW w:w="5245" w:type="dxa"/>
            <w:tcBorders>
              <w:top w:val="single" w:sz="4" w:space="0" w:color="auto"/>
              <w:bottom w:val="single" w:sz="4" w:space="0" w:color="auto"/>
            </w:tcBorders>
            <w:shd w:val="clear" w:color="auto" w:fill="F2F2F2" w:themeFill="background1" w:themeFillShade="F2"/>
          </w:tcPr>
          <w:p w14:paraId="7F7961CB" w14:textId="31E8EC04" w:rsidR="00BA6F11" w:rsidRPr="00556BB5" w:rsidRDefault="00BA6F11" w:rsidP="002B5BBE">
            <w:pPr>
              <w:pStyle w:val="Tabletext"/>
              <w:rPr>
                <w:rFonts w:cs="Calibri"/>
                <w:b/>
                <w:bCs/>
              </w:rPr>
            </w:pPr>
            <w:r w:rsidRPr="003B5C15">
              <w:rPr>
                <w:rFonts w:cs="Calibri"/>
                <w:b/>
                <w:bCs/>
                <w:color w:val="333333"/>
                <w:szCs w:val="22"/>
              </w:rPr>
              <w:t>Conformance test specification (CTS) version used for self-assessment</w:t>
            </w:r>
            <w:r w:rsidR="00D60729" w:rsidRPr="003B5C15">
              <w:rPr>
                <w:rFonts w:cs="Calibri"/>
                <w:b/>
                <w:bCs/>
                <w:color w:val="FF0000"/>
                <w:szCs w:val="22"/>
                <w:u w:color="FF0000"/>
              </w:rPr>
              <w:t>*</w:t>
            </w:r>
          </w:p>
        </w:tc>
        <w:tc>
          <w:tcPr>
            <w:tcW w:w="2126" w:type="dxa"/>
            <w:tcBorders>
              <w:top w:val="single" w:sz="4" w:space="0" w:color="auto"/>
              <w:bottom w:val="single" w:sz="4" w:space="0" w:color="auto"/>
            </w:tcBorders>
          </w:tcPr>
          <w:p w14:paraId="6EA9976A" w14:textId="0E4F11D2" w:rsidR="00BA6F11" w:rsidRPr="00556BB5" w:rsidRDefault="00BA6F11" w:rsidP="002B5BBE">
            <w:pPr>
              <w:pStyle w:val="Tabletext"/>
              <w:rPr>
                <w:rFonts w:cs="Calibri"/>
              </w:rPr>
            </w:pPr>
          </w:p>
        </w:tc>
      </w:tr>
      <w:tr w:rsidR="00BA6F11" w:rsidRPr="003B5C15" w14:paraId="27078810" w14:textId="77777777" w:rsidTr="00556BB5">
        <w:tc>
          <w:tcPr>
            <w:tcW w:w="7371" w:type="dxa"/>
            <w:gridSpan w:val="2"/>
            <w:tcBorders>
              <w:top w:val="single" w:sz="4" w:space="0" w:color="auto"/>
              <w:bottom w:val="single" w:sz="4" w:space="0" w:color="auto"/>
            </w:tcBorders>
            <w:shd w:val="clear" w:color="auto" w:fill="F2F2F2" w:themeFill="background1" w:themeFillShade="F2"/>
          </w:tcPr>
          <w:p w14:paraId="5C2551D3" w14:textId="77777777" w:rsidR="00BA6F11" w:rsidRDefault="00BA6F11" w:rsidP="002B5BBE">
            <w:pPr>
              <w:pStyle w:val="Tabletext"/>
              <w:rPr>
                <w:rFonts w:cs="Calibri"/>
                <w:b/>
                <w:bCs/>
                <w:color w:val="FF0000"/>
                <w:szCs w:val="22"/>
                <w:u w:color="FF0000"/>
              </w:rPr>
            </w:pPr>
            <w:r w:rsidRPr="003B5C15">
              <w:rPr>
                <w:rFonts w:cs="Calibri"/>
                <w:b/>
                <w:bCs/>
                <w:color w:val="333333"/>
                <w:szCs w:val="22"/>
              </w:rPr>
              <w:t>Description of software product and implementation(s)</w:t>
            </w:r>
            <w:r w:rsidR="00D60729" w:rsidRPr="003B5C15">
              <w:rPr>
                <w:rFonts w:cs="Calibri"/>
                <w:b/>
                <w:bCs/>
                <w:color w:val="FF0000"/>
                <w:szCs w:val="22"/>
                <w:u w:color="FF0000"/>
              </w:rPr>
              <w:t>*</w:t>
            </w:r>
          </w:p>
          <w:p w14:paraId="1F2F14C6" w14:textId="77777777" w:rsidR="000B16C1" w:rsidRDefault="000B16C1" w:rsidP="002B5BBE">
            <w:pPr>
              <w:pStyle w:val="Tabletext"/>
              <w:rPr>
                <w:rFonts w:cs="Calibri"/>
                <w:b/>
                <w:bCs/>
                <w:color w:val="FF0000"/>
                <w:szCs w:val="22"/>
                <w:u w:color="FF0000"/>
              </w:rPr>
            </w:pPr>
          </w:p>
          <w:p w14:paraId="7883B007" w14:textId="77777777" w:rsidR="000B16C1" w:rsidRDefault="000B16C1" w:rsidP="002B5BBE">
            <w:pPr>
              <w:pStyle w:val="Tabletext"/>
              <w:rPr>
                <w:rFonts w:cs="Calibri"/>
                <w:b/>
                <w:bCs/>
                <w:color w:val="FF0000"/>
                <w:szCs w:val="22"/>
                <w:u w:color="FF0000"/>
              </w:rPr>
            </w:pPr>
          </w:p>
          <w:p w14:paraId="5E9220F7" w14:textId="24392F50" w:rsidR="000B16C1" w:rsidRPr="00556BB5" w:rsidRDefault="000B16C1" w:rsidP="002B5BBE">
            <w:pPr>
              <w:pStyle w:val="Tabletext"/>
              <w:rPr>
                <w:rFonts w:cs="Calibri"/>
              </w:rPr>
            </w:pPr>
          </w:p>
        </w:tc>
      </w:tr>
    </w:tbl>
    <w:p w14:paraId="07E5BD00" w14:textId="77777777" w:rsidR="00BA6F11" w:rsidRPr="003B5C15" w:rsidRDefault="00BA6F11" w:rsidP="00556BB5">
      <w:pPr>
        <w:pStyle w:val="BodyText"/>
        <w:ind w:left="0"/>
        <w:rPr>
          <w:rFonts w:cs="Calibri"/>
          <w:szCs w:val="22"/>
        </w:rPr>
      </w:pPr>
    </w:p>
    <w:p w14:paraId="4088A0D9" w14:textId="3BA2F612" w:rsidR="00B54219" w:rsidRPr="00556BB5" w:rsidRDefault="00B54219" w:rsidP="00800B21">
      <w:pPr>
        <w:pStyle w:val="Heading2"/>
        <w:rPr>
          <w:rFonts w:cs="Calibri"/>
        </w:rPr>
      </w:pPr>
      <w:bookmarkStart w:id="17" w:name="_Toc75784462"/>
      <w:bookmarkStart w:id="18" w:name="_Toc170823769"/>
      <w:bookmarkStart w:id="19" w:name="_Toc215058728"/>
      <w:r w:rsidRPr="00556BB5">
        <w:rPr>
          <w:rFonts w:cs="Calibri"/>
        </w:rPr>
        <w:t xml:space="preserve">ICS </w:t>
      </w:r>
      <w:r w:rsidR="00E73B2D" w:rsidRPr="00556BB5">
        <w:rPr>
          <w:rFonts w:cs="Calibri"/>
        </w:rPr>
        <w:t>contact</w:t>
      </w:r>
      <w:bookmarkEnd w:id="17"/>
      <w:bookmarkEnd w:id="18"/>
      <w:bookmarkEnd w:id="19"/>
    </w:p>
    <w:p w14:paraId="0B3CB20F" w14:textId="00005083" w:rsidR="00B54219" w:rsidRPr="003B5C15" w:rsidRDefault="00B54219" w:rsidP="00B54219">
      <w:pPr>
        <w:pStyle w:val="BodyText"/>
        <w:rPr>
          <w:rFonts w:cs="Calibri"/>
          <w:i/>
          <w:iCs/>
          <w:szCs w:val="22"/>
          <w:u w:color="C0C0C0"/>
        </w:rPr>
      </w:pPr>
      <w:r w:rsidRPr="003B5C15">
        <w:rPr>
          <w:rFonts w:cs="Calibri"/>
          <w:i/>
          <w:iCs/>
          <w:szCs w:val="22"/>
          <w:u w:color="C0C0C0"/>
        </w:rPr>
        <w:t xml:space="preserve">The person who should be contacted about the </w:t>
      </w:r>
      <w:r w:rsidR="00E73B2D" w:rsidRPr="003B5C15">
        <w:rPr>
          <w:rFonts w:cs="Calibri"/>
          <w:i/>
          <w:iCs/>
          <w:szCs w:val="22"/>
          <w:u w:color="C0C0C0"/>
        </w:rPr>
        <w:t xml:space="preserve">implementation conformance statement </w:t>
      </w:r>
      <w:r w:rsidRPr="003B5C15">
        <w:rPr>
          <w:rFonts w:cs="Calibri"/>
          <w:i/>
          <w:iCs/>
          <w:szCs w:val="22"/>
          <w:u w:color="C0C0C0"/>
        </w:rPr>
        <w:t>(ICS)</w:t>
      </w:r>
    </w:p>
    <w:p w14:paraId="328778BA" w14:textId="1E5F56CC" w:rsidR="00E73B2D" w:rsidRPr="003B5C15" w:rsidRDefault="00D60729" w:rsidP="00B54219">
      <w:pPr>
        <w:pStyle w:val="BodyText"/>
        <w:rPr>
          <w:rFonts w:cs="Calibri"/>
          <w:b/>
          <w:bCs/>
          <w:i/>
          <w:iCs/>
          <w:szCs w:val="22"/>
          <w:u w:color="C0C0C0"/>
        </w:rPr>
      </w:pPr>
      <w:r w:rsidRPr="003B5C15">
        <w:rPr>
          <w:rFonts w:cs="Calibri"/>
          <w:b/>
          <w:bCs/>
          <w:i/>
          <w:iCs/>
          <w:color w:val="FF0000"/>
          <w:szCs w:val="22"/>
          <w:u w:color="FF0000"/>
        </w:rPr>
        <w:t>*</w:t>
      </w:r>
      <w:r w:rsidR="000119D3" w:rsidRPr="003B5C15">
        <w:rPr>
          <w:rFonts w:cs="Calibri"/>
          <w:b/>
          <w:bCs/>
          <w:i/>
          <w:iCs/>
          <w:szCs w:val="22"/>
          <w:u w:color="C0C0C0"/>
        </w:rPr>
        <w:t>Mandatory</w:t>
      </w:r>
      <w:r w:rsidR="00BA6F11" w:rsidRPr="003B5C15">
        <w:rPr>
          <w:rFonts w:cs="Calibri"/>
          <w:b/>
          <w:bCs/>
          <w:i/>
          <w:iCs/>
          <w:szCs w:val="22"/>
          <w:u w:color="C0C0C0"/>
        </w:rPr>
        <w:t xml:space="preserve"> </w:t>
      </w:r>
    </w:p>
    <w:tbl>
      <w:tblPr>
        <w:tblStyle w:val="Default"/>
        <w:tblW w:w="0" w:type="auto"/>
        <w:tblBorders>
          <w:top w:val="single" w:sz="8" w:space="0" w:color="auto"/>
          <w:insideH w:val="single" w:sz="4" w:space="0" w:color="auto"/>
        </w:tblBorders>
        <w:tblLook w:val="04A0" w:firstRow="1" w:lastRow="0" w:firstColumn="1" w:lastColumn="0" w:noHBand="0" w:noVBand="1"/>
      </w:tblPr>
      <w:tblGrid>
        <w:gridCol w:w="1230"/>
        <w:gridCol w:w="6141"/>
      </w:tblGrid>
      <w:tr w:rsidR="00E73B2D" w:rsidRPr="003B5C15" w14:paraId="5A090966" w14:textId="77777777" w:rsidTr="00556BB5">
        <w:trPr>
          <w:cnfStyle w:val="100000000000" w:firstRow="1" w:lastRow="0" w:firstColumn="0" w:lastColumn="0" w:oddVBand="0" w:evenVBand="0" w:oddHBand="0" w:evenHBand="0" w:firstRowFirstColumn="0" w:firstRowLastColumn="0" w:lastRowFirstColumn="0" w:lastRowLastColumn="0"/>
        </w:trPr>
        <w:tc>
          <w:tcPr>
            <w:tcW w:w="1230" w:type="dxa"/>
            <w:tcBorders>
              <w:top w:val="none" w:sz="0" w:space="0" w:color="auto"/>
              <w:bottom w:val="none" w:sz="0" w:space="0" w:color="auto"/>
            </w:tcBorders>
            <w:shd w:val="clear" w:color="auto" w:fill="F2F2F2" w:themeFill="background1" w:themeFillShade="F2"/>
          </w:tcPr>
          <w:p w14:paraId="215F6371" w14:textId="28BE1547" w:rsidR="00E73B2D" w:rsidRPr="00556BB5" w:rsidRDefault="00E73B2D" w:rsidP="002B5BBE">
            <w:pPr>
              <w:pStyle w:val="Tabletext"/>
              <w:rPr>
                <w:rFonts w:cs="Calibri"/>
                <w:b/>
                <w:bCs/>
              </w:rPr>
            </w:pPr>
            <w:r w:rsidRPr="003B5C15">
              <w:rPr>
                <w:rFonts w:cs="Calibri"/>
                <w:b/>
                <w:bCs/>
                <w:szCs w:val="22"/>
                <w:u w:color="C0C0C0"/>
              </w:rPr>
              <w:t>Name</w:t>
            </w:r>
            <w:r w:rsidR="00D60729" w:rsidRPr="003B5C15">
              <w:rPr>
                <w:rFonts w:cs="Calibri"/>
                <w:b/>
                <w:bCs/>
                <w:color w:val="FF0000"/>
                <w:szCs w:val="22"/>
                <w:u w:color="FF0000"/>
              </w:rPr>
              <w:t>*</w:t>
            </w:r>
          </w:p>
        </w:tc>
        <w:tc>
          <w:tcPr>
            <w:tcW w:w="6141" w:type="dxa"/>
            <w:tcBorders>
              <w:top w:val="none" w:sz="0" w:space="0" w:color="auto"/>
              <w:bottom w:val="none" w:sz="0" w:space="0" w:color="auto"/>
            </w:tcBorders>
          </w:tcPr>
          <w:p w14:paraId="6376A79C" w14:textId="77777777" w:rsidR="00E73B2D" w:rsidRPr="00556BB5" w:rsidRDefault="00E73B2D" w:rsidP="002B5BBE">
            <w:pPr>
              <w:pStyle w:val="Tabletext"/>
              <w:rPr>
                <w:rFonts w:cs="Calibri"/>
              </w:rPr>
            </w:pPr>
          </w:p>
        </w:tc>
      </w:tr>
      <w:tr w:rsidR="00E73B2D" w:rsidRPr="003B5C15" w14:paraId="066B204A" w14:textId="77777777" w:rsidTr="00556BB5">
        <w:tc>
          <w:tcPr>
            <w:tcW w:w="1230" w:type="dxa"/>
            <w:shd w:val="clear" w:color="auto" w:fill="F2F2F2" w:themeFill="background1" w:themeFillShade="F2"/>
          </w:tcPr>
          <w:p w14:paraId="27BA8651" w14:textId="6D3D1B8C" w:rsidR="00E73B2D" w:rsidRPr="00556BB5" w:rsidRDefault="00E73B2D" w:rsidP="002B5BBE">
            <w:pPr>
              <w:pStyle w:val="Tabletext"/>
              <w:rPr>
                <w:rFonts w:cs="Calibri"/>
                <w:b/>
                <w:bCs/>
              </w:rPr>
            </w:pPr>
            <w:r w:rsidRPr="003B5C15">
              <w:rPr>
                <w:rFonts w:cs="Calibri"/>
                <w:b/>
                <w:bCs/>
                <w:szCs w:val="22"/>
                <w:u w:color="C0C0C0"/>
              </w:rPr>
              <w:t>Position</w:t>
            </w:r>
            <w:r w:rsidR="00D60729" w:rsidRPr="003B5C15">
              <w:rPr>
                <w:rFonts w:cs="Calibri"/>
                <w:b/>
                <w:bCs/>
                <w:color w:val="FF0000"/>
                <w:szCs w:val="22"/>
                <w:u w:color="FF0000"/>
              </w:rPr>
              <w:t>*</w:t>
            </w:r>
          </w:p>
        </w:tc>
        <w:tc>
          <w:tcPr>
            <w:tcW w:w="6141" w:type="dxa"/>
          </w:tcPr>
          <w:p w14:paraId="39BF995C" w14:textId="77777777" w:rsidR="00E73B2D" w:rsidRPr="00556BB5" w:rsidRDefault="00E73B2D" w:rsidP="002B5BBE">
            <w:pPr>
              <w:pStyle w:val="Tabletext"/>
              <w:rPr>
                <w:rFonts w:cs="Calibri"/>
              </w:rPr>
            </w:pPr>
          </w:p>
        </w:tc>
      </w:tr>
      <w:tr w:rsidR="00E73B2D" w:rsidRPr="003B5C15" w14:paraId="1E0E6C07" w14:textId="77777777" w:rsidTr="00556BB5">
        <w:tc>
          <w:tcPr>
            <w:tcW w:w="1230" w:type="dxa"/>
            <w:shd w:val="clear" w:color="auto" w:fill="F2F2F2" w:themeFill="background1" w:themeFillShade="F2"/>
          </w:tcPr>
          <w:p w14:paraId="56C25D65" w14:textId="63844C52" w:rsidR="00E73B2D" w:rsidRPr="00556BB5" w:rsidRDefault="00E73B2D" w:rsidP="002B5BBE">
            <w:pPr>
              <w:pStyle w:val="Tabletext"/>
              <w:rPr>
                <w:rFonts w:cs="Calibri"/>
                <w:b/>
                <w:bCs/>
              </w:rPr>
            </w:pPr>
            <w:r w:rsidRPr="003B5C15">
              <w:rPr>
                <w:rFonts w:cs="Calibri"/>
                <w:b/>
                <w:bCs/>
                <w:szCs w:val="22"/>
                <w:u w:color="C0C0C0"/>
              </w:rPr>
              <w:t>Department</w:t>
            </w:r>
          </w:p>
        </w:tc>
        <w:tc>
          <w:tcPr>
            <w:tcW w:w="6141" w:type="dxa"/>
          </w:tcPr>
          <w:p w14:paraId="7985D377" w14:textId="77777777" w:rsidR="00E73B2D" w:rsidRPr="00556BB5" w:rsidRDefault="00E73B2D" w:rsidP="002B5BBE">
            <w:pPr>
              <w:pStyle w:val="Tabletext"/>
              <w:rPr>
                <w:rFonts w:cs="Calibri"/>
              </w:rPr>
            </w:pPr>
          </w:p>
        </w:tc>
      </w:tr>
      <w:tr w:rsidR="00E73B2D" w:rsidRPr="003B5C15" w14:paraId="1C1DAA82" w14:textId="77777777" w:rsidTr="00556BB5">
        <w:tc>
          <w:tcPr>
            <w:tcW w:w="1230" w:type="dxa"/>
            <w:shd w:val="clear" w:color="auto" w:fill="F2F2F2" w:themeFill="background1" w:themeFillShade="F2"/>
          </w:tcPr>
          <w:p w14:paraId="16B7CBA9" w14:textId="05CC996F" w:rsidR="00E73B2D" w:rsidRPr="003B5C15" w:rsidRDefault="00E73B2D" w:rsidP="002B5BBE">
            <w:pPr>
              <w:pStyle w:val="Tabletext"/>
              <w:rPr>
                <w:rFonts w:cs="Calibri"/>
                <w:b/>
                <w:bCs/>
                <w:szCs w:val="22"/>
                <w:u w:color="C0C0C0"/>
              </w:rPr>
            </w:pPr>
            <w:r w:rsidRPr="003B5C15">
              <w:rPr>
                <w:rFonts w:cs="Calibri"/>
                <w:b/>
                <w:bCs/>
                <w:szCs w:val="22"/>
                <w:u w:color="C0C0C0"/>
              </w:rPr>
              <w:t>Address</w:t>
            </w:r>
            <w:r w:rsidR="00D60729" w:rsidRPr="003B5C15">
              <w:rPr>
                <w:rFonts w:cs="Calibri"/>
                <w:b/>
                <w:bCs/>
                <w:color w:val="FF0000"/>
                <w:szCs w:val="22"/>
                <w:u w:color="FF0000"/>
              </w:rPr>
              <w:t>*</w:t>
            </w:r>
          </w:p>
        </w:tc>
        <w:tc>
          <w:tcPr>
            <w:tcW w:w="6141" w:type="dxa"/>
          </w:tcPr>
          <w:p w14:paraId="240CDA41" w14:textId="77777777" w:rsidR="00E73B2D" w:rsidRPr="00556BB5" w:rsidRDefault="00E73B2D" w:rsidP="002B5BBE">
            <w:pPr>
              <w:pStyle w:val="Tabletext"/>
              <w:rPr>
                <w:rFonts w:cs="Calibri"/>
              </w:rPr>
            </w:pPr>
          </w:p>
        </w:tc>
      </w:tr>
      <w:tr w:rsidR="00E73B2D" w:rsidRPr="003B5C15" w14:paraId="4BAA4EA4" w14:textId="77777777" w:rsidTr="00556BB5">
        <w:tc>
          <w:tcPr>
            <w:tcW w:w="1230" w:type="dxa"/>
            <w:shd w:val="clear" w:color="auto" w:fill="F2F2F2" w:themeFill="background1" w:themeFillShade="F2"/>
          </w:tcPr>
          <w:p w14:paraId="3581CE29" w14:textId="0E4A4BD5" w:rsidR="00E73B2D" w:rsidRPr="003B5C15" w:rsidRDefault="00E73B2D" w:rsidP="002B5BBE">
            <w:pPr>
              <w:pStyle w:val="Tabletext"/>
              <w:rPr>
                <w:rFonts w:cs="Calibri"/>
                <w:b/>
                <w:bCs/>
                <w:szCs w:val="22"/>
                <w:u w:color="C0C0C0"/>
              </w:rPr>
            </w:pPr>
            <w:r w:rsidRPr="003B5C15">
              <w:rPr>
                <w:rFonts w:cs="Calibri"/>
                <w:b/>
                <w:bCs/>
                <w:szCs w:val="22"/>
                <w:u w:color="C0C0C0"/>
              </w:rPr>
              <w:t>Telephone</w:t>
            </w:r>
            <w:r w:rsidR="00D60729" w:rsidRPr="003B5C15">
              <w:rPr>
                <w:rFonts w:cs="Calibri"/>
                <w:b/>
                <w:bCs/>
                <w:color w:val="FF0000"/>
                <w:szCs w:val="22"/>
                <w:u w:color="FF0000"/>
              </w:rPr>
              <w:t>*</w:t>
            </w:r>
          </w:p>
        </w:tc>
        <w:tc>
          <w:tcPr>
            <w:tcW w:w="6141" w:type="dxa"/>
          </w:tcPr>
          <w:p w14:paraId="4FCECD64" w14:textId="77777777" w:rsidR="00E73B2D" w:rsidRPr="00556BB5" w:rsidRDefault="00E73B2D" w:rsidP="002B5BBE">
            <w:pPr>
              <w:pStyle w:val="Tabletext"/>
              <w:rPr>
                <w:rFonts w:cs="Calibri"/>
              </w:rPr>
            </w:pPr>
          </w:p>
        </w:tc>
      </w:tr>
      <w:tr w:rsidR="00E73B2D" w:rsidRPr="003B5C15" w14:paraId="3B98FF78" w14:textId="77777777" w:rsidTr="00556BB5">
        <w:tc>
          <w:tcPr>
            <w:tcW w:w="1230" w:type="dxa"/>
            <w:shd w:val="clear" w:color="auto" w:fill="F2F2F2" w:themeFill="background1" w:themeFillShade="F2"/>
          </w:tcPr>
          <w:p w14:paraId="0BB52E06" w14:textId="7E3F59B2" w:rsidR="00E73B2D" w:rsidRPr="003B5C15" w:rsidRDefault="00E73B2D" w:rsidP="002B5BBE">
            <w:pPr>
              <w:pStyle w:val="Tabletext"/>
              <w:rPr>
                <w:rFonts w:cs="Calibri"/>
                <w:b/>
                <w:bCs/>
                <w:szCs w:val="22"/>
                <w:u w:color="C0C0C0"/>
              </w:rPr>
            </w:pPr>
            <w:r w:rsidRPr="003B5C15">
              <w:rPr>
                <w:rFonts w:cs="Calibri"/>
                <w:b/>
                <w:bCs/>
                <w:szCs w:val="22"/>
                <w:u w:color="C0C0C0"/>
              </w:rPr>
              <w:t xml:space="preserve">Mobile </w:t>
            </w:r>
          </w:p>
        </w:tc>
        <w:tc>
          <w:tcPr>
            <w:tcW w:w="6141" w:type="dxa"/>
          </w:tcPr>
          <w:p w14:paraId="40B35A38" w14:textId="77777777" w:rsidR="00E73B2D" w:rsidRPr="00556BB5" w:rsidRDefault="00E73B2D" w:rsidP="002B5BBE">
            <w:pPr>
              <w:pStyle w:val="Tabletext"/>
              <w:rPr>
                <w:rFonts w:cs="Calibri"/>
              </w:rPr>
            </w:pPr>
          </w:p>
        </w:tc>
      </w:tr>
      <w:tr w:rsidR="00E73B2D" w:rsidRPr="003B5C15" w14:paraId="290A8F53" w14:textId="77777777" w:rsidTr="00556BB5">
        <w:tc>
          <w:tcPr>
            <w:tcW w:w="1230" w:type="dxa"/>
            <w:shd w:val="clear" w:color="auto" w:fill="F2F2F2" w:themeFill="background1" w:themeFillShade="F2"/>
          </w:tcPr>
          <w:p w14:paraId="475B8DF5" w14:textId="224E37EE" w:rsidR="00E73B2D" w:rsidRPr="003B5C15" w:rsidRDefault="00E73B2D" w:rsidP="002B5BBE">
            <w:pPr>
              <w:pStyle w:val="Tabletext"/>
              <w:rPr>
                <w:rFonts w:cs="Calibri"/>
                <w:b/>
                <w:bCs/>
                <w:szCs w:val="22"/>
                <w:u w:color="C0C0C0"/>
              </w:rPr>
            </w:pPr>
            <w:r w:rsidRPr="003B5C15">
              <w:rPr>
                <w:rFonts w:cs="Calibri"/>
                <w:b/>
                <w:bCs/>
                <w:szCs w:val="22"/>
                <w:u w:color="C0C0C0"/>
              </w:rPr>
              <w:t>Email</w:t>
            </w:r>
            <w:r w:rsidR="00D60729" w:rsidRPr="003B5C15">
              <w:rPr>
                <w:rFonts w:cs="Calibri"/>
                <w:b/>
                <w:bCs/>
                <w:color w:val="FF0000"/>
                <w:szCs w:val="22"/>
                <w:u w:color="FF0000"/>
              </w:rPr>
              <w:t>*</w:t>
            </w:r>
          </w:p>
        </w:tc>
        <w:tc>
          <w:tcPr>
            <w:tcW w:w="6141" w:type="dxa"/>
          </w:tcPr>
          <w:p w14:paraId="1E61CD38" w14:textId="77777777" w:rsidR="00E73B2D" w:rsidRPr="00556BB5" w:rsidRDefault="00E73B2D" w:rsidP="002B5BBE">
            <w:pPr>
              <w:pStyle w:val="Tabletext"/>
              <w:rPr>
                <w:rFonts w:cs="Calibri"/>
              </w:rPr>
            </w:pPr>
          </w:p>
        </w:tc>
      </w:tr>
      <w:tr w:rsidR="00E73B2D" w:rsidRPr="003B5C15" w14:paraId="373D054A" w14:textId="77777777" w:rsidTr="00556BB5">
        <w:tc>
          <w:tcPr>
            <w:tcW w:w="1230" w:type="dxa"/>
            <w:shd w:val="clear" w:color="auto" w:fill="F2F2F2" w:themeFill="background1" w:themeFillShade="F2"/>
          </w:tcPr>
          <w:p w14:paraId="57A5DBA5" w14:textId="6149D8B6" w:rsidR="00E73B2D" w:rsidRPr="003B5C15" w:rsidRDefault="00E73B2D" w:rsidP="002B5BBE">
            <w:pPr>
              <w:pStyle w:val="Tabletext"/>
              <w:rPr>
                <w:rFonts w:cs="Calibri"/>
                <w:b/>
                <w:bCs/>
                <w:szCs w:val="22"/>
                <w:u w:color="C0C0C0"/>
              </w:rPr>
            </w:pPr>
            <w:r w:rsidRPr="003B5C15">
              <w:rPr>
                <w:rFonts w:cs="Calibri"/>
                <w:b/>
                <w:bCs/>
                <w:szCs w:val="22"/>
                <w:u w:color="C0C0C0"/>
              </w:rPr>
              <w:t>Date submitted</w:t>
            </w:r>
            <w:r w:rsidR="00D60729" w:rsidRPr="003B5C15">
              <w:rPr>
                <w:rFonts w:cs="Calibri"/>
                <w:b/>
                <w:bCs/>
                <w:color w:val="FF0000"/>
                <w:szCs w:val="22"/>
                <w:u w:color="FF0000"/>
              </w:rPr>
              <w:t>*</w:t>
            </w:r>
          </w:p>
        </w:tc>
        <w:tc>
          <w:tcPr>
            <w:tcW w:w="6141" w:type="dxa"/>
          </w:tcPr>
          <w:p w14:paraId="10E834C4" w14:textId="77777777" w:rsidR="00E73B2D" w:rsidRPr="00556BB5" w:rsidRDefault="00E73B2D" w:rsidP="002B5BBE">
            <w:pPr>
              <w:pStyle w:val="Tabletext"/>
              <w:rPr>
                <w:rFonts w:cs="Calibri"/>
              </w:rPr>
            </w:pPr>
          </w:p>
        </w:tc>
      </w:tr>
      <w:tr w:rsidR="00E73B2D" w:rsidRPr="003B5C15" w14:paraId="29997EF7" w14:textId="77777777" w:rsidTr="00556BB5">
        <w:tc>
          <w:tcPr>
            <w:tcW w:w="1230" w:type="dxa"/>
            <w:shd w:val="clear" w:color="auto" w:fill="F2F2F2" w:themeFill="background1" w:themeFillShade="F2"/>
          </w:tcPr>
          <w:p w14:paraId="247D42DD" w14:textId="2D859C9B" w:rsidR="00E73B2D" w:rsidRPr="003B5C15" w:rsidRDefault="00E73B2D" w:rsidP="002B5BBE">
            <w:pPr>
              <w:pStyle w:val="Tabletext"/>
              <w:rPr>
                <w:rFonts w:cs="Calibri"/>
                <w:b/>
                <w:bCs/>
                <w:szCs w:val="22"/>
                <w:u w:color="C0C0C0"/>
              </w:rPr>
            </w:pPr>
            <w:r w:rsidRPr="003B5C15">
              <w:rPr>
                <w:rFonts w:cs="Calibri"/>
                <w:b/>
                <w:bCs/>
                <w:szCs w:val="22"/>
                <w:u w:color="C0C0C0"/>
              </w:rPr>
              <w:t>Additional contact information</w:t>
            </w:r>
          </w:p>
        </w:tc>
        <w:tc>
          <w:tcPr>
            <w:tcW w:w="6141" w:type="dxa"/>
          </w:tcPr>
          <w:p w14:paraId="747AE469" w14:textId="77777777" w:rsidR="00E73B2D" w:rsidRPr="00556BB5" w:rsidRDefault="00E73B2D" w:rsidP="002B5BBE">
            <w:pPr>
              <w:pStyle w:val="Tabletext"/>
              <w:rPr>
                <w:rFonts w:cs="Calibri"/>
              </w:rPr>
            </w:pPr>
          </w:p>
        </w:tc>
      </w:tr>
    </w:tbl>
    <w:p w14:paraId="0405F824" w14:textId="77777777" w:rsidR="00BC46A5" w:rsidRPr="003B5C15" w:rsidRDefault="00BC46A5" w:rsidP="000918C0">
      <w:pPr>
        <w:pStyle w:val="BodyText"/>
        <w:rPr>
          <w:rFonts w:cs="Calibri"/>
          <w:szCs w:val="22"/>
        </w:rPr>
      </w:pPr>
    </w:p>
    <w:p w14:paraId="66B6FF27" w14:textId="77777777" w:rsidR="006840EE" w:rsidRPr="00556BB5" w:rsidRDefault="006840EE" w:rsidP="00800B21">
      <w:pPr>
        <w:pStyle w:val="Heading2"/>
        <w:rPr>
          <w:rFonts w:cs="Calibri"/>
        </w:rPr>
      </w:pPr>
      <w:bookmarkStart w:id="20" w:name="_Toc75784463"/>
      <w:bookmarkStart w:id="21" w:name="_Toc170823770"/>
      <w:bookmarkStart w:id="22" w:name="_Toc215058729"/>
      <w:r w:rsidRPr="00556BB5">
        <w:rPr>
          <w:rFonts w:cs="Calibri"/>
        </w:rPr>
        <w:lastRenderedPageBreak/>
        <w:t>Developer</w:t>
      </w:r>
      <w:bookmarkEnd w:id="20"/>
      <w:bookmarkEnd w:id="21"/>
      <w:bookmarkEnd w:id="22"/>
    </w:p>
    <w:tbl>
      <w:tblPr>
        <w:tblStyle w:val="Default"/>
        <w:tblW w:w="0" w:type="auto"/>
        <w:tblBorders>
          <w:top w:val="single" w:sz="8" w:space="0" w:color="auto"/>
          <w:insideH w:val="single" w:sz="4" w:space="0" w:color="auto"/>
        </w:tblBorders>
        <w:tblLook w:val="04A0" w:firstRow="1" w:lastRow="0" w:firstColumn="1" w:lastColumn="0" w:noHBand="0" w:noVBand="1"/>
      </w:tblPr>
      <w:tblGrid>
        <w:gridCol w:w="1210"/>
        <w:gridCol w:w="6161"/>
      </w:tblGrid>
      <w:tr w:rsidR="00BA6F11" w:rsidRPr="003B5C15" w14:paraId="59B19422" w14:textId="77777777" w:rsidTr="00556BB5">
        <w:trPr>
          <w:cnfStyle w:val="100000000000" w:firstRow="1" w:lastRow="0" w:firstColumn="0" w:lastColumn="0" w:oddVBand="0" w:evenVBand="0" w:oddHBand="0" w:evenHBand="0" w:firstRowFirstColumn="0" w:firstRowLastColumn="0" w:lastRowFirstColumn="0" w:lastRowLastColumn="0"/>
        </w:trPr>
        <w:tc>
          <w:tcPr>
            <w:tcW w:w="1210" w:type="dxa"/>
            <w:tcBorders>
              <w:top w:val="none" w:sz="0" w:space="0" w:color="auto"/>
              <w:bottom w:val="none" w:sz="0" w:space="0" w:color="auto"/>
            </w:tcBorders>
            <w:shd w:val="clear" w:color="auto" w:fill="F2F2F2" w:themeFill="background1" w:themeFillShade="F2"/>
          </w:tcPr>
          <w:p w14:paraId="0CF8099C" w14:textId="07CEDBD0" w:rsidR="00BA6F11" w:rsidRPr="00556BB5" w:rsidRDefault="00BA6F11" w:rsidP="002B5BBE">
            <w:pPr>
              <w:pStyle w:val="Tabletext"/>
              <w:rPr>
                <w:rFonts w:cs="Calibri"/>
                <w:b/>
                <w:bCs/>
              </w:rPr>
            </w:pPr>
            <w:r w:rsidRPr="003B5C15">
              <w:rPr>
                <w:rFonts w:cs="Calibri"/>
                <w:b/>
                <w:bCs/>
                <w:szCs w:val="22"/>
                <w:u w:color="C0C0C0"/>
              </w:rPr>
              <w:t>Name</w:t>
            </w:r>
          </w:p>
        </w:tc>
        <w:tc>
          <w:tcPr>
            <w:tcW w:w="6161" w:type="dxa"/>
            <w:tcBorders>
              <w:top w:val="none" w:sz="0" w:space="0" w:color="auto"/>
              <w:bottom w:val="none" w:sz="0" w:space="0" w:color="auto"/>
            </w:tcBorders>
          </w:tcPr>
          <w:p w14:paraId="22956E34" w14:textId="77777777" w:rsidR="00BA6F11" w:rsidRPr="00556BB5" w:rsidRDefault="00BA6F11" w:rsidP="002B5BBE">
            <w:pPr>
              <w:pStyle w:val="Tabletext"/>
              <w:rPr>
                <w:rFonts w:cs="Calibri"/>
              </w:rPr>
            </w:pPr>
          </w:p>
        </w:tc>
      </w:tr>
      <w:tr w:rsidR="00BA6F11" w:rsidRPr="003B5C15" w14:paraId="680C8F2B" w14:textId="77777777" w:rsidTr="00556BB5">
        <w:tc>
          <w:tcPr>
            <w:tcW w:w="1210" w:type="dxa"/>
            <w:shd w:val="clear" w:color="auto" w:fill="F2F2F2" w:themeFill="background1" w:themeFillShade="F2"/>
          </w:tcPr>
          <w:p w14:paraId="0915EEBB" w14:textId="0F276D18" w:rsidR="00BA6F11" w:rsidRPr="003B5C15" w:rsidRDefault="00BA6F11" w:rsidP="002B5BBE">
            <w:pPr>
              <w:pStyle w:val="Tabletext"/>
              <w:rPr>
                <w:rFonts w:cs="Calibri"/>
                <w:b/>
                <w:bCs/>
                <w:szCs w:val="22"/>
                <w:u w:color="C0C0C0"/>
              </w:rPr>
            </w:pPr>
            <w:r w:rsidRPr="003B5C15">
              <w:rPr>
                <w:rFonts w:cs="Calibri"/>
                <w:b/>
                <w:bCs/>
                <w:szCs w:val="22"/>
                <w:u w:color="C0C0C0"/>
              </w:rPr>
              <w:t>Address</w:t>
            </w:r>
          </w:p>
        </w:tc>
        <w:tc>
          <w:tcPr>
            <w:tcW w:w="6161" w:type="dxa"/>
          </w:tcPr>
          <w:p w14:paraId="29742718" w14:textId="77777777" w:rsidR="00BA6F11" w:rsidRPr="00556BB5" w:rsidRDefault="00BA6F11" w:rsidP="002B5BBE">
            <w:pPr>
              <w:pStyle w:val="Tabletext"/>
              <w:rPr>
                <w:rFonts w:cs="Calibri"/>
              </w:rPr>
            </w:pPr>
          </w:p>
        </w:tc>
      </w:tr>
      <w:tr w:rsidR="00BA6F11" w:rsidRPr="003B5C15" w14:paraId="5124E076" w14:textId="77777777" w:rsidTr="00556BB5">
        <w:tc>
          <w:tcPr>
            <w:tcW w:w="1210" w:type="dxa"/>
            <w:shd w:val="clear" w:color="auto" w:fill="F2F2F2" w:themeFill="background1" w:themeFillShade="F2"/>
          </w:tcPr>
          <w:p w14:paraId="44DD6174" w14:textId="7690F54D" w:rsidR="00BA6F11" w:rsidRPr="003B5C15" w:rsidRDefault="00BA6F11" w:rsidP="002B5BBE">
            <w:pPr>
              <w:pStyle w:val="Tabletext"/>
              <w:rPr>
                <w:rFonts w:cs="Calibri"/>
                <w:b/>
                <w:bCs/>
                <w:szCs w:val="22"/>
                <w:u w:color="C0C0C0"/>
              </w:rPr>
            </w:pPr>
            <w:r w:rsidRPr="003B5C15">
              <w:rPr>
                <w:rFonts w:cs="Calibri"/>
                <w:b/>
                <w:bCs/>
                <w:szCs w:val="22"/>
                <w:u w:color="C0C0C0"/>
              </w:rPr>
              <w:t>Telephone</w:t>
            </w:r>
          </w:p>
        </w:tc>
        <w:tc>
          <w:tcPr>
            <w:tcW w:w="6161" w:type="dxa"/>
          </w:tcPr>
          <w:p w14:paraId="7BF06A24" w14:textId="77777777" w:rsidR="00BA6F11" w:rsidRPr="00556BB5" w:rsidRDefault="00BA6F11" w:rsidP="002B5BBE">
            <w:pPr>
              <w:pStyle w:val="Tabletext"/>
              <w:rPr>
                <w:rFonts w:cs="Calibri"/>
              </w:rPr>
            </w:pPr>
          </w:p>
        </w:tc>
      </w:tr>
      <w:tr w:rsidR="00BA6F11" w:rsidRPr="003B5C15" w14:paraId="5C5FD038" w14:textId="77777777" w:rsidTr="00556BB5">
        <w:tc>
          <w:tcPr>
            <w:tcW w:w="1210" w:type="dxa"/>
            <w:shd w:val="clear" w:color="auto" w:fill="F2F2F2" w:themeFill="background1" w:themeFillShade="F2"/>
          </w:tcPr>
          <w:p w14:paraId="2A5689E7" w14:textId="4A3A42B5" w:rsidR="00BA6F11" w:rsidRPr="003B5C15" w:rsidRDefault="00BA6F11" w:rsidP="002B5BBE">
            <w:pPr>
              <w:pStyle w:val="Tabletext"/>
              <w:rPr>
                <w:rFonts w:cs="Calibri"/>
                <w:b/>
                <w:bCs/>
                <w:szCs w:val="22"/>
                <w:u w:color="C0C0C0"/>
              </w:rPr>
            </w:pPr>
            <w:r w:rsidRPr="003B5C15">
              <w:rPr>
                <w:rFonts w:cs="Calibri"/>
                <w:b/>
                <w:bCs/>
                <w:szCs w:val="22"/>
                <w:u w:color="C0C0C0"/>
              </w:rPr>
              <w:t>Email</w:t>
            </w:r>
          </w:p>
        </w:tc>
        <w:tc>
          <w:tcPr>
            <w:tcW w:w="6161" w:type="dxa"/>
          </w:tcPr>
          <w:p w14:paraId="54F52A2C" w14:textId="77777777" w:rsidR="00BA6F11" w:rsidRPr="00556BB5" w:rsidRDefault="00BA6F11" w:rsidP="002B5BBE">
            <w:pPr>
              <w:pStyle w:val="Tabletext"/>
              <w:rPr>
                <w:rFonts w:cs="Calibri"/>
              </w:rPr>
            </w:pPr>
          </w:p>
        </w:tc>
      </w:tr>
      <w:tr w:rsidR="00BA6F11" w:rsidRPr="003B5C15" w14:paraId="656C5391" w14:textId="77777777" w:rsidTr="00556BB5">
        <w:tc>
          <w:tcPr>
            <w:tcW w:w="1210" w:type="dxa"/>
            <w:shd w:val="clear" w:color="auto" w:fill="F2F2F2" w:themeFill="background1" w:themeFillShade="F2"/>
          </w:tcPr>
          <w:p w14:paraId="62C3E64F" w14:textId="64425539" w:rsidR="00BA6F11" w:rsidRPr="003B5C15" w:rsidRDefault="00BA6F11" w:rsidP="002B5BBE">
            <w:pPr>
              <w:pStyle w:val="Tabletext"/>
              <w:rPr>
                <w:rFonts w:cs="Calibri"/>
                <w:b/>
                <w:bCs/>
                <w:szCs w:val="22"/>
                <w:u w:color="C0C0C0"/>
              </w:rPr>
            </w:pPr>
            <w:r w:rsidRPr="003B5C15">
              <w:rPr>
                <w:rFonts w:cs="Calibri"/>
                <w:b/>
                <w:bCs/>
                <w:szCs w:val="22"/>
                <w:u w:color="C0C0C0"/>
              </w:rPr>
              <w:t>Additional contact information</w:t>
            </w:r>
          </w:p>
        </w:tc>
        <w:tc>
          <w:tcPr>
            <w:tcW w:w="6161" w:type="dxa"/>
          </w:tcPr>
          <w:p w14:paraId="1067491B" w14:textId="77777777" w:rsidR="00BA6F11" w:rsidRPr="00556BB5" w:rsidRDefault="00BA6F11" w:rsidP="002B5BBE">
            <w:pPr>
              <w:pStyle w:val="Tabletext"/>
              <w:rPr>
                <w:rFonts w:cs="Calibri"/>
              </w:rPr>
            </w:pPr>
          </w:p>
        </w:tc>
      </w:tr>
    </w:tbl>
    <w:p w14:paraId="2779F6A6" w14:textId="77777777" w:rsidR="00BA6F11" w:rsidRPr="00556BB5" w:rsidRDefault="00BA6F11" w:rsidP="00BA6F11">
      <w:pPr>
        <w:pStyle w:val="BodyText"/>
        <w:rPr>
          <w:rFonts w:cs="Calibri"/>
        </w:rPr>
      </w:pPr>
    </w:p>
    <w:p w14:paraId="2F9448BB" w14:textId="77777777" w:rsidR="006840EE" w:rsidRPr="003B5C15" w:rsidRDefault="006840EE" w:rsidP="000918C0">
      <w:pPr>
        <w:pStyle w:val="BodyText"/>
        <w:rPr>
          <w:rFonts w:cs="Calibri"/>
          <w:b/>
          <w:bCs/>
          <w:szCs w:val="22"/>
          <w:u w:color="C0C0C0"/>
        </w:rPr>
      </w:pPr>
    </w:p>
    <w:p w14:paraId="2530AFCD" w14:textId="6AF9A7D8" w:rsidR="000918C0" w:rsidRPr="003B5C15" w:rsidRDefault="000918C0" w:rsidP="00437703">
      <w:pPr>
        <w:pStyle w:val="BodyText"/>
        <w:ind w:left="0"/>
        <w:rPr>
          <w:rFonts w:cs="Calibri"/>
          <w:szCs w:val="22"/>
        </w:rPr>
        <w:sectPr w:rsidR="000918C0" w:rsidRPr="003B5C15" w:rsidSect="000E5C8C">
          <w:headerReference w:type="even" r:id="rId23"/>
          <w:headerReference w:type="default" r:id="rId24"/>
          <w:footerReference w:type="even" r:id="rId25"/>
          <w:footerReference w:type="default" r:id="rId26"/>
          <w:pgSz w:w="11906" w:h="16838" w:code="9"/>
          <w:pgMar w:top="1134" w:right="1134" w:bottom="1134" w:left="1134" w:header="567" w:footer="567" w:gutter="0"/>
          <w:cols w:space="708"/>
          <w:docGrid w:linePitch="360"/>
        </w:sectPr>
      </w:pPr>
    </w:p>
    <w:p w14:paraId="3003713B" w14:textId="3AB24759" w:rsidR="0017013E" w:rsidRPr="00556BB5" w:rsidRDefault="005D06A6" w:rsidP="00BA6F11">
      <w:pPr>
        <w:pStyle w:val="Heading1"/>
        <w:rPr>
          <w:rFonts w:cs="Calibri"/>
        </w:rPr>
      </w:pPr>
      <w:bookmarkStart w:id="25" w:name="_Ref66264000"/>
      <w:bookmarkStart w:id="26" w:name="_Toc75784464"/>
      <w:bookmarkStart w:id="27" w:name="_Toc170823771"/>
      <w:bookmarkStart w:id="28" w:name="_Toc215058730"/>
      <w:r w:rsidRPr="00556BB5">
        <w:rPr>
          <w:rFonts w:cs="Calibri"/>
        </w:rPr>
        <w:lastRenderedPageBreak/>
        <w:t>Current</w:t>
      </w:r>
      <w:r w:rsidR="0027372C" w:rsidRPr="00556BB5">
        <w:rPr>
          <w:rFonts w:cs="Calibri"/>
        </w:rPr>
        <w:t xml:space="preserve"> conformance</w:t>
      </w:r>
      <w:r w:rsidR="003D78FB" w:rsidRPr="00556BB5">
        <w:rPr>
          <w:rFonts w:cs="Calibri"/>
        </w:rPr>
        <w:t xml:space="preserve"> details</w:t>
      </w:r>
      <w:bookmarkEnd w:id="25"/>
      <w:bookmarkEnd w:id="26"/>
      <w:bookmarkEnd w:id="27"/>
      <w:bookmarkEnd w:id="28"/>
    </w:p>
    <w:p w14:paraId="6E08F1D4" w14:textId="13F4229F" w:rsidR="00D3765E" w:rsidRPr="003B5C15" w:rsidRDefault="00DD4771" w:rsidP="00DD4771">
      <w:pPr>
        <w:pStyle w:val="BodyText"/>
        <w:rPr>
          <w:rFonts w:cs="Calibri"/>
          <w:i/>
          <w:iCs/>
          <w:szCs w:val="22"/>
        </w:rPr>
      </w:pPr>
      <w:r w:rsidRPr="003B5C15">
        <w:rPr>
          <w:rFonts w:cs="Calibri"/>
          <w:i/>
          <w:iCs/>
          <w:szCs w:val="22"/>
        </w:rPr>
        <w:t>T</w:t>
      </w:r>
      <w:r w:rsidR="00D3765E" w:rsidRPr="003B5C15">
        <w:rPr>
          <w:rFonts w:cs="Calibri"/>
          <w:i/>
          <w:iCs/>
          <w:szCs w:val="22"/>
        </w:rPr>
        <w:t xml:space="preserve">his section is only required for </w:t>
      </w:r>
      <w:r w:rsidR="005D06A6" w:rsidRPr="003B5C15">
        <w:rPr>
          <w:rFonts w:cs="Calibri"/>
          <w:i/>
          <w:iCs/>
          <w:szCs w:val="22"/>
        </w:rPr>
        <w:t>current</w:t>
      </w:r>
      <w:r w:rsidR="003D78FB" w:rsidRPr="003B5C15">
        <w:rPr>
          <w:rFonts w:cs="Calibri"/>
          <w:i/>
          <w:iCs/>
          <w:szCs w:val="22"/>
        </w:rPr>
        <w:t xml:space="preserve"> software </w:t>
      </w:r>
      <w:r w:rsidR="00D3765E" w:rsidRPr="003B5C15">
        <w:rPr>
          <w:rFonts w:cs="Calibri"/>
          <w:i/>
          <w:iCs/>
          <w:szCs w:val="22"/>
        </w:rPr>
        <w:t xml:space="preserve">systems that have </w:t>
      </w:r>
      <w:r w:rsidR="004E7A19" w:rsidRPr="003B5C15">
        <w:rPr>
          <w:rFonts w:cs="Calibri"/>
          <w:i/>
          <w:iCs/>
          <w:szCs w:val="22"/>
        </w:rPr>
        <w:t xml:space="preserve">previously </w:t>
      </w:r>
      <w:r w:rsidR="00D3765E" w:rsidRPr="003B5C15">
        <w:rPr>
          <w:rFonts w:cs="Calibri"/>
          <w:i/>
          <w:iCs/>
          <w:szCs w:val="22"/>
        </w:rPr>
        <w:t xml:space="preserve">gained HI Service conformance and received production access to connect with </w:t>
      </w:r>
      <w:r w:rsidR="00D86383" w:rsidRPr="003B5C15">
        <w:rPr>
          <w:rFonts w:cs="Calibri"/>
          <w:i/>
          <w:iCs/>
          <w:szCs w:val="22"/>
        </w:rPr>
        <w:t xml:space="preserve">the </w:t>
      </w:r>
      <w:r w:rsidR="00D3765E" w:rsidRPr="003B5C15">
        <w:rPr>
          <w:rFonts w:cs="Calibri"/>
          <w:i/>
          <w:iCs/>
          <w:szCs w:val="22"/>
        </w:rPr>
        <w:t xml:space="preserve">HI Service. </w:t>
      </w:r>
    </w:p>
    <w:p w14:paraId="0F1BAD31" w14:textId="5E78D7DA" w:rsidR="0017013E" w:rsidRPr="00556BB5" w:rsidRDefault="00B54F52" w:rsidP="00800B21">
      <w:pPr>
        <w:pStyle w:val="Heading2"/>
        <w:rPr>
          <w:rFonts w:cs="Calibri"/>
        </w:rPr>
      </w:pPr>
      <w:bookmarkStart w:id="29" w:name="_Toc75784465"/>
      <w:bookmarkStart w:id="30" w:name="_Toc170823772"/>
      <w:bookmarkStart w:id="31" w:name="_Toc215058731"/>
      <w:r w:rsidRPr="00556BB5">
        <w:rPr>
          <w:rFonts w:cs="Calibri"/>
        </w:rPr>
        <w:t>Current</w:t>
      </w:r>
      <w:r w:rsidR="00DD2676" w:rsidRPr="00556BB5">
        <w:rPr>
          <w:rFonts w:cs="Calibri"/>
        </w:rPr>
        <w:t xml:space="preserve"> </w:t>
      </w:r>
      <w:r w:rsidR="0027372C" w:rsidRPr="00556BB5">
        <w:rPr>
          <w:rFonts w:cs="Calibri"/>
        </w:rPr>
        <w:t xml:space="preserve">conformant version </w:t>
      </w:r>
      <w:r w:rsidR="00DD2676" w:rsidRPr="00556BB5">
        <w:rPr>
          <w:rFonts w:cs="Calibri"/>
        </w:rPr>
        <w:t>(in production)</w:t>
      </w:r>
      <w:bookmarkEnd w:id="29"/>
      <w:bookmarkEnd w:id="30"/>
      <w:bookmarkEnd w:id="31"/>
    </w:p>
    <w:p w14:paraId="33CFF297" w14:textId="2A7EE349" w:rsidR="0017013E" w:rsidRPr="003B5C15" w:rsidRDefault="0017013E" w:rsidP="0017013E">
      <w:pPr>
        <w:pStyle w:val="BodyText"/>
        <w:rPr>
          <w:rFonts w:cs="Calibri"/>
          <w:szCs w:val="22"/>
        </w:rPr>
      </w:pPr>
      <w:r w:rsidRPr="003B5C15">
        <w:rPr>
          <w:rFonts w:cs="Calibri"/>
          <w:szCs w:val="22"/>
        </w:rPr>
        <w:t xml:space="preserve">Please </w:t>
      </w:r>
      <w:r w:rsidR="00D60729" w:rsidRPr="003B5C15">
        <w:rPr>
          <w:rFonts w:cs="Calibri"/>
          <w:szCs w:val="22"/>
        </w:rPr>
        <w:t>provide</w:t>
      </w:r>
      <w:r w:rsidRPr="003B5C15">
        <w:rPr>
          <w:rFonts w:cs="Calibri"/>
          <w:szCs w:val="22"/>
        </w:rPr>
        <w:t xml:space="preserve"> the name and version of your implementation that was last successfully assessed for HI Conformance</w:t>
      </w:r>
      <w:r w:rsidR="00D86383" w:rsidRPr="003B5C15">
        <w:rPr>
          <w:rFonts w:cs="Calibri"/>
          <w:szCs w:val="22"/>
        </w:rPr>
        <w:t xml:space="preserve"> as specified in the latest HI NOC</w:t>
      </w:r>
      <w:r w:rsidR="00D60729" w:rsidRPr="003B5C15">
        <w:rPr>
          <w:rFonts w:cs="Calibri"/>
          <w:szCs w:val="22"/>
        </w:rPr>
        <w:t>.</w:t>
      </w:r>
    </w:p>
    <w:tbl>
      <w:tblPr>
        <w:tblStyle w:val="Default"/>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2197"/>
        <w:gridCol w:w="2197"/>
        <w:gridCol w:w="2197"/>
      </w:tblGrid>
      <w:tr w:rsidR="006C6C65" w:rsidRPr="003B5C15" w14:paraId="67AECF3A" w14:textId="77777777" w:rsidTr="00556BB5">
        <w:trPr>
          <w:trHeight w:val="315"/>
        </w:trPr>
        <w:tc>
          <w:tcPr>
            <w:tcW w:w="0" w:type="dxa"/>
            <w:shd w:val="clear" w:color="auto" w:fill="F2F2F2" w:themeFill="background1" w:themeFillShade="F2"/>
            <w:noWrap/>
          </w:tcPr>
          <w:p w14:paraId="34F6274B" w14:textId="6DD8FB24" w:rsidR="00296033" w:rsidRPr="00556BB5" w:rsidRDefault="00296033" w:rsidP="00296033">
            <w:pPr>
              <w:pStyle w:val="Tableheader"/>
              <w:rPr>
                <w:rFonts w:eastAsia="Verdana" w:cs="Calibri"/>
              </w:rPr>
            </w:pPr>
            <w:r w:rsidRPr="00556BB5">
              <w:rPr>
                <w:rFonts w:eastAsia="Verdana" w:cs="Calibri"/>
              </w:rPr>
              <w:t xml:space="preserve">Name of implementation or module </w:t>
            </w:r>
          </w:p>
        </w:tc>
        <w:tc>
          <w:tcPr>
            <w:tcW w:w="0" w:type="dxa"/>
          </w:tcPr>
          <w:p w14:paraId="624E2DC7" w14:textId="77777777" w:rsidR="00296033" w:rsidRPr="00556BB5" w:rsidRDefault="00296033" w:rsidP="002B5BBE">
            <w:pPr>
              <w:pStyle w:val="Tabletext"/>
              <w:rPr>
                <w:rFonts w:cs="Calibri"/>
              </w:rPr>
            </w:pPr>
          </w:p>
        </w:tc>
        <w:tc>
          <w:tcPr>
            <w:tcW w:w="0" w:type="dxa"/>
            <w:shd w:val="clear" w:color="auto" w:fill="F2F2F2" w:themeFill="background1" w:themeFillShade="F2"/>
          </w:tcPr>
          <w:p w14:paraId="6C3F1AB5" w14:textId="77777777" w:rsidR="00296033" w:rsidRPr="00556BB5" w:rsidRDefault="00296033" w:rsidP="002B5BBE">
            <w:pPr>
              <w:pStyle w:val="Tableheader"/>
              <w:rPr>
                <w:rFonts w:cs="Calibri"/>
              </w:rPr>
            </w:pPr>
            <w:r w:rsidRPr="00556BB5">
              <w:rPr>
                <w:rFonts w:cs="Calibri"/>
              </w:rPr>
              <w:t>Version</w:t>
            </w:r>
          </w:p>
        </w:tc>
        <w:tc>
          <w:tcPr>
            <w:tcW w:w="0" w:type="dxa"/>
          </w:tcPr>
          <w:p w14:paraId="4BF095C7" w14:textId="0FD3461E" w:rsidR="00296033" w:rsidRPr="00556BB5" w:rsidRDefault="00296033" w:rsidP="002B5BBE">
            <w:pPr>
              <w:pStyle w:val="Tabletext"/>
              <w:rPr>
                <w:rFonts w:cs="Calibri"/>
              </w:rPr>
            </w:pPr>
          </w:p>
        </w:tc>
      </w:tr>
      <w:tr w:rsidR="34EF76FB" w:rsidRPr="003B5C15" w14:paraId="520D3ABB" w14:textId="77777777" w:rsidTr="00556BB5">
        <w:trPr>
          <w:trHeight w:val="300"/>
        </w:trPr>
        <w:tc>
          <w:tcPr>
            <w:tcW w:w="0" w:type="dxa"/>
            <w:shd w:val="clear" w:color="auto" w:fill="F2F2F2" w:themeFill="background1" w:themeFillShade="F2"/>
            <w:noWrap/>
          </w:tcPr>
          <w:p w14:paraId="0C79C77C" w14:textId="6BDE8F6B" w:rsidR="34EF76FB" w:rsidRPr="00556BB5" w:rsidRDefault="34EF76FB" w:rsidP="34EF76FB">
            <w:pPr>
              <w:pStyle w:val="Tableheader"/>
              <w:rPr>
                <w:rFonts w:eastAsia="Verdana" w:cs="Calibri"/>
              </w:rPr>
            </w:pPr>
          </w:p>
        </w:tc>
        <w:tc>
          <w:tcPr>
            <w:tcW w:w="0" w:type="dxa"/>
          </w:tcPr>
          <w:p w14:paraId="36BD9F1A" w14:textId="24507C73" w:rsidR="34EF76FB" w:rsidRPr="00556BB5" w:rsidRDefault="34EF76FB" w:rsidP="34EF76FB">
            <w:pPr>
              <w:pStyle w:val="Tabletext"/>
              <w:rPr>
                <w:rFonts w:cs="Calibri"/>
              </w:rPr>
            </w:pPr>
          </w:p>
        </w:tc>
        <w:tc>
          <w:tcPr>
            <w:tcW w:w="0" w:type="dxa"/>
            <w:shd w:val="clear" w:color="auto" w:fill="F2F2F2" w:themeFill="background1" w:themeFillShade="F2"/>
          </w:tcPr>
          <w:p w14:paraId="2F9DBC06" w14:textId="70537F1E" w:rsidR="34EF76FB" w:rsidRPr="00556BB5" w:rsidRDefault="34EF76FB" w:rsidP="34EF76FB">
            <w:pPr>
              <w:pStyle w:val="Tableheader"/>
              <w:rPr>
                <w:rFonts w:cs="Calibri"/>
              </w:rPr>
            </w:pPr>
          </w:p>
        </w:tc>
        <w:tc>
          <w:tcPr>
            <w:tcW w:w="0" w:type="dxa"/>
          </w:tcPr>
          <w:p w14:paraId="774470BA" w14:textId="2A5C740F" w:rsidR="34EF76FB" w:rsidRPr="00556BB5" w:rsidRDefault="34EF76FB" w:rsidP="34EF76FB">
            <w:pPr>
              <w:pStyle w:val="Tabletext"/>
              <w:rPr>
                <w:rFonts w:cs="Calibri"/>
              </w:rPr>
            </w:pPr>
          </w:p>
        </w:tc>
      </w:tr>
      <w:tr w:rsidR="34EF76FB" w:rsidRPr="003B5C15" w14:paraId="5A4B8375" w14:textId="77777777" w:rsidTr="00556BB5">
        <w:trPr>
          <w:trHeight w:val="300"/>
        </w:trPr>
        <w:tc>
          <w:tcPr>
            <w:tcW w:w="0" w:type="dxa"/>
            <w:shd w:val="clear" w:color="auto" w:fill="F2F2F2" w:themeFill="background1" w:themeFillShade="F2"/>
            <w:noWrap/>
          </w:tcPr>
          <w:p w14:paraId="1F29B1B8" w14:textId="35BF1AE2" w:rsidR="34EF76FB" w:rsidRPr="00556BB5" w:rsidRDefault="34EF76FB" w:rsidP="34EF76FB">
            <w:pPr>
              <w:pStyle w:val="Tableheader"/>
              <w:rPr>
                <w:rFonts w:eastAsia="Verdana" w:cs="Calibri"/>
              </w:rPr>
            </w:pPr>
          </w:p>
        </w:tc>
        <w:tc>
          <w:tcPr>
            <w:tcW w:w="0" w:type="dxa"/>
          </w:tcPr>
          <w:p w14:paraId="57FB1169" w14:textId="5DB60E44" w:rsidR="34EF76FB" w:rsidRPr="00556BB5" w:rsidRDefault="34EF76FB" w:rsidP="34EF76FB">
            <w:pPr>
              <w:pStyle w:val="Tabletext"/>
              <w:rPr>
                <w:rFonts w:cs="Calibri"/>
              </w:rPr>
            </w:pPr>
          </w:p>
        </w:tc>
        <w:tc>
          <w:tcPr>
            <w:tcW w:w="0" w:type="dxa"/>
            <w:shd w:val="clear" w:color="auto" w:fill="F2F2F2" w:themeFill="background1" w:themeFillShade="F2"/>
          </w:tcPr>
          <w:p w14:paraId="6AF406A6" w14:textId="5EDFBAA1" w:rsidR="34EF76FB" w:rsidRPr="00556BB5" w:rsidRDefault="34EF76FB" w:rsidP="34EF76FB">
            <w:pPr>
              <w:pStyle w:val="Tableheader"/>
              <w:rPr>
                <w:rFonts w:cs="Calibri"/>
              </w:rPr>
            </w:pPr>
          </w:p>
        </w:tc>
        <w:tc>
          <w:tcPr>
            <w:tcW w:w="0" w:type="dxa"/>
          </w:tcPr>
          <w:p w14:paraId="24FF64A1" w14:textId="7CE0E4B1" w:rsidR="34EF76FB" w:rsidRPr="00556BB5" w:rsidRDefault="34EF76FB" w:rsidP="34EF76FB">
            <w:pPr>
              <w:pStyle w:val="Tabletext"/>
              <w:rPr>
                <w:rFonts w:cs="Calibri"/>
              </w:rPr>
            </w:pPr>
          </w:p>
        </w:tc>
      </w:tr>
      <w:tr w:rsidR="34EF76FB" w:rsidRPr="003B5C15" w14:paraId="00B8DFD4" w14:textId="77777777" w:rsidTr="00556BB5">
        <w:trPr>
          <w:trHeight w:val="300"/>
        </w:trPr>
        <w:tc>
          <w:tcPr>
            <w:tcW w:w="0" w:type="dxa"/>
            <w:shd w:val="clear" w:color="auto" w:fill="F2F2F2" w:themeFill="background1" w:themeFillShade="F2"/>
            <w:noWrap/>
          </w:tcPr>
          <w:p w14:paraId="1D9BDF6D" w14:textId="662A9DF6" w:rsidR="34EF76FB" w:rsidRPr="00556BB5" w:rsidRDefault="34EF76FB" w:rsidP="34EF76FB">
            <w:pPr>
              <w:pStyle w:val="Tableheader"/>
              <w:rPr>
                <w:rFonts w:eastAsia="Verdana" w:cs="Calibri"/>
              </w:rPr>
            </w:pPr>
          </w:p>
        </w:tc>
        <w:tc>
          <w:tcPr>
            <w:tcW w:w="0" w:type="dxa"/>
          </w:tcPr>
          <w:p w14:paraId="213347B0" w14:textId="6AB804B6" w:rsidR="34EF76FB" w:rsidRPr="00556BB5" w:rsidRDefault="34EF76FB" w:rsidP="34EF76FB">
            <w:pPr>
              <w:pStyle w:val="Tabletext"/>
              <w:rPr>
                <w:rFonts w:cs="Calibri"/>
              </w:rPr>
            </w:pPr>
          </w:p>
        </w:tc>
        <w:tc>
          <w:tcPr>
            <w:tcW w:w="0" w:type="dxa"/>
            <w:shd w:val="clear" w:color="auto" w:fill="F2F2F2" w:themeFill="background1" w:themeFillShade="F2"/>
          </w:tcPr>
          <w:p w14:paraId="436BD6DA" w14:textId="31892B6D" w:rsidR="34EF76FB" w:rsidRPr="00556BB5" w:rsidRDefault="34EF76FB" w:rsidP="34EF76FB">
            <w:pPr>
              <w:pStyle w:val="Tableheader"/>
              <w:rPr>
                <w:rFonts w:cs="Calibri"/>
              </w:rPr>
            </w:pPr>
          </w:p>
        </w:tc>
        <w:tc>
          <w:tcPr>
            <w:tcW w:w="0" w:type="dxa"/>
          </w:tcPr>
          <w:p w14:paraId="1506DAE0" w14:textId="11BD55A1" w:rsidR="34EF76FB" w:rsidRPr="00556BB5" w:rsidRDefault="34EF76FB" w:rsidP="34EF76FB">
            <w:pPr>
              <w:pStyle w:val="Tabletext"/>
              <w:rPr>
                <w:rFonts w:cs="Calibri"/>
              </w:rPr>
            </w:pPr>
          </w:p>
        </w:tc>
      </w:tr>
    </w:tbl>
    <w:p w14:paraId="51AC0435" w14:textId="77777777" w:rsidR="008E7E17" w:rsidRPr="003B5C15" w:rsidRDefault="008E7E17" w:rsidP="0017013E">
      <w:pPr>
        <w:pStyle w:val="BodyText"/>
        <w:rPr>
          <w:rFonts w:cs="Calibri"/>
          <w:szCs w:val="22"/>
        </w:rPr>
      </w:pPr>
    </w:p>
    <w:p w14:paraId="7A1934BC" w14:textId="2EA137F1" w:rsidR="0017013E" w:rsidRPr="00556BB5" w:rsidRDefault="005D06A6" w:rsidP="00D60729">
      <w:pPr>
        <w:pStyle w:val="Heading2"/>
        <w:rPr>
          <w:rFonts w:cs="Calibri"/>
        </w:rPr>
      </w:pPr>
      <w:bookmarkStart w:id="32" w:name="_Toc75784466"/>
      <w:bookmarkStart w:id="33" w:name="_Toc170823773"/>
      <w:bookmarkStart w:id="34" w:name="_Toc215058732"/>
      <w:r w:rsidRPr="00556BB5">
        <w:rPr>
          <w:rFonts w:cs="Calibri"/>
        </w:rPr>
        <w:t>Current</w:t>
      </w:r>
      <w:r w:rsidR="0017013E" w:rsidRPr="00556BB5">
        <w:rPr>
          <w:rFonts w:cs="Calibri"/>
        </w:rPr>
        <w:t xml:space="preserve"> </w:t>
      </w:r>
      <w:r w:rsidR="00E73B2D" w:rsidRPr="00556BB5">
        <w:rPr>
          <w:rFonts w:cs="Calibri"/>
        </w:rPr>
        <w:t>business use cases</w:t>
      </w:r>
      <w:bookmarkEnd w:id="32"/>
      <w:bookmarkEnd w:id="33"/>
      <w:r w:rsidR="00E73B2D" w:rsidRPr="00556BB5">
        <w:rPr>
          <w:rFonts w:cs="Calibri"/>
        </w:rPr>
        <w:t xml:space="preserve"> a</w:t>
      </w:r>
      <w:r w:rsidR="00A22139" w:rsidRPr="00556BB5">
        <w:rPr>
          <w:rFonts w:cs="Calibri"/>
        </w:rPr>
        <w:t xml:space="preserve">nd HI Service </w:t>
      </w:r>
      <w:r w:rsidR="00E73B2D" w:rsidRPr="00556BB5">
        <w:rPr>
          <w:rFonts w:cs="Calibri"/>
        </w:rPr>
        <w:t>web services</w:t>
      </w:r>
      <w:bookmarkEnd w:id="34"/>
    </w:p>
    <w:p w14:paraId="3ACC4C86" w14:textId="3DC78427" w:rsidR="00C87EC3" w:rsidRPr="003B5C15" w:rsidRDefault="00C87EC3" w:rsidP="00875429">
      <w:pPr>
        <w:pStyle w:val="BodyText"/>
        <w:rPr>
          <w:rFonts w:cs="Calibri"/>
          <w:i/>
          <w:iCs/>
          <w:szCs w:val="22"/>
        </w:rPr>
      </w:pPr>
      <w:r w:rsidRPr="003B5C15">
        <w:rPr>
          <w:rFonts w:cs="Calibri"/>
          <w:i/>
          <w:iCs/>
          <w:szCs w:val="22"/>
        </w:rPr>
        <w:t>This section is only required for software systems that have previously gained HI Service conformance and received production access to connect to the HI Service.</w:t>
      </w:r>
    </w:p>
    <w:p w14:paraId="0D8CCF5E" w14:textId="2337D291" w:rsidR="00C87EC3" w:rsidRPr="003B5C15" w:rsidRDefault="00C87EC3" w:rsidP="00875429">
      <w:pPr>
        <w:pStyle w:val="BodyText"/>
        <w:rPr>
          <w:rFonts w:cs="Calibri"/>
          <w:szCs w:val="22"/>
        </w:rPr>
      </w:pPr>
      <w:r w:rsidRPr="003B5C15">
        <w:rPr>
          <w:rFonts w:cs="Calibri"/>
          <w:szCs w:val="22"/>
        </w:rPr>
        <w:t xml:space="preserve">Please list the software name, version, HI business use cases and web services (active or inactive) previously approved for access. </w:t>
      </w:r>
    </w:p>
    <w:tbl>
      <w:tblPr>
        <w:tblStyle w:val="Default"/>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2197"/>
        <w:gridCol w:w="2197"/>
        <w:gridCol w:w="2197"/>
      </w:tblGrid>
      <w:tr w:rsidR="00296033" w:rsidRPr="003B5C15" w14:paraId="19937F41" w14:textId="77777777" w:rsidTr="00556BB5">
        <w:trPr>
          <w:trHeight w:val="315"/>
        </w:trPr>
        <w:tc>
          <w:tcPr>
            <w:tcW w:w="0" w:type="dxa"/>
            <w:shd w:val="clear" w:color="auto" w:fill="F2F2F2" w:themeFill="background1" w:themeFillShade="F2"/>
            <w:noWrap/>
          </w:tcPr>
          <w:p w14:paraId="632F6E40" w14:textId="77777777" w:rsidR="00296033" w:rsidRPr="00556BB5" w:rsidRDefault="00296033" w:rsidP="002B5BBE">
            <w:pPr>
              <w:pStyle w:val="Tableheader"/>
              <w:rPr>
                <w:rFonts w:eastAsia="Verdana" w:cs="Calibri"/>
                <w:color w:val="FF0000"/>
              </w:rPr>
            </w:pPr>
            <w:r w:rsidRPr="00556BB5">
              <w:rPr>
                <w:rFonts w:eastAsia="Verdana" w:cs="Calibri"/>
              </w:rPr>
              <w:t>Name of current conformant software</w:t>
            </w:r>
            <w:r w:rsidRPr="00556BB5">
              <w:rPr>
                <w:rFonts w:eastAsia="Verdana" w:cs="Calibri"/>
                <w:color w:val="FF0000"/>
                <w:u w:color="FF0000"/>
              </w:rPr>
              <w:t>*</w:t>
            </w:r>
          </w:p>
        </w:tc>
        <w:tc>
          <w:tcPr>
            <w:tcW w:w="0" w:type="dxa"/>
          </w:tcPr>
          <w:p w14:paraId="2DA587AF" w14:textId="77777777" w:rsidR="00296033" w:rsidRPr="00556BB5" w:rsidRDefault="00296033" w:rsidP="002B5BBE">
            <w:pPr>
              <w:pStyle w:val="Tabletext"/>
              <w:rPr>
                <w:rFonts w:cs="Calibri"/>
              </w:rPr>
            </w:pPr>
          </w:p>
        </w:tc>
        <w:tc>
          <w:tcPr>
            <w:tcW w:w="0" w:type="dxa"/>
            <w:shd w:val="clear" w:color="auto" w:fill="F2F2F2" w:themeFill="background1" w:themeFillShade="F2"/>
          </w:tcPr>
          <w:p w14:paraId="425316C5" w14:textId="10F7866B" w:rsidR="00296033" w:rsidRPr="00556BB5" w:rsidRDefault="00296033" w:rsidP="002B5BBE">
            <w:pPr>
              <w:pStyle w:val="Tableheader"/>
              <w:rPr>
                <w:rFonts w:cs="Calibri"/>
              </w:rPr>
            </w:pPr>
            <w:r w:rsidRPr="00556BB5">
              <w:rPr>
                <w:rFonts w:cs="Calibri"/>
              </w:rPr>
              <w:t>Version</w:t>
            </w:r>
            <w:r w:rsidRPr="00556BB5">
              <w:rPr>
                <w:rFonts w:eastAsia="Verdana" w:cs="Calibri"/>
                <w:color w:val="FF0000"/>
                <w:u w:color="FF0000"/>
              </w:rPr>
              <w:t>*</w:t>
            </w:r>
          </w:p>
        </w:tc>
        <w:tc>
          <w:tcPr>
            <w:tcW w:w="0" w:type="dxa"/>
          </w:tcPr>
          <w:p w14:paraId="089D6760" w14:textId="77777777" w:rsidR="00296033" w:rsidRPr="00556BB5" w:rsidRDefault="00296033" w:rsidP="002B5BBE">
            <w:pPr>
              <w:pStyle w:val="Tabletext"/>
              <w:rPr>
                <w:rFonts w:cs="Calibri"/>
              </w:rPr>
            </w:pPr>
          </w:p>
        </w:tc>
      </w:tr>
    </w:tbl>
    <w:p w14:paraId="1BF1B9DD" w14:textId="77777777" w:rsidR="00296033" w:rsidRPr="00556BB5" w:rsidRDefault="00296033">
      <w:pPr>
        <w:rPr>
          <w:rFonts w:cs="Calibri"/>
        </w:rPr>
      </w:pPr>
    </w:p>
    <w:tbl>
      <w:tblPr>
        <w:tblStyle w:val="Default"/>
        <w:tblW w:w="8788" w:type="dxa"/>
        <w:tblBorders>
          <w:insideH w:val="single" w:sz="4" w:space="0" w:color="auto"/>
        </w:tblBorders>
        <w:tblLayout w:type="fixed"/>
        <w:tblLook w:val="0000" w:firstRow="0" w:lastRow="0" w:firstColumn="0" w:lastColumn="0" w:noHBand="0" w:noVBand="0"/>
      </w:tblPr>
      <w:tblGrid>
        <w:gridCol w:w="4394"/>
        <w:gridCol w:w="4394"/>
      </w:tblGrid>
      <w:tr w:rsidR="00C87EC3" w:rsidRPr="003B5C15" w14:paraId="09D14E96" w14:textId="77777777" w:rsidTr="00556BB5">
        <w:trPr>
          <w:trHeight w:val="315"/>
        </w:trPr>
        <w:tc>
          <w:tcPr>
            <w:tcW w:w="0" w:type="dxa"/>
            <w:shd w:val="clear" w:color="auto" w:fill="F2F2F2" w:themeFill="background1" w:themeFillShade="F2"/>
            <w:noWrap/>
          </w:tcPr>
          <w:p w14:paraId="4CB26CE6" w14:textId="399E06AE" w:rsidR="00C87EC3" w:rsidRPr="00556BB5" w:rsidRDefault="2D768DFE" w:rsidP="008C793D">
            <w:pPr>
              <w:pStyle w:val="Tableheader"/>
              <w:rPr>
                <w:rFonts w:cs="Calibri"/>
              </w:rPr>
            </w:pPr>
            <w:r w:rsidRPr="00556BB5">
              <w:rPr>
                <w:rFonts w:cs="Calibri"/>
              </w:rPr>
              <w:t>Tick all HI web service</w:t>
            </w:r>
            <w:r w:rsidR="61EC3634" w:rsidRPr="00556BB5">
              <w:rPr>
                <w:rFonts w:cs="Calibri"/>
              </w:rPr>
              <w:t>s</w:t>
            </w:r>
            <w:r w:rsidRPr="00556BB5">
              <w:rPr>
                <w:rFonts w:cs="Calibri"/>
              </w:rPr>
              <w:t xml:space="preserve"> previously implemented</w:t>
            </w:r>
          </w:p>
        </w:tc>
        <w:tc>
          <w:tcPr>
            <w:tcW w:w="0" w:type="dxa"/>
            <w:shd w:val="clear" w:color="auto" w:fill="F2F2F2" w:themeFill="background1" w:themeFillShade="F2"/>
            <w:noWrap/>
          </w:tcPr>
          <w:p w14:paraId="74089F39" w14:textId="3F2C8E4F" w:rsidR="00C87EC3" w:rsidRPr="00556BB5" w:rsidRDefault="00C87EC3" w:rsidP="008C793D">
            <w:pPr>
              <w:pStyle w:val="Tableheader"/>
              <w:rPr>
                <w:rFonts w:cs="Calibri"/>
              </w:rPr>
            </w:pPr>
            <w:r w:rsidRPr="00556BB5">
              <w:rPr>
                <w:rFonts w:cs="Calibri"/>
              </w:rPr>
              <w:t xml:space="preserve">Tick all related </w:t>
            </w:r>
            <w:r w:rsidRPr="00556BB5">
              <w:rPr>
                <w:rFonts w:cs="Calibri"/>
                <w:bCs/>
              </w:rPr>
              <w:t xml:space="preserve">HI </w:t>
            </w:r>
            <w:r w:rsidR="008C793D" w:rsidRPr="00556BB5">
              <w:rPr>
                <w:rFonts w:cs="Calibri"/>
                <w:bCs/>
              </w:rPr>
              <w:t>conformance business use case</w:t>
            </w:r>
            <w:r w:rsidRPr="00556BB5">
              <w:rPr>
                <w:rFonts w:cs="Calibri"/>
                <w:bCs/>
              </w:rPr>
              <w:t xml:space="preserve">(s) </w:t>
            </w:r>
            <w:r w:rsidRPr="00556BB5">
              <w:rPr>
                <w:rFonts w:cs="Calibri"/>
              </w:rPr>
              <w:t>that previously passed testing</w:t>
            </w:r>
          </w:p>
        </w:tc>
      </w:tr>
      <w:tr w:rsidR="00C87EC3" w:rsidRPr="003B5C15" w14:paraId="4CDB9AFA" w14:textId="77777777" w:rsidTr="00556BB5">
        <w:trPr>
          <w:trHeight w:val="315"/>
        </w:trPr>
        <w:tc>
          <w:tcPr>
            <w:tcW w:w="0" w:type="dxa"/>
            <w:noWrap/>
          </w:tcPr>
          <w:p w14:paraId="3DC09427" w14:textId="3BAAA034" w:rsidR="00C87EC3" w:rsidRPr="00556BB5" w:rsidRDefault="006F3745" w:rsidP="008C793D">
            <w:pPr>
              <w:pStyle w:val="Tabletext"/>
              <w:rPr>
                <w:rFonts w:cs="Calibri"/>
              </w:rPr>
            </w:pPr>
            <w:sdt>
              <w:sdtPr>
                <w:rPr>
                  <w:rFonts w:eastAsia="MS Gothic" w:cs="Calibri"/>
                  <w:sz w:val="24"/>
                </w:rPr>
                <w:id w:val="403875057"/>
                <w14:checkbox>
                  <w14:checked w14:val="0"/>
                  <w14:checkedState w14:val="2612" w14:font="MS Gothic"/>
                  <w14:uncheckedState w14:val="2610" w14:font="MS Gothic"/>
                </w14:checkbox>
              </w:sdtPr>
              <w:sdtEndPr/>
              <w:sdtContent>
                <w:r w:rsidR="61EC3634" w:rsidRPr="00556BB5">
                  <w:rPr>
                    <w:rFonts w:ascii="Segoe UI Symbol" w:eastAsia="MS Gothic" w:hAnsi="Segoe UI Symbol" w:cs="Segoe UI Symbol"/>
                    <w:sz w:val="24"/>
                  </w:rPr>
                  <w:t>☐</w:t>
                </w:r>
              </w:sdtContent>
            </w:sdt>
            <w:r w:rsidR="77800360" w:rsidRPr="00556BB5">
              <w:rPr>
                <w:rFonts w:cs="Calibri"/>
              </w:rPr>
              <w:t xml:space="preserve">   </w:t>
            </w:r>
            <w:r w:rsidR="2D768DFE" w:rsidRPr="00556BB5">
              <w:rPr>
                <w:rFonts w:cs="Calibri"/>
              </w:rPr>
              <w:t>No web services implemented</w:t>
            </w:r>
          </w:p>
        </w:tc>
        <w:tc>
          <w:tcPr>
            <w:tcW w:w="0" w:type="dxa"/>
            <w:noWrap/>
          </w:tcPr>
          <w:p w14:paraId="200076D5" w14:textId="77777777" w:rsidR="00C87EC3" w:rsidRPr="00556BB5" w:rsidRDefault="00C87EC3" w:rsidP="009E2184">
            <w:pPr>
              <w:pStyle w:val="Tabletext"/>
              <w:rPr>
                <w:rFonts w:cs="Calibri"/>
              </w:rPr>
            </w:pPr>
          </w:p>
        </w:tc>
      </w:tr>
      <w:tr w:rsidR="00C87EC3" w:rsidRPr="003B5C15" w14:paraId="28338CD4" w14:textId="77777777" w:rsidTr="00556BB5">
        <w:trPr>
          <w:trHeight w:val="315"/>
        </w:trPr>
        <w:tc>
          <w:tcPr>
            <w:tcW w:w="0" w:type="dxa"/>
            <w:noWrap/>
          </w:tcPr>
          <w:p w14:paraId="1FD53B3E" w14:textId="491877CF" w:rsidR="00C87EC3" w:rsidRPr="00556BB5" w:rsidRDefault="006F3745" w:rsidP="008C793D">
            <w:pPr>
              <w:pStyle w:val="Tabletext"/>
              <w:rPr>
                <w:rFonts w:cs="Calibri"/>
              </w:rPr>
            </w:pPr>
            <w:sdt>
              <w:sdtPr>
                <w:rPr>
                  <w:rFonts w:eastAsia="MS Gothic" w:cs="Calibri"/>
                  <w:sz w:val="24"/>
                </w:rPr>
                <w:id w:val="1196505965"/>
                <w14:checkbox>
                  <w14:checked w14:val="0"/>
                  <w14:checkedState w14:val="2612" w14:font="MS Gothic"/>
                  <w14:uncheckedState w14:val="2610" w14:font="MS Gothic"/>
                </w14:checkbox>
              </w:sdtPr>
              <w:sdtEndPr/>
              <w:sdtContent>
                <w:r w:rsidR="00484D52" w:rsidRPr="00556BB5">
                  <w:rPr>
                    <w:rFonts w:ascii="Segoe UI Symbol" w:eastAsia="MS Gothic" w:hAnsi="Segoe UI Symbol" w:cs="Segoe UI Symbol"/>
                    <w:sz w:val="24"/>
                  </w:rPr>
                  <w:t>☐</w:t>
                </w:r>
              </w:sdtContent>
            </w:sdt>
            <w:r w:rsidR="00C87EC3" w:rsidRPr="00556BB5">
              <w:rPr>
                <w:rFonts w:cs="Calibri"/>
              </w:rPr>
              <w:t xml:space="preserve">   TECH.SIS.HI.05 - Update IHI via B2B v3.2.0</w:t>
            </w:r>
          </w:p>
        </w:tc>
        <w:tc>
          <w:tcPr>
            <w:tcW w:w="0" w:type="dxa"/>
            <w:noWrap/>
          </w:tcPr>
          <w:p w14:paraId="524E8BDE" w14:textId="6F247B01" w:rsidR="00C87EC3" w:rsidRPr="00556BB5" w:rsidRDefault="006F3745" w:rsidP="008C793D">
            <w:pPr>
              <w:pStyle w:val="Tabletext"/>
              <w:rPr>
                <w:rFonts w:cs="Calibri"/>
              </w:rPr>
            </w:pPr>
            <w:sdt>
              <w:sdtPr>
                <w:rPr>
                  <w:rFonts w:eastAsia="MS Gothic" w:cs="Calibri"/>
                  <w:sz w:val="24"/>
                </w:rPr>
                <w:id w:val="419304590"/>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rPr>
                  <w:t>☐</w:t>
                </w:r>
              </w:sdtContent>
            </w:sdt>
            <w:r w:rsidR="00C87EC3" w:rsidRPr="00556BB5">
              <w:rPr>
                <w:rFonts w:cs="Calibri"/>
              </w:rPr>
              <w:t xml:space="preserve">   UC.015 - Update patient health record</w:t>
            </w:r>
          </w:p>
          <w:p w14:paraId="2A58B564" w14:textId="77777777" w:rsidR="00C87EC3" w:rsidRPr="00556BB5" w:rsidRDefault="006F3745" w:rsidP="008C793D">
            <w:pPr>
              <w:pStyle w:val="Tabletext"/>
              <w:rPr>
                <w:rFonts w:cs="Calibri"/>
              </w:rPr>
            </w:pPr>
            <w:sdt>
              <w:sdtPr>
                <w:rPr>
                  <w:rFonts w:eastAsia="MS Gothic" w:cs="Calibri"/>
                  <w:sz w:val="24"/>
                </w:rPr>
                <w:id w:val="-476457942"/>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rPr>
                  <w:t>☐</w:t>
                </w:r>
              </w:sdtContent>
            </w:sdt>
            <w:r w:rsidR="00C87EC3" w:rsidRPr="00556BB5">
              <w:rPr>
                <w:rFonts w:cs="Calibri"/>
              </w:rPr>
              <w:t xml:space="preserve">   UC.035 </w:t>
            </w:r>
            <w:r w:rsidR="00C87EC3" w:rsidRPr="00556BB5">
              <w:rPr>
                <w:rFonts w:cs="Calibri"/>
                <w:iCs/>
              </w:rPr>
              <w:t>- Merge patient health records</w:t>
            </w:r>
          </w:p>
        </w:tc>
      </w:tr>
      <w:tr w:rsidR="00C87EC3" w:rsidRPr="003B5C15" w14:paraId="1B3C6ABA" w14:textId="77777777" w:rsidTr="00556BB5">
        <w:trPr>
          <w:trHeight w:val="315"/>
        </w:trPr>
        <w:tc>
          <w:tcPr>
            <w:tcW w:w="0" w:type="dxa"/>
            <w:noWrap/>
          </w:tcPr>
          <w:p w14:paraId="5CAE7023" w14:textId="74E905BE" w:rsidR="00C87EC3" w:rsidRPr="003B5C15" w:rsidRDefault="006F3745" w:rsidP="008C793D">
            <w:pPr>
              <w:pStyle w:val="Tabletext"/>
              <w:rPr>
                <w:rFonts w:cs="Calibri"/>
                <w:szCs w:val="20"/>
              </w:rPr>
            </w:pPr>
            <w:sdt>
              <w:sdtPr>
                <w:rPr>
                  <w:rFonts w:eastAsia="MS Gothic" w:cs="Calibri"/>
                  <w:sz w:val="24"/>
                </w:rPr>
                <w:id w:val="-1076666117"/>
                <w14:checkbox>
                  <w14:checked w14:val="0"/>
                  <w14:checkedState w14:val="2612" w14:font="MS Gothic"/>
                  <w14:uncheckedState w14:val="2610" w14:font="MS Gothic"/>
                </w14:checkbox>
              </w:sdtPr>
              <w:sdtEndPr/>
              <w:sdtContent>
                <w:r w:rsidR="00D2768D" w:rsidRPr="00556BB5">
                  <w:rPr>
                    <w:rFonts w:ascii="Segoe UI Symbol" w:eastAsia="MS Gothic" w:hAnsi="Segoe UI Symbol" w:cs="Segoe UI Symbol"/>
                    <w:sz w:val="24"/>
                  </w:rPr>
                  <w:t>☐</w:t>
                </w:r>
              </w:sdtContent>
            </w:sdt>
            <w:r w:rsidR="00C87EC3" w:rsidRPr="003B5C15">
              <w:rPr>
                <w:rFonts w:cs="Calibri"/>
                <w:szCs w:val="20"/>
              </w:rPr>
              <w:t xml:space="preserve">   TECH.SIS.HI.06 - IHI Inquiry Search via B2B v3.0</w:t>
            </w:r>
          </w:p>
        </w:tc>
        <w:tc>
          <w:tcPr>
            <w:tcW w:w="0" w:type="dxa"/>
            <w:noWrap/>
          </w:tcPr>
          <w:p w14:paraId="2B10E7BA" w14:textId="77777777" w:rsidR="00C87EC3" w:rsidRPr="003B5C15" w:rsidRDefault="006F3745" w:rsidP="008C793D">
            <w:pPr>
              <w:pStyle w:val="Tabletext"/>
              <w:rPr>
                <w:rFonts w:cs="Calibri"/>
                <w:szCs w:val="20"/>
              </w:rPr>
            </w:pPr>
            <w:sdt>
              <w:sdtPr>
                <w:rPr>
                  <w:rFonts w:eastAsia="MS Gothic" w:cs="Calibri"/>
                  <w:sz w:val="24"/>
                  <w:szCs w:val="20"/>
                </w:rPr>
                <w:id w:val="-708565245"/>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UC.010 - Register patient</w:t>
            </w:r>
          </w:p>
          <w:p w14:paraId="42968B75" w14:textId="77777777" w:rsidR="00C87EC3" w:rsidRPr="003B5C15" w:rsidRDefault="006F3745" w:rsidP="008C793D">
            <w:pPr>
              <w:pStyle w:val="Tabletext"/>
              <w:rPr>
                <w:rFonts w:cs="Calibri"/>
                <w:szCs w:val="20"/>
              </w:rPr>
            </w:pPr>
            <w:sdt>
              <w:sdtPr>
                <w:rPr>
                  <w:rFonts w:eastAsia="MS Gothic" w:cs="Calibri"/>
                  <w:sz w:val="24"/>
                  <w:szCs w:val="20"/>
                </w:rPr>
                <w:id w:val="-301530953"/>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UC.015 - Update patient health record</w:t>
            </w:r>
          </w:p>
          <w:p w14:paraId="2470ECE2" w14:textId="77777777" w:rsidR="00C87EC3" w:rsidRPr="003B5C15" w:rsidRDefault="006F3745" w:rsidP="008C793D">
            <w:pPr>
              <w:pStyle w:val="Tabletext"/>
              <w:rPr>
                <w:rFonts w:cs="Calibri"/>
                <w:szCs w:val="20"/>
              </w:rPr>
            </w:pPr>
            <w:sdt>
              <w:sdtPr>
                <w:rPr>
                  <w:rFonts w:eastAsia="MS Gothic" w:cs="Calibri"/>
                  <w:sz w:val="24"/>
                  <w:szCs w:val="20"/>
                </w:rPr>
                <w:id w:val="-1406294179"/>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UC.035 </w:t>
            </w:r>
            <w:r w:rsidR="00C87EC3" w:rsidRPr="003B5C15">
              <w:rPr>
                <w:rFonts w:cs="Calibri"/>
                <w:iCs/>
                <w:szCs w:val="20"/>
              </w:rPr>
              <w:t>- Merge patient health records</w:t>
            </w:r>
          </w:p>
        </w:tc>
      </w:tr>
      <w:tr w:rsidR="00C87EC3" w:rsidRPr="003B5C15" w14:paraId="1EC37831" w14:textId="77777777" w:rsidTr="00556BB5">
        <w:trPr>
          <w:trHeight w:val="315"/>
        </w:trPr>
        <w:tc>
          <w:tcPr>
            <w:tcW w:w="0" w:type="dxa"/>
            <w:noWrap/>
          </w:tcPr>
          <w:p w14:paraId="77D72620" w14:textId="77BD0649" w:rsidR="00C87EC3" w:rsidRPr="003B5C15" w:rsidRDefault="006F3745" w:rsidP="008C793D">
            <w:pPr>
              <w:pStyle w:val="Tabletext"/>
              <w:rPr>
                <w:rFonts w:cs="Calibri"/>
                <w:szCs w:val="20"/>
              </w:rPr>
            </w:pPr>
            <w:sdt>
              <w:sdtPr>
                <w:rPr>
                  <w:rFonts w:eastAsia="MS Gothic" w:cs="Calibri"/>
                  <w:sz w:val="24"/>
                </w:rPr>
                <w:id w:val="-333149747"/>
                <w14:checkbox>
                  <w14:checked w14:val="0"/>
                  <w14:checkedState w14:val="2612" w14:font="MS Gothic"/>
                  <w14:uncheckedState w14:val="2610" w14:font="MS Gothic"/>
                </w14:checkbox>
              </w:sdtPr>
              <w:sdtEndPr/>
              <w:sdtContent>
                <w:r w:rsidR="00D2768D" w:rsidRPr="00556BB5">
                  <w:rPr>
                    <w:rFonts w:ascii="Segoe UI Symbol" w:eastAsia="MS Gothic" w:hAnsi="Segoe UI Symbol" w:cs="Segoe UI Symbol"/>
                    <w:sz w:val="24"/>
                  </w:rPr>
                  <w:t>☐</w:t>
                </w:r>
              </w:sdtContent>
            </w:sdt>
            <w:r w:rsidR="00C87EC3" w:rsidRPr="003B5C15">
              <w:rPr>
                <w:rFonts w:cs="Calibri"/>
                <w:szCs w:val="20"/>
              </w:rPr>
              <w:t xml:space="preserve">   TECH.SIS.HI.12 - Consumer Search IHI Batch Synchronous v3.0</w:t>
            </w:r>
          </w:p>
        </w:tc>
        <w:tc>
          <w:tcPr>
            <w:tcW w:w="0" w:type="dxa"/>
            <w:noWrap/>
          </w:tcPr>
          <w:p w14:paraId="13DEA18C" w14:textId="77777777" w:rsidR="00C87EC3" w:rsidRPr="003B5C15" w:rsidRDefault="006F3745" w:rsidP="008C793D">
            <w:pPr>
              <w:pStyle w:val="Tabletext"/>
              <w:rPr>
                <w:rFonts w:cs="Calibri"/>
                <w:szCs w:val="20"/>
              </w:rPr>
            </w:pPr>
            <w:sdt>
              <w:sdtPr>
                <w:rPr>
                  <w:rFonts w:eastAsia="MS Gothic" w:cs="Calibri"/>
                  <w:sz w:val="24"/>
                  <w:szCs w:val="20"/>
                </w:rPr>
                <w:id w:val="-523624626"/>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UC.010 - Register patient</w:t>
            </w:r>
          </w:p>
          <w:p w14:paraId="5EE83E84" w14:textId="77777777" w:rsidR="00C87EC3" w:rsidRPr="003B5C15" w:rsidRDefault="006F3745" w:rsidP="008C793D">
            <w:pPr>
              <w:pStyle w:val="Tabletext"/>
              <w:rPr>
                <w:rFonts w:cs="Calibri"/>
                <w:szCs w:val="20"/>
              </w:rPr>
            </w:pPr>
            <w:sdt>
              <w:sdtPr>
                <w:rPr>
                  <w:rFonts w:eastAsia="MS Gothic" w:cs="Calibri"/>
                  <w:sz w:val="24"/>
                  <w:szCs w:val="20"/>
                </w:rPr>
                <w:id w:val="1196343519"/>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UC.015 - Update patient health record</w:t>
            </w:r>
          </w:p>
          <w:p w14:paraId="0EB332CF" w14:textId="77777777" w:rsidR="00C87EC3" w:rsidRPr="003B5C15" w:rsidRDefault="006F3745" w:rsidP="008C793D">
            <w:pPr>
              <w:pStyle w:val="Tabletext"/>
              <w:rPr>
                <w:rFonts w:cs="Calibri"/>
                <w:szCs w:val="20"/>
              </w:rPr>
            </w:pPr>
            <w:sdt>
              <w:sdtPr>
                <w:rPr>
                  <w:rFonts w:eastAsia="MS Gothic" w:cs="Calibri"/>
                  <w:sz w:val="24"/>
                  <w:szCs w:val="20"/>
                </w:rPr>
                <w:id w:val="-1654598138"/>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UC.025 </w:t>
            </w:r>
            <w:r w:rsidR="00C87EC3" w:rsidRPr="003B5C15">
              <w:rPr>
                <w:rFonts w:cs="Calibri"/>
                <w:iCs/>
                <w:szCs w:val="20"/>
              </w:rPr>
              <w:t xml:space="preserve">- </w:t>
            </w:r>
            <w:r w:rsidR="00C87EC3" w:rsidRPr="003B5C15">
              <w:rPr>
                <w:rFonts w:cs="Calibri"/>
                <w:szCs w:val="20"/>
              </w:rPr>
              <w:t>Bulk update of IHI details</w:t>
            </w:r>
          </w:p>
          <w:p w14:paraId="0BB0F569" w14:textId="77777777" w:rsidR="00C87EC3" w:rsidRPr="003B5C15" w:rsidRDefault="006F3745" w:rsidP="008C793D">
            <w:pPr>
              <w:pStyle w:val="Tabletext"/>
              <w:rPr>
                <w:rFonts w:cs="Calibri"/>
                <w:szCs w:val="20"/>
              </w:rPr>
            </w:pPr>
            <w:sdt>
              <w:sdtPr>
                <w:rPr>
                  <w:rFonts w:eastAsia="MS Gothic" w:cs="Calibri"/>
                  <w:sz w:val="24"/>
                  <w:szCs w:val="20"/>
                </w:rPr>
                <w:id w:val="303126515"/>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UC.035 </w:t>
            </w:r>
            <w:r w:rsidR="00C87EC3" w:rsidRPr="003B5C15">
              <w:rPr>
                <w:rFonts w:cs="Calibri"/>
                <w:iCs/>
                <w:szCs w:val="20"/>
              </w:rPr>
              <w:t>- Merge patient health records</w:t>
            </w:r>
          </w:p>
        </w:tc>
      </w:tr>
      <w:tr w:rsidR="00C87EC3" w:rsidRPr="003B5C15" w14:paraId="153627E9" w14:textId="77777777" w:rsidTr="00556BB5">
        <w:trPr>
          <w:trHeight w:val="315"/>
        </w:trPr>
        <w:tc>
          <w:tcPr>
            <w:tcW w:w="0" w:type="dxa"/>
            <w:noWrap/>
          </w:tcPr>
          <w:p w14:paraId="4EB11E1A" w14:textId="6CD0ACC1" w:rsidR="00C87EC3" w:rsidRPr="003B5C15" w:rsidRDefault="006F3745" w:rsidP="008C793D">
            <w:pPr>
              <w:pStyle w:val="Tabletext"/>
              <w:rPr>
                <w:rFonts w:cs="Calibri"/>
                <w:szCs w:val="20"/>
              </w:rPr>
            </w:pPr>
            <w:sdt>
              <w:sdtPr>
                <w:rPr>
                  <w:rFonts w:eastAsia="MS Gothic" w:cs="Calibri"/>
                  <w:sz w:val="24"/>
                </w:rPr>
                <w:id w:val="-1220435907"/>
                <w14:checkbox>
                  <w14:checked w14:val="0"/>
                  <w14:checkedState w14:val="2612" w14:font="MS Gothic"/>
                  <w14:uncheckedState w14:val="2610" w14:font="MS Gothic"/>
                </w14:checkbox>
              </w:sdtPr>
              <w:sdtEndPr/>
              <w:sdtContent>
                <w:r w:rsidR="00D2768D" w:rsidRPr="00556BB5">
                  <w:rPr>
                    <w:rFonts w:ascii="Segoe UI Symbol" w:eastAsia="MS Gothic" w:hAnsi="Segoe UI Symbol" w:cs="Segoe UI Symbol"/>
                    <w:sz w:val="24"/>
                  </w:rPr>
                  <w:t>☐</w:t>
                </w:r>
              </w:sdtContent>
            </w:sdt>
            <w:r w:rsidR="00C87EC3" w:rsidRPr="003B5C15">
              <w:rPr>
                <w:rFonts w:cs="Calibri"/>
                <w:szCs w:val="20"/>
              </w:rPr>
              <w:t xml:space="preserve">   TECH.SIS.HI.17 - Healthcare Provider Directory - Search for Individual Provider Directory Entry v3.2.0</w:t>
            </w:r>
          </w:p>
        </w:tc>
        <w:tc>
          <w:tcPr>
            <w:tcW w:w="0" w:type="dxa"/>
            <w:noWrap/>
          </w:tcPr>
          <w:p w14:paraId="7BDCA2BC" w14:textId="546EE4C4" w:rsidR="00C87EC3" w:rsidRPr="003B5C15" w:rsidRDefault="006F3745" w:rsidP="008C793D">
            <w:pPr>
              <w:pStyle w:val="Tabletext"/>
              <w:rPr>
                <w:rFonts w:cs="Calibri"/>
                <w:szCs w:val="20"/>
              </w:rPr>
            </w:pPr>
            <w:sdt>
              <w:sdtPr>
                <w:rPr>
                  <w:rFonts w:eastAsia="MS Gothic" w:cs="Calibri"/>
                  <w:sz w:val="24"/>
                  <w:szCs w:val="20"/>
                </w:rPr>
                <w:id w:val="-1289430109"/>
                <w14:checkbox>
                  <w14:checked w14:val="0"/>
                  <w14:checkedState w14:val="2612" w14:font="MS Gothic"/>
                  <w14:uncheckedState w14:val="2610" w14:font="MS Gothic"/>
                </w14:checkbox>
              </w:sdtPr>
              <w:sdtEndPr/>
              <w:sdtContent>
                <w:r w:rsidR="00D2768D" w:rsidRPr="00556BB5">
                  <w:rPr>
                    <w:rFonts w:ascii="Segoe UI Symbol" w:eastAsia="MS Gothic" w:hAnsi="Segoe UI Symbol" w:cs="Segoe UI Symbol"/>
                    <w:sz w:val="24"/>
                    <w:szCs w:val="20"/>
                  </w:rPr>
                  <w:t>☐</w:t>
                </w:r>
              </w:sdtContent>
            </w:sdt>
            <w:r w:rsidR="00C87EC3" w:rsidRPr="003B5C15">
              <w:rPr>
                <w:rFonts w:cs="Calibri"/>
                <w:szCs w:val="20"/>
              </w:rPr>
              <w:t xml:space="preserve">   UC.130</w:t>
            </w:r>
            <w:r w:rsidR="00E56D57" w:rsidRPr="003B5C15">
              <w:rPr>
                <w:rFonts w:cs="Calibri"/>
                <w:szCs w:val="20"/>
              </w:rPr>
              <w:t>-Validate HPI-I</w:t>
            </w:r>
          </w:p>
          <w:p w14:paraId="5A5BF796" w14:textId="52A6D509" w:rsidR="00C87EC3" w:rsidRPr="003B5C15" w:rsidRDefault="006F3745" w:rsidP="008C793D">
            <w:pPr>
              <w:pStyle w:val="Tabletext"/>
              <w:rPr>
                <w:rFonts w:cs="Calibri"/>
                <w:szCs w:val="20"/>
              </w:rPr>
            </w:pPr>
            <w:sdt>
              <w:sdtPr>
                <w:rPr>
                  <w:rFonts w:eastAsia="MS Gothic" w:cs="Calibri"/>
                  <w:sz w:val="24"/>
                  <w:szCs w:val="20"/>
                </w:rPr>
                <w:id w:val="1920678863"/>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UC.240</w:t>
            </w:r>
            <w:r w:rsidR="00E56D57" w:rsidRPr="003B5C15">
              <w:rPr>
                <w:rFonts w:cs="Calibri"/>
                <w:szCs w:val="20"/>
              </w:rPr>
              <w:t>-Search for HPI-Is</w:t>
            </w:r>
          </w:p>
        </w:tc>
      </w:tr>
      <w:tr w:rsidR="00C87EC3" w:rsidRPr="003B5C15" w14:paraId="3CD5F720" w14:textId="77777777" w:rsidTr="00556BB5">
        <w:trPr>
          <w:trHeight w:val="315"/>
        </w:trPr>
        <w:tc>
          <w:tcPr>
            <w:tcW w:w="0" w:type="dxa"/>
            <w:noWrap/>
          </w:tcPr>
          <w:p w14:paraId="59A5D721" w14:textId="77777777" w:rsidR="00C87EC3" w:rsidRPr="003B5C15" w:rsidRDefault="006F3745" w:rsidP="008C793D">
            <w:pPr>
              <w:pStyle w:val="Tabletext"/>
              <w:rPr>
                <w:rFonts w:cs="Calibri"/>
                <w:szCs w:val="20"/>
              </w:rPr>
            </w:pPr>
            <w:sdt>
              <w:sdtPr>
                <w:rPr>
                  <w:rFonts w:eastAsia="MS Gothic" w:cs="Calibri"/>
                  <w:sz w:val="24"/>
                  <w:szCs w:val="20"/>
                </w:rPr>
                <w:id w:val="-954484890"/>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TECH.SIS.HI.18 - Healthcare Provider Directory - Search for Organisation Provider Directory Entry v3.2.0</w:t>
            </w:r>
          </w:p>
        </w:tc>
        <w:tc>
          <w:tcPr>
            <w:tcW w:w="0" w:type="dxa"/>
            <w:noWrap/>
          </w:tcPr>
          <w:p w14:paraId="4A3B03C0" w14:textId="5B2BDD38" w:rsidR="00C87EC3" w:rsidRPr="003B5C15" w:rsidRDefault="006F3745" w:rsidP="008C793D">
            <w:pPr>
              <w:pStyle w:val="Tabletext"/>
              <w:rPr>
                <w:rFonts w:cs="Calibri"/>
                <w:szCs w:val="20"/>
              </w:rPr>
            </w:pPr>
            <w:sdt>
              <w:sdtPr>
                <w:rPr>
                  <w:rFonts w:eastAsia="MS Gothic" w:cs="Calibri"/>
                  <w:sz w:val="24"/>
                  <w:szCs w:val="20"/>
                </w:rPr>
                <w:id w:val="593592007"/>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C87EC3" w:rsidRPr="003B5C15">
              <w:rPr>
                <w:rFonts w:cs="Calibri"/>
                <w:szCs w:val="20"/>
              </w:rPr>
              <w:t xml:space="preserve">   UC.241</w:t>
            </w:r>
            <w:r w:rsidR="00E56D57" w:rsidRPr="003B5C15">
              <w:rPr>
                <w:rFonts w:cs="Calibri"/>
                <w:szCs w:val="20"/>
              </w:rPr>
              <w:t>- Search for HPI-Os in HI Service HPD</w:t>
            </w:r>
          </w:p>
          <w:p w14:paraId="550BB2C4" w14:textId="53854533" w:rsidR="00C87EC3" w:rsidRPr="003B5C15" w:rsidRDefault="006F3745" w:rsidP="008C793D">
            <w:pPr>
              <w:pStyle w:val="Tabletext"/>
              <w:rPr>
                <w:rFonts w:cs="Calibri"/>
                <w:szCs w:val="20"/>
              </w:rPr>
            </w:pPr>
            <w:sdt>
              <w:sdtPr>
                <w:rPr>
                  <w:rFonts w:eastAsia="MS Gothic" w:cs="Calibri"/>
                  <w:sz w:val="24"/>
                  <w:szCs w:val="20"/>
                </w:rPr>
                <w:id w:val="-80917466"/>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UC.305</w:t>
            </w:r>
            <w:r w:rsidR="00E56D57" w:rsidRPr="003B5C15">
              <w:rPr>
                <w:rFonts w:cs="Calibri"/>
                <w:szCs w:val="20"/>
              </w:rPr>
              <w:t>- Validate HPI-O</w:t>
            </w:r>
          </w:p>
        </w:tc>
      </w:tr>
      <w:tr w:rsidR="00C87EC3" w:rsidRPr="003B5C15" w14:paraId="38906E71" w14:textId="77777777" w:rsidTr="00556BB5">
        <w:trPr>
          <w:trHeight w:val="315"/>
        </w:trPr>
        <w:tc>
          <w:tcPr>
            <w:tcW w:w="0" w:type="dxa"/>
            <w:noWrap/>
          </w:tcPr>
          <w:p w14:paraId="77764C01" w14:textId="77777777" w:rsidR="00C87EC3" w:rsidRPr="003B5C15" w:rsidRDefault="006F3745" w:rsidP="008C793D">
            <w:pPr>
              <w:pStyle w:val="Tabletext"/>
              <w:rPr>
                <w:rFonts w:cs="Calibri"/>
                <w:szCs w:val="20"/>
              </w:rPr>
            </w:pPr>
            <w:sdt>
              <w:sdtPr>
                <w:rPr>
                  <w:rFonts w:eastAsia="MS Gothic" w:cs="Calibri"/>
                  <w:sz w:val="24"/>
                  <w:szCs w:val="20"/>
                </w:rPr>
                <w:id w:val="-1545052886"/>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TECH.SIS.HI.19 - Healthcare Provider Directory - Manage Provider Directory Entry v3.2.0</w:t>
            </w:r>
          </w:p>
        </w:tc>
        <w:tc>
          <w:tcPr>
            <w:tcW w:w="0" w:type="dxa"/>
            <w:noWrap/>
          </w:tcPr>
          <w:p w14:paraId="104ECA36" w14:textId="5498ECD7" w:rsidR="00C87EC3" w:rsidRPr="003B5C15" w:rsidRDefault="006F3745" w:rsidP="008C793D">
            <w:pPr>
              <w:pStyle w:val="Tabletext"/>
              <w:rPr>
                <w:rFonts w:cs="Calibri"/>
                <w:szCs w:val="20"/>
              </w:rPr>
            </w:pPr>
            <w:sdt>
              <w:sdtPr>
                <w:rPr>
                  <w:rFonts w:eastAsia="MS Gothic" w:cs="Calibri"/>
                  <w:sz w:val="24"/>
                  <w:szCs w:val="20"/>
                </w:rPr>
                <w:id w:val="1506411353"/>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UC.080</w:t>
            </w:r>
            <w:r w:rsidR="00E56D57" w:rsidRPr="003B5C15">
              <w:rPr>
                <w:rFonts w:cs="Calibri"/>
                <w:szCs w:val="20"/>
              </w:rPr>
              <w:t>- Maintain HPI-O details</w:t>
            </w:r>
          </w:p>
          <w:p w14:paraId="39B0393B" w14:textId="3FF4EFC3" w:rsidR="00C87EC3" w:rsidRPr="003B5C15" w:rsidRDefault="006F3745" w:rsidP="008C793D">
            <w:pPr>
              <w:pStyle w:val="Tabletext"/>
              <w:rPr>
                <w:rFonts w:cs="Calibri"/>
                <w:szCs w:val="20"/>
              </w:rPr>
            </w:pPr>
            <w:sdt>
              <w:sdtPr>
                <w:rPr>
                  <w:rFonts w:eastAsia="MS Gothic" w:cs="Calibri"/>
                  <w:sz w:val="24"/>
                  <w:szCs w:val="20"/>
                </w:rPr>
                <w:id w:val="-1388339057"/>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UC.150</w:t>
            </w:r>
            <w:r w:rsidR="00E56D57" w:rsidRPr="003B5C15">
              <w:rPr>
                <w:rFonts w:cs="Calibri"/>
                <w:szCs w:val="20"/>
              </w:rPr>
              <w:t>- Register Network HPI-O</w:t>
            </w:r>
          </w:p>
        </w:tc>
      </w:tr>
      <w:tr w:rsidR="00C87EC3" w:rsidRPr="003B5C15" w14:paraId="45AAD5C8" w14:textId="77777777" w:rsidTr="00556BB5">
        <w:trPr>
          <w:trHeight w:val="315"/>
        </w:trPr>
        <w:tc>
          <w:tcPr>
            <w:tcW w:w="0" w:type="dxa"/>
            <w:noWrap/>
          </w:tcPr>
          <w:p w14:paraId="3599AB25" w14:textId="77777777" w:rsidR="00C87EC3" w:rsidRPr="003B5C15" w:rsidRDefault="006F3745" w:rsidP="008C793D">
            <w:pPr>
              <w:pStyle w:val="Tabletext"/>
              <w:rPr>
                <w:rFonts w:cs="Calibri"/>
                <w:szCs w:val="20"/>
              </w:rPr>
            </w:pPr>
            <w:sdt>
              <w:sdtPr>
                <w:rPr>
                  <w:rFonts w:eastAsia="MS Gothic" w:cs="Calibri"/>
                  <w:sz w:val="24"/>
                  <w:szCs w:val="20"/>
                </w:rPr>
                <w:id w:val="-1279178454"/>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TECH.SIS.HI.24 - Notify of Duplicate IHI via B2B v3.2.0</w:t>
            </w:r>
          </w:p>
        </w:tc>
        <w:tc>
          <w:tcPr>
            <w:tcW w:w="0" w:type="dxa"/>
            <w:noWrap/>
          </w:tcPr>
          <w:p w14:paraId="6347687B" w14:textId="77777777" w:rsidR="00C87EC3" w:rsidRPr="003B5C15" w:rsidRDefault="006F3745" w:rsidP="008C793D">
            <w:pPr>
              <w:pStyle w:val="Tabletext"/>
              <w:rPr>
                <w:rFonts w:cs="Calibri"/>
                <w:szCs w:val="20"/>
              </w:rPr>
            </w:pPr>
            <w:sdt>
              <w:sdtPr>
                <w:rPr>
                  <w:rFonts w:eastAsia="MS Gothic" w:cs="Calibri"/>
                  <w:sz w:val="24"/>
                  <w:szCs w:val="20"/>
                </w:rPr>
                <w:id w:val="889006315"/>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UC.010 - Register patient</w:t>
            </w:r>
          </w:p>
          <w:p w14:paraId="45801FCF" w14:textId="77777777" w:rsidR="00C87EC3" w:rsidRPr="003B5C15" w:rsidRDefault="006F3745" w:rsidP="008C793D">
            <w:pPr>
              <w:pStyle w:val="Tabletext"/>
              <w:rPr>
                <w:rFonts w:cs="Calibri"/>
                <w:szCs w:val="20"/>
              </w:rPr>
            </w:pPr>
            <w:sdt>
              <w:sdtPr>
                <w:rPr>
                  <w:rFonts w:eastAsia="MS Gothic" w:cs="Calibri"/>
                  <w:sz w:val="24"/>
                  <w:szCs w:val="20"/>
                </w:rPr>
                <w:id w:val="54590813"/>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UC.015 - Update patient health record</w:t>
            </w:r>
          </w:p>
          <w:p w14:paraId="5F511BF8" w14:textId="77777777" w:rsidR="00C87EC3" w:rsidRPr="003B5C15" w:rsidRDefault="006F3745" w:rsidP="008C793D">
            <w:pPr>
              <w:pStyle w:val="Tabletext"/>
              <w:rPr>
                <w:rFonts w:cs="Calibri"/>
                <w:szCs w:val="20"/>
                <w:highlight w:val="yellow"/>
              </w:rPr>
            </w:pPr>
            <w:sdt>
              <w:sdtPr>
                <w:rPr>
                  <w:rFonts w:eastAsia="MS Gothic" w:cs="Calibri"/>
                  <w:sz w:val="24"/>
                  <w:szCs w:val="20"/>
                </w:rPr>
                <w:id w:val="902947574"/>
                <w14:checkbox>
                  <w14:checked w14:val="0"/>
                  <w14:checkedState w14:val="2612" w14:font="MS Gothic"/>
                  <w14:uncheckedState w14:val="2610" w14:font="MS Gothic"/>
                </w14:checkbox>
              </w:sdtPr>
              <w:sdtEndPr/>
              <w:sdtContent>
                <w:r w:rsidR="00C87EC3" w:rsidRPr="00556BB5">
                  <w:rPr>
                    <w:rFonts w:ascii="Segoe UI Symbol" w:eastAsia="MS Gothic" w:hAnsi="Segoe UI Symbol" w:cs="Segoe UI Symbol"/>
                    <w:sz w:val="24"/>
                    <w:szCs w:val="20"/>
                  </w:rPr>
                  <w:t>☐</w:t>
                </w:r>
              </w:sdtContent>
            </w:sdt>
            <w:r w:rsidR="00C87EC3" w:rsidRPr="003B5C15">
              <w:rPr>
                <w:rFonts w:cs="Calibri"/>
                <w:szCs w:val="20"/>
              </w:rPr>
              <w:t xml:space="preserve">   UC.035 </w:t>
            </w:r>
            <w:r w:rsidR="00C87EC3" w:rsidRPr="003B5C15">
              <w:rPr>
                <w:rFonts w:cs="Calibri"/>
                <w:iCs/>
                <w:szCs w:val="20"/>
              </w:rPr>
              <w:t>- Merge patient health records</w:t>
            </w:r>
          </w:p>
        </w:tc>
      </w:tr>
      <w:tr w:rsidR="00C87EC3" w:rsidRPr="003B5C15" w14:paraId="1C08AEB7" w14:textId="77777777" w:rsidTr="00556BB5">
        <w:trPr>
          <w:trHeight w:val="315"/>
        </w:trPr>
        <w:tc>
          <w:tcPr>
            <w:tcW w:w="0" w:type="dxa"/>
            <w:noWrap/>
          </w:tcPr>
          <w:p w14:paraId="45D82795" w14:textId="548C0D94" w:rsidR="00C87EC3" w:rsidRPr="003B5C15" w:rsidRDefault="006F3745" w:rsidP="008C793D">
            <w:pPr>
              <w:pStyle w:val="Tabletext"/>
              <w:rPr>
                <w:rFonts w:cs="Calibri"/>
                <w:szCs w:val="20"/>
              </w:rPr>
            </w:pPr>
            <w:sdt>
              <w:sdtPr>
                <w:rPr>
                  <w:rFonts w:eastAsia="MS Gothic" w:cs="Calibri"/>
                  <w:sz w:val="24"/>
                  <w:szCs w:val="20"/>
                </w:rPr>
                <w:id w:val="-1245339866"/>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TECH.SIS.HI.25 - Notify of Replica IHI via B2B v3.2.0</w:t>
            </w:r>
          </w:p>
        </w:tc>
        <w:tc>
          <w:tcPr>
            <w:tcW w:w="0" w:type="dxa"/>
            <w:noWrap/>
          </w:tcPr>
          <w:p w14:paraId="10735560" w14:textId="1377EC3D" w:rsidR="00C87EC3" w:rsidRPr="003B5C15" w:rsidRDefault="006F3745" w:rsidP="008C793D">
            <w:pPr>
              <w:pStyle w:val="Tabletext"/>
              <w:rPr>
                <w:rFonts w:cs="Calibri"/>
                <w:szCs w:val="20"/>
              </w:rPr>
            </w:pPr>
            <w:sdt>
              <w:sdtPr>
                <w:rPr>
                  <w:rFonts w:eastAsia="MS Gothic" w:cs="Calibri"/>
                  <w:sz w:val="24"/>
                  <w:szCs w:val="20"/>
                </w:rPr>
                <w:id w:val="260804053"/>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UC.010 - Register patient</w:t>
            </w:r>
          </w:p>
          <w:p w14:paraId="339EF9F9" w14:textId="1673E51D" w:rsidR="00C87EC3" w:rsidRPr="003B5C15" w:rsidRDefault="006F3745" w:rsidP="008C793D">
            <w:pPr>
              <w:pStyle w:val="Tabletext"/>
              <w:rPr>
                <w:rFonts w:cs="Calibri"/>
                <w:szCs w:val="20"/>
              </w:rPr>
            </w:pPr>
            <w:sdt>
              <w:sdtPr>
                <w:rPr>
                  <w:rFonts w:eastAsia="MS Gothic" w:cs="Calibri"/>
                  <w:sz w:val="24"/>
                  <w:szCs w:val="20"/>
                </w:rPr>
                <w:id w:val="-1814249858"/>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UC.015 - Update patient health record</w:t>
            </w:r>
          </w:p>
          <w:p w14:paraId="74E8A4D6" w14:textId="77294A32" w:rsidR="00C87EC3" w:rsidRPr="003B5C15" w:rsidRDefault="006F3745" w:rsidP="008C793D">
            <w:pPr>
              <w:pStyle w:val="Tabletext"/>
              <w:rPr>
                <w:rFonts w:cs="Calibri"/>
                <w:szCs w:val="20"/>
                <w:highlight w:val="yellow"/>
              </w:rPr>
            </w:pPr>
            <w:sdt>
              <w:sdtPr>
                <w:rPr>
                  <w:rFonts w:eastAsia="MS Gothic" w:cs="Calibri"/>
                  <w:sz w:val="24"/>
                  <w:szCs w:val="20"/>
                </w:rPr>
                <w:id w:val="-1859647881"/>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 xml:space="preserve">UC.035 </w:t>
            </w:r>
            <w:r w:rsidR="00C87EC3" w:rsidRPr="003B5C15">
              <w:rPr>
                <w:rFonts w:cs="Calibri"/>
                <w:iCs/>
                <w:szCs w:val="20"/>
              </w:rPr>
              <w:t>- Merge patient health records</w:t>
            </w:r>
          </w:p>
        </w:tc>
      </w:tr>
      <w:tr w:rsidR="00C87EC3" w:rsidRPr="003B5C15" w14:paraId="3EB5AF06" w14:textId="77777777" w:rsidTr="00556BB5">
        <w:trPr>
          <w:trHeight w:val="315"/>
        </w:trPr>
        <w:tc>
          <w:tcPr>
            <w:tcW w:w="0" w:type="dxa"/>
            <w:noWrap/>
          </w:tcPr>
          <w:p w14:paraId="14235775" w14:textId="285423DD" w:rsidR="00C87EC3" w:rsidRPr="003B5C15" w:rsidRDefault="006F3745" w:rsidP="008C793D">
            <w:pPr>
              <w:pStyle w:val="Tabletext"/>
              <w:rPr>
                <w:rFonts w:cs="Calibri"/>
                <w:szCs w:val="20"/>
              </w:rPr>
            </w:pPr>
            <w:sdt>
              <w:sdtPr>
                <w:rPr>
                  <w:rFonts w:eastAsia="MS Gothic" w:cs="Calibri"/>
                  <w:sz w:val="24"/>
                  <w:szCs w:val="20"/>
                </w:rPr>
                <w:id w:val="1586647679"/>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TECH.SIS.HI.30 - Consumer Search IHI Batch Asynchronous v3.0</w:t>
            </w:r>
          </w:p>
        </w:tc>
        <w:tc>
          <w:tcPr>
            <w:tcW w:w="0" w:type="dxa"/>
            <w:noWrap/>
          </w:tcPr>
          <w:p w14:paraId="2ADEE717" w14:textId="3BE67823" w:rsidR="00C87EC3" w:rsidRPr="003B5C15" w:rsidRDefault="006F3745" w:rsidP="008C793D">
            <w:pPr>
              <w:pStyle w:val="Tabletext"/>
              <w:rPr>
                <w:rFonts w:cs="Calibri"/>
                <w:szCs w:val="20"/>
              </w:rPr>
            </w:pPr>
            <w:sdt>
              <w:sdtPr>
                <w:rPr>
                  <w:rFonts w:eastAsia="MS Gothic" w:cs="Calibri"/>
                  <w:sz w:val="24"/>
                  <w:szCs w:val="20"/>
                </w:rPr>
                <w:id w:val="1156177969"/>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UC.010 - Register patient</w:t>
            </w:r>
          </w:p>
          <w:p w14:paraId="4454310D" w14:textId="7F4844B8" w:rsidR="00C87EC3" w:rsidRPr="003B5C15" w:rsidRDefault="006F3745" w:rsidP="008C793D">
            <w:pPr>
              <w:pStyle w:val="Tabletext"/>
              <w:rPr>
                <w:rFonts w:cs="Calibri"/>
                <w:szCs w:val="20"/>
              </w:rPr>
            </w:pPr>
            <w:sdt>
              <w:sdtPr>
                <w:rPr>
                  <w:rFonts w:eastAsia="MS Gothic" w:cs="Calibri"/>
                  <w:sz w:val="24"/>
                  <w:szCs w:val="20"/>
                </w:rPr>
                <w:id w:val="-470444100"/>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UC.015 - Update patient health record</w:t>
            </w:r>
          </w:p>
          <w:p w14:paraId="6CEA9570" w14:textId="738A07E8" w:rsidR="00C87EC3" w:rsidRPr="003B5C15" w:rsidRDefault="006F3745" w:rsidP="008C793D">
            <w:pPr>
              <w:pStyle w:val="Tabletext"/>
              <w:rPr>
                <w:rFonts w:cs="Calibri"/>
                <w:szCs w:val="20"/>
              </w:rPr>
            </w:pPr>
            <w:sdt>
              <w:sdtPr>
                <w:rPr>
                  <w:rFonts w:eastAsia="MS Gothic" w:cs="Calibri"/>
                  <w:sz w:val="24"/>
                  <w:szCs w:val="20"/>
                </w:rPr>
                <w:id w:val="563226070"/>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 xml:space="preserve">UC.025 </w:t>
            </w:r>
            <w:r w:rsidR="00C87EC3" w:rsidRPr="003B5C15">
              <w:rPr>
                <w:rFonts w:cs="Calibri"/>
                <w:iCs/>
                <w:szCs w:val="20"/>
              </w:rPr>
              <w:t xml:space="preserve">- </w:t>
            </w:r>
            <w:r w:rsidR="00C87EC3" w:rsidRPr="003B5C15">
              <w:rPr>
                <w:rFonts w:cs="Calibri"/>
                <w:szCs w:val="20"/>
              </w:rPr>
              <w:t>Bulk update of IHI details</w:t>
            </w:r>
          </w:p>
          <w:p w14:paraId="7E73E218" w14:textId="67928DF2" w:rsidR="00C87EC3" w:rsidRPr="003B5C15" w:rsidRDefault="006F3745" w:rsidP="008C793D">
            <w:pPr>
              <w:pStyle w:val="Tabletext"/>
              <w:rPr>
                <w:rFonts w:cs="Calibri"/>
                <w:szCs w:val="20"/>
              </w:rPr>
            </w:pPr>
            <w:sdt>
              <w:sdtPr>
                <w:rPr>
                  <w:rFonts w:eastAsia="MS Gothic" w:cs="Calibri"/>
                  <w:sz w:val="24"/>
                  <w:szCs w:val="20"/>
                </w:rPr>
                <w:id w:val="37105218"/>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 xml:space="preserve">UC.035 </w:t>
            </w:r>
            <w:r w:rsidR="00C87EC3" w:rsidRPr="003B5C15">
              <w:rPr>
                <w:rFonts w:cs="Calibri"/>
                <w:iCs/>
                <w:szCs w:val="20"/>
              </w:rPr>
              <w:t>- Merge patient health records</w:t>
            </w:r>
          </w:p>
        </w:tc>
      </w:tr>
      <w:tr w:rsidR="00C87EC3" w:rsidRPr="003B5C15" w14:paraId="4ECC398E" w14:textId="77777777" w:rsidTr="00556BB5">
        <w:trPr>
          <w:trHeight w:val="315"/>
        </w:trPr>
        <w:tc>
          <w:tcPr>
            <w:tcW w:w="0" w:type="dxa"/>
            <w:noWrap/>
          </w:tcPr>
          <w:p w14:paraId="5B086034" w14:textId="37BAFB6A" w:rsidR="00C87EC3" w:rsidRPr="003B5C15" w:rsidRDefault="006F3745" w:rsidP="008C793D">
            <w:pPr>
              <w:pStyle w:val="Tabletext"/>
              <w:rPr>
                <w:rFonts w:cs="Calibri"/>
                <w:szCs w:val="20"/>
              </w:rPr>
            </w:pPr>
            <w:sdt>
              <w:sdtPr>
                <w:rPr>
                  <w:rFonts w:eastAsia="MS Gothic" w:cs="Calibri"/>
                  <w:sz w:val="24"/>
                  <w:szCs w:val="20"/>
                </w:rPr>
                <w:id w:val="1538476406"/>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 xml:space="preserve"> TECH.SIS.HI.31 - Search for Provider Individual Details v5.0.0</w:t>
            </w:r>
          </w:p>
        </w:tc>
        <w:tc>
          <w:tcPr>
            <w:tcW w:w="0" w:type="dxa"/>
            <w:noWrap/>
          </w:tcPr>
          <w:p w14:paraId="6B5FA1B9" w14:textId="02F32D83" w:rsidR="00C87EC3" w:rsidRPr="003B5C15" w:rsidRDefault="006F3745" w:rsidP="008C793D">
            <w:pPr>
              <w:pStyle w:val="Tabletext"/>
              <w:rPr>
                <w:rFonts w:cs="Calibri"/>
                <w:szCs w:val="20"/>
              </w:rPr>
            </w:pPr>
            <w:sdt>
              <w:sdtPr>
                <w:rPr>
                  <w:rFonts w:eastAsia="MS Gothic" w:cs="Calibri"/>
                  <w:sz w:val="24"/>
                  <w:szCs w:val="20"/>
                </w:rPr>
                <w:id w:val="-144515910"/>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UC.131</w:t>
            </w:r>
            <w:r w:rsidR="00E56D57" w:rsidRPr="003B5C15">
              <w:rPr>
                <w:rFonts w:cs="Calibri"/>
                <w:szCs w:val="20"/>
              </w:rPr>
              <w:t>- Validate HPI-I via the HI Service</w:t>
            </w:r>
          </w:p>
        </w:tc>
      </w:tr>
      <w:tr w:rsidR="00C87EC3" w:rsidRPr="003B5C15" w14:paraId="2802E60F" w14:textId="77777777" w:rsidTr="00556BB5">
        <w:trPr>
          <w:trHeight w:val="315"/>
        </w:trPr>
        <w:tc>
          <w:tcPr>
            <w:tcW w:w="0" w:type="dxa"/>
            <w:noWrap/>
          </w:tcPr>
          <w:p w14:paraId="0BC8E677" w14:textId="160392ED" w:rsidR="00C87EC3" w:rsidRPr="003B5C15" w:rsidRDefault="006F3745" w:rsidP="008C793D">
            <w:pPr>
              <w:pStyle w:val="Tabletext"/>
              <w:rPr>
                <w:rFonts w:cs="Calibri"/>
                <w:szCs w:val="20"/>
              </w:rPr>
            </w:pPr>
            <w:sdt>
              <w:sdtPr>
                <w:rPr>
                  <w:rFonts w:eastAsia="MS Gothic" w:cs="Calibri"/>
                  <w:sz w:val="24"/>
                  <w:szCs w:val="20"/>
                </w:rPr>
                <w:id w:val="940267790"/>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TECH.SIS.HI.32 - Search for Provider Organisation Details v5.0.0</w:t>
            </w:r>
          </w:p>
        </w:tc>
        <w:tc>
          <w:tcPr>
            <w:tcW w:w="0" w:type="dxa"/>
            <w:noWrap/>
          </w:tcPr>
          <w:p w14:paraId="353E0998" w14:textId="50DD5C32" w:rsidR="00C87EC3" w:rsidRPr="003B5C15" w:rsidRDefault="006F3745" w:rsidP="008C793D">
            <w:pPr>
              <w:pStyle w:val="Tabletext"/>
              <w:rPr>
                <w:rFonts w:cs="Calibri"/>
                <w:szCs w:val="20"/>
              </w:rPr>
            </w:pPr>
            <w:sdt>
              <w:sdtPr>
                <w:rPr>
                  <w:rFonts w:eastAsia="MS Gothic" w:cs="Calibri"/>
                  <w:sz w:val="24"/>
                  <w:szCs w:val="20"/>
                </w:rPr>
                <w:id w:val="-8445477"/>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 xml:space="preserve"> UC.306</w:t>
            </w:r>
            <w:r w:rsidR="00E56D57" w:rsidRPr="003B5C15">
              <w:rPr>
                <w:rFonts w:cs="Calibri"/>
                <w:szCs w:val="20"/>
              </w:rPr>
              <w:t>- Get HPI-O status</w:t>
            </w:r>
          </w:p>
        </w:tc>
      </w:tr>
      <w:tr w:rsidR="00C87EC3" w:rsidRPr="003B5C15" w14:paraId="345471E5" w14:textId="77777777" w:rsidTr="00556BB5">
        <w:trPr>
          <w:trHeight w:val="315"/>
        </w:trPr>
        <w:tc>
          <w:tcPr>
            <w:tcW w:w="0" w:type="dxa"/>
            <w:noWrap/>
          </w:tcPr>
          <w:p w14:paraId="12409F20" w14:textId="7C32040A" w:rsidR="00C87EC3" w:rsidRPr="003B5C15" w:rsidRDefault="006F3745" w:rsidP="008C793D">
            <w:pPr>
              <w:pStyle w:val="Tabletext"/>
              <w:rPr>
                <w:rFonts w:cs="Calibri"/>
                <w:szCs w:val="20"/>
              </w:rPr>
            </w:pPr>
            <w:sdt>
              <w:sdtPr>
                <w:rPr>
                  <w:rFonts w:eastAsia="MS Gothic" w:cs="Calibri"/>
                  <w:sz w:val="24"/>
                  <w:szCs w:val="20"/>
                </w:rPr>
                <w:id w:val="1471477756"/>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 xml:space="preserve">  TECH.SIS.HI.33 - Search for Provider Individual Batch Async v5.1.0</w:t>
            </w:r>
          </w:p>
        </w:tc>
        <w:tc>
          <w:tcPr>
            <w:tcW w:w="0" w:type="dxa"/>
            <w:noWrap/>
          </w:tcPr>
          <w:p w14:paraId="542541A6" w14:textId="084DC89B" w:rsidR="00C87EC3" w:rsidRPr="003B5C15" w:rsidRDefault="006F3745" w:rsidP="008C793D">
            <w:pPr>
              <w:pStyle w:val="Tabletext"/>
              <w:rPr>
                <w:rFonts w:cs="Calibri"/>
                <w:szCs w:val="20"/>
              </w:rPr>
            </w:pPr>
            <w:sdt>
              <w:sdtPr>
                <w:rPr>
                  <w:rFonts w:eastAsia="MS Gothic" w:cs="Calibri"/>
                  <w:sz w:val="24"/>
                  <w:szCs w:val="20"/>
                </w:rPr>
                <w:id w:val="1402566798"/>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 xml:space="preserve">  UC.131</w:t>
            </w:r>
            <w:r w:rsidR="00E56D57" w:rsidRPr="003B5C15">
              <w:rPr>
                <w:rFonts w:cs="Calibri"/>
                <w:szCs w:val="20"/>
              </w:rPr>
              <w:t>- Validate HPI-I via the HI Service</w:t>
            </w:r>
          </w:p>
        </w:tc>
      </w:tr>
      <w:tr w:rsidR="00C87EC3" w:rsidRPr="003B5C15" w14:paraId="68D2AFB5" w14:textId="77777777" w:rsidTr="00556BB5">
        <w:trPr>
          <w:trHeight w:val="315"/>
        </w:trPr>
        <w:tc>
          <w:tcPr>
            <w:tcW w:w="0" w:type="dxa"/>
            <w:noWrap/>
          </w:tcPr>
          <w:p w14:paraId="26A229F2" w14:textId="2D9C00BB" w:rsidR="00C87EC3" w:rsidRPr="003B5C15" w:rsidRDefault="006F3745" w:rsidP="008C793D">
            <w:pPr>
              <w:pStyle w:val="Tabletext"/>
              <w:rPr>
                <w:rFonts w:cs="Calibri"/>
                <w:szCs w:val="20"/>
              </w:rPr>
            </w:pPr>
            <w:sdt>
              <w:sdtPr>
                <w:rPr>
                  <w:rFonts w:eastAsia="MS Gothic" w:cs="Calibri"/>
                  <w:sz w:val="24"/>
                  <w:szCs w:val="20"/>
                </w:rPr>
                <w:id w:val="193595023"/>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 xml:space="preserve"> TECH.SIS.HI.34 - Search for Provider Organisation Batch Async v5.1.0</w:t>
            </w:r>
          </w:p>
        </w:tc>
        <w:tc>
          <w:tcPr>
            <w:tcW w:w="0" w:type="dxa"/>
            <w:noWrap/>
          </w:tcPr>
          <w:p w14:paraId="362FF4E4" w14:textId="7390AF2D" w:rsidR="00C87EC3" w:rsidRPr="003B5C15" w:rsidRDefault="006F3745" w:rsidP="008C793D">
            <w:pPr>
              <w:pStyle w:val="Tabletext"/>
              <w:rPr>
                <w:rFonts w:cs="Calibri"/>
                <w:szCs w:val="20"/>
              </w:rPr>
            </w:pPr>
            <w:sdt>
              <w:sdtPr>
                <w:rPr>
                  <w:rFonts w:eastAsia="MS Gothic" w:cs="Calibri"/>
                  <w:sz w:val="24"/>
                  <w:szCs w:val="20"/>
                </w:rPr>
                <w:id w:val="-1975439909"/>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szCs w:val="20"/>
                  </w:rPr>
                  <w:t>☐</w:t>
                </w:r>
              </w:sdtContent>
            </w:sdt>
            <w:r w:rsidR="005308A2" w:rsidRPr="003B5C15">
              <w:rPr>
                <w:rFonts w:cs="Calibri"/>
                <w:szCs w:val="20"/>
              </w:rPr>
              <w:t xml:space="preserve">  </w:t>
            </w:r>
            <w:r w:rsidR="00C87EC3" w:rsidRPr="003B5C15">
              <w:rPr>
                <w:rFonts w:cs="Calibri"/>
                <w:szCs w:val="20"/>
              </w:rPr>
              <w:t xml:space="preserve"> UC.306</w:t>
            </w:r>
            <w:r w:rsidR="00E56D57" w:rsidRPr="003B5C15">
              <w:rPr>
                <w:rFonts w:cs="Calibri"/>
                <w:szCs w:val="20"/>
              </w:rPr>
              <w:t>- Get HPI-O status</w:t>
            </w:r>
          </w:p>
        </w:tc>
      </w:tr>
    </w:tbl>
    <w:p w14:paraId="75ABADA2" w14:textId="77777777" w:rsidR="00C87EC3" w:rsidRPr="003B5C15" w:rsidRDefault="00C87EC3" w:rsidP="00C87EC3">
      <w:pPr>
        <w:pStyle w:val="BodyText"/>
        <w:rPr>
          <w:rFonts w:cs="Calibri"/>
          <w:szCs w:val="22"/>
        </w:rPr>
      </w:pPr>
    </w:p>
    <w:p w14:paraId="4BAD4782" w14:textId="48873AE1" w:rsidR="002B7D47" w:rsidRPr="00556BB5" w:rsidRDefault="00E50F59" w:rsidP="00800B21">
      <w:pPr>
        <w:pStyle w:val="Heading1"/>
        <w:rPr>
          <w:rFonts w:cs="Calibri"/>
        </w:rPr>
      </w:pPr>
      <w:bookmarkStart w:id="35" w:name="_Ref66264458"/>
      <w:bookmarkStart w:id="36" w:name="_Toc75784468"/>
      <w:bookmarkStart w:id="37" w:name="_Toc170823775"/>
      <w:bookmarkStart w:id="38" w:name="_Toc215058733"/>
      <w:r w:rsidRPr="00556BB5">
        <w:rPr>
          <w:rFonts w:cs="Calibri"/>
        </w:rPr>
        <w:lastRenderedPageBreak/>
        <w:t xml:space="preserve">HI </w:t>
      </w:r>
      <w:r w:rsidR="00E73B2D" w:rsidRPr="00556BB5">
        <w:rPr>
          <w:rFonts w:cs="Calibri"/>
        </w:rPr>
        <w:t xml:space="preserve">conformance </w:t>
      </w:r>
      <w:r w:rsidRPr="00556BB5">
        <w:rPr>
          <w:rFonts w:cs="Calibri"/>
        </w:rPr>
        <w:t xml:space="preserve">testing </w:t>
      </w:r>
      <w:r w:rsidR="00516C47" w:rsidRPr="00556BB5">
        <w:rPr>
          <w:rFonts w:cs="Calibri"/>
        </w:rPr>
        <w:t xml:space="preserve">for HI </w:t>
      </w:r>
      <w:r w:rsidR="00636963" w:rsidRPr="00556BB5">
        <w:rPr>
          <w:rFonts w:cs="Calibri"/>
        </w:rPr>
        <w:t>Service</w:t>
      </w:r>
      <w:bookmarkEnd w:id="35"/>
      <w:bookmarkEnd w:id="36"/>
      <w:bookmarkEnd w:id="37"/>
      <w:bookmarkEnd w:id="38"/>
    </w:p>
    <w:p w14:paraId="5CD1C8FF" w14:textId="773B4707" w:rsidR="000D4550" w:rsidRPr="003B5C15" w:rsidRDefault="000D4550" w:rsidP="008341A8">
      <w:pPr>
        <w:pStyle w:val="BodyText"/>
        <w:rPr>
          <w:rFonts w:cs="Calibri"/>
          <w:i/>
          <w:iCs/>
          <w:szCs w:val="22"/>
        </w:rPr>
      </w:pPr>
      <w:r w:rsidRPr="003B5C15">
        <w:rPr>
          <w:rFonts w:cs="Calibri"/>
          <w:i/>
          <w:iCs/>
          <w:szCs w:val="22"/>
        </w:rPr>
        <w:t>This section is required for declaring conformance for new or updated implementations, including new implementation</w:t>
      </w:r>
      <w:r w:rsidR="00203886" w:rsidRPr="003B5C15">
        <w:rPr>
          <w:rFonts w:cs="Calibri"/>
          <w:i/>
          <w:iCs/>
          <w:szCs w:val="22"/>
        </w:rPr>
        <w:t>s</w:t>
      </w:r>
      <w:r w:rsidRPr="003B5C15">
        <w:rPr>
          <w:rFonts w:cs="Calibri"/>
          <w:i/>
          <w:iCs/>
          <w:szCs w:val="22"/>
        </w:rPr>
        <w:t xml:space="preserve"> to the HI Service, or changes to the way </w:t>
      </w:r>
      <w:r w:rsidR="00BC0234" w:rsidRPr="003B5C15">
        <w:rPr>
          <w:rFonts w:cs="Calibri"/>
          <w:i/>
          <w:iCs/>
          <w:szCs w:val="22"/>
        </w:rPr>
        <w:t>the current</w:t>
      </w:r>
      <w:r w:rsidRPr="003B5C15">
        <w:rPr>
          <w:rFonts w:cs="Calibri"/>
          <w:i/>
          <w:iCs/>
          <w:szCs w:val="22"/>
        </w:rPr>
        <w:t xml:space="preserve"> implementation interacts with the HI Service (e.g. a new web service has been introduced or a web service currently connected has been removed). </w:t>
      </w:r>
    </w:p>
    <w:p w14:paraId="7B8CC7DC" w14:textId="2C8DC39C" w:rsidR="006A5937" w:rsidRPr="003B5C15" w:rsidRDefault="006A5937" w:rsidP="008341A8">
      <w:pPr>
        <w:pStyle w:val="BodyText"/>
        <w:rPr>
          <w:rFonts w:cs="Calibri"/>
          <w:i/>
          <w:iCs/>
          <w:szCs w:val="22"/>
        </w:rPr>
      </w:pPr>
      <w:r w:rsidRPr="003B5C15">
        <w:rPr>
          <w:rFonts w:cs="Calibri"/>
          <w:i/>
          <w:iCs/>
          <w:szCs w:val="22"/>
        </w:rPr>
        <w:t xml:space="preserve">Refer to section </w:t>
      </w:r>
      <w:r w:rsidR="00672EA9" w:rsidRPr="003B5C15">
        <w:rPr>
          <w:rFonts w:cs="Calibri"/>
          <w:i/>
          <w:iCs/>
          <w:szCs w:val="22"/>
        </w:rPr>
        <w:fldChar w:fldCharType="begin"/>
      </w:r>
      <w:r w:rsidR="00672EA9" w:rsidRPr="003B5C15">
        <w:rPr>
          <w:rFonts w:cs="Calibri"/>
          <w:i/>
          <w:iCs/>
          <w:szCs w:val="22"/>
        </w:rPr>
        <w:instrText xml:space="preserve"> REF _Ref201656877 \r \h </w:instrText>
      </w:r>
      <w:r w:rsidR="003B5C15">
        <w:rPr>
          <w:rFonts w:cs="Calibri"/>
          <w:i/>
          <w:iCs/>
          <w:szCs w:val="22"/>
        </w:rPr>
        <w:instrText xml:space="preserve"> \* MERGEFORMAT </w:instrText>
      </w:r>
      <w:r w:rsidR="00672EA9" w:rsidRPr="003B5C15">
        <w:rPr>
          <w:rFonts w:cs="Calibri"/>
          <w:i/>
          <w:iCs/>
          <w:szCs w:val="22"/>
        </w:rPr>
      </w:r>
      <w:r w:rsidR="00672EA9" w:rsidRPr="003B5C15">
        <w:rPr>
          <w:rFonts w:cs="Calibri"/>
          <w:i/>
          <w:iCs/>
          <w:szCs w:val="22"/>
        </w:rPr>
        <w:fldChar w:fldCharType="separate"/>
      </w:r>
      <w:r w:rsidR="0010662E" w:rsidRPr="003B5C15">
        <w:rPr>
          <w:rFonts w:cs="Calibri"/>
          <w:i/>
          <w:iCs/>
          <w:szCs w:val="22"/>
        </w:rPr>
        <w:t>6</w:t>
      </w:r>
      <w:r w:rsidR="00672EA9" w:rsidRPr="003B5C15">
        <w:rPr>
          <w:rFonts w:cs="Calibri"/>
          <w:i/>
          <w:iCs/>
          <w:szCs w:val="22"/>
        </w:rPr>
        <w:fldChar w:fldCharType="end"/>
      </w:r>
      <w:r w:rsidR="00076CCB" w:rsidRPr="003B5C15">
        <w:rPr>
          <w:rFonts w:cs="Calibri"/>
          <w:i/>
          <w:iCs/>
          <w:szCs w:val="22"/>
        </w:rPr>
        <w:t xml:space="preserve"> </w:t>
      </w:r>
      <w:r w:rsidRPr="003B5C15">
        <w:rPr>
          <w:rFonts w:cs="Calibri"/>
          <w:i/>
          <w:iCs/>
          <w:szCs w:val="22"/>
        </w:rPr>
        <w:t xml:space="preserve">if software system declares conformance for </w:t>
      </w:r>
      <w:r w:rsidR="00296033" w:rsidRPr="003B5C15">
        <w:rPr>
          <w:rFonts w:cs="Calibri"/>
          <w:i/>
          <w:iCs/>
          <w:szCs w:val="22"/>
        </w:rPr>
        <w:t>electronic prescribing</w:t>
      </w:r>
      <w:r w:rsidRPr="003B5C15">
        <w:rPr>
          <w:rFonts w:cs="Calibri"/>
          <w:i/>
          <w:iCs/>
          <w:szCs w:val="22"/>
        </w:rPr>
        <w:t>.</w:t>
      </w:r>
    </w:p>
    <w:p w14:paraId="23AB7306" w14:textId="568042D8" w:rsidR="00447E58" w:rsidRPr="00556BB5" w:rsidRDefault="0066341C" w:rsidP="00800B21">
      <w:pPr>
        <w:pStyle w:val="Heading2"/>
        <w:rPr>
          <w:rFonts w:cs="Calibri"/>
        </w:rPr>
      </w:pPr>
      <w:bookmarkStart w:id="39" w:name="_Ref66268737"/>
      <w:bookmarkStart w:id="40" w:name="_Ref66268770"/>
      <w:bookmarkStart w:id="41" w:name="_Ref66268805"/>
      <w:bookmarkStart w:id="42" w:name="_Toc75784469"/>
      <w:bookmarkStart w:id="43" w:name="_Toc170823776"/>
      <w:bookmarkStart w:id="44" w:name="_Toc215058734"/>
      <w:r w:rsidRPr="00556BB5">
        <w:rPr>
          <w:rFonts w:cs="Calibri"/>
        </w:rPr>
        <w:t>New</w:t>
      </w:r>
      <w:r w:rsidR="00CB0725" w:rsidRPr="00556BB5">
        <w:rPr>
          <w:rFonts w:cs="Calibri"/>
        </w:rPr>
        <w:t xml:space="preserve"> or updated </w:t>
      </w:r>
      <w:r w:rsidR="00E73B2D" w:rsidRPr="00556BB5">
        <w:rPr>
          <w:rFonts w:cs="Calibri"/>
        </w:rPr>
        <w:t>business use cases</w:t>
      </w:r>
      <w:bookmarkEnd w:id="39"/>
      <w:bookmarkEnd w:id="40"/>
      <w:bookmarkEnd w:id="41"/>
      <w:bookmarkEnd w:id="42"/>
      <w:bookmarkEnd w:id="43"/>
      <w:bookmarkEnd w:id="44"/>
    </w:p>
    <w:p w14:paraId="0368636F" w14:textId="19D06EDB" w:rsidR="00447E58" w:rsidRPr="003B5C15" w:rsidRDefault="00447E58" w:rsidP="00447E58">
      <w:pPr>
        <w:pStyle w:val="BodyText"/>
        <w:rPr>
          <w:rFonts w:cs="Calibri"/>
          <w:szCs w:val="22"/>
        </w:rPr>
      </w:pPr>
      <w:r w:rsidRPr="003B5C15">
        <w:rPr>
          <w:rFonts w:cs="Calibri"/>
          <w:szCs w:val="22"/>
        </w:rPr>
        <w:t xml:space="preserve">The implementation supports the following use cases </w:t>
      </w:r>
      <w:r w:rsidR="002221F8" w:rsidRPr="003B5C15">
        <w:rPr>
          <w:rFonts w:cs="Calibri"/>
          <w:szCs w:val="22"/>
        </w:rPr>
        <w:t xml:space="preserve">and HI web </w:t>
      </w:r>
      <w:r w:rsidR="00875429" w:rsidRPr="003B5C15">
        <w:rPr>
          <w:rFonts w:cs="Calibri"/>
          <w:szCs w:val="22"/>
        </w:rPr>
        <w:t>services (</w:t>
      </w:r>
      <w:r w:rsidRPr="003B5C15">
        <w:rPr>
          <w:rFonts w:cs="Calibri"/>
          <w:szCs w:val="22"/>
        </w:rPr>
        <w:t>tick all that apply):</w:t>
      </w:r>
    </w:p>
    <w:p w14:paraId="3174E61E" w14:textId="6668764D" w:rsidR="00A819F1" w:rsidRPr="003B5C15" w:rsidRDefault="7CE7871D" w:rsidP="183BA4F5">
      <w:pPr>
        <w:pStyle w:val="BodyText"/>
        <w:rPr>
          <w:rFonts w:cs="Calibri"/>
          <w:i/>
          <w:iCs/>
        </w:rPr>
      </w:pPr>
      <w:r w:rsidRPr="003B5C15">
        <w:rPr>
          <w:rFonts w:cs="Calibri"/>
          <w:i/>
          <w:iCs/>
        </w:rPr>
        <w:t xml:space="preserve">Note: A HI implementation must support at least the following business use cases to obtain access to the HI Service: </w:t>
      </w:r>
      <w:r w:rsidR="61643E2A" w:rsidRPr="003B5C15">
        <w:rPr>
          <w:rFonts w:cs="Calibri"/>
          <w:i/>
          <w:iCs/>
        </w:rPr>
        <w:t>‘</w:t>
      </w:r>
      <w:r w:rsidRPr="003B5C15">
        <w:rPr>
          <w:rFonts w:cs="Calibri"/>
          <w:i/>
          <w:iCs/>
        </w:rPr>
        <w:t>UC.010</w:t>
      </w:r>
      <w:r w:rsidR="255328D2" w:rsidRPr="003B5C15">
        <w:rPr>
          <w:rFonts w:cs="Calibri"/>
          <w:i/>
          <w:iCs/>
        </w:rPr>
        <w:t xml:space="preserve"> and </w:t>
      </w:r>
      <w:r w:rsidRPr="003B5C15">
        <w:rPr>
          <w:rFonts w:cs="Calibri"/>
          <w:i/>
          <w:iCs/>
        </w:rPr>
        <w:t>UC.015</w:t>
      </w:r>
      <w:r w:rsidR="1FC09B49" w:rsidRPr="003B5C15">
        <w:rPr>
          <w:rFonts w:cs="Calibri"/>
          <w:i/>
          <w:iCs/>
        </w:rPr>
        <w:t>’</w:t>
      </w:r>
      <w:r w:rsidR="00E30CF8" w:rsidRPr="003B5C15">
        <w:rPr>
          <w:rFonts w:cs="Calibri"/>
          <w:i/>
          <w:iCs/>
        </w:rPr>
        <w:t>.</w:t>
      </w:r>
    </w:p>
    <w:tbl>
      <w:tblPr>
        <w:tblStyle w:val="Default"/>
        <w:tblW w:w="9072" w:type="dxa"/>
        <w:tblBorders>
          <w:insideH w:val="single" w:sz="4" w:space="0" w:color="auto"/>
        </w:tblBorders>
        <w:tblLayout w:type="fixed"/>
        <w:tblLook w:val="0000" w:firstRow="0" w:lastRow="0" w:firstColumn="0" w:lastColumn="0" w:noHBand="0" w:noVBand="0"/>
      </w:tblPr>
      <w:tblGrid>
        <w:gridCol w:w="2268"/>
        <w:gridCol w:w="2268"/>
        <w:gridCol w:w="2268"/>
        <w:gridCol w:w="2268"/>
      </w:tblGrid>
      <w:tr w:rsidR="009E2184" w:rsidRPr="003B5C15" w14:paraId="72A660FB" w14:textId="77777777" w:rsidTr="00556BB5">
        <w:trPr>
          <w:trHeight w:val="315"/>
        </w:trPr>
        <w:tc>
          <w:tcPr>
            <w:tcW w:w="0" w:type="dxa"/>
            <w:shd w:val="clear" w:color="auto" w:fill="F2F2F2" w:themeFill="background1" w:themeFillShade="F2"/>
            <w:noWrap/>
          </w:tcPr>
          <w:p w14:paraId="6CACEBD5" w14:textId="22829D02" w:rsidR="009E2184" w:rsidRPr="00556BB5" w:rsidRDefault="4D31E455" w:rsidP="009E2184">
            <w:pPr>
              <w:pStyle w:val="Tableheader"/>
              <w:rPr>
                <w:rFonts w:eastAsia="Verdana" w:cs="Calibri"/>
                <w:color w:val="FF0000"/>
              </w:rPr>
            </w:pPr>
            <w:r w:rsidRPr="00556BB5">
              <w:rPr>
                <w:rFonts w:eastAsia="Verdana" w:cs="Calibri"/>
              </w:rPr>
              <w:t>Name of current conformant software</w:t>
            </w:r>
            <w:r w:rsidRPr="00556BB5">
              <w:rPr>
                <w:rFonts w:eastAsia="Verdana" w:cs="Calibri"/>
                <w:color w:val="FF0000"/>
              </w:rPr>
              <w:t>*</w:t>
            </w:r>
          </w:p>
        </w:tc>
        <w:tc>
          <w:tcPr>
            <w:tcW w:w="0" w:type="dxa"/>
          </w:tcPr>
          <w:p w14:paraId="418FF511" w14:textId="77777777" w:rsidR="009E2184" w:rsidRPr="00556BB5" w:rsidRDefault="009E2184" w:rsidP="009E2184">
            <w:pPr>
              <w:pStyle w:val="Tabletext"/>
              <w:rPr>
                <w:rFonts w:cs="Calibri"/>
              </w:rPr>
            </w:pPr>
          </w:p>
        </w:tc>
        <w:tc>
          <w:tcPr>
            <w:tcW w:w="0" w:type="dxa"/>
            <w:shd w:val="clear" w:color="auto" w:fill="F2F2F2" w:themeFill="background1" w:themeFillShade="F2"/>
          </w:tcPr>
          <w:p w14:paraId="4AB95974" w14:textId="45DA99A7" w:rsidR="009E2184" w:rsidRPr="00556BB5" w:rsidRDefault="4D31E455" w:rsidP="009E2184">
            <w:pPr>
              <w:pStyle w:val="Tableheader"/>
              <w:rPr>
                <w:rFonts w:cs="Calibri"/>
              </w:rPr>
            </w:pPr>
            <w:r w:rsidRPr="00556BB5">
              <w:rPr>
                <w:rFonts w:cs="Calibri"/>
              </w:rPr>
              <w:t>Version</w:t>
            </w:r>
          </w:p>
        </w:tc>
        <w:tc>
          <w:tcPr>
            <w:tcW w:w="0" w:type="dxa"/>
          </w:tcPr>
          <w:p w14:paraId="40E0298A" w14:textId="62285D4B" w:rsidR="009E2184" w:rsidRPr="00556BB5" w:rsidRDefault="009E2184" w:rsidP="009E2184">
            <w:pPr>
              <w:pStyle w:val="Tabletext"/>
              <w:rPr>
                <w:rFonts w:cs="Calibri"/>
              </w:rPr>
            </w:pPr>
          </w:p>
        </w:tc>
      </w:tr>
      <w:tr w:rsidR="34EF76FB" w:rsidRPr="003B5C15" w14:paraId="62DFCAFD" w14:textId="77777777" w:rsidTr="00556BB5">
        <w:trPr>
          <w:trHeight w:val="300"/>
        </w:trPr>
        <w:tc>
          <w:tcPr>
            <w:tcW w:w="0" w:type="dxa"/>
            <w:shd w:val="clear" w:color="auto" w:fill="F2F2F2" w:themeFill="background1" w:themeFillShade="F2"/>
            <w:noWrap/>
          </w:tcPr>
          <w:p w14:paraId="77CE1A09" w14:textId="386D5C5B" w:rsidR="34EF76FB" w:rsidRPr="00556BB5" w:rsidRDefault="34EF76FB" w:rsidP="34EF76FB">
            <w:pPr>
              <w:pStyle w:val="Tableheader"/>
              <w:rPr>
                <w:rFonts w:eastAsia="Verdana" w:cs="Calibri"/>
              </w:rPr>
            </w:pPr>
          </w:p>
        </w:tc>
        <w:tc>
          <w:tcPr>
            <w:tcW w:w="0" w:type="dxa"/>
          </w:tcPr>
          <w:p w14:paraId="22189A76" w14:textId="261BE34B" w:rsidR="34EF76FB" w:rsidRPr="00556BB5" w:rsidRDefault="34EF76FB" w:rsidP="34EF76FB">
            <w:pPr>
              <w:pStyle w:val="Tabletext"/>
              <w:rPr>
                <w:rFonts w:cs="Calibri"/>
              </w:rPr>
            </w:pPr>
          </w:p>
        </w:tc>
        <w:tc>
          <w:tcPr>
            <w:tcW w:w="0" w:type="dxa"/>
            <w:shd w:val="clear" w:color="auto" w:fill="F2F2F2" w:themeFill="background1" w:themeFillShade="F2"/>
          </w:tcPr>
          <w:p w14:paraId="47C6D689" w14:textId="510E8768" w:rsidR="34EF76FB" w:rsidRPr="00556BB5" w:rsidRDefault="34EF76FB" w:rsidP="34EF76FB">
            <w:pPr>
              <w:pStyle w:val="Tableheader"/>
              <w:rPr>
                <w:rFonts w:cs="Calibri"/>
              </w:rPr>
            </w:pPr>
          </w:p>
        </w:tc>
        <w:tc>
          <w:tcPr>
            <w:tcW w:w="0" w:type="dxa"/>
          </w:tcPr>
          <w:p w14:paraId="19263485" w14:textId="5E5EF99B" w:rsidR="34EF76FB" w:rsidRPr="00556BB5" w:rsidRDefault="34EF76FB" w:rsidP="34EF76FB">
            <w:pPr>
              <w:pStyle w:val="Tabletext"/>
              <w:rPr>
                <w:rFonts w:cs="Calibri"/>
              </w:rPr>
            </w:pPr>
          </w:p>
        </w:tc>
      </w:tr>
      <w:tr w:rsidR="34EF76FB" w:rsidRPr="003B5C15" w14:paraId="118442BF" w14:textId="77777777" w:rsidTr="00556BB5">
        <w:trPr>
          <w:trHeight w:val="300"/>
        </w:trPr>
        <w:tc>
          <w:tcPr>
            <w:tcW w:w="0" w:type="dxa"/>
            <w:shd w:val="clear" w:color="auto" w:fill="F2F2F2" w:themeFill="background1" w:themeFillShade="F2"/>
            <w:noWrap/>
          </w:tcPr>
          <w:p w14:paraId="113D34BD" w14:textId="518A841E" w:rsidR="34EF76FB" w:rsidRPr="00556BB5" w:rsidRDefault="34EF76FB" w:rsidP="34EF76FB">
            <w:pPr>
              <w:pStyle w:val="Tableheader"/>
              <w:rPr>
                <w:rFonts w:eastAsia="Verdana" w:cs="Calibri"/>
              </w:rPr>
            </w:pPr>
          </w:p>
        </w:tc>
        <w:tc>
          <w:tcPr>
            <w:tcW w:w="0" w:type="dxa"/>
          </w:tcPr>
          <w:p w14:paraId="3759821F" w14:textId="2E9D64E0" w:rsidR="34EF76FB" w:rsidRPr="00556BB5" w:rsidRDefault="34EF76FB" w:rsidP="34EF76FB">
            <w:pPr>
              <w:pStyle w:val="Tabletext"/>
              <w:rPr>
                <w:rFonts w:cs="Calibri"/>
              </w:rPr>
            </w:pPr>
          </w:p>
        </w:tc>
        <w:tc>
          <w:tcPr>
            <w:tcW w:w="0" w:type="dxa"/>
            <w:shd w:val="clear" w:color="auto" w:fill="F2F2F2" w:themeFill="background1" w:themeFillShade="F2"/>
          </w:tcPr>
          <w:p w14:paraId="3E2174E6" w14:textId="617C917A" w:rsidR="34EF76FB" w:rsidRPr="00556BB5" w:rsidRDefault="34EF76FB" w:rsidP="34EF76FB">
            <w:pPr>
              <w:pStyle w:val="Tableheader"/>
              <w:rPr>
                <w:rFonts w:cs="Calibri"/>
              </w:rPr>
            </w:pPr>
          </w:p>
        </w:tc>
        <w:tc>
          <w:tcPr>
            <w:tcW w:w="0" w:type="dxa"/>
          </w:tcPr>
          <w:p w14:paraId="37BDD898" w14:textId="1DFB2E61" w:rsidR="34EF76FB" w:rsidRPr="00556BB5" w:rsidRDefault="34EF76FB" w:rsidP="34EF76FB">
            <w:pPr>
              <w:pStyle w:val="Tabletext"/>
              <w:rPr>
                <w:rFonts w:cs="Calibri"/>
              </w:rPr>
            </w:pPr>
          </w:p>
        </w:tc>
      </w:tr>
      <w:tr w:rsidR="34EF76FB" w:rsidRPr="003B5C15" w14:paraId="216B7D10" w14:textId="77777777" w:rsidTr="00556BB5">
        <w:trPr>
          <w:trHeight w:val="300"/>
        </w:trPr>
        <w:tc>
          <w:tcPr>
            <w:tcW w:w="0" w:type="dxa"/>
            <w:shd w:val="clear" w:color="auto" w:fill="F2F2F2" w:themeFill="background1" w:themeFillShade="F2"/>
            <w:noWrap/>
          </w:tcPr>
          <w:p w14:paraId="7EA9DE00" w14:textId="28A3F9EF" w:rsidR="34EF76FB" w:rsidRPr="00556BB5" w:rsidRDefault="34EF76FB" w:rsidP="34EF76FB">
            <w:pPr>
              <w:pStyle w:val="Tableheader"/>
              <w:rPr>
                <w:rFonts w:eastAsia="Verdana" w:cs="Calibri"/>
              </w:rPr>
            </w:pPr>
          </w:p>
        </w:tc>
        <w:tc>
          <w:tcPr>
            <w:tcW w:w="0" w:type="dxa"/>
          </w:tcPr>
          <w:p w14:paraId="4A04C5BE" w14:textId="50DFE54F" w:rsidR="34EF76FB" w:rsidRPr="00556BB5" w:rsidRDefault="34EF76FB" w:rsidP="34EF76FB">
            <w:pPr>
              <w:pStyle w:val="Tabletext"/>
              <w:rPr>
                <w:rFonts w:cs="Calibri"/>
              </w:rPr>
            </w:pPr>
          </w:p>
        </w:tc>
        <w:tc>
          <w:tcPr>
            <w:tcW w:w="0" w:type="dxa"/>
            <w:shd w:val="clear" w:color="auto" w:fill="F2F2F2" w:themeFill="background1" w:themeFillShade="F2"/>
          </w:tcPr>
          <w:p w14:paraId="7AF56CF9" w14:textId="64E23891" w:rsidR="34EF76FB" w:rsidRPr="00556BB5" w:rsidRDefault="34EF76FB" w:rsidP="34EF76FB">
            <w:pPr>
              <w:pStyle w:val="Tableheader"/>
              <w:rPr>
                <w:rFonts w:cs="Calibri"/>
              </w:rPr>
            </w:pPr>
          </w:p>
        </w:tc>
        <w:tc>
          <w:tcPr>
            <w:tcW w:w="0" w:type="dxa"/>
          </w:tcPr>
          <w:p w14:paraId="62390923" w14:textId="3CE32993" w:rsidR="34EF76FB" w:rsidRPr="00556BB5" w:rsidRDefault="34EF76FB" w:rsidP="34EF76FB">
            <w:pPr>
              <w:pStyle w:val="Tabletext"/>
              <w:rPr>
                <w:rFonts w:cs="Calibri"/>
              </w:rPr>
            </w:pPr>
          </w:p>
        </w:tc>
      </w:tr>
    </w:tbl>
    <w:p w14:paraId="73E372D1" w14:textId="77777777" w:rsidR="00A819F1" w:rsidRPr="003B5C15" w:rsidRDefault="00A819F1" w:rsidP="00A819F1">
      <w:pPr>
        <w:rPr>
          <w:rFonts w:cs="Calibri"/>
        </w:rPr>
      </w:pPr>
    </w:p>
    <w:tbl>
      <w:tblPr>
        <w:tblStyle w:val="Default"/>
        <w:tblW w:w="9072" w:type="dxa"/>
        <w:tblBorders>
          <w:insideH w:val="single" w:sz="4" w:space="0" w:color="auto"/>
        </w:tblBorders>
        <w:tblLayout w:type="fixed"/>
        <w:tblLook w:val="0000" w:firstRow="0" w:lastRow="0" w:firstColumn="0" w:lastColumn="0" w:noHBand="0" w:noVBand="0"/>
      </w:tblPr>
      <w:tblGrid>
        <w:gridCol w:w="4536"/>
        <w:gridCol w:w="4536"/>
      </w:tblGrid>
      <w:tr w:rsidR="00A819F1" w:rsidRPr="003B5C15" w14:paraId="5BB48DAB" w14:textId="77777777" w:rsidTr="00556BB5">
        <w:trPr>
          <w:trHeight w:val="315"/>
        </w:trPr>
        <w:tc>
          <w:tcPr>
            <w:tcW w:w="4536" w:type="dxa"/>
            <w:shd w:val="clear" w:color="auto" w:fill="F2F2F2" w:themeFill="background1" w:themeFillShade="F2"/>
            <w:noWrap/>
          </w:tcPr>
          <w:p w14:paraId="77B8C305" w14:textId="77777777" w:rsidR="00A819F1" w:rsidRPr="00556BB5" w:rsidRDefault="44DB5C9B" w:rsidP="009E2184">
            <w:pPr>
              <w:pStyle w:val="Tableheader"/>
              <w:rPr>
                <w:rFonts w:cs="Calibri"/>
              </w:rPr>
            </w:pPr>
            <w:r w:rsidRPr="00556BB5">
              <w:rPr>
                <w:rFonts w:cs="Calibri"/>
              </w:rPr>
              <w:t>Tick all HI web services that are new or updated for this implementation.</w:t>
            </w:r>
          </w:p>
        </w:tc>
        <w:tc>
          <w:tcPr>
            <w:tcW w:w="4536" w:type="dxa"/>
            <w:shd w:val="clear" w:color="auto" w:fill="F2F2F2" w:themeFill="background1" w:themeFillShade="F2"/>
            <w:noWrap/>
          </w:tcPr>
          <w:p w14:paraId="061E83D7" w14:textId="27014A84" w:rsidR="00A819F1" w:rsidRPr="00556BB5" w:rsidRDefault="415903C3" w:rsidP="009E2184">
            <w:pPr>
              <w:pStyle w:val="Tableheader"/>
              <w:rPr>
                <w:rFonts w:cs="Calibri"/>
              </w:rPr>
            </w:pPr>
            <w:r w:rsidRPr="00556BB5">
              <w:rPr>
                <w:rFonts w:cs="Calibri"/>
              </w:rPr>
              <w:t xml:space="preserve">Tick all </w:t>
            </w:r>
            <w:r w:rsidR="1876D5A2" w:rsidRPr="00556BB5">
              <w:rPr>
                <w:rFonts w:cs="Calibri"/>
              </w:rPr>
              <w:t xml:space="preserve">related business use cases </w:t>
            </w:r>
            <w:r w:rsidRPr="00556BB5">
              <w:rPr>
                <w:rFonts w:cs="Calibri"/>
              </w:rPr>
              <w:t xml:space="preserve">that </w:t>
            </w:r>
            <w:r w:rsidR="0C7DE79E" w:rsidRPr="00556BB5">
              <w:rPr>
                <w:rFonts w:cs="Calibri"/>
              </w:rPr>
              <w:t xml:space="preserve">are new or updated for this implementation </w:t>
            </w:r>
            <w:r w:rsidRPr="00556BB5">
              <w:rPr>
                <w:rFonts w:cs="Calibri"/>
              </w:rPr>
              <w:t xml:space="preserve"> </w:t>
            </w:r>
          </w:p>
        </w:tc>
      </w:tr>
      <w:tr w:rsidR="00A819F1" w:rsidRPr="003B5C15" w14:paraId="09595FF5" w14:textId="77777777" w:rsidTr="00556BB5">
        <w:trPr>
          <w:trHeight w:val="315"/>
        </w:trPr>
        <w:tc>
          <w:tcPr>
            <w:tcW w:w="4536" w:type="dxa"/>
            <w:noWrap/>
          </w:tcPr>
          <w:p w14:paraId="38ABCCA9" w14:textId="78EE78E7" w:rsidR="00A819F1" w:rsidRPr="00556BB5" w:rsidRDefault="006F3745" w:rsidP="008C793D">
            <w:pPr>
              <w:pStyle w:val="Tabletext"/>
              <w:rPr>
                <w:rFonts w:cs="Calibri"/>
              </w:rPr>
            </w:pPr>
            <w:sdt>
              <w:sdtPr>
                <w:rPr>
                  <w:rFonts w:eastAsia="MS Gothic" w:cs="Calibri"/>
                  <w:sz w:val="24"/>
                </w:rPr>
                <w:id w:val="1185488126"/>
                <w14:checkbox>
                  <w14:checked w14:val="0"/>
                  <w14:checkedState w14:val="2612" w14:font="MS Gothic"/>
                  <w14:uncheckedState w14:val="2610" w14:font="MS Gothic"/>
                </w14:checkbox>
              </w:sdtPr>
              <w:sdtEndPr/>
              <w:sdtContent>
                <w:r w:rsidR="44DB5C9B" w:rsidRPr="00556BB5">
                  <w:rPr>
                    <w:rFonts w:ascii="Segoe UI Symbol" w:eastAsia="MS Gothic" w:hAnsi="Segoe UI Symbol" w:cs="Segoe UI Symbol"/>
                    <w:sz w:val="24"/>
                  </w:rPr>
                  <w:t>☐</w:t>
                </w:r>
              </w:sdtContent>
            </w:sdt>
            <w:r w:rsidR="44DB5C9B" w:rsidRPr="00556BB5">
              <w:rPr>
                <w:rFonts w:cs="Calibri"/>
              </w:rPr>
              <w:t xml:space="preserve">   TECH.SIS.HI.05 - Update IHI via B2B v3.2.0</w:t>
            </w:r>
          </w:p>
        </w:tc>
        <w:tc>
          <w:tcPr>
            <w:tcW w:w="4536" w:type="dxa"/>
            <w:noWrap/>
          </w:tcPr>
          <w:p w14:paraId="2BA58E85" w14:textId="378C1CED" w:rsidR="00BD6DD3" w:rsidRPr="00556BB5" w:rsidRDefault="006F3745" w:rsidP="008C793D">
            <w:pPr>
              <w:pStyle w:val="Tabletext"/>
              <w:rPr>
                <w:rFonts w:cs="Calibri"/>
              </w:rPr>
            </w:pPr>
            <w:sdt>
              <w:sdtPr>
                <w:rPr>
                  <w:rFonts w:eastAsia="MS Gothic" w:cs="Calibri"/>
                  <w:sz w:val="24"/>
                </w:rPr>
                <w:id w:val="-1686503339"/>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UC.01</w:t>
            </w:r>
            <w:r w:rsidR="00BD6DD3" w:rsidRPr="00556BB5">
              <w:rPr>
                <w:rFonts w:cs="Calibri"/>
              </w:rPr>
              <w:t>6</w:t>
            </w:r>
            <w:r w:rsidR="00A819F1" w:rsidRPr="00556BB5">
              <w:rPr>
                <w:rFonts w:cs="Calibri"/>
              </w:rPr>
              <w:t xml:space="preserve"> - </w:t>
            </w:r>
            <w:r w:rsidR="00526E9A" w:rsidRPr="00556BB5">
              <w:rPr>
                <w:rFonts w:cs="Calibri"/>
              </w:rPr>
              <w:t>Update patient details in the HI Service</w:t>
            </w:r>
          </w:p>
        </w:tc>
      </w:tr>
      <w:tr w:rsidR="00A819F1" w:rsidRPr="003B5C15" w14:paraId="1703C5CB" w14:textId="77777777" w:rsidTr="00556BB5">
        <w:trPr>
          <w:trHeight w:val="315"/>
        </w:trPr>
        <w:tc>
          <w:tcPr>
            <w:tcW w:w="4536" w:type="dxa"/>
            <w:noWrap/>
          </w:tcPr>
          <w:p w14:paraId="44C2F319" w14:textId="77777777" w:rsidR="00A819F1" w:rsidRPr="00556BB5" w:rsidRDefault="006F3745" w:rsidP="008C793D">
            <w:pPr>
              <w:pStyle w:val="Tabletext"/>
              <w:rPr>
                <w:rFonts w:cs="Calibri"/>
              </w:rPr>
            </w:pPr>
            <w:sdt>
              <w:sdtPr>
                <w:rPr>
                  <w:rFonts w:eastAsia="MS Gothic" w:cs="Calibri"/>
                  <w:sz w:val="24"/>
                </w:rPr>
                <w:id w:val="-1475205996"/>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TECH.SIS.HI.06 - IHI Inquiry Search via B2B v3.0</w:t>
            </w:r>
          </w:p>
        </w:tc>
        <w:tc>
          <w:tcPr>
            <w:tcW w:w="4536" w:type="dxa"/>
            <w:noWrap/>
          </w:tcPr>
          <w:p w14:paraId="05F4EFA9" w14:textId="77777777" w:rsidR="00A819F1" w:rsidRPr="00556BB5" w:rsidRDefault="006F3745" w:rsidP="008C793D">
            <w:pPr>
              <w:pStyle w:val="Tabletext"/>
              <w:rPr>
                <w:rFonts w:cs="Calibri"/>
              </w:rPr>
            </w:pPr>
            <w:sdt>
              <w:sdtPr>
                <w:rPr>
                  <w:rFonts w:eastAsia="MS Gothic" w:cs="Calibri"/>
                  <w:sz w:val="24"/>
                </w:rPr>
                <w:id w:val="-2058153202"/>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UC.010 - Register patient</w:t>
            </w:r>
          </w:p>
          <w:p w14:paraId="209AD740" w14:textId="77777777" w:rsidR="00A819F1" w:rsidRPr="00556BB5" w:rsidRDefault="006F3745" w:rsidP="008C793D">
            <w:pPr>
              <w:pStyle w:val="Tabletext"/>
              <w:rPr>
                <w:rFonts w:cs="Calibri"/>
              </w:rPr>
            </w:pPr>
            <w:sdt>
              <w:sdtPr>
                <w:rPr>
                  <w:rFonts w:eastAsia="MS Gothic" w:cs="Calibri"/>
                  <w:sz w:val="24"/>
                </w:rPr>
                <w:id w:val="-2045126296"/>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UC.015 - Update patient health record</w:t>
            </w:r>
          </w:p>
          <w:p w14:paraId="6F407635" w14:textId="0C533C5E" w:rsidR="008F2335" w:rsidRPr="00556BB5" w:rsidRDefault="006F3745" w:rsidP="008C793D">
            <w:pPr>
              <w:pStyle w:val="Tabletext"/>
              <w:rPr>
                <w:rFonts w:cs="Calibri"/>
              </w:rPr>
            </w:pPr>
            <w:sdt>
              <w:sdtPr>
                <w:rPr>
                  <w:rFonts w:eastAsia="MS Gothic" w:cs="Calibri"/>
                  <w:sz w:val="24"/>
                </w:rPr>
                <w:id w:val="552207664"/>
                <w14:checkbox>
                  <w14:checked w14:val="0"/>
                  <w14:checkedState w14:val="2612" w14:font="MS Gothic"/>
                  <w14:uncheckedState w14:val="2610" w14:font="MS Gothic"/>
                </w14:checkbox>
              </w:sdtPr>
              <w:sdtEndPr/>
              <w:sdtContent>
                <w:r w:rsidR="00957D1B" w:rsidRPr="00556BB5">
                  <w:rPr>
                    <w:rFonts w:ascii="Segoe UI Symbol" w:eastAsia="MS Gothic" w:hAnsi="Segoe UI Symbol" w:cs="Segoe UI Symbol"/>
                    <w:sz w:val="24"/>
                  </w:rPr>
                  <w:t>☐</w:t>
                </w:r>
              </w:sdtContent>
            </w:sdt>
            <w:r w:rsidR="00957D1B" w:rsidRPr="00556BB5">
              <w:rPr>
                <w:rFonts w:cs="Calibri"/>
              </w:rPr>
              <w:t xml:space="preserve">   UC.035 </w:t>
            </w:r>
            <w:r w:rsidR="00957D1B" w:rsidRPr="00556BB5">
              <w:rPr>
                <w:rFonts w:cs="Calibri"/>
                <w:iCs/>
              </w:rPr>
              <w:t>- Merge patient health records</w:t>
            </w:r>
          </w:p>
        </w:tc>
      </w:tr>
      <w:tr w:rsidR="00A819F1" w:rsidRPr="003B5C15" w14:paraId="12E20C90" w14:textId="77777777" w:rsidTr="00556BB5">
        <w:trPr>
          <w:trHeight w:val="315"/>
        </w:trPr>
        <w:tc>
          <w:tcPr>
            <w:tcW w:w="4536" w:type="dxa"/>
            <w:noWrap/>
          </w:tcPr>
          <w:p w14:paraId="06C7BE03" w14:textId="77777777" w:rsidR="00A819F1" w:rsidRPr="00556BB5" w:rsidRDefault="006F3745" w:rsidP="008C793D">
            <w:pPr>
              <w:pStyle w:val="Tabletext"/>
              <w:rPr>
                <w:rFonts w:cs="Calibri"/>
              </w:rPr>
            </w:pPr>
            <w:sdt>
              <w:sdtPr>
                <w:rPr>
                  <w:rFonts w:eastAsia="MS Gothic" w:cs="Calibri"/>
                  <w:sz w:val="24"/>
                </w:rPr>
                <w:id w:val="-573273769"/>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TECH.SIS.HI.12 - Consumer Search IHI Batch Synchronous v3.0</w:t>
            </w:r>
          </w:p>
        </w:tc>
        <w:tc>
          <w:tcPr>
            <w:tcW w:w="4536" w:type="dxa"/>
            <w:noWrap/>
          </w:tcPr>
          <w:p w14:paraId="37D13495" w14:textId="77777777" w:rsidR="00A819F1" w:rsidRPr="00556BB5" w:rsidRDefault="006F3745" w:rsidP="008C793D">
            <w:pPr>
              <w:pStyle w:val="Tabletext"/>
              <w:rPr>
                <w:rFonts w:cs="Calibri"/>
              </w:rPr>
            </w:pPr>
            <w:sdt>
              <w:sdtPr>
                <w:rPr>
                  <w:rFonts w:eastAsia="MS Gothic" w:cs="Calibri"/>
                  <w:sz w:val="24"/>
                </w:rPr>
                <w:id w:val="50582696"/>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UC.010 - Register patient</w:t>
            </w:r>
          </w:p>
          <w:p w14:paraId="6FDB1A82" w14:textId="77777777" w:rsidR="00A819F1" w:rsidRPr="00556BB5" w:rsidRDefault="006F3745" w:rsidP="008C793D">
            <w:pPr>
              <w:pStyle w:val="Tabletext"/>
              <w:rPr>
                <w:rFonts w:cs="Calibri"/>
              </w:rPr>
            </w:pPr>
            <w:sdt>
              <w:sdtPr>
                <w:rPr>
                  <w:rFonts w:eastAsia="MS Gothic" w:cs="Calibri"/>
                  <w:sz w:val="24"/>
                </w:rPr>
                <w:id w:val="678466322"/>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UC.015 - Update patient health record</w:t>
            </w:r>
          </w:p>
          <w:p w14:paraId="4394DA06" w14:textId="77777777" w:rsidR="00A819F1" w:rsidRPr="00556BB5" w:rsidRDefault="006F3745" w:rsidP="008C793D">
            <w:pPr>
              <w:pStyle w:val="Tabletext"/>
              <w:rPr>
                <w:rFonts w:cs="Calibri"/>
              </w:rPr>
            </w:pPr>
            <w:sdt>
              <w:sdtPr>
                <w:rPr>
                  <w:rFonts w:eastAsia="MS Gothic" w:cs="Calibri"/>
                  <w:sz w:val="24"/>
                </w:rPr>
                <w:id w:val="-494417741"/>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UC.025 </w:t>
            </w:r>
            <w:r w:rsidR="00A819F1" w:rsidRPr="00556BB5">
              <w:rPr>
                <w:rFonts w:cs="Calibri"/>
                <w:iCs/>
              </w:rPr>
              <w:t xml:space="preserve">- </w:t>
            </w:r>
            <w:r w:rsidR="00A819F1" w:rsidRPr="00556BB5">
              <w:rPr>
                <w:rFonts w:cs="Calibri"/>
              </w:rPr>
              <w:t>Bulk update of IHI details</w:t>
            </w:r>
          </w:p>
          <w:p w14:paraId="407CE821" w14:textId="0CE25057" w:rsidR="00F70F73" w:rsidRPr="00556BB5" w:rsidRDefault="006F3745" w:rsidP="00F70F73">
            <w:pPr>
              <w:pStyle w:val="Tabletext"/>
              <w:rPr>
                <w:rFonts w:cs="Calibri"/>
              </w:rPr>
            </w:pPr>
            <w:sdt>
              <w:sdtPr>
                <w:rPr>
                  <w:rFonts w:eastAsia="MS Gothic" w:cs="Calibri"/>
                  <w:sz w:val="24"/>
                </w:rPr>
                <w:id w:val="-1534641023"/>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UC.035 </w:t>
            </w:r>
            <w:r w:rsidR="00A819F1" w:rsidRPr="00556BB5">
              <w:rPr>
                <w:rFonts w:cs="Calibri"/>
                <w:iCs/>
              </w:rPr>
              <w:t>- Merge patient health records</w:t>
            </w:r>
          </w:p>
        </w:tc>
      </w:tr>
      <w:tr w:rsidR="00A819F1" w:rsidRPr="003B5C15" w14:paraId="3DEA0A8D" w14:textId="77777777" w:rsidTr="00556BB5">
        <w:trPr>
          <w:trHeight w:val="315"/>
        </w:trPr>
        <w:tc>
          <w:tcPr>
            <w:tcW w:w="4536" w:type="dxa"/>
            <w:noWrap/>
          </w:tcPr>
          <w:p w14:paraId="6AA7F1ED" w14:textId="77777777" w:rsidR="00A819F1" w:rsidRPr="00556BB5" w:rsidRDefault="006F3745" w:rsidP="008C793D">
            <w:pPr>
              <w:pStyle w:val="Tabletext"/>
              <w:rPr>
                <w:rFonts w:cs="Calibri"/>
              </w:rPr>
            </w:pPr>
            <w:sdt>
              <w:sdtPr>
                <w:rPr>
                  <w:rFonts w:eastAsia="MS Gothic" w:cs="Calibri"/>
                  <w:sz w:val="24"/>
                </w:rPr>
                <w:id w:val="-1864423128"/>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TECH.SIS.HI.17 - Healthcare Provider Directory - Search for Individual Provider Directory Entry v3.2.0</w:t>
            </w:r>
          </w:p>
        </w:tc>
        <w:tc>
          <w:tcPr>
            <w:tcW w:w="4536" w:type="dxa"/>
            <w:noWrap/>
          </w:tcPr>
          <w:p w14:paraId="34DDD967" w14:textId="0A4E81D8" w:rsidR="00A819F1" w:rsidRPr="00556BB5" w:rsidRDefault="006F3745" w:rsidP="008C793D">
            <w:pPr>
              <w:pStyle w:val="Tabletext"/>
              <w:rPr>
                <w:rFonts w:cs="Calibri"/>
              </w:rPr>
            </w:pPr>
            <w:sdt>
              <w:sdtPr>
                <w:rPr>
                  <w:rFonts w:eastAsia="MS Gothic" w:cs="Calibri"/>
                  <w:sz w:val="24"/>
                </w:rPr>
                <w:id w:val="-1444837942"/>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w:t>
            </w:r>
            <w:r w:rsidR="00563CDD" w:rsidRPr="00556BB5">
              <w:rPr>
                <w:rFonts w:cs="Calibri"/>
              </w:rPr>
              <w:t>245</w:t>
            </w:r>
            <w:r w:rsidR="005F1AFF" w:rsidRPr="00556BB5">
              <w:rPr>
                <w:rFonts w:cs="Calibri"/>
              </w:rPr>
              <w:t>- Search and validate HPI-I in the HI Service HPD</w:t>
            </w:r>
          </w:p>
        </w:tc>
      </w:tr>
      <w:tr w:rsidR="00A819F1" w:rsidRPr="003B5C15" w14:paraId="28A64E89" w14:textId="77777777" w:rsidTr="00556BB5">
        <w:trPr>
          <w:trHeight w:val="315"/>
        </w:trPr>
        <w:tc>
          <w:tcPr>
            <w:tcW w:w="4536" w:type="dxa"/>
            <w:noWrap/>
          </w:tcPr>
          <w:p w14:paraId="56A39DA9" w14:textId="77777777" w:rsidR="00A819F1" w:rsidRPr="00556BB5" w:rsidRDefault="006F3745" w:rsidP="008C793D">
            <w:pPr>
              <w:pStyle w:val="Tabletext"/>
              <w:rPr>
                <w:rFonts w:cs="Calibri"/>
              </w:rPr>
            </w:pPr>
            <w:sdt>
              <w:sdtPr>
                <w:rPr>
                  <w:rFonts w:eastAsia="MS Gothic" w:cs="Calibri"/>
                  <w:sz w:val="24"/>
                </w:rPr>
                <w:id w:val="832184342"/>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TECH.SIS.HI.18 - Healthcare Provider Directory - Search for Organisation Provider Directory Entry v3.2.0</w:t>
            </w:r>
          </w:p>
        </w:tc>
        <w:tc>
          <w:tcPr>
            <w:tcW w:w="4536" w:type="dxa"/>
            <w:noWrap/>
          </w:tcPr>
          <w:p w14:paraId="5DE43F73" w14:textId="6D2171E5" w:rsidR="00A819F1" w:rsidRPr="00556BB5" w:rsidRDefault="006F3745" w:rsidP="008C793D">
            <w:pPr>
              <w:pStyle w:val="Tabletext"/>
              <w:rPr>
                <w:rFonts w:cs="Calibri"/>
              </w:rPr>
            </w:pPr>
            <w:sdt>
              <w:sdtPr>
                <w:rPr>
                  <w:rFonts w:eastAsia="MS Gothic" w:cs="Calibri"/>
                  <w:sz w:val="24"/>
                </w:rPr>
                <w:id w:val="718788735"/>
                <w14:checkbox>
                  <w14:checked w14:val="0"/>
                  <w14:checkedState w14:val="2612" w14:font="MS Gothic"/>
                  <w14:uncheckedState w14:val="2610" w14:font="MS Gothic"/>
                </w14:checkbox>
              </w:sdtPr>
              <w:sdtEndPr/>
              <w:sdtContent>
                <w:r w:rsidR="005308A2" w:rsidRPr="00556BB5">
                  <w:rPr>
                    <w:rFonts w:ascii="Segoe UI Symbol" w:eastAsia="MS Gothic" w:hAnsi="Segoe UI Symbol" w:cs="Segoe UI Symbol"/>
                    <w:sz w:val="24"/>
                  </w:rPr>
                  <w:t>☐</w:t>
                </w:r>
              </w:sdtContent>
            </w:sdt>
            <w:r w:rsidR="00A819F1" w:rsidRPr="00556BB5">
              <w:rPr>
                <w:rFonts w:cs="Calibri"/>
              </w:rPr>
              <w:t xml:space="preserve">   UC.241</w:t>
            </w:r>
            <w:r w:rsidR="00407BD0" w:rsidRPr="00556BB5">
              <w:rPr>
                <w:rFonts w:cs="Calibri"/>
              </w:rPr>
              <w:t>- Search for HPI-Os in HI Service HPD</w:t>
            </w:r>
          </w:p>
          <w:p w14:paraId="1862FD90" w14:textId="2B6B2008" w:rsidR="00A819F1" w:rsidRPr="00556BB5" w:rsidRDefault="006F3745" w:rsidP="008C793D">
            <w:pPr>
              <w:pStyle w:val="Tabletext"/>
              <w:rPr>
                <w:rFonts w:cs="Calibri"/>
              </w:rPr>
            </w:pPr>
            <w:sdt>
              <w:sdtPr>
                <w:rPr>
                  <w:rFonts w:eastAsia="MS Gothic" w:cs="Calibri"/>
                  <w:sz w:val="24"/>
                </w:rPr>
                <w:id w:val="-1914461491"/>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UC.305</w:t>
            </w:r>
            <w:r w:rsidR="008366DF" w:rsidRPr="00556BB5">
              <w:rPr>
                <w:rFonts w:cs="Calibri"/>
              </w:rPr>
              <w:t>- Validate HPI-O</w:t>
            </w:r>
          </w:p>
        </w:tc>
      </w:tr>
      <w:tr w:rsidR="00A819F1" w:rsidRPr="003B5C15" w14:paraId="6351671A" w14:textId="77777777" w:rsidTr="00556BB5">
        <w:trPr>
          <w:trHeight w:val="315"/>
        </w:trPr>
        <w:tc>
          <w:tcPr>
            <w:tcW w:w="4536" w:type="dxa"/>
            <w:noWrap/>
          </w:tcPr>
          <w:p w14:paraId="0F1FB3B7" w14:textId="77777777" w:rsidR="00A819F1" w:rsidRPr="00556BB5" w:rsidRDefault="006F3745" w:rsidP="008C793D">
            <w:pPr>
              <w:pStyle w:val="Tabletext"/>
              <w:rPr>
                <w:rFonts w:cs="Calibri"/>
              </w:rPr>
            </w:pPr>
            <w:sdt>
              <w:sdtPr>
                <w:rPr>
                  <w:rFonts w:eastAsia="MS Gothic" w:cs="Calibri"/>
                  <w:sz w:val="24"/>
                </w:rPr>
                <w:id w:val="-1664075757"/>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TECH.SIS.HI.19 - Healthcare Provider Directory - Manage Provider Directory Entry v3.2.0</w:t>
            </w:r>
          </w:p>
        </w:tc>
        <w:tc>
          <w:tcPr>
            <w:tcW w:w="4536" w:type="dxa"/>
            <w:noWrap/>
          </w:tcPr>
          <w:p w14:paraId="4E3E3411" w14:textId="07D379FD" w:rsidR="00A819F1" w:rsidRPr="00556BB5" w:rsidRDefault="006F3745" w:rsidP="008C793D">
            <w:pPr>
              <w:pStyle w:val="Tabletext"/>
              <w:rPr>
                <w:rFonts w:cs="Calibri"/>
              </w:rPr>
            </w:pPr>
            <w:sdt>
              <w:sdtPr>
                <w:rPr>
                  <w:rFonts w:eastAsia="MS Gothic" w:cs="Calibri"/>
                  <w:sz w:val="24"/>
                </w:rPr>
                <w:id w:val="-1747876735"/>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UC.080</w:t>
            </w:r>
            <w:r w:rsidR="00AA12B4" w:rsidRPr="00556BB5">
              <w:rPr>
                <w:rFonts w:cs="Calibri"/>
              </w:rPr>
              <w:t>- Maintain HPI-O details</w:t>
            </w:r>
          </w:p>
          <w:p w14:paraId="4360600B" w14:textId="01F4D800" w:rsidR="00A819F1" w:rsidRPr="00556BB5" w:rsidRDefault="006F3745" w:rsidP="008C793D">
            <w:pPr>
              <w:pStyle w:val="Tabletext"/>
              <w:rPr>
                <w:rFonts w:cs="Calibri"/>
              </w:rPr>
            </w:pPr>
            <w:sdt>
              <w:sdtPr>
                <w:rPr>
                  <w:rFonts w:eastAsia="MS Gothic" w:cs="Calibri"/>
                  <w:sz w:val="24"/>
                </w:rPr>
                <w:id w:val="-1344703124"/>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UC.150</w:t>
            </w:r>
            <w:r w:rsidR="00E614AA" w:rsidRPr="00556BB5">
              <w:rPr>
                <w:rFonts w:cs="Calibri"/>
              </w:rPr>
              <w:t>- Register Network HPI-O</w:t>
            </w:r>
          </w:p>
        </w:tc>
      </w:tr>
      <w:tr w:rsidR="00A819F1" w:rsidRPr="003B5C15" w14:paraId="71F6F63C" w14:textId="77777777" w:rsidTr="00556BB5">
        <w:trPr>
          <w:trHeight w:val="315"/>
        </w:trPr>
        <w:tc>
          <w:tcPr>
            <w:tcW w:w="4536" w:type="dxa"/>
            <w:noWrap/>
          </w:tcPr>
          <w:p w14:paraId="6C044133" w14:textId="77777777" w:rsidR="00A819F1" w:rsidRPr="00556BB5" w:rsidRDefault="006F3745" w:rsidP="008C793D">
            <w:pPr>
              <w:pStyle w:val="Tabletext"/>
              <w:rPr>
                <w:rFonts w:cs="Calibri"/>
              </w:rPr>
            </w:pPr>
            <w:sdt>
              <w:sdtPr>
                <w:rPr>
                  <w:rFonts w:eastAsia="MS Gothic" w:cs="Calibri"/>
                  <w:sz w:val="24"/>
                </w:rPr>
                <w:id w:val="-762455912"/>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TECH.SIS.HI.24 - Notify of Duplicate IHI via B2B v3.2.0</w:t>
            </w:r>
          </w:p>
        </w:tc>
        <w:tc>
          <w:tcPr>
            <w:tcW w:w="4536" w:type="dxa"/>
            <w:noWrap/>
          </w:tcPr>
          <w:p w14:paraId="7A46300B" w14:textId="77777777" w:rsidR="00A819F1" w:rsidRPr="00556BB5" w:rsidRDefault="006F3745" w:rsidP="008C793D">
            <w:pPr>
              <w:pStyle w:val="Tabletext"/>
              <w:rPr>
                <w:rFonts w:cs="Calibri"/>
              </w:rPr>
            </w:pPr>
            <w:sdt>
              <w:sdtPr>
                <w:rPr>
                  <w:rFonts w:eastAsia="MS Gothic" w:cs="Calibri"/>
                  <w:sz w:val="24"/>
                </w:rPr>
                <w:id w:val="-1924560771"/>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UC.010 - Register patient</w:t>
            </w:r>
          </w:p>
          <w:p w14:paraId="71AE1333" w14:textId="77777777" w:rsidR="00A819F1" w:rsidRPr="00556BB5" w:rsidRDefault="006F3745" w:rsidP="008C793D">
            <w:pPr>
              <w:pStyle w:val="Tabletext"/>
              <w:rPr>
                <w:rFonts w:cs="Calibri"/>
              </w:rPr>
            </w:pPr>
            <w:sdt>
              <w:sdtPr>
                <w:rPr>
                  <w:rFonts w:eastAsia="MS Gothic" w:cs="Calibri"/>
                  <w:sz w:val="24"/>
                </w:rPr>
                <w:id w:val="-180351805"/>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UC.015 - Update patient health record</w:t>
            </w:r>
          </w:p>
          <w:p w14:paraId="3E237973" w14:textId="77777777" w:rsidR="00A819F1" w:rsidRPr="00556BB5" w:rsidRDefault="006F3745" w:rsidP="008C793D">
            <w:pPr>
              <w:pStyle w:val="Tabletext"/>
              <w:rPr>
                <w:rFonts w:cs="Calibri"/>
                <w:highlight w:val="yellow"/>
              </w:rPr>
            </w:pPr>
            <w:sdt>
              <w:sdtPr>
                <w:rPr>
                  <w:rFonts w:eastAsia="MS Gothic" w:cs="Calibri"/>
                  <w:sz w:val="24"/>
                </w:rPr>
                <w:id w:val="-626546963"/>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UC.035 </w:t>
            </w:r>
            <w:r w:rsidR="00A819F1" w:rsidRPr="00556BB5">
              <w:rPr>
                <w:rFonts w:cs="Calibri"/>
                <w:iCs/>
              </w:rPr>
              <w:t>- Merge patient health records</w:t>
            </w:r>
          </w:p>
        </w:tc>
      </w:tr>
      <w:tr w:rsidR="00A819F1" w:rsidRPr="003B5C15" w14:paraId="3A325B22" w14:textId="77777777" w:rsidTr="00556BB5">
        <w:trPr>
          <w:trHeight w:val="315"/>
        </w:trPr>
        <w:tc>
          <w:tcPr>
            <w:tcW w:w="4536" w:type="dxa"/>
            <w:noWrap/>
          </w:tcPr>
          <w:p w14:paraId="2A514440" w14:textId="77777777" w:rsidR="00A819F1" w:rsidRPr="00556BB5" w:rsidRDefault="006F3745" w:rsidP="008C793D">
            <w:pPr>
              <w:pStyle w:val="Tabletext"/>
              <w:rPr>
                <w:rFonts w:cs="Calibri"/>
              </w:rPr>
            </w:pPr>
            <w:sdt>
              <w:sdtPr>
                <w:rPr>
                  <w:rFonts w:eastAsia="MS Gothic" w:cs="Calibri"/>
                  <w:sz w:val="24"/>
                </w:rPr>
                <w:id w:val="889152230"/>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TECH.SIS.HI.25 - Notify of Replica IHI via B2B v3.2.0</w:t>
            </w:r>
          </w:p>
        </w:tc>
        <w:tc>
          <w:tcPr>
            <w:tcW w:w="4536" w:type="dxa"/>
            <w:noWrap/>
          </w:tcPr>
          <w:p w14:paraId="0AB406D2" w14:textId="77777777" w:rsidR="00A819F1" w:rsidRPr="00556BB5" w:rsidRDefault="006F3745" w:rsidP="008C793D">
            <w:pPr>
              <w:pStyle w:val="Tabletext"/>
              <w:rPr>
                <w:rFonts w:cs="Calibri"/>
              </w:rPr>
            </w:pPr>
            <w:sdt>
              <w:sdtPr>
                <w:rPr>
                  <w:rFonts w:eastAsia="MS Gothic" w:cs="Calibri"/>
                  <w:sz w:val="24"/>
                </w:rPr>
                <w:id w:val="1324390227"/>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UC.010 - Register patient</w:t>
            </w:r>
          </w:p>
          <w:p w14:paraId="37766947" w14:textId="77777777" w:rsidR="00A819F1" w:rsidRPr="00556BB5" w:rsidRDefault="006F3745" w:rsidP="008C793D">
            <w:pPr>
              <w:pStyle w:val="Tabletext"/>
              <w:rPr>
                <w:rFonts w:cs="Calibri"/>
              </w:rPr>
            </w:pPr>
            <w:sdt>
              <w:sdtPr>
                <w:rPr>
                  <w:rFonts w:eastAsia="MS Gothic" w:cs="Calibri"/>
                  <w:sz w:val="24"/>
                </w:rPr>
                <w:id w:val="-467969509"/>
                <w14:checkbox>
                  <w14:checked w14:val="0"/>
                  <w14:checkedState w14:val="2612" w14:font="MS Gothic"/>
                  <w14:uncheckedState w14:val="2610" w14:font="MS Gothic"/>
                </w14:checkbox>
              </w:sdtPr>
              <w:sdtEndPr/>
              <w:sdtContent>
                <w:r w:rsidR="00A819F1" w:rsidRPr="00556BB5">
                  <w:rPr>
                    <w:rFonts w:ascii="Segoe UI Symbol" w:eastAsia="MS Gothic" w:hAnsi="Segoe UI Symbol" w:cs="Segoe UI Symbol"/>
                    <w:sz w:val="24"/>
                  </w:rPr>
                  <w:t>☐</w:t>
                </w:r>
              </w:sdtContent>
            </w:sdt>
            <w:r w:rsidR="00A819F1" w:rsidRPr="00556BB5">
              <w:rPr>
                <w:rFonts w:cs="Calibri"/>
              </w:rPr>
              <w:t xml:space="preserve">   UC.015 - Update patient health record</w:t>
            </w:r>
          </w:p>
          <w:p w14:paraId="54B18B1B" w14:textId="740CEF58" w:rsidR="00A819F1" w:rsidRPr="00556BB5" w:rsidRDefault="006F3745" w:rsidP="008C793D">
            <w:pPr>
              <w:pStyle w:val="Tabletext"/>
              <w:rPr>
                <w:rFonts w:cs="Calibri"/>
                <w:highlight w:val="yellow"/>
              </w:rPr>
            </w:pPr>
            <w:sdt>
              <w:sdtPr>
                <w:rPr>
                  <w:rFonts w:eastAsia="MS Gothic" w:cs="Calibri"/>
                  <w:sz w:val="24"/>
                </w:rPr>
                <w:id w:val="440426130"/>
                <w14:checkbox>
                  <w14:checked w14:val="0"/>
                  <w14:checkedState w14:val="2612" w14:font="MS Gothic"/>
                  <w14:uncheckedState w14:val="2610" w14:font="MS Gothic"/>
                </w14:checkbox>
              </w:sdtPr>
              <w:sdtEndPr/>
              <w:sdtContent>
                <w:r w:rsidR="00351AE2" w:rsidRPr="00556BB5">
                  <w:rPr>
                    <w:rFonts w:ascii="Segoe UI Symbol" w:eastAsia="MS Gothic" w:hAnsi="Segoe UI Symbol" w:cs="Segoe UI Symbol"/>
                    <w:sz w:val="24"/>
                  </w:rPr>
                  <w:t>☐</w:t>
                </w:r>
              </w:sdtContent>
            </w:sdt>
            <w:r w:rsidR="00A819F1" w:rsidRPr="00556BB5">
              <w:rPr>
                <w:rFonts w:cs="Calibri"/>
              </w:rPr>
              <w:t xml:space="preserve">   UC.035 </w:t>
            </w:r>
            <w:r w:rsidR="00A819F1" w:rsidRPr="00556BB5">
              <w:rPr>
                <w:rFonts w:cs="Calibri"/>
                <w:iCs/>
              </w:rPr>
              <w:t>- Merge patient health records</w:t>
            </w:r>
          </w:p>
        </w:tc>
      </w:tr>
      <w:tr w:rsidR="00C738B8" w:rsidRPr="003B5C15" w14:paraId="40A69475" w14:textId="77777777" w:rsidTr="00556BB5">
        <w:trPr>
          <w:trHeight w:val="315"/>
        </w:trPr>
        <w:tc>
          <w:tcPr>
            <w:tcW w:w="4536" w:type="dxa"/>
            <w:noWrap/>
          </w:tcPr>
          <w:p w14:paraId="0956DDCC" w14:textId="2E8BA231" w:rsidR="00C738B8" w:rsidRPr="00556BB5" w:rsidRDefault="006F3745" w:rsidP="008C793D">
            <w:pPr>
              <w:pStyle w:val="Tabletext"/>
              <w:rPr>
                <w:rFonts w:eastAsia="Verdana" w:cs="Calibri"/>
              </w:rPr>
            </w:pPr>
            <w:sdt>
              <w:sdtPr>
                <w:rPr>
                  <w:rFonts w:eastAsia="MS Gothic" w:cs="Calibri"/>
                  <w:sz w:val="24"/>
                </w:rPr>
                <w:id w:val="-1502805723"/>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TECH.SIS.HI.26 - Create Verified IHI for Newborns</w:t>
            </w:r>
          </w:p>
        </w:tc>
        <w:tc>
          <w:tcPr>
            <w:tcW w:w="4536" w:type="dxa"/>
            <w:noWrap/>
          </w:tcPr>
          <w:p w14:paraId="64879687" w14:textId="21597411" w:rsidR="00C738B8" w:rsidRPr="00556BB5" w:rsidRDefault="006F3745" w:rsidP="008C793D">
            <w:pPr>
              <w:pStyle w:val="Tabletext"/>
              <w:rPr>
                <w:rFonts w:eastAsia="Verdana" w:cs="Calibri"/>
              </w:rPr>
            </w:pPr>
            <w:sdt>
              <w:sdtPr>
                <w:rPr>
                  <w:rFonts w:eastAsia="MS Gothic" w:cs="Calibri"/>
                  <w:sz w:val="24"/>
                </w:rPr>
                <w:id w:val="-695932063"/>
                <w14:checkbox>
                  <w14:checked w14:val="0"/>
                  <w14:checkedState w14:val="2612" w14:font="MS Gothic"/>
                  <w14:uncheckedState w14:val="2610" w14:font="MS Gothic"/>
                </w14:checkbox>
              </w:sdtPr>
              <w:sdtEndPr/>
              <w:sdtContent>
                <w:r w:rsidR="00351AE2" w:rsidRPr="00556BB5">
                  <w:rPr>
                    <w:rFonts w:ascii="Segoe UI Symbol" w:eastAsia="MS Gothic" w:hAnsi="Segoe UI Symbol" w:cs="Segoe UI Symbol"/>
                    <w:sz w:val="24"/>
                  </w:rPr>
                  <w:t>☐</w:t>
                </w:r>
              </w:sdtContent>
            </w:sdt>
            <w:r w:rsidR="00351AE2" w:rsidRPr="00556BB5">
              <w:rPr>
                <w:rFonts w:cs="Calibri"/>
              </w:rPr>
              <w:t xml:space="preserve">   </w:t>
            </w:r>
            <w:r w:rsidR="00C738B8" w:rsidRPr="00556BB5">
              <w:rPr>
                <w:rFonts w:cs="Calibri"/>
              </w:rPr>
              <w:t>UC.011</w:t>
            </w:r>
            <w:r w:rsidR="00004B45" w:rsidRPr="00556BB5">
              <w:rPr>
                <w:rFonts w:cs="Calibri"/>
              </w:rPr>
              <w:t>- Request verified IHI for a newborn</w:t>
            </w:r>
          </w:p>
        </w:tc>
      </w:tr>
      <w:tr w:rsidR="00C738B8" w:rsidRPr="003B5C15" w14:paraId="4F7868D7" w14:textId="77777777" w:rsidTr="00556BB5">
        <w:trPr>
          <w:trHeight w:val="315"/>
        </w:trPr>
        <w:tc>
          <w:tcPr>
            <w:tcW w:w="4536" w:type="dxa"/>
            <w:noWrap/>
          </w:tcPr>
          <w:p w14:paraId="38DEF667" w14:textId="77777777" w:rsidR="00C738B8" w:rsidRPr="00556BB5" w:rsidRDefault="006F3745" w:rsidP="008C793D">
            <w:pPr>
              <w:pStyle w:val="Tabletext"/>
              <w:rPr>
                <w:rFonts w:cs="Calibri"/>
              </w:rPr>
            </w:pPr>
            <w:sdt>
              <w:sdtPr>
                <w:rPr>
                  <w:rFonts w:eastAsia="MS Gothic" w:cs="Calibri"/>
                  <w:sz w:val="24"/>
                </w:rPr>
                <w:id w:val="810681072"/>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TECH.SIS.HI.30 - Consumer Search IHI Batch Asynchronous v3.0</w:t>
            </w:r>
          </w:p>
        </w:tc>
        <w:tc>
          <w:tcPr>
            <w:tcW w:w="4536" w:type="dxa"/>
            <w:noWrap/>
          </w:tcPr>
          <w:p w14:paraId="5C9F9918" w14:textId="77777777" w:rsidR="00C738B8" w:rsidRPr="00556BB5" w:rsidRDefault="006F3745" w:rsidP="008C793D">
            <w:pPr>
              <w:pStyle w:val="Tabletext"/>
              <w:rPr>
                <w:rFonts w:cs="Calibri"/>
              </w:rPr>
            </w:pPr>
            <w:sdt>
              <w:sdtPr>
                <w:rPr>
                  <w:rFonts w:eastAsia="MS Gothic" w:cs="Calibri"/>
                  <w:sz w:val="24"/>
                </w:rPr>
                <w:id w:val="-29267487"/>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UC.010 - Register patient</w:t>
            </w:r>
          </w:p>
          <w:p w14:paraId="71C11917" w14:textId="77777777" w:rsidR="00C738B8" w:rsidRPr="00556BB5" w:rsidRDefault="006F3745" w:rsidP="008C793D">
            <w:pPr>
              <w:pStyle w:val="Tabletext"/>
              <w:rPr>
                <w:rFonts w:cs="Calibri"/>
              </w:rPr>
            </w:pPr>
            <w:sdt>
              <w:sdtPr>
                <w:rPr>
                  <w:rFonts w:eastAsia="MS Gothic" w:cs="Calibri"/>
                  <w:sz w:val="24"/>
                </w:rPr>
                <w:id w:val="1400093165"/>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UC.015 - Update patient health record</w:t>
            </w:r>
          </w:p>
          <w:p w14:paraId="17EC6C5D" w14:textId="77777777" w:rsidR="00C738B8" w:rsidRPr="00556BB5" w:rsidRDefault="006F3745" w:rsidP="008C793D">
            <w:pPr>
              <w:pStyle w:val="Tabletext"/>
              <w:rPr>
                <w:rFonts w:cs="Calibri"/>
              </w:rPr>
            </w:pPr>
            <w:sdt>
              <w:sdtPr>
                <w:rPr>
                  <w:rFonts w:eastAsia="MS Gothic" w:cs="Calibri"/>
                  <w:sz w:val="24"/>
                </w:rPr>
                <w:id w:val="487070794"/>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UC.025 </w:t>
            </w:r>
            <w:r w:rsidR="00C738B8" w:rsidRPr="00556BB5">
              <w:rPr>
                <w:rFonts w:cs="Calibri"/>
                <w:iCs/>
              </w:rPr>
              <w:t xml:space="preserve">- </w:t>
            </w:r>
            <w:r w:rsidR="00C738B8" w:rsidRPr="00556BB5">
              <w:rPr>
                <w:rFonts w:cs="Calibri"/>
              </w:rPr>
              <w:t>Bulk update of IHI details</w:t>
            </w:r>
          </w:p>
          <w:p w14:paraId="6405D991" w14:textId="77777777" w:rsidR="00C738B8" w:rsidRPr="00556BB5" w:rsidRDefault="006F3745" w:rsidP="008C793D">
            <w:pPr>
              <w:pStyle w:val="Tabletext"/>
              <w:rPr>
                <w:rFonts w:cs="Calibri"/>
              </w:rPr>
            </w:pPr>
            <w:sdt>
              <w:sdtPr>
                <w:rPr>
                  <w:rFonts w:eastAsia="MS Gothic" w:cs="Calibri"/>
                  <w:sz w:val="24"/>
                </w:rPr>
                <w:id w:val="-704796950"/>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UC.035 </w:t>
            </w:r>
            <w:r w:rsidR="00C738B8" w:rsidRPr="00556BB5">
              <w:rPr>
                <w:rFonts w:cs="Calibri"/>
                <w:iCs/>
              </w:rPr>
              <w:t>- Merge patient health records</w:t>
            </w:r>
          </w:p>
        </w:tc>
      </w:tr>
      <w:tr w:rsidR="00C738B8" w:rsidRPr="003B5C15" w14:paraId="0013995C" w14:textId="77777777" w:rsidTr="00556BB5">
        <w:trPr>
          <w:trHeight w:val="315"/>
        </w:trPr>
        <w:tc>
          <w:tcPr>
            <w:tcW w:w="4536" w:type="dxa"/>
            <w:tcBorders>
              <w:bottom w:val="single" w:sz="4" w:space="0" w:color="auto"/>
            </w:tcBorders>
            <w:noWrap/>
          </w:tcPr>
          <w:p w14:paraId="595ADFCA" w14:textId="77777777" w:rsidR="00C738B8" w:rsidRPr="00556BB5" w:rsidRDefault="006F3745" w:rsidP="008C793D">
            <w:pPr>
              <w:pStyle w:val="Tabletext"/>
              <w:rPr>
                <w:rFonts w:cs="Calibri"/>
              </w:rPr>
            </w:pPr>
            <w:sdt>
              <w:sdtPr>
                <w:rPr>
                  <w:rFonts w:eastAsia="MS Gothic" w:cs="Calibri"/>
                  <w:sz w:val="24"/>
                </w:rPr>
                <w:id w:val="-992417112"/>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TECH.SIS.HI.31 - Search for Provider Individual Details v5.0.0</w:t>
            </w:r>
          </w:p>
        </w:tc>
        <w:tc>
          <w:tcPr>
            <w:tcW w:w="4536" w:type="dxa"/>
            <w:tcBorders>
              <w:bottom w:val="single" w:sz="4" w:space="0" w:color="auto"/>
            </w:tcBorders>
            <w:noWrap/>
          </w:tcPr>
          <w:p w14:paraId="0E482080" w14:textId="52BB611D" w:rsidR="00C738B8" w:rsidRPr="00556BB5" w:rsidRDefault="006F3745" w:rsidP="008C793D">
            <w:pPr>
              <w:pStyle w:val="Tabletext"/>
              <w:rPr>
                <w:rFonts w:cs="Calibri"/>
              </w:rPr>
            </w:pPr>
            <w:sdt>
              <w:sdtPr>
                <w:rPr>
                  <w:rFonts w:eastAsia="MS Gothic" w:cs="Calibri"/>
                  <w:sz w:val="24"/>
                </w:rPr>
                <w:id w:val="-609824399"/>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UC.131</w:t>
            </w:r>
            <w:r w:rsidR="00425F4A" w:rsidRPr="00556BB5">
              <w:rPr>
                <w:rFonts w:cs="Calibri"/>
              </w:rPr>
              <w:t>- Validate HPI-I via the HI Service</w:t>
            </w:r>
          </w:p>
        </w:tc>
      </w:tr>
      <w:tr w:rsidR="00C738B8" w:rsidRPr="003B5C15" w14:paraId="7229E266" w14:textId="77777777" w:rsidTr="00556BB5">
        <w:trPr>
          <w:trHeight w:val="315"/>
        </w:trPr>
        <w:tc>
          <w:tcPr>
            <w:tcW w:w="4536" w:type="dxa"/>
            <w:tcBorders>
              <w:top w:val="single" w:sz="4" w:space="0" w:color="auto"/>
              <w:bottom w:val="single" w:sz="4" w:space="0" w:color="auto"/>
            </w:tcBorders>
            <w:noWrap/>
          </w:tcPr>
          <w:p w14:paraId="0AEEFD25" w14:textId="77777777" w:rsidR="00C738B8" w:rsidRPr="00556BB5" w:rsidRDefault="006F3745" w:rsidP="008C793D">
            <w:pPr>
              <w:pStyle w:val="Tabletext"/>
              <w:rPr>
                <w:rFonts w:cs="Calibri"/>
              </w:rPr>
            </w:pPr>
            <w:sdt>
              <w:sdtPr>
                <w:rPr>
                  <w:rFonts w:eastAsia="MS Gothic" w:cs="Calibri"/>
                  <w:sz w:val="24"/>
                </w:rPr>
                <w:id w:val="1132831997"/>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TECH.SIS.HI.32 - Search for Provider Organisation Details v5.0.0</w:t>
            </w:r>
          </w:p>
        </w:tc>
        <w:tc>
          <w:tcPr>
            <w:tcW w:w="4536" w:type="dxa"/>
            <w:tcBorders>
              <w:top w:val="single" w:sz="4" w:space="0" w:color="auto"/>
              <w:bottom w:val="single" w:sz="4" w:space="0" w:color="auto"/>
            </w:tcBorders>
            <w:noWrap/>
          </w:tcPr>
          <w:p w14:paraId="0D723A0E" w14:textId="7079955C" w:rsidR="00C738B8" w:rsidRPr="00556BB5" w:rsidRDefault="006F3745" w:rsidP="008C793D">
            <w:pPr>
              <w:pStyle w:val="Tabletext"/>
              <w:rPr>
                <w:rFonts w:cs="Calibri"/>
              </w:rPr>
            </w:pPr>
            <w:sdt>
              <w:sdtPr>
                <w:rPr>
                  <w:rFonts w:eastAsia="MS Gothic" w:cs="Calibri"/>
                  <w:sz w:val="24"/>
                </w:rPr>
                <w:id w:val="-930965730"/>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UC.306</w:t>
            </w:r>
            <w:r w:rsidR="003E128A" w:rsidRPr="00556BB5">
              <w:rPr>
                <w:rFonts w:cs="Calibri"/>
              </w:rPr>
              <w:t>- Get HPI-O status</w:t>
            </w:r>
          </w:p>
        </w:tc>
      </w:tr>
      <w:tr w:rsidR="00C738B8" w:rsidRPr="003B5C15" w14:paraId="40984AB5" w14:textId="77777777" w:rsidTr="00556BB5">
        <w:trPr>
          <w:trHeight w:val="315"/>
        </w:trPr>
        <w:tc>
          <w:tcPr>
            <w:tcW w:w="4536" w:type="dxa"/>
            <w:tcBorders>
              <w:top w:val="single" w:sz="4" w:space="0" w:color="auto"/>
              <w:bottom w:val="single" w:sz="4" w:space="0" w:color="auto"/>
            </w:tcBorders>
            <w:noWrap/>
          </w:tcPr>
          <w:p w14:paraId="4BDF5D5B" w14:textId="77777777" w:rsidR="00C738B8" w:rsidRPr="00556BB5" w:rsidRDefault="006F3745" w:rsidP="008C793D">
            <w:pPr>
              <w:pStyle w:val="Tabletext"/>
              <w:rPr>
                <w:rFonts w:cs="Calibri"/>
              </w:rPr>
            </w:pPr>
            <w:sdt>
              <w:sdtPr>
                <w:rPr>
                  <w:rFonts w:eastAsia="MS Gothic" w:cs="Calibri"/>
                  <w:sz w:val="24"/>
                </w:rPr>
                <w:id w:val="1066379962"/>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TECH.SIS.HI.33 - Search for Provider Individual Batch Async v5.1.0</w:t>
            </w:r>
          </w:p>
        </w:tc>
        <w:tc>
          <w:tcPr>
            <w:tcW w:w="4536" w:type="dxa"/>
            <w:tcBorders>
              <w:top w:val="single" w:sz="4" w:space="0" w:color="auto"/>
              <w:bottom w:val="single" w:sz="4" w:space="0" w:color="auto"/>
            </w:tcBorders>
            <w:noWrap/>
          </w:tcPr>
          <w:p w14:paraId="530D4EE3" w14:textId="12DBD54A" w:rsidR="00C738B8" w:rsidRPr="00556BB5" w:rsidRDefault="006F3745" w:rsidP="008C793D">
            <w:pPr>
              <w:pStyle w:val="Tabletext"/>
              <w:rPr>
                <w:rFonts w:cs="Calibri"/>
              </w:rPr>
            </w:pPr>
            <w:sdt>
              <w:sdtPr>
                <w:rPr>
                  <w:rFonts w:eastAsia="MS Gothic" w:cs="Calibri"/>
                  <w:sz w:val="24"/>
                </w:rPr>
                <w:id w:val="440814234"/>
                <w14:checkbox>
                  <w14:checked w14:val="0"/>
                  <w14:checkedState w14:val="2612" w14:font="MS Gothic"/>
                  <w14:uncheckedState w14:val="2610" w14:font="MS Gothic"/>
                </w14:checkbox>
              </w:sdtPr>
              <w:sdtEndPr/>
              <w:sdtContent>
                <w:r w:rsidR="00C738B8" w:rsidRPr="00556BB5">
                  <w:rPr>
                    <w:rFonts w:ascii="Segoe UI Symbol" w:eastAsia="MS Gothic" w:hAnsi="Segoe UI Symbol" w:cs="Segoe UI Symbol"/>
                    <w:sz w:val="24"/>
                  </w:rPr>
                  <w:t>☐</w:t>
                </w:r>
              </w:sdtContent>
            </w:sdt>
            <w:r w:rsidR="00C738B8" w:rsidRPr="00556BB5">
              <w:rPr>
                <w:rFonts w:cs="Calibri"/>
              </w:rPr>
              <w:t xml:space="preserve">   UC.131</w:t>
            </w:r>
            <w:r w:rsidR="00425F4A" w:rsidRPr="00556BB5">
              <w:rPr>
                <w:rFonts w:cs="Calibri"/>
              </w:rPr>
              <w:t>- Validate HPI-I via the HI Service</w:t>
            </w:r>
          </w:p>
        </w:tc>
      </w:tr>
      <w:tr w:rsidR="001B09C3" w:rsidRPr="001B09C3" w14:paraId="500D5C9C" w14:textId="77777777" w:rsidTr="00556BB5">
        <w:trPr>
          <w:trHeight w:val="315"/>
        </w:trPr>
        <w:tc>
          <w:tcPr>
            <w:tcW w:w="4536" w:type="dxa"/>
            <w:tcBorders>
              <w:top w:val="single" w:sz="4" w:space="0" w:color="auto"/>
              <w:left w:val="nil"/>
              <w:bottom w:val="single" w:sz="4" w:space="0" w:color="auto"/>
              <w:right w:val="nil"/>
            </w:tcBorders>
            <w:noWrap/>
          </w:tcPr>
          <w:p w14:paraId="779DF706" w14:textId="2E137D36" w:rsidR="001B09C3" w:rsidRPr="00556BB5" w:rsidRDefault="006F3745" w:rsidP="008C793D">
            <w:pPr>
              <w:pStyle w:val="Tabletext"/>
              <w:rPr>
                <w:rFonts w:cs="Calibri"/>
              </w:rPr>
            </w:pPr>
            <w:sdt>
              <w:sdtPr>
                <w:rPr>
                  <w:rFonts w:eastAsia="MS Gothic" w:cs="Calibri"/>
                  <w:sz w:val="24"/>
                </w:rPr>
                <w:id w:val="-1696927821"/>
                <w14:checkbox>
                  <w14:checked w14:val="0"/>
                  <w14:checkedState w14:val="2612" w14:font="MS Gothic"/>
                  <w14:uncheckedState w14:val="2610" w14:font="MS Gothic"/>
                </w14:checkbox>
              </w:sdtPr>
              <w:sdtEndPr/>
              <w:sdtContent>
                <w:r w:rsidR="001B09C3" w:rsidRPr="00D14FDB">
                  <w:rPr>
                    <w:rFonts w:ascii="Segoe UI Symbol" w:eastAsia="MS Gothic" w:hAnsi="Segoe UI Symbol" w:cs="Segoe UI Symbol"/>
                    <w:sz w:val="24"/>
                  </w:rPr>
                  <w:t>☐</w:t>
                </w:r>
              </w:sdtContent>
            </w:sdt>
            <w:r w:rsidR="001B09C3" w:rsidRPr="00D14FDB">
              <w:rPr>
                <w:rFonts w:cs="Calibri"/>
              </w:rPr>
              <w:t xml:space="preserve">   TECH.SIS.HI.34 - Search for Provider Organisation Batch Async v5.1.0</w:t>
            </w:r>
          </w:p>
        </w:tc>
        <w:tc>
          <w:tcPr>
            <w:tcW w:w="4536" w:type="dxa"/>
            <w:tcBorders>
              <w:top w:val="single" w:sz="4" w:space="0" w:color="auto"/>
              <w:left w:val="nil"/>
              <w:bottom w:val="single" w:sz="4" w:space="0" w:color="auto"/>
              <w:right w:val="nil"/>
            </w:tcBorders>
            <w:noWrap/>
          </w:tcPr>
          <w:p w14:paraId="45F9B7DE" w14:textId="77777777" w:rsidR="001B09C3" w:rsidRPr="00D14FDB" w:rsidRDefault="006F3745" w:rsidP="001B09C3">
            <w:pPr>
              <w:pStyle w:val="Tabletext"/>
              <w:rPr>
                <w:rFonts w:cs="Calibri"/>
              </w:rPr>
            </w:pPr>
            <w:sdt>
              <w:sdtPr>
                <w:rPr>
                  <w:rFonts w:eastAsia="MS Gothic" w:cs="Calibri"/>
                  <w:sz w:val="24"/>
                </w:rPr>
                <w:id w:val="-2073115275"/>
                <w14:checkbox>
                  <w14:checked w14:val="0"/>
                  <w14:checkedState w14:val="2612" w14:font="MS Gothic"/>
                  <w14:uncheckedState w14:val="2610" w14:font="MS Gothic"/>
                </w14:checkbox>
              </w:sdtPr>
              <w:sdtEndPr/>
              <w:sdtContent>
                <w:r w:rsidR="001B09C3" w:rsidRPr="00D14FDB">
                  <w:rPr>
                    <w:rFonts w:ascii="Segoe UI Symbol" w:eastAsia="MS Gothic" w:hAnsi="Segoe UI Symbol" w:cs="Segoe UI Symbol"/>
                    <w:sz w:val="24"/>
                  </w:rPr>
                  <w:t>☐</w:t>
                </w:r>
              </w:sdtContent>
            </w:sdt>
            <w:r w:rsidR="001B09C3" w:rsidRPr="00D14FDB">
              <w:rPr>
                <w:rFonts w:cs="Calibri"/>
              </w:rPr>
              <w:t xml:space="preserve">   UC.306- Get HPI-O status</w:t>
            </w:r>
          </w:p>
          <w:p w14:paraId="021A8FDA" w14:textId="77777777" w:rsidR="001B09C3" w:rsidRPr="001B09C3" w:rsidRDefault="001B09C3" w:rsidP="008C793D">
            <w:pPr>
              <w:pStyle w:val="Tabletext"/>
              <w:rPr>
                <w:rFonts w:eastAsia="MS Gothic" w:cs="Calibri"/>
                <w:sz w:val="24"/>
              </w:rPr>
            </w:pPr>
          </w:p>
        </w:tc>
      </w:tr>
      <w:tr w:rsidR="00C738B8" w:rsidRPr="003B5C15" w14:paraId="206EDDC1" w14:textId="77777777" w:rsidTr="00556BB5">
        <w:trPr>
          <w:trHeight w:val="315"/>
        </w:trPr>
        <w:tc>
          <w:tcPr>
            <w:tcW w:w="4536" w:type="dxa"/>
            <w:tcBorders>
              <w:top w:val="single" w:sz="4" w:space="0" w:color="auto"/>
              <w:left w:val="nil"/>
              <w:bottom w:val="single" w:sz="4" w:space="0" w:color="auto"/>
              <w:right w:val="nil"/>
            </w:tcBorders>
            <w:noWrap/>
          </w:tcPr>
          <w:p w14:paraId="444CBDEE" w14:textId="050B82A9" w:rsidR="00DF5291" w:rsidRPr="00556BB5" w:rsidRDefault="006F3745" w:rsidP="008C793D">
            <w:pPr>
              <w:pStyle w:val="Tabletext"/>
              <w:rPr>
                <w:rFonts w:cs="Calibri"/>
              </w:rPr>
            </w:pPr>
            <w:sdt>
              <w:sdtPr>
                <w:rPr>
                  <w:rFonts w:eastAsia="MS Gothic" w:cs="Calibri"/>
                  <w:sz w:val="24"/>
                </w:rPr>
                <w:id w:val="2128654835"/>
                <w14:checkbox>
                  <w14:checked w14:val="0"/>
                  <w14:checkedState w14:val="2612" w14:font="MS Gothic"/>
                  <w14:uncheckedState w14:val="2610" w14:font="MS Gothic"/>
                </w14:checkbox>
              </w:sdtPr>
              <w:sdtEndPr/>
              <w:sdtContent>
                <w:r w:rsidR="00DF5291" w:rsidRPr="00556BB5">
                  <w:rPr>
                    <w:rFonts w:ascii="Segoe UI Symbol" w:eastAsia="MS Gothic" w:hAnsi="Segoe UI Symbol" w:cs="Segoe UI Symbol"/>
                    <w:sz w:val="24"/>
                  </w:rPr>
                  <w:t>☐</w:t>
                </w:r>
              </w:sdtContent>
            </w:sdt>
            <w:r w:rsidR="004B501D" w:rsidRPr="00556BB5">
              <w:rPr>
                <w:rFonts w:cs="Calibri"/>
              </w:rPr>
              <w:t xml:space="preserve">   N</w:t>
            </w:r>
            <w:r w:rsidR="007E1509" w:rsidRPr="00556BB5">
              <w:rPr>
                <w:rFonts w:cs="Calibri"/>
              </w:rPr>
              <w:t xml:space="preserve">/A                                                                                 </w:t>
            </w:r>
          </w:p>
          <w:p w14:paraId="2D76DF57" w14:textId="77777777" w:rsidR="004B501D" w:rsidRPr="00556BB5" w:rsidRDefault="004B501D" w:rsidP="008C793D">
            <w:pPr>
              <w:pStyle w:val="Tabletext"/>
              <w:rPr>
                <w:rFonts w:cs="Calibri"/>
              </w:rPr>
            </w:pPr>
          </w:p>
        </w:tc>
        <w:tc>
          <w:tcPr>
            <w:tcW w:w="4536" w:type="dxa"/>
            <w:tcBorders>
              <w:top w:val="single" w:sz="4" w:space="0" w:color="auto"/>
              <w:left w:val="nil"/>
              <w:bottom w:val="single" w:sz="4" w:space="0" w:color="auto"/>
              <w:right w:val="nil"/>
            </w:tcBorders>
            <w:noWrap/>
          </w:tcPr>
          <w:p w14:paraId="0F2733C0" w14:textId="3A99528A" w:rsidR="007E1509" w:rsidRPr="00556BB5" w:rsidRDefault="006F3745" w:rsidP="007E1509">
            <w:pPr>
              <w:pStyle w:val="Tabletext"/>
              <w:rPr>
                <w:rFonts w:cs="Calibri"/>
              </w:rPr>
            </w:pPr>
            <w:sdt>
              <w:sdtPr>
                <w:rPr>
                  <w:rFonts w:eastAsia="MS Gothic" w:cs="Calibri"/>
                  <w:sz w:val="24"/>
                </w:rPr>
                <w:id w:val="716402971"/>
                <w14:checkbox>
                  <w14:checked w14:val="0"/>
                  <w14:checkedState w14:val="2612" w14:font="MS Gothic"/>
                  <w14:uncheckedState w14:val="2610" w14:font="MS Gothic"/>
                </w14:checkbox>
              </w:sdtPr>
              <w:sdtEndPr/>
              <w:sdtContent>
                <w:r w:rsidR="001B09C3" w:rsidRPr="00556BB5">
                  <w:rPr>
                    <w:rFonts w:ascii="MS Gothic" w:eastAsia="MS Gothic" w:hAnsi="MS Gothic" w:cs="Calibri"/>
                    <w:sz w:val="24"/>
                  </w:rPr>
                  <w:t>☐</w:t>
                </w:r>
              </w:sdtContent>
            </w:sdt>
            <w:r w:rsidR="007E1509" w:rsidRPr="00556BB5">
              <w:rPr>
                <w:rFonts w:cs="Calibri"/>
              </w:rPr>
              <w:t xml:space="preserve">   UC.0</w:t>
            </w:r>
            <w:r w:rsidR="00380A0B" w:rsidRPr="00556BB5">
              <w:rPr>
                <w:rFonts w:cs="Calibri"/>
              </w:rPr>
              <w:t>05</w:t>
            </w:r>
            <w:r w:rsidR="007E1509" w:rsidRPr="00556BB5">
              <w:rPr>
                <w:rFonts w:cs="Calibri"/>
              </w:rPr>
              <w:t xml:space="preserve"> </w:t>
            </w:r>
            <w:r w:rsidR="00380A0B" w:rsidRPr="00556BB5">
              <w:rPr>
                <w:rFonts w:cs="Calibri"/>
              </w:rPr>
              <w:t>–</w:t>
            </w:r>
            <w:r w:rsidR="007E1509" w:rsidRPr="00556BB5">
              <w:rPr>
                <w:rFonts w:cs="Calibri"/>
              </w:rPr>
              <w:t xml:space="preserve"> </w:t>
            </w:r>
            <w:r w:rsidR="00380A0B" w:rsidRPr="00556BB5">
              <w:rPr>
                <w:rFonts w:cs="Calibri"/>
              </w:rPr>
              <w:t>Search for patient health record</w:t>
            </w:r>
          </w:p>
          <w:p w14:paraId="6DF91368" w14:textId="2E83B29E" w:rsidR="007E1509" w:rsidRDefault="006F3745" w:rsidP="007E1509">
            <w:pPr>
              <w:pStyle w:val="Tabletext"/>
              <w:rPr>
                <w:rFonts w:cs="Calibri"/>
              </w:rPr>
            </w:pPr>
            <w:sdt>
              <w:sdtPr>
                <w:rPr>
                  <w:rFonts w:eastAsia="MS Gothic" w:cs="Calibri"/>
                  <w:sz w:val="24"/>
                </w:rPr>
                <w:id w:val="2059434259"/>
                <w14:checkbox>
                  <w14:checked w14:val="0"/>
                  <w14:checkedState w14:val="2612" w14:font="MS Gothic"/>
                  <w14:uncheckedState w14:val="2610" w14:font="MS Gothic"/>
                </w14:checkbox>
              </w:sdtPr>
              <w:sdtEndPr/>
              <w:sdtContent>
                <w:r w:rsidR="007E1509" w:rsidRPr="00556BB5">
                  <w:rPr>
                    <w:rFonts w:ascii="Segoe UI Symbol" w:eastAsia="MS Gothic" w:hAnsi="Segoe UI Symbol" w:cs="Segoe UI Symbol"/>
                    <w:sz w:val="24"/>
                  </w:rPr>
                  <w:t>☐</w:t>
                </w:r>
              </w:sdtContent>
            </w:sdt>
            <w:r w:rsidR="007E1509" w:rsidRPr="00556BB5">
              <w:rPr>
                <w:rFonts w:cs="Calibri"/>
              </w:rPr>
              <w:t xml:space="preserve">   UC.0</w:t>
            </w:r>
            <w:r w:rsidR="007A6D3D" w:rsidRPr="00556BB5">
              <w:rPr>
                <w:rFonts w:cs="Calibri"/>
              </w:rPr>
              <w:t>4</w:t>
            </w:r>
            <w:r w:rsidR="007E1509" w:rsidRPr="00556BB5">
              <w:rPr>
                <w:rFonts w:cs="Calibri"/>
              </w:rPr>
              <w:t xml:space="preserve">5 </w:t>
            </w:r>
            <w:r w:rsidR="0028532D" w:rsidRPr="00556BB5">
              <w:rPr>
                <w:rFonts w:cs="Calibri"/>
              </w:rPr>
              <w:t>–</w:t>
            </w:r>
            <w:r w:rsidR="007E1509" w:rsidRPr="00556BB5">
              <w:rPr>
                <w:rFonts w:cs="Calibri"/>
              </w:rPr>
              <w:t xml:space="preserve"> </w:t>
            </w:r>
            <w:r w:rsidR="0028532D" w:rsidRPr="00556BB5">
              <w:rPr>
                <w:rFonts w:cs="Calibri"/>
              </w:rPr>
              <w:t>Logon to software system</w:t>
            </w:r>
          </w:p>
          <w:p w14:paraId="773DB887" w14:textId="64DF3E40" w:rsidR="001B09C3" w:rsidRPr="00D14FDB" w:rsidRDefault="006F3745" w:rsidP="001B09C3">
            <w:pPr>
              <w:pStyle w:val="Tabletext"/>
              <w:rPr>
                <w:rFonts w:cs="Calibri"/>
                <w:iCs/>
              </w:rPr>
            </w:pPr>
            <w:sdt>
              <w:sdtPr>
                <w:rPr>
                  <w:rFonts w:eastAsia="MS Gothic" w:cs="Calibri"/>
                  <w:sz w:val="24"/>
                </w:rPr>
                <w:id w:val="-881943610"/>
                <w14:checkbox>
                  <w14:checked w14:val="0"/>
                  <w14:checkedState w14:val="2612" w14:font="MS Gothic"/>
                  <w14:uncheckedState w14:val="2610" w14:font="MS Gothic"/>
                </w14:checkbox>
              </w:sdtPr>
              <w:sdtEndPr/>
              <w:sdtContent>
                <w:r w:rsidR="001B09C3" w:rsidRPr="00D14FDB">
                  <w:rPr>
                    <w:rFonts w:ascii="Segoe UI Symbol" w:eastAsia="MS Gothic" w:hAnsi="Segoe UI Symbol" w:cs="Segoe UI Symbol"/>
                    <w:sz w:val="24"/>
                  </w:rPr>
                  <w:t>☐</w:t>
                </w:r>
              </w:sdtContent>
            </w:sdt>
            <w:r w:rsidR="001B09C3" w:rsidRPr="00D14FDB">
              <w:rPr>
                <w:rFonts w:cs="Calibri"/>
              </w:rPr>
              <w:t xml:space="preserve">   UC.320 </w:t>
            </w:r>
            <w:r w:rsidR="001B09C3" w:rsidRPr="00D14FDB">
              <w:rPr>
                <w:rFonts w:cs="Calibri"/>
                <w:iCs/>
              </w:rPr>
              <w:t xml:space="preserve">– Requesting an electronic clinical </w:t>
            </w:r>
            <w:r w:rsidR="00904B1A">
              <w:rPr>
                <w:rFonts w:cs="Calibri"/>
                <w:iCs/>
              </w:rPr>
              <w:t xml:space="preserve">  </w:t>
            </w:r>
            <w:r w:rsidR="001B09C3" w:rsidRPr="00D14FDB">
              <w:rPr>
                <w:rFonts w:cs="Calibri"/>
                <w:iCs/>
              </w:rPr>
              <w:t>document</w:t>
            </w:r>
          </w:p>
          <w:p w14:paraId="15DD1C64" w14:textId="77777777" w:rsidR="001B09C3" w:rsidRPr="00D14FDB" w:rsidRDefault="006F3745" w:rsidP="001B09C3">
            <w:pPr>
              <w:pStyle w:val="Tabletext"/>
              <w:rPr>
                <w:rFonts w:cs="Calibri"/>
                <w:iCs/>
              </w:rPr>
            </w:pPr>
            <w:sdt>
              <w:sdtPr>
                <w:rPr>
                  <w:rFonts w:eastAsia="MS Gothic" w:cs="Calibri"/>
                  <w:sz w:val="24"/>
                </w:rPr>
                <w:id w:val="1535619399"/>
                <w14:checkbox>
                  <w14:checked w14:val="0"/>
                  <w14:checkedState w14:val="2612" w14:font="MS Gothic"/>
                  <w14:uncheckedState w14:val="2610" w14:font="MS Gothic"/>
                </w14:checkbox>
              </w:sdtPr>
              <w:sdtEndPr/>
              <w:sdtContent>
                <w:r w:rsidR="001B09C3" w:rsidRPr="00D14FDB">
                  <w:rPr>
                    <w:rFonts w:ascii="Segoe UI Symbol" w:eastAsia="MS Gothic" w:hAnsi="Segoe UI Symbol" w:cs="Segoe UI Symbol"/>
                    <w:sz w:val="24"/>
                  </w:rPr>
                  <w:t>☐</w:t>
                </w:r>
              </w:sdtContent>
            </w:sdt>
            <w:r w:rsidR="001B09C3" w:rsidRPr="00D14FDB">
              <w:rPr>
                <w:rFonts w:cs="Calibri"/>
              </w:rPr>
              <w:t xml:space="preserve">   UC.325 </w:t>
            </w:r>
            <w:r w:rsidR="001B09C3" w:rsidRPr="00D14FDB">
              <w:rPr>
                <w:rFonts w:cs="Calibri"/>
                <w:iCs/>
              </w:rPr>
              <w:t>– Receiving an electronic message</w:t>
            </w:r>
          </w:p>
          <w:p w14:paraId="4462E16D" w14:textId="24406066" w:rsidR="007E1509" w:rsidRPr="00556BB5" w:rsidRDefault="006F3745" w:rsidP="008C793D">
            <w:pPr>
              <w:pStyle w:val="Tabletext"/>
              <w:rPr>
                <w:rFonts w:cs="Calibri"/>
              </w:rPr>
            </w:pPr>
            <w:sdt>
              <w:sdtPr>
                <w:rPr>
                  <w:rFonts w:eastAsia="MS Gothic" w:cs="Calibri"/>
                  <w:sz w:val="24"/>
                </w:rPr>
                <w:id w:val="1400407258"/>
                <w14:checkbox>
                  <w14:checked w14:val="0"/>
                  <w14:checkedState w14:val="2612" w14:font="MS Gothic"/>
                  <w14:uncheckedState w14:val="2610" w14:font="MS Gothic"/>
                </w14:checkbox>
              </w:sdtPr>
              <w:sdtEndPr/>
              <w:sdtContent>
                <w:r w:rsidR="001B09C3" w:rsidRPr="00D14FDB">
                  <w:rPr>
                    <w:rFonts w:ascii="Segoe UI Symbol" w:eastAsia="MS Gothic" w:hAnsi="Segoe UI Symbol" w:cs="Segoe UI Symbol"/>
                    <w:sz w:val="24"/>
                  </w:rPr>
                  <w:t>☐</w:t>
                </w:r>
              </w:sdtContent>
            </w:sdt>
            <w:r w:rsidR="001B09C3" w:rsidRPr="00D14FDB">
              <w:rPr>
                <w:rFonts w:cs="Calibri"/>
              </w:rPr>
              <w:t xml:space="preserve">   UC.330 </w:t>
            </w:r>
            <w:r w:rsidR="001B09C3" w:rsidRPr="00D14FDB">
              <w:rPr>
                <w:rFonts w:cs="Calibri"/>
                <w:iCs/>
              </w:rPr>
              <w:t>– Sending an electronic message</w:t>
            </w:r>
          </w:p>
        </w:tc>
      </w:tr>
    </w:tbl>
    <w:p w14:paraId="5E1EE4C0" w14:textId="77777777" w:rsidR="00A819F1" w:rsidRPr="00556BB5" w:rsidRDefault="00A819F1" w:rsidP="00296033">
      <w:pPr>
        <w:rPr>
          <w:rFonts w:cs="Calibri"/>
        </w:rPr>
      </w:pPr>
    </w:p>
    <w:p w14:paraId="63354CBA" w14:textId="67CADE9E" w:rsidR="00447E58" w:rsidRPr="00556BB5" w:rsidRDefault="00447E58" w:rsidP="00800B21">
      <w:pPr>
        <w:pStyle w:val="Heading2"/>
        <w:rPr>
          <w:rFonts w:cs="Calibri"/>
        </w:rPr>
      </w:pPr>
      <w:bookmarkStart w:id="45" w:name="_Toc75784470"/>
      <w:bookmarkStart w:id="46" w:name="_Toc170823777"/>
      <w:bookmarkStart w:id="47" w:name="_Toc215058735"/>
      <w:r w:rsidRPr="00556BB5">
        <w:rPr>
          <w:rFonts w:cs="Calibri"/>
        </w:rPr>
        <w:t xml:space="preserve">Summary of </w:t>
      </w:r>
      <w:r w:rsidR="00E73B2D" w:rsidRPr="00556BB5">
        <w:rPr>
          <w:rFonts w:cs="Calibri"/>
        </w:rPr>
        <w:t>new/updated requirements</w:t>
      </w:r>
      <w:bookmarkEnd w:id="45"/>
      <w:bookmarkEnd w:id="46"/>
      <w:bookmarkEnd w:id="47"/>
    </w:p>
    <w:p w14:paraId="0ECD6586" w14:textId="4486100E" w:rsidR="00447E58" w:rsidRPr="003B5C15" w:rsidRDefault="00447E58" w:rsidP="00447E58">
      <w:pPr>
        <w:pStyle w:val="BodyText"/>
        <w:rPr>
          <w:rFonts w:cs="Calibri"/>
          <w:szCs w:val="22"/>
        </w:rPr>
      </w:pPr>
      <w:r w:rsidRPr="003B5C15">
        <w:rPr>
          <w:rFonts w:cs="Calibri"/>
          <w:szCs w:val="22"/>
        </w:rPr>
        <w:t>The implementation conforms to (tick all that apply):</w:t>
      </w:r>
    </w:p>
    <w:p w14:paraId="303E84EE" w14:textId="5595FE8E" w:rsidR="00296033" w:rsidRPr="003B5C15" w:rsidRDefault="006F3745" w:rsidP="00941A27">
      <w:pPr>
        <w:pStyle w:val="BodyText"/>
        <w:ind w:left="1152" w:hanging="284"/>
        <w:rPr>
          <w:rFonts w:cs="Calibri"/>
          <w:szCs w:val="22"/>
        </w:rPr>
      </w:pPr>
      <w:sdt>
        <w:sdtPr>
          <w:rPr>
            <w:rFonts w:eastAsia="MS Gothic" w:cs="Calibri"/>
            <w:sz w:val="24"/>
            <w:szCs w:val="22"/>
          </w:rPr>
          <w:id w:val="1121958149"/>
          <w14:checkbox>
            <w14:checked w14:val="0"/>
            <w14:checkedState w14:val="2612" w14:font="MS Gothic"/>
            <w14:uncheckedState w14:val="2610" w14:font="MS Gothic"/>
          </w14:checkbox>
        </w:sdtPr>
        <w:sdtEndPr/>
        <w:sdtContent>
          <w:r w:rsidR="006C6C65" w:rsidRPr="00556BB5">
            <w:rPr>
              <w:rFonts w:ascii="Segoe UI Symbol" w:eastAsia="MS Gothic" w:hAnsi="Segoe UI Symbol" w:cs="Segoe UI Symbol"/>
              <w:sz w:val="24"/>
              <w:szCs w:val="22"/>
            </w:rPr>
            <w:t>☐</w:t>
          </w:r>
        </w:sdtContent>
      </w:sdt>
      <w:r w:rsidR="00296033" w:rsidRPr="003B5C15">
        <w:rPr>
          <w:rFonts w:cs="Calibri"/>
          <w:szCs w:val="22"/>
        </w:rPr>
        <w:t xml:space="preserve"> All mandatory requirements of the selected business use cases in section 4.3. Complete section </w:t>
      </w:r>
      <w:r w:rsidR="00296033" w:rsidRPr="003B5C15">
        <w:rPr>
          <w:rFonts w:cs="Calibri"/>
          <w:szCs w:val="22"/>
        </w:rPr>
        <w:fldChar w:fldCharType="begin"/>
      </w:r>
      <w:r w:rsidR="00296033" w:rsidRPr="003B5C15">
        <w:rPr>
          <w:rFonts w:cs="Calibri"/>
          <w:szCs w:val="22"/>
        </w:rPr>
        <w:instrText xml:space="preserve"> REF _Ref66268752 \r \h </w:instrText>
      </w:r>
      <w:r w:rsidR="003B5C15">
        <w:rPr>
          <w:rFonts w:cs="Calibri"/>
          <w:szCs w:val="22"/>
        </w:rPr>
        <w:instrText xml:space="preserve"> \* MERGEFORMAT </w:instrText>
      </w:r>
      <w:r w:rsidR="00296033" w:rsidRPr="003B5C15">
        <w:rPr>
          <w:rFonts w:cs="Calibri"/>
          <w:szCs w:val="22"/>
        </w:rPr>
      </w:r>
      <w:r w:rsidR="00296033" w:rsidRPr="003B5C15">
        <w:rPr>
          <w:rFonts w:cs="Calibri"/>
          <w:szCs w:val="22"/>
        </w:rPr>
        <w:fldChar w:fldCharType="separate"/>
      </w:r>
      <w:r w:rsidR="0010662E" w:rsidRPr="003B5C15">
        <w:rPr>
          <w:rFonts w:cs="Calibri"/>
          <w:szCs w:val="22"/>
        </w:rPr>
        <w:t>4.3.1</w:t>
      </w:r>
      <w:r w:rsidR="00296033" w:rsidRPr="003B5C15">
        <w:rPr>
          <w:rFonts w:cs="Calibri"/>
          <w:szCs w:val="22"/>
        </w:rPr>
        <w:fldChar w:fldCharType="end"/>
      </w:r>
    </w:p>
    <w:p w14:paraId="697E7201" w14:textId="765360FA" w:rsidR="00296033" w:rsidRPr="003B5C15" w:rsidRDefault="006F3745" w:rsidP="00941A27">
      <w:pPr>
        <w:pStyle w:val="BodyText"/>
        <w:ind w:left="1152" w:hanging="284"/>
        <w:rPr>
          <w:rFonts w:cs="Calibri"/>
          <w:szCs w:val="22"/>
        </w:rPr>
      </w:pPr>
      <w:sdt>
        <w:sdtPr>
          <w:rPr>
            <w:rFonts w:eastAsia="MS Gothic" w:cs="Calibri"/>
            <w:sz w:val="24"/>
            <w:szCs w:val="22"/>
          </w:rPr>
          <w:id w:val="1443411550"/>
          <w14:checkbox>
            <w14:checked w14:val="0"/>
            <w14:checkedState w14:val="2612" w14:font="MS Gothic"/>
            <w14:uncheckedState w14:val="2610" w14:font="MS Gothic"/>
          </w14:checkbox>
        </w:sdtPr>
        <w:sdtEndPr/>
        <w:sdtContent>
          <w:r w:rsidR="00296033" w:rsidRPr="00556BB5">
            <w:rPr>
              <w:rFonts w:ascii="Segoe UI Symbol" w:eastAsia="MS Gothic" w:hAnsi="Segoe UI Symbol" w:cs="Segoe UI Symbol"/>
              <w:sz w:val="24"/>
              <w:szCs w:val="22"/>
            </w:rPr>
            <w:t>☐</w:t>
          </w:r>
        </w:sdtContent>
      </w:sdt>
      <w:r w:rsidR="00296033" w:rsidRPr="003B5C15">
        <w:rPr>
          <w:rFonts w:cs="Calibri"/>
          <w:szCs w:val="22"/>
        </w:rPr>
        <w:t xml:space="preserve"> One or more conditional requirements of the selected business use cases in section 4.3. Complete section </w:t>
      </w:r>
      <w:r w:rsidR="00296033" w:rsidRPr="003B5C15">
        <w:rPr>
          <w:rFonts w:cs="Calibri"/>
          <w:szCs w:val="22"/>
        </w:rPr>
        <w:fldChar w:fldCharType="begin"/>
      </w:r>
      <w:r w:rsidR="00296033" w:rsidRPr="003B5C15">
        <w:rPr>
          <w:rFonts w:cs="Calibri"/>
          <w:szCs w:val="22"/>
        </w:rPr>
        <w:instrText xml:space="preserve"> REF _Ref66268790 \r \h </w:instrText>
      </w:r>
      <w:r w:rsidR="003B5C15">
        <w:rPr>
          <w:rFonts w:cs="Calibri"/>
          <w:szCs w:val="22"/>
        </w:rPr>
        <w:instrText xml:space="preserve"> \* MERGEFORMAT </w:instrText>
      </w:r>
      <w:r w:rsidR="00296033" w:rsidRPr="003B5C15">
        <w:rPr>
          <w:rFonts w:cs="Calibri"/>
          <w:szCs w:val="22"/>
        </w:rPr>
      </w:r>
      <w:r w:rsidR="00296033" w:rsidRPr="003B5C15">
        <w:rPr>
          <w:rFonts w:cs="Calibri"/>
          <w:szCs w:val="22"/>
        </w:rPr>
        <w:fldChar w:fldCharType="separate"/>
      </w:r>
      <w:r w:rsidR="0010662E" w:rsidRPr="003B5C15">
        <w:rPr>
          <w:rFonts w:cs="Calibri"/>
          <w:szCs w:val="22"/>
        </w:rPr>
        <w:t>4.3.2</w:t>
      </w:r>
      <w:r w:rsidR="00296033" w:rsidRPr="003B5C15">
        <w:rPr>
          <w:rFonts w:cs="Calibri"/>
          <w:szCs w:val="22"/>
        </w:rPr>
        <w:fldChar w:fldCharType="end"/>
      </w:r>
      <w:r w:rsidR="00296033" w:rsidRPr="003B5C15">
        <w:rPr>
          <w:rFonts w:cs="Calibri"/>
          <w:szCs w:val="22"/>
        </w:rPr>
        <w:t>.</w:t>
      </w:r>
    </w:p>
    <w:p w14:paraId="32E87E82" w14:textId="77BC5D63" w:rsidR="00296033" w:rsidRPr="003B5C15" w:rsidRDefault="006F3745" w:rsidP="00941A27">
      <w:pPr>
        <w:pStyle w:val="BodyText"/>
        <w:ind w:left="1152" w:hanging="284"/>
        <w:rPr>
          <w:rFonts w:cs="Calibri"/>
          <w:szCs w:val="22"/>
        </w:rPr>
      </w:pPr>
      <w:sdt>
        <w:sdtPr>
          <w:rPr>
            <w:rFonts w:eastAsia="MS Gothic" w:cs="Calibri"/>
            <w:sz w:val="24"/>
            <w:szCs w:val="22"/>
          </w:rPr>
          <w:id w:val="-1589000081"/>
          <w14:checkbox>
            <w14:checked w14:val="0"/>
            <w14:checkedState w14:val="2612" w14:font="MS Gothic"/>
            <w14:uncheckedState w14:val="2610" w14:font="MS Gothic"/>
          </w14:checkbox>
        </w:sdtPr>
        <w:sdtEndPr/>
        <w:sdtContent>
          <w:r w:rsidR="00296033" w:rsidRPr="00556BB5">
            <w:rPr>
              <w:rFonts w:ascii="Segoe UI Symbol" w:eastAsia="MS Gothic" w:hAnsi="Segoe UI Symbol" w:cs="Segoe UI Symbol"/>
              <w:sz w:val="24"/>
              <w:szCs w:val="22"/>
            </w:rPr>
            <w:t>☐</w:t>
          </w:r>
        </w:sdtContent>
      </w:sdt>
      <w:r w:rsidR="00296033" w:rsidRPr="003B5C15">
        <w:rPr>
          <w:rFonts w:cs="Calibri"/>
          <w:szCs w:val="22"/>
        </w:rPr>
        <w:t xml:space="preserve"> One or more recommended requirements of the selected business use cases in section 4.3. Complete section </w:t>
      </w:r>
      <w:r w:rsidR="00296033" w:rsidRPr="003B5C15">
        <w:rPr>
          <w:rFonts w:cs="Calibri"/>
          <w:szCs w:val="22"/>
        </w:rPr>
        <w:fldChar w:fldCharType="begin"/>
      </w:r>
      <w:r w:rsidR="00296033" w:rsidRPr="003B5C15">
        <w:rPr>
          <w:rFonts w:cs="Calibri"/>
          <w:szCs w:val="22"/>
        </w:rPr>
        <w:instrText xml:space="preserve"> REF _Ref66268829 \r \h </w:instrText>
      </w:r>
      <w:r w:rsidR="003B5C15">
        <w:rPr>
          <w:rFonts w:cs="Calibri"/>
          <w:szCs w:val="22"/>
        </w:rPr>
        <w:instrText xml:space="preserve"> \* MERGEFORMAT </w:instrText>
      </w:r>
      <w:r w:rsidR="00296033" w:rsidRPr="003B5C15">
        <w:rPr>
          <w:rFonts w:cs="Calibri"/>
          <w:szCs w:val="22"/>
        </w:rPr>
      </w:r>
      <w:r w:rsidR="00296033" w:rsidRPr="003B5C15">
        <w:rPr>
          <w:rFonts w:cs="Calibri"/>
          <w:szCs w:val="22"/>
        </w:rPr>
        <w:fldChar w:fldCharType="separate"/>
      </w:r>
      <w:r w:rsidR="0010662E" w:rsidRPr="003B5C15">
        <w:rPr>
          <w:rFonts w:cs="Calibri"/>
          <w:szCs w:val="22"/>
        </w:rPr>
        <w:t>4.3.3</w:t>
      </w:r>
      <w:r w:rsidR="00296033" w:rsidRPr="003B5C15">
        <w:rPr>
          <w:rFonts w:cs="Calibri"/>
          <w:szCs w:val="22"/>
        </w:rPr>
        <w:fldChar w:fldCharType="end"/>
      </w:r>
      <w:r w:rsidR="00296033" w:rsidRPr="003B5C15">
        <w:rPr>
          <w:rFonts w:cs="Calibri"/>
          <w:szCs w:val="22"/>
        </w:rPr>
        <w:t>.</w:t>
      </w:r>
    </w:p>
    <w:p w14:paraId="1C4A1B85" w14:textId="1B9DB708" w:rsidR="00296033" w:rsidRPr="003B5C15" w:rsidRDefault="006F3745" w:rsidP="34EF76FB">
      <w:pPr>
        <w:pStyle w:val="BodyText"/>
        <w:ind w:left="1152" w:hanging="284"/>
        <w:rPr>
          <w:rFonts w:cs="Calibri"/>
        </w:rPr>
      </w:pPr>
      <w:sdt>
        <w:sdtPr>
          <w:rPr>
            <w:rFonts w:eastAsia="MS Gothic" w:cs="Calibri"/>
            <w:sz w:val="24"/>
            <w:szCs w:val="22"/>
          </w:rPr>
          <w:id w:val="1930535021"/>
          <w14:checkbox>
            <w14:checked w14:val="0"/>
            <w14:checkedState w14:val="2612" w14:font="MS Gothic"/>
            <w14:uncheckedState w14:val="2610" w14:font="MS Gothic"/>
          </w14:checkbox>
        </w:sdtPr>
        <w:sdtEndPr>
          <w:rPr>
            <w:szCs w:val="24"/>
          </w:rPr>
        </w:sdtEndPr>
        <w:sdtContent>
          <w:r w:rsidR="00296033" w:rsidRPr="00556BB5">
            <w:rPr>
              <w:rFonts w:ascii="Segoe UI Symbol" w:eastAsia="MS Gothic" w:hAnsi="Segoe UI Symbol" w:cs="Segoe UI Symbol"/>
              <w:sz w:val="24"/>
            </w:rPr>
            <w:t>☐</w:t>
          </w:r>
        </w:sdtContent>
      </w:sdt>
      <w:r w:rsidR="00296033" w:rsidRPr="003B5C15">
        <w:rPr>
          <w:rFonts w:cs="Calibri"/>
        </w:rPr>
        <w:t xml:space="preserve"> One or more HI requirements mandated for a clinical information system to access the My Health Record System. Complete section </w:t>
      </w:r>
      <w:r w:rsidR="008F0837" w:rsidRPr="003B5C15">
        <w:rPr>
          <w:rFonts w:cs="Calibri"/>
        </w:rPr>
        <w:fldChar w:fldCharType="begin"/>
      </w:r>
      <w:r w:rsidR="008F0837" w:rsidRPr="003B5C15">
        <w:rPr>
          <w:rFonts w:cs="Calibri"/>
        </w:rPr>
        <w:instrText xml:space="preserve"> REF _Ref212723806 \r \h </w:instrText>
      </w:r>
      <w:r w:rsidR="003B5C15">
        <w:rPr>
          <w:rFonts w:cs="Calibri"/>
        </w:rPr>
        <w:instrText xml:space="preserve"> \* MERGEFORMAT </w:instrText>
      </w:r>
      <w:r w:rsidR="008F0837" w:rsidRPr="003B5C15">
        <w:rPr>
          <w:rFonts w:cs="Calibri"/>
        </w:rPr>
      </w:r>
      <w:r w:rsidR="008F0837" w:rsidRPr="003B5C15">
        <w:rPr>
          <w:rFonts w:cs="Calibri"/>
        </w:rPr>
        <w:fldChar w:fldCharType="separate"/>
      </w:r>
      <w:r w:rsidR="008F0837" w:rsidRPr="003B5C15">
        <w:rPr>
          <w:rFonts w:cs="Calibri"/>
        </w:rPr>
        <w:t>4.3.4</w:t>
      </w:r>
      <w:r w:rsidR="008F0837" w:rsidRPr="003B5C15">
        <w:rPr>
          <w:rFonts w:cs="Calibri"/>
        </w:rPr>
        <w:fldChar w:fldCharType="end"/>
      </w:r>
      <w:r w:rsidR="00296033" w:rsidRPr="003B5C15">
        <w:rPr>
          <w:rFonts w:cs="Calibri"/>
        </w:rPr>
        <w:fldChar w:fldCharType="begin"/>
      </w:r>
      <w:r w:rsidR="00296033" w:rsidRPr="003B5C15">
        <w:rPr>
          <w:rFonts w:cs="Calibri"/>
        </w:rPr>
        <w:instrText xml:space="preserve"> REF _Ref201577827 \r \h </w:instrText>
      </w:r>
      <w:r w:rsidR="003B5C15">
        <w:rPr>
          <w:rFonts w:cs="Calibri"/>
        </w:rPr>
        <w:instrText xml:space="preserve"> \* MERGEFORMAT </w:instrText>
      </w:r>
      <w:r w:rsidR="00296033" w:rsidRPr="003B5C15">
        <w:rPr>
          <w:rFonts w:cs="Calibri"/>
        </w:rPr>
      </w:r>
      <w:r w:rsidR="00296033" w:rsidRPr="003B5C15">
        <w:rPr>
          <w:rFonts w:cs="Calibri"/>
        </w:rPr>
        <w:fldChar w:fldCharType="separate"/>
      </w:r>
      <w:r w:rsidR="00296033" w:rsidRPr="003B5C15">
        <w:rPr>
          <w:rFonts w:cs="Calibri"/>
        </w:rPr>
        <w:fldChar w:fldCharType="end"/>
      </w:r>
      <w:r w:rsidR="00296033" w:rsidRPr="003B5C15">
        <w:rPr>
          <w:rFonts w:cs="Calibri"/>
        </w:rPr>
        <w:t>.</w:t>
      </w:r>
    </w:p>
    <w:p w14:paraId="5E0D7787" w14:textId="12FB773C" w:rsidR="00491B3C" w:rsidRPr="00556BB5" w:rsidRDefault="00491B3C" w:rsidP="00800B21">
      <w:pPr>
        <w:pStyle w:val="Heading2"/>
        <w:rPr>
          <w:rFonts w:cs="Calibri"/>
        </w:rPr>
      </w:pPr>
      <w:bookmarkStart w:id="48" w:name="_Toc75347154"/>
      <w:bookmarkStart w:id="49" w:name="_Toc75784472"/>
      <w:bookmarkStart w:id="50" w:name="_Toc170823779"/>
      <w:bookmarkStart w:id="51" w:name="_Ref201736668"/>
      <w:bookmarkStart w:id="52" w:name="_Toc215058736"/>
      <w:bookmarkEnd w:id="48"/>
      <w:r w:rsidRPr="00556BB5">
        <w:rPr>
          <w:rFonts w:cs="Calibri"/>
        </w:rPr>
        <w:lastRenderedPageBreak/>
        <w:t xml:space="preserve">Conformance to </w:t>
      </w:r>
      <w:r w:rsidR="00E73B2D" w:rsidRPr="00556BB5">
        <w:rPr>
          <w:rFonts w:cs="Calibri"/>
        </w:rPr>
        <w:t>requirements</w:t>
      </w:r>
      <w:bookmarkEnd w:id="49"/>
      <w:bookmarkEnd w:id="50"/>
      <w:bookmarkEnd w:id="51"/>
      <w:bookmarkEnd w:id="52"/>
    </w:p>
    <w:p w14:paraId="5E967D37" w14:textId="31B5E765" w:rsidR="00291FEF" w:rsidRPr="00556BB5" w:rsidRDefault="2F74F345" w:rsidP="00377475">
      <w:pPr>
        <w:pStyle w:val="Heading3"/>
        <w:tabs>
          <w:tab w:val="clear" w:pos="850"/>
          <w:tab w:val="num" w:pos="851"/>
        </w:tabs>
        <w:ind w:left="851"/>
        <w:rPr>
          <w:rFonts w:cs="Calibri"/>
        </w:rPr>
      </w:pPr>
      <w:bookmarkStart w:id="53" w:name="_Ref66268752"/>
      <w:bookmarkStart w:id="54" w:name="_Ref67037934"/>
      <w:bookmarkStart w:id="55" w:name="_Ref67037957"/>
      <w:bookmarkStart w:id="56" w:name="_Ref67038007"/>
      <w:bookmarkStart w:id="57" w:name="_Ref67038014"/>
      <w:bookmarkStart w:id="58" w:name="_Ref67038026"/>
      <w:bookmarkStart w:id="59" w:name="_Ref67038059"/>
      <w:bookmarkStart w:id="60" w:name="_Ref67038072"/>
      <w:bookmarkStart w:id="61" w:name="_Ref67038089"/>
      <w:bookmarkStart w:id="62" w:name="_Ref67038098"/>
      <w:bookmarkStart w:id="63" w:name="_Ref67038108"/>
      <w:bookmarkStart w:id="64" w:name="_Ref67038118"/>
      <w:bookmarkStart w:id="65" w:name="_Ref67038130"/>
      <w:bookmarkStart w:id="66" w:name="_Ref67038148"/>
      <w:bookmarkStart w:id="67" w:name="_Toc75784473"/>
      <w:bookmarkStart w:id="68" w:name="_Toc170823780"/>
      <w:r w:rsidRPr="00556BB5">
        <w:rPr>
          <w:rFonts w:cs="Calibri"/>
        </w:rPr>
        <w:t xml:space="preserve">Mandatory </w:t>
      </w:r>
      <w:r w:rsidR="3D960EE2" w:rsidRPr="00556BB5">
        <w:rPr>
          <w:rFonts w:cs="Calibri"/>
        </w:rPr>
        <w:t>requirements</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49AEB59D" w14:textId="64A4450D" w:rsidR="00C0624E" w:rsidRPr="003B5C15" w:rsidRDefault="00291FEF" w:rsidP="00A2455A">
      <w:pPr>
        <w:pStyle w:val="BodyText"/>
        <w:keepNext/>
        <w:tabs>
          <w:tab w:val="num" w:pos="1134"/>
          <w:tab w:val="left" w:pos="6240"/>
        </w:tabs>
        <w:ind w:left="1"/>
        <w:rPr>
          <w:rFonts w:cs="Calibri"/>
          <w:szCs w:val="22"/>
        </w:rPr>
      </w:pPr>
      <w:r w:rsidRPr="003B5C15">
        <w:rPr>
          <w:rFonts w:cs="Calibri"/>
          <w:szCs w:val="22"/>
        </w:rPr>
        <w:t>The implementation supports (tick all that apply):</w:t>
      </w:r>
    </w:p>
    <w:tbl>
      <w:tblPr>
        <w:tblStyle w:val="TableADHAwide"/>
        <w:tblW w:w="9781" w:type="dxa"/>
        <w:tblLayout w:type="fixed"/>
        <w:tblLook w:val="01E0" w:firstRow="1" w:lastRow="1" w:firstColumn="1" w:lastColumn="1" w:noHBand="0" w:noVBand="0"/>
      </w:tblPr>
      <w:tblGrid>
        <w:gridCol w:w="4111"/>
        <w:gridCol w:w="2126"/>
        <w:gridCol w:w="3544"/>
      </w:tblGrid>
      <w:tr w:rsidR="003511CE" w:rsidRPr="003B5C15" w14:paraId="02012FA8" w14:textId="46CC862B" w:rsidTr="00556BB5">
        <w:tc>
          <w:tcPr>
            <w:tcW w:w="4111" w:type="dxa"/>
            <w:tcBorders>
              <w:bottom w:val="single" w:sz="4" w:space="0" w:color="auto"/>
            </w:tcBorders>
            <w:shd w:val="clear" w:color="auto" w:fill="F2F2F2" w:themeFill="background1" w:themeFillShade="F2"/>
          </w:tcPr>
          <w:p w14:paraId="198969F6" w14:textId="19764770" w:rsidR="003511CE" w:rsidRPr="00556BB5" w:rsidRDefault="003511CE" w:rsidP="009E2184">
            <w:pPr>
              <w:pStyle w:val="Tableheader"/>
              <w:rPr>
                <w:rFonts w:cs="Calibri"/>
              </w:rPr>
            </w:pPr>
            <w:r w:rsidRPr="00556BB5">
              <w:rPr>
                <w:rFonts w:cs="Calibri"/>
              </w:rPr>
              <w:t>Mandatory requirements</w:t>
            </w:r>
          </w:p>
        </w:tc>
        <w:tc>
          <w:tcPr>
            <w:tcW w:w="2126" w:type="dxa"/>
            <w:tcBorders>
              <w:bottom w:val="single" w:sz="4" w:space="0" w:color="auto"/>
            </w:tcBorders>
            <w:shd w:val="clear" w:color="auto" w:fill="F2F2F2" w:themeFill="background1" w:themeFillShade="F2"/>
          </w:tcPr>
          <w:p w14:paraId="4E7A1DD4" w14:textId="0C836E33" w:rsidR="003511CE" w:rsidRPr="00556BB5" w:rsidRDefault="00751EE2" w:rsidP="009E2184">
            <w:pPr>
              <w:pStyle w:val="Tableheader"/>
              <w:rPr>
                <w:rFonts w:cs="Calibri"/>
              </w:rPr>
            </w:pPr>
            <w:r w:rsidRPr="00556BB5">
              <w:rPr>
                <w:rFonts w:cs="Calibri"/>
              </w:rPr>
              <w:t xml:space="preserve">Related </w:t>
            </w:r>
            <w:r w:rsidR="0A81A912" w:rsidRPr="00556BB5">
              <w:rPr>
                <w:rFonts w:cs="Calibri"/>
              </w:rPr>
              <w:t xml:space="preserve">Business </w:t>
            </w:r>
            <w:r w:rsidR="6119193C" w:rsidRPr="00556BB5">
              <w:rPr>
                <w:rFonts w:cs="Calibri"/>
              </w:rPr>
              <w:t xml:space="preserve">use cases </w:t>
            </w:r>
            <w:r w:rsidR="0A81A912" w:rsidRPr="00556BB5">
              <w:rPr>
                <w:rFonts w:cs="Calibri"/>
              </w:rPr>
              <w:t>and  CTS worksheet</w:t>
            </w:r>
            <w:r w:rsidR="00F62D1C" w:rsidRPr="00556BB5">
              <w:rPr>
                <w:rFonts w:cs="Calibri"/>
              </w:rPr>
              <w:t>s</w:t>
            </w:r>
          </w:p>
        </w:tc>
        <w:tc>
          <w:tcPr>
            <w:cnfStyle w:val="000000001000" w:firstRow="0" w:lastRow="0" w:firstColumn="0" w:lastColumn="0" w:oddVBand="0" w:evenVBand="0" w:oddHBand="0" w:evenHBand="0" w:firstRowFirstColumn="0" w:firstRowLastColumn="1" w:lastRowFirstColumn="0" w:lastRowLastColumn="0"/>
            <w:tcW w:w="3544" w:type="dxa"/>
            <w:tcBorders>
              <w:bottom w:val="single" w:sz="4" w:space="0" w:color="auto"/>
            </w:tcBorders>
            <w:shd w:val="clear" w:color="auto" w:fill="F2F2F2" w:themeFill="background1" w:themeFillShade="F2"/>
          </w:tcPr>
          <w:p w14:paraId="2F43F62A" w14:textId="35FCAF20" w:rsidR="003511CE" w:rsidRPr="00556BB5" w:rsidRDefault="0068757D" w:rsidP="009E2184">
            <w:pPr>
              <w:pStyle w:val="Tableheader"/>
              <w:rPr>
                <w:rFonts w:cs="Calibri"/>
              </w:rPr>
            </w:pPr>
            <w:r w:rsidRPr="00556BB5">
              <w:rPr>
                <w:rFonts w:cs="Calibri"/>
              </w:rPr>
              <w:t>Software Developer Comments</w:t>
            </w:r>
          </w:p>
        </w:tc>
      </w:tr>
      <w:tr w:rsidR="003511CE" w:rsidRPr="003B5C15" w14:paraId="55FBCB6E" w14:textId="708981FB" w:rsidTr="00556BB5">
        <w:tc>
          <w:tcPr>
            <w:tcW w:w="4111" w:type="dxa"/>
            <w:tcBorders>
              <w:top w:val="single" w:sz="4" w:space="0" w:color="auto"/>
              <w:bottom w:val="single" w:sz="4" w:space="0" w:color="auto"/>
            </w:tcBorders>
          </w:tcPr>
          <w:p w14:paraId="468DFF20" w14:textId="0F20B2FC" w:rsidR="003511CE" w:rsidRPr="00556BB5" w:rsidRDefault="006F3745" w:rsidP="008C793D">
            <w:pPr>
              <w:pStyle w:val="Tabletext"/>
              <w:rPr>
                <w:rFonts w:cs="Calibri"/>
              </w:rPr>
            </w:pPr>
            <w:sdt>
              <w:sdtPr>
                <w:rPr>
                  <w:rFonts w:eastAsia="MS Gothic" w:cs="Calibri"/>
                  <w:sz w:val="24"/>
                </w:rPr>
                <w:id w:val="-777025459"/>
                <w14:checkbox>
                  <w14:checked w14:val="0"/>
                  <w14:checkedState w14:val="2612" w14:font="MS Gothic"/>
                  <w14:uncheckedState w14:val="2610" w14:font="MS Gothic"/>
                </w14:checkbox>
              </w:sdtPr>
              <w:sdtEndPr/>
              <w:sdtContent>
                <w:r w:rsidR="003B1B40" w:rsidRPr="00556BB5">
                  <w:rPr>
                    <w:rFonts w:ascii="Segoe UI Symbol" w:eastAsia="MS Gothic" w:hAnsi="Segoe UI Symbol" w:cs="Segoe UI Symbol"/>
                    <w:sz w:val="24"/>
                  </w:rPr>
                  <w:t>☐</w:t>
                </w:r>
              </w:sdtContent>
            </w:sdt>
            <w:r w:rsidR="003511CE" w:rsidRPr="00556BB5">
              <w:rPr>
                <w:rFonts w:cs="Calibri"/>
              </w:rPr>
              <w:t xml:space="preserve">  5805 </w:t>
            </w:r>
            <w:r w:rsidR="003511CE" w:rsidRPr="00556BB5">
              <w:rPr>
                <w:rFonts w:eastAsia="Symbol" w:cs="Calibri"/>
              </w:rPr>
              <w:t>-</w:t>
            </w:r>
            <w:r w:rsidR="003511CE" w:rsidRPr="00556BB5">
              <w:rPr>
                <w:rFonts w:cs="Calibri"/>
              </w:rPr>
              <w:t xml:space="preserve"> Maximum name length</w:t>
            </w:r>
          </w:p>
        </w:tc>
        <w:tc>
          <w:tcPr>
            <w:tcW w:w="2126" w:type="dxa"/>
            <w:tcBorders>
              <w:top w:val="single" w:sz="4" w:space="0" w:color="auto"/>
              <w:bottom w:val="single" w:sz="4" w:space="0" w:color="auto"/>
            </w:tcBorders>
          </w:tcPr>
          <w:p w14:paraId="36305142" w14:textId="516196B2" w:rsidR="003511CE" w:rsidRPr="00556BB5" w:rsidRDefault="003511CE" w:rsidP="008C793D">
            <w:pPr>
              <w:pStyle w:val="Tabletext"/>
              <w:rPr>
                <w:rFonts w:cs="Calibri"/>
              </w:rPr>
            </w:pPr>
            <w:r w:rsidRPr="00556BB5">
              <w:rPr>
                <w:rFonts w:cs="Calibri"/>
              </w:rPr>
              <w:t xml:space="preserve">UC.010 – Part A </w:t>
            </w:r>
          </w:p>
          <w:p w14:paraId="6F080752" w14:textId="77777777" w:rsidR="003511CE" w:rsidRPr="00556BB5" w:rsidRDefault="003511CE" w:rsidP="008C793D">
            <w:pPr>
              <w:pStyle w:val="Tabletext"/>
              <w:rPr>
                <w:rFonts w:cs="Calibri"/>
              </w:rPr>
            </w:pPr>
            <w:r w:rsidRPr="00556BB5">
              <w:rPr>
                <w:rFonts w:cs="Calibri"/>
              </w:rPr>
              <w:t>UC.011</w:t>
            </w:r>
          </w:p>
          <w:p w14:paraId="5BB82665" w14:textId="4300BB71" w:rsidR="003511CE" w:rsidRPr="00556BB5" w:rsidRDefault="07289997" w:rsidP="008C793D">
            <w:pPr>
              <w:pStyle w:val="Tabletext"/>
              <w:rPr>
                <w:rFonts w:cs="Calibri"/>
              </w:rPr>
            </w:pPr>
            <w:r w:rsidRPr="00556BB5">
              <w:rPr>
                <w:rFonts w:cs="Calibri"/>
              </w:rPr>
              <w:t xml:space="preserve">UC.015 </w:t>
            </w:r>
            <w:r w:rsidR="34192D7D" w:rsidRPr="00556BB5">
              <w:rPr>
                <w:rFonts w:cs="Calibri"/>
              </w:rPr>
              <w:t>-</w:t>
            </w:r>
            <w:r w:rsidRPr="00556BB5">
              <w:rPr>
                <w:rFonts w:cs="Calibri"/>
              </w:rPr>
              <w:t xml:space="preserve">Part A  </w:t>
            </w:r>
          </w:p>
          <w:p w14:paraId="3CC36280" w14:textId="3B8FCB94" w:rsidR="003511CE" w:rsidRPr="00556BB5" w:rsidRDefault="003511CE" w:rsidP="008C793D">
            <w:pPr>
              <w:pStyle w:val="Tabletext"/>
              <w:rPr>
                <w:rFonts w:cs="Calibri"/>
              </w:rPr>
            </w:pPr>
            <w:r w:rsidRPr="00556BB5">
              <w:rPr>
                <w:rFonts w:cs="Calibri"/>
              </w:rPr>
              <w:t xml:space="preserve">UC.025 – Part A </w:t>
            </w:r>
          </w:p>
          <w:p w14:paraId="028DFA08" w14:textId="596ECD2E" w:rsidR="003511CE" w:rsidRPr="00556BB5" w:rsidRDefault="003511CE" w:rsidP="008C793D">
            <w:pPr>
              <w:pStyle w:val="Tabletext"/>
              <w:rPr>
                <w:rFonts w:cs="Calibri"/>
              </w:rPr>
            </w:pPr>
            <w:r w:rsidRPr="00556BB5">
              <w:rPr>
                <w:rFonts w:cs="Calibri"/>
              </w:rPr>
              <w:t>UC.035</w:t>
            </w:r>
          </w:p>
        </w:tc>
        <w:tc>
          <w:tcPr>
            <w:tcW w:w="3544" w:type="dxa"/>
            <w:tcBorders>
              <w:top w:val="single" w:sz="4" w:space="0" w:color="auto"/>
              <w:bottom w:val="single" w:sz="4" w:space="0" w:color="auto"/>
            </w:tcBorders>
          </w:tcPr>
          <w:p w14:paraId="664C6DCC" w14:textId="77777777" w:rsidR="003511CE" w:rsidRPr="00556BB5" w:rsidRDefault="003511CE" w:rsidP="008C793D">
            <w:pPr>
              <w:pStyle w:val="Tabletext"/>
              <w:rPr>
                <w:rFonts w:cs="Calibri"/>
              </w:rPr>
            </w:pPr>
          </w:p>
        </w:tc>
      </w:tr>
      <w:tr w:rsidR="003511CE" w:rsidRPr="003B5C15" w14:paraId="1058CE9A" w14:textId="5D13BF5C" w:rsidTr="00556BB5">
        <w:tc>
          <w:tcPr>
            <w:tcW w:w="4111" w:type="dxa"/>
            <w:tcBorders>
              <w:top w:val="single" w:sz="4" w:space="0" w:color="auto"/>
              <w:bottom w:val="single" w:sz="4" w:space="0" w:color="auto"/>
            </w:tcBorders>
          </w:tcPr>
          <w:p w14:paraId="26730DAB" w14:textId="1F45FEC0" w:rsidR="003511CE" w:rsidRPr="00556BB5" w:rsidRDefault="006F3745" w:rsidP="008C793D">
            <w:pPr>
              <w:pStyle w:val="Tabletext"/>
              <w:rPr>
                <w:rFonts w:cs="Calibri"/>
              </w:rPr>
            </w:pPr>
            <w:sdt>
              <w:sdtPr>
                <w:rPr>
                  <w:rFonts w:eastAsia="MS Gothic" w:cs="Calibri"/>
                  <w:sz w:val="24"/>
                </w:rPr>
                <w:id w:val="1742980482"/>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5808 </w:t>
            </w:r>
            <w:r w:rsidR="003511CE" w:rsidRPr="00556BB5">
              <w:rPr>
                <w:rFonts w:eastAsia="Symbol" w:cs="Calibri"/>
              </w:rPr>
              <w:t>-</w:t>
            </w:r>
            <w:r w:rsidR="003511CE" w:rsidRPr="00556BB5">
              <w:rPr>
                <w:rFonts w:cs="Calibri"/>
              </w:rPr>
              <w:t xml:space="preserve"> Capture and storage of date of birth</w:t>
            </w:r>
          </w:p>
        </w:tc>
        <w:tc>
          <w:tcPr>
            <w:tcW w:w="2126" w:type="dxa"/>
            <w:tcBorders>
              <w:top w:val="single" w:sz="4" w:space="0" w:color="auto"/>
              <w:bottom w:val="single" w:sz="4" w:space="0" w:color="auto"/>
            </w:tcBorders>
          </w:tcPr>
          <w:p w14:paraId="2CBB8539" w14:textId="46DDA358" w:rsidR="003511CE" w:rsidRPr="00556BB5" w:rsidRDefault="003511CE" w:rsidP="008C793D">
            <w:pPr>
              <w:pStyle w:val="Tabletext"/>
              <w:rPr>
                <w:rFonts w:cs="Calibri"/>
              </w:rPr>
            </w:pPr>
            <w:r w:rsidRPr="00556BB5">
              <w:rPr>
                <w:rFonts w:cs="Calibri"/>
              </w:rPr>
              <w:t xml:space="preserve">UC.005 </w:t>
            </w:r>
          </w:p>
          <w:p w14:paraId="0F7A1E58" w14:textId="3FD032CC" w:rsidR="003511CE" w:rsidRPr="00556BB5" w:rsidRDefault="003511CE" w:rsidP="008C793D">
            <w:pPr>
              <w:pStyle w:val="Tabletext"/>
              <w:rPr>
                <w:rFonts w:cs="Calibri"/>
              </w:rPr>
            </w:pPr>
            <w:r w:rsidRPr="00556BB5">
              <w:rPr>
                <w:rFonts w:cs="Calibri"/>
              </w:rPr>
              <w:t xml:space="preserve">UC.010 – Part A </w:t>
            </w:r>
          </w:p>
          <w:p w14:paraId="31A9A0C2" w14:textId="31398F0E" w:rsidR="003511CE" w:rsidRPr="00556BB5" w:rsidRDefault="003511CE" w:rsidP="008C793D">
            <w:pPr>
              <w:pStyle w:val="Tabletext"/>
              <w:rPr>
                <w:rFonts w:cs="Calibri"/>
              </w:rPr>
            </w:pPr>
            <w:r w:rsidRPr="00556BB5">
              <w:rPr>
                <w:rFonts w:cs="Calibri"/>
              </w:rPr>
              <w:t xml:space="preserve">UC.011 </w:t>
            </w:r>
          </w:p>
          <w:p w14:paraId="1E7FF939" w14:textId="0831E8DA" w:rsidR="003511CE" w:rsidRPr="00556BB5" w:rsidRDefault="003511CE" w:rsidP="008C793D">
            <w:pPr>
              <w:pStyle w:val="Tabletext"/>
              <w:rPr>
                <w:rFonts w:cs="Calibri"/>
              </w:rPr>
            </w:pPr>
            <w:r w:rsidRPr="00556BB5">
              <w:rPr>
                <w:rFonts w:cs="Calibri"/>
              </w:rPr>
              <w:t>UC.016</w:t>
            </w:r>
          </w:p>
          <w:p w14:paraId="37B81912" w14:textId="390C0DF3" w:rsidR="003511CE" w:rsidRPr="00556BB5" w:rsidRDefault="003511CE" w:rsidP="008C793D">
            <w:pPr>
              <w:pStyle w:val="Tabletext"/>
              <w:rPr>
                <w:rFonts w:eastAsia="Verdana" w:cs="Calibri"/>
              </w:rPr>
            </w:pPr>
            <w:r w:rsidRPr="00556BB5">
              <w:rPr>
                <w:rFonts w:cs="Calibri"/>
              </w:rPr>
              <w:t>UC.015 – Part A</w:t>
            </w:r>
          </w:p>
        </w:tc>
        <w:tc>
          <w:tcPr>
            <w:tcW w:w="3544" w:type="dxa"/>
            <w:tcBorders>
              <w:top w:val="single" w:sz="4" w:space="0" w:color="auto"/>
              <w:bottom w:val="single" w:sz="4" w:space="0" w:color="auto"/>
            </w:tcBorders>
          </w:tcPr>
          <w:p w14:paraId="59A108CF" w14:textId="77777777" w:rsidR="003511CE" w:rsidRPr="00556BB5" w:rsidRDefault="003511CE" w:rsidP="008C793D">
            <w:pPr>
              <w:pStyle w:val="Tabletext"/>
              <w:rPr>
                <w:rFonts w:cs="Calibri"/>
              </w:rPr>
            </w:pPr>
          </w:p>
        </w:tc>
      </w:tr>
      <w:tr w:rsidR="003511CE" w:rsidRPr="003B5C15" w14:paraId="375BFF38" w14:textId="209259CE" w:rsidTr="00556BB5">
        <w:tc>
          <w:tcPr>
            <w:tcW w:w="4111" w:type="dxa"/>
            <w:tcBorders>
              <w:top w:val="single" w:sz="4" w:space="0" w:color="auto"/>
              <w:bottom w:val="single" w:sz="4" w:space="0" w:color="auto"/>
            </w:tcBorders>
          </w:tcPr>
          <w:p w14:paraId="5C972C0A" w14:textId="5E2C0E67" w:rsidR="003511CE" w:rsidRPr="00556BB5" w:rsidRDefault="006F3745" w:rsidP="008C793D">
            <w:pPr>
              <w:pStyle w:val="Tabletext"/>
              <w:rPr>
                <w:rFonts w:eastAsia="Verdana" w:cs="Calibri"/>
              </w:rPr>
            </w:pPr>
            <w:sdt>
              <w:sdtPr>
                <w:rPr>
                  <w:rFonts w:eastAsia="MS Gothic" w:cs="Calibri"/>
                  <w:sz w:val="24"/>
                </w:rPr>
                <w:id w:val="-733462440"/>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w:t>
            </w:r>
            <w:r w:rsidR="00A2455A" w:rsidRPr="00556BB5">
              <w:rPr>
                <w:rFonts w:cs="Calibri"/>
              </w:rPr>
              <w:t xml:space="preserve"> </w:t>
            </w:r>
            <w:r w:rsidR="003511CE" w:rsidRPr="00556BB5">
              <w:rPr>
                <w:rFonts w:cs="Calibri"/>
              </w:rPr>
              <w:t>5812- IHI number validation</w:t>
            </w:r>
          </w:p>
        </w:tc>
        <w:tc>
          <w:tcPr>
            <w:tcW w:w="2126" w:type="dxa"/>
            <w:tcBorders>
              <w:top w:val="single" w:sz="4" w:space="0" w:color="auto"/>
              <w:bottom w:val="single" w:sz="4" w:space="0" w:color="auto"/>
            </w:tcBorders>
          </w:tcPr>
          <w:p w14:paraId="5CA483D6" w14:textId="22968F99" w:rsidR="003511CE" w:rsidRPr="00556BB5" w:rsidRDefault="07289997" w:rsidP="008C793D">
            <w:pPr>
              <w:pStyle w:val="Tabletext"/>
              <w:rPr>
                <w:rFonts w:cs="Calibri"/>
              </w:rPr>
            </w:pPr>
            <w:r w:rsidRPr="00556BB5">
              <w:rPr>
                <w:rFonts w:cs="Calibri"/>
              </w:rPr>
              <w:t>UC.010</w:t>
            </w:r>
            <w:r w:rsidR="5B104BD7" w:rsidRPr="00556BB5">
              <w:rPr>
                <w:rFonts w:cs="Calibri"/>
              </w:rPr>
              <w:t>-Part C</w:t>
            </w:r>
          </w:p>
          <w:p w14:paraId="6EC1B2CE" w14:textId="42E98064" w:rsidR="003511CE" w:rsidRPr="00556BB5" w:rsidRDefault="003511CE" w:rsidP="008C793D">
            <w:pPr>
              <w:pStyle w:val="Tabletext"/>
              <w:rPr>
                <w:rFonts w:cs="Calibri"/>
              </w:rPr>
            </w:pPr>
            <w:r w:rsidRPr="00556BB5">
              <w:rPr>
                <w:rFonts w:cs="Calibri"/>
              </w:rPr>
              <w:t>UC.011</w:t>
            </w:r>
          </w:p>
          <w:p w14:paraId="705DF7AD" w14:textId="286C962F" w:rsidR="003511CE" w:rsidRPr="00556BB5" w:rsidRDefault="07289997" w:rsidP="008C793D">
            <w:pPr>
              <w:pStyle w:val="Tabletext"/>
              <w:rPr>
                <w:rFonts w:cs="Calibri"/>
              </w:rPr>
            </w:pPr>
            <w:r w:rsidRPr="00556BB5">
              <w:rPr>
                <w:rFonts w:cs="Calibri"/>
              </w:rPr>
              <w:t>UC.015</w:t>
            </w:r>
            <w:r w:rsidR="7247B67F" w:rsidRPr="00556BB5">
              <w:rPr>
                <w:rFonts w:cs="Calibri"/>
              </w:rPr>
              <w:t>-Part C</w:t>
            </w:r>
          </w:p>
          <w:p w14:paraId="2E81746B" w14:textId="0466A1E8" w:rsidR="003511CE" w:rsidRPr="00556BB5" w:rsidRDefault="003511CE" w:rsidP="008C793D">
            <w:pPr>
              <w:pStyle w:val="Tabletext"/>
              <w:rPr>
                <w:rFonts w:cs="Calibri"/>
              </w:rPr>
            </w:pPr>
            <w:r w:rsidRPr="00556BB5">
              <w:rPr>
                <w:rFonts w:cs="Calibri"/>
              </w:rPr>
              <w:t>UC.016</w:t>
            </w:r>
          </w:p>
        </w:tc>
        <w:tc>
          <w:tcPr>
            <w:tcW w:w="3544" w:type="dxa"/>
            <w:tcBorders>
              <w:top w:val="single" w:sz="4" w:space="0" w:color="auto"/>
              <w:bottom w:val="single" w:sz="4" w:space="0" w:color="auto"/>
            </w:tcBorders>
          </w:tcPr>
          <w:p w14:paraId="298BFAF2" w14:textId="77777777" w:rsidR="003511CE" w:rsidRPr="00556BB5" w:rsidRDefault="003511CE" w:rsidP="008C793D">
            <w:pPr>
              <w:pStyle w:val="Tabletext"/>
              <w:rPr>
                <w:rFonts w:cs="Calibri"/>
              </w:rPr>
            </w:pPr>
          </w:p>
        </w:tc>
      </w:tr>
      <w:tr w:rsidR="003511CE" w:rsidRPr="003B5C15" w14:paraId="7128A874" w14:textId="39A9555D" w:rsidTr="00556BB5">
        <w:tc>
          <w:tcPr>
            <w:tcW w:w="4111" w:type="dxa"/>
            <w:tcBorders>
              <w:top w:val="single" w:sz="4" w:space="0" w:color="auto"/>
              <w:bottom w:val="single" w:sz="4" w:space="0" w:color="auto"/>
            </w:tcBorders>
          </w:tcPr>
          <w:p w14:paraId="5BD5148B" w14:textId="5B315E95" w:rsidR="003511CE" w:rsidRPr="00556BB5" w:rsidRDefault="003511CE" w:rsidP="008C793D">
            <w:pPr>
              <w:pStyle w:val="Tabletext"/>
              <w:rPr>
                <w:rFonts w:cs="Calibri"/>
              </w:rPr>
            </w:pPr>
            <w:r w:rsidRPr="00556BB5">
              <w:rPr>
                <w:rFonts w:cs="Calibri"/>
              </w:rPr>
              <w:t xml:space="preserve"> </w:t>
            </w:r>
            <w:sdt>
              <w:sdtPr>
                <w:rPr>
                  <w:rFonts w:eastAsia="MS Gothic" w:cs="Calibri"/>
                  <w:sz w:val="24"/>
                </w:rPr>
                <w:id w:val="2119168592"/>
                <w14:checkbox>
                  <w14:checked w14:val="0"/>
                  <w14:checkedState w14:val="2612" w14:font="MS Gothic"/>
                  <w14:uncheckedState w14:val="2610" w14:font="MS Gothic"/>
                </w14:checkbox>
              </w:sdtPr>
              <w:sdtEndPr/>
              <w:sdtContent>
                <w:r w:rsidRPr="00556BB5">
                  <w:rPr>
                    <w:rFonts w:ascii="Segoe UI Symbol" w:eastAsia="MS Gothic" w:hAnsi="Segoe UI Symbol" w:cs="Segoe UI Symbol"/>
                    <w:sz w:val="24"/>
                  </w:rPr>
                  <w:t>☐</w:t>
                </w:r>
              </w:sdtContent>
            </w:sdt>
            <w:r w:rsidRPr="00556BB5">
              <w:rPr>
                <w:rFonts w:cs="Calibri"/>
              </w:rPr>
              <w:t xml:space="preserve"> </w:t>
            </w:r>
            <w:r w:rsidR="00A2455A" w:rsidRPr="00556BB5">
              <w:rPr>
                <w:rFonts w:cs="Calibri"/>
              </w:rPr>
              <w:t xml:space="preserve"> </w:t>
            </w:r>
            <w:r w:rsidRPr="00556BB5">
              <w:rPr>
                <w:rFonts w:cs="Calibri"/>
              </w:rPr>
              <w:t>5813-Medicare card search</w:t>
            </w:r>
          </w:p>
        </w:tc>
        <w:tc>
          <w:tcPr>
            <w:tcW w:w="2126" w:type="dxa"/>
            <w:tcBorders>
              <w:top w:val="single" w:sz="4" w:space="0" w:color="auto"/>
              <w:bottom w:val="single" w:sz="4" w:space="0" w:color="auto"/>
            </w:tcBorders>
          </w:tcPr>
          <w:p w14:paraId="5879EA4C" w14:textId="5011D967" w:rsidR="003511CE" w:rsidRPr="00556BB5" w:rsidRDefault="07289997" w:rsidP="008C793D">
            <w:pPr>
              <w:pStyle w:val="Tabletext"/>
              <w:rPr>
                <w:rFonts w:cs="Calibri"/>
              </w:rPr>
            </w:pPr>
            <w:r w:rsidRPr="00556BB5">
              <w:rPr>
                <w:rFonts w:cs="Calibri"/>
              </w:rPr>
              <w:t>UC.010</w:t>
            </w:r>
            <w:r w:rsidR="6E6C64AA" w:rsidRPr="00556BB5">
              <w:rPr>
                <w:rFonts w:cs="Calibri"/>
              </w:rPr>
              <w:t xml:space="preserve">-Part </w:t>
            </w:r>
            <w:r w:rsidR="73511BF9" w:rsidRPr="00556BB5">
              <w:rPr>
                <w:rFonts w:cs="Calibri"/>
              </w:rPr>
              <w:t>C</w:t>
            </w:r>
          </w:p>
          <w:p w14:paraId="52E4EDF6" w14:textId="5B6E895B" w:rsidR="003511CE" w:rsidRPr="00556BB5" w:rsidRDefault="003511CE" w:rsidP="008C793D">
            <w:pPr>
              <w:pStyle w:val="Tabletext"/>
              <w:rPr>
                <w:rFonts w:cs="Calibri"/>
              </w:rPr>
            </w:pPr>
            <w:r w:rsidRPr="00556BB5">
              <w:rPr>
                <w:rFonts w:cs="Calibri"/>
              </w:rPr>
              <w:t xml:space="preserve">UC.011 </w:t>
            </w:r>
          </w:p>
          <w:p w14:paraId="5813CDBB" w14:textId="15C239B8" w:rsidR="003511CE" w:rsidRPr="00556BB5" w:rsidRDefault="07289997" w:rsidP="008C793D">
            <w:pPr>
              <w:pStyle w:val="Tabletext"/>
              <w:rPr>
                <w:rFonts w:cs="Calibri"/>
              </w:rPr>
            </w:pPr>
            <w:r w:rsidRPr="00556BB5">
              <w:rPr>
                <w:rFonts w:cs="Calibri"/>
              </w:rPr>
              <w:t>UC.015</w:t>
            </w:r>
            <w:r w:rsidR="4286487B" w:rsidRPr="00556BB5">
              <w:rPr>
                <w:rFonts w:cs="Calibri"/>
              </w:rPr>
              <w:t>-Part C</w:t>
            </w:r>
          </w:p>
          <w:p w14:paraId="39FAA72A" w14:textId="55487741" w:rsidR="003511CE" w:rsidRPr="00556BB5" w:rsidRDefault="003511CE" w:rsidP="008C793D">
            <w:pPr>
              <w:pStyle w:val="Tabletext"/>
              <w:rPr>
                <w:rFonts w:eastAsia="Verdana" w:cs="Calibri"/>
              </w:rPr>
            </w:pPr>
            <w:r w:rsidRPr="00556BB5">
              <w:rPr>
                <w:rFonts w:cs="Calibri"/>
              </w:rPr>
              <w:t>UC.016</w:t>
            </w:r>
          </w:p>
        </w:tc>
        <w:tc>
          <w:tcPr>
            <w:tcW w:w="3544" w:type="dxa"/>
            <w:tcBorders>
              <w:top w:val="single" w:sz="4" w:space="0" w:color="auto"/>
              <w:bottom w:val="single" w:sz="4" w:space="0" w:color="auto"/>
            </w:tcBorders>
          </w:tcPr>
          <w:p w14:paraId="303CA18F" w14:textId="77777777" w:rsidR="003511CE" w:rsidRPr="00556BB5" w:rsidRDefault="003511CE" w:rsidP="008C793D">
            <w:pPr>
              <w:pStyle w:val="Tabletext"/>
              <w:rPr>
                <w:rFonts w:cs="Calibri"/>
              </w:rPr>
            </w:pPr>
          </w:p>
        </w:tc>
      </w:tr>
      <w:tr w:rsidR="003511CE" w:rsidRPr="003B5C15" w14:paraId="4556BB91" w14:textId="3F77A831" w:rsidTr="00556BB5">
        <w:tc>
          <w:tcPr>
            <w:tcW w:w="4111" w:type="dxa"/>
            <w:tcBorders>
              <w:top w:val="single" w:sz="4" w:space="0" w:color="auto"/>
              <w:bottom w:val="single" w:sz="4" w:space="0" w:color="auto"/>
            </w:tcBorders>
          </w:tcPr>
          <w:p w14:paraId="23656F69" w14:textId="5AAD6C62" w:rsidR="003511CE" w:rsidRPr="00556BB5" w:rsidRDefault="006F3745" w:rsidP="008C793D">
            <w:pPr>
              <w:pStyle w:val="Tabletext"/>
              <w:rPr>
                <w:rFonts w:cs="Calibri"/>
              </w:rPr>
            </w:pPr>
            <w:sdt>
              <w:sdtPr>
                <w:rPr>
                  <w:rFonts w:eastAsia="MS Gothic" w:cs="Calibri"/>
                  <w:sz w:val="24"/>
                </w:rPr>
                <w:id w:val="-542360038"/>
                <w14:checkbox>
                  <w14:checked w14:val="0"/>
                  <w14:checkedState w14:val="2612" w14:font="MS Gothic"/>
                  <w14:uncheckedState w14:val="2610" w14:font="MS Gothic"/>
                </w14:checkbox>
              </w:sdtPr>
              <w:sdtEndPr/>
              <w:sdtContent>
                <w:r w:rsidR="00A2455A" w:rsidRPr="00556BB5">
                  <w:rPr>
                    <w:rFonts w:ascii="Segoe UI Symbol" w:eastAsia="MS Gothic" w:hAnsi="Segoe UI Symbol" w:cs="Segoe UI Symbol"/>
                    <w:sz w:val="24"/>
                  </w:rPr>
                  <w:t>☐</w:t>
                </w:r>
              </w:sdtContent>
            </w:sdt>
            <w:r w:rsidR="003511CE" w:rsidRPr="00556BB5">
              <w:rPr>
                <w:rFonts w:cs="Calibri"/>
              </w:rPr>
              <w:t xml:space="preserve"> </w:t>
            </w:r>
            <w:r w:rsidR="00A2455A" w:rsidRPr="00556BB5">
              <w:rPr>
                <w:rFonts w:cs="Calibri"/>
              </w:rPr>
              <w:t xml:space="preserve"> </w:t>
            </w:r>
            <w:r w:rsidR="003511CE" w:rsidRPr="00556BB5">
              <w:rPr>
                <w:rFonts w:cs="Calibri"/>
              </w:rPr>
              <w:t>5814-DVA file number search</w:t>
            </w:r>
          </w:p>
        </w:tc>
        <w:tc>
          <w:tcPr>
            <w:tcW w:w="2126" w:type="dxa"/>
            <w:tcBorders>
              <w:top w:val="single" w:sz="4" w:space="0" w:color="auto"/>
              <w:bottom w:val="single" w:sz="4" w:space="0" w:color="auto"/>
            </w:tcBorders>
          </w:tcPr>
          <w:p w14:paraId="79C62BF3" w14:textId="0C35424D" w:rsidR="003511CE" w:rsidRPr="00556BB5" w:rsidRDefault="07289997" w:rsidP="008C793D">
            <w:pPr>
              <w:pStyle w:val="Tabletext"/>
              <w:rPr>
                <w:rFonts w:cs="Calibri"/>
              </w:rPr>
            </w:pPr>
            <w:r w:rsidRPr="00556BB5">
              <w:rPr>
                <w:rFonts w:cs="Calibri"/>
              </w:rPr>
              <w:t>UC.010</w:t>
            </w:r>
            <w:r w:rsidR="48906DEA" w:rsidRPr="00556BB5">
              <w:rPr>
                <w:rFonts w:cs="Calibri"/>
              </w:rPr>
              <w:t>-Part C</w:t>
            </w:r>
          </w:p>
          <w:p w14:paraId="777A9880" w14:textId="6542A657" w:rsidR="003511CE" w:rsidRPr="00556BB5" w:rsidRDefault="003511CE" w:rsidP="008C793D">
            <w:pPr>
              <w:pStyle w:val="Tabletext"/>
              <w:rPr>
                <w:rFonts w:cs="Calibri"/>
              </w:rPr>
            </w:pPr>
            <w:r w:rsidRPr="00556BB5">
              <w:rPr>
                <w:rFonts w:cs="Calibri"/>
              </w:rPr>
              <w:t>UC.011</w:t>
            </w:r>
          </w:p>
          <w:p w14:paraId="548F9F52" w14:textId="0C7D7F9D" w:rsidR="003511CE" w:rsidRPr="00556BB5" w:rsidRDefault="07289997" w:rsidP="008C793D">
            <w:pPr>
              <w:pStyle w:val="Tabletext"/>
              <w:rPr>
                <w:rFonts w:cs="Calibri"/>
              </w:rPr>
            </w:pPr>
            <w:r w:rsidRPr="00556BB5">
              <w:rPr>
                <w:rFonts w:cs="Calibri"/>
              </w:rPr>
              <w:t>UC.015</w:t>
            </w:r>
            <w:r w:rsidR="6FE9E5C8" w:rsidRPr="00556BB5">
              <w:rPr>
                <w:rFonts w:cs="Calibri"/>
              </w:rPr>
              <w:t>-Part C</w:t>
            </w:r>
          </w:p>
          <w:p w14:paraId="3FD36912" w14:textId="76313944" w:rsidR="003511CE" w:rsidRPr="00556BB5" w:rsidRDefault="003511CE" w:rsidP="008C793D">
            <w:pPr>
              <w:pStyle w:val="Tabletext"/>
              <w:rPr>
                <w:rFonts w:eastAsia="Verdana" w:cs="Calibri"/>
              </w:rPr>
            </w:pPr>
            <w:r w:rsidRPr="00556BB5">
              <w:rPr>
                <w:rFonts w:cs="Calibri"/>
              </w:rPr>
              <w:t>UC.016</w:t>
            </w:r>
          </w:p>
        </w:tc>
        <w:tc>
          <w:tcPr>
            <w:tcW w:w="3544" w:type="dxa"/>
            <w:tcBorders>
              <w:top w:val="single" w:sz="4" w:space="0" w:color="auto"/>
              <w:bottom w:val="single" w:sz="4" w:space="0" w:color="auto"/>
            </w:tcBorders>
          </w:tcPr>
          <w:p w14:paraId="6C7C2FAC" w14:textId="77777777" w:rsidR="003511CE" w:rsidRPr="00556BB5" w:rsidRDefault="003511CE" w:rsidP="008C793D">
            <w:pPr>
              <w:pStyle w:val="Tabletext"/>
              <w:rPr>
                <w:rFonts w:cs="Calibri"/>
              </w:rPr>
            </w:pPr>
          </w:p>
        </w:tc>
      </w:tr>
      <w:tr w:rsidR="003511CE" w:rsidRPr="003B5C15" w14:paraId="6BFD1DCE" w14:textId="7D2BB0C7" w:rsidTr="00556BB5">
        <w:trPr>
          <w:trHeight w:val="638"/>
        </w:trPr>
        <w:tc>
          <w:tcPr>
            <w:tcW w:w="4111" w:type="dxa"/>
            <w:tcBorders>
              <w:top w:val="single" w:sz="4" w:space="0" w:color="auto"/>
              <w:bottom w:val="single" w:sz="4" w:space="0" w:color="auto"/>
            </w:tcBorders>
          </w:tcPr>
          <w:p w14:paraId="34012124" w14:textId="4A23C42B" w:rsidR="003511CE" w:rsidRPr="00556BB5" w:rsidRDefault="006F3745" w:rsidP="008C793D">
            <w:pPr>
              <w:pStyle w:val="Tabletext"/>
              <w:rPr>
                <w:rFonts w:cs="Calibri"/>
              </w:rPr>
            </w:pPr>
            <w:sdt>
              <w:sdtPr>
                <w:rPr>
                  <w:rFonts w:eastAsia="MS Gothic" w:cs="Calibri"/>
                  <w:sz w:val="24"/>
                </w:rPr>
                <w:id w:val="1957986865"/>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w:t>
            </w:r>
            <w:r w:rsidR="00A2455A" w:rsidRPr="00556BB5">
              <w:rPr>
                <w:rFonts w:cs="Calibri"/>
              </w:rPr>
              <w:t xml:space="preserve"> </w:t>
            </w:r>
            <w:r w:rsidR="003511CE" w:rsidRPr="00556BB5">
              <w:rPr>
                <w:rFonts w:cs="Calibri"/>
              </w:rPr>
              <w:t xml:space="preserve">5817 </w:t>
            </w:r>
            <w:r w:rsidR="003511CE" w:rsidRPr="00556BB5">
              <w:rPr>
                <w:rFonts w:eastAsia="Symbol" w:cs="Calibri"/>
              </w:rPr>
              <w:t>-</w:t>
            </w:r>
            <w:r w:rsidR="003511CE" w:rsidRPr="00556BB5">
              <w:rPr>
                <w:rFonts w:cs="Calibri"/>
              </w:rPr>
              <w:t xml:space="preserve"> Allow a patient record without an IHI</w:t>
            </w:r>
          </w:p>
        </w:tc>
        <w:tc>
          <w:tcPr>
            <w:tcW w:w="2126" w:type="dxa"/>
            <w:tcBorders>
              <w:top w:val="single" w:sz="4" w:space="0" w:color="auto"/>
              <w:bottom w:val="single" w:sz="4" w:space="0" w:color="auto"/>
            </w:tcBorders>
          </w:tcPr>
          <w:p w14:paraId="55FB8722" w14:textId="4049BA6C" w:rsidR="003511CE" w:rsidRPr="00556BB5" w:rsidRDefault="003511CE" w:rsidP="008C793D">
            <w:pPr>
              <w:pStyle w:val="Tabletext"/>
              <w:rPr>
                <w:rFonts w:cs="Calibri"/>
              </w:rPr>
            </w:pPr>
            <w:r w:rsidRPr="00556BB5">
              <w:rPr>
                <w:rFonts w:cs="Calibri"/>
              </w:rPr>
              <w:t>UC.010 – Part A</w:t>
            </w:r>
          </w:p>
          <w:p w14:paraId="2A61260A" w14:textId="66932E24" w:rsidR="003511CE" w:rsidRPr="00556BB5" w:rsidRDefault="003511CE" w:rsidP="008C793D">
            <w:pPr>
              <w:pStyle w:val="Tabletext"/>
              <w:rPr>
                <w:rFonts w:cs="Calibri"/>
              </w:rPr>
            </w:pPr>
            <w:r w:rsidRPr="00556BB5">
              <w:rPr>
                <w:rFonts w:cs="Calibri"/>
              </w:rPr>
              <w:t>UC.011</w:t>
            </w:r>
          </w:p>
        </w:tc>
        <w:tc>
          <w:tcPr>
            <w:tcW w:w="3544" w:type="dxa"/>
            <w:tcBorders>
              <w:top w:val="single" w:sz="4" w:space="0" w:color="auto"/>
              <w:bottom w:val="single" w:sz="4" w:space="0" w:color="auto"/>
            </w:tcBorders>
          </w:tcPr>
          <w:p w14:paraId="1029BF47" w14:textId="77777777" w:rsidR="003511CE" w:rsidRPr="00556BB5" w:rsidRDefault="003511CE" w:rsidP="008C793D">
            <w:pPr>
              <w:pStyle w:val="Tabletext"/>
              <w:rPr>
                <w:rFonts w:cs="Calibri"/>
              </w:rPr>
            </w:pPr>
          </w:p>
        </w:tc>
      </w:tr>
      <w:tr w:rsidR="003511CE" w:rsidRPr="003B5C15" w14:paraId="4825196A" w14:textId="7A351A37" w:rsidTr="00556BB5">
        <w:tc>
          <w:tcPr>
            <w:tcW w:w="4111" w:type="dxa"/>
            <w:tcBorders>
              <w:top w:val="single" w:sz="4" w:space="0" w:color="auto"/>
              <w:bottom w:val="single" w:sz="4" w:space="0" w:color="auto"/>
            </w:tcBorders>
          </w:tcPr>
          <w:p w14:paraId="6A7A067B" w14:textId="2650F775" w:rsidR="003511CE" w:rsidRPr="00556BB5" w:rsidRDefault="006F3745" w:rsidP="008C793D">
            <w:pPr>
              <w:pStyle w:val="Tabletext"/>
              <w:rPr>
                <w:rFonts w:eastAsia="Verdana" w:cs="Calibri"/>
              </w:rPr>
            </w:pPr>
            <w:sdt>
              <w:sdtPr>
                <w:rPr>
                  <w:rFonts w:eastAsia="MS Gothic" w:cs="Calibri"/>
                  <w:sz w:val="24"/>
                </w:rPr>
                <w:id w:val="-2061928653"/>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w:t>
            </w:r>
            <w:r w:rsidR="00A2455A" w:rsidRPr="00556BB5">
              <w:rPr>
                <w:rFonts w:cs="Calibri"/>
              </w:rPr>
              <w:t xml:space="preserve"> </w:t>
            </w:r>
            <w:r w:rsidR="003511CE" w:rsidRPr="00556BB5">
              <w:rPr>
                <w:rFonts w:cs="Calibri"/>
              </w:rPr>
              <w:t xml:space="preserve">5820 </w:t>
            </w:r>
            <w:r w:rsidR="003511CE" w:rsidRPr="00556BB5">
              <w:rPr>
                <w:rFonts w:eastAsia="Symbol" w:cs="Calibri"/>
              </w:rPr>
              <w:t>-</w:t>
            </w:r>
            <w:r w:rsidR="003511CE" w:rsidRPr="00556BB5">
              <w:rPr>
                <w:rFonts w:cs="Calibri"/>
              </w:rPr>
              <w:t xml:space="preserve"> Recording of IHI details upon IHI assignment and update</w:t>
            </w:r>
          </w:p>
        </w:tc>
        <w:tc>
          <w:tcPr>
            <w:tcW w:w="2126" w:type="dxa"/>
            <w:tcBorders>
              <w:top w:val="single" w:sz="4" w:space="0" w:color="auto"/>
              <w:bottom w:val="single" w:sz="4" w:space="0" w:color="auto"/>
            </w:tcBorders>
          </w:tcPr>
          <w:p w14:paraId="10C21152" w14:textId="2D210951" w:rsidR="003511CE" w:rsidRPr="00556BB5" w:rsidRDefault="003511CE" w:rsidP="008C793D">
            <w:pPr>
              <w:pStyle w:val="Tabletext"/>
              <w:rPr>
                <w:rFonts w:cs="Calibri"/>
              </w:rPr>
            </w:pPr>
            <w:r w:rsidRPr="00556BB5">
              <w:rPr>
                <w:rFonts w:cs="Calibri"/>
              </w:rPr>
              <w:t>UC.010 – Part B</w:t>
            </w:r>
          </w:p>
          <w:p w14:paraId="52CA511C" w14:textId="39EE690B" w:rsidR="000028D8" w:rsidRPr="00556BB5" w:rsidRDefault="000028D8" w:rsidP="008C793D">
            <w:pPr>
              <w:pStyle w:val="Tabletext"/>
              <w:rPr>
                <w:rFonts w:cs="Calibri"/>
              </w:rPr>
            </w:pPr>
            <w:r w:rsidRPr="00556BB5">
              <w:rPr>
                <w:rFonts w:cs="Calibri"/>
              </w:rPr>
              <w:t>UC.011</w:t>
            </w:r>
          </w:p>
          <w:p w14:paraId="669C6220" w14:textId="676F3E11" w:rsidR="003511CE" w:rsidRPr="00556BB5" w:rsidRDefault="003511CE" w:rsidP="008C793D">
            <w:pPr>
              <w:pStyle w:val="Tabletext"/>
              <w:rPr>
                <w:rFonts w:cs="Calibri"/>
              </w:rPr>
            </w:pPr>
            <w:r w:rsidRPr="00556BB5">
              <w:rPr>
                <w:rFonts w:cs="Calibri"/>
              </w:rPr>
              <w:t>UC.015 – Part B</w:t>
            </w:r>
          </w:p>
          <w:p w14:paraId="4E7E5782" w14:textId="31AD039E" w:rsidR="003511CE" w:rsidRPr="00556BB5" w:rsidRDefault="003511CE" w:rsidP="008C793D">
            <w:pPr>
              <w:pStyle w:val="Tabletext"/>
              <w:rPr>
                <w:rFonts w:cs="Calibri"/>
              </w:rPr>
            </w:pPr>
            <w:r w:rsidRPr="00556BB5">
              <w:rPr>
                <w:rFonts w:cs="Calibri"/>
              </w:rPr>
              <w:t>UC.016</w:t>
            </w:r>
          </w:p>
          <w:p w14:paraId="0422FD16" w14:textId="55709E63" w:rsidR="003511CE" w:rsidRPr="00556BB5" w:rsidRDefault="003511CE" w:rsidP="008C793D">
            <w:pPr>
              <w:pStyle w:val="Tabletext"/>
              <w:rPr>
                <w:rFonts w:cs="Calibri"/>
              </w:rPr>
            </w:pPr>
            <w:r w:rsidRPr="00556BB5">
              <w:rPr>
                <w:rFonts w:cs="Calibri"/>
              </w:rPr>
              <w:t>UC.025 – Part B</w:t>
            </w:r>
          </w:p>
          <w:p w14:paraId="66578F66" w14:textId="36CD7C36" w:rsidR="003511CE" w:rsidRPr="00556BB5" w:rsidRDefault="003511CE" w:rsidP="008C793D">
            <w:pPr>
              <w:pStyle w:val="Tabletext"/>
              <w:rPr>
                <w:rFonts w:cs="Calibri"/>
              </w:rPr>
            </w:pPr>
            <w:r w:rsidRPr="00556BB5">
              <w:rPr>
                <w:rFonts w:cs="Calibri"/>
              </w:rPr>
              <w:t>UC.035</w:t>
            </w:r>
          </w:p>
        </w:tc>
        <w:tc>
          <w:tcPr>
            <w:tcW w:w="3544" w:type="dxa"/>
            <w:tcBorders>
              <w:top w:val="single" w:sz="4" w:space="0" w:color="auto"/>
              <w:bottom w:val="single" w:sz="4" w:space="0" w:color="auto"/>
            </w:tcBorders>
          </w:tcPr>
          <w:p w14:paraId="623B97AE" w14:textId="77777777" w:rsidR="003511CE" w:rsidRPr="00556BB5" w:rsidRDefault="003511CE" w:rsidP="008C793D">
            <w:pPr>
              <w:pStyle w:val="Tabletext"/>
              <w:rPr>
                <w:rFonts w:cs="Calibri"/>
              </w:rPr>
            </w:pPr>
          </w:p>
        </w:tc>
      </w:tr>
      <w:tr w:rsidR="003511CE" w:rsidRPr="003B5C15" w14:paraId="145A7784" w14:textId="173EF237" w:rsidTr="00556BB5">
        <w:tc>
          <w:tcPr>
            <w:tcW w:w="4111" w:type="dxa"/>
            <w:tcBorders>
              <w:top w:val="single" w:sz="4" w:space="0" w:color="auto"/>
              <w:bottom w:val="single" w:sz="4" w:space="0" w:color="auto"/>
            </w:tcBorders>
          </w:tcPr>
          <w:p w14:paraId="7BA86078" w14:textId="0B320B5D" w:rsidR="003511CE" w:rsidRPr="00556BB5" w:rsidRDefault="006F3745" w:rsidP="008C793D">
            <w:pPr>
              <w:pStyle w:val="Tabletext"/>
              <w:rPr>
                <w:rFonts w:eastAsia="Verdana" w:cs="Calibri"/>
              </w:rPr>
            </w:pPr>
            <w:sdt>
              <w:sdtPr>
                <w:rPr>
                  <w:rFonts w:eastAsia="MS Gothic" w:cs="Calibri"/>
                  <w:sz w:val="24"/>
                </w:rPr>
                <w:id w:val="560604091"/>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w:t>
            </w:r>
            <w:r w:rsidR="00A2455A" w:rsidRPr="00556BB5">
              <w:rPr>
                <w:rFonts w:cs="Calibri"/>
              </w:rPr>
              <w:t xml:space="preserve"> </w:t>
            </w:r>
            <w:r w:rsidR="003511CE" w:rsidRPr="00556BB5">
              <w:rPr>
                <w:rFonts w:cs="Calibri"/>
              </w:rPr>
              <w:t xml:space="preserve">5839 </w:t>
            </w:r>
            <w:r w:rsidR="003511CE" w:rsidRPr="00556BB5">
              <w:rPr>
                <w:rFonts w:eastAsia="Symbol" w:cs="Calibri"/>
              </w:rPr>
              <w:t>-</w:t>
            </w:r>
            <w:r w:rsidR="003511CE" w:rsidRPr="00556BB5">
              <w:rPr>
                <w:rFonts w:cs="Calibri"/>
              </w:rPr>
              <w:t xml:space="preserve"> Alert raised when the same IHI is assigned to records of more than one patient</w:t>
            </w:r>
          </w:p>
        </w:tc>
        <w:tc>
          <w:tcPr>
            <w:tcW w:w="2126" w:type="dxa"/>
            <w:tcBorders>
              <w:top w:val="single" w:sz="4" w:space="0" w:color="auto"/>
              <w:bottom w:val="single" w:sz="4" w:space="0" w:color="auto"/>
            </w:tcBorders>
          </w:tcPr>
          <w:p w14:paraId="3EBA6BC6" w14:textId="7B14548E" w:rsidR="003511CE" w:rsidRPr="00556BB5" w:rsidRDefault="003511CE" w:rsidP="008C793D">
            <w:pPr>
              <w:pStyle w:val="Tabletext"/>
              <w:rPr>
                <w:rFonts w:cs="Calibri"/>
              </w:rPr>
            </w:pPr>
            <w:r w:rsidRPr="00556BB5">
              <w:rPr>
                <w:rFonts w:cs="Calibri"/>
              </w:rPr>
              <w:t>UC.010 – Part A</w:t>
            </w:r>
          </w:p>
          <w:p w14:paraId="40435501" w14:textId="55FCD2FB" w:rsidR="003511CE" w:rsidRPr="00556BB5" w:rsidRDefault="003511CE" w:rsidP="008C793D">
            <w:pPr>
              <w:pStyle w:val="Tabletext"/>
              <w:rPr>
                <w:rFonts w:cs="Calibri"/>
              </w:rPr>
            </w:pPr>
            <w:r w:rsidRPr="00556BB5">
              <w:rPr>
                <w:rFonts w:cs="Calibri"/>
              </w:rPr>
              <w:t>UC.015 – Part A</w:t>
            </w:r>
          </w:p>
          <w:p w14:paraId="7BC7D3ED" w14:textId="5F36C9B6" w:rsidR="003511CE" w:rsidRPr="00556BB5" w:rsidRDefault="003511CE" w:rsidP="008C793D">
            <w:pPr>
              <w:pStyle w:val="Tabletext"/>
              <w:rPr>
                <w:rFonts w:cs="Calibri"/>
              </w:rPr>
            </w:pPr>
            <w:r w:rsidRPr="00556BB5">
              <w:rPr>
                <w:rFonts w:cs="Calibri"/>
              </w:rPr>
              <w:t>UC.016</w:t>
            </w:r>
          </w:p>
          <w:p w14:paraId="0589D91A" w14:textId="33205E21" w:rsidR="003511CE" w:rsidRPr="00556BB5" w:rsidRDefault="003511CE" w:rsidP="008C793D">
            <w:pPr>
              <w:pStyle w:val="Tabletext"/>
              <w:rPr>
                <w:rFonts w:cs="Calibri"/>
              </w:rPr>
            </w:pPr>
            <w:r w:rsidRPr="00556BB5">
              <w:rPr>
                <w:rFonts w:cs="Calibri"/>
              </w:rPr>
              <w:t>UC.025 – Part A</w:t>
            </w:r>
          </w:p>
        </w:tc>
        <w:tc>
          <w:tcPr>
            <w:tcW w:w="3544" w:type="dxa"/>
            <w:tcBorders>
              <w:top w:val="single" w:sz="4" w:space="0" w:color="auto"/>
              <w:bottom w:val="single" w:sz="4" w:space="0" w:color="auto"/>
            </w:tcBorders>
          </w:tcPr>
          <w:p w14:paraId="64DEF468" w14:textId="77777777" w:rsidR="003511CE" w:rsidRPr="00556BB5" w:rsidRDefault="003511CE" w:rsidP="008C793D">
            <w:pPr>
              <w:pStyle w:val="Tabletext"/>
              <w:rPr>
                <w:rFonts w:cs="Calibri"/>
              </w:rPr>
            </w:pPr>
          </w:p>
        </w:tc>
      </w:tr>
      <w:tr w:rsidR="003511CE" w:rsidRPr="003B5C15" w14:paraId="43519B45" w14:textId="11AE4069" w:rsidTr="00556BB5">
        <w:tc>
          <w:tcPr>
            <w:tcW w:w="4111" w:type="dxa"/>
            <w:tcBorders>
              <w:top w:val="single" w:sz="4" w:space="0" w:color="auto"/>
              <w:bottom w:val="single" w:sz="4" w:space="0" w:color="auto"/>
            </w:tcBorders>
          </w:tcPr>
          <w:p w14:paraId="1C85E77E" w14:textId="19EAA9AE" w:rsidR="003511CE" w:rsidRPr="00556BB5" w:rsidRDefault="006F3745" w:rsidP="008C793D">
            <w:pPr>
              <w:pStyle w:val="Tabletext"/>
              <w:rPr>
                <w:rFonts w:eastAsia="Verdana" w:cs="Calibri"/>
              </w:rPr>
            </w:pPr>
            <w:sdt>
              <w:sdtPr>
                <w:rPr>
                  <w:rFonts w:eastAsia="MS Gothic" w:cs="Calibri"/>
                  <w:sz w:val="24"/>
                </w:rPr>
                <w:id w:val="-2101934040"/>
                <w14:checkbox>
                  <w14:checked w14:val="0"/>
                  <w14:checkedState w14:val="2612" w14:font="MS Gothic"/>
                  <w14:uncheckedState w14:val="2610" w14:font="MS Gothic"/>
                </w14:checkbox>
              </w:sdtPr>
              <w:sdtEndPr/>
              <w:sdtContent>
                <w:r w:rsidR="009E2184" w:rsidRPr="00556BB5">
                  <w:rPr>
                    <w:rFonts w:ascii="Segoe UI Symbol" w:eastAsia="MS Gothic" w:hAnsi="Segoe UI Symbol" w:cs="Segoe UI Symbol"/>
                    <w:sz w:val="24"/>
                  </w:rPr>
                  <w:t>☐</w:t>
                </w:r>
              </w:sdtContent>
            </w:sdt>
            <w:r w:rsidR="003511CE" w:rsidRPr="00556BB5">
              <w:rPr>
                <w:rFonts w:cs="Calibri"/>
              </w:rPr>
              <w:t xml:space="preserve"> </w:t>
            </w:r>
            <w:r w:rsidR="00A2455A" w:rsidRPr="00556BB5">
              <w:rPr>
                <w:rFonts w:cs="Calibri"/>
              </w:rPr>
              <w:t xml:space="preserve"> </w:t>
            </w:r>
            <w:r w:rsidR="003511CE" w:rsidRPr="00556BB5">
              <w:rPr>
                <w:rFonts w:cs="Calibri"/>
              </w:rPr>
              <w:t>5843-Display of IHI Number Status and IHI Record Status</w:t>
            </w:r>
          </w:p>
        </w:tc>
        <w:tc>
          <w:tcPr>
            <w:tcW w:w="2126" w:type="dxa"/>
            <w:tcBorders>
              <w:top w:val="single" w:sz="4" w:space="0" w:color="auto"/>
              <w:bottom w:val="single" w:sz="4" w:space="0" w:color="auto"/>
            </w:tcBorders>
          </w:tcPr>
          <w:p w14:paraId="2AFFDF6B" w14:textId="6A2D409F" w:rsidR="003511CE" w:rsidRPr="00556BB5" w:rsidRDefault="003511CE" w:rsidP="008C793D">
            <w:pPr>
              <w:pStyle w:val="Tabletext"/>
              <w:rPr>
                <w:rFonts w:cs="Calibri"/>
              </w:rPr>
            </w:pPr>
            <w:r w:rsidRPr="00556BB5">
              <w:rPr>
                <w:rFonts w:cs="Calibri"/>
              </w:rPr>
              <w:t>UC.010 – Part B</w:t>
            </w:r>
          </w:p>
          <w:p w14:paraId="4863829E" w14:textId="65150341" w:rsidR="003511CE" w:rsidRPr="00556BB5" w:rsidRDefault="003511CE" w:rsidP="008C793D">
            <w:pPr>
              <w:pStyle w:val="Tabletext"/>
              <w:rPr>
                <w:rFonts w:cs="Calibri"/>
              </w:rPr>
            </w:pPr>
            <w:r w:rsidRPr="00556BB5">
              <w:rPr>
                <w:rFonts w:cs="Calibri"/>
              </w:rPr>
              <w:t>UC.011</w:t>
            </w:r>
          </w:p>
          <w:p w14:paraId="7F9F49F8" w14:textId="722AB93D" w:rsidR="003511CE" w:rsidRPr="00556BB5" w:rsidRDefault="003511CE" w:rsidP="008C793D">
            <w:pPr>
              <w:pStyle w:val="Tabletext"/>
              <w:rPr>
                <w:rFonts w:cs="Calibri"/>
              </w:rPr>
            </w:pPr>
            <w:r w:rsidRPr="00556BB5">
              <w:rPr>
                <w:rFonts w:cs="Calibri"/>
              </w:rPr>
              <w:lastRenderedPageBreak/>
              <w:t>UC.015 – Part B</w:t>
            </w:r>
          </w:p>
          <w:p w14:paraId="4223BE43" w14:textId="6C115730" w:rsidR="003511CE" w:rsidRPr="00556BB5" w:rsidRDefault="003511CE" w:rsidP="008C793D">
            <w:pPr>
              <w:pStyle w:val="Tabletext"/>
              <w:rPr>
                <w:rFonts w:cs="Calibri"/>
              </w:rPr>
            </w:pPr>
            <w:r w:rsidRPr="00556BB5">
              <w:rPr>
                <w:rFonts w:cs="Calibri"/>
              </w:rPr>
              <w:t>UC.016</w:t>
            </w:r>
          </w:p>
          <w:p w14:paraId="580E9AB3" w14:textId="5547E4DC" w:rsidR="003511CE" w:rsidRPr="00556BB5" w:rsidRDefault="003511CE" w:rsidP="008C793D">
            <w:pPr>
              <w:pStyle w:val="Tabletext"/>
              <w:rPr>
                <w:rFonts w:cs="Calibri"/>
              </w:rPr>
            </w:pPr>
            <w:r w:rsidRPr="00556BB5">
              <w:rPr>
                <w:rFonts w:cs="Calibri"/>
              </w:rPr>
              <w:t>UC.035</w:t>
            </w:r>
          </w:p>
        </w:tc>
        <w:tc>
          <w:tcPr>
            <w:tcW w:w="3544" w:type="dxa"/>
            <w:tcBorders>
              <w:top w:val="single" w:sz="4" w:space="0" w:color="auto"/>
              <w:bottom w:val="single" w:sz="4" w:space="0" w:color="auto"/>
            </w:tcBorders>
          </w:tcPr>
          <w:p w14:paraId="64E9B217" w14:textId="77777777" w:rsidR="003511CE" w:rsidRPr="00556BB5" w:rsidRDefault="003511CE" w:rsidP="008C793D">
            <w:pPr>
              <w:pStyle w:val="Tabletext"/>
              <w:rPr>
                <w:rFonts w:cs="Calibri"/>
              </w:rPr>
            </w:pPr>
          </w:p>
        </w:tc>
      </w:tr>
      <w:tr w:rsidR="003511CE" w:rsidRPr="003B5C15" w14:paraId="69DCD92B" w14:textId="00D5388D" w:rsidTr="00556BB5">
        <w:tc>
          <w:tcPr>
            <w:tcW w:w="4111" w:type="dxa"/>
            <w:tcBorders>
              <w:top w:val="single" w:sz="4" w:space="0" w:color="auto"/>
              <w:bottom w:val="single" w:sz="4" w:space="0" w:color="auto"/>
            </w:tcBorders>
          </w:tcPr>
          <w:p w14:paraId="53DD8B2A" w14:textId="5A7C4935" w:rsidR="003511CE" w:rsidRPr="00556BB5" w:rsidRDefault="006F3745" w:rsidP="008C793D">
            <w:pPr>
              <w:pStyle w:val="Tabletext"/>
              <w:rPr>
                <w:rFonts w:eastAsia="Verdana" w:cs="Calibri"/>
              </w:rPr>
            </w:pPr>
            <w:sdt>
              <w:sdtPr>
                <w:rPr>
                  <w:rFonts w:eastAsia="MS Gothic" w:cs="Calibri"/>
                  <w:sz w:val="24"/>
                </w:rPr>
                <w:id w:val="469402940"/>
                <w14:checkbox>
                  <w14:checked w14:val="0"/>
                  <w14:checkedState w14:val="2612" w14:font="MS Gothic"/>
                  <w14:uncheckedState w14:val="2610" w14:font="MS Gothic"/>
                </w14:checkbox>
              </w:sdtPr>
              <w:sdtEndPr/>
              <w:sdtContent>
                <w:r w:rsidR="003B1B40" w:rsidRPr="00556BB5">
                  <w:rPr>
                    <w:rFonts w:ascii="Segoe UI Symbol" w:eastAsia="MS Gothic" w:hAnsi="Segoe UI Symbol" w:cs="Segoe UI Symbol"/>
                    <w:sz w:val="24"/>
                  </w:rPr>
                  <w:t>☐</w:t>
                </w:r>
              </w:sdtContent>
            </w:sdt>
            <w:r w:rsidR="003B1B40" w:rsidRPr="00556BB5">
              <w:rPr>
                <w:rFonts w:cs="Calibri"/>
              </w:rPr>
              <w:t xml:space="preserve">  </w:t>
            </w:r>
            <w:r w:rsidR="003511CE" w:rsidRPr="00556BB5">
              <w:rPr>
                <w:rFonts w:cs="Calibri"/>
              </w:rPr>
              <w:t xml:space="preserve">5847 </w:t>
            </w:r>
            <w:r w:rsidR="003511CE" w:rsidRPr="00556BB5">
              <w:rPr>
                <w:rFonts w:eastAsia="Symbol" w:cs="Calibri"/>
              </w:rPr>
              <w:t>-</w:t>
            </w:r>
            <w:r w:rsidR="003511CE" w:rsidRPr="00556BB5">
              <w:rPr>
                <w:rFonts w:cs="Calibri"/>
              </w:rPr>
              <w:t xml:space="preserve"> Capture of patient’s previous IHI details</w:t>
            </w:r>
          </w:p>
        </w:tc>
        <w:tc>
          <w:tcPr>
            <w:tcW w:w="2126" w:type="dxa"/>
            <w:tcBorders>
              <w:top w:val="single" w:sz="4" w:space="0" w:color="auto"/>
              <w:bottom w:val="single" w:sz="4" w:space="0" w:color="auto"/>
            </w:tcBorders>
          </w:tcPr>
          <w:p w14:paraId="5A290AE3" w14:textId="704ABA5B" w:rsidR="003511CE" w:rsidRPr="00556BB5" w:rsidRDefault="003511CE" w:rsidP="008C793D">
            <w:pPr>
              <w:pStyle w:val="Tabletext"/>
              <w:rPr>
                <w:rFonts w:cs="Calibri"/>
              </w:rPr>
            </w:pPr>
            <w:r w:rsidRPr="00556BB5">
              <w:rPr>
                <w:rFonts w:cs="Calibri"/>
              </w:rPr>
              <w:t>UC.010 – Part A</w:t>
            </w:r>
          </w:p>
          <w:p w14:paraId="4E1A81BA" w14:textId="7DDC20E1" w:rsidR="003511CE" w:rsidRPr="00556BB5" w:rsidRDefault="003511CE" w:rsidP="008C793D">
            <w:pPr>
              <w:pStyle w:val="Tabletext"/>
              <w:rPr>
                <w:rFonts w:cs="Calibri"/>
              </w:rPr>
            </w:pPr>
            <w:r w:rsidRPr="00556BB5">
              <w:rPr>
                <w:rFonts w:cs="Calibri"/>
              </w:rPr>
              <w:t>UC.011</w:t>
            </w:r>
          </w:p>
          <w:p w14:paraId="54BB89A3" w14:textId="00E64044" w:rsidR="003511CE" w:rsidRPr="00556BB5" w:rsidRDefault="003511CE" w:rsidP="008C793D">
            <w:pPr>
              <w:pStyle w:val="Tabletext"/>
              <w:rPr>
                <w:rFonts w:cs="Calibri"/>
              </w:rPr>
            </w:pPr>
            <w:r w:rsidRPr="00556BB5">
              <w:rPr>
                <w:rFonts w:cs="Calibri"/>
              </w:rPr>
              <w:t>UC.015 – Part A</w:t>
            </w:r>
          </w:p>
          <w:p w14:paraId="0333403B" w14:textId="1C3C332B" w:rsidR="003511CE" w:rsidRPr="00556BB5" w:rsidRDefault="003511CE" w:rsidP="008C793D">
            <w:pPr>
              <w:pStyle w:val="Tabletext"/>
              <w:rPr>
                <w:rFonts w:cs="Calibri"/>
              </w:rPr>
            </w:pPr>
            <w:r w:rsidRPr="00556BB5">
              <w:rPr>
                <w:rFonts w:cs="Calibri"/>
              </w:rPr>
              <w:t>UC.016</w:t>
            </w:r>
          </w:p>
          <w:p w14:paraId="0C82EAE2" w14:textId="4C83B085" w:rsidR="003511CE" w:rsidRPr="00556BB5" w:rsidRDefault="003511CE" w:rsidP="008C793D">
            <w:pPr>
              <w:pStyle w:val="Tabletext"/>
              <w:rPr>
                <w:rFonts w:cs="Calibri"/>
              </w:rPr>
            </w:pPr>
            <w:r w:rsidRPr="00556BB5">
              <w:rPr>
                <w:rFonts w:cs="Calibri"/>
              </w:rPr>
              <w:t>UC.025 – Part A</w:t>
            </w:r>
          </w:p>
          <w:p w14:paraId="7530BD58" w14:textId="1851930C" w:rsidR="003511CE" w:rsidRPr="00556BB5" w:rsidRDefault="003511CE" w:rsidP="008C793D">
            <w:pPr>
              <w:pStyle w:val="Tabletext"/>
              <w:rPr>
                <w:rFonts w:cs="Calibri"/>
              </w:rPr>
            </w:pPr>
            <w:r w:rsidRPr="00556BB5">
              <w:rPr>
                <w:rFonts w:cs="Calibri"/>
              </w:rPr>
              <w:t>UC.035</w:t>
            </w:r>
          </w:p>
        </w:tc>
        <w:tc>
          <w:tcPr>
            <w:tcW w:w="3544" w:type="dxa"/>
            <w:tcBorders>
              <w:top w:val="single" w:sz="4" w:space="0" w:color="auto"/>
              <w:bottom w:val="single" w:sz="4" w:space="0" w:color="auto"/>
            </w:tcBorders>
          </w:tcPr>
          <w:p w14:paraId="0EE72B81" w14:textId="77777777" w:rsidR="003511CE" w:rsidRPr="00556BB5" w:rsidRDefault="003511CE" w:rsidP="008C793D">
            <w:pPr>
              <w:pStyle w:val="Tabletext"/>
              <w:rPr>
                <w:rFonts w:cs="Calibri"/>
              </w:rPr>
            </w:pPr>
          </w:p>
        </w:tc>
      </w:tr>
      <w:tr w:rsidR="003511CE" w:rsidRPr="003B5C15" w14:paraId="41E916FB" w14:textId="441A2C0A" w:rsidTr="00556BB5">
        <w:tc>
          <w:tcPr>
            <w:tcW w:w="4111" w:type="dxa"/>
            <w:tcBorders>
              <w:top w:val="single" w:sz="4" w:space="0" w:color="auto"/>
              <w:bottom w:val="single" w:sz="4" w:space="0" w:color="auto"/>
            </w:tcBorders>
          </w:tcPr>
          <w:p w14:paraId="28860B87" w14:textId="4B4FEF64" w:rsidR="003511CE" w:rsidRPr="00556BB5" w:rsidRDefault="006F3745" w:rsidP="008C793D">
            <w:pPr>
              <w:pStyle w:val="Tabletext"/>
              <w:rPr>
                <w:rFonts w:cs="Calibri"/>
              </w:rPr>
            </w:pPr>
            <w:sdt>
              <w:sdtPr>
                <w:rPr>
                  <w:rFonts w:eastAsia="MS Gothic" w:cs="Calibri"/>
                  <w:sz w:val="24"/>
                </w:rPr>
                <w:id w:val="-1512837589"/>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5872 </w:t>
            </w:r>
            <w:r w:rsidR="003511CE" w:rsidRPr="00556BB5">
              <w:rPr>
                <w:rFonts w:eastAsia="Symbol" w:cs="Calibri"/>
              </w:rPr>
              <w:t>-</w:t>
            </w:r>
            <w:r w:rsidR="003511CE" w:rsidRPr="00556BB5">
              <w:rPr>
                <w:rFonts w:cs="Calibri"/>
              </w:rPr>
              <w:t xml:space="preserve"> Revalidation of individual IHIs</w:t>
            </w:r>
          </w:p>
        </w:tc>
        <w:tc>
          <w:tcPr>
            <w:tcW w:w="2126" w:type="dxa"/>
            <w:tcBorders>
              <w:top w:val="single" w:sz="4" w:space="0" w:color="auto"/>
              <w:bottom w:val="single" w:sz="4" w:space="0" w:color="auto"/>
            </w:tcBorders>
          </w:tcPr>
          <w:p w14:paraId="1449CF09" w14:textId="58018E96" w:rsidR="003511CE" w:rsidRPr="00556BB5" w:rsidRDefault="003511CE" w:rsidP="008C793D">
            <w:pPr>
              <w:pStyle w:val="Tabletext"/>
              <w:rPr>
                <w:rFonts w:cs="Calibri"/>
              </w:rPr>
            </w:pPr>
            <w:r w:rsidRPr="00556BB5">
              <w:rPr>
                <w:rFonts w:cs="Calibri"/>
              </w:rPr>
              <w:t xml:space="preserve">UC.015 – Part B </w:t>
            </w:r>
          </w:p>
          <w:p w14:paraId="22A72884" w14:textId="1C0F5C04" w:rsidR="003511CE" w:rsidRPr="00556BB5" w:rsidRDefault="003511CE" w:rsidP="008C793D">
            <w:pPr>
              <w:pStyle w:val="Tabletext"/>
              <w:rPr>
                <w:rFonts w:eastAsia="Verdana" w:cs="Calibri"/>
              </w:rPr>
            </w:pPr>
            <w:r w:rsidRPr="00556BB5">
              <w:rPr>
                <w:rFonts w:cs="Calibri"/>
              </w:rPr>
              <w:t>UC.016</w:t>
            </w:r>
          </w:p>
        </w:tc>
        <w:tc>
          <w:tcPr>
            <w:tcW w:w="3544" w:type="dxa"/>
            <w:tcBorders>
              <w:top w:val="single" w:sz="4" w:space="0" w:color="auto"/>
              <w:bottom w:val="single" w:sz="4" w:space="0" w:color="auto"/>
            </w:tcBorders>
          </w:tcPr>
          <w:p w14:paraId="3B184A15" w14:textId="77777777" w:rsidR="003511CE" w:rsidRPr="00556BB5" w:rsidRDefault="003511CE" w:rsidP="008C793D">
            <w:pPr>
              <w:pStyle w:val="Tabletext"/>
              <w:rPr>
                <w:rFonts w:cs="Calibri"/>
              </w:rPr>
            </w:pPr>
          </w:p>
        </w:tc>
      </w:tr>
      <w:tr w:rsidR="003511CE" w:rsidRPr="003B5C15" w14:paraId="179DE2EA" w14:textId="29D8D025" w:rsidTr="00556BB5">
        <w:tc>
          <w:tcPr>
            <w:tcW w:w="4111" w:type="dxa"/>
            <w:tcBorders>
              <w:top w:val="single" w:sz="4" w:space="0" w:color="auto"/>
              <w:bottom w:val="single" w:sz="4" w:space="0" w:color="auto"/>
            </w:tcBorders>
          </w:tcPr>
          <w:p w14:paraId="2F49DD14" w14:textId="549FB18F" w:rsidR="003511CE" w:rsidRPr="00556BB5" w:rsidRDefault="006F3745" w:rsidP="008C793D">
            <w:pPr>
              <w:pStyle w:val="Tabletext"/>
              <w:rPr>
                <w:rFonts w:cs="Calibri"/>
              </w:rPr>
            </w:pPr>
            <w:sdt>
              <w:sdtPr>
                <w:rPr>
                  <w:rFonts w:eastAsia="MS Gothic" w:cs="Calibri"/>
                  <w:sz w:val="24"/>
                </w:rPr>
                <w:id w:val="-500275352"/>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5873 </w:t>
            </w:r>
            <w:r w:rsidR="003511CE" w:rsidRPr="00556BB5">
              <w:rPr>
                <w:rFonts w:eastAsia="Symbol" w:cs="Calibri"/>
              </w:rPr>
              <w:t>-</w:t>
            </w:r>
            <w:r w:rsidR="003511CE" w:rsidRPr="00556BB5">
              <w:rPr>
                <w:rFonts w:cs="Calibri"/>
              </w:rPr>
              <w:t xml:space="preserve"> Creation of error log for all errors</w:t>
            </w:r>
          </w:p>
        </w:tc>
        <w:tc>
          <w:tcPr>
            <w:tcW w:w="2126" w:type="dxa"/>
            <w:tcBorders>
              <w:top w:val="single" w:sz="4" w:space="0" w:color="auto"/>
              <w:bottom w:val="single" w:sz="4" w:space="0" w:color="auto"/>
            </w:tcBorders>
          </w:tcPr>
          <w:p w14:paraId="70A8096B" w14:textId="5FC4FFC4" w:rsidR="003511CE" w:rsidRPr="00556BB5" w:rsidRDefault="003511CE" w:rsidP="008C793D">
            <w:pPr>
              <w:pStyle w:val="Tabletext"/>
              <w:rPr>
                <w:rFonts w:cs="Calibri"/>
              </w:rPr>
            </w:pPr>
            <w:r w:rsidRPr="00556BB5">
              <w:rPr>
                <w:rFonts w:cs="Calibri"/>
              </w:rPr>
              <w:t xml:space="preserve">UC.010 – Part C </w:t>
            </w:r>
          </w:p>
          <w:p w14:paraId="2E170E58" w14:textId="25C6AA40" w:rsidR="003511CE" w:rsidRPr="00556BB5" w:rsidRDefault="003511CE" w:rsidP="008C793D">
            <w:pPr>
              <w:pStyle w:val="Tabletext"/>
              <w:rPr>
                <w:rFonts w:cs="Calibri"/>
              </w:rPr>
            </w:pPr>
            <w:r w:rsidRPr="00556BB5">
              <w:rPr>
                <w:rFonts w:cs="Calibri"/>
              </w:rPr>
              <w:t>UC.011</w:t>
            </w:r>
          </w:p>
          <w:p w14:paraId="1DE506A3" w14:textId="517E17F7" w:rsidR="003511CE" w:rsidRPr="00556BB5" w:rsidRDefault="003511CE" w:rsidP="008C793D">
            <w:pPr>
              <w:pStyle w:val="Tabletext"/>
              <w:rPr>
                <w:rFonts w:cs="Calibri"/>
              </w:rPr>
            </w:pPr>
            <w:r w:rsidRPr="00556BB5">
              <w:rPr>
                <w:rFonts w:cs="Calibri"/>
              </w:rPr>
              <w:t xml:space="preserve">UC.015 – Part C  </w:t>
            </w:r>
          </w:p>
          <w:p w14:paraId="7E604500" w14:textId="6D6A39D7" w:rsidR="003511CE" w:rsidRPr="00556BB5" w:rsidRDefault="003511CE" w:rsidP="008C793D">
            <w:pPr>
              <w:pStyle w:val="Tabletext"/>
              <w:rPr>
                <w:rFonts w:cs="Calibri"/>
              </w:rPr>
            </w:pPr>
            <w:r w:rsidRPr="00556BB5">
              <w:rPr>
                <w:rFonts w:cs="Calibri"/>
              </w:rPr>
              <w:t>UC.016</w:t>
            </w:r>
          </w:p>
          <w:p w14:paraId="262377A6" w14:textId="7EE6FC0C" w:rsidR="003511CE" w:rsidRPr="00556BB5" w:rsidRDefault="003511CE" w:rsidP="008C793D">
            <w:pPr>
              <w:pStyle w:val="Tabletext"/>
              <w:rPr>
                <w:rFonts w:cs="Calibri"/>
              </w:rPr>
            </w:pPr>
            <w:r w:rsidRPr="00556BB5">
              <w:rPr>
                <w:rFonts w:cs="Calibri"/>
              </w:rPr>
              <w:t xml:space="preserve">UC.025 – Part B </w:t>
            </w:r>
          </w:p>
          <w:p w14:paraId="06EE0381" w14:textId="1F39E884" w:rsidR="003511CE" w:rsidRPr="00556BB5" w:rsidRDefault="003511CE" w:rsidP="008C793D">
            <w:pPr>
              <w:pStyle w:val="Tabletext"/>
              <w:rPr>
                <w:rFonts w:cs="Calibri"/>
              </w:rPr>
            </w:pPr>
            <w:r w:rsidRPr="00556BB5">
              <w:rPr>
                <w:rFonts w:cs="Calibri"/>
              </w:rPr>
              <w:t xml:space="preserve">UC.035  </w:t>
            </w:r>
          </w:p>
          <w:p w14:paraId="2D24BF2F" w14:textId="0B99C9BA" w:rsidR="003511CE" w:rsidRPr="00556BB5" w:rsidRDefault="003511CE" w:rsidP="008C793D">
            <w:pPr>
              <w:pStyle w:val="Tabletext"/>
              <w:rPr>
                <w:rFonts w:cs="Calibri"/>
              </w:rPr>
            </w:pPr>
            <w:r w:rsidRPr="00556BB5">
              <w:rPr>
                <w:rFonts w:cs="Calibri"/>
              </w:rPr>
              <w:t xml:space="preserve">UC.080 </w:t>
            </w:r>
          </w:p>
          <w:p w14:paraId="33780341" w14:textId="25DC99C5" w:rsidR="003511CE" w:rsidRPr="00556BB5" w:rsidRDefault="003511CE" w:rsidP="008C793D">
            <w:pPr>
              <w:pStyle w:val="Tabletext"/>
              <w:rPr>
                <w:rFonts w:cs="Calibri"/>
              </w:rPr>
            </w:pPr>
            <w:r w:rsidRPr="00556BB5">
              <w:rPr>
                <w:rFonts w:cs="Calibri"/>
              </w:rPr>
              <w:t xml:space="preserve"> UC.131  </w:t>
            </w:r>
          </w:p>
          <w:p w14:paraId="77406865" w14:textId="1B03F30F" w:rsidR="003511CE" w:rsidRPr="00556BB5" w:rsidRDefault="003511CE" w:rsidP="008C793D">
            <w:pPr>
              <w:pStyle w:val="Tabletext"/>
              <w:rPr>
                <w:rFonts w:cs="Calibri"/>
              </w:rPr>
            </w:pPr>
            <w:r w:rsidRPr="00556BB5">
              <w:rPr>
                <w:rFonts w:cs="Calibri"/>
              </w:rPr>
              <w:t xml:space="preserve">UC.245  </w:t>
            </w:r>
          </w:p>
          <w:p w14:paraId="76DE44E2" w14:textId="01904DC9" w:rsidR="003511CE" w:rsidRPr="00556BB5" w:rsidRDefault="003511CE" w:rsidP="008C793D">
            <w:pPr>
              <w:pStyle w:val="Tabletext"/>
              <w:rPr>
                <w:rFonts w:cs="Calibri"/>
              </w:rPr>
            </w:pPr>
            <w:r w:rsidRPr="00556BB5">
              <w:rPr>
                <w:rFonts w:cs="Calibri"/>
              </w:rPr>
              <w:t xml:space="preserve">UC.305  </w:t>
            </w:r>
          </w:p>
          <w:p w14:paraId="587E9615" w14:textId="1804C880" w:rsidR="003511CE" w:rsidRPr="00556BB5" w:rsidRDefault="003511CE" w:rsidP="008C793D">
            <w:pPr>
              <w:pStyle w:val="Tabletext"/>
              <w:rPr>
                <w:rFonts w:cs="Calibri"/>
              </w:rPr>
            </w:pPr>
            <w:r w:rsidRPr="00556BB5">
              <w:rPr>
                <w:rFonts w:cs="Calibri"/>
              </w:rPr>
              <w:t xml:space="preserve">UC.306  </w:t>
            </w:r>
          </w:p>
          <w:p w14:paraId="39B1EB54" w14:textId="0A8C9DFD" w:rsidR="003511CE" w:rsidRPr="00556BB5" w:rsidRDefault="003511CE" w:rsidP="008C793D">
            <w:pPr>
              <w:pStyle w:val="Tabletext"/>
              <w:rPr>
                <w:rFonts w:cs="Calibri"/>
              </w:rPr>
            </w:pPr>
            <w:r w:rsidRPr="00556BB5">
              <w:rPr>
                <w:rFonts w:cs="Calibri"/>
              </w:rPr>
              <w:t xml:space="preserve">UC.320 </w:t>
            </w:r>
          </w:p>
          <w:p w14:paraId="530B2202" w14:textId="74B68FD5" w:rsidR="003511CE" w:rsidRPr="00556BB5" w:rsidRDefault="4DAAFEE0" w:rsidP="008C793D">
            <w:pPr>
              <w:pStyle w:val="Tabletext"/>
              <w:rPr>
                <w:rFonts w:cs="Calibri"/>
              </w:rPr>
            </w:pPr>
            <w:r w:rsidRPr="00556BB5">
              <w:rPr>
                <w:rFonts w:cs="Calibri"/>
              </w:rPr>
              <w:t xml:space="preserve">UC.325 – Part A  </w:t>
            </w:r>
          </w:p>
          <w:p w14:paraId="799DCF0D" w14:textId="2D9BF4CD" w:rsidR="003511CE" w:rsidRPr="00556BB5" w:rsidRDefault="003511CE" w:rsidP="008C793D">
            <w:pPr>
              <w:pStyle w:val="Tabletext"/>
              <w:rPr>
                <w:rFonts w:eastAsia="Verdana" w:cs="Calibri"/>
              </w:rPr>
            </w:pPr>
            <w:r w:rsidRPr="00556BB5">
              <w:rPr>
                <w:rFonts w:cs="Calibri"/>
              </w:rPr>
              <w:t>UC.330 – Part A</w:t>
            </w:r>
          </w:p>
        </w:tc>
        <w:tc>
          <w:tcPr>
            <w:tcW w:w="3544" w:type="dxa"/>
            <w:tcBorders>
              <w:top w:val="single" w:sz="4" w:space="0" w:color="auto"/>
              <w:bottom w:val="single" w:sz="4" w:space="0" w:color="auto"/>
            </w:tcBorders>
          </w:tcPr>
          <w:p w14:paraId="7DB5E564" w14:textId="77777777" w:rsidR="003511CE" w:rsidRPr="00556BB5" w:rsidRDefault="003511CE" w:rsidP="008C793D">
            <w:pPr>
              <w:pStyle w:val="Tabletext"/>
              <w:rPr>
                <w:rFonts w:cs="Calibri"/>
              </w:rPr>
            </w:pPr>
          </w:p>
        </w:tc>
      </w:tr>
      <w:tr w:rsidR="003511CE" w:rsidRPr="003B5C15" w14:paraId="48955508" w14:textId="41869AC3" w:rsidTr="00556BB5">
        <w:tc>
          <w:tcPr>
            <w:tcW w:w="4111" w:type="dxa"/>
            <w:tcBorders>
              <w:top w:val="single" w:sz="4" w:space="0" w:color="auto"/>
              <w:bottom w:val="single" w:sz="4" w:space="0" w:color="auto"/>
            </w:tcBorders>
          </w:tcPr>
          <w:p w14:paraId="3ECE3A6E" w14:textId="0D6B99D0" w:rsidR="003511CE" w:rsidRPr="00556BB5" w:rsidRDefault="006F3745" w:rsidP="008C793D">
            <w:pPr>
              <w:pStyle w:val="Tabletext"/>
              <w:rPr>
                <w:rFonts w:cs="Calibri"/>
              </w:rPr>
            </w:pPr>
            <w:sdt>
              <w:sdtPr>
                <w:rPr>
                  <w:rFonts w:eastAsia="MS Gothic" w:cs="Calibri"/>
                  <w:sz w:val="24"/>
                </w:rPr>
                <w:id w:val="1176458598"/>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5875 </w:t>
            </w:r>
            <w:r w:rsidR="003511CE" w:rsidRPr="00556BB5">
              <w:rPr>
                <w:rFonts w:eastAsia="Symbol" w:cs="Calibri"/>
              </w:rPr>
              <w:t>-</w:t>
            </w:r>
            <w:r w:rsidR="003511CE" w:rsidRPr="00556BB5">
              <w:rPr>
                <w:rFonts w:cs="Calibri"/>
              </w:rPr>
              <w:t xml:space="preserve"> Assignment of IHIs</w:t>
            </w:r>
          </w:p>
        </w:tc>
        <w:tc>
          <w:tcPr>
            <w:tcW w:w="2126" w:type="dxa"/>
            <w:tcBorders>
              <w:top w:val="single" w:sz="4" w:space="0" w:color="auto"/>
              <w:bottom w:val="single" w:sz="4" w:space="0" w:color="auto"/>
            </w:tcBorders>
          </w:tcPr>
          <w:p w14:paraId="16E56FAC" w14:textId="016C98FB" w:rsidR="003511CE" w:rsidRPr="00556BB5" w:rsidRDefault="003511CE" w:rsidP="008C793D">
            <w:pPr>
              <w:pStyle w:val="Tabletext"/>
              <w:rPr>
                <w:rFonts w:cs="Calibri"/>
              </w:rPr>
            </w:pPr>
            <w:r w:rsidRPr="00556BB5">
              <w:rPr>
                <w:rFonts w:cs="Calibri"/>
              </w:rPr>
              <w:t xml:space="preserve">UC.010 – Part A </w:t>
            </w:r>
          </w:p>
          <w:p w14:paraId="4D63EEA4" w14:textId="3E358FDA" w:rsidR="003511CE" w:rsidRPr="00556BB5" w:rsidRDefault="003511CE" w:rsidP="008C793D">
            <w:pPr>
              <w:pStyle w:val="Tabletext"/>
              <w:rPr>
                <w:rFonts w:cs="Calibri"/>
              </w:rPr>
            </w:pPr>
            <w:r w:rsidRPr="00556BB5">
              <w:rPr>
                <w:rFonts w:cs="Calibri"/>
              </w:rPr>
              <w:t xml:space="preserve">UC.015 – Part A </w:t>
            </w:r>
          </w:p>
          <w:p w14:paraId="35C29CA3" w14:textId="27DC80A7" w:rsidR="003511CE" w:rsidRPr="00556BB5" w:rsidRDefault="003511CE" w:rsidP="008C793D">
            <w:pPr>
              <w:pStyle w:val="Tabletext"/>
              <w:rPr>
                <w:rFonts w:cs="Calibri"/>
              </w:rPr>
            </w:pPr>
            <w:r w:rsidRPr="00556BB5">
              <w:rPr>
                <w:rFonts w:cs="Calibri"/>
              </w:rPr>
              <w:t xml:space="preserve">UC.025 – Part A </w:t>
            </w:r>
          </w:p>
          <w:p w14:paraId="1F16DF4F" w14:textId="3A5DA653" w:rsidR="003511CE" w:rsidRPr="00556BB5" w:rsidRDefault="003511CE" w:rsidP="008C793D">
            <w:pPr>
              <w:pStyle w:val="Tabletext"/>
              <w:rPr>
                <w:rFonts w:eastAsia="Verdana" w:cs="Calibri"/>
              </w:rPr>
            </w:pPr>
            <w:r w:rsidRPr="00556BB5">
              <w:rPr>
                <w:rFonts w:cs="Calibri"/>
              </w:rPr>
              <w:t>UC.035</w:t>
            </w:r>
          </w:p>
        </w:tc>
        <w:tc>
          <w:tcPr>
            <w:tcW w:w="3544" w:type="dxa"/>
            <w:tcBorders>
              <w:top w:val="single" w:sz="4" w:space="0" w:color="auto"/>
              <w:bottom w:val="single" w:sz="4" w:space="0" w:color="auto"/>
            </w:tcBorders>
          </w:tcPr>
          <w:p w14:paraId="63EC002E" w14:textId="77777777" w:rsidR="003511CE" w:rsidRPr="00556BB5" w:rsidRDefault="003511CE" w:rsidP="008C793D">
            <w:pPr>
              <w:pStyle w:val="Tabletext"/>
              <w:rPr>
                <w:rFonts w:cs="Calibri"/>
              </w:rPr>
            </w:pPr>
          </w:p>
        </w:tc>
      </w:tr>
      <w:tr w:rsidR="003511CE" w:rsidRPr="003B5C15" w14:paraId="4197DDC6" w14:textId="6AF876E8" w:rsidTr="00556BB5">
        <w:tc>
          <w:tcPr>
            <w:tcW w:w="4111" w:type="dxa"/>
            <w:tcBorders>
              <w:top w:val="single" w:sz="4" w:space="0" w:color="auto"/>
              <w:bottom w:val="single" w:sz="4" w:space="0" w:color="auto"/>
            </w:tcBorders>
          </w:tcPr>
          <w:p w14:paraId="725DC889" w14:textId="73F87263" w:rsidR="003511CE" w:rsidRPr="00556BB5" w:rsidRDefault="006F3745" w:rsidP="008C793D">
            <w:pPr>
              <w:pStyle w:val="Tabletext"/>
              <w:rPr>
                <w:rFonts w:cs="Calibri"/>
              </w:rPr>
            </w:pPr>
            <w:sdt>
              <w:sdtPr>
                <w:rPr>
                  <w:rFonts w:eastAsia="MS Gothic" w:cs="Calibri"/>
                  <w:sz w:val="24"/>
                </w:rPr>
                <w:id w:val="1465464576"/>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5906 </w:t>
            </w:r>
            <w:r w:rsidR="003511CE" w:rsidRPr="00556BB5">
              <w:rPr>
                <w:rFonts w:eastAsia="Symbol" w:cs="Calibri"/>
              </w:rPr>
              <w:t>-</w:t>
            </w:r>
            <w:r w:rsidR="003511CE" w:rsidRPr="00556BB5">
              <w:rPr>
                <w:rFonts w:cs="Calibri"/>
              </w:rPr>
              <w:t xml:space="preserve"> IHI assignment for merged patient health record in the local system</w:t>
            </w:r>
          </w:p>
        </w:tc>
        <w:tc>
          <w:tcPr>
            <w:tcW w:w="2126" w:type="dxa"/>
            <w:tcBorders>
              <w:top w:val="single" w:sz="4" w:space="0" w:color="auto"/>
              <w:bottom w:val="single" w:sz="4" w:space="0" w:color="auto"/>
            </w:tcBorders>
          </w:tcPr>
          <w:p w14:paraId="23EBE641" w14:textId="1449E834" w:rsidR="003511CE" w:rsidRPr="00556BB5" w:rsidRDefault="003511CE" w:rsidP="008C793D">
            <w:pPr>
              <w:pStyle w:val="Tabletext"/>
              <w:rPr>
                <w:rFonts w:eastAsia="Verdana" w:cs="Calibri"/>
              </w:rPr>
            </w:pPr>
            <w:r w:rsidRPr="00556BB5">
              <w:rPr>
                <w:rFonts w:cs="Calibri"/>
              </w:rPr>
              <w:t>UC.035</w:t>
            </w:r>
          </w:p>
        </w:tc>
        <w:tc>
          <w:tcPr>
            <w:tcW w:w="3544" w:type="dxa"/>
            <w:tcBorders>
              <w:top w:val="single" w:sz="4" w:space="0" w:color="auto"/>
              <w:bottom w:val="single" w:sz="4" w:space="0" w:color="auto"/>
            </w:tcBorders>
          </w:tcPr>
          <w:p w14:paraId="58F6887B" w14:textId="77777777" w:rsidR="003511CE" w:rsidRPr="00556BB5" w:rsidRDefault="003511CE" w:rsidP="008C793D">
            <w:pPr>
              <w:pStyle w:val="Tabletext"/>
              <w:rPr>
                <w:rFonts w:cs="Calibri"/>
              </w:rPr>
            </w:pPr>
          </w:p>
        </w:tc>
      </w:tr>
      <w:tr w:rsidR="003511CE" w:rsidRPr="003B5C15" w14:paraId="303F3043" w14:textId="05B291AA" w:rsidTr="00556BB5">
        <w:tc>
          <w:tcPr>
            <w:tcW w:w="4111" w:type="dxa"/>
            <w:tcBorders>
              <w:top w:val="single" w:sz="4" w:space="0" w:color="auto"/>
              <w:bottom w:val="single" w:sz="4" w:space="0" w:color="auto"/>
            </w:tcBorders>
          </w:tcPr>
          <w:p w14:paraId="32F1E308" w14:textId="1D493827" w:rsidR="003511CE" w:rsidRPr="00556BB5" w:rsidRDefault="006F3745" w:rsidP="008C793D">
            <w:pPr>
              <w:pStyle w:val="Tabletext"/>
              <w:rPr>
                <w:rFonts w:cs="Calibri"/>
              </w:rPr>
            </w:pPr>
            <w:sdt>
              <w:sdtPr>
                <w:rPr>
                  <w:rFonts w:eastAsia="MS Gothic" w:cs="Calibri"/>
                  <w:sz w:val="24"/>
                </w:rPr>
                <w:id w:val="845057506"/>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6077 </w:t>
            </w:r>
            <w:r w:rsidR="003511CE" w:rsidRPr="00556BB5">
              <w:rPr>
                <w:rFonts w:eastAsia="Symbol" w:cs="Calibri"/>
              </w:rPr>
              <w:t>-</w:t>
            </w:r>
            <w:r w:rsidR="003511CE" w:rsidRPr="00556BB5">
              <w:rPr>
                <w:rFonts w:cs="Calibri"/>
              </w:rPr>
              <w:t xml:space="preserve"> Only one IHI shall be assigned to a patient’s record</w:t>
            </w:r>
          </w:p>
        </w:tc>
        <w:tc>
          <w:tcPr>
            <w:tcW w:w="2126" w:type="dxa"/>
            <w:tcBorders>
              <w:top w:val="single" w:sz="4" w:space="0" w:color="auto"/>
              <w:bottom w:val="single" w:sz="4" w:space="0" w:color="auto"/>
            </w:tcBorders>
          </w:tcPr>
          <w:p w14:paraId="0EA84531" w14:textId="72880478" w:rsidR="003511CE" w:rsidRPr="00556BB5" w:rsidRDefault="003511CE" w:rsidP="008C793D">
            <w:pPr>
              <w:pStyle w:val="Tabletext"/>
              <w:rPr>
                <w:rFonts w:cs="Calibri"/>
              </w:rPr>
            </w:pPr>
            <w:r w:rsidRPr="00556BB5">
              <w:rPr>
                <w:rFonts w:cs="Calibri"/>
              </w:rPr>
              <w:t xml:space="preserve">UC.010 – Part A  </w:t>
            </w:r>
          </w:p>
          <w:p w14:paraId="051C42A4" w14:textId="5EEFBF00" w:rsidR="003511CE" w:rsidRPr="00556BB5" w:rsidRDefault="003511CE" w:rsidP="008C793D">
            <w:pPr>
              <w:pStyle w:val="Tabletext"/>
              <w:rPr>
                <w:rFonts w:cs="Calibri"/>
              </w:rPr>
            </w:pPr>
            <w:r w:rsidRPr="00556BB5">
              <w:rPr>
                <w:rFonts w:cs="Calibri"/>
              </w:rPr>
              <w:t>UC.011</w:t>
            </w:r>
          </w:p>
          <w:p w14:paraId="7DB2A216" w14:textId="2E7F4C0D" w:rsidR="003511CE" w:rsidRPr="00556BB5" w:rsidRDefault="003511CE" w:rsidP="008C793D">
            <w:pPr>
              <w:pStyle w:val="Tabletext"/>
              <w:rPr>
                <w:rFonts w:cs="Calibri"/>
              </w:rPr>
            </w:pPr>
            <w:r w:rsidRPr="00556BB5">
              <w:rPr>
                <w:rFonts w:cs="Calibri"/>
              </w:rPr>
              <w:t xml:space="preserve">UC.015 – Part A </w:t>
            </w:r>
          </w:p>
          <w:p w14:paraId="48B56B16" w14:textId="64955B86" w:rsidR="003511CE" w:rsidRPr="00556BB5" w:rsidRDefault="003511CE" w:rsidP="008C793D">
            <w:pPr>
              <w:pStyle w:val="Tabletext"/>
              <w:rPr>
                <w:rFonts w:cs="Calibri"/>
              </w:rPr>
            </w:pPr>
            <w:r w:rsidRPr="00556BB5">
              <w:rPr>
                <w:rFonts w:cs="Calibri"/>
              </w:rPr>
              <w:t>UC.016</w:t>
            </w:r>
          </w:p>
          <w:p w14:paraId="3BBF8376" w14:textId="50E5047D" w:rsidR="003511CE" w:rsidRPr="00556BB5" w:rsidRDefault="003511CE" w:rsidP="008C793D">
            <w:pPr>
              <w:pStyle w:val="Tabletext"/>
              <w:rPr>
                <w:rFonts w:cs="Calibri"/>
              </w:rPr>
            </w:pPr>
            <w:r w:rsidRPr="00556BB5">
              <w:rPr>
                <w:rFonts w:cs="Calibri"/>
              </w:rPr>
              <w:t xml:space="preserve">UC.025 – Part A </w:t>
            </w:r>
          </w:p>
          <w:p w14:paraId="7A23C40D" w14:textId="1DDCD40C" w:rsidR="003511CE" w:rsidRPr="00556BB5" w:rsidRDefault="003511CE" w:rsidP="008C793D">
            <w:pPr>
              <w:pStyle w:val="Tabletext"/>
              <w:rPr>
                <w:rFonts w:eastAsia="Verdana" w:cs="Calibri"/>
              </w:rPr>
            </w:pPr>
            <w:r w:rsidRPr="00556BB5">
              <w:rPr>
                <w:rFonts w:cs="Calibri"/>
              </w:rPr>
              <w:t>UC.035</w:t>
            </w:r>
          </w:p>
        </w:tc>
        <w:tc>
          <w:tcPr>
            <w:tcW w:w="3544" w:type="dxa"/>
            <w:tcBorders>
              <w:top w:val="single" w:sz="4" w:space="0" w:color="auto"/>
              <w:bottom w:val="single" w:sz="4" w:space="0" w:color="auto"/>
            </w:tcBorders>
          </w:tcPr>
          <w:p w14:paraId="2E8AECF8" w14:textId="77777777" w:rsidR="003511CE" w:rsidRPr="00556BB5" w:rsidRDefault="003511CE" w:rsidP="008C793D">
            <w:pPr>
              <w:pStyle w:val="Tabletext"/>
              <w:rPr>
                <w:rFonts w:cs="Calibri"/>
              </w:rPr>
            </w:pPr>
          </w:p>
        </w:tc>
      </w:tr>
      <w:tr w:rsidR="003511CE" w:rsidRPr="003B5C15" w14:paraId="5D6DFDF7" w14:textId="215CB177" w:rsidTr="00556BB5">
        <w:tc>
          <w:tcPr>
            <w:tcW w:w="4111" w:type="dxa"/>
            <w:tcBorders>
              <w:top w:val="single" w:sz="4" w:space="0" w:color="auto"/>
              <w:bottom w:val="single" w:sz="4" w:space="0" w:color="auto"/>
            </w:tcBorders>
          </w:tcPr>
          <w:p w14:paraId="10AC9DFC" w14:textId="077CF5B1" w:rsidR="003511CE" w:rsidRPr="00556BB5" w:rsidRDefault="006F3745" w:rsidP="008C793D">
            <w:pPr>
              <w:pStyle w:val="Tabletext"/>
              <w:rPr>
                <w:rFonts w:cs="Calibri"/>
              </w:rPr>
            </w:pPr>
            <w:sdt>
              <w:sdtPr>
                <w:rPr>
                  <w:rFonts w:eastAsia="MS Gothic" w:cs="Calibri"/>
                  <w:sz w:val="24"/>
                </w:rPr>
                <w:id w:val="-743483949"/>
                <w14:checkbox>
                  <w14:checked w14:val="0"/>
                  <w14:checkedState w14:val="2612" w14:font="MS Gothic"/>
                  <w14:uncheckedState w14:val="2610" w14:font="MS Gothic"/>
                </w14:checkbox>
              </w:sdtPr>
              <w:sdtEndPr/>
              <w:sdtContent>
                <w:r w:rsidR="004F037C" w:rsidRPr="00556BB5">
                  <w:rPr>
                    <w:rFonts w:ascii="Segoe UI Symbol" w:eastAsia="MS Gothic" w:hAnsi="Segoe UI Symbol" w:cs="Segoe UI Symbol"/>
                    <w:sz w:val="24"/>
                  </w:rPr>
                  <w:t>☐</w:t>
                </w:r>
              </w:sdtContent>
            </w:sdt>
            <w:r w:rsidR="003511CE" w:rsidRPr="00556BB5">
              <w:rPr>
                <w:rFonts w:cs="Calibri"/>
              </w:rPr>
              <w:t xml:space="preserve">  6105 </w:t>
            </w:r>
            <w:r w:rsidR="003511CE" w:rsidRPr="00556BB5">
              <w:rPr>
                <w:rFonts w:eastAsia="Symbol" w:cs="Calibri"/>
              </w:rPr>
              <w:t>-</w:t>
            </w:r>
            <w:r w:rsidR="003511CE" w:rsidRPr="00556BB5">
              <w:rPr>
                <w:rFonts w:cs="Calibri"/>
              </w:rPr>
              <w:t xml:space="preserve"> Capability to request the revalidation of verified IHIs upon update of core demographic details in the local system</w:t>
            </w:r>
          </w:p>
        </w:tc>
        <w:tc>
          <w:tcPr>
            <w:tcW w:w="2126" w:type="dxa"/>
            <w:tcBorders>
              <w:top w:val="single" w:sz="4" w:space="0" w:color="auto"/>
              <w:bottom w:val="single" w:sz="4" w:space="0" w:color="auto"/>
            </w:tcBorders>
          </w:tcPr>
          <w:p w14:paraId="2C25142B" w14:textId="5E51C7F3" w:rsidR="003511CE" w:rsidRPr="00556BB5" w:rsidRDefault="003511CE" w:rsidP="008C793D">
            <w:pPr>
              <w:pStyle w:val="Tabletext"/>
              <w:rPr>
                <w:rFonts w:cs="Calibri"/>
              </w:rPr>
            </w:pPr>
            <w:r w:rsidRPr="00556BB5">
              <w:rPr>
                <w:rFonts w:cs="Calibri"/>
              </w:rPr>
              <w:t>UC.015 – Part A</w:t>
            </w:r>
          </w:p>
          <w:p w14:paraId="032B4054" w14:textId="071783B9" w:rsidR="003511CE" w:rsidRPr="00556BB5" w:rsidRDefault="003511CE" w:rsidP="008C793D">
            <w:pPr>
              <w:pStyle w:val="Tabletext"/>
              <w:rPr>
                <w:rFonts w:eastAsia="Verdana" w:cs="Calibri"/>
              </w:rPr>
            </w:pPr>
            <w:r w:rsidRPr="00556BB5">
              <w:rPr>
                <w:rFonts w:cs="Calibri"/>
              </w:rPr>
              <w:t>UC.016</w:t>
            </w:r>
          </w:p>
        </w:tc>
        <w:tc>
          <w:tcPr>
            <w:tcW w:w="3544" w:type="dxa"/>
            <w:tcBorders>
              <w:top w:val="single" w:sz="4" w:space="0" w:color="auto"/>
              <w:bottom w:val="single" w:sz="4" w:space="0" w:color="auto"/>
            </w:tcBorders>
          </w:tcPr>
          <w:p w14:paraId="7C10EFEE" w14:textId="77777777" w:rsidR="003511CE" w:rsidRPr="00556BB5" w:rsidRDefault="003511CE" w:rsidP="008C793D">
            <w:pPr>
              <w:pStyle w:val="Tabletext"/>
              <w:rPr>
                <w:rFonts w:cs="Calibri"/>
              </w:rPr>
            </w:pPr>
          </w:p>
        </w:tc>
      </w:tr>
      <w:tr w:rsidR="003511CE" w:rsidRPr="003B5C15" w14:paraId="1F62E60F" w14:textId="0BFB771B" w:rsidTr="00556BB5">
        <w:tc>
          <w:tcPr>
            <w:tcW w:w="4111" w:type="dxa"/>
            <w:tcBorders>
              <w:top w:val="single" w:sz="4" w:space="0" w:color="auto"/>
              <w:bottom w:val="single" w:sz="4" w:space="0" w:color="auto"/>
            </w:tcBorders>
          </w:tcPr>
          <w:p w14:paraId="51B399F7" w14:textId="085E6B57" w:rsidR="003511CE" w:rsidRPr="00556BB5" w:rsidRDefault="006F3745" w:rsidP="008C793D">
            <w:pPr>
              <w:pStyle w:val="Tabletext"/>
              <w:rPr>
                <w:rFonts w:cs="Calibri"/>
              </w:rPr>
            </w:pPr>
            <w:sdt>
              <w:sdtPr>
                <w:rPr>
                  <w:rFonts w:eastAsia="MS Gothic" w:cs="Calibri"/>
                  <w:sz w:val="24"/>
                </w:rPr>
                <w:id w:val="807286004"/>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8028 </w:t>
            </w:r>
            <w:r w:rsidR="003511CE" w:rsidRPr="00556BB5">
              <w:rPr>
                <w:rFonts w:eastAsia="Symbol" w:cs="Calibri"/>
              </w:rPr>
              <w:t>-</w:t>
            </w:r>
            <w:r w:rsidR="003511CE" w:rsidRPr="00556BB5">
              <w:rPr>
                <w:rFonts w:cs="Calibri"/>
              </w:rPr>
              <w:t xml:space="preserve"> Record audit trail of each healthcare identifier disclosed by the HI Service</w:t>
            </w:r>
          </w:p>
        </w:tc>
        <w:tc>
          <w:tcPr>
            <w:tcW w:w="2126" w:type="dxa"/>
            <w:tcBorders>
              <w:top w:val="single" w:sz="4" w:space="0" w:color="auto"/>
              <w:bottom w:val="single" w:sz="4" w:space="0" w:color="auto"/>
            </w:tcBorders>
          </w:tcPr>
          <w:p w14:paraId="4E1410BA" w14:textId="60C6F378" w:rsidR="003511CE" w:rsidRPr="00556BB5" w:rsidRDefault="003511CE" w:rsidP="008C793D">
            <w:pPr>
              <w:pStyle w:val="Tabletext"/>
              <w:rPr>
                <w:rFonts w:cs="Calibri"/>
              </w:rPr>
            </w:pPr>
            <w:r w:rsidRPr="00556BB5">
              <w:rPr>
                <w:rFonts w:cs="Calibri"/>
              </w:rPr>
              <w:t xml:space="preserve">UC.010 – Part C  </w:t>
            </w:r>
          </w:p>
          <w:p w14:paraId="3A1282F6" w14:textId="4B7724F9" w:rsidR="003511CE" w:rsidRPr="00556BB5" w:rsidRDefault="003511CE" w:rsidP="008C793D">
            <w:pPr>
              <w:pStyle w:val="Tabletext"/>
              <w:rPr>
                <w:rFonts w:cs="Calibri"/>
              </w:rPr>
            </w:pPr>
            <w:r w:rsidRPr="00556BB5">
              <w:rPr>
                <w:rFonts w:cs="Calibri"/>
              </w:rPr>
              <w:t>UC.011</w:t>
            </w:r>
          </w:p>
          <w:p w14:paraId="36175378" w14:textId="34D25141" w:rsidR="003511CE" w:rsidRPr="00556BB5" w:rsidRDefault="003511CE" w:rsidP="008C793D">
            <w:pPr>
              <w:pStyle w:val="Tabletext"/>
              <w:rPr>
                <w:rFonts w:cs="Calibri"/>
              </w:rPr>
            </w:pPr>
            <w:r w:rsidRPr="00556BB5">
              <w:rPr>
                <w:rFonts w:cs="Calibri"/>
              </w:rPr>
              <w:t xml:space="preserve">UC.015 – Part C  </w:t>
            </w:r>
          </w:p>
          <w:p w14:paraId="1B23B053" w14:textId="0383FA91" w:rsidR="003511CE" w:rsidRPr="00556BB5" w:rsidRDefault="003511CE" w:rsidP="008C793D">
            <w:pPr>
              <w:pStyle w:val="Tabletext"/>
              <w:rPr>
                <w:rFonts w:cs="Calibri"/>
              </w:rPr>
            </w:pPr>
            <w:r w:rsidRPr="00556BB5">
              <w:rPr>
                <w:rFonts w:cs="Calibri"/>
              </w:rPr>
              <w:t xml:space="preserve">UC.016 </w:t>
            </w:r>
          </w:p>
          <w:p w14:paraId="1C12BD7C" w14:textId="793038E1" w:rsidR="003511CE" w:rsidRPr="00556BB5" w:rsidRDefault="003511CE" w:rsidP="008C793D">
            <w:pPr>
              <w:pStyle w:val="Tabletext"/>
              <w:rPr>
                <w:rFonts w:cs="Calibri"/>
              </w:rPr>
            </w:pPr>
            <w:r w:rsidRPr="00556BB5">
              <w:rPr>
                <w:rFonts w:cs="Calibri"/>
              </w:rPr>
              <w:lastRenderedPageBreak/>
              <w:t xml:space="preserve">UC.025 – Part B </w:t>
            </w:r>
          </w:p>
          <w:p w14:paraId="64180DF2" w14:textId="3E0102F1" w:rsidR="003511CE" w:rsidRPr="00556BB5" w:rsidRDefault="003511CE" w:rsidP="008C793D">
            <w:pPr>
              <w:pStyle w:val="Tabletext"/>
              <w:rPr>
                <w:rFonts w:cs="Calibri"/>
              </w:rPr>
            </w:pPr>
            <w:r w:rsidRPr="00556BB5">
              <w:rPr>
                <w:rFonts w:cs="Calibri"/>
              </w:rPr>
              <w:t xml:space="preserve">UC.035  </w:t>
            </w:r>
          </w:p>
          <w:p w14:paraId="64E649F8" w14:textId="290E1AF2" w:rsidR="003511CE" w:rsidRPr="00556BB5" w:rsidRDefault="003511CE" w:rsidP="008C793D">
            <w:pPr>
              <w:pStyle w:val="Tabletext"/>
              <w:rPr>
                <w:rFonts w:cs="Calibri"/>
              </w:rPr>
            </w:pPr>
            <w:r w:rsidRPr="00556BB5">
              <w:rPr>
                <w:rFonts w:cs="Calibri"/>
              </w:rPr>
              <w:t xml:space="preserve">UC.131 </w:t>
            </w:r>
          </w:p>
          <w:p w14:paraId="5B12FAE8" w14:textId="4ED37078" w:rsidR="003511CE" w:rsidRPr="00556BB5" w:rsidRDefault="003511CE" w:rsidP="008C793D">
            <w:pPr>
              <w:pStyle w:val="Tabletext"/>
              <w:rPr>
                <w:rFonts w:cs="Calibri"/>
              </w:rPr>
            </w:pPr>
            <w:r w:rsidRPr="00556BB5">
              <w:rPr>
                <w:rFonts w:cs="Calibri"/>
              </w:rPr>
              <w:t xml:space="preserve">UC.150  </w:t>
            </w:r>
          </w:p>
          <w:p w14:paraId="5C3E8E2F" w14:textId="01B00472" w:rsidR="003511CE" w:rsidRPr="00556BB5" w:rsidRDefault="003511CE" w:rsidP="008C793D">
            <w:pPr>
              <w:pStyle w:val="Tabletext"/>
              <w:rPr>
                <w:rFonts w:cs="Calibri"/>
              </w:rPr>
            </w:pPr>
            <w:r w:rsidRPr="00556BB5">
              <w:rPr>
                <w:rFonts w:cs="Calibri"/>
              </w:rPr>
              <w:t>UC.241</w:t>
            </w:r>
          </w:p>
          <w:p w14:paraId="3D87C9A7" w14:textId="58A736F8" w:rsidR="003511CE" w:rsidRPr="00556BB5" w:rsidRDefault="003511CE" w:rsidP="008C793D">
            <w:pPr>
              <w:pStyle w:val="Tabletext"/>
              <w:rPr>
                <w:rFonts w:cs="Calibri"/>
              </w:rPr>
            </w:pPr>
            <w:r w:rsidRPr="00556BB5">
              <w:rPr>
                <w:rFonts w:cs="Calibri"/>
              </w:rPr>
              <w:t>UC.245</w:t>
            </w:r>
          </w:p>
          <w:p w14:paraId="1E3692E4" w14:textId="21F4B2B9" w:rsidR="003511CE" w:rsidRPr="00556BB5" w:rsidRDefault="003511CE" w:rsidP="008C793D">
            <w:pPr>
              <w:pStyle w:val="Tabletext"/>
              <w:rPr>
                <w:rFonts w:cs="Calibri"/>
              </w:rPr>
            </w:pPr>
            <w:r w:rsidRPr="00556BB5">
              <w:rPr>
                <w:rFonts w:cs="Calibri"/>
              </w:rPr>
              <w:t xml:space="preserve">UC.305  </w:t>
            </w:r>
          </w:p>
          <w:p w14:paraId="394611C4" w14:textId="251E808E" w:rsidR="003511CE" w:rsidRPr="00556BB5" w:rsidRDefault="003511CE" w:rsidP="008C793D">
            <w:pPr>
              <w:pStyle w:val="Tabletext"/>
              <w:rPr>
                <w:rFonts w:cs="Calibri"/>
              </w:rPr>
            </w:pPr>
            <w:r w:rsidRPr="00556BB5">
              <w:rPr>
                <w:rFonts w:cs="Calibri"/>
              </w:rPr>
              <w:t>UC.306</w:t>
            </w:r>
          </w:p>
        </w:tc>
        <w:tc>
          <w:tcPr>
            <w:tcW w:w="3544" w:type="dxa"/>
            <w:tcBorders>
              <w:top w:val="single" w:sz="4" w:space="0" w:color="auto"/>
              <w:bottom w:val="single" w:sz="4" w:space="0" w:color="auto"/>
            </w:tcBorders>
          </w:tcPr>
          <w:p w14:paraId="49150DC4" w14:textId="77777777" w:rsidR="003511CE" w:rsidRPr="00556BB5" w:rsidRDefault="003511CE" w:rsidP="008C793D">
            <w:pPr>
              <w:pStyle w:val="Tabletext"/>
              <w:rPr>
                <w:rFonts w:cs="Calibri"/>
              </w:rPr>
            </w:pPr>
          </w:p>
        </w:tc>
      </w:tr>
      <w:tr w:rsidR="003511CE" w:rsidRPr="003B5C15" w14:paraId="6E178492" w14:textId="36CB9BBF" w:rsidTr="00556BB5">
        <w:tc>
          <w:tcPr>
            <w:tcW w:w="4111" w:type="dxa"/>
            <w:tcBorders>
              <w:top w:val="single" w:sz="4" w:space="0" w:color="auto"/>
              <w:bottom w:val="single" w:sz="4" w:space="0" w:color="auto"/>
            </w:tcBorders>
          </w:tcPr>
          <w:p w14:paraId="5AA4C729" w14:textId="29488EBF" w:rsidR="003511CE" w:rsidRPr="00556BB5" w:rsidRDefault="006F3745" w:rsidP="008C793D">
            <w:pPr>
              <w:pStyle w:val="Tabletext"/>
              <w:rPr>
                <w:rFonts w:cs="Calibri"/>
              </w:rPr>
            </w:pPr>
            <w:sdt>
              <w:sdtPr>
                <w:rPr>
                  <w:rFonts w:eastAsia="MS Gothic" w:cs="Calibri"/>
                  <w:sz w:val="24"/>
                </w:rPr>
                <w:id w:val="-297842490"/>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8526 - Mandatory search technique and search types</w:t>
            </w:r>
          </w:p>
        </w:tc>
        <w:tc>
          <w:tcPr>
            <w:tcW w:w="2126" w:type="dxa"/>
            <w:tcBorders>
              <w:top w:val="single" w:sz="4" w:space="0" w:color="auto"/>
              <w:bottom w:val="single" w:sz="4" w:space="0" w:color="auto"/>
            </w:tcBorders>
          </w:tcPr>
          <w:p w14:paraId="78AD0396" w14:textId="3395DD04" w:rsidR="00A11E56" w:rsidRPr="00556BB5" w:rsidRDefault="003511CE" w:rsidP="008C793D">
            <w:pPr>
              <w:pStyle w:val="Tabletext"/>
              <w:rPr>
                <w:rFonts w:cs="Calibri"/>
              </w:rPr>
            </w:pPr>
            <w:r w:rsidRPr="00556BB5">
              <w:rPr>
                <w:rFonts w:cs="Calibri"/>
              </w:rPr>
              <w:t xml:space="preserve">UC.010 – Part A </w:t>
            </w:r>
          </w:p>
          <w:p w14:paraId="7DB31F6D" w14:textId="17899FEA" w:rsidR="00A11E56" w:rsidRPr="00556BB5" w:rsidRDefault="003511CE" w:rsidP="008C793D">
            <w:pPr>
              <w:pStyle w:val="Tabletext"/>
              <w:rPr>
                <w:rFonts w:cs="Calibri"/>
              </w:rPr>
            </w:pPr>
            <w:r w:rsidRPr="00556BB5">
              <w:rPr>
                <w:rFonts w:cs="Calibri"/>
              </w:rPr>
              <w:t>UC.011</w:t>
            </w:r>
          </w:p>
          <w:p w14:paraId="5D065D21" w14:textId="767B93EE" w:rsidR="00A11E56" w:rsidRPr="00556BB5" w:rsidRDefault="003511CE" w:rsidP="008C793D">
            <w:pPr>
              <w:pStyle w:val="Tabletext"/>
              <w:rPr>
                <w:rFonts w:cs="Calibri"/>
              </w:rPr>
            </w:pPr>
            <w:r w:rsidRPr="00556BB5">
              <w:rPr>
                <w:rFonts w:cs="Calibri"/>
              </w:rPr>
              <w:t xml:space="preserve">UC.015 – Part A </w:t>
            </w:r>
          </w:p>
          <w:p w14:paraId="622B0B31" w14:textId="13EEE3EA" w:rsidR="00A11E56" w:rsidRPr="00556BB5" w:rsidRDefault="003511CE" w:rsidP="008C793D">
            <w:pPr>
              <w:pStyle w:val="Tabletext"/>
              <w:rPr>
                <w:rFonts w:cs="Calibri"/>
              </w:rPr>
            </w:pPr>
            <w:r w:rsidRPr="00556BB5">
              <w:rPr>
                <w:rFonts w:cs="Calibri"/>
              </w:rPr>
              <w:t>UC.016</w:t>
            </w:r>
          </w:p>
          <w:p w14:paraId="7BE5EC2A" w14:textId="25B16C17" w:rsidR="00A11E56" w:rsidRPr="00556BB5" w:rsidRDefault="003511CE" w:rsidP="008C793D">
            <w:pPr>
              <w:pStyle w:val="Tabletext"/>
              <w:rPr>
                <w:rFonts w:cs="Calibri"/>
              </w:rPr>
            </w:pPr>
            <w:r w:rsidRPr="00556BB5">
              <w:rPr>
                <w:rFonts w:cs="Calibri"/>
              </w:rPr>
              <w:t xml:space="preserve">UC.025 – Part A </w:t>
            </w:r>
          </w:p>
          <w:p w14:paraId="30208CD7" w14:textId="0E1CA4AB" w:rsidR="003511CE" w:rsidRPr="00556BB5" w:rsidRDefault="003511CE" w:rsidP="008C793D">
            <w:pPr>
              <w:pStyle w:val="Tabletext"/>
              <w:rPr>
                <w:rFonts w:eastAsia="Verdana" w:cs="Calibri"/>
              </w:rPr>
            </w:pPr>
            <w:r w:rsidRPr="00556BB5">
              <w:rPr>
                <w:rFonts w:cs="Calibri"/>
              </w:rPr>
              <w:t>UC.035</w:t>
            </w:r>
          </w:p>
        </w:tc>
        <w:tc>
          <w:tcPr>
            <w:tcW w:w="3544" w:type="dxa"/>
            <w:tcBorders>
              <w:top w:val="single" w:sz="4" w:space="0" w:color="auto"/>
              <w:bottom w:val="single" w:sz="4" w:space="0" w:color="auto"/>
            </w:tcBorders>
          </w:tcPr>
          <w:p w14:paraId="3C22BF3C" w14:textId="77777777" w:rsidR="003511CE" w:rsidRPr="00556BB5" w:rsidRDefault="003511CE" w:rsidP="008C793D">
            <w:pPr>
              <w:pStyle w:val="Tabletext"/>
              <w:rPr>
                <w:rFonts w:cs="Calibri"/>
              </w:rPr>
            </w:pPr>
          </w:p>
        </w:tc>
      </w:tr>
      <w:tr w:rsidR="003511CE" w:rsidRPr="003B5C15" w14:paraId="0FBDCA6A" w14:textId="6350DC66" w:rsidTr="00556BB5">
        <w:tc>
          <w:tcPr>
            <w:tcW w:w="4111" w:type="dxa"/>
            <w:tcBorders>
              <w:top w:val="single" w:sz="4" w:space="0" w:color="auto"/>
              <w:bottom w:val="single" w:sz="4" w:space="0" w:color="auto"/>
            </w:tcBorders>
          </w:tcPr>
          <w:p w14:paraId="4303AD44" w14:textId="5F98FA52" w:rsidR="003511CE" w:rsidRPr="00556BB5" w:rsidRDefault="006F3745" w:rsidP="008C793D">
            <w:pPr>
              <w:pStyle w:val="Tabletext"/>
              <w:rPr>
                <w:rFonts w:cs="Calibri"/>
              </w:rPr>
            </w:pPr>
            <w:sdt>
              <w:sdtPr>
                <w:rPr>
                  <w:rFonts w:eastAsia="MS Gothic" w:cs="Calibri"/>
                  <w:sz w:val="24"/>
                </w:rPr>
                <w:id w:val="-850328034"/>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10041 – Search for an individual healthcare provider directory entry</w:t>
            </w:r>
          </w:p>
        </w:tc>
        <w:tc>
          <w:tcPr>
            <w:tcW w:w="2126" w:type="dxa"/>
            <w:tcBorders>
              <w:top w:val="single" w:sz="4" w:space="0" w:color="auto"/>
              <w:bottom w:val="single" w:sz="4" w:space="0" w:color="auto"/>
            </w:tcBorders>
          </w:tcPr>
          <w:p w14:paraId="176C2325" w14:textId="54A4F582" w:rsidR="00A11E56" w:rsidRPr="00556BB5" w:rsidRDefault="003511CE" w:rsidP="008C793D">
            <w:pPr>
              <w:pStyle w:val="Tabletext"/>
              <w:rPr>
                <w:rFonts w:cs="Calibri"/>
              </w:rPr>
            </w:pPr>
            <w:r w:rsidRPr="00556BB5">
              <w:rPr>
                <w:rFonts w:cs="Calibri"/>
              </w:rPr>
              <w:t xml:space="preserve">UC.131 </w:t>
            </w:r>
          </w:p>
          <w:p w14:paraId="2DEFEC92" w14:textId="576B4E92" w:rsidR="00A11E56" w:rsidRPr="00556BB5" w:rsidRDefault="003511CE" w:rsidP="008C793D">
            <w:pPr>
              <w:pStyle w:val="Tabletext"/>
              <w:rPr>
                <w:rFonts w:cs="Calibri"/>
              </w:rPr>
            </w:pPr>
            <w:r w:rsidRPr="00556BB5">
              <w:rPr>
                <w:rFonts w:cs="Calibri"/>
              </w:rPr>
              <w:t>UC.245</w:t>
            </w:r>
          </w:p>
          <w:p w14:paraId="5E249AEA" w14:textId="4AB228C8" w:rsidR="00A11E56" w:rsidRPr="00556BB5" w:rsidRDefault="003511CE" w:rsidP="008C793D">
            <w:pPr>
              <w:pStyle w:val="Tabletext"/>
              <w:rPr>
                <w:rFonts w:cs="Calibri"/>
              </w:rPr>
            </w:pPr>
            <w:r w:rsidRPr="00556BB5">
              <w:rPr>
                <w:rFonts w:cs="Calibri"/>
              </w:rPr>
              <w:t xml:space="preserve">UC.320 </w:t>
            </w:r>
          </w:p>
          <w:p w14:paraId="00423C3C" w14:textId="2FD35028" w:rsidR="00A11E56" w:rsidRPr="00556BB5" w:rsidRDefault="003511CE" w:rsidP="008C793D">
            <w:pPr>
              <w:pStyle w:val="Tabletext"/>
              <w:rPr>
                <w:rFonts w:cs="Calibri"/>
              </w:rPr>
            </w:pPr>
            <w:r w:rsidRPr="00556BB5">
              <w:rPr>
                <w:rFonts w:cs="Calibri"/>
              </w:rPr>
              <w:t xml:space="preserve">UC.325 – Part A </w:t>
            </w:r>
          </w:p>
          <w:p w14:paraId="1745B879" w14:textId="3A44E642" w:rsidR="003511CE" w:rsidRPr="00556BB5" w:rsidRDefault="003511CE" w:rsidP="008C793D">
            <w:pPr>
              <w:pStyle w:val="Tabletext"/>
              <w:rPr>
                <w:rFonts w:eastAsia="Verdana" w:cs="Calibri"/>
              </w:rPr>
            </w:pPr>
            <w:r w:rsidRPr="00556BB5">
              <w:rPr>
                <w:rFonts w:cs="Calibri"/>
              </w:rPr>
              <w:t>UC.330 – Part A</w:t>
            </w:r>
          </w:p>
        </w:tc>
        <w:tc>
          <w:tcPr>
            <w:tcW w:w="3544" w:type="dxa"/>
            <w:tcBorders>
              <w:top w:val="single" w:sz="4" w:space="0" w:color="auto"/>
              <w:bottom w:val="single" w:sz="4" w:space="0" w:color="auto"/>
            </w:tcBorders>
          </w:tcPr>
          <w:p w14:paraId="302427C5" w14:textId="77777777" w:rsidR="003511CE" w:rsidRPr="00556BB5" w:rsidRDefault="003511CE" w:rsidP="008C793D">
            <w:pPr>
              <w:pStyle w:val="Tabletext"/>
              <w:rPr>
                <w:rFonts w:cs="Calibri"/>
              </w:rPr>
            </w:pPr>
          </w:p>
        </w:tc>
      </w:tr>
      <w:tr w:rsidR="003511CE" w:rsidRPr="003B5C15" w14:paraId="4CFC62B3" w14:textId="3C3B7177" w:rsidTr="00556BB5">
        <w:tc>
          <w:tcPr>
            <w:tcW w:w="4111" w:type="dxa"/>
            <w:tcBorders>
              <w:top w:val="single" w:sz="4" w:space="0" w:color="auto"/>
              <w:bottom w:val="single" w:sz="4" w:space="0" w:color="auto"/>
            </w:tcBorders>
          </w:tcPr>
          <w:p w14:paraId="06EF6756" w14:textId="6261FB36" w:rsidR="003511CE" w:rsidRPr="00556BB5" w:rsidRDefault="006F3745" w:rsidP="009E2184">
            <w:pPr>
              <w:pStyle w:val="Tabletext"/>
              <w:rPr>
                <w:rFonts w:cs="Calibri"/>
              </w:rPr>
            </w:pPr>
            <w:sdt>
              <w:sdtPr>
                <w:rPr>
                  <w:rFonts w:eastAsia="MS Gothic" w:cs="Calibri"/>
                  <w:sz w:val="24"/>
                </w:rPr>
                <w:id w:val="204454227"/>
                <w14:checkbox>
                  <w14:checked w14:val="0"/>
                  <w14:checkedState w14:val="2612" w14:font="MS Gothic"/>
                  <w14:uncheckedState w14:val="2610" w14:font="MS Gothic"/>
                </w14:checkbox>
              </w:sdtPr>
              <w:sdtEndPr/>
              <w:sdtContent>
                <w:r w:rsidR="50044BE0" w:rsidRPr="00556BB5">
                  <w:rPr>
                    <w:rFonts w:ascii="Segoe UI Symbol" w:eastAsia="MS Gothic" w:hAnsi="Segoe UI Symbol" w:cs="Segoe UI Symbol"/>
                    <w:sz w:val="24"/>
                  </w:rPr>
                  <w:t>☐</w:t>
                </w:r>
              </w:sdtContent>
            </w:sdt>
            <w:r w:rsidR="50044BE0" w:rsidRPr="00556BB5">
              <w:rPr>
                <w:rFonts w:cs="Calibri"/>
              </w:rPr>
              <w:t xml:space="preserve">  10042 – Search </w:t>
            </w:r>
            <w:r w:rsidR="3E1150B3" w:rsidRPr="00556BB5">
              <w:rPr>
                <w:rFonts w:cs="Calibri"/>
              </w:rPr>
              <w:t xml:space="preserve">and validate </w:t>
            </w:r>
            <w:r w:rsidR="50044BE0" w:rsidRPr="00556BB5">
              <w:rPr>
                <w:rFonts w:cs="Calibri"/>
              </w:rPr>
              <w:t>for an organisation healthcare provider</w:t>
            </w:r>
          </w:p>
        </w:tc>
        <w:tc>
          <w:tcPr>
            <w:tcW w:w="2126" w:type="dxa"/>
            <w:tcBorders>
              <w:top w:val="single" w:sz="4" w:space="0" w:color="auto"/>
              <w:bottom w:val="single" w:sz="4" w:space="0" w:color="auto"/>
            </w:tcBorders>
          </w:tcPr>
          <w:p w14:paraId="37FDE659" w14:textId="5D6DBDF9" w:rsidR="00756ADF" w:rsidRPr="00556BB5" w:rsidRDefault="003511CE" w:rsidP="008C793D">
            <w:pPr>
              <w:pStyle w:val="Tabletext"/>
              <w:rPr>
                <w:rFonts w:cs="Calibri"/>
              </w:rPr>
            </w:pPr>
            <w:r w:rsidRPr="00556BB5">
              <w:rPr>
                <w:rFonts w:cs="Calibri"/>
              </w:rPr>
              <w:t>UC.241</w:t>
            </w:r>
          </w:p>
          <w:p w14:paraId="2AD10A98" w14:textId="4E42C2FB" w:rsidR="00756ADF" w:rsidRPr="00556BB5" w:rsidRDefault="08538F7E" w:rsidP="008C793D">
            <w:pPr>
              <w:pStyle w:val="Tabletext"/>
              <w:rPr>
                <w:rFonts w:cs="Calibri"/>
              </w:rPr>
            </w:pPr>
            <w:r w:rsidRPr="00556BB5">
              <w:rPr>
                <w:rFonts w:cs="Calibri"/>
              </w:rPr>
              <w:t xml:space="preserve">UC.305 </w:t>
            </w:r>
          </w:p>
          <w:p w14:paraId="3B1C9930" w14:textId="305924D0" w:rsidR="5C3B9B89" w:rsidRPr="00556BB5" w:rsidRDefault="5C3B9B89" w:rsidP="0AF30B50">
            <w:pPr>
              <w:pStyle w:val="Tabletext"/>
              <w:rPr>
                <w:rFonts w:cs="Calibri"/>
              </w:rPr>
            </w:pPr>
            <w:r w:rsidRPr="00556BB5">
              <w:rPr>
                <w:rFonts w:cs="Calibri"/>
              </w:rPr>
              <w:t>UC.306</w:t>
            </w:r>
          </w:p>
          <w:p w14:paraId="0B916EFE" w14:textId="59E1B0C4" w:rsidR="00756ADF" w:rsidRPr="00556BB5" w:rsidRDefault="003511CE" w:rsidP="008C793D">
            <w:pPr>
              <w:pStyle w:val="Tabletext"/>
              <w:rPr>
                <w:rFonts w:cs="Calibri"/>
              </w:rPr>
            </w:pPr>
            <w:r w:rsidRPr="00556BB5">
              <w:rPr>
                <w:rFonts w:cs="Calibri"/>
              </w:rPr>
              <w:t xml:space="preserve">UC.320  </w:t>
            </w:r>
          </w:p>
          <w:p w14:paraId="493AB8F1" w14:textId="42473362" w:rsidR="00756ADF" w:rsidRPr="00556BB5" w:rsidRDefault="003511CE" w:rsidP="008C793D">
            <w:pPr>
              <w:pStyle w:val="Tabletext"/>
              <w:rPr>
                <w:rFonts w:cs="Calibri"/>
              </w:rPr>
            </w:pPr>
            <w:r w:rsidRPr="00556BB5">
              <w:rPr>
                <w:rFonts w:cs="Calibri"/>
              </w:rPr>
              <w:t xml:space="preserve">UC.325 – Part A </w:t>
            </w:r>
          </w:p>
          <w:p w14:paraId="7F0AF1D6" w14:textId="33BDD05A" w:rsidR="003511CE" w:rsidRPr="00556BB5" w:rsidRDefault="50044BE0" w:rsidP="008C793D">
            <w:pPr>
              <w:pStyle w:val="Tabletext"/>
              <w:rPr>
                <w:rFonts w:eastAsia="Verdana" w:cs="Calibri"/>
              </w:rPr>
            </w:pPr>
            <w:r w:rsidRPr="00556BB5">
              <w:rPr>
                <w:rFonts w:cs="Calibri"/>
              </w:rPr>
              <w:t>UC.330 – Part A</w:t>
            </w:r>
          </w:p>
        </w:tc>
        <w:tc>
          <w:tcPr>
            <w:tcW w:w="3544" w:type="dxa"/>
            <w:tcBorders>
              <w:top w:val="single" w:sz="4" w:space="0" w:color="auto"/>
              <w:bottom w:val="single" w:sz="4" w:space="0" w:color="auto"/>
            </w:tcBorders>
          </w:tcPr>
          <w:p w14:paraId="4F7CC908" w14:textId="77777777" w:rsidR="003511CE" w:rsidRPr="00556BB5" w:rsidRDefault="003511CE" w:rsidP="008C793D">
            <w:pPr>
              <w:pStyle w:val="Tabletext"/>
              <w:rPr>
                <w:rFonts w:cs="Calibri"/>
              </w:rPr>
            </w:pPr>
          </w:p>
        </w:tc>
      </w:tr>
      <w:tr w:rsidR="003511CE" w:rsidRPr="003B5C15" w14:paraId="61272AF9" w14:textId="6BF32B07" w:rsidTr="00556BB5">
        <w:tc>
          <w:tcPr>
            <w:tcW w:w="4111" w:type="dxa"/>
            <w:tcBorders>
              <w:top w:val="single" w:sz="4" w:space="0" w:color="auto"/>
              <w:bottom w:val="single" w:sz="4" w:space="0" w:color="auto"/>
            </w:tcBorders>
          </w:tcPr>
          <w:p w14:paraId="078912D5" w14:textId="08377E2A" w:rsidR="003511CE" w:rsidRPr="00556BB5" w:rsidRDefault="006F3745" w:rsidP="008C793D">
            <w:pPr>
              <w:pStyle w:val="Tabletext"/>
              <w:rPr>
                <w:rFonts w:cs="Calibri"/>
              </w:rPr>
            </w:pPr>
            <w:sdt>
              <w:sdtPr>
                <w:rPr>
                  <w:rFonts w:eastAsia="MS Gothic" w:cs="Calibri"/>
                  <w:sz w:val="24"/>
                </w:rPr>
                <w:id w:val="1463458682"/>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10618 - Inclusion of patient’s demographic data in an </w:t>
            </w:r>
            <w:r w:rsidR="00717F88" w:rsidRPr="00556BB5">
              <w:rPr>
                <w:rFonts w:cs="Calibri"/>
              </w:rPr>
              <w:t xml:space="preserve">electronic </w:t>
            </w:r>
            <w:r w:rsidR="003511CE" w:rsidRPr="00556BB5">
              <w:rPr>
                <w:rFonts w:cs="Calibri"/>
              </w:rPr>
              <w:t>message/document</w:t>
            </w:r>
          </w:p>
        </w:tc>
        <w:tc>
          <w:tcPr>
            <w:tcW w:w="2126" w:type="dxa"/>
            <w:tcBorders>
              <w:top w:val="single" w:sz="4" w:space="0" w:color="auto"/>
              <w:bottom w:val="single" w:sz="4" w:space="0" w:color="auto"/>
            </w:tcBorders>
          </w:tcPr>
          <w:p w14:paraId="4331320A" w14:textId="3A6977EE" w:rsidR="00756ADF" w:rsidRPr="00556BB5" w:rsidRDefault="003511CE" w:rsidP="008C793D">
            <w:pPr>
              <w:pStyle w:val="Tabletext"/>
              <w:rPr>
                <w:rFonts w:cs="Calibri"/>
              </w:rPr>
            </w:pPr>
            <w:r w:rsidRPr="00556BB5">
              <w:rPr>
                <w:rFonts w:cs="Calibri"/>
              </w:rPr>
              <w:t xml:space="preserve">UC.320  </w:t>
            </w:r>
          </w:p>
          <w:p w14:paraId="096342E6" w14:textId="0B4723B3" w:rsidR="003511CE" w:rsidRPr="00556BB5" w:rsidRDefault="003511CE" w:rsidP="008C793D">
            <w:pPr>
              <w:pStyle w:val="Tabletext"/>
              <w:rPr>
                <w:rFonts w:eastAsia="Verdana" w:cs="Calibri"/>
              </w:rPr>
            </w:pPr>
            <w:r w:rsidRPr="00556BB5">
              <w:rPr>
                <w:rFonts w:cs="Calibri"/>
              </w:rPr>
              <w:t>UC.330 – Part A</w:t>
            </w:r>
          </w:p>
        </w:tc>
        <w:tc>
          <w:tcPr>
            <w:tcW w:w="3544" w:type="dxa"/>
            <w:tcBorders>
              <w:top w:val="single" w:sz="4" w:space="0" w:color="auto"/>
              <w:bottom w:val="single" w:sz="4" w:space="0" w:color="auto"/>
            </w:tcBorders>
          </w:tcPr>
          <w:p w14:paraId="6AC6ADB9" w14:textId="77777777" w:rsidR="003511CE" w:rsidRPr="00556BB5" w:rsidRDefault="003511CE" w:rsidP="008C793D">
            <w:pPr>
              <w:pStyle w:val="Tabletext"/>
              <w:rPr>
                <w:rFonts w:cs="Calibri"/>
              </w:rPr>
            </w:pPr>
          </w:p>
        </w:tc>
      </w:tr>
      <w:tr w:rsidR="003511CE" w:rsidRPr="003B5C15" w14:paraId="0207BE7E" w14:textId="765337A6" w:rsidTr="00556BB5">
        <w:tc>
          <w:tcPr>
            <w:tcW w:w="4111" w:type="dxa"/>
            <w:tcBorders>
              <w:top w:val="single" w:sz="4" w:space="0" w:color="auto"/>
              <w:bottom w:val="single" w:sz="4" w:space="0" w:color="auto"/>
            </w:tcBorders>
          </w:tcPr>
          <w:p w14:paraId="671975D0" w14:textId="74B26F29" w:rsidR="003511CE" w:rsidRPr="00556BB5" w:rsidRDefault="006F3745" w:rsidP="008C793D">
            <w:pPr>
              <w:pStyle w:val="Tabletext"/>
              <w:rPr>
                <w:rFonts w:cs="Calibri"/>
              </w:rPr>
            </w:pPr>
            <w:sdt>
              <w:sdtPr>
                <w:rPr>
                  <w:rFonts w:eastAsia="MS Gothic" w:cs="Calibri"/>
                  <w:sz w:val="24"/>
                </w:rPr>
                <w:id w:val="-826128290"/>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16813 – Actions for when validation of a verified IHI returns a ‘resolved’ information message and a different IHI number</w:t>
            </w:r>
          </w:p>
        </w:tc>
        <w:tc>
          <w:tcPr>
            <w:tcW w:w="2126" w:type="dxa"/>
            <w:tcBorders>
              <w:top w:val="single" w:sz="4" w:space="0" w:color="auto"/>
              <w:bottom w:val="single" w:sz="4" w:space="0" w:color="auto"/>
            </w:tcBorders>
          </w:tcPr>
          <w:p w14:paraId="4CF78699" w14:textId="375DFC90" w:rsidR="00756ADF" w:rsidRPr="00556BB5" w:rsidRDefault="003511CE" w:rsidP="008C793D">
            <w:pPr>
              <w:pStyle w:val="Tabletext"/>
              <w:rPr>
                <w:rFonts w:cs="Calibri"/>
              </w:rPr>
            </w:pPr>
            <w:r w:rsidRPr="00556BB5">
              <w:rPr>
                <w:rFonts w:cs="Calibri"/>
              </w:rPr>
              <w:t xml:space="preserve">UC.015 – Part B  </w:t>
            </w:r>
          </w:p>
          <w:p w14:paraId="1FCA5D5B" w14:textId="0FAF0A20" w:rsidR="00756ADF" w:rsidRPr="00556BB5" w:rsidRDefault="003511CE" w:rsidP="008C793D">
            <w:pPr>
              <w:pStyle w:val="Tabletext"/>
              <w:rPr>
                <w:rFonts w:cs="Calibri"/>
              </w:rPr>
            </w:pPr>
            <w:r w:rsidRPr="00556BB5">
              <w:rPr>
                <w:rFonts w:cs="Calibri"/>
              </w:rPr>
              <w:t>UC.016</w:t>
            </w:r>
          </w:p>
          <w:p w14:paraId="0AC2D5D6" w14:textId="48D30833" w:rsidR="00756ADF" w:rsidRPr="00556BB5" w:rsidRDefault="003511CE" w:rsidP="008C793D">
            <w:pPr>
              <w:pStyle w:val="Tabletext"/>
              <w:rPr>
                <w:rFonts w:cs="Calibri"/>
              </w:rPr>
            </w:pPr>
            <w:r w:rsidRPr="00556BB5">
              <w:rPr>
                <w:rFonts w:cs="Calibri"/>
              </w:rPr>
              <w:t xml:space="preserve">UC.025 – Part B </w:t>
            </w:r>
          </w:p>
          <w:p w14:paraId="34B03BC3" w14:textId="576DB7A8" w:rsidR="00756ADF" w:rsidRPr="00556BB5" w:rsidRDefault="003511CE" w:rsidP="008C793D">
            <w:pPr>
              <w:pStyle w:val="Tabletext"/>
              <w:rPr>
                <w:rFonts w:cs="Calibri"/>
              </w:rPr>
            </w:pPr>
            <w:r w:rsidRPr="00556BB5">
              <w:rPr>
                <w:rFonts w:cs="Calibri"/>
              </w:rPr>
              <w:t xml:space="preserve">UC.035  </w:t>
            </w:r>
          </w:p>
          <w:p w14:paraId="3FBB0F17" w14:textId="2EB368C3" w:rsidR="00756ADF" w:rsidRPr="00556BB5" w:rsidRDefault="003511CE" w:rsidP="008C793D">
            <w:pPr>
              <w:pStyle w:val="Tabletext"/>
              <w:rPr>
                <w:rFonts w:cs="Calibri"/>
              </w:rPr>
            </w:pPr>
            <w:r w:rsidRPr="00556BB5">
              <w:rPr>
                <w:rFonts w:cs="Calibri"/>
              </w:rPr>
              <w:t xml:space="preserve">UC.320 </w:t>
            </w:r>
          </w:p>
          <w:p w14:paraId="36A87331" w14:textId="36283662" w:rsidR="003511CE" w:rsidRPr="00556BB5" w:rsidRDefault="003511CE" w:rsidP="008C793D">
            <w:pPr>
              <w:pStyle w:val="Tabletext"/>
              <w:rPr>
                <w:rFonts w:eastAsia="Verdana" w:cs="Calibri"/>
              </w:rPr>
            </w:pPr>
            <w:r w:rsidRPr="00556BB5">
              <w:rPr>
                <w:rFonts w:cs="Calibri"/>
              </w:rPr>
              <w:t>UC.330 – Part B</w:t>
            </w:r>
          </w:p>
        </w:tc>
        <w:tc>
          <w:tcPr>
            <w:tcW w:w="3544" w:type="dxa"/>
            <w:tcBorders>
              <w:top w:val="single" w:sz="4" w:space="0" w:color="auto"/>
              <w:bottom w:val="single" w:sz="4" w:space="0" w:color="auto"/>
            </w:tcBorders>
          </w:tcPr>
          <w:p w14:paraId="718ADF67" w14:textId="77777777" w:rsidR="003511CE" w:rsidRPr="00556BB5" w:rsidRDefault="003511CE" w:rsidP="008C793D">
            <w:pPr>
              <w:pStyle w:val="Tabletext"/>
              <w:rPr>
                <w:rFonts w:cs="Calibri"/>
              </w:rPr>
            </w:pPr>
          </w:p>
        </w:tc>
      </w:tr>
      <w:tr w:rsidR="003511CE" w:rsidRPr="003B5C15" w14:paraId="017E93BB" w14:textId="2750A985" w:rsidTr="00556BB5">
        <w:tc>
          <w:tcPr>
            <w:tcW w:w="4111" w:type="dxa"/>
            <w:tcBorders>
              <w:top w:val="single" w:sz="4" w:space="0" w:color="auto"/>
              <w:bottom w:val="single" w:sz="4" w:space="0" w:color="auto"/>
            </w:tcBorders>
          </w:tcPr>
          <w:p w14:paraId="7ECCC9EA" w14:textId="7C5F5B19" w:rsidR="003511CE" w:rsidRPr="00556BB5" w:rsidRDefault="006F3745" w:rsidP="008C793D">
            <w:pPr>
              <w:pStyle w:val="Tabletext"/>
              <w:rPr>
                <w:rFonts w:cs="Calibri"/>
              </w:rPr>
            </w:pPr>
            <w:sdt>
              <w:sdtPr>
                <w:rPr>
                  <w:rFonts w:eastAsia="MS Gothic" w:cs="Calibri"/>
                  <w:sz w:val="24"/>
                </w:rPr>
                <w:id w:val="-1960555243"/>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16814 – Rules for when the validation of an active and verified IHI returns the same IHI number but with an IHI record status of unverified</w:t>
            </w:r>
          </w:p>
        </w:tc>
        <w:tc>
          <w:tcPr>
            <w:tcW w:w="2126" w:type="dxa"/>
            <w:tcBorders>
              <w:top w:val="single" w:sz="4" w:space="0" w:color="auto"/>
              <w:bottom w:val="single" w:sz="4" w:space="0" w:color="auto"/>
            </w:tcBorders>
          </w:tcPr>
          <w:p w14:paraId="61CF35A6" w14:textId="5B5DEC30" w:rsidR="00756ADF" w:rsidRPr="00556BB5" w:rsidRDefault="003511CE" w:rsidP="008C793D">
            <w:pPr>
              <w:pStyle w:val="Tabletext"/>
              <w:rPr>
                <w:rFonts w:cs="Calibri"/>
              </w:rPr>
            </w:pPr>
            <w:r w:rsidRPr="00556BB5">
              <w:rPr>
                <w:rFonts w:cs="Calibri"/>
              </w:rPr>
              <w:t xml:space="preserve">UC.015 – Part A </w:t>
            </w:r>
          </w:p>
          <w:p w14:paraId="214D320F" w14:textId="4F0D4C8C" w:rsidR="00756ADF" w:rsidRPr="00556BB5" w:rsidRDefault="003511CE" w:rsidP="008C793D">
            <w:pPr>
              <w:pStyle w:val="Tabletext"/>
              <w:rPr>
                <w:rFonts w:cs="Calibri"/>
              </w:rPr>
            </w:pPr>
            <w:r w:rsidRPr="00556BB5">
              <w:rPr>
                <w:rFonts w:cs="Calibri"/>
              </w:rPr>
              <w:t>UC.016</w:t>
            </w:r>
          </w:p>
          <w:p w14:paraId="72932A28" w14:textId="296A37DE" w:rsidR="00756ADF" w:rsidRPr="00556BB5" w:rsidRDefault="003511CE" w:rsidP="008C793D">
            <w:pPr>
              <w:pStyle w:val="Tabletext"/>
              <w:rPr>
                <w:rFonts w:cs="Calibri"/>
              </w:rPr>
            </w:pPr>
            <w:r w:rsidRPr="00556BB5">
              <w:rPr>
                <w:rFonts w:cs="Calibri"/>
              </w:rPr>
              <w:t xml:space="preserve">UC.025 – Part A </w:t>
            </w:r>
          </w:p>
          <w:p w14:paraId="5C4B35E9" w14:textId="38BFAA89" w:rsidR="00756ADF" w:rsidRPr="00556BB5" w:rsidRDefault="003511CE" w:rsidP="008C793D">
            <w:pPr>
              <w:pStyle w:val="Tabletext"/>
              <w:rPr>
                <w:rFonts w:cs="Calibri"/>
              </w:rPr>
            </w:pPr>
            <w:r w:rsidRPr="00556BB5">
              <w:rPr>
                <w:rFonts w:cs="Calibri"/>
              </w:rPr>
              <w:t xml:space="preserve">UC.035 </w:t>
            </w:r>
          </w:p>
          <w:p w14:paraId="2DE5B14F" w14:textId="116F5248" w:rsidR="00756ADF" w:rsidRPr="00556BB5" w:rsidRDefault="003511CE" w:rsidP="008C793D">
            <w:pPr>
              <w:pStyle w:val="Tabletext"/>
              <w:rPr>
                <w:rFonts w:cs="Calibri"/>
              </w:rPr>
            </w:pPr>
            <w:r w:rsidRPr="00556BB5">
              <w:rPr>
                <w:rFonts w:cs="Calibri"/>
              </w:rPr>
              <w:t xml:space="preserve">UC.320 </w:t>
            </w:r>
          </w:p>
          <w:p w14:paraId="7E238BCF" w14:textId="4EABBFB0" w:rsidR="003511CE" w:rsidRPr="00556BB5" w:rsidRDefault="003511CE" w:rsidP="008C793D">
            <w:pPr>
              <w:pStyle w:val="Tabletext"/>
              <w:rPr>
                <w:rFonts w:eastAsia="Verdana" w:cs="Calibri"/>
              </w:rPr>
            </w:pPr>
            <w:r w:rsidRPr="00556BB5">
              <w:rPr>
                <w:rFonts w:cs="Calibri"/>
              </w:rPr>
              <w:t>UC.330 – Part A</w:t>
            </w:r>
          </w:p>
        </w:tc>
        <w:tc>
          <w:tcPr>
            <w:tcW w:w="3544" w:type="dxa"/>
            <w:tcBorders>
              <w:top w:val="single" w:sz="4" w:space="0" w:color="auto"/>
              <w:bottom w:val="single" w:sz="4" w:space="0" w:color="auto"/>
            </w:tcBorders>
          </w:tcPr>
          <w:p w14:paraId="5C842AFB" w14:textId="77777777" w:rsidR="003511CE" w:rsidRPr="00556BB5" w:rsidRDefault="003511CE" w:rsidP="008C793D">
            <w:pPr>
              <w:pStyle w:val="Tabletext"/>
              <w:rPr>
                <w:rFonts w:cs="Calibri"/>
              </w:rPr>
            </w:pPr>
          </w:p>
        </w:tc>
      </w:tr>
      <w:tr w:rsidR="003511CE" w:rsidRPr="003B5C15" w14:paraId="455C6298" w14:textId="205C4781" w:rsidTr="00556BB5">
        <w:tc>
          <w:tcPr>
            <w:tcW w:w="4111" w:type="dxa"/>
            <w:tcBorders>
              <w:top w:val="single" w:sz="4" w:space="0" w:color="auto"/>
              <w:bottom w:val="single" w:sz="4" w:space="0" w:color="auto"/>
            </w:tcBorders>
          </w:tcPr>
          <w:p w14:paraId="110D54B2" w14:textId="7136BACD" w:rsidR="003511CE" w:rsidRPr="00556BB5" w:rsidRDefault="006F3745" w:rsidP="008C793D">
            <w:pPr>
              <w:pStyle w:val="Tabletext"/>
              <w:rPr>
                <w:rFonts w:cs="Calibri"/>
              </w:rPr>
            </w:pPr>
            <w:sdt>
              <w:sdtPr>
                <w:rPr>
                  <w:rFonts w:eastAsia="MS Gothic" w:cs="Calibri"/>
                  <w:sz w:val="24"/>
                </w:rPr>
                <w:id w:val="197896037"/>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16815 – Rules for when the validation of an active and verified IHI returns the same IHI number and same IHI record status but with a different IHI status</w:t>
            </w:r>
          </w:p>
        </w:tc>
        <w:tc>
          <w:tcPr>
            <w:tcW w:w="2126" w:type="dxa"/>
            <w:tcBorders>
              <w:top w:val="single" w:sz="4" w:space="0" w:color="auto"/>
              <w:bottom w:val="single" w:sz="4" w:space="0" w:color="auto"/>
            </w:tcBorders>
          </w:tcPr>
          <w:p w14:paraId="70330918" w14:textId="457ADC16" w:rsidR="00756ADF" w:rsidRPr="00556BB5" w:rsidRDefault="003511CE" w:rsidP="008C793D">
            <w:pPr>
              <w:pStyle w:val="Tabletext"/>
              <w:rPr>
                <w:rFonts w:cs="Calibri"/>
              </w:rPr>
            </w:pPr>
            <w:r w:rsidRPr="00556BB5">
              <w:rPr>
                <w:rFonts w:cs="Calibri"/>
              </w:rPr>
              <w:t xml:space="preserve">UC.015 – Part B  </w:t>
            </w:r>
          </w:p>
          <w:p w14:paraId="53752BEE" w14:textId="155A0180" w:rsidR="00756ADF" w:rsidRPr="00556BB5" w:rsidRDefault="003511CE" w:rsidP="008C793D">
            <w:pPr>
              <w:pStyle w:val="Tabletext"/>
              <w:rPr>
                <w:rFonts w:cs="Calibri"/>
              </w:rPr>
            </w:pPr>
            <w:r w:rsidRPr="00556BB5">
              <w:rPr>
                <w:rFonts w:cs="Calibri"/>
              </w:rPr>
              <w:t>UC.016</w:t>
            </w:r>
          </w:p>
          <w:p w14:paraId="7DE44A01" w14:textId="38F851B5" w:rsidR="00756ADF" w:rsidRPr="00556BB5" w:rsidRDefault="003511CE" w:rsidP="008C793D">
            <w:pPr>
              <w:pStyle w:val="Tabletext"/>
              <w:rPr>
                <w:rFonts w:cs="Calibri"/>
              </w:rPr>
            </w:pPr>
            <w:r w:rsidRPr="00556BB5">
              <w:rPr>
                <w:rFonts w:cs="Calibri"/>
              </w:rPr>
              <w:t xml:space="preserve">UC.025 – Part B </w:t>
            </w:r>
          </w:p>
          <w:p w14:paraId="1C4C3D76" w14:textId="29636E2A" w:rsidR="00756ADF" w:rsidRPr="00556BB5" w:rsidRDefault="003511CE" w:rsidP="008C793D">
            <w:pPr>
              <w:pStyle w:val="Tabletext"/>
              <w:rPr>
                <w:rFonts w:cs="Calibri"/>
              </w:rPr>
            </w:pPr>
            <w:r w:rsidRPr="00556BB5">
              <w:rPr>
                <w:rFonts w:cs="Calibri"/>
              </w:rPr>
              <w:t xml:space="preserve">UC.035 </w:t>
            </w:r>
          </w:p>
          <w:p w14:paraId="44DAF940" w14:textId="787463DC" w:rsidR="00756ADF" w:rsidRPr="00556BB5" w:rsidRDefault="003511CE" w:rsidP="008C793D">
            <w:pPr>
              <w:pStyle w:val="Tabletext"/>
              <w:rPr>
                <w:rFonts w:cs="Calibri"/>
              </w:rPr>
            </w:pPr>
            <w:r w:rsidRPr="00556BB5">
              <w:rPr>
                <w:rFonts w:cs="Calibri"/>
              </w:rPr>
              <w:t xml:space="preserve">UC.320 </w:t>
            </w:r>
          </w:p>
          <w:p w14:paraId="6FF6123F" w14:textId="76981E9A" w:rsidR="003511CE" w:rsidRPr="00556BB5" w:rsidRDefault="003511CE" w:rsidP="008C793D">
            <w:pPr>
              <w:pStyle w:val="Tabletext"/>
              <w:rPr>
                <w:rFonts w:eastAsia="Verdana" w:cs="Calibri"/>
              </w:rPr>
            </w:pPr>
            <w:r w:rsidRPr="00556BB5">
              <w:rPr>
                <w:rFonts w:cs="Calibri"/>
              </w:rPr>
              <w:lastRenderedPageBreak/>
              <w:t>UC.330 – Part B</w:t>
            </w:r>
          </w:p>
        </w:tc>
        <w:tc>
          <w:tcPr>
            <w:tcW w:w="3544" w:type="dxa"/>
            <w:tcBorders>
              <w:top w:val="single" w:sz="4" w:space="0" w:color="auto"/>
              <w:bottom w:val="single" w:sz="4" w:space="0" w:color="auto"/>
            </w:tcBorders>
          </w:tcPr>
          <w:p w14:paraId="0F2FDEA8" w14:textId="77777777" w:rsidR="003511CE" w:rsidRPr="00556BB5" w:rsidRDefault="003511CE" w:rsidP="008C793D">
            <w:pPr>
              <w:pStyle w:val="Tabletext"/>
              <w:rPr>
                <w:rFonts w:cs="Calibri"/>
              </w:rPr>
            </w:pPr>
          </w:p>
        </w:tc>
      </w:tr>
      <w:tr w:rsidR="003511CE" w:rsidRPr="003B5C15" w14:paraId="00183C54" w14:textId="35F0A2EB" w:rsidTr="00556BB5">
        <w:tc>
          <w:tcPr>
            <w:tcW w:w="4111" w:type="dxa"/>
            <w:tcBorders>
              <w:top w:val="single" w:sz="4" w:space="0" w:color="auto"/>
              <w:bottom w:val="single" w:sz="4" w:space="0" w:color="auto"/>
            </w:tcBorders>
          </w:tcPr>
          <w:p w14:paraId="5D350023" w14:textId="332557B5" w:rsidR="003511CE" w:rsidRPr="00556BB5" w:rsidRDefault="006F3745" w:rsidP="008C793D">
            <w:pPr>
              <w:pStyle w:val="Tabletext"/>
              <w:rPr>
                <w:rFonts w:cs="Calibri"/>
              </w:rPr>
            </w:pPr>
            <w:sdt>
              <w:sdtPr>
                <w:rPr>
                  <w:rFonts w:eastAsia="MS Gothic" w:cs="Calibri"/>
                  <w:sz w:val="24"/>
                </w:rPr>
                <w:id w:val="1350293677"/>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16832 - Validation of an IHI before inclusion in a new </w:t>
            </w:r>
            <w:r w:rsidR="0058738A" w:rsidRPr="00556BB5">
              <w:rPr>
                <w:rFonts w:cs="Calibri"/>
              </w:rPr>
              <w:t xml:space="preserve">electronic </w:t>
            </w:r>
            <w:r w:rsidR="003511CE" w:rsidRPr="00556BB5">
              <w:rPr>
                <w:rFonts w:cs="Calibri"/>
              </w:rPr>
              <w:t>message/document</w:t>
            </w:r>
          </w:p>
        </w:tc>
        <w:tc>
          <w:tcPr>
            <w:tcW w:w="2126" w:type="dxa"/>
            <w:tcBorders>
              <w:top w:val="single" w:sz="4" w:space="0" w:color="auto"/>
              <w:bottom w:val="single" w:sz="4" w:space="0" w:color="auto"/>
            </w:tcBorders>
          </w:tcPr>
          <w:p w14:paraId="788A5F92" w14:textId="2B7147A0" w:rsidR="003511CE" w:rsidRPr="00556BB5" w:rsidRDefault="07289997" w:rsidP="34EF76FB">
            <w:pPr>
              <w:pStyle w:val="Tabletext"/>
              <w:rPr>
                <w:rFonts w:eastAsia="Verdana" w:cs="Calibri"/>
              </w:rPr>
            </w:pPr>
            <w:r w:rsidRPr="00556BB5">
              <w:rPr>
                <w:rFonts w:cs="Calibri"/>
              </w:rPr>
              <w:t xml:space="preserve">UC.320  </w:t>
            </w:r>
          </w:p>
          <w:p w14:paraId="043F3B49" w14:textId="2CC11209" w:rsidR="003511CE" w:rsidRPr="00556BB5" w:rsidRDefault="07289997" w:rsidP="008C793D">
            <w:pPr>
              <w:pStyle w:val="Tabletext"/>
              <w:rPr>
                <w:rFonts w:eastAsia="Verdana" w:cs="Calibri"/>
              </w:rPr>
            </w:pPr>
            <w:r w:rsidRPr="00556BB5">
              <w:rPr>
                <w:rFonts w:cs="Calibri"/>
              </w:rPr>
              <w:t>UC.330 – Part B</w:t>
            </w:r>
          </w:p>
        </w:tc>
        <w:tc>
          <w:tcPr>
            <w:tcW w:w="3544" w:type="dxa"/>
            <w:tcBorders>
              <w:top w:val="single" w:sz="4" w:space="0" w:color="auto"/>
              <w:bottom w:val="single" w:sz="4" w:space="0" w:color="auto"/>
            </w:tcBorders>
          </w:tcPr>
          <w:p w14:paraId="6BA6E284" w14:textId="77777777" w:rsidR="003511CE" w:rsidRPr="00556BB5" w:rsidRDefault="003511CE" w:rsidP="008C793D">
            <w:pPr>
              <w:pStyle w:val="Tabletext"/>
              <w:rPr>
                <w:rFonts w:cs="Calibri"/>
              </w:rPr>
            </w:pPr>
          </w:p>
        </w:tc>
      </w:tr>
      <w:tr w:rsidR="003511CE" w:rsidRPr="003B5C15" w14:paraId="1D2CE5DD" w14:textId="068A24F1" w:rsidTr="00556BB5">
        <w:tc>
          <w:tcPr>
            <w:tcW w:w="4111" w:type="dxa"/>
            <w:tcBorders>
              <w:top w:val="single" w:sz="4" w:space="0" w:color="auto"/>
              <w:bottom w:val="single" w:sz="4" w:space="0" w:color="auto"/>
            </w:tcBorders>
          </w:tcPr>
          <w:p w14:paraId="35CE5662" w14:textId="645B2011" w:rsidR="003511CE" w:rsidRPr="00556BB5" w:rsidRDefault="006F3745" w:rsidP="008C793D">
            <w:pPr>
              <w:pStyle w:val="Tabletext"/>
              <w:rPr>
                <w:rFonts w:cs="Calibri"/>
              </w:rPr>
            </w:pPr>
            <w:sdt>
              <w:sdtPr>
                <w:rPr>
                  <w:rFonts w:eastAsia="MS Gothic" w:cs="Calibri"/>
                  <w:sz w:val="24"/>
                </w:rPr>
                <w:id w:val="-1804764012"/>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17421 – Rules for when the validation of a deceased verified IHI returns the same IHI number and same IHI record status but with a different IHI status</w:t>
            </w:r>
          </w:p>
        </w:tc>
        <w:tc>
          <w:tcPr>
            <w:tcW w:w="2126" w:type="dxa"/>
            <w:tcBorders>
              <w:top w:val="single" w:sz="4" w:space="0" w:color="auto"/>
              <w:bottom w:val="single" w:sz="4" w:space="0" w:color="auto"/>
            </w:tcBorders>
          </w:tcPr>
          <w:p w14:paraId="6C201783" w14:textId="79499FC1" w:rsidR="009F0B10" w:rsidRPr="00556BB5" w:rsidRDefault="003511CE" w:rsidP="008C793D">
            <w:pPr>
              <w:pStyle w:val="Tabletext"/>
              <w:rPr>
                <w:rFonts w:cs="Calibri"/>
              </w:rPr>
            </w:pPr>
            <w:r w:rsidRPr="00556BB5">
              <w:rPr>
                <w:rFonts w:cs="Calibri"/>
              </w:rPr>
              <w:t xml:space="preserve">UC.015 – Part A </w:t>
            </w:r>
          </w:p>
          <w:p w14:paraId="1CC4CF26" w14:textId="1882B17E" w:rsidR="009F0B10" w:rsidRPr="00556BB5" w:rsidRDefault="003511CE" w:rsidP="008C793D">
            <w:pPr>
              <w:pStyle w:val="Tabletext"/>
              <w:rPr>
                <w:rFonts w:cs="Calibri"/>
              </w:rPr>
            </w:pPr>
            <w:r w:rsidRPr="00556BB5">
              <w:rPr>
                <w:rFonts w:cs="Calibri"/>
              </w:rPr>
              <w:t xml:space="preserve">UC.016 </w:t>
            </w:r>
          </w:p>
          <w:p w14:paraId="3DB96643" w14:textId="68DFE458" w:rsidR="009F0B10" w:rsidRPr="00556BB5" w:rsidRDefault="003511CE" w:rsidP="008C793D">
            <w:pPr>
              <w:pStyle w:val="Tabletext"/>
              <w:rPr>
                <w:rFonts w:cs="Calibri"/>
              </w:rPr>
            </w:pPr>
            <w:r w:rsidRPr="00556BB5">
              <w:rPr>
                <w:rFonts w:cs="Calibri"/>
              </w:rPr>
              <w:t xml:space="preserve">UC.025 – Part A </w:t>
            </w:r>
          </w:p>
          <w:p w14:paraId="5AE6A45D" w14:textId="28F3E87C" w:rsidR="009F0B10" w:rsidRPr="00556BB5" w:rsidRDefault="003511CE" w:rsidP="008C793D">
            <w:pPr>
              <w:pStyle w:val="Tabletext"/>
              <w:rPr>
                <w:rFonts w:cs="Calibri"/>
              </w:rPr>
            </w:pPr>
            <w:r w:rsidRPr="00556BB5">
              <w:rPr>
                <w:rFonts w:cs="Calibri"/>
              </w:rPr>
              <w:t xml:space="preserve">UC.035 </w:t>
            </w:r>
          </w:p>
          <w:p w14:paraId="586E2325" w14:textId="22676C9B" w:rsidR="009F0B10" w:rsidRPr="00556BB5" w:rsidRDefault="003511CE" w:rsidP="008C793D">
            <w:pPr>
              <w:pStyle w:val="Tabletext"/>
              <w:rPr>
                <w:rFonts w:cs="Calibri"/>
              </w:rPr>
            </w:pPr>
            <w:r w:rsidRPr="00556BB5">
              <w:rPr>
                <w:rFonts w:cs="Calibri"/>
              </w:rPr>
              <w:t xml:space="preserve">UC.320 </w:t>
            </w:r>
          </w:p>
          <w:p w14:paraId="6C1AD560" w14:textId="5E254FAA" w:rsidR="003511CE" w:rsidRPr="00556BB5" w:rsidRDefault="003511CE" w:rsidP="008C793D">
            <w:pPr>
              <w:pStyle w:val="Tabletext"/>
              <w:rPr>
                <w:rFonts w:eastAsia="Verdana" w:cs="Calibri"/>
              </w:rPr>
            </w:pPr>
            <w:r w:rsidRPr="00556BB5">
              <w:rPr>
                <w:rFonts w:cs="Calibri"/>
              </w:rPr>
              <w:t>UC.330 – Part A</w:t>
            </w:r>
          </w:p>
        </w:tc>
        <w:tc>
          <w:tcPr>
            <w:tcW w:w="3544" w:type="dxa"/>
            <w:tcBorders>
              <w:top w:val="single" w:sz="4" w:space="0" w:color="auto"/>
              <w:bottom w:val="single" w:sz="4" w:space="0" w:color="auto"/>
            </w:tcBorders>
          </w:tcPr>
          <w:p w14:paraId="7CB7E40D" w14:textId="77777777" w:rsidR="003511CE" w:rsidRPr="00556BB5" w:rsidRDefault="003511CE" w:rsidP="008C793D">
            <w:pPr>
              <w:pStyle w:val="Tabletext"/>
              <w:rPr>
                <w:rFonts w:cs="Calibri"/>
              </w:rPr>
            </w:pPr>
          </w:p>
        </w:tc>
      </w:tr>
      <w:tr w:rsidR="003511CE" w:rsidRPr="003B5C15" w14:paraId="12070F82" w14:textId="5E99F9F8" w:rsidTr="00556BB5">
        <w:tc>
          <w:tcPr>
            <w:tcW w:w="4111" w:type="dxa"/>
            <w:tcBorders>
              <w:top w:val="single" w:sz="4" w:space="0" w:color="auto"/>
              <w:bottom w:val="single" w:sz="4" w:space="0" w:color="auto"/>
            </w:tcBorders>
          </w:tcPr>
          <w:p w14:paraId="74BA7E9C" w14:textId="225A6C02" w:rsidR="003511CE" w:rsidRPr="00556BB5" w:rsidRDefault="006F3745" w:rsidP="008C793D">
            <w:pPr>
              <w:pStyle w:val="Tabletext"/>
              <w:rPr>
                <w:rFonts w:cs="Calibri"/>
              </w:rPr>
            </w:pPr>
            <w:sdt>
              <w:sdtPr>
                <w:rPr>
                  <w:rFonts w:eastAsia="MS Gothic" w:cs="Calibri"/>
                  <w:sz w:val="24"/>
                </w:rPr>
                <w:id w:val="1020511555"/>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17571 - Validation of the recipient’s healthcare provider identifiers before inclusion in an </w:t>
            </w:r>
            <w:r w:rsidR="000778C6" w:rsidRPr="00556BB5">
              <w:rPr>
                <w:rFonts w:cs="Calibri"/>
              </w:rPr>
              <w:t xml:space="preserve">electronic </w:t>
            </w:r>
            <w:r w:rsidR="003511CE" w:rsidRPr="00556BB5">
              <w:rPr>
                <w:rFonts w:cs="Calibri"/>
              </w:rPr>
              <w:t>message/document</w:t>
            </w:r>
          </w:p>
        </w:tc>
        <w:tc>
          <w:tcPr>
            <w:tcW w:w="2126" w:type="dxa"/>
            <w:tcBorders>
              <w:top w:val="single" w:sz="4" w:space="0" w:color="auto"/>
              <w:bottom w:val="single" w:sz="4" w:space="0" w:color="auto"/>
            </w:tcBorders>
          </w:tcPr>
          <w:p w14:paraId="5E7B1438" w14:textId="3481DAFA" w:rsidR="003511CE" w:rsidRPr="00556BB5" w:rsidRDefault="003511CE" w:rsidP="008C793D">
            <w:pPr>
              <w:pStyle w:val="Tabletext"/>
              <w:rPr>
                <w:rFonts w:eastAsia="Verdana" w:cs="Calibri"/>
              </w:rPr>
            </w:pPr>
            <w:r w:rsidRPr="00556BB5">
              <w:rPr>
                <w:rFonts w:cs="Calibri"/>
              </w:rPr>
              <w:t>UC.330 – Part A</w:t>
            </w:r>
          </w:p>
        </w:tc>
        <w:tc>
          <w:tcPr>
            <w:tcW w:w="3544" w:type="dxa"/>
            <w:tcBorders>
              <w:top w:val="single" w:sz="4" w:space="0" w:color="auto"/>
              <w:bottom w:val="single" w:sz="4" w:space="0" w:color="auto"/>
            </w:tcBorders>
          </w:tcPr>
          <w:p w14:paraId="54179481" w14:textId="77777777" w:rsidR="003511CE" w:rsidRPr="00556BB5" w:rsidRDefault="003511CE" w:rsidP="008C793D">
            <w:pPr>
              <w:pStyle w:val="Tabletext"/>
              <w:rPr>
                <w:rFonts w:cs="Calibri"/>
              </w:rPr>
            </w:pPr>
          </w:p>
        </w:tc>
      </w:tr>
      <w:tr w:rsidR="003511CE" w:rsidRPr="003B5C15" w14:paraId="3146A147" w14:textId="6FCD9AE2" w:rsidTr="00556BB5">
        <w:tc>
          <w:tcPr>
            <w:tcW w:w="4111" w:type="dxa"/>
            <w:tcBorders>
              <w:top w:val="single" w:sz="4" w:space="0" w:color="auto"/>
              <w:bottom w:val="single" w:sz="4" w:space="0" w:color="auto"/>
            </w:tcBorders>
          </w:tcPr>
          <w:p w14:paraId="12DD8BBF" w14:textId="46C27B79" w:rsidR="003511CE" w:rsidRPr="00556BB5" w:rsidRDefault="006F3745" w:rsidP="008C793D">
            <w:pPr>
              <w:pStyle w:val="Tabletext"/>
              <w:rPr>
                <w:rFonts w:cs="Calibri"/>
              </w:rPr>
            </w:pPr>
            <w:sdt>
              <w:sdtPr>
                <w:rPr>
                  <w:rFonts w:eastAsia="MS Gothic" w:cs="Calibri"/>
                  <w:sz w:val="24"/>
                </w:rPr>
                <w:id w:val="-1103488064"/>
                <w14:checkbox>
                  <w14:checked w14:val="0"/>
                  <w14:checkedState w14:val="2612" w14:font="MS Gothic"/>
                  <w14:uncheckedState w14:val="2610" w14:font="MS Gothic"/>
                </w14:checkbox>
              </w:sdtPr>
              <w:sdtEndPr/>
              <w:sdtContent>
                <w:r w:rsidR="00230FBB" w:rsidRPr="00556BB5">
                  <w:rPr>
                    <w:rFonts w:ascii="Segoe UI Symbol" w:eastAsia="MS Gothic" w:hAnsi="Segoe UI Symbol" w:cs="Segoe UI Symbol"/>
                    <w:sz w:val="24"/>
                  </w:rPr>
                  <w:t>☐</w:t>
                </w:r>
              </w:sdtContent>
            </w:sdt>
            <w:r w:rsidR="003511CE" w:rsidRPr="00556BB5">
              <w:rPr>
                <w:rFonts w:cs="Calibri"/>
              </w:rPr>
              <w:t xml:space="preserve">  17573 - Validating senders Healthcare Provider Identifiers in an incoming </w:t>
            </w:r>
            <w:r w:rsidR="000778C6" w:rsidRPr="00556BB5">
              <w:rPr>
                <w:rFonts w:cs="Calibri"/>
              </w:rPr>
              <w:t xml:space="preserve">electronic </w:t>
            </w:r>
            <w:r w:rsidR="003511CE" w:rsidRPr="00556BB5">
              <w:rPr>
                <w:rFonts w:cs="Calibri"/>
              </w:rPr>
              <w:t>message/document</w:t>
            </w:r>
          </w:p>
        </w:tc>
        <w:tc>
          <w:tcPr>
            <w:tcW w:w="2126" w:type="dxa"/>
            <w:tcBorders>
              <w:top w:val="single" w:sz="4" w:space="0" w:color="auto"/>
              <w:bottom w:val="single" w:sz="4" w:space="0" w:color="auto"/>
            </w:tcBorders>
          </w:tcPr>
          <w:p w14:paraId="21EB0860" w14:textId="6C67514E" w:rsidR="009F0B10" w:rsidRPr="00556BB5" w:rsidRDefault="003511CE" w:rsidP="008C793D">
            <w:pPr>
              <w:pStyle w:val="Tabletext"/>
              <w:rPr>
                <w:rFonts w:cs="Calibri"/>
              </w:rPr>
            </w:pPr>
            <w:r w:rsidRPr="00556BB5">
              <w:rPr>
                <w:rFonts w:cs="Calibri"/>
              </w:rPr>
              <w:t xml:space="preserve">UC.320 </w:t>
            </w:r>
          </w:p>
          <w:p w14:paraId="4B2209DF" w14:textId="6EFCF61F" w:rsidR="003511CE" w:rsidRPr="00556BB5" w:rsidRDefault="003511CE" w:rsidP="008C793D">
            <w:pPr>
              <w:pStyle w:val="Tabletext"/>
              <w:rPr>
                <w:rFonts w:eastAsia="Verdana" w:cs="Calibri"/>
              </w:rPr>
            </w:pPr>
            <w:r w:rsidRPr="00556BB5">
              <w:rPr>
                <w:rFonts w:cs="Calibri"/>
              </w:rPr>
              <w:t>UC.325 – Part A</w:t>
            </w:r>
          </w:p>
        </w:tc>
        <w:tc>
          <w:tcPr>
            <w:tcW w:w="3544" w:type="dxa"/>
            <w:tcBorders>
              <w:top w:val="single" w:sz="4" w:space="0" w:color="auto"/>
              <w:bottom w:val="single" w:sz="4" w:space="0" w:color="auto"/>
            </w:tcBorders>
          </w:tcPr>
          <w:p w14:paraId="3DBBCA9C" w14:textId="77777777" w:rsidR="003511CE" w:rsidRPr="00556BB5" w:rsidRDefault="003511CE" w:rsidP="008C793D">
            <w:pPr>
              <w:pStyle w:val="Tabletext"/>
              <w:rPr>
                <w:rFonts w:cs="Calibri"/>
              </w:rPr>
            </w:pPr>
          </w:p>
        </w:tc>
      </w:tr>
      <w:tr w:rsidR="003511CE" w:rsidRPr="003B5C15" w14:paraId="750D6497" w14:textId="117DD79B" w:rsidTr="00556BB5">
        <w:tc>
          <w:tcPr>
            <w:tcW w:w="4111" w:type="dxa"/>
            <w:tcBorders>
              <w:top w:val="single" w:sz="4" w:space="0" w:color="auto"/>
              <w:bottom w:val="single" w:sz="4" w:space="0" w:color="auto"/>
            </w:tcBorders>
          </w:tcPr>
          <w:p w14:paraId="75BE0FA0" w14:textId="1A3B57B9" w:rsidR="003511CE" w:rsidRPr="00556BB5" w:rsidRDefault="006F3745" w:rsidP="008C793D">
            <w:pPr>
              <w:pStyle w:val="Tabletext"/>
              <w:rPr>
                <w:rFonts w:cs="Calibri"/>
              </w:rPr>
            </w:pPr>
            <w:sdt>
              <w:sdtPr>
                <w:rPr>
                  <w:rFonts w:eastAsia="MS Gothic" w:cs="Calibri"/>
                  <w:sz w:val="24"/>
                </w:rPr>
                <w:id w:val="170229964"/>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18884 - Validation of the </w:t>
            </w:r>
            <w:r w:rsidR="00F46F28" w:rsidRPr="00556BB5">
              <w:rPr>
                <w:rFonts w:cs="Calibri"/>
              </w:rPr>
              <w:t>author’s</w:t>
            </w:r>
            <w:r w:rsidR="003511CE" w:rsidRPr="00556BB5">
              <w:rPr>
                <w:rFonts w:cs="Calibri"/>
              </w:rPr>
              <w:t xml:space="preserve"> healthcare provider identifiers before inclusion in a new </w:t>
            </w:r>
            <w:r w:rsidR="00E21A46" w:rsidRPr="00556BB5">
              <w:rPr>
                <w:rFonts w:cs="Calibri"/>
              </w:rPr>
              <w:t xml:space="preserve">electronic </w:t>
            </w:r>
            <w:r w:rsidR="003511CE" w:rsidRPr="00556BB5">
              <w:rPr>
                <w:rFonts w:cs="Calibri"/>
              </w:rPr>
              <w:t>message/document</w:t>
            </w:r>
          </w:p>
        </w:tc>
        <w:tc>
          <w:tcPr>
            <w:tcW w:w="2126" w:type="dxa"/>
            <w:tcBorders>
              <w:top w:val="single" w:sz="4" w:space="0" w:color="auto"/>
              <w:bottom w:val="single" w:sz="4" w:space="0" w:color="auto"/>
            </w:tcBorders>
          </w:tcPr>
          <w:p w14:paraId="7DA5F7A2" w14:textId="0BC0926D" w:rsidR="003511CE" w:rsidRPr="00556BB5" w:rsidRDefault="003511CE" w:rsidP="008C793D">
            <w:pPr>
              <w:pStyle w:val="Tabletext"/>
              <w:rPr>
                <w:rFonts w:eastAsia="Verdana" w:cs="Calibri"/>
              </w:rPr>
            </w:pPr>
            <w:r w:rsidRPr="00556BB5">
              <w:rPr>
                <w:rFonts w:cs="Calibri"/>
              </w:rPr>
              <w:t>UC.330 – Part A</w:t>
            </w:r>
          </w:p>
        </w:tc>
        <w:tc>
          <w:tcPr>
            <w:tcW w:w="3544" w:type="dxa"/>
            <w:tcBorders>
              <w:top w:val="single" w:sz="4" w:space="0" w:color="auto"/>
              <w:bottom w:val="single" w:sz="4" w:space="0" w:color="auto"/>
            </w:tcBorders>
          </w:tcPr>
          <w:p w14:paraId="23C5208A" w14:textId="77777777" w:rsidR="003511CE" w:rsidRPr="00556BB5" w:rsidRDefault="003511CE" w:rsidP="008C793D">
            <w:pPr>
              <w:pStyle w:val="Tabletext"/>
              <w:rPr>
                <w:rFonts w:cs="Calibri"/>
              </w:rPr>
            </w:pPr>
          </w:p>
        </w:tc>
      </w:tr>
      <w:tr w:rsidR="003511CE" w:rsidRPr="003B5C15" w14:paraId="46D3E0DF" w14:textId="370DBFCE" w:rsidTr="00556BB5">
        <w:tc>
          <w:tcPr>
            <w:tcW w:w="4111" w:type="dxa"/>
            <w:tcBorders>
              <w:top w:val="single" w:sz="4" w:space="0" w:color="auto"/>
              <w:bottom w:val="single" w:sz="4" w:space="0" w:color="auto"/>
            </w:tcBorders>
          </w:tcPr>
          <w:p w14:paraId="3D27D33C" w14:textId="19491968" w:rsidR="003511CE" w:rsidRPr="00556BB5" w:rsidRDefault="006F3745" w:rsidP="008C793D">
            <w:pPr>
              <w:pStyle w:val="Tabletext"/>
              <w:rPr>
                <w:rFonts w:cs="Calibri"/>
              </w:rPr>
            </w:pPr>
            <w:sdt>
              <w:sdtPr>
                <w:rPr>
                  <w:rFonts w:eastAsia="MS Gothic" w:cs="Calibri"/>
                  <w:sz w:val="24"/>
                </w:rPr>
                <w:id w:val="-1350643425"/>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21561 - Inclusion of a healthcare identifier in an </w:t>
            </w:r>
            <w:r w:rsidR="00C86A60" w:rsidRPr="00556BB5">
              <w:rPr>
                <w:rFonts w:cs="Calibri"/>
              </w:rPr>
              <w:t xml:space="preserve">electronic </w:t>
            </w:r>
            <w:r w:rsidR="003511CE" w:rsidRPr="00556BB5">
              <w:rPr>
                <w:rFonts w:cs="Calibri"/>
              </w:rPr>
              <w:t>message/document with an unresolved exception or alert</w:t>
            </w:r>
          </w:p>
        </w:tc>
        <w:tc>
          <w:tcPr>
            <w:tcW w:w="2126" w:type="dxa"/>
            <w:tcBorders>
              <w:top w:val="single" w:sz="4" w:space="0" w:color="auto"/>
              <w:bottom w:val="single" w:sz="4" w:space="0" w:color="auto"/>
            </w:tcBorders>
          </w:tcPr>
          <w:p w14:paraId="036A241C" w14:textId="69A5009E" w:rsidR="009F0B10" w:rsidRPr="00556BB5" w:rsidRDefault="003511CE" w:rsidP="008C793D">
            <w:pPr>
              <w:pStyle w:val="Tabletext"/>
              <w:rPr>
                <w:rFonts w:cs="Calibri"/>
              </w:rPr>
            </w:pPr>
            <w:r w:rsidRPr="00556BB5">
              <w:rPr>
                <w:rFonts w:cs="Calibri"/>
              </w:rPr>
              <w:t xml:space="preserve">UC.320  </w:t>
            </w:r>
          </w:p>
          <w:p w14:paraId="1DD8E866" w14:textId="3BFA10FA" w:rsidR="003511CE" w:rsidRPr="00556BB5" w:rsidRDefault="003511CE" w:rsidP="008C793D">
            <w:pPr>
              <w:pStyle w:val="Tabletext"/>
              <w:rPr>
                <w:rFonts w:eastAsia="Verdana" w:cs="Calibri"/>
              </w:rPr>
            </w:pPr>
            <w:r w:rsidRPr="00556BB5">
              <w:rPr>
                <w:rFonts w:cs="Calibri"/>
              </w:rPr>
              <w:t>UC.330 – Part B</w:t>
            </w:r>
          </w:p>
        </w:tc>
        <w:tc>
          <w:tcPr>
            <w:tcW w:w="3544" w:type="dxa"/>
            <w:tcBorders>
              <w:top w:val="single" w:sz="4" w:space="0" w:color="auto"/>
              <w:bottom w:val="single" w:sz="4" w:space="0" w:color="auto"/>
            </w:tcBorders>
          </w:tcPr>
          <w:p w14:paraId="258409D8" w14:textId="77777777" w:rsidR="003511CE" w:rsidRPr="00556BB5" w:rsidRDefault="003511CE" w:rsidP="008C793D">
            <w:pPr>
              <w:pStyle w:val="Tabletext"/>
              <w:rPr>
                <w:rFonts w:cs="Calibri"/>
              </w:rPr>
            </w:pPr>
          </w:p>
        </w:tc>
      </w:tr>
      <w:tr w:rsidR="003511CE" w:rsidRPr="003B5C15" w14:paraId="741F5B70" w14:textId="22055DB9" w:rsidTr="00556BB5">
        <w:tc>
          <w:tcPr>
            <w:tcW w:w="4111" w:type="dxa"/>
            <w:tcBorders>
              <w:top w:val="single" w:sz="4" w:space="0" w:color="auto"/>
              <w:bottom w:val="single" w:sz="4" w:space="0" w:color="auto"/>
            </w:tcBorders>
          </w:tcPr>
          <w:p w14:paraId="689680AC" w14:textId="75BC21F9" w:rsidR="003511CE" w:rsidRPr="00556BB5" w:rsidRDefault="006F3745" w:rsidP="008C793D">
            <w:pPr>
              <w:pStyle w:val="Tabletext"/>
              <w:rPr>
                <w:rFonts w:cs="Calibri"/>
              </w:rPr>
            </w:pPr>
            <w:sdt>
              <w:sdtPr>
                <w:rPr>
                  <w:rFonts w:eastAsia="MS Gothic" w:cs="Calibri"/>
                  <w:sz w:val="24"/>
                </w:rPr>
                <w:id w:val="595751136"/>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22000 - Validation of IHIs using updated identifiers</w:t>
            </w:r>
          </w:p>
        </w:tc>
        <w:tc>
          <w:tcPr>
            <w:tcW w:w="2126" w:type="dxa"/>
            <w:tcBorders>
              <w:top w:val="single" w:sz="4" w:space="0" w:color="auto"/>
              <w:bottom w:val="single" w:sz="4" w:space="0" w:color="auto"/>
            </w:tcBorders>
          </w:tcPr>
          <w:p w14:paraId="5F305ACD" w14:textId="67953B44" w:rsidR="009F0B10" w:rsidRPr="00556BB5" w:rsidRDefault="003511CE" w:rsidP="008C793D">
            <w:pPr>
              <w:pStyle w:val="Tabletext"/>
              <w:rPr>
                <w:rFonts w:cs="Calibri"/>
              </w:rPr>
            </w:pPr>
            <w:r w:rsidRPr="00556BB5">
              <w:rPr>
                <w:rFonts w:cs="Calibri"/>
              </w:rPr>
              <w:t xml:space="preserve">UC.015 – Part B </w:t>
            </w:r>
          </w:p>
          <w:p w14:paraId="18386FED" w14:textId="630F7BDD" w:rsidR="009F0B10" w:rsidRPr="00556BB5" w:rsidRDefault="003511CE" w:rsidP="008C793D">
            <w:pPr>
              <w:pStyle w:val="Tabletext"/>
              <w:rPr>
                <w:rFonts w:cs="Calibri"/>
              </w:rPr>
            </w:pPr>
            <w:r w:rsidRPr="00556BB5">
              <w:rPr>
                <w:rFonts w:cs="Calibri"/>
              </w:rPr>
              <w:t xml:space="preserve">UC.016 </w:t>
            </w:r>
          </w:p>
          <w:p w14:paraId="49669E68" w14:textId="49DF57CF" w:rsidR="003511CE" w:rsidRPr="00556BB5" w:rsidRDefault="003511CE" w:rsidP="008C793D">
            <w:pPr>
              <w:pStyle w:val="Tabletext"/>
              <w:rPr>
                <w:rFonts w:eastAsia="Verdana" w:cs="Calibri"/>
              </w:rPr>
            </w:pPr>
            <w:r w:rsidRPr="00556BB5">
              <w:rPr>
                <w:rFonts w:cs="Calibri"/>
              </w:rPr>
              <w:t>UC.025 – Part B</w:t>
            </w:r>
          </w:p>
        </w:tc>
        <w:tc>
          <w:tcPr>
            <w:tcW w:w="3544" w:type="dxa"/>
            <w:tcBorders>
              <w:top w:val="single" w:sz="4" w:space="0" w:color="auto"/>
              <w:bottom w:val="single" w:sz="4" w:space="0" w:color="auto"/>
            </w:tcBorders>
          </w:tcPr>
          <w:p w14:paraId="42E9481E" w14:textId="77777777" w:rsidR="003511CE" w:rsidRPr="00556BB5" w:rsidRDefault="003511CE" w:rsidP="008C793D">
            <w:pPr>
              <w:pStyle w:val="Tabletext"/>
              <w:rPr>
                <w:rFonts w:cs="Calibri"/>
              </w:rPr>
            </w:pPr>
          </w:p>
        </w:tc>
      </w:tr>
      <w:tr w:rsidR="003511CE" w:rsidRPr="003B5C15" w14:paraId="47FEDD08" w14:textId="753E11E5" w:rsidTr="00556BB5">
        <w:tc>
          <w:tcPr>
            <w:tcW w:w="4111" w:type="dxa"/>
            <w:tcBorders>
              <w:top w:val="single" w:sz="4" w:space="0" w:color="auto"/>
              <w:bottom w:val="single" w:sz="4" w:space="0" w:color="auto"/>
            </w:tcBorders>
          </w:tcPr>
          <w:p w14:paraId="0DB34D1D" w14:textId="4D704D6F" w:rsidR="003511CE" w:rsidRPr="00556BB5" w:rsidRDefault="006F3745" w:rsidP="008C793D">
            <w:pPr>
              <w:pStyle w:val="Tabletext"/>
              <w:rPr>
                <w:rFonts w:cs="Calibri"/>
              </w:rPr>
            </w:pPr>
            <w:sdt>
              <w:sdtPr>
                <w:rPr>
                  <w:rFonts w:eastAsia="MS Gothic" w:cs="Calibri"/>
                  <w:sz w:val="24"/>
                </w:rPr>
                <w:id w:val="756560355"/>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23502 – Raise an alert or warning when a Healthcare Provider identifier is found to be resolved or not active</w:t>
            </w:r>
          </w:p>
        </w:tc>
        <w:tc>
          <w:tcPr>
            <w:tcW w:w="2126" w:type="dxa"/>
            <w:tcBorders>
              <w:top w:val="single" w:sz="4" w:space="0" w:color="auto"/>
              <w:bottom w:val="single" w:sz="4" w:space="0" w:color="auto"/>
            </w:tcBorders>
          </w:tcPr>
          <w:p w14:paraId="7203D26B" w14:textId="6392B193" w:rsidR="003511CE" w:rsidRPr="00556BB5" w:rsidRDefault="003511CE" w:rsidP="008C793D">
            <w:pPr>
              <w:pStyle w:val="Tabletext"/>
              <w:rPr>
                <w:rFonts w:eastAsia="Verdana" w:cs="Calibri"/>
              </w:rPr>
            </w:pPr>
            <w:r w:rsidRPr="00556BB5">
              <w:rPr>
                <w:rFonts w:cs="Calibri"/>
              </w:rPr>
              <w:t>UC.131</w:t>
            </w:r>
          </w:p>
        </w:tc>
        <w:tc>
          <w:tcPr>
            <w:tcW w:w="3544" w:type="dxa"/>
            <w:tcBorders>
              <w:top w:val="single" w:sz="4" w:space="0" w:color="auto"/>
              <w:bottom w:val="single" w:sz="4" w:space="0" w:color="auto"/>
            </w:tcBorders>
          </w:tcPr>
          <w:p w14:paraId="6941807D" w14:textId="77777777" w:rsidR="003511CE" w:rsidRPr="00556BB5" w:rsidRDefault="003511CE" w:rsidP="008C793D">
            <w:pPr>
              <w:pStyle w:val="Tabletext"/>
              <w:rPr>
                <w:rFonts w:cs="Calibri"/>
              </w:rPr>
            </w:pPr>
          </w:p>
        </w:tc>
      </w:tr>
      <w:tr w:rsidR="003511CE" w:rsidRPr="003B5C15" w14:paraId="3AE729E3" w14:textId="429C60B1" w:rsidTr="00556BB5">
        <w:tc>
          <w:tcPr>
            <w:tcW w:w="4111" w:type="dxa"/>
            <w:tcBorders>
              <w:top w:val="single" w:sz="4" w:space="0" w:color="auto"/>
              <w:bottom w:val="single" w:sz="4" w:space="0" w:color="auto"/>
            </w:tcBorders>
          </w:tcPr>
          <w:p w14:paraId="05CEFE20" w14:textId="7F9B0DE4" w:rsidR="003511CE" w:rsidRPr="00556BB5" w:rsidRDefault="006F3745" w:rsidP="008C793D">
            <w:pPr>
              <w:pStyle w:val="Tabletext"/>
              <w:rPr>
                <w:rFonts w:cs="Calibri"/>
              </w:rPr>
            </w:pPr>
            <w:sdt>
              <w:sdtPr>
                <w:rPr>
                  <w:rFonts w:eastAsia="MS Gothic" w:cs="Calibri"/>
                  <w:sz w:val="24"/>
                </w:rPr>
                <w:id w:val="772370481"/>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23504 – Not active HPI-Os</w:t>
            </w:r>
          </w:p>
        </w:tc>
        <w:tc>
          <w:tcPr>
            <w:tcW w:w="2126" w:type="dxa"/>
            <w:tcBorders>
              <w:top w:val="single" w:sz="4" w:space="0" w:color="auto"/>
              <w:bottom w:val="single" w:sz="4" w:space="0" w:color="auto"/>
            </w:tcBorders>
          </w:tcPr>
          <w:p w14:paraId="424AA932" w14:textId="1F2266D0" w:rsidR="003511CE" w:rsidRPr="00556BB5" w:rsidRDefault="003511CE" w:rsidP="008C793D">
            <w:pPr>
              <w:pStyle w:val="Tabletext"/>
              <w:rPr>
                <w:rFonts w:eastAsia="Verdana" w:cs="Calibri"/>
              </w:rPr>
            </w:pPr>
            <w:r w:rsidRPr="00556BB5">
              <w:rPr>
                <w:rFonts w:cs="Calibri"/>
              </w:rPr>
              <w:t>UC.306</w:t>
            </w:r>
          </w:p>
        </w:tc>
        <w:tc>
          <w:tcPr>
            <w:tcW w:w="3544" w:type="dxa"/>
            <w:tcBorders>
              <w:top w:val="single" w:sz="4" w:space="0" w:color="auto"/>
              <w:bottom w:val="single" w:sz="4" w:space="0" w:color="auto"/>
            </w:tcBorders>
          </w:tcPr>
          <w:p w14:paraId="04364936" w14:textId="77777777" w:rsidR="003511CE" w:rsidRPr="00556BB5" w:rsidRDefault="003511CE" w:rsidP="008C793D">
            <w:pPr>
              <w:pStyle w:val="Tabletext"/>
              <w:rPr>
                <w:rFonts w:cs="Calibri"/>
              </w:rPr>
            </w:pPr>
          </w:p>
        </w:tc>
      </w:tr>
      <w:tr w:rsidR="003511CE" w:rsidRPr="003B5C15" w14:paraId="4C52BA81" w14:textId="409A27ED" w:rsidTr="00556BB5">
        <w:tc>
          <w:tcPr>
            <w:tcW w:w="4111" w:type="dxa"/>
            <w:tcBorders>
              <w:top w:val="single" w:sz="4" w:space="0" w:color="auto"/>
              <w:bottom w:val="single" w:sz="4" w:space="0" w:color="auto"/>
            </w:tcBorders>
          </w:tcPr>
          <w:p w14:paraId="4D6C0BE5" w14:textId="56002EA3" w:rsidR="003511CE" w:rsidRPr="00556BB5" w:rsidRDefault="006F3745" w:rsidP="008C793D">
            <w:pPr>
              <w:pStyle w:val="Tabletext"/>
              <w:rPr>
                <w:rFonts w:cs="Calibri"/>
              </w:rPr>
            </w:pPr>
            <w:sdt>
              <w:sdtPr>
                <w:rPr>
                  <w:rFonts w:eastAsia="MS Gothic" w:cs="Calibri"/>
                  <w:sz w:val="24"/>
                </w:rPr>
                <w:id w:val="-1837919305"/>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23942 – Validation when incoming information matches a local patient record</w:t>
            </w:r>
          </w:p>
        </w:tc>
        <w:tc>
          <w:tcPr>
            <w:tcW w:w="2126" w:type="dxa"/>
            <w:tcBorders>
              <w:top w:val="single" w:sz="4" w:space="0" w:color="auto"/>
              <w:bottom w:val="single" w:sz="4" w:space="0" w:color="auto"/>
            </w:tcBorders>
          </w:tcPr>
          <w:p w14:paraId="73298F1A" w14:textId="6E1E4AC0" w:rsidR="0058152C" w:rsidRPr="00556BB5" w:rsidRDefault="003511CE" w:rsidP="008C793D">
            <w:pPr>
              <w:pStyle w:val="Tabletext"/>
              <w:rPr>
                <w:rFonts w:cs="Calibri"/>
              </w:rPr>
            </w:pPr>
            <w:r w:rsidRPr="00556BB5">
              <w:rPr>
                <w:rFonts w:cs="Calibri"/>
              </w:rPr>
              <w:t xml:space="preserve">UC.320 </w:t>
            </w:r>
          </w:p>
          <w:p w14:paraId="009B7356" w14:textId="34DB5D47" w:rsidR="003511CE" w:rsidRPr="00556BB5" w:rsidRDefault="003511CE" w:rsidP="008C793D">
            <w:pPr>
              <w:pStyle w:val="Tabletext"/>
              <w:rPr>
                <w:rFonts w:eastAsia="Verdana" w:cs="Calibri"/>
              </w:rPr>
            </w:pPr>
            <w:r w:rsidRPr="00556BB5">
              <w:rPr>
                <w:rFonts w:cs="Calibri"/>
              </w:rPr>
              <w:t>UC.325 – Part B</w:t>
            </w:r>
          </w:p>
        </w:tc>
        <w:tc>
          <w:tcPr>
            <w:tcW w:w="3544" w:type="dxa"/>
            <w:tcBorders>
              <w:top w:val="single" w:sz="4" w:space="0" w:color="auto"/>
              <w:bottom w:val="single" w:sz="4" w:space="0" w:color="auto"/>
            </w:tcBorders>
          </w:tcPr>
          <w:p w14:paraId="74FA827D" w14:textId="77777777" w:rsidR="003511CE" w:rsidRPr="00556BB5" w:rsidRDefault="003511CE" w:rsidP="008C793D">
            <w:pPr>
              <w:pStyle w:val="Tabletext"/>
              <w:rPr>
                <w:rFonts w:cs="Calibri"/>
              </w:rPr>
            </w:pPr>
          </w:p>
        </w:tc>
      </w:tr>
      <w:tr w:rsidR="003511CE" w:rsidRPr="003B5C15" w14:paraId="17AACE6F" w14:textId="5C3A76D9" w:rsidTr="00556BB5">
        <w:tc>
          <w:tcPr>
            <w:tcW w:w="4111" w:type="dxa"/>
            <w:tcBorders>
              <w:top w:val="single" w:sz="4" w:space="0" w:color="auto"/>
              <w:bottom w:val="single" w:sz="4" w:space="0" w:color="auto"/>
            </w:tcBorders>
          </w:tcPr>
          <w:p w14:paraId="3C0BC810" w14:textId="600A0DB0" w:rsidR="003511CE" w:rsidRPr="00556BB5" w:rsidRDefault="006F3745" w:rsidP="008C793D">
            <w:pPr>
              <w:pStyle w:val="Tabletext"/>
              <w:rPr>
                <w:rFonts w:cs="Calibri"/>
              </w:rPr>
            </w:pPr>
            <w:sdt>
              <w:sdtPr>
                <w:rPr>
                  <w:rFonts w:eastAsia="MS Gothic" w:cs="Calibri"/>
                  <w:sz w:val="24"/>
                </w:rPr>
                <w:id w:val="-1590387899"/>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23943 – Validation when incoming demographic data matches a local patient record and the local IHI is absent</w:t>
            </w:r>
          </w:p>
        </w:tc>
        <w:tc>
          <w:tcPr>
            <w:tcW w:w="2126" w:type="dxa"/>
            <w:tcBorders>
              <w:top w:val="single" w:sz="4" w:space="0" w:color="auto"/>
              <w:bottom w:val="single" w:sz="4" w:space="0" w:color="auto"/>
            </w:tcBorders>
          </w:tcPr>
          <w:p w14:paraId="4833FEF9" w14:textId="5F847E6E" w:rsidR="0058152C" w:rsidRPr="00556BB5" w:rsidRDefault="003511CE" w:rsidP="008C793D">
            <w:pPr>
              <w:pStyle w:val="Tabletext"/>
              <w:rPr>
                <w:rFonts w:cs="Calibri"/>
              </w:rPr>
            </w:pPr>
            <w:r w:rsidRPr="00556BB5">
              <w:rPr>
                <w:rFonts w:cs="Calibri"/>
              </w:rPr>
              <w:t xml:space="preserve">UC.320 </w:t>
            </w:r>
          </w:p>
          <w:p w14:paraId="1CC9D3BD" w14:textId="53142DF5" w:rsidR="003511CE" w:rsidRPr="00556BB5" w:rsidRDefault="003511CE" w:rsidP="008C793D">
            <w:pPr>
              <w:pStyle w:val="Tabletext"/>
              <w:rPr>
                <w:rFonts w:eastAsia="Verdana" w:cs="Calibri"/>
              </w:rPr>
            </w:pPr>
            <w:r w:rsidRPr="00556BB5">
              <w:rPr>
                <w:rFonts w:cs="Calibri"/>
              </w:rPr>
              <w:t>UC.325 – Part B</w:t>
            </w:r>
          </w:p>
        </w:tc>
        <w:tc>
          <w:tcPr>
            <w:tcW w:w="3544" w:type="dxa"/>
            <w:tcBorders>
              <w:top w:val="single" w:sz="4" w:space="0" w:color="auto"/>
              <w:bottom w:val="single" w:sz="4" w:space="0" w:color="auto"/>
            </w:tcBorders>
          </w:tcPr>
          <w:p w14:paraId="49EE510D" w14:textId="77777777" w:rsidR="003511CE" w:rsidRPr="00556BB5" w:rsidRDefault="003511CE" w:rsidP="008C793D">
            <w:pPr>
              <w:pStyle w:val="Tabletext"/>
              <w:rPr>
                <w:rFonts w:cs="Calibri"/>
              </w:rPr>
            </w:pPr>
          </w:p>
        </w:tc>
      </w:tr>
      <w:tr w:rsidR="003511CE" w:rsidRPr="003B5C15" w14:paraId="3175EDE2" w14:textId="7A14021C" w:rsidTr="00556BB5">
        <w:tc>
          <w:tcPr>
            <w:tcW w:w="4111" w:type="dxa"/>
            <w:tcBorders>
              <w:top w:val="single" w:sz="4" w:space="0" w:color="auto"/>
              <w:bottom w:val="single" w:sz="4" w:space="0" w:color="auto"/>
            </w:tcBorders>
          </w:tcPr>
          <w:p w14:paraId="3CC3D14A" w14:textId="7CBBF70B" w:rsidR="003511CE" w:rsidRPr="00556BB5" w:rsidRDefault="006F3745" w:rsidP="008C793D">
            <w:pPr>
              <w:pStyle w:val="Tabletext"/>
              <w:rPr>
                <w:rFonts w:cs="Calibri"/>
              </w:rPr>
            </w:pPr>
            <w:sdt>
              <w:sdtPr>
                <w:rPr>
                  <w:rFonts w:eastAsia="MS Gothic" w:cs="Calibri"/>
                  <w:sz w:val="24"/>
                </w:rPr>
                <w:id w:val="1308741937"/>
                <w14:checkbox>
                  <w14:checked w14:val="0"/>
                  <w14:checkedState w14:val="2612" w14:font="MS Gothic"/>
                  <w14:uncheckedState w14:val="2610" w14:font="MS Gothic"/>
                </w14:checkbox>
              </w:sdtPr>
              <w:sdtEndPr/>
              <w:sdtContent>
                <w:r w:rsidR="003511CE" w:rsidRPr="00556BB5">
                  <w:rPr>
                    <w:rFonts w:ascii="Segoe UI Symbol" w:eastAsia="MS Gothic" w:hAnsi="Segoe UI Symbol" w:cs="Segoe UI Symbol"/>
                    <w:sz w:val="24"/>
                  </w:rPr>
                  <w:t>☐</w:t>
                </w:r>
              </w:sdtContent>
            </w:sdt>
            <w:r w:rsidR="003511CE" w:rsidRPr="00556BB5">
              <w:rPr>
                <w:rFonts w:cs="Calibri"/>
              </w:rPr>
              <w:t xml:space="preserve">  23944 – When the incoming IHI/demographic data does not match any local patient record</w:t>
            </w:r>
          </w:p>
        </w:tc>
        <w:tc>
          <w:tcPr>
            <w:tcW w:w="2126" w:type="dxa"/>
            <w:tcBorders>
              <w:top w:val="single" w:sz="4" w:space="0" w:color="auto"/>
              <w:bottom w:val="single" w:sz="4" w:space="0" w:color="auto"/>
            </w:tcBorders>
          </w:tcPr>
          <w:p w14:paraId="0EBE329F" w14:textId="7877C103" w:rsidR="003511CE" w:rsidRPr="00556BB5" w:rsidRDefault="003511CE" w:rsidP="008C793D">
            <w:pPr>
              <w:pStyle w:val="Tabletext"/>
              <w:rPr>
                <w:rFonts w:eastAsia="Verdana" w:cs="Calibri"/>
              </w:rPr>
            </w:pPr>
            <w:r w:rsidRPr="00556BB5">
              <w:rPr>
                <w:rFonts w:cs="Calibri"/>
              </w:rPr>
              <w:t>UC.325 – Part B</w:t>
            </w:r>
          </w:p>
        </w:tc>
        <w:tc>
          <w:tcPr>
            <w:tcW w:w="3544" w:type="dxa"/>
            <w:tcBorders>
              <w:top w:val="single" w:sz="4" w:space="0" w:color="auto"/>
              <w:bottom w:val="single" w:sz="4" w:space="0" w:color="auto"/>
            </w:tcBorders>
          </w:tcPr>
          <w:p w14:paraId="6CA1DF7C" w14:textId="77777777" w:rsidR="003511CE" w:rsidRPr="00556BB5" w:rsidRDefault="003511CE" w:rsidP="008C793D">
            <w:pPr>
              <w:pStyle w:val="Tabletext"/>
              <w:rPr>
                <w:rFonts w:cs="Calibri"/>
              </w:rPr>
            </w:pPr>
          </w:p>
        </w:tc>
      </w:tr>
      <w:tr w:rsidR="00D91F51" w:rsidRPr="003B5C15" w14:paraId="6DB415E7" w14:textId="77777777" w:rsidTr="00556BB5">
        <w:trPr>
          <w:trHeight w:val="334"/>
        </w:trPr>
        <w:tc>
          <w:tcPr>
            <w:tcW w:w="4111" w:type="dxa"/>
            <w:tcBorders>
              <w:top w:val="single" w:sz="4" w:space="0" w:color="auto"/>
              <w:bottom w:val="single" w:sz="4" w:space="0" w:color="auto"/>
            </w:tcBorders>
          </w:tcPr>
          <w:p w14:paraId="23AF3A3D" w14:textId="6DA16504" w:rsidR="00D91F51" w:rsidRPr="00556BB5" w:rsidRDefault="006F3745" w:rsidP="008C793D">
            <w:pPr>
              <w:pStyle w:val="Tabletext"/>
              <w:rPr>
                <w:rFonts w:eastAsia="Verdana" w:cs="Calibri"/>
              </w:rPr>
            </w:pPr>
            <w:sdt>
              <w:sdtPr>
                <w:rPr>
                  <w:rFonts w:eastAsia="MS Gothic" w:cs="Calibri"/>
                  <w:sz w:val="24"/>
                </w:rPr>
                <w:id w:val="960531814"/>
                <w14:checkbox>
                  <w14:checked w14:val="0"/>
                  <w14:checkedState w14:val="2612" w14:font="MS Gothic"/>
                  <w14:uncheckedState w14:val="2610" w14:font="MS Gothic"/>
                </w14:checkbox>
              </w:sdtPr>
              <w:sdtEndPr/>
              <w:sdtContent>
                <w:r w:rsidR="00D91F51" w:rsidRPr="00556BB5">
                  <w:rPr>
                    <w:rFonts w:ascii="Segoe UI Symbol" w:eastAsia="MS Gothic" w:hAnsi="Segoe UI Symbol" w:cs="Segoe UI Symbol"/>
                    <w:sz w:val="24"/>
                  </w:rPr>
                  <w:t>☐</w:t>
                </w:r>
              </w:sdtContent>
            </w:sdt>
            <w:r w:rsidR="00D91F51" w:rsidRPr="00556BB5">
              <w:rPr>
                <w:rFonts w:cs="Calibri"/>
              </w:rPr>
              <w:t xml:space="preserve">  21554-</w:t>
            </w:r>
            <w:r w:rsidR="00D91F51" w:rsidRPr="003B5C15">
              <w:rPr>
                <w:rStyle w:val="SpecAttributeValue"/>
                <w:rFonts w:ascii="Calibri" w:hAnsi="Calibri" w:cs="Calibri"/>
                <w:bCs/>
              </w:rPr>
              <w:t xml:space="preserve"> Providing birth plurality</w:t>
            </w:r>
          </w:p>
        </w:tc>
        <w:tc>
          <w:tcPr>
            <w:tcW w:w="2126" w:type="dxa"/>
            <w:tcBorders>
              <w:top w:val="single" w:sz="4" w:space="0" w:color="auto"/>
              <w:bottom w:val="single" w:sz="4" w:space="0" w:color="auto"/>
            </w:tcBorders>
          </w:tcPr>
          <w:p w14:paraId="145A0C8E" w14:textId="7EF48DDD" w:rsidR="00D91F51" w:rsidRPr="00556BB5" w:rsidRDefault="00D91F51" w:rsidP="008C793D">
            <w:pPr>
              <w:pStyle w:val="Tabletext"/>
              <w:rPr>
                <w:rFonts w:cs="Calibri"/>
              </w:rPr>
            </w:pPr>
            <w:r w:rsidRPr="00556BB5">
              <w:rPr>
                <w:rFonts w:cs="Calibri"/>
              </w:rPr>
              <w:t>UC.011</w:t>
            </w:r>
          </w:p>
        </w:tc>
        <w:tc>
          <w:tcPr>
            <w:tcW w:w="3544" w:type="dxa"/>
            <w:tcBorders>
              <w:top w:val="single" w:sz="4" w:space="0" w:color="auto"/>
              <w:bottom w:val="single" w:sz="4" w:space="0" w:color="auto"/>
            </w:tcBorders>
          </w:tcPr>
          <w:p w14:paraId="5DA0679F" w14:textId="77777777" w:rsidR="00D91F51" w:rsidRPr="00556BB5" w:rsidRDefault="00D91F51" w:rsidP="008C793D">
            <w:pPr>
              <w:pStyle w:val="Tabletext"/>
              <w:rPr>
                <w:rFonts w:cs="Calibri"/>
              </w:rPr>
            </w:pPr>
          </w:p>
        </w:tc>
      </w:tr>
      <w:tr w:rsidR="00D91F51" w:rsidRPr="003B5C15" w14:paraId="626B03A0" w14:textId="77777777" w:rsidTr="00556BB5">
        <w:tc>
          <w:tcPr>
            <w:tcW w:w="4111" w:type="dxa"/>
            <w:tcBorders>
              <w:top w:val="single" w:sz="4" w:space="0" w:color="auto"/>
              <w:bottom w:val="single" w:sz="4" w:space="0" w:color="auto"/>
            </w:tcBorders>
          </w:tcPr>
          <w:p w14:paraId="2D5B5EC2" w14:textId="521F1B12" w:rsidR="00D91F51" w:rsidRPr="00556BB5" w:rsidRDefault="006F3745" w:rsidP="008C793D">
            <w:pPr>
              <w:pStyle w:val="Tabletext"/>
              <w:rPr>
                <w:rFonts w:eastAsia="Verdana" w:cs="Calibri"/>
              </w:rPr>
            </w:pPr>
            <w:sdt>
              <w:sdtPr>
                <w:rPr>
                  <w:rFonts w:eastAsia="MS Gothic" w:cs="Calibri"/>
                  <w:sz w:val="24"/>
                </w:rPr>
                <w:id w:val="-303157028"/>
                <w14:checkbox>
                  <w14:checked w14:val="0"/>
                  <w14:checkedState w14:val="2612" w14:font="MS Gothic"/>
                  <w14:uncheckedState w14:val="2610" w14:font="MS Gothic"/>
                </w14:checkbox>
              </w:sdtPr>
              <w:sdtEndPr/>
              <w:sdtContent>
                <w:r w:rsidR="00D91F51" w:rsidRPr="00556BB5">
                  <w:rPr>
                    <w:rFonts w:ascii="Segoe UI Symbol" w:eastAsia="MS Gothic" w:hAnsi="Segoe UI Symbol" w:cs="Segoe UI Symbol"/>
                    <w:sz w:val="24"/>
                  </w:rPr>
                  <w:t>☐</w:t>
                </w:r>
              </w:sdtContent>
            </w:sdt>
            <w:r w:rsidR="00D91F51" w:rsidRPr="00556BB5">
              <w:rPr>
                <w:rFonts w:cs="Calibri"/>
              </w:rPr>
              <w:t xml:space="preserve">  21555- </w:t>
            </w:r>
            <w:r w:rsidR="00D91F51" w:rsidRPr="003B5C15">
              <w:rPr>
                <w:rStyle w:val="SpecAttributeValue"/>
                <w:rFonts w:ascii="Calibri" w:hAnsi="Calibri" w:cs="Calibri"/>
                <w:bCs/>
              </w:rPr>
              <w:t>Providing birth orde</w:t>
            </w:r>
            <w:r w:rsidR="00230FBB" w:rsidRPr="003B5C15">
              <w:rPr>
                <w:rStyle w:val="SpecAttributeValue"/>
                <w:rFonts w:ascii="Calibri" w:hAnsi="Calibri" w:cs="Calibri"/>
                <w:bCs/>
              </w:rPr>
              <w:t>r</w:t>
            </w:r>
          </w:p>
        </w:tc>
        <w:tc>
          <w:tcPr>
            <w:tcW w:w="2126" w:type="dxa"/>
            <w:tcBorders>
              <w:top w:val="single" w:sz="4" w:space="0" w:color="auto"/>
              <w:bottom w:val="single" w:sz="4" w:space="0" w:color="auto"/>
            </w:tcBorders>
          </w:tcPr>
          <w:p w14:paraId="254F0F78" w14:textId="3D8A8986" w:rsidR="00D91F51" w:rsidRPr="00556BB5" w:rsidRDefault="00D91F51" w:rsidP="008C793D">
            <w:pPr>
              <w:pStyle w:val="Tabletext"/>
              <w:rPr>
                <w:rFonts w:cs="Calibri"/>
              </w:rPr>
            </w:pPr>
            <w:r w:rsidRPr="00556BB5">
              <w:rPr>
                <w:rFonts w:cs="Calibri"/>
              </w:rPr>
              <w:t>UC.011</w:t>
            </w:r>
          </w:p>
        </w:tc>
        <w:tc>
          <w:tcPr>
            <w:tcW w:w="3544" w:type="dxa"/>
            <w:tcBorders>
              <w:top w:val="single" w:sz="4" w:space="0" w:color="auto"/>
              <w:bottom w:val="single" w:sz="4" w:space="0" w:color="auto"/>
            </w:tcBorders>
          </w:tcPr>
          <w:p w14:paraId="65114403" w14:textId="77777777" w:rsidR="00D91F51" w:rsidRPr="00556BB5" w:rsidRDefault="00D91F51" w:rsidP="008C793D">
            <w:pPr>
              <w:pStyle w:val="Tabletext"/>
              <w:rPr>
                <w:rFonts w:cs="Calibri"/>
              </w:rPr>
            </w:pPr>
          </w:p>
        </w:tc>
      </w:tr>
      <w:tr w:rsidR="00D91F51" w:rsidRPr="003B5C15" w14:paraId="35061952" w14:textId="77777777" w:rsidTr="00556BB5">
        <w:tc>
          <w:tcPr>
            <w:tcW w:w="4111" w:type="dxa"/>
            <w:tcBorders>
              <w:top w:val="single" w:sz="4" w:space="0" w:color="auto"/>
              <w:bottom w:val="single" w:sz="4" w:space="0" w:color="auto"/>
            </w:tcBorders>
          </w:tcPr>
          <w:p w14:paraId="0478721F" w14:textId="0E5E5CBB" w:rsidR="00D91F51" w:rsidRPr="00556BB5" w:rsidRDefault="006F3745" w:rsidP="008C793D">
            <w:pPr>
              <w:pStyle w:val="Tabletext"/>
              <w:rPr>
                <w:rFonts w:eastAsia="Verdana" w:cs="Calibri"/>
              </w:rPr>
            </w:pPr>
            <w:sdt>
              <w:sdtPr>
                <w:rPr>
                  <w:rFonts w:eastAsia="MS Gothic" w:cs="Calibri"/>
                  <w:sz w:val="24"/>
                </w:rPr>
                <w:id w:val="-1202090308"/>
                <w14:checkbox>
                  <w14:checked w14:val="0"/>
                  <w14:checkedState w14:val="2612" w14:font="MS Gothic"/>
                  <w14:uncheckedState w14:val="2610" w14:font="MS Gothic"/>
                </w14:checkbox>
              </w:sdtPr>
              <w:sdtEndPr/>
              <w:sdtContent>
                <w:r w:rsidR="00D91F51" w:rsidRPr="00556BB5">
                  <w:rPr>
                    <w:rFonts w:ascii="Segoe UI Symbol" w:eastAsia="MS Gothic" w:hAnsi="Segoe UI Symbol" w:cs="Segoe UI Symbol"/>
                    <w:sz w:val="24"/>
                  </w:rPr>
                  <w:t>☐</w:t>
                </w:r>
              </w:sdtContent>
            </w:sdt>
            <w:r w:rsidR="00D91F51" w:rsidRPr="00556BB5">
              <w:rPr>
                <w:rFonts w:cs="Calibri"/>
              </w:rPr>
              <w:t xml:space="preserve">  21556-</w:t>
            </w:r>
            <w:r w:rsidR="00D91F51" w:rsidRPr="003B5C15">
              <w:rPr>
                <w:rStyle w:val="SpecAttributeValue"/>
                <w:rFonts w:ascii="Calibri" w:hAnsi="Calibri" w:cs="Calibri"/>
                <w:bCs/>
              </w:rPr>
              <w:t xml:space="preserve"> Providing date of birth accuracy indicator</w:t>
            </w:r>
          </w:p>
        </w:tc>
        <w:tc>
          <w:tcPr>
            <w:tcW w:w="2126" w:type="dxa"/>
            <w:tcBorders>
              <w:top w:val="single" w:sz="4" w:space="0" w:color="auto"/>
              <w:bottom w:val="single" w:sz="4" w:space="0" w:color="auto"/>
            </w:tcBorders>
          </w:tcPr>
          <w:p w14:paraId="1BBECE5B" w14:textId="28AC2E9F" w:rsidR="00D91F51" w:rsidRPr="00556BB5" w:rsidRDefault="00D91F51" w:rsidP="008C793D">
            <w:pPr>
              <w:pStyle w:val="Tabletext"/>
              <w:rPr>
                <w:rFonts w:cs="Calibri"/>
              </w:rPr>
            </w:pPr>
            <w:r w:rsidRPr="00556BB5">
              <w:rPr>
                <w:rFonts w:cs="Calibri"/>
              </w:rPr>
              <w:t>UC.011</w:t>
            </w:r>
          </w:p>
        </w:tc>
        <w:tc>
          <w:tcPr>
            <w:tcW w:w="3544" w:type="dxa"/>
            <w:tcBorders>
              <w:top w:val="single" w:sz="4" w:space="0" w:color="auto"/>
              <w:bottom w:val="single" w:sz="4" w:space="0" w:color="auto"/>
            </w:tcBorders>
          </w:tcPr>
          <w:p w14:paraId="01FF2A4A" w14:textId="77777777" w:rsidR="00D91F51" w:rsidRPr="00556BB5" w:rsidRDefault="00D91F51" w:rsidP="008C793D">
            <w:pPr>
              <w:pStyle w:val="Tabletext"/>
              <w:rPr>
                <w:rFonts w:cs="Calibri"/>
              </w:rPr>
            </w:pPr>
          </w:p>
        </w:tc>
      </w:tr>
      <w:tr w:rsidR="00D91F51" w:rsidRPr="003B5C15" w14:paraId="19F31896" w14:textId="77777777" w:rsidTr="00556BB5">
        <w:tc>
          <w:tcPr>
            <w:tcW w:w="4111" w:type="dxa"/>
            <w:tcBorders>
              <w:top w:val="single" w:sz="4" w:space="0" w:color="auto"/>
              <w:bottom w:val="single" w:sz="4" w:space="0" w:color="auto"/>
            </w:tcBorders>
          </w:tcPr>
          <w:p w14:paraId="49B67589" w14:textId="73CDF98F" w:rsidR="00D91F51" w:rsidRPr="00556BB5" w:rsidRDefault="006F3745" w:rsidP="008C793D">
            <w:pPr>
              <w:pStyle w:val="Tabletext"/>
              <w:rPr>
                <w:rFonts w:eastAsia="Verdana" w:cs="Calibri"/>
              </w:rPr>
            </w:pPr>
            <w:sdt>
              <w:sdtPr>
                <w:rPr>
                  <w:rFonts w:eastAsia="MS Gothic" w:cs="Calibri"/>
                  <w:sz w:val="24"/>
                </w:rPr>
                <w:id w:val="413200578"/>
                <w14:checkbox>
                  <w14:checked w14:val="0"/>
                  <w14:checkedState w14:val="2612" w14:font="MS Gothic"/>
                  <w14:uncheckedState w14:val="2610" w14:font="MS Gothic"/>
                </w14:checkbox>
              </w:sdtPr>
              <w:sdtEndPr/>
              <w:sdtContent>
                <w:r w:rsidR="009E2184" w:rsidRPr="00556BB5">
                  <w:rPr>
                    <w:rFonts w:ascii="Segoe UI Symbol" w:eastAsia="MS Gothic" w:hAnsi="Segoe UI Symbol" w:cs="Segoe UI Symbol"/>
                    <w:sz w:val="24"/>
                  </w:rPr>
                  <w:t>☐</w:t>
                </w:r>
              </w:sdtContent>
            </w:sdt>
            <w:r w:rsidR="00D91F51" w:rsidRPr="00556BB5">
              <w:rPr>
                <w:rFonts w:cs="Calibri"/>
              </w:rPr>
              <w:t xml:space="preserve">  21558-</w:t>
            </w:r>
            <w:r w:rsidR="00D91F51" w:rsidRPr="003B5C15">
              <w:rPr>
                <w:rStyle w:val="SpecAttributeValue"/>
                <w:rFonts w:ascii="Calibri" w:hAnsi="Calibri" w:cs="Calibri"/>
                <w:bCs/>
              </w:rPr>
              <w:t xml:space="preserve"> Check for existing IHI in the local software</w:t>
            </w:r>
          </w:p>
        </w:tc>
        <w:tc>
          <w:tcPr>
            <w:tcW w:w="2126" w:type="dxa"/>
            <w:tcBorders>
              <w:top w:val="single" w:sz="4" w:space="0" w:color="auto"/>
              <w:bottom w:val="single" w:sz="4" w:space="0" w:color="auto"/>
            </w:tcBorders>
          </w:tcPr>
          <w:p w14:paraId="77C7F244" w14:textId="446B293C" w:rsidR="00D91F51" w:rsidRPr="00556BB5" w:rsidRDefault="00D91F51" w:rsidP="008C793D">
            <w:pPr>
              <w:pStyle w:val="Tabletext"/>
              <w:rPr>
                <w:rFonts w:cs="Calibri"/>
              </w:rPr>
            </w:pPr>
            <w:r w:rsidRPr="00556BB5">
              <w:rPr>
                <w:rFonts w:cs="Calibri"/>
              </w:rPr>
              <w:t>UC.011</w:t>
            </w:r>
          </w:p>
        </w:tc>
        <w:tc>
          <w:tcPr>
            <w:tcW w:w="3544" w:type="dxa"/>
            <w:tcBorders>
              <w:top w:val="single" w:sz="4" w:space="0" w:color="auto"/>
              <w:bottom w:val="single" w:sz="4" w:space="0" w:color="auto"/>
            </w:tcBorders>
          </w:tcPr>
          <w:p w14:paraId="4CA61150" w14:textId="77777777" w:rsidR="00D91F51" w:rsidRPr="00556BB5" w:rsidRDefault="00D91F51" w:rsidP="008C793D">
            <w:pPr>
              <w:pStyle w:val="Tabletext"/>
              <w:rPr>
                <w:rFonts w:cs="Calibri"/>
              </w:rPr>
            </w:pPr>
          </w:p>
        </w:tc>
      </w:tr>
      <w:tr w:rsidR="00D91F51" w:rsidRPr="003B5C15" w14:paraId="622E5D83" w14:textId="77777777" w:rsidTr="00556BB5">
        <w:tc>
          <w:tcPr>
            <w:tcW w:w="4111" w:type="dxa"/>
            <w:tcBorders>
              <w:top w:val="single" w:sz="4" w:space="0" w:color="auto"/>
              <w:bottom w:val="single" w:sz="4" w:space="0" w:color="auto"/>
            </w:tcBorders>
          </w:tcPr>
          <w:p w14:paraId="6519F963" w14:textId="652FB5C4" w:rsidR="00D91F51" w:rsidRPr="00556BB5" w:rsidRDefault="006F3745" w:rsidP="008C793D">
            <w:pPr>
              <w:pStyle w:val="Tabletext"/>
              <w:rPr>
                <w:rFonts w:eastAsia="Verdana" w:cs="Calibri"/>
              </w:rPr>
            </w:pPr>
            <w:sdt>
              <w:sdtPr>
                <w:rPr>
                  <w:rFonts w:eastAsia="MS Gothic" w:cs="Calibri"/>
                  <w:sz w:val="24"/>
                </w:rPr>
                <w:id w:val="-1061862854"/>
                <w14:checkbox>
                  <w14:checked w14:val="0"/>
                  <w14:checkedState w14:val="2612" w14:font="MS Gothic"/>
                  <w14:uncheckedState w14:val="2610" w14:font="MS Gothic"/>
                </w14:checkbox>
              </w:sdtPr>
              <w:sdtEndPr/>
              <w:sdtContent>
                <w:r w:rsidR="009E2184" w:rsidRPr="00556BB5">
                  <w:rPr>
                    <w:rFonts w:ascii="Segoe UI Symbol" w:eastAsia="MS Gothic" w:hAnsi="Segoe UI Symbol" w:cs="Segoe UI Symbol"/>
                    <w:sz w:val="24"/>
                  </w:rPr>
                  <w:t>☐</w:t>
                </w:r>
              </w:sdtContent>
            </w:sdt>
            <w:r w:rsidR="00D91F51" w:rsidRPr="00556BB5">
              <w:rPr>
                <w:rFonts w:cs="Calibri"/>
              </w:rPr>
              <w:t xml:space="preserve">  21560-</w:t>
            </w:r>
            <w:r w:rsidR="00D91F51" w:rsidRPr="003B5C15">
              <w:rPr>
                <w:rStyle w:val="SpecAttributeValue"/>
                <w:rFonts w:ascii="Calibri" w:hAnsi="Calibri" w:cs="Calibri"/>
                <w:bCs/>
              </w:rPr>
              <w:t xml:space="preserve"> Recording unnamed newborns of a multiple birth</w:t>
            </w:r>
          </w:p>
        </w:tc>
        <w:tc>
          <w:tcPr>
            <w:tcW w:w="2126" w:type="dxa"/>
            <w:tcBorders>
              <w:top w:val="single" w:sz="4" w:space="0" w:color="auto"/>
              <w:bottom w:val="single" w:sz="4" w:space="0" w:color="auto"/>
            </w:tcBorders>
          </w:tcPr>
          <w:p w14:paraId="30813344" w14:textId="1CB14787" w:rsidR="00D91F51" w:rsidRPr="00556BB5" w:rsidRDefault="00D91F51" w:rsidP="008C793D">
            <w:pPr>
              <w:pStyle w:val="Tabletext"/>
              <w:rPr>
                <w:rFonts w:cs="Calibri"/>
              </w:rPr>
            </w:pPr>
            <w:r w:rsidRPr="00556BB5">
              <w:rPr>
                <w:rFonts w:cs="Calibri"/>
              </w:rPr>
              <w:t>UC.011</w:t>
            </w:r>
          </w:p>
        </w:tc>
        <w:tc>
          <w:tcPr>
            <w:tcW w:w="3544" w:type="dxa"/>
            <w:tcBorders>
              <w:top w:val="single" w:sz="4" w:space="0" w:color="auto"/>
              <w:bottom w:val="single" w:sz="4" w:space="0" w:color="auto"/>
            </w:tcBorders>
          </w:tcPr>
          <w:p w14:paraId="67988B8C" w14:textId="77777777" w:rsidR="00D91F51" w:rsidRPr="00556BB5" w:rsidRDefault="00D91F51" w:rsidP="008C793D">
            <w:pPr>
              <w:pStyle w:val="Tabletext"/>
              <w:rPr>
                <w:rFonts w:cs="Calibri"/>
              </w:rPr>
            </w:pPr>
          </w:p>
        </w:tc>
      </w:tr>
      <w:tr w:rsidR="00D91F51" w:rsidRPr="003B5C15" w14:paraId="5A45F08A" w14:textId="77777777" w:rsidTr="00556BB5">
        <w:tc>
          <w:tcPr>
            <w:tcW w:w="4111" w:type="dxa"/>
            <w:tcBorders>
              <w:top w:val="single" w:sz="4" w:space="0" w:color="auto"/>
              <w:bottom w:val="single" w:sz="4" w:space="0" w:color="auto"/>
            </w:tcBorders>
          </w:tcPr>
          <w:p w14:paraId="19BCBBFB" w14:textId="1CAE65BE" w:rsidR="00D91F51" w:rsidRPr="00556BB5" w:rsidRDefault="006F3745" w:rsidP="008C793D">
            <w:pPr>
              <w:pStyle w:val="Tabletext"/>
              <w:rPr>
                <w:rFonts w:eastAsia="Verdana" w:cs="Calibri"/>
              </w:rPr>
            </w:pPr>
            <w:sdt>
              <w:sdtPr>
                <w:rPr>
                  <w:rFonts w:eastAsia="MS Gothic" w:cs="Calibri"/>
                  <w:sz w:val="24"/>
                </w:rPr>
                <w:id w:val="-49697348"/>
                <w14:checkbox>
                  <w14:checked w14:val="0"/>
                  <w14:checkedState w14:val="2612" w14:font="MS Gothic"/>
                  <w14:uncheckedState w14:val="2610" w14:font="MS Gothic"/>
                </w14:checkbox>
              </w:sdtPr>
              <w:sdtEndPr/>
              <w:sdtContent>
                <w:r w:rsidR="00D91F51" w:rsidRPr="00556BB5">
                  <w:rPr>
                    <w:rFonts w:ascii="Segoe UI Symbol" w:eastAsia="MS Gothic" w:hAnsi="Segoe UI Symbol" w:cs="Segoe UI Symbol"/>
                    <w:sz w:val="24"/>
                  </w:rPr>
                  <w:t>☐</w:t>
                </w:r>
              </w:sdtContent>
            </w:sdt>
            <w:r w:rsidR="00D91F51" w:rsidRPr="00556BB5">
              <w:rPr>
                <w:rFonts w:cs="Calibri"/>
              </w:rPr>
              <w:t xml:space="preserve">  24015-</w:t>
            </w:r>
            <w:r w:rsidR="00D91F51" w:rsidRPr="003B5C15">
              <w:rPr>
                <w:rStyle w:val="SpecAttributeValue"/>
                <w:rFonts w:ascii="Calibri" w:hAnsi="Calibri" w:cs="Calibri"/>
                <w:b/>
                <w:szCs w:val="20"/>
              </w:rPr>
              <w:t xml:space="preserve"> </w:t>
            </w:r>
            <w:r w:rsidR="00D91F51" w:rsidRPr="003B5C15">
              <w:rPr>
                <w:rStyle w:val="SpecAttributeValue"/>
                <w:rFonts w:ascii="Calibri" w:hAnsi="Calibri" w:cs="Calibri"/>
                <w:bCs/>
                <w:szCs w:val="20"/>
              </w:rPr>
              <w:t xml:space="preserve">Validate IHI before updating patients’ details in the HI Service </w:t>
            </w:r>
          </w:p>
        </w:tc>
        <w:tc>
          <w:tcPr>
            <w:tcW w:w="2126" w:type="dxa"/>
            <w:tcBorders>
              <w:top w:val="single" w:sz="4" w:space="0" w:color="auto"/>
              <w:bottom w:val="single" w:sz="4" w:space="0" w:color="auto"/>
            </w:tcBorders>
          </w:tcPr>
          <w:p w14:paraId="78845922" w14:textId="3C26680E" w:rsidR="00D91F51" w:rsidRPr="00556BB5" w:rsidRDefault="00D91F51" w:rsidP="008C793D">
            <w:pPr>
              <w:pStyle w:val="Tabletext"/>
              <w:rPr>
                <w:rFonts w:cs="Calibri"/>
              </w:rPr>
            </w:pPr>
            <w:r w:rsidRPr="00556BB5">
              <w:rPr>
                <w:rFonts w:cs="Calibri"/>
              </w:rPr>
              <w:t>UC.016</w:t>
            </w:r>
          </w:p>
        </w:tc>
        <w:tc>
          <w:tcPr>
            <w:tcW w:w="3544" w:type="dxa"/>
            <w:tcBorders>
              <w:top w:val="single" w:sz="4" w:space="0" w:color="auto"/>
              <w:bottom w:val="single" w:sz="4" w:space="0" w:color="auto"/>
            </w:tcBorders>
          </w:tcPr>
          <w:p w14:paraId="085C5C19" w14:textId="77777777" w:rsidR="00D91F51" w:rsidRPr="00556BB5" w:rsidRDefault="00D91F51" w:rsidP="008C793D">
            <w:pPr>
              <w:pStyle w:val="Tabletext"/>
              <w:rPr>
                <w:rFonts w:cs="Calibri"/>
              </w:rPr>
            </w:pPr>
          </w:p>
        </w:tc>
      </w:tr>
      <w:tr w:rsidR="00D91F51" w:rsidRPr="003B5C15" w14:paraId="194AAC0D" w14:textId="77777777" w:rsidTr="00556BB5">
        <w:tc>
          <w:tcPr>
            <w:tcW w:w="4111" w:type="dxa"/>
            <w:tcBorders>
              <w:top w:val="single" w:sz="4" w:space="0" w:color="auto"/>
              <w:bottom w:val="single" w:sz="4" w:space="0" w:color="auto"/>
            </w:tcBorders>
          </w:tcPr>
          <w:p w14:paraId="5C331533" w14:textId="6981F806" w:rsidR="00D91F51" w:rsidRPr="00556BB5" w:rsidRDefault="006F3745" w:rsidP="008C793D">
            <w:pPr>
              <w:pStyle w:val="Tabletext"/>
              <w:rPr>
                <w:rFonts w:eastAsia="Verdana" w:cs="Calibri"/>
              </w:rPr>
            </w:pPr>
            <w:sdt>
              <w:sdtPr>
                <w:rPr>
                  <w:rFonts w:eastAsia="MS Gothic" w:cs="Calibri"/>
                  <w:sz w:val="24"/>
                </w:rPr>
                <w:id w:val="1994144555"/>
                <w14:checkbox>
                  <w14:checked w14:val="0"/>
                  <w14:checkedState w14:val="2612" w14:font="MS Gothic"/>
                  <w14:uncheckedState w14:val="2610" w14:font="MS Gothic"/>
                </w14:checkbox>
              </w:sdtPr>
              <w:sdtEndPr/>
              <w:sdtContent>
                <w:r w:rsidR="00D91F51" w:rsidRPr="00556BB5">
                  <w:rPr>
                    <w:rFonts w:ascii="Segoe UI Symbol" w:eastAsia="MS Gothic" w:hAnsi="Segoe UI Symbol" w:cs="Segoe UI Symbol"/>
                    <w:sz w:val="24"/>
                  </w:rPr>
                  <w:t>☐</w:t>
                </w:r>
              </w:sdtContent>
            </w:sdt>
            <w:r w:rsidR="00D91F51" w:rsidRPr="00556BB5">
              <w:rPr>
                <w:rFonts w:cs="Calibri"/>
              </w:rPr>
              <w:t xml:space="preserve">  24020-</w:t>
            </w:r>
            <w:r w:rsidR="00D91F51" w:rsidRPr="003B5C15">
              <w:rPr>
                <w:rStyle w:val="SpecAttributeValue"/>
                <w:rFonts w:ascii="Calibri" w:hAnsi="Calibri" w:cs="Calibri"/>
                <w:b/>
                <w:szCs w:val="20"/>
              </w:rPr>
              <w:t xml:space="preserve"> </w:t>
            </w:r>
            <w:r w:rsidR="00D91F51" w:rsidRPr="003B5C15">
              <w:rPr>
                <w:rStyle w:val="SpecAttributeValue"/>
                <w:rFonts w:ascii="Calibri" w:hAnsi="Calibri" w:cs="Calibri"/>
                <w:bCs/>
                <w:szCs w:val="20"/>
              </w:rPr>
              <w:t>Consent and privacy agreement</w:t>
            </w:r>
          </w:p>
        </w:tc>
        <w:tc>
          <w:tcPr>
            <w:tcW w:w="2126" w:type="dxa"/>
            <w:tcBorders>
              <w:top w:val="single" w:sz="4" w:space="0" w:color="auto"/>
              <w:bottom w:val="single" w:sz="4" w:space="0" w:color="auto"/>
            </w:tcBorders>
          </w:tcPr>
          <w:p w14:paraId="2EC133AC" w14:textId="55E41779" w:rsidR="00D91F51" w:rsidRPr="00556BB5" w:rsidRDefault="00D91F51" w:rsidP="008C793D">
            <w:pPr>
              <w:pStyle w:val="Tabletext"/>
              <w:rPr>
                <w:rFonts w:cs="Calibri"/>
              </w:rPr>
            </w:pPr>
            <w:r w:rsidRPr="00556BB5">
              <w:rPr>
                <w:rFonts w:cs="Calibri"/>
              </w:rPr>
              <w:t>UC.016</w:t>
            </w:r>
          </w:p>
        </w:tc>
        <w:tc>
          <w:tcPr>
            <w:tcW w:w="3544" w:type="dxa"/>
            <w:tcBorders>
              <w:top w:val="single" w:sz="4" w:space="0" w:color="auto"/>
              <w:bottom w:val="single" w:sz="4" w:space="0" w:color="auto"/>
            </w:tcBorders>
          </w:tcPr>
          <w:p w14:paraId="44E827C6" w14:textId="77777777" w:rsidR="00D91F51" w:rsidRPr="00556BB5" w:rsidRDefault="00D91F51" w:rsidP="008C793D">
            <w:pPr>
              <w:pStyle w:val="Tabletext"/>
              <w:rPr>
                <w:rFonts w:cs="Calibri"/>
              </w:rPr>
            </w:pPr>
          </w:p>
        </w:tc>
      </w:tr>
      <w:tr w:rsidR="00D91F51" w:rsidRPr="003B5C15" w14:paraId="781DF489" w14:textId="77777777" w:rsidTr="00556BB5">
        <w:tc>
          <w:tcPr>
            <w:tcW w:w="4111" w:type="dxa"/>
            <w:tcBorders>
              <w:top w:val="single" w:sz="4" w:space="0" w:color="auto"/>
              <w:bottom w:val="single" w:sz="4" w:space="0" w:color="auto"/>
            </w:tcBorders>
          </w:tcPr>
          <w:p w14:paraId="2ABE4D2E" w14:textId="3A14DB64" w:rsidR="00D91F51" w:rsidRPr="00556BB5" w:rsidRDefault="006F3745" w:rsidP="008C793D">
            <w:pPr>
              <w:pStyle w:val="Tabletext"/>
              <w:rPr>
                <w:rFonts w:eastAsia="Verdana" w:cs="Calibri"/>
              </w:rPr>
            </w:pPr>
            <w:sdt>
              <w:sdtPr>
                <w:rPr>
                  <w:rFonts w:eastAsia="MS Gothic" w:cs="Calibri"/>
                  <w:sz w:val="24"/>
                </w:rPr>
                <w:id w:val="705532880"/>
                <w14:checkbox>
                  <w14:checked w14:val="0"/>
                  <w14:checkedState w14:val="2612" w14:font="MS Gothic"/>
                  <w14:uncheckedState w14:val="2610" w14:font="MS Gothic"/>
                </w14:checkbox>
              </w:sdtPr>
              <w:sdtEndPr/>
              <w:sdtContent>
                <w:r w:rsidR="00D91F51" w:rsidRPr="00556BB5">
                  <w:rPr>
                    <w:rFonts w:ascii="Segoe UI Symbol" w:eastAsia="MS Gothic" w:hAnsi="Segoe UI Symbol" w:cs="Segoe UI Symbol"/>
                    <w:sz w:val="24"/>
                  </w:rPr>
                  <w:t>☐</w:t>
                </w:r>
              </w:sdtContent>
            </w:sdt>
            <w:r w:rsidR="00D91F51" w:rsidRPr="00556BB5">
              <w:rPr>
                <w:rFonts w:cs="Calibri"/>
              </w:rPr>
              <w:t xml:space="preserve">  24025-</w:t>
            </w:r>
            <w:r w:rsidR="00D91F51" w:rsidRPr="003B5C15">
              <w:rPr>
                <w:rStyle w:val="SpecAttributeValue"/>
                <w:rFonts w:ascii="Calibri" w:hAnsi="Calibri" w:cs="Calibri"/>
                <w:b/>
                <w:szCs w:val="20"/>
              </w:rPr>
              <w:t xml:space="preserve"> </w:t>
            </w:r>
            <w:r w:rsidR="00D91F51" w:rsidRPr="003B5C15">
              <w:rPr>
                <w:rStyle w:val="SpecAttributeValue"/>
                <w:rFonts w:ascii="Calibri" w:hAnsi="Calibri" w:cs="Calibri"/>
                <w:bCs/>
                <w:szCs w:val="20"/>
              </w:rPr>
              <w:t xml:space="preserve">Prohibit mobile number and email address update </w:t>
            </w:r>
          </w:p>
        </w:tc>
        <w:tc>
          <w:tcPr>
            <w:tcW w:w="2126" w:type="dxa"/>
            <w:tcBorders>
              <w:top w:val="single" w:sz="4" w:space="0" w:color="auto"/>
              <w:bottom w:val="single" w:sz="4" w:space="0" w:color="auto"/>
            </w:tcBorders>
          </w:tcPr>
          <w:p w14:paraId="61A39E39" w14:textId="0F5A83C8" w:rsidR="00D91F51" w:rsidRPr="00556BB5" w:rsidRDefault="00D91F51" w:rsidP="008C793D">
            <w:pPr>
              <w:pStyle w:val="Tabletext"/>
              <w:rPr>
                <w:rFonts w:cs="Calibri"/>
              </w:rPr>
            </w:pPr>
            <w:r w:rsidRPr="00556BB5">
              <w:rPr>
                <w:rFonts w:cs="Calibri"/>
              </w:rPr>
              <w:t>UC.016</w:t>
            </w:r>
          </w:p>
        </w:tc>
        <w:tc>
          <w:tcPr>
            <w:tcW w:w="3544" w:type="dxa"/>
            <w:tcBorders>
              <w:top w:val="single" w:sz="4" w:space="0" w:color="auto"/>
              <w:bottom w:val="single" w:sz="4" w:space="0" w:color="auto"/>
            </w:tcBorders>
          </w:tcPr>
          <w:p w14:paraId="5CF9D99B" w14:textId="77777777" w:rsidR="00D91F51" w:rsidRPr="00556BB5" w:rsidRDefault="00D91F51" w:rsidP="008C793D">
            <w:pPr>
              <w:pStyle w:val="Tabletext"/>
              <w:rPr>
                <w:rFonts w:cs="Calibri"/>
              </w:rPr>
            </w:pPr>
          </w:p>
        </w:tc>
      </w:tr>
      <w:tr w:rsidR="00D91F51" w:rsidRPr="003B5C15" w14:paraId="0101248B" w14:textId="77777777" w:rsidTr="00556BB5">
        <w:tc>
          <w:tcPr>
            <w:tcW w:w="4111" w:type="dxa"/>
            <w:tcBorders>
              <w:top w:val="single" w:sz="4" w:space="0" w:color="auto"/>
              <w:bottom w:val="single" w:sz="4" w:space="0" w:color="auto"/>
            </w:tcBorders>
          </w:tcPr>
          <w:p w14:paraId="42D9E86C" w14:textId="3F50B11E" w:rsidR="00D91F51" w:rsidRPr="00556BB5" w:rsidRDefault="006F3745" w:rsidP="008C793D">
            <w:pPr>
              <w:pStyle w:val="Tabletext"/>
              <w:rPr>
                <w:rFonts w:eastAsia="Verdana" w:cs="Calibri"/>
              </w:rPr>
            </w:pPr>
            <w:sdt>
              <w:sdtPr>
                <w:rPr>
                  <w:rFonts w:eastAsia="MS Gothic" w:cs="Calibri"/>
                  <w:sz w:val="24"/>
                </w:rPr>
                <w:id w:val="-183982134"/>
                <w14:checkbox>
                  <w14:checked w14:val="0"/>
                  <w14:checkedState w14:val="2612" w14:font="MS Gothic"/>
                  <w14:uncheckedState w14:val="2610" w14:font="MS Gothic"/>
                </w14:checkbox>
              </w:sdtPr>
              <w:sdtEndPr/>
              <w:sdtContent>
                <w:r w:rsidR="00D91F51" w:rsidRPr="00556BB5">
                  <w:rPr>
                    <w:rFonts w:ascii="Segoe UI Symbol" w:eastAsia="MS Gothic" w:hAnsi="Segoe UI Symbol" w:cs="Segoe UI Symbol"/>
                    <w:sz w:val="24"/>
                  </w:rPr>
                  <w:t>☐</w:t>
                </w:r>
              </w:sdtContent>
            </w:sdt>
            <w:r w:rsidR="00D91F51" w:rsidRPr="00556BB5">
              <w:rPr>
                <w:rFonts w:cs="Calibri"/>
              </w:rPr>
              <w:t xml:space="preserve">  24030-</w:t>
            </w:r>
            <w:r w:rsidR="00D91F51" w:rsidRPr="003B5C15">
              <w:rPr>
                <w:rStyle w:val="SpecAttributeValue"/>
                <w:rFonts w:ascii="Calibri" w:hAnsi="Calibri" w:cs="Calibri"/>
                <w:b/>
                <w:szCs w:val="20"/>
              </w:rPr>
              <w:t xml:space="preserve"> </w:t>
            </w:r>
            <w:r w:rsidR="00D91F51" w:rsidRPr="003B5C15">
              <w:rPr>
                <w:rStyle w:val="SpecAttributeValue"/>
                <w:rFonts w:ascii="Calibri" w:hAnsi="Calibri" w:cs="Calibri"/>
                <w:bCs/>
                <w:szCs w:val="20"/>
              </w:rPr>
              <w:t>Prohibit automatic update of patient details</w:t>
            </w:r>
          </w:p>
        </w:tc>
        <w:tc>
          <w:tcPr>
            <w:tcW w:w="2126" w:type="dxa"/>
            <w:tcBorders>
              <w:top w:val="single" w:sz="4" w:space="0" w:color="auto"/>
              <w:bottom w:val="single" w:sz="4" w:space="0" w:color="auto"/>
            </w:tcBorders>
          </w:tcPr>
          <w:p w14:paraId="3CB64B14" w14:textId="6D43FCA0" w:rsidR="00D91F51" w:rsidRPr="00556BB5" w:rsidRDefault="00D91F51" w:rsidP="008C793D">
            <w:pPr>
              <w:pStyle w:val="Tabletext"/>
              <w:rPr>
                <w:rFonts w:cs="Calibri"/>
              </w:rPr>
            </w:pPr>
            <w:r w:rsidRPr="00556BB5">
              <w:rPr>
                <w:rFonts w:cs="Calibri"/>
              </w:rPr>
              <w:t>UC.016</w:t>
            </w:r>
          </w:p>
        </w:tc>
        <w:tc>
          <w:tcPr>
            <w:tcW w:w="3544" w:type="dxa"/>
            <w:tcBorders>
              <w:top w:val="single" w:sz="4" w:space="0" w:color="auto"/>
              <w:bottom w:val="single" w:sz="4" w:space="0" w:color="auto"/>
            </w:tcBorders>
          </w:tcPr>
          <w:p w14:paraId="386B21EC" w14:textId="77777777" w:rsidR="00D91F51" w:rsidRPr="00556BB5" w:rsidRDefault="00D91F51" w:rsidP="008C793D">
            <w:pPr>
              <w:pStyle w:val="Tabletext"/>
              <w:rPr>
                <w:rFonts w:cs="Calibri"/>
              </w:rPr>
            </w:pPr>
          </w:p>
        </w:tc>
      </w:tr>
      <w:tr w:rsidR="00D91F51" w:rsidRPr="003B5C15" w14:paraId="2314BC29" w14:textId="77777777" w:rsidTr="00556BB5">
        <w:tc>
          <w:tcPr>
            <w:tcW w:w="4111" w:type="dxa"/>
            <w:tcBorders>
              <w:top w:val="single" w:sz="4" w:space="0" w:color="auto"/>
              <w:bottom w:val="single" w:sz="4" w:space="0" w:color="auto"/>
            </w:tcBorders>
          </w:tcPr>
          <w:p w14:paraId="7294DBA5" w14:textId="7DF4C4D6" w:rsidR="00D91F51" w:rsidRPr="00556BB5" w:rsidRDefault="006F3745" w:rsidP="008C793D">
            <w:pPr>
              <w:pStyle w:val="Tabletext"/>
              <w:rPr>
                <w:rFonts w:eastAsia="Verdana" w:cs="Calibri"/>
              </w:rPr>
            </w:pPr>
            <w:sdt>
              <w:sdtPr>
                <w:rPr>
                  <w:rFonts w:eastAsia="MS Gothic" w:cs="Calibri"/>
                  <w:sz w:val="24"/>
                </w:rPr>
                <w:id w:val="1347982043"/>
                <w14:checkbox>
                  <w14:checked w14:val="0"/>
                  <w14:checkedState w14:val="2612" w14:font="MS Gothic"/>
                  <w14:uncheckedState w14:val="2610" w14:font="MS Gothic"/>
                </w14:checkbox>
              </w:sdtPr>
              <w:sdtEndPr/>
              <w:sdtContent>
                <w:r w:rsidR="00D91F51" w:rsidRPr="00556BB5">
                  <w:rPr>
                    <w:rFonts w:ascii="Segoe UI Symbol" w:eastAsia="MS Gothic" w:hAnsi="Segoe UI Symbol" w:cs="Segoe UI Symbol"/>
                    <w:sz w:val="24"/>
                  </w:rPr>
                  <w:t>☐</w:t>
                </w:r>
              </w:sdtContent>
            </w:sdt>
            <w:r w:rsidR="00D91F51" w:rsidRPr="00556BB5">
              <w:rPr>
                <w:rFonts w:cs="Calibri"/>
              </w:rPr>
              <w:t xml:space="preserve">  24035-</w:t>
            </w:r>
            <w:r w:rsidR="00D91F51" w:rsidRPr="003B5C15">
              <w:rPr>
                <w:rStyle w:val="SpecAttributeValue"/>
                <w:rFonts w:ascii="Calibri" w:hAnsi="Calibri" w:cs="Calibri"/>
                <w:b/>
                <w:bCs/>
                <w:szCs w:val="20"/>
              </w:rPr>
              <w:t xml:space="preserve"> </w:t>
            </w:r>
            <w:r w:rsidR="00D91F51" w:rsidRPr="003B5C15">
              <w:rPr>
                <w:rStyle w:val="SpecAttributeValue"/>
                <w:rFonts w:ascii="Calibri" w:hAnsi="Calibri" w:cs="Calibri"/>
                <w:szCs w:val="20"/>
              </w:rPr>
              <w:t>Indicate use of patient details in local system</w:t>
            </w:r>
          </w:p>
        </w:tc>
        <w:tc>
          <w:tcPr>
            <w:tcW w:w="2126" w:type="dxa"/>
            <w:tcBorders>
              <w:top w:val="single" w:sz="4" w:space="0" w:color="auto"/>
              <w:bottom w:val="single" w:sz="4" w:space="0" w:color="auto"/>
            </w:tcBorders>
          </w:tcPr>
          <w:p w14:paraId="53BB32F7" w14:textId="703FC23B" w:rsidR="00D91F51" w:rsidRPr="00556BB5" w:rsidRDefault="00D91F51" w:rsidP="008C793D">
            <w:pPr>
              <w:pStyle w:val="Tabletext"/>
              <w:rPr>
                <w:rFonts w:cs="Calibri"/>
              </w:rPr>
            </w:pPr>
            <w:r w:rsidRPr="00556BB5">
              <w:rPr>
                <w:rFonts w:cs="Calibri"/>
              </w:rPr>
              <w:t>UC.016</w:t>
            </w:r>
          </w:p>
        </w:tc>
        <w:tc>
          <w:tcPr>
            <w:tcW w:w="3544" w:type="dxa"/>
            <w:tcBorders>
              <w:top w:val="single" w:sz="4" w:space="0" w:color="auto"/>
              <w:bottom w:val="single" w:sz="4" w:space="0" w:color="auto"/>
            </w:tcBorders>
          </w:tcPr>
          <w:p w14:paraId="4F9F0878" w14:textId="77777777" w:rsidR="00D91F51" w:rsidRPr="00556BB5" w:rsidRDefault="00D91F51" w:rsidP="008C793D">
            <w:pPr>
              <w:pStyle w:val="Tabletext"/>
              <w:rPr>
                <w:rFonts w:cs="Calibri"/>
              </w:rPr>
            </w:pPr>
          </w:p>
        </w:tc>
      </w:tr>
      <w:tr w:rsidR="0AF30B50" w:rsidRPr="003B5C15" w14:paraId="100B12BD" w14:textId="77777777" w:rsidTr="00556BB5">
        <w:trPr>
          <w:trHeight w:val="300"/>
        </w:trPr>
        <w:tc>
          <w:tcPr>
            <w:tcW w:w="4111" w:type="dxa"/>
            <w:tcBorders>
              <w:top w:val="single" w:sz="4" w:space="0" w:color="auto"/>
              <w:bottom w:val="single" w:sz="4" w:space="0" w:color="auto"/>
            </w:tcBorders>
          </w:tcPr>
          <w:p w14:paraId="6075221D" w14:textId="659B76FE" w:rsidR="4E9C9A62" w:rsidRPr="003B5C15" w:rsidRDefault="006F3745" w:rsidP="0AF30B50">
            <w:pPr>
              <w:pStyle w:val="Tabletext"/>
              <w:rPr>
                <w:rFonts w:eastAsia="Calibri" w:cs="Calibri"/>
                <w:szCs w:val="20"/>
              </w:rPr>
            </w:pPr>
            <w:sdt>
              <w:sdtPr>
                <w:rPr>
                  <w:rFonts w:eastAsia="MS Gothic" w:cs="Calibri"/>
                  <w:sz w:val="24"/>
                </w:rPr>
                <w:id w:val="1848852579"/>
                <w14:checkbox>
                  <w14:checked w14:val="0"/>
                  <w14:checkedState w14:val="2612" w14:font="MS Gothic"/>
                  <w14:uncheckedState w14:val="2610" w14:font="MS Gothic"/>
                </w14:checkbox>
              </w:sdtPr>
              <w:sdtEndPr/>
              <w:sdtContent>
                <w:r w:rsidR="4E9C9A62" w:rsidRPr="00556BB5">
                  <w:rPr>
                    <w:rFonts w:ascii="Segoe UI Symbol" w:eastAsia="MS Gothic" w:hAnsi="Segoe UI Symbol" w:cs="Segoe UI Symbol"/>
                    <w:sz w:val="24"/>
                  </w:rPr>
                  <w:t>☐</w:t>
                </w:r>
              </w:sdtContent>
            </w:sdt>
            <w:r w:rsidR="2DB7CBEC" w:rsidRPr="003B5C15">
              <w:rPr>
                <w:rFonts w:eastAsia="Calibri" w:cs="Calibri"/>
                <w:szCs w:val="20"/>
              </w:rPr>
              <w:t>24045-prohibit IHI validation using mobile</w:t>
            </w:r>
            <w:r w:rsidR="2FEEA002" w:rsidRPr="003B5C15">
              <w:rPr>
                <w:rFonts w:eastAsia="Calibri" w:cs="Calibri"/>
                <w:szCs w:val="20"/>
              </w:rPr>
              <w:t xml:space="preserve">          </w:t>
            </w:r>
            <w:r w:rsidR="2DB7CBEC" w:rsidRPr="003B5C15">
              <w:rPr>
                <w:rFonts w:eastAsia="Calibri" w:cs="Calibri"/>
                <w:szCs w:val="20"/>
              </w:rPr>
              <w:t xml:space="preserve"> number and </w:t>
            </w:r>
            <w:r w:rsidR="253F6E20" w:rsidRPr="003B5C15">
              <w:rPr>
                <w:rFonts w:eastAsia="Calibri" w:cs="Calibri"/>
                <w:szCs w:val="20"/>
              </w:rPr>
              <w:t>email address</w:t>
            </w:r>
          </w:p>
        </w:tc>
        <w:tc>
          <w:tcPr>
            <w:tcW w:w="2126" w:type="dxa"/>
            <w:tcBorders>
              <w:top w:val="single" w:sz="4" w:space="0" w:color="auto"/>
              <w:bottom w:val="single" w:sz="4" w:space="0" w:color="auto"/>
            </w:tcBorders>
          </w:tcPr>
          <w:p w14:paraId="64811AEF" w14:textId="015A3943" w:rsidR="0738237B" w:rsidRPr="00556BB5" w:rsidRDefault="0738237B" w:rsidP="003A7DB5">
            <w:pPr>
              <w:pStyle w:val="Tabletext"/>
              <w:rPr>
                <w:rFonts w:cs="Calibri"/>
              </w:rPr>
            </w:pPr>
            <w:r w:rsidRPr="00556BB5">
              <w:rPr>
                <w:rFonts w:cs="Calibri"/>
              </w:rPr>
              <w:t>UC.015</w:t>
            </w:r>
            <w:r w:rsidR="59CAE452" w:rsidRPr="00556BB5">
              <w:rPr>
                <w:rFonts w:cs="Calibri"/>
              </w:rPr>
              <w:t>-Part A</w:t>
            </w:r>
          </w:p>
          <w:p w14:paraId="10D66CD2" w14:textId="70C537E5" w:rsidR="0738237B" w:rsidRPr="00556BB5" w:rsidRDefault="0738237B" w:rsidP="0AF30B50">
            <w:pPr>
              <w:pStyle w:val="Tabletext"/>
              <w:rPr>
                <w:rFonts w:cs="Calibri"/>
              </w:rPr>
            </w:pPr>
            <w:r w:rsidRPr="00556BB5">
              <w:rPr>
                <w:rFonts w:cs="Calibri"/>
              </w:rPr>
              <w:t>UC.016</w:t>
            </w:r>
          </w:p>
          <w:p w14:paraId="7BAC424F" w14:textId="3902056F" w:rsidR="0738237B" w:rsidRPr="00556BB5" w:rsidRDefault="0738237B" w:rsidP="0AF30B50">
            <w:pPr>
              <w:pStyle w:val="Tabletext"/>
              <w:rPr>
                <w:rFonts w:cs="Calibri"/>
              </w:rPr>
            </w:pPr>
            <w:r w:rsidRPr="00556BB5">
              <w:rPr>
                <w:rFonts w:cs="Calibri"/>
              </w:rPr>
              <w:t>UC.025</w:t>
            </w:r>
            <w:r w:rsidR="45B345BE" w:rsidRPr="00556BB5">
              <w:rPr>
                <w:rFonts w:cs="Calibri"/>
              </w:rPr>
              <w:t>-Part A</w:t>
            </w:r>
          </w:p>
          <w:p w14:paraId="77E6A9F1" w14:textId="3BF7A539" w:rsidR="0738237B" w:rsidRPr="00556BB5" w:rsidRDefault="0738237B" w:rsidP="0AF30B50">
            <w:pPr>
              <w:pStyle w:val="Tabletext"/>
              <w:rPr>
                <w:rFonts w:cs="Calibri"/>
              </w:rPr>
            </w:pPr>
            <w:r w:rsidRPr="00556BB5">
              <w:rPr>
                <w:rFonts w:cs="Calibri"/>
              </w:rPr>
              <w:t>UC.035</w:t>
            </w:r>
          </w:p>
        </w:tc>
        <w:tc>
          <w:tcPr>
            <w:tcW w:w="3544" w:type="dxa"/>
            <w:tcBorders>
              <w:top w:val="single" w:sz="4" w:space="0" w:color="auto"/>
              <w:bottom w:val="single" w:sz="4" w:space="0" w:color="auto"/>
            </w:tcBorders>
          </w:tcPr>
          <w:p w14:paraId="34398114" w14:textId="365A73C4" w:rsidR="0AF30B50" w:rsidRPr="00556BB5" w:rsidRDefault="0AF30B50" w:rsidP="003A7DB5">
            <w:pPr>
              <w:pStyle w:val="Tabletext"/>
              <w:rPr>
                <w:rFonts w:cs="Calibri"/>
              </w:rPr>
            </w:pPr>
          </w:p>
        </w:tc>
      </w:tr>
    </w:tbl>
    <w:p w14:paraId="22676232" w14:textId="77777777" w:rsidR="00E93030" w:rsidRPr="003B5C15" w:rsidRDefault="00E93030" w:rsidP="00C0624E">
      <w:pPr>
        <w:spacing w:after="0"/>
        <w:rPr>
          <w:rFonts w:eastAsia="Times New Roman" w:cs="Calibri"/>
          <w:b/>
          <w:kern w:val="32"/>
          <w:lang w:eastAsia="en-AU"/>
        </w:rPr>
      </w:pPr>
    </w:p>
    <w:p w14:paraId="3B9E8EB8" w14:textId="77777777" w:rsidR="00377475" w:rsidRPr="003B5C15" w:rsidRDefault="00377475">
      <w:pPr>
        <w:spacing w:after="0"/>
        <w:rPr>
          <w:rFonts w:eastAsia="Times New Roman" w:cs="Calibri"/>
          <w:lang w:eastAsia="en-AU"/>
        </w:rPr>
      </w:pPr>
      <w:r w:rsidRPr="003B5C15">
        <w:rPr>
          <w:rFonts w:cs="Calibri"/>
        </w:rPr>
        <w:br w:type="page"/>
      </w:r>
    </w:p>
    <w:p w14:paraId="3B34B4CF" w14:textId="7D7420C4" w:rsidR="00291FEF" w:rsidRPr="00556BB5" w:rsidRDefault="00291FEF" w:rsidP="00A2455A">
      <w:pPr>
        <w:pStyle w:val="Heading3"/>
        <w:ind w:left="851"/>
        <w:rPr>
          <w:rFonts w:cs="Calibri"/>
        </w:rPr>
      </w:pPr>
      <w:bookmarkStart w:id="69" w:name="_Ref66268790"/>
      <w:bookmarkStart w:id="70" w:name="_Ref67037978"/>
      <w:bookmarkStart w:id="71" w:name="_Ref67037992"/>
      <w:bookmarkStart w:id="72" w:name="_Ref67038036"/>
      <w:bookmarkStart w:id="73" w:name="_Ref67038046"/>
      <w:bookmarkStart w:id="74" w:name="_Toc75784474"/>
      <w:bookmarkStart w:id="75" w:name="_Toc170823781"/>
      <w:r w:rsidRPr="00556BB5">
        <w:rPr>
          <w:rFonts w:cs="Calibri"/>
        </w:rPr>
        <w:lastRenderedPageBreak/>
        <w:t xml:space="preserve">Conditional </w:t>
      </w:r>
      <w:r w:rsidR="00E73B2D" w:rsidRPr="00556BB5">
        <w:rPr>
          <w:rFonts w:cs="Calibri"/>
        </w:rPr>
        <w:t>requirements</w:t>
      </w:r>
      <w:bookmarkEnd w:id="69"/>
      <w:bookmarkEnd w:id="70"/>
      <w:bookmarkEnd w:id="71"/>
      <w:bookmarkEnd w:id="72"/>
      <w:bookmarkEnd w:id="73"/>
      <w:bookmarkEnd w:id="74"/>
      <w:bookmarkEnd w:id="75"/>
    </w:p>
    <w:p w14:paraId="13BC0251" w14:textId="099E85EB" w:rsidR="00B96A52" w:rsidRPr="003B5C15" w:rsidRDefault="00B96A52" w:rsidP="00377475">
      <w:pPr>
        <w:pStyle w:val="BodyText"/>
        <w:tabs>
          <w:tab w:val="num" w:pos="851"/>
        </w:tabs>
        <w:ind w:left="1"/>
        <w:rPr>
          <w:rFonts w:cs="Calibri"/>
          <w:i/>
          <w:iCs/>
          <w:szCs w:val="22"/>
        </w:rPr>
      </w:pPr>
      <w:r w:rsidRPr="003B5C15">
        <w:rPr>
          <w:rFonts w:cs="Calibri"/>
          <w:i/>
          <w:iCs/>
          <w:szCs w:val="22"/>
        </w:rPr>
        <w:t xml:space="preserve">This section is only applicable if the software system has met the condition of any of the below requirements. When the condition is met, the </w:t>
      </w:r>
      <w:r w:rsidR="00384DB8" w:rsidRPr="003B5C15">
        <w:rPr>
          <w:rFonts w:cs="Calibri"/>
          <w:i/>
          <w:iCs/>
          <w:szCs w:val="22"/>
        </w:rPr>
        <w:t xml:space="preserve">relevant conditional </w:t>
      </w:r>
      <w:r w:rsidRPr="003B5C15">
        <w:rPr>
          <w:rFonts w:cs="Calibri"/>
          <w:i/>
          <w:iCs/>
          <w:szCs w:val="22"/>
        </w:rPr>
        <w:t>requirement</w:t>
      </w:r>
      <w:r w:rsidR="00384DB8" w:rsidRPr="003B5C15">
        <w:rPr>
          <w:rFonts w:cs="Calibri"/>
          <w:i/>
          <w:iCs/>
          <w:szCs w:val="22"/>
        </w:rPr>
        <w:t>(s) are</w:t>
      </w:r>
      <w:r w:rsidRPr="003B5C15">
        <w:rPr>
          <w:rFonts w:cs="Calibri"/>
          <w:i/>
          <w:iCs/>
          <w:szCs w:val="22"/>
        </w:rPr>
        <w:t xml:space="preserve"> mandatory to the software system. </w:t>
      </w:r>
    </w:p>
    <w:p w14:paraId="4BDD97CD" w14:textId="3E38B88E" w:rsidR="00D02851" w:rsidRPr="003B5C15" w:rsidRDefault="00D02851" w:rsidP="00377475">
      <w:pPr>
        <w:tabs>
          <w:tab w:val="num" w:pos="851"/>
        </w:tabs>
        <w:ind w:left="1"/>
        <w:rPr>
          <w:rFonts w:cs="Calibri"/>
          <w:i/>
          <w:iCs/>
        </w:rPr>
      </w:pPr>
      <w:r w:rsidRPr="003B5C15">
        <w:rPr>
          <w:rFonts w:cs="Calibri"/>
          <w:b/>
          <w:bCs/>
          <w:i/>
          <w:iCs/>
        </w:rPr>
        <w:t>Note</w:t>
      </w:r>
      <w:r w:rsidRPr="003B5C15">
        <w:rPr>
          <w:rFonts w:cs="Calibri"/>
          <w:i/>
          <w:iCs/>
        </w:rPr>
        <w:t xml:space="preserve">: The HI Service webservices for unverified and provisional IHIs have not been used in the production environment and their utility is under review. Hence 8218 &amp; 8219 are applicable to all </w:t>
      </w:r>
      <w:r w:rsidR="003A0DFA" w:rsidRPr="003B5C15">
        <w:rPr>
          <w:rFonts w:cs="Calibri"/>
          <w:i/>
          <w:iCs/>
        </w:rPr>
        <w:t>softwar</w:t>
      </w:r>
      <w:r w:rsidR="00752F34" w:rsidRPr="003B5C15">
        <w:rPr>
          <w:rFonts w:cs="Calibri"/>
          <w:i/>
          <w:iCs/>
        </w:rPr>
        <w:t>e implementations</w:t>
      </w:r>
      <w:r w:rsidRPr="003B5C15">
        <w:rPr>
          <w:rFonts w:cs="Calibri"/>
          <w:i/>
          <w:iCs/>
        </w:rPr>
        <w:t>.</w:t>
      </w:r>
    </w:p>
    <w:p w14:paraId="1C76A131" w14:textId="03D1E4B9" w:rsidR="00180902" w:rsidRPr="003B5C15" w:rsidRDefault="00180902" w:rsidP="00A32E91">
      <w:pPr>
        <w:pStyle w:val="BodyText"/>
        <w:tabs>
          <w:tab w:val="left" w:pos="6240"/>
        </w:tabs>
        <w:ind w:left="0"/>
        <w:rPr>
          <w:rFonts w:cs="Calibri"/>
          <w:b/>
          <w:bCs/>
          <w:szCs w:val="22"/>
        </w:rPr>
      </w:pPr>
      <w:r w:rsidRPr="003B5C15">
        <w:rPr>
          <w:rFonts w:cs="Calibri"/>
          <w:b/>
          <w:bCs/>
          <w:szCs w:val="22"/>
        </w:rPr>
        <w:t xml:space="preserve">Step 1:  </w:t>
      </w:r>
      <w:r w:rsidRPr="003B5C15">
        <w:rPr>
          <w:rFonts w:cs="Calibri"/>
          <w:szCs w:val="22"/>
        </w:rPr>
        <w:t>Tick any condition(s) that apply to the software and then tick the corresponding requirement(s)</w:t>
      </w:r>
    </w:p>
    <w:p w14:paraId="0E129851" w14:textId="77777777" w:rsidR="00180902" w:rsidRPr="003B5C15" w:rsidRDefault="00180902" w:rsidP="00A32E91">
      <w:pPr>
        <w:pStyle w:val="BodyText"/>
        <w:tabs>
          <w:tab w:val="left" w:pos="6240"/>
        </w:tabs>
        <w:ind w:left="0"/>
        <w:rPr>
          <w:rFonts w:cs="Calibri"/>
          <w:b/>
          <w:bCs/>
          <w:szCs w:val="22"/>
        </w:rPr>
      </w:pPr>
      <w:r w:rsidRPr="003B5C15">
        <w:rPr>
          <w:rFonts w:cs="Calibri"/>
          <w:b/>
          <w:bCs/>
          <w:szCs w:val="22"/>
        </w:rPr>
        <w:t xml:space="preserve">Step 2:  </w:t>
      </w:r>
      <w:r w:rsidRPr="003B5C15">
        <w:rPr>
          <w:rFonts w:cs="Calibri"/>
          <w:szCs w:val="22"/>
        </w:rPr>
        <w:t>Refer to the related Conformance Test Specification worksheet for details of the test case.</w:t>
      </w:r>
    </w:p>
    <w:p w14:paraId="502C51A6" w14:textId="08B0DA40" w:rsidR="00C22B24" w:rsidRPr="003B5C15" w:rsidRDefault="00291FEF" w:rsidP="00A2455A">
      <w:pPr>
        <w:pStyle w:val="BodyText"/>
        <w:ind w:left="0"/>
        <w:rPr>
          <w:rFonts w:cs="Calibri"/>
          <w:szCs w:val="22"/>
        </w:rPr>
      </w:pPr>
      <w:r w:rsidRPr="003B5C15">
        <w:rPr>
          <w:rFonts w:cs="Calibri"/>
          <w:szCs w:val="22"/>
        </w:rPr>
        <w:t>The implementation supports the following conditions (tick all that apply):</w:t>
      </w:r>
      <w:r w:rsidR="00B96A52" w:rsidRPr="003B5C15">
        <w:rPr>
          <w:rFonts w:cs="Calibri"/>
          <w:szCs w:val="22"/>
        </w:rPr>
        <w:t xml:space="preserve"> </w:t>
      </w:r>
    </w:p>
    <w:tbl>
      <w:tblPr>
        <w:tblStyle w:val="TableADHAwide"/>
        <w:tblW w:w="9833" w:type="dxa"/>
        <w:tblInd w:w="-57" w:type="dxa"/>
        <w:tblLook w:val="01E0" w:firstRow="1" w:lastRow="1" w:firstColumn="1" w:lastColumn="1" w:noHBand="0" w:noVBand="0"/>
      </w:tblPr>
      <w:tblGrid>
        <w:gridCol w:w="2039"/>
        <w:gridCol w:w="3967"/>
        <w:gridCol w:w="2126"/>
        <w:gridCol w:w="1701"/>
      </w:tblGrid>
      <w:tr w:rsidR="002B404F" w:rsidRPr="003B5C15" w:rsidDel="004950DC" w14:paraId="0221ACAB" w14:textId="344A1ECD" w:rsidTr="00556BB5">
        <w:tc>
          <w:tcPr>
            <w:tcW w:w="2039" w:type="dxa"/>
            <w:tcBorders>
              <w:bottom w:val="single" w:sz="4" w:space="0" w:color="auto"/>
            </w:tcBorders>
          </w:tcPr>
          <w:p w14:paraId="23552DA8" w14:textId="332F98FA" w:rsidR="00F45293" w:rsidRPr="00556BB5" w:rsidRDefault="002B404F" w:rsidP="009E2184">
            <w:pPr>
              <w:pStyle w:val="Tabletext"/>
              <w:rPr>
                <w:rFonts w:cs="Calibri"/>
                <w:b/>
                <w:szCs w:val="20"/>
              </w:rPr>
            </w:pPr>
            <w:r w:rsidRPr="00556BB5">
              <w:rPr>
                <w:rFonts w:cs="Calibri"/>
                <w:b/>
                <w:szCs w:val="20"/>
              </w:rPr>
              <w:t>Condition</w:t>
            </w:r>
          </w:p>
        </w:tc>
        <w:tc>
          <w:tcPr>
            <w:tcW w:w="3967" w:type="dxa"/>
            <w:tcBorders>
              <w:bottom w:val="single" w:sz="4" w:space="0" w:color="auto"/>
            </w:tcBorders>
          </w:tcPr>
          <w:p w14:paraId="15C55CA7" w14:textId="2CD5B03F" w:rsidR="00F45293" w:rsidRPr="00556BB5" w:rsidRDefault="002B404F" w:rsidP="009E2184">
            <w:pPr>
              <w:pStyle w:val="Tabletext"/>
              <w:rPr>
                <w:rFonts w:cs="Calibri"/>
                <w:b/>
                <w:szCs w:val="20"/>
              </w:rPr>
            </w:pPr>
            <w:r w:rsidRPr="00556BB5">
              <w:rPr>
                <w:rFonts w:cs="Calibri"/>
                <w:b/>
                <w:szCs w:val="20"/>
              </w:rPr>
              <w:t>Related conditional requirement(s)</w:t>
            </w:r>
          </w:p>
        </w:tc>
        <w:tc>
          <w:tcPr>
            <w:tcW w:w="2126" w:type="dxa"/>
            <w:tcBorders>
              <w:bottom w:val="single" w:sz="4" w:space="0" w:color="auto"/>
            </w:tcBorders>
          </w:tcPr>
          <w:p w14:paraId="4F80253E" w14:textId="725D98EC" w:rsidR="00F45293" w:rsidRPr="00556BB5" w:rsidRDefault="002B404F" w:rsidP="009E2184">
            <w:pPr>
              <w:pStyle w:val="Tabletext"/>
              <w:rPr>
                <w:rFonts w:cs="Calibri"/>
                <w:b/>
                <w:szCs w:val="20"/>
              </w:rPr>
            </w:pPr>
            <w:r w:rsidRPr="00556BB5">
              <w:rPr>
                <w:rFonts w:cs="Calibri"/>
                <w:b/>
                <w:szCs w:val="20"/>
              </w:rPr>
              <w:t>Related Business use cases and  CTS worksheets</w:t>
            </w:r>
            <w:r w:rsidRPr="00556BB5" w:rsidDel="002B404F">
              <w:rPr>
                <w:rFonts w:cs="Calibri"/>
                <w:b/>
                <w:szCs w:val="20"/>
              </w:rPr>
              <w:t xml:space="preserve"> </w:t>
            </w:r>
          </w:p>
        </w:tc>
        <w:tc>
          <w:tcPr>
            <w:cnfStyle w:val="000000001000" w:firstRow="0" w:lastRow="0" w:firstColumn="0" w:lastColumn="0" w:oddVBand="0" w:evenVBand="0" w:oddHBand="0" w:evenHBand="0" w:firstRowFirstColumn="0" w:firstRowLastColumn="1" w:lastRowFirstColumn="0" w:lastRowLastColumn="0"/>
            <w:tcW w:w="1701" w:type="dxa"/>
            <w:tcBorders>
              <w:bottom w:val="single" w:sz="4" w:space="0" w:color="auto"/>
            </w:tcBorders>
          </w:tcPr>
          <w:p w14:paraId="1A8C68F4" w14:textId="5D9960A4" w:rsidR="00F45293" w:rsidRPr="00556BB5" w:rsidRDefault="002B404F" w:rsidP="009E2184">
            <w:pPr>
              <w:pStyle w:val="Tabletext"/>
              <w:rPr>
                <w:rFonts w:cs="Calibri"/>
                <w:b/>
                <w:szCs w:val="20"/>
              </w:rPr>
            </w:pPr>
            <w:r w:rsidRPr="00556BB5">
              <w:rPr>
                <w:rFonts w:cs="Calibri"/>
                <w:b/>
                <w:szCs w:val="20"/>
              </w:rPr>
              <w:t>Software Developer Comments</w:t>
            </w:r>
          </w:p>
        </w:tc>
      </w:tr>
      <w:tr w:rsidR="002B404F" w:rsidRPr="003B5C15" w:rsidDel="004950DC" w14:paraId="25DE5EA0" w14:textId="77777777" w:rsidTr="00556BB5">
        <w:tc>
          <w:tcPr>
            <w:tcW w:w="2039" w:type="dxa"/>
            <w:tcBorders>
              <w:top w:val="single" w:sz="4" w:space="0" w:color="auto"/>
              <w:bottom w:val="single" w:sz="4" w:space="0" w:color="auto"/>
            </w:tcBorders>
          </w:tcPr>
          <w:p w14:paraId="04C39B9C" w14:textId="3EC86825" w:rsidR="002B404F" w:rsidRDefault="006F3745" w:rsidP="002B404F">
            <w:pPr>
              <w:pStyle w:val="Tabletext"/>
              <w:rPr>
                <w:rFonts w:eastAsia="MS Gothic" w:cs="Calibri"/>
                <w:sz w:val="24"/>
              </w:rPr>
            </w:pPr>
            <w:sdt>
              <w:sdtPr>
                <w:rPr>
                  <w:rFonts w:eastAsia="MS Gothic" w:cs="Calibri"/>
                  <w:sz w:val="24"/>
                </w:rPr>
                <w:id w:val="1429927075"/>
                <w14:checkbox>
                  <w14:checked w14:val="0"/>
                  <w14:checkedState w14:val="2612" w14:font="MS Gothic"/>
                  <w14:uncheckedState w14:val="2610" w14:font="MS Gothic"/>
                </w14:checkbox>
              </w:sdtPr>
              <w:sdtEndPr/>
              <w:sdtContent>
                <w:r w:rsidR="002B404F" w:rsidRPr="005000E9">
                  <w:rPr>
                    <w:rFonts w:ascii="Segoe UI Symbol" w:eastAsia="MS Gothic" w:hAnsi="Segoe UI Symbol" w:cs="Segoe UI Symbol"/>
                    <w:sz w:val="24"/>
                  </w:rPr>
                  <w:t>☐</w:t>
                </w:r>
              </w:sdtContent>
            </w:sdt>
            <w:r w:rsidR="002B404F" w:rsidRPr="005000E9">
              <w:rPr>
                <w:rFonts w:cs="Calibri"/>
              </w:rPr>
              <w:t xml:space="preserve">  Non-support of provisional IHIs</w:t>
            </w:r>
          </w:p>
        </w:tc>
        <w:tc>
          <w:tcPr>
            <w:tcW w:w="3967" w:type="dxa"/>
            <w:tcBorders>
              <w:top w:val="single" w:sz="4" w:space="0" w:color="auto"/>
              <w:bottom w:val="single" w:sz="4" w:space="0" w:color="auto"/>
            </w:tcBorders>
          </w:tcPr>
          <w:p w14:paraId="5F35702F" w14:textId="29502AF6" w:rsidR="002B404F" w:rsidRDefault="006F3745" w:rsidP="002B404F">
            <w:pPr>
              <w:pStyle w:val="Tabletext"/>
              <w:rPr>
                <w:rFonts w:eastAsia="MS Gothic" w:cs="Calibri"/>
                <w:sz w:val="24"/>
              </w:rPr>
            </w:pPr>
            <w:sdt>
              <w:sdtPr>
                <w:rPr>
                  <w:rFonts w:eastAsia="MS Gothic" w:cs="Calibri"/>
                  <w:sz w:val="24"/>
                </w:rPr>
                <w:id w:val="-2052921875"/>
                <w14:checkbox>
                  <w14:checked w14:val="0"/>
                  <w14:checkedState w14:val="2612" w14:font="MS Gothic"/>
                  <w14:uncheckedState w14:val="2610" w14:font="MS Gothic"/>
                </w14:checkbox>
              </w:sdtPr>
              <w:sdtEndPr/>
              <w:sdtContent>
                <w:r w:rsidR="002B404F" w:rsidRPr="005000E9">
                  <w:rPr>
                    <w:rFonts w:ascii="Segoe UI Symbol" w:eastAsia="MS Gothic" w:hAnsi="Segoe UI Symbol" w:cs="Segoe UI Symbol"/>
                    <w:sz w:val="24"/>
                  </w:rPr>
                  <w:t>☐</w:t>
                </w:r>
              </w:sdtContent>
            </w:sdt>
            <w:r w:rsidR="002B404F" w:rsidRPr="005000E9">
              <w:rPr>
                <w:rFonts w:cs="Calibri"/>
              </w:rPr>
              <w:t xml:space="preserve">  8218 </w:t>
            </w:r>
            <w:r w:rsidR="002B404F" w:rsidRPr="005000E9">
              <w:rPr>
                <w:rFonts w:eastAsia="Symbol" w:cs="Calibri"/>
              </w:rPr>
              <w:t>-</w:t>
            </w:r>
            <w:r w:rsidR="002B404F" w:rsidRPr="005000E9">
              <w:rPr>
                <w:rFonts w:cs="Calibri"/>
              </w:rPr>
              <w:t xml:space="preserve"> Non-support for provisional IHIs</w:t>
            </w:r>
          </w:p>
        </w:tc>
        <w:tc>
          <w:tcPr>
            <w:tcW w:w="2126" w:type="dxa"/>
            <w:tcBorders>
              <w:top w:val="single" w:sz="4" w:space="0" w:color="auto"/>
              <w:bottom w:val="single" w:sz="4" w:space="0" w:color="auto"/>
            </w:tcBorders>
          </w:tcPr>
          <w:p w14:paraId="038CD8D7" w14:textId="77777777" w:rsidR="002B404F" w:rsidRPr="005000E9" w:rsidRDefault="002B404F" w:rsidP="002B404F">
            <w:pPr>
              <w:pStyle w:val="Tabletext"/>
              <w:rPr>
                <w:rFonts w:cs="Calibri"/>
              </w:rPr>
            </w:pPr>
            <w:r w:rsidRPr="005000E9">
              <w:rPr>
                <w:rFonts w:cs="Calibri"/>
              </w:rPr>
              <w:t>UC.010 – Part A</w:t>
            </w:r>
          </w:p>
          <w:p w14:paraId="4D676FCB" w14:textId="77777777" w:rsidR="002B404F" w:rsidRPr="005000E9" w:rsidRDefault="002B404F" w:rsidP="002B404F">
            <w:pPr>
              <w:pStyle w:val="Tabletext"/>
              <w:rPr>
                <w:rFonts w:cs="Calibri"/>
              </w:rPr>
            </w:pPr>
            <w:r w:rsidRPr="005000E9">
              <w:rPr>
                <w:rFonts w:cs="Calibri"/>
              </w:rPr>
              <w:t>UC.011</w:t>
            </w:r>
          </w:p>
          <w:p w14:paraId="1438A7B9" w14:textId="77777777" w:rsidR="002B404F" w:rsidRPr="005000E9" w:rsidRDefault="002B404F" w:rsidP="002B404F">
            <w:pPr>
              <w:pStyle w:val="Tabletext"/>
              <w:rPr>
                <w:rFonts w:cs="Calibri"/>
              </w:rPr>
            </w:pPr>
            <w:r w:rsidRPr="005000E9">
              <w:rPr>
                <w:rFonts w:cs="Calibri"/>
              </w:rPr>
              <w:t>UC.015 – Part A</w:t>
            </w:r>
          </w:p>
          <w:p w14:paraId="201DA3FA" w14:textId="5C872A0A" w:rsidR="002B404F" w:rsidRPr="002B404F" w:rsidRDefault="002B404F" w:rsidP="002B404F">
            <w:pPr>
              <w:pStyle w:val="Tabletext"/>
              <w:rPr>
                <w:rFonts w:cs="Calibri"/>
              </w:rPr>
            </w:pPr>
            <w:r w:rsidRPr="005000E9">
              <w:rPr>
                <w:rFonts w:cs="Calibri"/>
              </w:rPr>
              <w:t>UC.016</w:t>
            </w:r>
            <w:r w:rsidRPr="005000E9">
              <w:rPr>
                <w:rFonts w:cs="Calibri"/>
              </w:rPr>
              <w:br/>
              <w:t>UC.035</w:t>
            </w:r>
          </w:p>
        </w:tc>
        <w:tc>
          <w:tcPr>
            <w:tcW w:w="1701" w:type="dxa"/>
            <w:tcBorders>
              <w:top w:val="single" w:sz="4" w:space="0" w:color="auto"/>
              <w:bottom w:val="single" w:sz="4" w:space="0" w:color="auto"/>
            </w:tcBorders>
          </w:tcPr>
          <w:p w14:paraId="2C286CB0" w14:textId="77777777" w:rsidR="002B404F" w:rsidRPr="002B404F" w:rsidRDefault="002B404F" w:rsidP="002B404F">
            <w:pPr>
              <w:pStyle w:val="Tabletext"/>
              <w:rPr>
                <w:rFonts w:cs="Calibri"/>
              </w:rPr>
            </w:pPr>
          </w:p>
        </w:tc>
      </w:tr>
      <w:tr w:rsidR="002B404F" w:rsidRPr="003B5C15" w:rsidDel="004950DC" w14:paraId="15298CBD" w14:textId="5EBDDB98" w:rsidTr="00556BB5">
        <w:tc>
          <w:tcPr>
            <w:tcW w:w="2039" w:type="dxa"/>
            <w:tcBorders>
              <w:top w:val="single" w:sz="4" w:space="0" w:color="auto"/>
              <w:bottom w:val="single" w:sz="4" w:space="0" w:color="auto"/>
            </w:tcBorders>
          </w:tcPr>
          <w:p w14:paraId="5EAF9D11" w14:textId="02925177" w:rsidR="002B404F" w:rsidRPr="00556BB5" w:rsidRDefault="006F3745" w:rsidP="002B404F">
            <w:pPr>
              <w:pStyle w:val="Tabletext"/>
              <w:rPr>
                <w:rFonts w:cs="Calibri"/>
                <w:b/>
                <w:bCs/>
              </w:rPr>
            </w:pPr>
            <w:sdt>
              <w:sdtPr>
                <w:rPr>
                  <w:rFonts w:eastAsia="MS Gothic" w:cs="Calibri"/>
                  <w:sz w:val="24"/>
                </w:rPr>
                <w:id w:val="1854302975"/>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Non-support of unverified IHIs</w:t>
            </w:r>
          </w:p>
        </w:tc>
        <w:tc>
          <w:tcPr>
            <w:tcW w:w="3967" w:type="dxa"/>
            <w:tcBorders>
              <w:top w:val="single" w:sz="4" w:space="0" w:color="auto"/>
              <w:bottom w:val="single" w:sz="4" w:space="0" w:color="auto"/>
            </w:tcBorders>
          </w:tcPr>
          <w:p w14:paraId="12297610" w14:textId="13804AB4" w:rsidR="002B404F" w:rsidRPr="00556BB5" w:rsidRDefault="006F3745" w:rsidP="002B404F">
            <w:pPr>
              <w:pStyle w:val="Tabletext"/>
              <w:rPr>
                <w:rFonts w:cs="Calibri"/>
                <w:b/>
                <w:bCs/>
              </w:rPr>
            </w:pPr>
            <w:sdt>
              <w:sdtPr>
                <w:rPr>
                  <w:rFonts w:eastAsia="MS Gothic" w:cs="Calibri"/>
                  <w:sz w:val="24"/>
                </w:rPr>
                <w:id w:val="-2070416637"/>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8219 </w:t>
            </w:r>
            <w:r w:rsidR="002B404F" w:rsidRPr="00556BB5">
              <w:rPr>
                <w:rFonts w:eastAsia="Symbol" w:cs="Calibri"/>
              </w:rPr>
              <w:t>-</w:t>
            </w:r>
            <w:r w:rsidR="002B404F" w:rsidRPr="00556BB5">
              <w:rPr>
                <w:rFonts w:cs="Calibri"/>
              </w:rPr>
              <w:t xml:space="preserve"> Non-support for unverified IHIs</w:t>
            </w:r>
          </w:p>
        </w:tc>
        <w:tc>
          <w:tcPr>
            <w:tcW w:w="2126" w:type="dxa"/>
            <w:tcBorders>
              <w:top w:val="single" w:sz="4" w:space="0" w:color="auto"/>
              <w:bottom w:val="single" w:sz="4" w:space="0" w:color="auto"/>
            </w:tcBorders>
          </w:tcPr>
          <w:p w14:paraId="17F152FA" w14:textId="22B27851" w:rsidR="002B404F" w:rsidRPr="00556BB5" w:rsidRDefault="002B404F" w:rsidP="002B404F">
            <w:pPr>
              <w:pStyle w:val="Tabletext"/>
              <w:rPr>
                <w:rFonts w:cs="Calibri"/>
              </w:rPr>
            </w:pPr>
            <w:r w:rsidRPr="00556BB5">
              <w:rPr>
                <w:rFonts w:cs="Calibri"/>
              </w:rPr>
              <w:t>UC.010 – Part A</w:t>
            </w:r>
          </w:p>
          <w:p w14:paraId="0350069B" w14:textId="268AEFF3" w:rsidR="002B404F" w:rsidRPr="00556BB5" w:rsidRDefault="002B404F" w:rsidP="002B404F">
            <w:pPr>
              <w:pStyle w:val="Tabletext"/>
              <w:rPr>
                <w:rFonts w:cs="Calibri"/>
              </w:rPr>
            </w:pPr>
            <w:r w:rsidRPr="00556BB5">
              <w:rPr>
                <w:rFonts w:cs="Calibri"/>
              </w:rPr>
              <w:t>UC.011</w:t>
            </w:r>
          </w:p>
          <w:p w14:paraId="707A5BC4" w14:textId="36A869C9" w:rsidR="002B404F" w:rsidRPr="00556BB5" w:rsidRDefault="002B404F" w:rsidP="002B404F">
            <w:pPr>
              <w:pStyle w:val="Tabletext"/>
              <w:rPr>
                <w:rFonts w:cs="Calibri"/>
              </w:rPr>
            </w:pPr>
            <w:r w:rsidRPr="00556BB5">
              <w:rPr>
                <w:rFonts w:cs="Calibri"/>
              </w:rPr>
              <w:t>UC.015 – Part A</w:t>
            </w:r>
          </w:p>
          <w:p w14:paraId="398B3E50" w14:textId="72779E37" w:rsidR="002B404F" w:rsidRPr="00556BB5" w:rsidRDefault="002B404F" w:rsidP="002B404F">
            <w:pPr>
              <w:pStyle w:val="Tabletext"/>
              <w:rPr>
                <w:rFonts w:cs="Calibri"/>
              </w:rPr>
            </w:pPr>
            <w:r w:rsidRPr="00556BB5">
              <w:rPr>
                <w:rFonts w:cs="Calibri"/>
              </w:rPr>
              <w:t>UC.016</w:t>
            </w:r>
            <w:r w:rsidRPr="00556BB5">
              <w:rPr>
                <w:rFonts w:cs="Calibri"/>
              </w:rPr>
              <w:br/>
              <w:t>UC.025 – Part A</w:t>
            </w:r>
          </w:p>
          <w:p w14:paraId="5BA2F1F8" w14:textId="72E0EA59" w:rsidR="002B404F" w:rsidRPr="00556BB5" w:rsidRDefault="002B404F" w:rsidP="002B404F">
            <w:pPr>
              <w:pStyle w:val="Tabletext"/>
              <w:rPr>
                <w:rFonts w:cs="Calibri"/>
                <w:b/>
                <w:bCs/>
              </w:rPr>
            </w:pPr>
            <w:r w:rsidRPr="00556BB5">
              <w:rPr>
                <w:rFonts w:cs="Calibri"/>
              </w:rPr>
              <w:t>UC.035</w:t>
            </w:r>
          </w:p>
        </w:tc>
        <w:tc>
          <w:tcPr>
            <w:tcW w:w="1701" w:type="dxa"/>
            <w:tcBorders>
              <w:top w:val="single" w:sz="4" w:space="0" w:color="auto"/>
              <w:bottom w:val="single" w:sz="4" w:space="0" w:color="auto"/>
            </w:tcBorders>
          </w:tcPr>
          <w:p w14:paraId="349E415E" w14:textId="77777777" w:rsidR="002B404F" w:rsidRPr="00556BB5" w:rsidRDefault="002B404F" w:rsidP="002B404F">
            <w:pPr>
              <w:pStyle w:val="Tabletext"/>
              <w:rPr>
                <w:rFonts w:cs="Calibri"/>
              </w:rPr>
            </w:pPr>
          </w:p>
        </w:tc>
      </w:tr>
      <w:tr w:rsidR="002B404F" w:rsidRPr="003B5C15" w:rsidDel="004950DC" w14:paraId="406C02FF" w14:textId="3D0942BC" w:rsidTr="00556BB5">
        <w:tc>
          <w:tcPr>
            <w:tcW w:w="2039" w:type="dxa"/>
            <w:tcBorders>
              <w:top w:val="single" w:sz="4" w:space="0" w:color="auto"/>
              <w:bottom w:val="single" w:sz="4" w:space="0" w:color="auto"/>
            </w:tcBorders>
          </w:tcPr>
          <w:p w14:paraId="74F9957D" w14:textId="7B5CBEE4" w:rsidR="002B404F" w:rsidRPr="00556BB5" w:rsidRDefault="006F3745" w:rsidP="002B404F">
            <w:pPr>
              <w:pStyle w:val="Tabletext"/>
              <w:rPr>
                <w:rFonts w:cs="Calibri"/>
                <w:b/>
                <w:bCs/>
              </w:rPr>
            </w:pPr>
            <w:sdt>
              <w:sdtPr>
                <w:rPr>
                  <w:rFonts w:eastAsia="Calibri" w:cs="Calibri"/>
                  <w:szCs w:val="20"/>
                </w:rPr>
                <w:id w:val="-1251045187"/>
                <w14:checkbox>
                  <w14:checked w14:val="0"/>
                  <w14:checkedState w14:val="2612" w14:font="MS Gothic"/>
                  <w14:uncheckedState w14:val="2610" w14:font="MS Gothic"/>
                </w14:checkbox>
              </w:sdtPr>
              <w:sdtEndPr/>
              <w:sdtContent>
                <w:r w:rsidR="002B404F" w:rsidRPr="003B5C15">
                  <w:rPr>
                    <w:rFonts w:ascii="Segoe UI Symbol" w:eastAsia="MS Gothic" w:hAnsi="Segoe UI Symbol" w:cs="Segoe UI Symbol"/>
                    <w:sz w:val="24"/>
                  </w:rPr>
                  <w:t>☐</w:t>
                </w:r>
              </w:sdtContent>
            </w:sdt>
            <w:r w:rsidR="002B404F" w:rsidRPr="00556BB5">
              <w:rPr>
                <w:rFonts w:cs="Calibri"/>
              </w:rPr>
              <w:t xml:space="preserve">  Manual entry / swiping of Medicare cards</w:t>
            </w:r>
          </w:p>
        </w:tc>
        <w:tc>
          <w:tcPr>
            <w:tcW w:w="3967" w:type="dxa"/>
            <w:tcBorders>
              <w:top w:val="single" w:sz="4" w:space="0" w:color="auto"/>
              <w:bottom w:val="single" w:sz="4" w:space="0" w:color="auto"/>
            </w:tcBorders>
          </w:tcPr>
          <w:p w14:paraId="25E8DC8A" w14:textId="47D94D7B" w:rsidR="002B404F" w:rsidRPr="00556BB5" w:rsidRDefault="006F3745" w:rsidP="002B404F">
            <w:pPr>
              <w:pStyle w:val="Tabletext"/>
              <w:rPr>
                <w:rFonts w:cs="Calibri"/>
                <w:b/>
                <w:bCs/>
              </w:rPr>
            </w:pPr>
            <w:sdt>
              <w:sdtPr>
                <w:rPr>
                  <w:rFonts w:eastAsia="MS Gothic" w:cs="Calibri"/>
                  <w:sz w:val="24"/>
                </w:rPr>
                <w:id w:val="-533266089"/>
                <w14:checkbox>
                  <w14:checked w14:val="0"/>
                  <w14:checkedState w14:val="2612" w14:font="MS Gothic"/>
                  <w14:uncheckedState w14:val="2610" w14:font="MS Gothic"/>
                </w14:checkbox>
              </w:sdtPr>
              <w:sdtEndPr/>
              <w:sdtContent>
                <w:r w:rsidR="002B404F" w:rsidRPr="00D14FDB">
                  <w:rPr>
                    <w:rFonts w:ascii="Segoe UI Symbol" w:eastAsia="MS Gothic" w:hAnsi="Segoe UI Symbol" w:cs="Segoe UI Symbol"/>
                    <w:sz w:val="24"/>
                  </w:rPr>
                  <w:t>☐</w:t>
                </w:r>
              </w:sdtContent>
            </w:sdt>
            <w:r w:rsidR="002B404F" w:rsidRPr="00D14FDB">
              <w:rPr>
                <w:rFonts w:cs="Calibri"/>
              </w:rPr>
              <w:t xml:space="preserve">  5807 </w:t>
            </w:r>
            <w:r w:rsidR="002B404F" w:rsidRPr="00D14FDB">
              <w:rPr>
                <w:rFonts w:eastAsia="Symbol" w:cs="Calibri"/>
              </w:rPr>
              <w:t>-</w:t>
            </w:r>
            <w:r w:rsidR="002B404F" w:rsidRPr="00D14FDB">
              <w:rPr>
                <w:rFonts w:cs="Calibri"/>
              </w:rPr>
              <w:t xml:space="preserve"> Check digit validation of swiped Medicare cards or manually input Medicare card numbers</w:t>
            </w:r>
          </w:p>
        </w:tc>
        <w:tc>
          <w:tcPr>
            <w:tcW w:w="2126" w:type="dxa"/>
            <w:tcBorders>
              <w:top w:val="single" w:sz="4" w:space="0" w:color="auto"/>
              <w:bottom w:val="single" w:sz="4" w:space="0" w:color="auto"/>
            </w:tcBorders>
          </w:tcPr>
          <w:p w14:paraId="792C2C87" w14:textId="77777777" w:rsidR="002B404F" w:rsidRPr="00D14FDB" w:rsidRDefault="002B404F" w:rsidP="002B404F">
            <w:pPr>
              <w:pStyle w:val="Tabletext"/>
              <w:rPr>
                <w:rFonts w:cs="Calibri"/>
              </w:rPr>
            </w:pPr>
            <w:r w:rsidRPr="00D14FDB">
              <w:rPr>
                <w:rFonts w:cs="Calibri"/>
              </w:rPr>
              <w:t xml:space="preserve">UC.005 </w:t>
            </w:r>
          </w:p>
          <w:p w14:paraId="2EB5257D" w14:textId="77777777" w:rsidR="002B404F" w:rsidRPr="00D14FDB" w:rsidRDefault="002B404F" w:rsidP="002B404F">
            <w:pPr>
              <w:pStyle w:val="Tabletext"/>
              <w:rPr>
                <w:rFonts w:cs="Calibri"/>
              </w:rPr>
            </w:pPr>
            <w:r w:rsidRPr="00D14FDB">
              <w:rPr>
                <w:rFonts w:cs="Calibri"/>
              </w:rPr>
              <w:t xml:space="preserve">UC.010 – Part A </w:t>
            </w:r>
          </w:p>
          <w:p w14:paraId="766BFC5B" w14:textId="77777777" w:rsidR="002B404F" w:rsidRPr="00D14FDB" w:rsidRDefault="002B404F" w:rsidP="002B404F">
            <w:pPr>
              <w:pStyle w:val="Tabletext"/>
              <w:rPr>
                <w:rFonts w:cs="Calibri"/>
              </w:rPr>
            </w:pPr>
            <w:r w:rsidRPr="00D14FDB">
              <w:rPr>
                <w:rFonts w:cs="Calibri"/>
              </w:rPr>
              <w:t>UC.011</w:t>
            </w:r>
          </w:p>
          <w:p w14:paraId="27BD27FF" w14:textId="77777777" w:rsidR="002B404F" w:rsidRPr="00D14FDB" w:rsidRDefault="002B404F" w:rsidP="002B404F">
            <w:pPr>
              <w:pStyle w:val="Tabletext"/>
              <w:rPr>
                <w:rFonts w:cs="Calibri"/>
              </w:rPr>
            </w:pPr>
            <w:r w:rsidRPr="00D14FDB">
              <w:rPr>
                <w:rFonts w:cs="Calibri"/>
              </w:rPr>
              <w:t xml:space="preserve">UC.015 – Part A </w:t>
            </w:r>
          </w:p>
          <w:p w14:paraId="716164FC" w14:textId="2C7DA497" w:rsidR="002B404F" w:rsidRPr="00556BB5" w:rsidRDefault="002B404F" w:rsidP="002B404F">
            <w:pPr>
              <w:pStyle w:val="Tabletext"/>
              <w:rPr>
                <w:rFonts w:cs="Calibri"/>
              </w:rPr>
            </w:pPr>
            <w:r w:rsidRPr="00D14FDB">
              <w:rPr>
                <w:rFonts w:cs="Calibri"/>
              </w:rPr>
              <w:t>UC.016</w:t>
            </w:r>
          </w:p>
        </w:tc>
        <w:tc>
          <w:tcPr>
            <w:tcW w:w="1701" w:type="dxa"/>
            <w:tcBorders>
              <w:top w:val="single" w:sz="4" w:space="0" w:color="auto"/>
              <w:bottom w:val="single" w:sz="4" w:space="0" w:color="auto"/>
            </w:tcBorders>
          </w:tcPr>
          <w:p w14:paraId="2751EA2F" w14:textId="77777777" w:rsidR="002B404F" w:rsidRPr="00556BB5" w:rsidRDefault="002B404F" w:rsidP="002B404F">
            <w:pPr>
              <w:pStyle w:val="Tabletext"/>
              <w:rPr>
                <w:rFonts w:cs="Calibri"/>
              </w:rPr>
            </w:pPr>
          </w:p>
        </w:tc>
      </w:tr>
      <w:tr w:rsidR="002B404F" w:rsidRPr="009B3E40" w:rsidDel="004950DC" w14:paraId="768C8CD5" w14:textId="77777777" w:rsidTr="00556BB5">
        <w:tc>
          <w:tcPr>
            <w:tcW w:w="2039" w:type="dxa"/>
            <w:tcBorders>
              <w:top w:val="single" w:sz="4" w:space="0" w:color="auto"/>
            </w:tcBorders>
          </w:tcPr>
          <w:p w14:paraId="3889C323" w14:textId="244CD1F3" w:rsidR="002B404F" w:rsidRPr="003B5C15" w:rsidRDefault="006F3745" w:rsidP="002B404F">
            <w:pPr>
              <w:pStyle w:val="Tabletext"/>
              <w:rPr>
                <w:rFonts w:eastAsia="Calibri" w:cs="Calibri"/>
                <w:szCs w:val="20"/>
              </w:rPr>
            </w:pPr>
            <w:sdt>
              <w:sdtPr>
                <w:rPr>
                  <w:rFonts w:eastAsia="MS Gothic" w:cs="Calibri"/>
                  <w:sz w:val="24"/>
                </w:rPr>
                <w:id w:val="1271669879"/>
                <w14:checkbox>
                  <w14:checked w14:val="0"/>
                  <w14:checkedState w14:val="2612" w14:font="MS Gothic"/>
                  <w14:uncheckedState w14:val="2610" w14:font="MS Gothic"/>
                </w14:checkbox>
              </w:sdtPr>
              <w:sdtEndPr/>
              <w:sdtContent>
                <w:r w:rsidR="002B404F" w:rsidRPr="00D14FDB">
                  <w:rPr>
                    <w:rFonts w:ascii="Segoe UI Symbol" w:eastAsia="MS Gothic" w:hAnsi="Segoe UI Symbol" w:cs="Segoe UI Symbol"/>
                    <w:sz w:val="24"/>
                  </w:rPr>
                  <w:t>☐</w:t>
                </w:r>
              </w:sdtContent>
            </w:sdt>
            <w:r w:rsidR="002B404F" w:rsidRPr="00D14FDB">
              <w:rPr>
                <w:rFonts w:cs="Calibri"/>
              </w:rPr>
              <w:t xml:space="preserve">  Printing of verified IHIs</w:t>
            </w:r>
          </w:p>
        </w:tc>
        <w:tc>
          <w:tcPr>
            <w:tcW w:w="3967" w:type="dxa"/>
            <w:tcBorders>
              <w:top w:val="single" w:sz="4" w:space="0" w:color="auto"/>
              <w:bottom w:val="single" w:sz="4" w:space="0" w:color="auto"/>
            </w:tcBorders>
          </w:tcPr>
          <w:p w14:paraId="23C476CA" w14:textId="77777777" w:rsidR="002B404F" w:rsidRPr="00D14FDB" w:rsidRDefault="006F3745" w:rsidP="002B404F">
            <w:pPr>
              <w:pStyle w:val="Tabletext"/>
              <w:rPr>
                <w:rFonts w:cs="Calibri"/>
              </w:rPr>
            </w:pPr>
            <w:sdt>
              <w:sdtPr>
                <w:rPr>
                  <w:rFonts w:eastAsia="Calibri" w:cs="Calibri"/>
                  <w:sz w:val="24"/>
                </w:rPr>
                <w:id w:val="-1656449200"/>
                <w14:checkbox>
                  <w14:checked w14:val="0"/>
                  <w14:checkedState w14:val="2612" w14:font="MS Gothic"/>
                  <w14:uncheckedState w14:val="2610" w14:font="MS Gothic"/>
                </w14:checkbox>
              </w:sdtPr>
              <w:sdtEndPr/>
              <w:sdtContent>
                <w:r w:rsidR="002B404F" w:rsidRPr="003B5C15">
                  <w:rPr>
                    <w:rFonts w:ascii="Segoe UI Symbol" w:eastAsia="MS Gothic" w:hAnsi="Segoe UI Symbol" w:cs="Segoe UI Symbol"/>
                    <w:sz w:val="24"/>
                  </w:rPr>
                  <w:t>☐</w:t>
                </w:r>
              </w:sdtContent>
            </w:sdt>
            <w:r w:rsidR="002B404F" w:rsidRPr="00D14FDB">
              <w:rPr>
                <w:rFonts w:cs="Calibri"/>
              </w:rPr>
              <w:t xml:space="preserve">  5845 </w:t>
            </w:r>
            <w:r w:rsidR="002B404F" w:rsidRPr="00D14FDB">
              <w:rPr>
                <w:rFonts w:eastAsia="Symbol" w:cs="Calibri"/>
              </w:rPr>
              <w:t>-</w:t>
            </w:r>
            <w:r w:rsidR="002B404F" w:rsidRPr="00D14FDB">
              <w:rPr>
                <w:rFonts w:cs="Calibri"/>
              </w:rPr>
              <w:t xml:space="preserve"> Format for printing an IHI</w:t>
            </w:r>
          </w:p>
          <w:p w14:paraId="180FDC00" w14:textId="77777777" w:rsidR="002B404F" w:rsidRPr="00D14FDB" w:rsidRDefault="002B404F" w:rsidP="002B404F">
            <w:pPr>
              <w:pStyle w:val="Tabletext"/>
              <w:rPr>
                <w:rFonts w:eastAsia="MS Gothic" w:cs="Calibri"/>
                <w:sz w:val="24"/>
              </w:rPr>
            </w:pPr>
          </w:p>
        </w:tc>
        <w:tc>
          <w:tcPr>
            <w:tcW w:w="2126" w:type="dxa"/>
            <w:tcBorders>
              <w:top w:val="single" w:sz="4" w:space="0" w:color="auto"/>
              <w:bottom w:val="single" w:sz="4" w:space="0" w:color="auto"/>
            </w:tcBorders>
          </w:tcPr>
          <w:p w14:paraId="34C23796" w14:textId="77777777" w:rsidR="002B404F" w:rsidRPr="00D14FDB" w:rsidRDefault="002B404F" w:rsidP="002B404F">
            <w:pPr>
              <w:pStyle w:val="Tabletext"/>
              <w:rPr>
                <w:rFonts w:cs="Calibri"/>
              </w:rPr>
            </w:pPr>
            <w:r w:rsidRPr="00D14FDB">
              <w:rPr>
                <w:rFonts w:cs="Calibri"/>
              </w:rPr>
              <w:t xml:space="preserve">UC.010 – Part A </w:t>
            </w:r>
          </w:p>
          <w:p w14:paraId="19DB3C4D" w14:textId="77777777" w:rsidR="002B404F" w:rsidRPr="00D14FDB" w:rsidRDefault="002B404F" w:rsidP="002B404F">
            <w:pPr>
              <w:pStyle w:val="Tabletext"/>
              <w:rPr>
                <w:rFonts w:cs="Calibri"/>
              </w:rPr>
            </w:pPr>
            <w:r w:rsidRPr="00D14FDB">
              <w:rPr>
                <w:rFonts w:cs="Calibri"/>
              </w:rPr>
              <w:t>UC.011</w:t>
            </w:r>
          </w:p>
          <w:p w14:paraId="0AA52267" w14:textId="77777777" w:rsidR="002B404F" w:rsidRPr="00D14FDB" w:rsidRDefault="002B404F" w:rsidP="002B404F">
            <w:pPr>
              <w:pStyle w:val="Tabletext"/>
              <w:rPr>
                <w:rFonts w:cs="Calibri"/>
              </w:rPr>
            </w:pPr>
            <w:r w:rsidRPr="00D14FDB">
              <w:rPr>
                <w:rFonts w:cs="Calibri"/>
              </w:rPr>
              <w:t xml:space="preserve">UC.015 – Part A </w:t>
            </w:r>
          </w:p>
          <w:p w14:paraId="7C258761" w14:textId="77777777" w:rsidR="002B404F" w:rsidRPr="00D14FDB" w:rsidRDefault="002B404F" w:rsidP="002B404F">
            <w:pPr>
              <w:pStyle w:val="Tabletext"/>
              <w:rPr>
                <w:rFonts w:cs="Calibri"/>
              </w:rPr>
            </w:pPr>
            <w:r w:rsidRPr="00D14FDB">
              <w:rPr>
                <w:rFonts w:cs="Calibri"/>
              </w:rPr>
              <w:t>UC.016</w:t>
            </w:r>
          </w:p>
          <w:p w14:paraId="46C79CC2" w14:textId="77777777" w:rsidR="002B404F" w:rsidRPr="00D14FDB" w:rsidRDefault="002B404F" w:rsidP="002B404F">
            <w:pPr>
              <w:pStyle w:val="Tabletext"/>
              <w:rPr>
                <w:rFonts w:cs="Calibri"/>
              </w:rPr>
            </w:pPr>
            <w:r w:rsidRPr="00D14FDB">
              <w:rPr>
                <w:rFonts w:cs="Calibri"/>
              </w:rPr>
              <w:t>UC.035</w:t>
            </w:r>
          </w:p>
          <w:p w14:paraId="3377AE03" w14:textId="6C4A9A29" w:rsidR="002B404F" w:rsidRPr="00D14FDB" w:rsidRDefault="002B404F" w:rsidP="002B404F">
            <w:pPr>
              <w:pStyle w:val="Tabletext"/>
              <w:rPr>
                <w:rFonts w:cs="Calibri"/>
              </w:rPr>
            </w:pPr>
            <w:r w:rsidRPr="00D14FDB">
              <w:rPr>
                <w:rFonts w:cs="Calibri"/>
              </w:rPr>
              <w:t>UC.011</w:t>
            </w:r>
          </w:p>
        </w:tc>
        <w:tc>
          <w:tcPr>
            <w:tcW w:w="1701" w:type="dxa"/>
            <w:tcBorders>
              <w:top w:val="single" w:sz="4" w:space="0" w:color="auto"/>
              <w:bottom w:val="single" w:sz="4" w:space="0" w:color="auto"/>
            </w:tcBorders>
          </w:tcPr>
          <w:p w14:paraId="115B83E8" w14:textId="77777777" w:rsidR="002B404F" w:rsidRPr="009B3E40" w:rsidRDefault="002B404F" w:rsidP="002B404F">
            <w:pPr>
              <w:pStyle w:val="Tabletext"/>
              <w:rPr>
                <w:rFonts w:cs="Calibri"/>
              </w:rPr>
            </w:pPr>
          </w:p>
        </w:tc>
      </w:tr>
      <w:tr w:rsidR="002B404F" w:rsidRPr="009B3E40" w14:paraId="2984CEE2" w14:textId="77777777" w:rsidTr="00556BB5">
        <w:trPr>
          <w:trHeight w:val="817"/>
        </w:trPr>
        <w:tc>
          <w:tcPr>
            <w:tcW w:w="2039" w:type="dxa"/>
            <w:tcBorders>
              <w:bottom w:val="single" w:sz="4" w:space="0" w:color="auto"/>
            </w:tcBorders>
          </w:tcPr>
          <w:p w14:paraId="026706EA" w14:textId="6D718138" w:rsidR="002B404F" w:rsidRPr="00556BB5" w:rsidRDefault="002B404F" w:rsidP="002B404F">
            <w:pPr>
              <w:pStyle w:val="Tabletext"/>
              <w:rPr>
                <w:rFonts w:cs="Calibri"/>
              </w:rPr>
            </w:pPr>
          </w:p>
        </w:tc>
        <w:tc>
          <w:tcPr>
            <w:tcW w:w="3967" w:type="dxa"/>
            <w:tcBorders>
              <w:top w:val="single" w:sz="4" w:space="0" w:color="auto"/>
              <w:bottom w:val="single" w:sz="4" w:space="0" w:color="auto"/>
            </w:tcBorders>
          </w:tcPr>
          <w:p w14:paraId="4580E452" w14:textId="2990696A" w:rsidR="002B404F" w:rsidRPr="00556BB5" w:rsidRDefault="006F3745" w:rsidP="002B404F">
            <w:pPr>
              <w:pStyle w:val="Tabletext"/>
              <w:rPr>
                <w:rFonts w:eastAsia="MS Gothic" w:cs="Calibri"/>
                <w:sz w:val="24"/>
              </w:rPr>
            </w:pPr>
            <w:sdt>
              <w:sdtPr>
                <w:rPr>
                  <w:rFonts w:eastAsia="Calibri" w:cs="Calibri"/>
                  <w:sz w:val="24"/>
                </w:rPr>
                <w:id w:val="-376469920"/>
                <w14:checkbox>
                  <w14:checked w14:val="0"/>
                  <w14:checkedState w14:val="2612" w14:font="MS Gothic"/>
                  <w14:uncheckedState w14:val="2610" w14:font="MS Gothic"/>
                </w14:checkbox>
              </w:sdtPr>
              <w:sdtEndPr/>
              <w:sdtContent>
                <w:r w:rsidR="002B404F">
                  <w:rPr>
                    <w:rFonts w:ascii="MS Gothic" w:eastAsia="MS Gothic" w:hAnsi="MS Gothic" w:cs="Calibri" w:hint="eastAsia"/>
                    <w:sz w:val="24"/>
                  </w:rPr>
                  <w:t>☐</w:t>
                </w:r>
              </w:sdtContent>
            </w:sdt>
            <w:r w:rsidR="002B404F" w:rsidRPr="00556BB5">
              <w:rPr>
                <w:rFonts w:cs="Calibri"/>
              </w:rPr>
              <w:t xml:space="preserve">  021562</w:t>
            </w:r>
            <w:r w:rsidR="002B404F" w:rsidRPr="00556BB5">
              <w:rPr>
                <w:rFonts w:eastAsia="Symbol" w:cs="Calibri"/>
              </w:rPr>
              <w:t>-</w:t>
            </w:r>
            <w:r w:rsidR="002B404F" w:rsidRPr="00556BB5">
              <w:rPr>
                <w:rFonts w:cs="Calibri"/>
              </w:rPr>
              <w:t xml:space="preserve"> Printing of verified IHIs for newborns</w:t>
            </w:r>
          </w:p>
        </w:tc>
        <w:tc>
          <w:tcPr>
            <w:tcW w:w="2126" w:type="dxa"/>
            <w:tcBorders>
              <w:top w:val="single" w:sz="4" w:space="0" w:color="auto"/>
              <w:bottom w:val="single" w:sz="4" w:space="0" w:color="auto"/>
            </w:tcBorders>
          </w:tcPr>
          <w:p w14:paraId="7CC40929" w14:textId="2E1C696F" w:rsidR="002B404F" w:rsidRPr="00556BB5" w:rsidRDefault="002B404F" w:rsidP="002B404F">
            <w:pPr>
              <w:pStyle w:val="Tabletext"/>
              <w:rPr>
                <w:rFonts w:cs="Calibri"/>
              </w:rPr>
            </w:pPr>
            <w:r w:rsidRPr="00556BB5">
              <w:rPr>
                <w:rFonts w:cs="Calibri"/>
              </w:rPr>
              <w:t>UC.011</w:t>
            </w:r>
          </w:p>
        </w:tc>
        <w:tc>
          <w:tcPr>
            <w:tcW w:w="1701" w:type="dxa"/>
            <w:tcBorders>
              <w:top w:val="single" w:sz="4" w:space="0" w:color="auto"/>
              <w:bottom w:val="single" w:sz="4" w:space="0" w:color="auto"/>
            </w:tcBorders>
          </w:tcPr>
          <w:p w14:paraId="7E8AA729" w14:textId="77777777" w:rsidR="002B404F" w:rsidRPr="00556BB5" w:rsidRDefault="002B404F" w:rsidP="002B404F">
            <w:pPr>
              <w:pStyle w:val="Tabletext"/>
              <w:rPr>
                <w:rFonts w:cs="Calibri"/>
              </w:rPr>
            </w:pPr>
          </w:p>
        </w:tc>
      </w:tr>
      <w:tr w:rsidR="002B404F" w:rsidRPr="009B3E40" w14:paraId="2DB95019" w14:textId="77777777" w:rsidTr="00556BB5">
        <w:trPr>
          <w:trHeight w:val="1050"/>
        </w:trPr>
        <w:tc>
          <w:tcPr>
            <w:tcW w:w="2039" w:type="dxa"/>
            <w:tcBorders>
              <w:top w:val="single" w:sz="4" w:space="0" w:color="auto"/>
              <w:bottom w:val="single" w:sz="4" w:space="0" w:color="auto"/>
            </w:tcBorders>
          </w:tcPr>
          <w:p w14:paraId="0284D0F7" w14:textId="3C16A502" w:rsidR="002B404F" w:rsidRPr="00556BB5" w:rsidRDefault="006F3745" w:rsidP="002B404F">
            <w:pPr>
              <w:pStyle w:val="Tabletext"/>
              <w:rPr>
                <w:rFonts w:eastAsia="MS Gothic" w:cs="Calibri"/>
                <w:sz w:val="24"/>
              </w:rPr>
            </w:pPr>
            <w:sdt>
              <w:sdtPr>
                <w:rPr>
                  <w:rFonts w:eastAsia="MS Gothic" w:cs="Calibri"/>
                  <w:sz w:val="24"/>
                </w:rPr>
                <w:id w:val="591290906"/>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Recording of newborns not yet named.</w:t>
            </w:r>
          </w:p>
        </w:tc>
        <w:tc>
          <w:tcPr>
            <w:tcW w:w="3967" w:type="dxa"/>
            <w:tcBorders>
              <w:top w:val="single" w:sz="4" w:space="0" w:color="auto"/>
              <w:bottom w:val="single" w:sz="4" w:space="0" w:color="auto"/>
            </w:tcBorders>
          </w:tcPr>
          <w:p w14:paraId="05B18454" w14:textId="77777777" w:rsidR="002B404F" w:rsidRPr="003B5C15" w:rsidRDefault="006F3745" w:rsidP="002B404F">
            <w:pPr>
              <w:pStyle w:val="Tabletext"/>
              <w:rPr>
                <w:rFonts w:eastAsia="Calibri" w:cs="Calibri"/>
                <w:szCs w:val="20"/>
              </w:rPr>
            </w:pPr>
            <w:sdt>
              <w:sdtPr>
                <w:rPr>
                  <w:rFonts w:eastAsia="Calibri" w:cs="Calibri"/>
                  <w:szCs w:val="20"/>
                </w:rPr>
                <w:id w:val="1164745068"/>
                <w14:checkbox>
                  <w14:checked w14:val="0"/>
                  <w14:checkedState w14:val="2612" w14:font="MS Gothic"/>
                  <w14:uncheckedState w14:val="2610" w14:font="MS Gothic"/>
                </w14:checkbox>
              </w:sdtPr>
              <w:sdtEndPr/>
              <w:sdtContent>
                <w:r w:rsidR="002B404F" w:rsidRPr="003B5C15">
                  <w:rPr>
                    <w:rFonts w:ascii="Segoe UI Symbol" w:eastAsia="MS Gothic" w:hAnsi="Segoe UI Symbol" w:cs="Segoe UI Symbol"/>
                    <w:sz w:val="24"/>
                  </w:rPr>
                  <w:t>☐</w:t>
                </w:r>
              </w:sdtContent>
            </w:sdt>
            <w:r w:rsidR="002B404F" w:rsidRPr="003B5C15">
              <w:rPr>
                <w:rFonts w:eastAsia="Calibri" w:cs="Calibri"/>
                <w:szCs w:val="20"/>
              </w:rPr>
              <w:t xml:space="preserve">024562-Recording of </w:t>
            </w:r>
          </w:p>
          <w:p w14:paraId="3C513B71" w14:textId="2CB06222" w:rsidR="002B404F" w:rsidRPr="003B5C15" w:rsidRDefault="002B404F" w:rsidP="002B404F">
            <w:pPr>
              <w:pStyle w:val="Tabletext"/>
              <w:rPr>
                <w:rFonts w:eastAsia="Calibri" w:cs="Calibri"/>
                <w:sz w:val="24"/>
              </w:rPr>
            </w:pPr>
            <w:r w:rsidRPr="003B5C15">
              <w:rPr>
                <w:rFonts w:eastAsia="Calibri" w:cs="Calibri"/>
                <w:szCs w:val="20"/>
              </w:rPr>
              <w:t xml:space="preserve">newborns not yet named              </w:t>
            </w:r>
          </w:p>
        </w:tc>
        <w:tc>
          <w:tcPr>
            <w:tcW w:w="2126" w:type="dxa"/>
            <w:tcBorders>
              <w:top w:val="single" w:sz="4" w:space="0" w:color="auto"/>
              <w:bottom w:val="single" w:sz="4" w:space="0" w:color="auto"/>
            </w:tcBorders>
          </w:tcPr>
          <w:p w14:paraId="1362423C" w14:textId="266F10E6" w:rsidR="002B404F" w:rsidRPr="00556BB5" w:rsidRDefault="002B404F" w:rsidP="002B404F">
            <w:pPr>
              <w:pStyle w:val="Tabletext"/>
              <w:rPr>
                <w:rFonts w:cs="Calibri"/>
              </w:rPr>
            </w:pPr>
            <w:r w:rsidRPr="00556BB5">
              <w:rPr>
                <w:rFonts w:cs="Calibri"/>
              </w:rPr>
              <w:t>UC.011</w:t>
            </w:r>
          </w:p>
        </w:tc>
        <w:tc>
          <w:tcPr>
            <w:tcW w:w="1701" w:type="dxa"/>
            <w:tcBorders>
              <w:top w:val="single" w:sz="4" w:space="0" w:color="auto"/>
              <w:left w:val="nil"/>
              <w:bottom w:val="single" w:sz="4" w:space="0" w:color="auto"/>
            </w:tcBorders>
          </w:tcPr>
          <w:p w14:paraId="3B93BCA8" w14:textId="77777777" w:rsidR="002B404F" w:rsidRPr="00556BB5" w:rsidRDefault="002B404F" w:rsidP="002B404F">
            <w:pPr>
              <w:pStyle w:val="Tabletext"/>
              <w:rPr>
                <w:rFonts w:cs="Calibri"/>
              </w:rPr>
            </w:pPr>
          </w:p>
        </w:tc>
      </w:tr>
      <w:tr w:rsidR="002B404F" w:rsidRPr="003B5C15" w14:paraId="394BAB3F" w14:textId="77777777" w:rsidTr="00556BB5">
        <w:trPr>
          <w:trHeight w:val="1959"/>
        </w:trPr>
        <w:tc>
          <w:tcPr>
            <w:tcW w:w="2039" w:type="dxa"/>
            <w:tcBorders>
              <w:top w:val="single" w:sz="4" w:space="0" w:color="auto"/>
              <w:bottom w:val="single" w:sz="4" w:space="0" w:color="auto"/>
            </w:tcBorders>
          </w:tcPr>
          <w:p w14:paraId="501F8810" w14:textId="0847E261" w:rsidR="002B404F" w:rsidRPr="00556BB5" w:rsidRDefault="006F3745" w:rsidP="002B404F">
            <w:pPr>
              <w:pStyle w:val="Tabletext"/>
              <w:rPr>
                <w:rFonts w:eastAsia="MS Gothic" w:cs="Calibri"/>
                <w:sz w:val="24"/>
              </w:rPr>
            </w:pPr>
            <w:sdt>
              <w:sdtPr>
                <w:rPr>
                  <w:rFonts w:eastAsia="MS Gothic" w:cs="Calibri"/>
                  <w:sz w:val="24"/>
                </w:rPr>
                <w:id w:val="374358026"/>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Manual entry of a patient demographic record</w:t>
            </w:r>
          </w:p>
        </w:tc>
        <w:tc>
          <w:tcPr>
            <w:tcW w:w="3967" w:type="dxa"/>
            <w:tcBorders>
              <w:top w:val="single" w:sz="4" w:space="0" w:color="auto"/>
              <w:bottom w:val="single" w:sz="4" w:space="0" w:color="auto"/>
            </w:tcBorders>
          </w:tcPr>
          <w:p w14:paraId="64B39C56" w14:textId="2E0A7A0E" w:rsidR="002B404F" w:rsidRPr="003B5C15" w:rsidRDefault="002B404F" w:rsidP="002B404F">
            <w:pPr>
              <w:pStyle w:val="Tabletext"/>
              <w:rPr>
                <w:rFonts w:eastAsia="Calibri" w:cs="Calibri"/>
                <w:szCs w:val="20"/>
              </w:rPr>
            </w:pPr>
            <w:r w:rsidRPr="003B5C15">
              <w:rPr>
                <w:rFonts w:eastAsia="Calibri" w:cs="Calibri"/>
              </w:rPr>
              <w:t>5802-Manual entry of an IHI</w:t>
            </w:r>
          </w:p>
        </w:tc>
        <w:tc>
          <w:tcPr>
            <w:tcW w:w="2126" w:type="dxa"/>
            <w:tcBorders>
              <w:top w:val="single" w:sz="4" w:space="0" w:color="auto"/>
              <w:bottom w:val="single" w:sz="4" w:space="0" w:color="auto"/>
            </w:tcBorders>
          </w:tcPr>
          <w:p w14:paraId="62F94659" w14:textId="77777777" w:rsidR="002B404F" w:rsidRPr="00556BB5" w:rsidRDefault="002B404F" w:rsidP="002B404F">
            <w:pPr>
              <w:pStyle w:val="Tabletext"/>
              <w:rPr>
                <w:rFonts w:cs="Calibri"/>
              </w:rPr>
            </w:pPr>
            <w:r w:rsidRPr="00556BB5">
              <w:rPr>
                <w:rFonts w:cs="Calibri"/>
              </w:rPr>
              <w:t>UC.005</w:t>
            </w:r>
          </w:p>
          <w:p w14:paraId="100CA751" w14:textId="77777777" w:rsidR="002B404F" w:rsidRPr="00556BB5" w:rsidRDefault="002B404F" w:rsidP="002B404F">
            <w:pPr>
              <w:pStyle w:val="Tabletext"/>
              <w:rPr>
                <w:rFonts w:cs="Calibri"/>
              </w:rPr>
            </w:pPr>
            <w:r w:rsidRPr="00556BB5">
              <w:rPr>
                <w:rFonts w:cs="Calibri"/>
              </w:rPr>
              <w:t>UC.010-Part A</w:t>
            </w:r>
          </w:p>
          <w:p w14:paraId="507B7FE1" w14:textId="77777777" w:rsidR="002B404F" w:rsidRPr="00556BB5" w:rsidRDefault="002B404F" w:rsidP="002B404F">
            <w:pPr>
              <w:pStyle w:val="Tabletext"/>
              <w:rPr>
                <w:rFonts w:cs="Calibri"/>
              </w:rPr>
            </w:pPr>
            <w:r w:rsidRPr="00556BB5">
              <w:rPr>
                <w:rFonts w:cs="Calibri"/>
              </w:rPr>
              <w:t>UC.011</w:t>
            </w:r>
          </w:p>
          <w:p w14:paraId="2CE5B015" w14:textId="77777777" w:rsidR="002B404F" w:rsidRPr="00556BB5" w:rsidRDefault="002B404F" w:rsidP="002B404F">
            <w:pPr>
              <w:pStyle w:val="Tabletext"/>
              <w:rPr>
                <w:rFonts w:cs="Calibri"/>
              </w:rPr>
            </w:pPr>
            <w:r w:rsidRPr="00556BB5">
              <w:rPr>
                <w:rFonts w:cs="Calibri"/>
              </w:rPr>
              <w:t>UC.015-Part A</w:t>
            </w:r>
          </w:p>
          <w:p w14:paraId="02A0EB33" w14:textId="77777777" w:rsidR="002B404F" w:rsidRPr="00556BB5" w:rsidRDefault="002B404F" w:rsidP="002B404F">
            <w:pPr>
              <w:pStyle w:val="Tabletext"/>
              <w:rPr>
                <w:rFonts w:cs="Calibri"/>
              </w:rPr>
            </w:pPr>
            <w:r w:rsidRPr="00556BB5">
              <w:rPr>
                <w:rFonts w:cs="Calibri"/>
              </w:rPr>
              <w:t>UC.016</w:t>
            </w:r>
          </w:p>
          <w:p w14:paraId="598176DE" w14:textId="726BC7A2" w:rsidR="002B404F" w:rsidRPr="00556BB5" w:rsidRDefault="002B404F" w:rsidP="002B404F">
            <w:pPr>
              <w:pStyle w:val="Tabletext"/>
              <w:rPr>
                <w:rFonts w:cs="Calibri"/>
              </w:rPr>
            </w:pPr>
            <w:r w:rsidRPr="00556BB5">
              <w:rPr>
                <w:rFonts w:cs="Calibri"/>
              </w:rPr>
              <w:t>UC.035</w:t>
            </w:r>
          </w:p>
        </w:tc>
        <w:tc>
          <w:tcPr>
            <w:tcW w:w="1701" w:type="dxa"/>
            <w:tcBorders>
              <w:top w:val="single" w:sz="4" w:space="0" w:color="auto"/>
              <w:bottom w:val="single" w:sz="4" w:space="0" w:color="auto"/>
            </w:tcBorders>
          </w:tcPr>
          <w:p w14:paraId="56BA0481" w14:textId="77777777" w:rsidR="002B404F" w:rsidRPr="00556BB5" w:rsidRDefault="002B404F" w:rsidP="002B404F">
            <w:pPr>
              <w:pStyle w:val="Tabletext"/>
              <w:rPr>
                <w:rFonts w:cs="Calibri"/>
              </w:rPr>
            </w:pPr>
          </w:p>
        </w:tc>
      </w:tr>
      <w:tr w:rsidR="002B404F" w:rsidRPr="003B5C15" w14:paraId="28FC2519" w14:textId="0D482948" w:rsidTr="00556BB5">
        <w:tc>
          <w:tcPr>
            <w:tcW w:w="2039" w:type="dxa"/>
            <w:vMerge w:val="restart"/>
            <w:tcBorders>
              <w:top w:val="single" w:sz="4" w:space="0" w:color="auto"/>
              <w:bottom w:val="single" w:sz="4" w:space="0" w:color="auto"/>
            </w:tcBorders>
          </w:tcPr>
          <w:p w14:paraId="198C260F" w14:textId="2A06D43B" w:rsidR="002B404F" w:rsidRPr="00556BB5" w:rsidRDefault="006F3745" w:rsidP="002B404F">
            <w:pPr>
              <w:pStyle w:val="Tabletext"/>
              <w:rPr>
                <w:rFonts w:eastAsia="Verdana" w:cs="Calibri"/>
              </w:rPr>
            </w:pPr>
            <w:sdt>
              <w:sdtPr>
                <w:rPr>
                  <w:rFonts w:eastAsia="MS Gothic" w:cs="Calibri"/>
                  <w:sz w:val="24"/>
                </w:rPr>
                <w:id w:val="-1889637016"/>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Manually entered / OCR input healthcare identifiers</w:t>
            </w:r>
          </w:p>
        </w:tc>
        <w:tc>
          <w:tcPr>
            <w:tcW w:w="3967" w:type="dxa"/>
            <w:tcBorders>
              <w:top w:val="single" w:sz="4" w:space="0" w:color="auto"/>
              <w:bottom w:val="single" w:sz="4" w:space="0" w:color="auto"/>
            </w:tcBorders>
          </w:tcPr>
          <w:p w14:paraId="309CDE4C" w14:textId="77777777" w:rsidR="002B404F" w:rsidRPr="00556BB5" w:rsidRDefault="006F3745" w:rsidP="002B404F">
            <w:pPr>
              <w:pStyle w:val="Tabletext"/>
              <w:rPr>
                <w:rFonts w:cs="Calibri"/>
              </w:rPr>
            </w:pPr>
            <w:sdt>
              <w:sdtPr>
                <w:rPr>
                  <w:rFonts w:eastAsia="MS Gothic" w:cs="Calibri"/>
                  <w:sz w:val="24"/>
                </w:rPr>
                <w:id w:val="902109978"/>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5801 </w:t>
            </w:r>
            <w:r w:rsidR="002B404F" w:rsidRPr="00556BB5">
              <w:rPr>
                <w:rFonts w:eastAsia="Symbol" w:cs="Calibri"/>
              </w:rPr>
              <w:t>-</w:t>
            </w:r>
            <w:r w:rsidR="002B404F" w:rsidRPr="00556BB5">
              <w:rPr>
                <w:rFonts w:cs="Calibri"/>
              </w:rPr>
              <w:t xml:space="preserve"> Individual Healthcare Identifier (IHI) check digit verification upon manual or OCR input</w:t>
            </w:r>
          </w:p>
        </w:tc>
        <w:tc>
          <w:tcPr>
            <w:tcW w:w="2126" w:type="dxa"/>
            <w:tcBorders>
              <w:top w:val="single" w:sz="4" w:space="0" w:color="auto"/>
              <w:bottom w:val="single" w:sz="4" w:space="0" w:color="auto"/>
            </w:tcBorders>
          </w:tcPr>
          <w:p w14:paraId="6857B770" w14:textId="179225E8" w:rsidR="002B404F" w:rsidRPr="00556BB5" w:rsidRDefault="002B404F" w:rsidP="002B404F">
            <w:pPr>
              <w:pStyle w:val="Tabletext"/>
              <w:rPr>
                <w:rFonts w:cs="Calibri"/>
              </w:rPr>
            </w:pPr>
            <w:r w:rsidRPr="00556BB5">
              <w:rPr>
                <w:rFonts w:cs="Calibri"/>
              </w:rPr>
              <w:t xml:space="preserve">UC.010 – Part A </w:t>
            </w:r>
          </w:p>
          <w:p w14:paraId="1E122063" w14:textId="5CC4FFAF" w:rsidR="002B404F" w:rsidRPr="00556BB5" w:rsidRDefault="002B404F" w:rsidP="002B404F">
            <w:pPr>
              <w:pStyle w:val="Tabletext"/>
              <w:rPr>
                <w:rFonts w:cs="Calibri"/>
              </w:rPr>
            </w:pPr>
            <w:r w:rsidRPr="00556BB5">
              <w:rPr>
                <w:rFonts w:cs="Calibri"/>
              </w:rPr>
              <w:t xml:space="preserve">UC.015 – Part A </w:t>
            </w:r>
          </w:p>
          <w:p w14:paraId="0D08E314" w14:textId="5B9C811D" w:rsidR="002B404F" w:rsidRPr="00556BB5" w:rsidRDefault="002B404F" w:rsidP="002B404F">
            <w:pPr>
              <w:pStyle w:val="Tabletext"/>
              <w:rPr>
                <w:rFonts w:cs="Calibri"/>
              </w:rPr>
            </w:pPr>
            <w:r w:rsidRPr="00556BB5">
              <w:rPr>
                <w:rFonts w:cs="Calibri"/>
              </w:rPr>
              <w:t>UC.035</w:t>
            </w:r>
          </w:p>
        </w:tc>
        <w:tc>
          <w:tcPr>
            <w:tcW w:w="1701" w:type="dxa"/>
            <w:tcBorders>
              <w:top w:val="single" w:sz="4" w:space="0" w:color="auto"/>
              <w:bottom w:val="single" w:sz="4" w:space="0" w:color="auto"/>
            </w:tcBorders>
          </w:tcPr>
          <w:p w14:paraId="24645659" w14:textId="77777777" w:rsidR="002B404F" w:rsidRPr="00556BB5" w:rsidRDefault="002B404F" w:rsidP="002B404F">
            <w:pPr>
              <w:pStyle w:val="Tabletext"/>
              <w:rPr>
                <w:rFonts w:cs="Calibri"/>
              </w:rPr>
            </w:pPr>
          </w:p>
        </w:tc>
      </w:tr>
      <w:tr w:rsidR="002B404F" w:rsidRPr="003B5C15" w14:paraId="56CC8BCF" w14:textId="3FD45783" w:rsidTr="002B404F">
        <w:tc>
          <w:tcPr>
            <w:tcW w:w="2039" w:type="dxa"/>
            <w:vMerge/>
            <w:tcBorders>
              <w:top w:val="single" w:sz="4" w:space="0" w:color="auto"/>
              <w:bottom w:val="single" w:sz="4" w:space="0" w:color="auto"/>
            </w:tcBorders>
          </w:tcPr>
          <w:p w14:paraId="6C27F7B6" w14:textId="77777777" w:rsidR="002B404F" w:rsidRPr="00556BB5" w:rsidRDefault="002B404F" w:rsidP="002B404F">
            <w:pPr>
              <w:pStyle w:val="Tabletext"/>
              <w:rPr>
                <w:rFonts w:eastAsia="Verdana" w:cs="Calibri"/>
              </w:rPr>
            </w:pPr>
          </w:p>
        </w:tc>
        <w:tc>
          <w:tcPr>
            <w:tcW w:w="3967" w:type="dxa"/>
            <w:tcBorders>
              <w:top w:val="single" w:sz="4" w:space="0" w:color="auto"/>
              <w:bottom w:val="single" w:sz="4" w:space="0" w:color="auto"/>
            </w:tcBorders>
          </w:tcPr>
          <w:p w14:paraId="5456F3D5" w14:textId="77777777" w:rsidR="002B404F" w:rsidRPr="00556BB5" w:rsidRDefault="006F3745" w:rsidP="002B404F">
            <w:pPr>
              <w:pStyle w:val="Tabletext"/>
              <w:rPr>
                <w:rFonts w:cs="Calibri"/>
              </w:rPr>
            </w:pPr>
            <w:sdt>
              <w:sdtPr>
                <w:rPr>
                  <w:rFonts w:eastAsia="MS Gothic" w:cs="Calibri"/>
                  <w:sz w:val="24"/>
                </w:rPr>
                <w:id w:val="313155118"/>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5819 </w:t>
            </w:r>
            <w:r w:rsidR="002B404F" w:rsidRPr="00556BB5">
              <w:rPr>
                <w:rFonts w:eastAsia="Symbol" w:cs="Calibri"/>
              </w:rPr>
              <w:t>-</w:t>
            </w:r>
            <w:r w:rsidR="002B404F" w:rsidRPr="00556BB5">
              <w:rPr>
                <w:rFonts w:cs="Calibri"/>
              </w:rPr>
              <w:t xml:space="preserve"> Validation of manually entered IHIs</w:t>
            </w:r>
          </w:p>
        </w:tc>
        <w:tc>
          <w:tcPr>
            <w:tcW w:w="2126" w:type="dxa"/>
            <w:tcBorders>
              <w:top w:val="single" w:sz="4" w:space="0" w:color="auto"/>
              <w:bottom w:val="single" w:sz="4" w:space="0" w:color="auto"/>
            </w:tcBorders>
          </w:tcPr>
          <w:p w14:paraId="54864B21" w14:textId="5CFB356F" w:rsidR="002B404F" w:rsidRPr="00556BB5" w:rsidRDefault="002B404F" w:rsidP="002B404F">
            <w:pPr>
              <w:pStyle w:val="Tabletext"/>
              <w:rPr>
                <w:rFonts w:cs="Calibri"/>
              </w:rPr>
            </w:pPr>
            <w:r w:rsidRPr="00556BB5">
              <w:rPr>
                <w:rFonts w:cs="Calibri"/>
              </w:rPr>
              <w:t xml:space="preserve">UC.010 – Part A </w:t>
            </w:r>
          </w:p>
          <w:p w14:paraId="18DEFEC5" w14:textId="41094F53" w:rsidR="002B404F" w:rsidRPr="00556BB5" w:rsidRDefault="002B404F" w:rsidP="002B404F">
            <w:pPr>
              <w:pStyle w:val="Tabletext"/>
              <w:rPr>
                <w:rFonts w:cs="Calibri"/>
              </w:rPr>
            </w:pPr>
            <w:r w:rsidRPr="00556BB5">
              <w:rPr>
                <w:rFonts w:cs="Calibri"/>
              </w:rPr>
              <w:t>UC.011</w:t>
            </w:r>
          </w:p>
          <w:p w14:paraId="48CCB684" w14:textId="6656BEBB" w:rsidR="002B404F" w:rsidRPr="00556BB5" w:rsidRDefault="002B404F" w:rsidP="002B404F">
            <w:pPr>
              <w:pStyle w:val="Tabletext"/>
              <w:rPr>
                <w:rFonts w:cs="Calibri"/>
              </w:rPr>
            </w:pPr>
            <w:r w:rsidRPr="00556BB5">
              <w:rPr>
                <w:rFonts w:cs="Calibri"/>
              </w:rPr>
              <w:t xml:space="preserve">UC.015 – Part B  </w:t>
            </w:r>
          </w:p>
          <w:p w14:paraId="231BA0B5" w14:textId="0F65BF8C" w:rsidR="002B404F" w:rsidRPr="00556BB5" w:rsidRDefault="002B404F" w:rsidP="002B404F">
            <w:pPr>
              <w:pStyle w:val="Tabletext"/>
              <w:rPr>
                <w:rFonts w:cs="Calibri"/>
              </w:rPr>
            </w:pPr>
            <w:r w:rsidRPr="00556BB5">
              <w:rPr>
                <w:rFonts w:cs="Calibri"/>
              </w:rPr>
              <w:t>UC.16</w:t>
            </w:r>
          </w:p>
          <w:p w14:paraId="26D50FD1" w14:textId="315FF1D1" w:rsidR="002B404F" w:rsidRPr="00556BB5" w:rsidRDefault="002B404F" w:rsidP="002B404F">
            <w:pPr>
              <w:pStyle w:val="Tabletext"/>
              <w:rPr>
                <w:rFonts w:cs="Calibri"/>
              </w:rPr>
            </w:pPr>
            <w:r w:rsidRPr="00556BB5">
              <w:rPr>
                <w:rFonts w:cs="Calibri"/>
              </w:rPr>
              <w:t>UC.035</w:t>
            </w:r>
          </w:p>
        </w:tc>
        <w:tc>
          <w:tcPr>
            <w:tcW w:w="1701" w:type="dxa"/>
            <w:tcBorders>
              <w:top w:val="single" w:sz="4" w:space="0" w:color="auto"/>
              <w:bottom w:val="single" w:sz="4" w:space="0" w:color="auto"/>
            </w:tcBorders>
          </w:tcPr>
          <w:p w14:paraId="502E0A71" w14:textId="77777777" w:rsidR="002B404F" w:rsidRPr="00556BB5" w:rsidRDefault="002B404F" w:rsidP="002B404F">
            <w:pPr>
              <w:pStyle w:val="Tabletext"/>
              <w:rPr>
                <w:rFonts w:cs="Calibri"/>
              </w:rPr>
            </w:pPr>
          </w:p>
        </w:tc>
      </w:tr>
      <w:tr w:rsidR="002B404F" w:rsidRPr="003B5C15" w14:paraId="5ECDFEBE" w14:textId="7D917B4D" w:rsidTr="002B404F">
        <w:trPr>
          <w:trHeight w:val="1822"/>
        </w:trPr>
        <w:tc>
          <w:tcPr>
            <w:tcW w:w="2039" w:type="dxa"/>
            <w:vMerge/>
            <w:tcBorders>
              <w:top w:val="single" w:sz="4" w:space="0" w:color="auto"/>
              <w:bottom w:val="single" w:sz="4" w:space="0" w:color="auto"/>
            </w:tcBorders>
          </w:tcPr>
          <w:p w14:paraId="001C5799" w14:textId="77777777" w:rsidR="002B404F" w:rsidRPr="00556BB5" w:rsidRDefault="002B404F" w:rsidP="002B404F">
            <w:pPr>
              <w:pStyle w:val="Tabletext"/>
              <w:rPr>
                <w:rFonts w:eastAsia="Verdana" w:cs="Calibri"/>
              </w:rPr>
            </w:pPr>
          </w:p>
        </w:tc>
        <w:tc>
          <w:tcPr>
            <w:tcW w:w="3967" w:type="dxa"/>
            <w:tcBorders>
              <w:top w:val="single" w:sz="4" w:space="0" w:color="auto"/>
              <w:bottom w:val="single" w:sz="4" w:space="0" w:color="auto"/>
            </w:tcBorders>
          </w:tcPr>
          <w:p w14:paraId="5A59426D" w14:textId="77777777" w:rsidR="002B404F" w:rsidRPr="00556BB5" w:rsidRDefault="006F3745" w:rsidP="002B404F">
            <w:pPr>
              <w:pStyle w:val="Tabletext"/>
              <w:rPr>
                <w:rFonts w:cs="Calibri"/>
              </w:rPr>
            </w:pPr>
            <w:sdt>
              <w:sdtPr>
                <w:rPr>
                  <w:rFonts w:eastAsia="MS Gothic" w:cs="Calibri"/>
                  <w:sz w:val="24"/>
                </w:rPr>
                <w:id w:val="-690919542"/>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10038 – Validation of manually/OCR input HPI-I and HPI-Os</w:t>
            </w:r>
          </w:p>
        </w:tc>
        <w:tc>
          <w:tcPr>
            <w:tcW w:w="2126" w:type="dxa"/>
            <w:tcBorders>
              <w:top w:val="single" w:sz="4" w:space="0" w:color="auto"/>
              <w:bottom w:val="single" w:sz="4" w:space="0" w:color="auto"/>
            </w:tcBorders>
          </w:tcPr>
          <w:p w14:paraId="390B4380" w14:textId="65A7D5CA" w:rsidR="002B404F" w:rsidRPr="00556BB5" w:rsidRDefault="002B404F" w:rsidP="002B404F">
            <w:pPr>
              <w:pStyle w:val="Tabletext"/>
              <w:rPr>
                <w:rFonts w:cs="Calibri"/>
              </w:rPr>
            </w:pPr>
            <w:r w:rsidRPr="00556BB5">
              <w:rPr>
                <w:rFonts w:cs="Calibri"/>
              </w:rPr>
              <w:t xml:space="preserve">UC.080 </w:t>
            </w:r>
          </w:p>
          <w:p w14:paraId="71361A01" w14:textId="72C18491" w:rsidR="002B404F" w:rsidRPr="00556BB5" w:rsidRDefault="002B404F" w:rsidP="002B404F">
            <w:pPr>
              <w:pStyle w:val="Tabletext"/>
              <w:rPr>
                <w:rFonts w:cs="Calibri"/>
              </w:rPr>
            </w:pPr>
            <w:r w:rsidRPr="00556BB5">
              <w:rPr>
                <w:rFonts w:cs="Calibri"/>
              </w:rPr>
              <w:t xml:space="preserve">UC.131 </w:t>
            </w:r>
          </w:p>
          <w:p w14:paraId="16036DD4" w14:textId="050794E2" w:rsidR="002B404F" w:rsidRPr="00556BB5" w:rsidRDefault="002B404F" w:rsidP="002B404F">
            <w:pPr>
              <w:pStyle w:val="Tabletext"/>
              <w:rPr>
                <w:rFonts w:cs="Calibri"/>
              </w:rPr>
            </w:pPr>
            <w:r w:rsidRPr="00556BB5">
              <w:rPr>
                <w:rFonts w:cs="Calibri"/>
              </w:rPr>
              <w:t xml:space="preserve">UC.150 </w:t>
            </w:r>
          </w:p>
          <w:p w14:paraId="54F3162A" w14:textId="0EE74C4A" w:rsidR="002B404F" w:rsidRPr="00556BB5" w:rsidRDefault="002B404F" w:rsidP="002B404F">
            <w:pPr>
              <w:pStyle w:val="Tabletext"/>
              <w:rPr>
                <w:rFonts w:cs="Calibri"/>
              </w:rPr>
            </w:pPr>
            <w:r w:rsidRPr="00556BB5">
              <w:rPr>
                <w:rFonts w:cs="Calibri"/>
              </w:rPr>
              <w:t>UC.245</w:t>
            </w:r>
          </w:p>
          <w:p w14:paraId="4A7F8873" w14:textId="28E00120" w:rsidR="002B404F" w:rsidRPr="00556BB5" w:rsidRDefault="002B404F" w:rsidP="002B404F">
            <w:pPr>
              <w:pStyle w:val="Tabletext"/>
              <w:rPr>
                <w:rFonts w:cs="Calibri"/>
              </w:rPr>
            </w:pPr>
            <w:r w:rsidRPr="00556BB5">
              <w:rPr>
                <w:rFonts w:cs="Calibri"/>
              </w:rPr>
              <w:t xml:space="preserve">UC.305 </w:t>
            </w:r>
          </w:p>
          <w:p w14:paraId="2D563222" w14:textId="3497DF66" w:rsidR="002B404F" w:rsidRPr="00556BB5" w:rsidRDefault="002B404F" w:rsidP="002B404F">
            <w:pPr>
              <w:pStyle w:val="Tabletext"/>
              <w:rPr>
                <w:rFonts w:cs="Calibri"/>
              </w:rPr>
            </w:pPr>
            <w:r w:rsidRPr="00556BB5">
              <w:rPr>
                <w:rFonts w:cs="Calibri"/>
              </w:rPr>
              <w:t>UC.306</w:t>
            </w:r>
          </w:p>
        </w:tc>
        <w:tc>
          <w:tcPr>
            <w:tcW w:w="1701" w:type="dxa"/>
            <w:tcBorders>
              <w:top w:val="single" w:sz="4" w:space="0" w:color="auto"/>
              <w:bottom w:val="single" w:sz="4" w:space="0" w:color="auto"/>
            </w:tcBorders>
          </w:tcPr>
          <w:p w14:paraId="51344576" w14:textId="77777777" w:rsidR="002B404F" w:rsidRPr="00556BB5" w:rsidRDefault="002B404F" w:rsidP="002B404F">
            <w:pPr>
              <w:pStyle w:val="Tabletext"/>
              <w:rPr>
                <w:rFonts w:cs="Calibri"/>
              </w:rPr>
            </w:pPr>
          </w:p>
        </w:tc>
      </w:tr>
      <w:tr w:rsidR="002B404F" w:rsidRPr="009B3E40" w14:paraId="7DA669AF" w14:textId="001E4CA1" w:rsidTr="002B404F">
        <w:trPr>
          <w:trHeight w:val="2247"/>
        </w:trPr>
        <w:tc>
          <w:tcPr>
            <w:tcW w:w="2039" w:type="dxa"/>
            <w:vMerge/>
            <w:tcBorders>
              <w:top w:val="single" w:sz="4" w:space="0" w:color="auto"/>
              <w:bottom w:val="single" w:sz="4" w:space="0" w:color="auto"/>
            </w:tcBorders>
          </w:tcPr>
          <w:p w14:paraId="1FB2A84D" w14:textId="77777777" w:rsidR="002B404F" w:rsidRPr="00556BB5" w:rsidRDefault="002B404F" w:rsidP="002B404F">
            <w:pPr>
              <w:pStyle w:val="Tabletext"/>
              <w:rPr>
                <w:rFonts w:eastAsia="Verdana" w:cs="Calibri"/>
              </w:rPr>
            </w:pPr>
          </w:p>
        </w:tc>
        <w:tc>
          <w:tcPr>
            <w:tcW w:w="3967" w:type="dxa"/>
            <w:tcBorders>
              <w:top w:val="single" w:sz="4" w:space="0" w:color="auto"/>
              <w:bottom w:val="single" w:sz="4" w:space="0" w:color="auto"/>
            </w:tcBorders>
          </w:tcPr>
          <w:p w14:paraId="23EF4D51" w14:textId="77777777" w:rsidR="002B404F" w:rsidRPr="00556BB5" w:rsidRDefault="006F3745" w:rsidP="002B404F">
            <w:pPr>
              <w:pStyle w:val="Tabletext"/>
              <w:rPr>
                <w:rFonts w:cs="Calibri"/>
              </w:rPr>
            </w:pPr>
            <w:sdt>
              <w:sdtPr>
                <w:rPr>
                  <w:rFonts w:eastAsia="MS Gothic" w:cs="Calibri"/>
                  <w:sz w:val="24"/>
                </w:rPr>
                <w:id w:val="1020592771"/>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10040 – Validation of healthcare provider identifiers with the HI Service</w:t>
            </w:r>
          </w:p>
        </w:tc>
        <w:tc>
          <w:tcPr>
            <w:tcW w:w="2126" w:type="dxa"/>
            <w:tcBorders>
              <w:top w:val="single" w:sz="4" w:space="0" w:color="auto"/>
              <w:bottom w:val="single" w:sz="4" w:space="0" w:color="auto"/>
            </w:tcBorders>
          </w:tcPr>
          <w:p w14:paraId="200EB34D" w14:textId="053766C6" w:rsidR="002B404F" w:rsidRPr="00556BB5" w:rsidRDefault="002B404F" w:rsidP="002B404F">
            <w:pPr>
              <w:pStyle w:val="Tabletext"/>
              <w:rPr>
                <w:rFonts w:cs="Calibri"/>
              </w:rPr>
            </w:pPr>
            <w:r w:rsidRPr="00556BB5">
              <w:rPr>
                <w:rFonts w:cs="Calibri"/>
              </w:rPr>
              <w:t xml:space="preserve">UC.080 </w:t>
            </w:r>
          </w:p>
          <w:p w14:paraId="01EE64B9" w14:textId="396E769F" w:rsidR="002B404F" w:rsidRPr="00556BB5" w:rsidRDefault="002B404F" w:rsidP="002B404F">
            <w:pPr>
              <w:pStyle w:val="Tabletext"/>
              <w:rPr>
                <w:rFonts w:cs="Calibri"/>
              </w:rPr>
            </w:pPr>
            <w:r w:rsidRPr="00556BB5">
              <w:rPr>
                <w:rFonts w:cs="Calibri"/>
              </w:rPr>
              <w:t xml:space="preserve">UC.131 </w:t>
            </w:r>
          </w:p>
          <w:p w14:paraId="5F0FE1A4" w14:textId="5DC9908B" w:rsidR="002B404F" w:rsidRPr="00556BB5" w:rsidRDefault="002B404F" w:rsidP="002B404F">
            <w:pPr>
              <w:pStyle w:val="Tabletext"/>
              <w:rPr>
                <w:rFonts w:cs="Calibri"/>
              </w:rPr>
            </w:pPr>
            <w:r w:rsidRPr="00556BB5">
              <w:rPr>
                <w:rFonts w:cs="Calibri"/>
              </w:rPr>
              <w:t>UC.150</w:t>
            </w:r>
          </w:p>
          <w:p w14:paraId="1A223103" w14:textId="41621D6D" w:rsidR="002B404F" w:rsidRPr="00556BB5" w:rsidRDefault="002B404F" w:rsidP="002B404F">
            <w:pPr>
              <w:pStyle w:val="Tabletext"/>
              <w:rPr>
                <w:rFonts w:cs="Calibri"/>
              </w:rPr>
            </w:pPr>
            <w:r w:rsidRPr="00556BB5">
              <w:rPr>
                <w:rFonts w:cs="Calibri"/>
              </w:rPr>
              <w:t xml:space="preserve">UC.241 </w:t>
            </w:r>
          </w:p>
          <w:p w14:paraId="0563F542" w14:textId="5D312792" w:rsidR="002B404F" w:rsidRPr="00556BB5" w:rsidRDefault="002B404F" w:rsidP="002B404F">
            <w:pPr>
              <w:pStyle w:val="Tabletext"/>
              <w:rPr>
                <w:rFonts w:cs="Calibri"/>
              </w:rPr>
            </w:pPr>
            <w:r w:rsidRPr="00556BB5">
              <w:rPr>
                <w:rFonts w:cs="Calibri"/>
              </w:rPr>
              <w:t>UC.245</w:t>
            </w:r>
          </w:p>
          <w:p w14:paraId="290487B2" w14:textId="41C7F2FE" w:rsidR="002B404F" w:rsidRPr="00556BB5" w:rsidRDefault="002B404F" w:rsidP="002B404F">
            <w:pPr>
              <w:pStyle w:val="Tabletext"/>
              <w:rPr>
                <w:rFonts w:cs="Calibri"/>
              </w:rPr>
            </w:pPr>
            <w:r w:rsidRPr="00556BB5">
              <w:rPr>
                <w:rFonts w:cs="Calibri"/>
              </w:rPr>
              <w:t xml:space="preserve">UC.305 </w:t>
            </w:r>
          </w:p>
          <w:p w14:paraId="2E75F0DF" w14:textId="1F00D8FA" w:rsidR="002B404F" w:rsidRPr="00556BB5" w:rsidRDefault="002B404F" w:rsidP="002B404F">
            <w:pPr>
              <w:pStyle w:val="Tabletext"/>
              <w:rPr>
                <w:rFonts w:cs="Calibri"/>
              </w:rPr>
            </w:pPr>
            <w:r w:rsidRPr="00556BB5">
              <w:rPr>
                <w:rFonts w:cs="Calibri"/>
              </w:rPr>
              <w:t>UC.306</w:t>
            </w:r>
          </w:p>
        </w:tc>
        <w:tc>
          <w:tcPr>
            <w:tcW w:w="1701" w:type="dxa"/>
            <w:tcBorders>
              <w:top w:val="single" w:sz="4" w:space="0" w:color="auto"/>
              <w:left w:val="nil"/>
              <w:bottom w:val="single" w:sz="4" w:space="0" w:color="auto"/>
            </w:tcBorders>
          </w:tcPr>
          <w:p w14:paraId="256E6028" w14:textId="77777777" w:rsidR="002B404F" w:rsidRPr="00556BB5" w:rsidRDefault="002B404F" w:rsidP="002B404F">
            <w:pPr>
              <w:pStyle w:val="Tabletext"/>
              <w:rPr>
                <w:rFonts w:cs="Calibri"/>
              </w:rPr>
            </w:pPr>
          </w:p>
        </w:tc>
      </w:tr>
      <w:tr w:rsidR="002B404F" w:rsidRPr="003B5C15" w14:paraId="39295A75" w14:textId="7FA52FCE" w:rsidTr="002B404F">
        <w:tc>
          <w:tcPr>
            <w:tcW w:w="2039" w:type="dxa"/>
            <w:tcBorders>
              <w:top w:val="single" w:sz="4" w:space="0" w:color="auto"/>
              <w:bottom w:val="single" w:sz="4" w:space="0" w:color="auto"/>
            </w:tcBorders>
          </w:tcPr>
          <w:p w14:paraId="74315422" w14:textId="77777777" w:rsidR="002B404F" w:rsidRPr="00556BB5" w:rsidRDefault="006F3745" w:rsidP="002B404F">
            <w:pPr>
              <w:pStyle w:val="Tabletext"/>
              <w:rPr>
                <w:rFonts w:eastAsia="Verdana" w:cs="Calibri"/>
              </w:rPr>
            </w:pPr>
            <w:sdt>
              <w:sdtPr>
                <w:rPr>
                  <w:rFonts w:eastAsia="MS Gothic" w:cs="Calibri"/>
                  <w:sz w:val="24"/>
                </w:rPr>
                <w:id w:val="918444617"/>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Maintenance of locally stored HPI-I or HPI-O identifiers</w:t>
            </w:r>
          </w:p>
        </w:tc>
        <w:tc>
          <w:tcPr>
            <w:tcW w:w="3967" w:type="dxa"/>
            <w:tcBorders>
              <w:top w:val="single" w:sz="4" w:space="0" w:color="auto"/>
              <w:bottom w:val="single" w:sz="4" w:space="0" w:color="auto"/>
            </w:tcBorders>
          </w:tcPr>
          <w:p w14:paraId="23759C68" w14:textId="77777777" w:rsidR="002B404F" w:rsidRPr="00556BB5" w:rsidRDefault="006F3745" w:rsidP="002B404F">
            <w:pPr>
              <w:pStyle w:val="Tabletext"/>
              <w:rPr>
                <w:rFonts w:cs="Calibri"/>
              </w:rPr>
            </w:pPr>
            <w:sdt>
              <w:sdtPr>
                <w:rPr>
                  <w:rFonts w:eastAsia="MS Gothic" w:cs="Calibri"/>
                  <w:sz w:val="24"/>
                </w:rPr>
                <w:id w:val="-1761513587"/>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10044 – Minimum healthcare provider individual identifier details</w:t>
            </w:r>
          </w:p>
        </w:tc>
        <w:tc>
          <w:tcPr>
            <w:tcW w:w="2126" w:type="dxa"/>
            <w:tcBorders>
              <w:top w:val="single" w:sz="4" w:space="0" w:color="auto"/>
              <w:bottom w:val="single" w:sz="4" w:space="0" w:color="auto"/>
            </w:tcBorders>
          </w:tcPr>
          <w:p w14:paraId="687DAF54" w14:textId="07B21C7E" w:rsidR="002B404F" w:rsidRPr="00556BB5" w:rsidRDefault="002B404F" w:rsidP="002B404F">
            <w:pPr>
              <w:pStyle w:val="Tabletext"/>
              <w:rPr>
                <w:rFonts w:cs="Calibri"/>
              </w:rPr>
            </w:pPr>
            <w:r w:rsidRPr="00556BB5">
              <w:rPr>
                <w:rFonts w:cs="Calibri"/>
              </w:rPr>
              <w:t>UC.131</w:t>
            </w:r>
          </w:p>
          <w:p w14:paraId="71FE0597" w14:textId="5B9E71B9" w:rsidR="002B404F" w:rsidRPr="00556BB5" w:rsidRDefault="002B404F" w:rsidP="002B404F">
            <w:pPr>
              <w:pStyle w:val="Tabletext"/>
              <w:rPr>
                <w:rFonts w:cs="Calibri"/>
              </w:rPr>
            </w:pPr>
            <w:r w:rsidRPr="00556BB5">
              <w:rPr>
                <w:rFonts w:cs="Calibri"/>
              </w:rPr>
              <w:t>UC.245</w:t>
            </w:r>
          </w:p>
        </w:tc>
        <w:tc>
          <w:tcPr>
            <w:tcW w:w="1701" w:type="dxa"/>
            <w:tcBorders>
              <w:top w:val="single" w:sz="4" w:space="0" w:color="auto"/>
              <w:bottom w:val="single" w:sz="4" w:space="0" w:color="auto"/>
            </w:tcBorders>
          </w:tcPr>
          <w:p w14:paraId="7F28007F" w14:textId="77777777" w:rsidR="002B404F" w:rsidRPr="00556BB5" w:rsidRDefault="002B404F" w:rsidP="002B404F">
            <w:pPr>
              <w:pStyle w:val="Tabletext"/>
              <w:rPr>
                <w:rFonts w:cs="Calibri"/>
              </w:rPr>
            </w:pPr>
          </w:p>
        </w:tc>
      </w:tr>
      <w:tr w:rsidR="002B404F" w:rsidRPr="003B5C15" w14:paraId="2C47F596" w14:textId="77777777" w:rsidTr="002B404F">
        <w:tc>
          <w:tcPr>
            <w:tcW w:w="2039" w:type="dxa"/>
            <w:tcBorders>
              <w:top w:val="single" w:sz="4" w:space="0" w:color="auto"/>
              <w:bottom w:val="single" w:sz="4" w:space="0" w:color="auto"/>
            </w:tcBorders>
          </w:tcPr>
          <w:p w14:paraId="2313B08C" w14:textId="5C61FB3A" w:rsidR="002B404F" w:rsidRPr="00556BB5" w:rsidRDefault="006F3745" w:rsidP="002B404F">
            <w:pPr>
              <w:pStyle w:val="Tabletext"/>
              <w:rPr>
                <w:rFonts w:eastAsia="MS Gothic" w:cs="Calibri"/>
                <w:sz w:val="24"/>
              </w:rPr>
            </w:pPr>
            <w:sdt>
              <w:sdtPr>
                <w:rPr>
                  <w:rFonts w:eastAsia="MS Gothic" w:cs="Calibri"/>
                  <w:sz w:val="24"/>
                </w:rPr>
                <w:id w:val="-1407536105"/>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HPI-I name change</w:t>
            </w:r>
          </w:p>
        </w:tc>
        <w:tc>
          <w:tcPr>
            <w:tcW w:w="3967" w:type="dxa"/>
            <w:tcBorders>
              <w:top w:val="single" w:sz="4" w:space="0" w:color="auto"/>
              <w:bottom w:val="single" w:sz="4" w:space="0" w:color="auto"/>
            </w:tcBorders>
          </w:tcPr>
          <w:p w14:paraId="4568B6D6" w14:textId="14894B1B" w:rsidR="002B404F" w:rsidRPr="00556BB5" w:rsidRDefault="006F3745" w:rsidP="002B404F">
            <w:pPr>
              <w:pStyle w:val="Tabletext"/>
              <w:rPr>
                <w:rFonts w:eastAsia="MS Gothic" w:cs="Calibri"/>
                <w:sz w:val="24"/>
              </w:rPr>
            </w:pPr>
            <w:sdt>
              <w:sdtPr>
                <w:rPr>
                  <w:rFonts w:eastAsia="MS Gothic" w:cs="Calibri"/>
                  <w:sz w:val="24"/>
                </w:rPr>
                <w:id w:val="-1543052168"/>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023503-HPI-I name changed</w:t>
            </w:r>
          </w:p>
        </w:tc>
        <w:tc>
          <w:tcPr>
            <w:tcW w:w="2126" w:type="dxa"/>
            <w:tcBorders>
              <w:top w:val="single" w:sz="4" w:space="0" w:color="auto"/>
              <w:bottom w:val="single" w:sz="4" w:space="0" w:color="auto"/>
            </w:tcBorders>
          </w:tcPr>
          <w:p w14:paraId="5D3B109F" w14:textId="2E0D71AF" w:rsidR="002B404F" w:rsidRPr="00556BB5" w:rsidRDefault="002B404F" w:rsidP="002B404F">
            <w:pPr>
              <w:pStyle w:val="Tabletext"/>
              <w:rPr>
                <w:rFonts w:cs="Calibri"/>
              </w:rPr>
            </w:pPr>
            <w:r w:rsidRPr="00556BB5">
              <w:rPr>
                <w:rFonts w:cs="Calibri"/>
              </w:rPr>
              <w:t>UC.131</w:t>
            </w:r>
          </w:p>
        </w:tc>
        <w:tc>
          <w:tcPr>
            <w:tcW w:w="1701" w:type="dxa"/>
            <w:tcBorders>
              <w:top w:val="single" w:sz="4" w:space="0" w:color="auto"/>
              <w:bottom w:val="single" w:sz="4" w:space="0" w:color="auto"/>
            </w:tcBorders>
          </w:tcPr>
          <w:p w14:paraId="3DF99EA5" w14:textId="77777777" w:rsidR="002B404F" w:rsidRPr="00556BB5" w:rsidRDefault="002B404F" w:rsidP="002B404F">
            <w:pPr>
              <w:pStyle w:val="Tabletext"/>
              <w:rPr>
                <w:rFonts w:cs="Calibri"/>
              </w:rPr>
            </w:pPr>
          </w:p>
        </w:tc>
      </w:tr>
      <w:tr w:rsidR="002B404F" w:rsidRPr="003B5C15" w14:paraId="01858BB5" w14:textId="79D61CCC" w:rsidTr="002B404F">
        <w:tc>
          <w:tcPr>
            <w:tcW w:w="2039" w:type="dxa"/>
            <w:tcBorders>
              <w:top w:val="single" w:sz="4" w:space="0" w:color="auto"/>
              <w:bottom w:val="single" w:sz="4" w:space="0" w:color="auto"/>
            </w:tcBorders>
          </w:tcPr>
          <w:p w14:paraId="028003DD" w14:textId="78B91003" w:rsidR="002B404F" w:rsidRPr="00556BB5" w:rsidRDefault="006F3745" w:rsidP="002B404F">
            <w:pPr>
              <w:pStyle w:val="Tabletext"/>
              <w:keepNext/>
              <w:rPr>
                <w:rFonts w:eastAsia="Verdana" w:cs="Calibri"/>
              </w:rPr>
            </w:pPr>
            <w:sdt>
              <w:sdtPr>
                <w:rPr>
                  <w:rFonts w:eastAsia="MS Gothic" w:cs="Calibri"/>
                  <w:sz w:val="24"/>
                </w:rPr>
                <w:id w:val="-2118742319"/>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Requesting an electronic clinical document / Receiving an electronic message</w:t>
            </w:r>
          </w:p>
        </w:tc>
        <w:tc>
          <w:tcPr>
            <w:tcW w:w="3967" w:type="dxa"/>
            <w:tcBorders>
              <w:top w:val="single" w:sz="4" w:space="0" w:color="auto"/>
              <w:bottom w:val="single" w:sz="4" w:space="0" w:color="auto"/>
            </w:tcBorders>
          </w:tcPr>
          <w:p w14:paraId="0420E219" w14:textId="77777777" w:rsidR="002B404F" w:rsidRPr="00556BB5" w:rsidRDefault="006F3745" w:rsidP="002B404F">
            <w:pPr>
              <w:pStyle w:val="Tabletext"/>
              <w:rPr>
                <w:rFonts w:cs="Calibri"/>
              </w:rPr>
            </w:pPr>
            <w:sdt>
              <w:sdtPr>
                <w:rPr>
                  <w:rFonts w:eastAsia="MS Gothic" w:cs="Calibri"/>
                  <w:sz w:val="24"/>
                </w:rPr>
                <w:id w:val="-847945207"/>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10809 - Matching IHI with local patient demographics</w:t>
            </w:r>
          </w:p>
        </w:tc>
        <w:tc>
          <w:tcPr>
            <w:tcW w:w="2126" w:type="dxa"/>
            <w:tcBorders>
              <w:top w:val="single" w:sz="4" w:space="0" w:color="auto"/>
              <w:bottom w:val="single" w:sz="4" w:space="0" w:color="auto"/>
            </w:tcBorders>
          </w:tcPr>
          <w:p w14:paraId="2434FDD3" w14:textId="626F85BF" w:rsidR="002B404F" w:rsidRPr="00556BB5" w:rsidRDefault="002B404F" w:rsidP="002B404F">
            <w:pPr>
              <w:pStyle w:val="Tabletext"/>
              <w:rPr>
                <w:rFonts w:cs="Calibri"/>
              </w:rPr>
            </w:pPr>
            <w:r w:rsidRPr="00556BB5">
              <w:rPr>
                <w:rFonts w:cs="Calibri"/>
              </w:rPr>
              <w:t xml:space="preserve">UC.320 </w:t>
            </w:r>
          </w:p>
          <w:p w14:paraId="7C8E7E05" w14:textId="0F15AB62" w:rsidR="002B404F" w:rsidRPr="00556BB5" w:rsidRDefault="002B404F" w:rsidP="002B404F">
            <w:pPr>
              <w:pStyle w:val="Tabletext"/>
              <w:rPr>
                <w:rFonts w:cs="Calibri"/>
              </w:rPr>
            </w:pPr>
            <w:r w:rsidRPr="00556BB5">
              <w:rPr>
                <w:rFonts w:cs="Calibri"/>
              </w:rPr>
              <w:t>UC.325 – Part A</w:t>
            </w:r>
          </w:p>
        </w:tc>
        <w:tc>
          <w:tcPr>
            <w:tcW w:w="1701" w:type="dxa"/>
            <w:tcBorders>
              <w:top w:val="single" w:sz="4" w:space="0" w:color="auto"/>
              <w:bottom w:val="single" w:sz="4" w:space="0" w:color="auto"/>
            </w:tcBorders>
          </w:tcPr>
          <w:p w14:paraId="261BB6F8" w14:textId="77777777" w:rsidR="002B404F" w:rsidRPr="00556BB5" w:rsidRDefault="002B404F" w:rsidP="002B404F">
            <w:pPr>
              <w:pStyle w:val="Tabletext"/>
              <w:rPr>
                <w:rFonts w:cs="Calibri"/>
              </w:rPr>
            </w:pPr>
          </w:p>
        </w:tc>
      </w:tr>
      <w:tr w:rsidR="002B404F" w:rsidRPr="003B5C15" w14:paraId="52448FEA" w14:textId="77777777" w:rsidTr="002B404F">
        <w:tc>
          <w:tcPr>
            <w:tcW w:w="2039" w:type="dxa"/>
            <w:tcBorders>
              <w:top w:val="single" w:sz="4" w:space="0" w:color="auto"/>
              <w:bottom w:val="single" w:sz="4" w:space="0" w:color="auto"/>
            </w:tcBorders>
          </w:tcPr>
          <w:p w14:paraId="2BBBA8DC" w14:textId="0A6F9C1B" w:rsidR="002B404F" w:rsidRPr="00556BB5" w:rsidRDefault="006F3745" w:rsidP="002B404F">
            <w:pPr>
              <w:pStyle w:val="Tabletext"/>
              <w:keepNext/>
              <w:rPr>
                <w:rFonts w:eastAsia="Verdana" w:cs="Calibri"/>
              </w:rPr>
            </w:pPr>
            <w:sdt>
              <w:sdtPr>
                <w:rPr>
                  <w:rFonts w:ascii="Verdana" w:eastAsia="MS Gothic" w:hAnsi="Verdana" w:cs="Calibri"/>
                  <w:sz w:val="24"/>
                </w:rPr>
                <w:id w:val="147250757"/>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IHI Search</w:t>
            </w:r>
          </w:p>
        </w:tc>
        <w:tc>
          <w:tcPr>
            <w:tcW w:w="3967" w:type="dxa"/>
            <w:tcBorders>
              <w:top w:val="single" w:sz="4" w:space="0" w:color="auto"/>
              <w:bottom w:val="single" w:sz="4" w:space="0" w:color="auto"/>
            </w:tcBorders>
          </w:tcPr>
          <w:p w14:paraId="5949D1AB" w14:textId="14CABC53" w:rsidR="002B404F" w:rsidRPr="00556BB5" w:rsidRDefault="006F3745" w:rsidP="002B404F">
            <w:pPr>
              <w:pStyle w:val="Tabletext"/>
              <w:rPr>
                <w:rFonts w:cs="Calibri"/>
              </w:rPr>
            </w:pPr>
            <w:sdt>
              <w:sdtPr>
                <w:rPr>
                  <w:rFonts w:eastAsia="MS Gothic" w:cs="Calibri"/>
                  <w:sz w:val="24"/>
                </w:rPr>
                <w:id w:val="2028060095"/>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024005-Mobile number and email address search</w:t>
            </w:r>
          </w:p>
        </w:tc>
        <w:tc>
          <w:tcPr>
            <w:tcW w:w="2126" w:type="dxa"/>
            <w:tcBorders>
              <w:top w:val="single" w:sz="4" w:space="0" w:color="auto"/>
              <w:bottom w:val="single" w:sz="4" w:space="0" w:color="auto"/>
            </w:tcBorders>
          </w:tcPr>
          <w:p w14:paraId="2333896E" w14:textId="2E0AC440" w:rsidR="002B404F" w:rsidRPr="00556BB5" w:rsidRDefault="002B404F" w:rsidP="002B404F">
            <w:pPr>
              <w:pStyle w:val="Tabletext"/>
              <w:rPr>
                <w:rFonts w:cs="Calibri"/>
              </w:rPr>
            </w:pPr>
            <w:r w:rsidRPr="00556BB5">
              <w:rPr>
                <w:rFonts w:cs="Calibri"/>
              </w:rPr>
              <w:t>UC.10-Part A</w:t>
            </w:r>
          </w:p>
          <w:p w14:paraId="051C0902" w14:textId="2C4E5DBD" w:rsidR="002B404F" w:rsidRPr="00556BB5" w:rsidRDefault="002B404F" w:rsidP="002B404F">
            <w:pPr>
              <w:pStyle w:val="Tabletext"/>
              <w:rPr>
                <w:rFonts w:cs="Calibri"/>
              </w:rPr>
            </w:pPr>
            <w:r w:rsidRPr="00556BB5">
              <w:rPr>
                <w:rFonts w:cs="Calibri"/>
              </w:rPr>
              <w:t>UC.015-Part A</w:t>
            </w:r>
          </w:p>
          <w:p w14:paraId="797B6961" w14:textId="7F932D86" w:rsidR="002B404F" w:rsidRPr="00556BB5" w:rsidRDefault="002B404F" w:rsidP="002B404F">
            <w:pPr>
              <w:pStyle w:val="Tabletext"/>
              <w:rPr>
                <w:rFonts w:cs="Calibri"/>
              </w:rPr>
            </w:pPr>
            <w:r w:rsidRPr="00556BB5">
              <w:rPr>
                <w:rFonts w:cs="Calibri"/>
              </w:rPr>
              <w:t>UC.016</w:t>
            </w:r>
          </w:p>
          <w:p w14:paraId="68B916AD" w14:textId="0A0795FA" w:rsidR="002B404F" w:rsidRPr="00556BB5" w:rsidRDefault="002B404F" w:rsidP="002B404F">
            <w:pPr>
              <w:pStyle w:val="Tabletext"/>
              <w:rPr>
                <w:rFonts w:cs="Calibri"/>
              </w:rPr>
            </w:pPr>
            <w:r w:rsidRPr="00556BB5">
              <w:rPr>
                <w:rFonts w:cs="Calibri"/>
              </w:rPr>
              <w:t>UC.025-Part A</w:t>
            </w:r>
          </w:p>
          <w:p w14:paraId="3007D54F" w14:textId="75A5AD06" w:rsidR="002B404F" w:rsidRPr="00556BB5" w:rsidRDefault="002B404F" w:rsidP="002B404F">
            <w:pPr>
              <w:pStyle w:val="Tabletext"/>
              <w:rPr>
                <w:rFonts w:cs="Calibri"/>
              </w:rPr>
            </w:pPr>
            <w:r w:rsidRPr="00556BB5">
              <w:rPr>
                <w:rFonts w:cs="Calibri"/>
              </w:rPr>
              <w:t>UC.035</w:t>
            </w:r>
          </w:p>
          <w:p w14:paraId="385DD1CA" w14:textId="56AB0FC0" w:rsidR="002B404F" w:rsidRPr="00556BB5" w:rsidRDefault="002B404F" w:rsidP="002B404F">
            <w:pPr>
              <w:pStyle w:val="Tabletext"/>
              <w:rPr>
                <w:rFonts w:cs="Calibri"/>
              </w:rPr>
            </w:pPr>
          </w:p>
        </w:tc>
        <w:tc>
          <w:tcPr>
            <w:tcW w:w="1701" w:type="dxa"/>
            <w:tcBorders>
              <w:top w:val="single" w:sz="4" w:space="0" w:color="auto"/>
              <w:bottom w:val="single" w:sz="4" w:space="0" w:color="auto"/>
            </w:tcBorders>
          </w:tcPr>
          <w:p w14:paraId="0245FE97" w14:textId="77777777" w:rsidR="002B404F" w:rsidRPr="00556BB5" w:rsidRDefault="002B404F" w:rsidP="002B404F">
            <w:pPr>
              <w:pStyle w:val="Tabletext"/>
              <w:rPr>
                <w:rFonts w:cs="Calibri"/>
              </w:rPr>
            </w:pPr>
          </w:p>
        </w:tc>
      </w:tr>
      <w:tr w:rsidR="002B404F" w:rsidRPr="003B5C15" w14:paraId="3A15477E" w14:textId="77777777" w:rsidTr="002B404F">
        <w:trPr>
          <w:trHeight w:val="1458"/>
        </w:trPr>
        <w:tc>
          <w:tcPr>
            <w:tcW w:w="2039" w:type="dxa"/>
            <w:tcBorders>
              <w:top w:val="single" w:sz="4" w:space="0" w:color="auto"/>
              <w:bottom w:val="single" w:sz="4" w:space="0" w:color="auto"/>
            </w:tcBorders>
          </w:tcPr>
          <w:p w14:paraId="2B51F288" w14:textId="77777777" w:rsidR="002B404F" w:rsidRPr="00556BB5" w:rsidRDefault="002B404F" w:rsidP="002B404F">
            <w:pPr>
              <w:pStyle w:val="Tabletext"/>
              <w:rPr>
                <w:rFonts w:eastAsia="Verdana" w:cs="Calibri"/>
              </w:rPr>
            </w:pPr>
          </w:p>
        </w:tc>
        <w:tc>
          <w:tcPr>
            <w:tcW w:w="3967" w:type="dxa"/>
            <w:tcBorders>
              <w:top w:val="single" w:sz="4" w:space="0" w:color="auto"/>
              <w:bottom w:val="single" w:sz="4" w:space="0" w:color="auto"/>
            </w:tcBorders>
          </w:tcPr>
          <w:p w14:paraId="01D212D1" w14:textId="34B91633" w:rsidR="002B404F" w:rsidRPr="003B5C15" w:rsidRDefault="006F3745" w:rsidP="002B404F">
            <w:pPr>
              <w:pStyle w:val="Tabletext"/>
              <w:rPr>
                <w:rFonts w:cs="Calibri"/>
                <w:b/>
                <w:bCs/>
              </w:rPr>
            </w:pPr>
            <w:sdt>
              <w:sdtPr>
                <w:rPr>
                  <w:rFonts w:eastAsia="MS Gothic" w:cs="Calibri"/>
                  <w:sz w:val="24"/>
                </w:rPr>
                <w:id w:val="1172066529"/>
                <w14:checkbox>
                  <w14:checked w14:val="0"/>
                  <w14:checkedState w14:val="2612" w14:font="MS Gothic"/>
                  <w14:uncheckedState w14:val="2610" w14:font="MS Gothic"/>
                </w14:checkbox>
              </w:sdtPr>
              <w:sdtEndPr/>
              <w:sdtContent>
                <w:r w:rsidR="002B404F" w:rsidRPr="00556BB5">
                  <w:rPr>
                    <w:rFonts w:ascii="MS Gothic" w:eastAsia="MS Gothic" w:hAnsi="MS Gothic" w:cs="Calibri"/>
                    <w:sz w:val="24"/>
                  </w:rPr>
                  <w:t>☐</w:t>
                </w:r>
              </w:sdtContent>
            </w:sdt>
            <w:r w:rsidR="002B404F" w:rsidRPr="00556BB5">
              <w:rPr>
                <w:rFonts w:cs="Calibri"/>
              </w:rPr>
              <w:t xml:space="preserve">  024040-One name search</w:t>
            </w:r>
          </w:p>
        </w:tc>
        <w:tc>
          <w:tcPr>
            <w:tcW w:w="2126" w:type="dxa"/>
            <w:tcBorders>
              <w:top w:val="single" w:sz="4" w:space="0" w:color="auto"/>
              <w:bottom w:val="single" w:sz="4" w:space="0" w:color="auto"/>
            </w:tcBorders>
          </w:tcPr>
          <w:p w14:paraId="495C367C" w14:textId="77777777" w:rsidR="002B404F" w:rsidRPr="00556BB5" w:rsidRDefault="002B404F" w:rsidP="002B404F">
            <w:pPr>
              <w:pStyle w:val="Tabletext"/>
              <w:rPr>
                <w:rFonts w:cs="Calibri"/>
              </w:rPr>
            </w:pPr>
            <w:r w:rsidRPr="00556BB5">
              <w:rPr>
                <w:rFonts w:cs="Calibri"/>
              </w:rPr>
              <w:t>UC.10-Part A</w:t>
            </w:r>
          </w:p>
          <w:p w14:paraId="71A30863" w14:textId="77777777" w:rsidR="002B404F" w:rsidRPr="00556BB5" w:rsidRDefault="002B404F" w:rsidP="002B404F">
            <w:pPr>
              <w:pStyle w:val="Tabletext"/>
              <w:rPr>
                <w:rFonts w:cs="Calibri"/>
              </w:rPr>
            </w:pPr>
            <w:r w:rsidRPr="00556BB5">
              <w:rPr>
                <w:rFonts w:cs="Calibri"/>
              </w:rPr>
              <w:t>UC.011</w:t>
            </w:r>
          </w:p>
          <w:p w14:paraId="1685B9E6" w14:textId="77777777" w:rsidR="002B404F" w:rsidRPr="00556BB5" w:rsidRDefault="002B404F" w:rsidP="002B404F">
            <w:pPr>
              <w:pStyle w:val="Tabletext"/>
              <w:rPr>
                <w:rFonts w:cs="Calibri"/>
              </w:rPr>
            </w:pPr>
            <w:r w:rsidRPr="00556BB5">
              <w:rPr>
                <w:rFonts w:cs="Calibri"/>
              </w:rPr>
              <w:t>UC.015-Part A</w:t>
            </w:r>
          </w:p>
          <w:p w14:paraId="233970D1" w14:textId="77777777" w:rsidR="002B404F" w:rsidRPr="00556BB5" w:rsidRDefault="002B404F" w:rsidP="002B404F">
            <w:pPr>
              <w:pStyle w:val="Tabletext"/>
              <w:rPr>
                <w:rFonts w:cs="Calibri"/>
              </w:rPr>
            </w:pPr>
            <w:r w:rsidRPr="00556BB5">
              <w:rPr>
                <w:rFonts w:cs="Calibri"/>
              </w:rPr>
              <w:t>UC.016</w:t>
            </w:r>
          </w:p>
          <w:p w14:paraId="6DA9C79B" w14:textId="77777777" w:rsidR="002B404F" w:rsidRPr="00556BB5" w:rsidRDefault="002B404F" w:rsidP="002B404F">
            <w:pPr>
              <w:pStyle w:val="Tabletext"/>
              <w:rPr>
                <w:rFonts w:cs="Calibri"/>
              </w:rPr>
            </w:pPr>
            <w:r w:rsidRPr="00556BB5">
              <w:rPr>
                <w:rFonts w:cs="Calibri"/>
              </w:rPr>
              <w:t>UC.025-Part A</w:t>
            </w:r>
          </w:p>
          <w:p w14:paraId="255B82AA" w14:textId="77777777" w:rsidR="002B404F" w:rsidRPr="00556BB5" w:rsidRDefault="002B404F" w:rsidP="002B404F">
            <w:pPr>
              <w:pStyle w:val="Tabletext"/>
              <w:rPr>
                <w:rFonts w:cs="Calibri"/>
              </w:rPr>
            </w:pPr>
            <w:r w:rsidRPr="00556BB5">
              <w:rPr>
                <w:rFonts w:cs="Calibri"/>
              </w:rPr>
              <w:t>UC.035</w:t>
            </w:r>
          </w:p>
          <w:p w14:paraId="5C4445A6" w14:textId="04A9A782" w:rsidR="002B404F" w:rsidRPr="00556BB5" w:rsidRDefault="002B404F" w:rsidP="002B404F">
            <w:pPr>
              <w:pStyle w:val="Tabletext"/>
              <w:rPr>
                <w:rFonts w:cs="Calibri"/>
              </w:rPr>
            </w:pPr>
          </w:p>
        </w:tc>
        <w:tc>
          <w:tcPr>
            <w:tcW w:w="1701" w:type="dxa"/>
            <w:tcBorders>
              <w:top w:val="single" w:sz="4" w:space="0" w:color="auto"/>
              <w:bottom w:val="single" w:sz="4" w:space="0" w:color="auto"/>
            </w:tcBorders>
          </w:tcPr>
          <w:p w14:paraId="4230CD8B" w14:textId="77777777" w:rsidR="002B404F" w:rsidRPr="003B5C15" w:rsidRDefault="002B404F" w:rsidP="002B404F">
            <w:pPr>
              <w:pStyle w:val="Tabletext"/>
              <w:rPr>
                <w:rStyle w:val="SpecAttributeValue"/>
                <w:rFonts w:ascii="Calibri" w:hAnsi="Calibri" w:cs="Calibri"/>
                <w:szCs w:val="20"/>
              </w:rPr>
            </w:pPr>
          </w:p>
        </w:tc>
      </w:tr>
      <w:tr w:rsidR="002B404F" w:rsidRPr="003B5C15" w14:paraId="424764F9" w14:textId="77777777" w:rsidTr="002B404F">
        <w:trPr>
          <w:trHeight w:val="1458"/>
        </w:trPr>
        <w:tc>
          <w:tcPr>
            <w:tcW w:w="2039" w:type="dxa"/>
            <w:tcBorders>
              <w:top w:val="single" w:sz="4" w:space="0" w:color="auto"/>
              <w:bottom w:val="single" w:sz="4" w:space="0" w:color="auto"/>
            </w:tcBorders>
          </w:tcPr>
          <w:p w14:paraId="7AE09528" w14:textId="77777777" w:rsidR="002B404F" w:rsidRPr="00556BB5" w:rsidRDefault="002B404F" w:rsidP="002B404F">
            <w:pPr>
              <w:pStyle w:val="Tabletext"/>
              <w:rPr>
                <w:rFonts w:eastAsia="Verdana" w:cs="Calibri"/>
              </w:rPr>
            </w:pPr>
          </w:p>
        </w:tc>
        <w:tc>
          <w:tcPr>
            <w:tcW w:w="3967" w:type="dxa"/>
            <w:tcBorders>
              <w:top w:val="single" w:sz="4" w:space="0" w:color="auto"/>
              <w:bottom w:val="single" w:sz="4" w:space="0" w:color="auto"/>
            </w:tcBorders>
          </w:tcPr>
          <w:p w14:paraId="14C72009" w14:textId="15A1CAC0" w:rsidR="002B404F" w:rsidRPr="00556BB5" w:rsidRDefault="006F3745" w:rsidP="002B404F">
            <w:pPr>
              <w:pStyle w:val="Tabletext"/>
              <w:rPr>
                <w:rFonts w:eastAsia="MS Gothic" w:cs="Calibri"/>
                <w:sz w:val="24"/>
              </w:rPr>
            </w:pPr>
            <w:sdt>
              <w:sdtPr>
                <w:rPr>
                  <w:rFonts w:ascii="Verdana" w:eastAsia="MS Gothic" w:hAnsi="Verdana" w:cs="Calibri"/>
                  <w:sz w:val="24"/>
                </w:rPr>
                <w:id w:val="-1720114607"/>
                <w14:checkbox>
                  <w14:checked w14:val="0"/>
                  <w14:checkedState w14:val="2612" w14:font="MS Gothic"/>
                  <w14:uncheckedState w14:val="2610" w14:font="MS Gothic"/>
                </w14:checkbox>
              </w:sdtPr>
              <w:sdtEndPr/>
              <w:sdtContent>
                <w:r w:rsidR="002B404F" w:rsidRPr="00556BB5">
                  <w:rPr>
                    <w:rFonts w:ascii="Segoe UI Symbol" w:eastAsia="MS Gothic" w:hAnsi="Segoe UI Symbol" w:cs="Segoe UI Symbol"/>
                    <w:sz w:val="24"/>
                  </w:rPr>
                  <w:t>☐</w:t>
                </w:r>
              </w:sdtContent>
            </w:sdt>
            <w:r w:rsidR="002B404F" w:rsidRPr="00556BB5">
              <w:rPr>
                <w:rFonts w:cs="Calibri"/>
              </w:rPr>
              <w:t xml:space="preserve">  024065-Medicare Individual reference Number (IRN)</w:t>
            </w:r>
            <w:r w:rsidR="002B404F" w:rsidRPr="003B5C15">
              <w:rPr>
                <w:rStyle w:val="SpecAttributeValue"/>
                <w:rFonts w:ascii="Calibri" w:hAnsi="Calibri" w:cs="Calibri"/>
                <w:b/>
                <w:bCs/>
              </w:rPr>
              <w:t xml:space="preserve"> </w:t>
            </w:r>
          </w:p>
        </w:tc>
        <w:tc>
          <w:tcPr>
            <w:tcW w:w="2126" w:type="dxa"/>
            <w:tcBorders>
              <w:top w:val="single" w:sz="4" w:space="0" w:color="auto"/>
              <w:bottom w:val="single" w:sz="4" w:space="0" w:color="auto"/>
            </w:tcBorders>
          </w:tcPr>
          <w:p w14:paraId="0845D45D" w14:textId="77777777" w:rsidR="002B404F" w:rsidRPr="003B5C15" w:rsidRDefault="002B404F" w:rsidP="002B404F">
            <w:pPr>
              <w:pStyle w:val="Tabletext"/>
              <w:rPr>
                <w:rStyle w:val="SpecAttributeValue"/>
                <w:rFonts w:ascii="Calibri" w:hAnsi="Calibri" w:cs="Calibri"/>
              </w:rPr>
            </w:pPr>
            <w:r w:rsidRPr="003B5C15">
              <w:rPr>
                <w:rStyle w:val="SpecAttributeValue"/>
                <w:rFonts w:ascii="Calibri" w:hAnsi="Calibri" w:cs="Calibri"/>
              </w:rPr>
              <w:t>UC.010-Part A</w:t>
            </w:r>
          </w:p>
          <w:p w14:paraId="79F0A8E8" w14:textId="77777777" w:rsidR="002B404F" w:rsidRPr="003B5C15" w:rsidRDefault="002B404F" w:rsidP="002B404F">
            <w:pPr>
              <w:pStyle w:val="Tabletext"/>
              <w:rPr>
                <w:rStyle w:val="SpecAttributeValue"/>
                <w:rFonts w:ascii="Calibri" w:hAnsi="Calibri" w:cs="Calibri"/>
              </w:rPr>
            </w:pPr>
            <w:r w:rsidRPr="003B5C15">
              <w:rPr>
                <w:rStyle w:val="SpecAttributeValue"/>
                <w:rFonts w:ascii="Calibri" w:hAnsi="Calibri" w:cs="Calibri"/>
              </w:rPr>
              <w:t>UC.011</w:t>
            </w:r>
          </w:p>
          <w:p w14:paraId="208CC42B" w14:textId="77777777" w:rsidR="002B404F" w:rsidRPr="003B5C15" w:rsidRDefault="002B404F" w:rsidP="002B404F">
            <w:pPr>
              <w:pStyle w:val="Tabletext"/>
              <w:rPr>
                <w:rStyle w:val="SpecAttributeValue"/>
                <w:rFonts w:ascii="Calibri" w:hAnsi="Calibri" w:cs="Calibri"/>
                <w:szCs w:val="20"/>
              </w:rPr>
            </w:pPr>
            <w:r w:rsidRPr="003B5C15">
              <w:rPr>
                <w:rStyle w:val="SpecAttributeValue"/>
                <w:rFonts w:ascii="Calibri" w:hAnsi="Calibri" w:cs="Calibri"/>
                <w:szCs w:val="20"/>
              </w:rPr>
              <w:t>UC.015 -Part A</w:t>
            </w:r>
          </w:p>
          <w:p w14:paraId="3624C087" w14:textId="534E7113" w:rsidR="002B404F" w:rsidRPr="003B5C15" w:rsidRDefault="002B404F" w:rsidP="002B404F">
            <w:pPr>
              <w:pStyle w:val="Tabletext"/>
              <w:rPr>
                <w:rStyle w:val="SpecAttributeValue"/>
                <w:rFonts w:ascii="Calibri" w:hAnsi="Calibri" w:cs="Calibri"/>
              </w:rPr>
            </w:pPr>
            <w:r w:rsidRPr="003B5C15">
              <w:rPr>
                <w:rStyle w:val="SpecAttributeValue"/>
                <w:rFonts w:ascii="Calibri" w:hAnsi="Calibri" w:cs="Calibri"/>
              </w:rPr>
              <w:t>UC.016</w:t>
            </w:r>
          </w:p>
        </w:tc>
        <w:tc>
          <w:tcPr>
            <w:tcW w:w="1701" w:type="dxa"/>
            <w:tcBorders>
              <w:top w:val="single" w:sz="4" w:space="0" w:color="auto"/>
              <w:bottom w:val="single" w:sz="4" w:space="0" w:color="auto"/>
            </w:tcBorders>
          </w:tcPr>
          <w:p w14:paraId="3AFACAEB" w14:textId="77777777" w:rsidR="002B404F" w:rsidRPr="003B5C15" w:rsidRDefault="002B404F" w:rsidP="002B404F">
            <w:pPr>
              <w:pStyle w:val="Tabletext"/>
              <w:rPr>
                <w:rStyle w:val="SpecAttributeValue"/>
                <w:rFonts w:ascii="Calibri" w:hAnsi="Calibri" w:cs="Calibri"/>
                <w:szCs w:val="20"/>
              </w:rPr>
            </w:pPr>
          </w:p>
        </w:tc>
      </w:tr>
    </w:tbl>
    <w:p w14:paraId="7B4D59B8" w14:textId="0F7A86F2" w:rsidR="001D421B" w:rsidRDefault="001D421B" w:rsidP="00C22B24">
      <w:pPr>
        <w:spacing w:after="0"/>
        <w:ind w:left="851"/>
        <w:rPr>
          <w:rFonts w:cs="Calibri"/>
        </w:rPr>
      </w:pPr>
    </w:p>
    <w:p w14:paraId="6A979CFF" w14:textId="77777777" w:rsidR="001D421B" w:rsidRDefault="001D421B">
      <w:pPr>
        <w:spacing w:after="0"/>
        <w:rPr>
          <w:rFonts w:cs="Calibri"/>
        </w:rPr>
      </w:pPr>
      <w:r>
        <w:rPr>
          <w:rFonts w:cs="Calibri"/>
        </w:rPr>
        <w:br w:type="page"/>
      </w:r>
    </w:p>
    <w:p w14:paraId="06D26FB2" w14:textId="02DBF67C" w:rsidR="00291FEF" w:rsidRPr="00556BB5" w:rsidRDefault="00291FEF" w:rsidP="00A73F43">
      <w:pPr>
        <w:pStyle w:val="Heading3"/>
        <w:tabs>
          <w:tab w:val="clear" w:pos="850"/>
          <w:tab w:val="num" w:pos="851"/>
        </w:tabs>
        <w:ind w:left="851"/>
        <w:rPr>
          <w:rFonts w:cs="Calibri"/>
        </w:rPr>
      </w:pPr>
      <w:bookmarkStart w:id="76" w:name="_Ref66268829"/>
      <w:bookmarkStart w:id="77" w:name="_Toc75784475"/>
      <w:bookmarkStart w:id="78" w:name="_Toc170823782"/>
      <w:r w:rsidRPr="00556BB5">
        <w:rPr>
          <w:rFonts w:cs="Calibri"/>
        </w:rPr>
        <w:lastRenderedPageBreak/>
        <w:t xml:space="preserve">Recommended </w:t>
      </w:r>
      <w:r w:rsidR="00E73B2D" w:rsidRPr="00556BB5">
        <w:rPr>
          <w:rFonts w:cs="Calibri"/>
        </w:rPr>
        <w:t>requirements</w:t>
      </w:r>
      <w:bookmarkEnd w:id="76"/>
      <w:bookmarkEnd w:id="77"/>
      <w:bookmarkEnd w:id="78"/>
    </w:p>
    <w:p w14:paraId="7A5AC3D5" w14:textId="56FD0807" w:rsidR="00A73F43" w:rsidRPr="003B5C15" w:rsidRDefault="00A73F43" w:rsidP="00377475">
      <w:pPr>
        <w:pStyle w:val="BodyText"/>
        <w:tabs>
          <w:tab w:val="num" w:pos="1134"/>
          <w:tab w:val="left" w:pos="6240"/>
        </w:tabs>
        <w:ind w:left="709" w:hanging="709"/>
        <w:rPr>
          <w:rFonts w:cs="Calibri"/>
          <w:szCs w:val="22"/>
        </w:rPr>
      </w:pPr>
      <w:r w:rsidRPr="003B5C15">
        <w:rPr>
          <w:rFonts w:cs="Calibri"/>
          <w:b/>
          <w:bCs/>
          <w:szCs w:val="22"/>
        </w:rPr>
        <w:t xml:space="preserve">Step 1: </w:t>
      </w:r>
      <w:r w:rsidR="00377475" w:rsidRPr="003B5C15">
        <w:rPr>
          <w:rFonts w:cs="Calibri"/>
          <w:b/>
          <w:bCs/>
          <w:szCs w:val="22"/>
        </w:rPr>
        <w:tab/>
      </w:r>
      <w:r w:rsidRPr="003B5C15">
        <w:rPr>
          <w:rFonts w:cs="Calibri"/>
          <w:szCs w:val="22"/>
        </w:rPr>
        <w:t>For each of the recommended requirements below, tick those that have been implemented into the software.</w:t>
      </w:r>
    </w:p>
    <w:p w14:paraId="6B2C665E" w14:textId="77777777" w:rsidR="00A73F43" w:rsidRPr="003B5C15" w:rsidRDefault="00A73F43" w:rsidP="00377475">
      <w:pPr>
        <w:pStyle w:val="BodyText"/>
        <w:tabs>
          <w:tab w:val="num" w:pos="1134"/>
        </w:tabs>
        <w:ind w:left="709" w:hanging="709"/>
        <w:rPr>
          <w:rFonts w:cs="Calibri"/>
          <w:szCs w:val="22"/>
        </w:rPr>
      </w:pPr>
      <w:r w:rsidRPr="003B5C15">
        <w:rPr>
          <w:rFonts w:cs="Calibri"/>
          <w:b/>
          <w:bCs/>
          <w:szCs w:val="22"/>
        </w:rPr>
        <w:t>Step 2:</w:t>
      </w:r>
      <w:r w:rsidRPr="003B5C15">
        <w:rPr>
          <w:rFonts w:cs="Calibri"/>
          <w:szCs w:val="22"/>
        </w:rPr>
        <w:t xml:space="preserve">  Refer to the related Conformance Test Specification worksheet for details of the test case.</w:t>
      </w:r>
    </w:p>
    <w:p w14:paraId="5BEE944B" w14:textId="216014EB" w:rsidR="00752F34" w:rsidRPr="003B5C15" w:rsidRDefault="00291FEF" w:rsidP="00A73F43">
      <w:pPr>
        <w:pStyle w:val="BodyText"/>
        <w:keepNext/>
        <w:tabs>
          <w:tab w:val="num" w:pos="1134"/>
        </w:tabs>
        <w:ind w:left="567" w:hanging="567"/>
        <w:rPr>
          <w:rFonts w:cs="Calibri"/>
          <w:szCs w:val="22"/>
        </w:rPr>
      </w:pPr>
      <w:r w:rsidRPr="003B5C15">
        <w:rPr>
          <w:rFonts w:cs="Calibri"/>
          <w:szCs w:val="22"/>
        </w:rPr>
        <w:t>The implementation supports the following recommended requirements (tick all that apply):</w:t>
      </w:r>
    </w:p>
    <w:tbl>
      <w:tblPr>
        <w:tblStyle w:val="TableADHAwide"/>
        <w:tblW w:w="9932" w:type="dxa"/>
        <w:tblLook w:val="01E0" w:firstRow="1" w:lastRow="1" w:firstColumn="1" w:lastColumn="1" w:noHBand="0" w:noVBand="0"/>
      </w:tblPr>
      <w:tblGrid>
        <w:gridCol w:w="4395"/>
        <w:gridCol w:w="2126"/>
        <w:gridCol w:w="3411"/>
      </w:tblGrid>
      <w:tr w:rsidR="00F45293" w:rsidRPr="003B5C15" w14:paraId="19F554C3" w14:textId="09C54DD1" w:rsidTr="00556BB5">
        <w:tc>
          <w:tcPr>
            <w:tcW w:w="4395" w:type="dxa"/>
            <w:tcBorders>
              <w:bottom w:val="single" w:sz="4" w:space="0" w:color="auto"/>
            </w:tcBorders>
            <w:shd w:val="clear" w:color="auto" w:fill="F2F2F2" w:themeFill="background1" w:themeFillShade="F2"/>
          </w:tcPr>
          <w:p w14:paraId="67B67203" w14:textId="77777777" w:rsidR="00F45293" w:rsidRPr="00556BB5" w:rsidRDefault="00F45293" w:rsidP="009E2184">
            <w:pPr>
              <w:pStyle w:val="Tableheader"/>
              <w:rPr>
                <w:rFonts w:cs="Calibri"/>
              </w:rPr>
            </w:pPr>
            <w:r w:rsidRPr="00556BB5">
              <w:rPr>
                <w:rFonts w:cs="Calibri"/>
              </w:rPr>
              <w:t>Recommended requirements</w:t>
            </w:r>
          </w:p>
        </w:tc>
        <w:tc>
          <w:tcPr>
            <w:tcW w:w="2126" w:type="dxa"/>
            <w:tcBorders>
              <w:bottom w:val="single" w:sz="4" w:space="0" w:color="auto"/>
            </w:tcBorders>
            <w:shd w:val="clear" w:color="auto" w:fill="F2F2F2" w:themeFill="background1" w:themeFillShade="F2"/>
          </w:tcPr>
          <w:p w14:paraId="5D40CC95" w14:textId="728CDE65" w:rsidR="00F45293" w:rsidRPr="00556BB5" w:rsidRDefault="00C91571" w:rsidP="009E2184">
            <w:pPr>
              <w:pStyle w:val="Tableheader"/>
              <w:rPr>
                <w:rFonts w:cs="Calibri"/>
              </w:rPr>
            </w:pPr>
            <w:r w:rsidRPr="00556BB5">
              <w:rPr>
                <w:rFonts w:cs="Calibri"/>
              </w:rPr>
              <w:t xml:space="preserve">Related </w:t>
            </w:r>
            <w:r w:rsidR="00F45293" w:rsidRPr="00556BB5">
              <w:rPr>
                <w:rFonts w:cs="Calibri"/>
              </w:rPr>
              <w:t xml:space="preserve">Business </w:t>
            </w:r>
            <w:r w:rsidR="009E2184" w:rsidRPr="00556BB5">
              <w:rPr>
                <w:rFonts w:cs="Calibri"/>
              </w:rPr>
              <w:t xml:space="preserve">use cases </w:t>
            </w:r>
            <w:r w:rsidR="00F45293" w:rsidRPr="00556BB5">
              <w:rPr>
                <w:rFonts w:cs="Calibri"/>
              </w:rPr>
              <w:t>and  CTS worksheet</w:t>
            </w:r>
            <w:r w:rsidRPr="00556BB5">
              <w:rPr>
                <w:rFonts w:cs="Calibri"/>
              </w:rPr>
              <w:t>s</w:t>
            </w:r>
          </w:p>
        </w:tc>
        <w:tc>
          <w:tcPr>
            <w:cnfStyle w:val="000000001000" w:firstRow="0" w:lastRow="0" w:firstColumn="0" w:lastColumn="0" w:oddVBand="0" w:evenVBand="0" w:oddHBand="0" w:evenHBand="0" w:firstRowFirstColumn="0" w:firstRowLastColumn="1" w:lastRowFirstColumn="0" w:lastRowLastColumn="0"/>
            <w:tcW w:w="3411" w:type="dxa"/>
            <w:tcBorders>
              <w:bottom w:val="single" w:sz="4" w:space="0" w:color="auto"/>
            </w:tcBorders>
            <w:shd w:val="clear" w:color="auto" w:fill="F2F2F2" w:themeFill="background1" w:themeFillShade="F2"/>
          </w:tcPr>
          <w:p w14:paraId="71470957" w14:textId="772E88F9" w:rsidR="00F45293" w:rsidRPr="00556BB5" w:rsidRDefault="00FA12DB" w:rsidP="009E2184">
            <w:pPr>
              <w:pStyle w:val="Tableheader"/>
              <w:rPr>
                <w:rFonts w:cs="Calibri"/>
              </w:rPr>
            </w:pPr>
            <w:r w:rsidRPr="00556BB5">
              <w:rPr>
                <w:rFonts w:cs="Calibri"/>
              </w:rPr>
              <w:t xml:space="preserve">Software Developer </w:t>
            </w:r>
            <w:r w:rsidR="00F45293" w:rsidRPr="00556BB5">
              <w:rPr>
                <w:rFonts w:cs="Calibri"/>
              </w:rPr>
              <w:t>Comments</w:t>
            </w:r>
          </w:p>
        </w:tc>
      </w:tr>
      <w:tr w:rsidR="00F45293" w:rsidRPr="003B5C15" w14:paraId="4DB127E9" w14:textId="67BB6937" w:rsidTr="00556BB5">
        <w:tc>
          <w:tcPr>
            <w:tcW w:w="4395" w:type="dxa"/>
            <w:tcBorders>
              <w:top w:val="single" w:sz="4" w:space="0" w:color="auto"/>
              <w:bottom w:val="single" w:sz="4" w:space="0" w:color="auto"/>
            </w:tcBorders>
          </w:tcPr>
          <w:p w14:paraId="37D47F2C" w14:textId="77777777" w:rsidR="00F45293" w:rsidRPr="00556BB5" w:rsidRDefault="006F3745" w:rsidP="009E2184">
            <w:pPr>
              <w:pStyle w:val="Tabletext"/>
              <w:rPr>
                <w:rFonts w:cs="Calibri"/>
              </w:rPr>
            </w:pPr>
            <w:sdt>
              <w:sdtPr>
                <w:rPr>
                  <w:rFonts w:eastAsia="MS Gothic" w:cs="Calibri"/>
                  <w:sz w:val="24"/>
                </w:rPr>
                <w:id w:val="1402872796"/>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5804 </w:t>
            </w:r>
            <w:r w:rsidR="00F45293" w:rsidRPr="00556BB5">
              <w:rPr>
                <w:rFonts w:eastAsia="Symbol" w:cs="Calibri"/>
              </w:rPr>
              <w:t>-</w:t>
            </w:r>
            <w:r w:rsidR="00F45293" w:rsidRPr="00556BB5">
              <w:rPr>
                <w:rFonts w:cs="Calibri"/>
              </w:rPr>
              <w:t xml:space="preserve"> Identification of a patient’s given and family name</w:t>
            </w:r>
          </w:p>
        </w:tc>
        <w:tc>
          <w:tcPr>
            <w:tcW w:w="2126" w:type="dxa"/>
            <w:tcBorders>
              <w:top w:val="single" w:sz="4" w:space="0" w:color="auto"/>
              <w:bottom w:val="single" w:sz="4" w:space="0" w:color="auto"/>
            </w:tcBorders>
          </w:tcPr>
          <w:p w14:paraId="5B74A4EB" w14:textId="151CD5E3" w:rsidR="00F45293" w:rsidRPr="00556BB5" w:rsidRDefault="00F45293" w:rsidP="009E2184">
            <w:pPr>
              <w:pStyle w:val="Tabletext"/>
              <w:rPr>
                <w:rFonts w:cs="Calibri"/>
              </w:rPr>
            </w:pPr>
            <w:r w:rsidRPr="00556BB5">
              <w:rPr>
                <w:rFonts w:cs="Calibri"/>
              </w:rPr>
              <w:t xml:space="preserve">UC.005 </w:t>
            </w:r>
          </w:p>
          <w:p w14:paraId="7FF600A7" w14:textId="31F58A33" w:rsidR="00F45293" w:rsidRPr="00556BB5" w:rsidRDefault="00F45293" w:rsidP="009E2184">
            <w:pPr>
              <w:pStyle w:val="Tabletext"/>
              <w:rPr>
                <w:rFonts w:cs="Calibri"/>
              </w:rPr>
            </w:pPr>
            <w:r w:rsidRPr="00556BB5">
              <w:rPr>
                <w:rFonts w:cs="Calibri"/>
              </w:rPr>
              <w:t xml:space="preserve">UC.010 – Part A </w:t>
            </w:r>
          </w:p>
          <w:p w14:paraId="75AD01F6" w14:textId="33C38B9D" w:rsidR="00F45293" w:rsidRPr="00556BB5" w:rsidRDefault="00F45293" w:rsidP="009E2184">
            <w:pPr>
              <w:pStyle w:val="Tabletext"/>
              <w:rPr>
                <w:rFonts w:cs="Calibri"/>
              </w:rPr>
            </w:pPr>
            <w:r w:rsidRPr="00556BB5">
              <w:rPr>
                <w:rFonts w:cs="Calibri"/>
              </w:rPr>
              <w:t>UC.011</w:t>
            </w:r>
          </w:p>
          <w:p w14:paraId="5AA544EF" w14:textId="4F2887C7" w:rsidR="00F45293" w:rsidRPr="00556BB5" w:rsidRDefault="00F45293" w:rsidP="009E2184">
            <w:pPr>
              <w:pStyle w:val="Tabletext"/>
              <w:rPr>
                <w:rFonts w:cs="Calibri"/>
              </w:rPr>
            </w:pPr>
            <w:r w:rsidRPr="00556BB5">
              <w:rPr>
                <w:rFonts w:cs="Calibri"/>
              </w:rPr>
              <w:t xml:space="preserve">UC.015 – Part A </w:t>
            </w:r>
          </w:p>
          <w:p w14:paraId="6E1F9C04" w14:textId="649F9F0B" w:rsidR="00F45293" w:rsidRPr="00556BB5" w:rsidRDefault="00F45293" w:rsidP="009E2184">
            <w:pPr>
              <w:pStyle w:val="Tabletext"/>
              <w:rPr>
                <w:rFonts w:cs="Calibri"/>
              </w:rPr>
            </w:pPr>
            <w:r w:rsidRPr="00556BB5">
              <w:rPr>
                <w:rFonts w:cs="Calibri"/>
              </w:rPr>
              <w:t>UC.016</w:t>
            </w:r>
          </w:p>
        </w:tc>
        <w:tc>
          <w:tcPr>
            <w:tcW w:w="3411" w:type="dxa"/>
            <w:tcBorders>
              <w:top w:val="single" w:sz="4" w:space="0" w:color="auto"/>
              <w:bottom w:val="single" w:sz="4" w:space="0" w:color="auto"/>
            </w:tcBorders>
          </w:tcPr>
          <w:p w14:paraId="1BC045AA" w14:textId="77777777" w:rsidR="00F45293" w:rsidRPr="00556BB5" w:rsidRDefault="00F45293" w:rsidP="009E2184">
            <w:pPr>
              <w:pStyle w:val="Tabletext"/>
              <w:rPr>
                <w:rFonts w:cs="Calibri"/>
              </w:rPr>
            </w:pPr>
          </w:p>
        </w:tc>
      </w:tr>
      <w:tr w:rsidR="00F45293" w:rsidRPr="003B5C15" w14:paraId="61BB4B2A" w14:textId="0EB573A2" w:rsidTr="00556BB5">
        <w:tc>
          <w:tcPr>
            <w:tcW w:w="4395" w:type="dxa"/>
            <w:tcBorders>
              <w:top w:val="single" w:sz="4" w:space="0" w:color="auto"/>
              <w:bottom w:val="single" w:sz="4" w:space="0" w:color="auto"/>
            </w:tcBorders>
          </w:tcPr>
          <w:p w14:paraId="2054E333" w14:textId="77777777" w:rsidR="00F45293" w:rsidRPr="00556BB5" w:rsidRDefault="006F3745" w:rsidP="009E2184">
            <w:pPr>
              <w:pStyle w:val="Tabletext"/>
              <w:rPr>
                <w:rFonts w:cs="Calibri"/>
              </w:rPr>
            </w:pPr>
            <w:sdt>
              <w:sdtPr>
                <w:rPr>
                  <w:rFonts w:eastAsia="MS Gothic" w:cs="Calibri"/>
                  <w:sz w:val="24"/>
                </w:rPr>
                <w:id w:val="-331372887"/>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5809 </w:t>
            </w:r>
            <w:r w:rsidR="00F45293" w:rsidRPr="00556BB5">
              <w:rPr>
                <w:rFonts w:eastAsia="Symbol" w:cs="Calibri"/>
              </w:rPr>
              <w:t>-</w:t>
            </w:r>
            <w:r w:rsidR="00F45293" w:rsidRPr="00556BB5">
              <w:rPr>
                <w:rFonts w:cs="Calibri"/>
              </w:rPr>
              <w:t xml:space="preserve"> Capture and storage of one or more other name(s) for a patient</w:t>
            </w:r>
          </w:p>
        </w:tc>
        <w:tc>
          <w:tcPr>
            <w:tcW w:w="2126" w:type="dxa"/>
            <w:tcBorders>
              <w:top w:val="single" w:sz="4" w:space="0" w:color="auto"/>
              <w:bottom w:val="single" w:sz="4" w:space="0" w:color="auto"/>
            </w:tcBorders>
          </w:tcPr>
          <w:p w14:paraId="65721C86" w14:textId="038E3266" w:rsidR="00F45293" w:rsidRPr="00556BB5" w:rsidRDefault="00F45293" w:rsidP="009E2184">
            <w:pPr>
              <w:pStyle w:val="Tabletext"/>
              <w:rPr>
                <w:rFonts w:cs="Calibri"/>
              </w:rPr>
            </w:pPr>
            <w:r w:rsidRPr="00556BB5">
              <w:rPr>
                <w:rFonts w:cs="Calibri"/>
              </w:rPr>
              <w:t xml:space="preserve">UC.010 – Part A </w:t>
            </w:r>
          </w:p>
          <w:p w14:paraId="01B04893" w14:textId="01301467" w:rsidR="00F45293" w:rsidRPr="00556BB5" w:rsidRDefault="00F45293" w:rsidP="009E2184">
            <w:pPr>
              <w:pStyle w:val="Tabletext"/>
              <w:rPr>
                <w:rFonts w:cs="Calibri"/>
              </w:rPr>
            </w:pPr>
            <w:r w:rsidRPr="00556BB5">
              <w:rPr>
                <w:rFonts w:cs="Calibri"/>
              </w:rPr>
              <w:t>UC.011</w:t>
            </w:r>
          </w:p>
          <w:p w14:paraId="09298A85" w14:textId="2C8B6060" w:rsidR="00F45293" w:rsidRPr="00556BB5" w:rsidRDefault="00F45293" w:rsidP="009E2184">
            <w:pPr>
              <w:pStyle w:val="Tabletext"/>
              <w:rPr>
                <w:rFonts w:cs="Calibri"/>
              </w:rPr>
            </w:pPr>
            <w:r w:rsidRPr="00556BB5">
              <w:rPr>
                <w:rFonts w:cs="Calibri"/>
              </w:rPr>
              <w:t xml:space="preserve">UC.015 – Part A </w:t>
            </w:r>
          </w:p>
          <w:p w14:paraId="4E188C84" w14:textId="79FD1C1D" w:rsidR="00F45293" w:rsidRPr="00556BB5" w:rsidRDefault="00F45293" w:rsidP="009E2184">
            <w:pPr>
              <w:pStyle w:val="Tabletext"/>
              <w:rPr>
                <w:rFonts w:cs="Calibri"/>
              </w:rPr>
            </w:pPr>
            <w:r w:rsidRPr="00556BB5">
              <w:rPr>
                <w:rFonts w:cs="Calibri"/>
              </w:rPr>
              <w:t>UC.016</w:t>
            </w:r>
          </w:p>
          <w:p w14:paraId="739CCEED" w14:textId="2976D00F" w:rsidR="00F45293" w:rsidRPr="00556BB5" w:rsidRDefault="00F45293" w:rsidP="009E2184">
            <w:pPr>
              <w:pStyle w:val="Tabletext"/>
              <w:rPr>
                <w:rFonts w:cs="Calibri"/>
              </w:rPr>
            </w:pPr>
            <w:r w:rsidRPr="00556BB5">
              <w:rPr>
                <w:rFonts w:cs="Calibri"/>
              </w:rPr>
              <w:t>UC.035</w:t>
            </w:r>
          </w:p>
        </w:tc>
        <w:tc>
          <w:tcPr>
            <w:tcW w:w="3411" w:type="dxa"/>
            <w:tcBorders>
              <w:top w:val="single" w:sz="4" w:space="0" w:color="auto"/>
              <w:bottom w:val="single" w:sz="4" w:space="0" w:color="auto"/>
            </w:tcBorders>
          </w:tcPr>
          <w:p w14:paraId="6221B9AF" w14:textId="77777777" w:rsidR="00F45293" w:rsidRPr="00556BB5" w:rsidRDefault="00F45293" w:rsidP="009E2184">
            <w:pPr>
              <w:pStyle w:val="Tabletext"/>
              <w:rPr>
                <w:rFonts w:cs="Calibri"/>
              </w:rPr>
            </w:pPr>
          </w:p>
        </w:tc>
      </w:tr>
      <w:tr w:rsidR="00F45293" w:rsidRPr="003B5C15" w14:paraId="3C9851AD" w14:textId="17B3AD90" w:rsidTr="00556BB5">
        <w:tc>
          <w:tcPr>
            <w:tcW w:w="4395" w:type="dxa"/>
            <w:tcBorders>
              <w:top w:val="single" w:sz="4" w:space="0" w:color="auto"/>
              <w:bottom w:val="single" w:sz="4" w:space="0" w:color="auto"/>
            </w:tcBorders>
          </w:tcPr>
          <w:p w14:paraId="380E8278" w14:textId="77777777" w:rsidR="00F45293" w:rsidRPr="00556BB5" w:rsidRDefault="006F3745" w:rsidP="009E2184">
            <w:pPr>
              <w:pStyle w:val="Tabletext"/>
              <w:rPr>
                <w:rFonts w:cs="Calibri"/>
              </w:rPr>
            </w:pPr>
            <w:sdt>
              <w:sdtPr>
                <w:rPr>
                  <w:rFonts w:eastAsia="MS Gothic" w:cs="Calibri"/>
                  <w:sz w:val="24"/>
                </w:rPr>
                <w:id w:val="1422912287"/>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5815 </w:t>
            </w:r>
            <w:r w:rsidR="00F45293" w:rsidRPr="00556BB5">
              <w:rPr>
                <w:rFonts w:eastAsia="Symbol" w:cs="Calibri"/>
              </w:rPr>
              <w:t>-</w:t>
            </w:r>
            <w:r w:rsidR="00F45293" w:rsidRPr="00556BB5">
              <w:rPr>
                <w:rFonts w:cs="Calibri"/>
              </w:rPr>
              <w:t xml:space="preserve"> Address search</w:t>
            </w:r>
          </w:p>
        </w:tc>
        <w:tc>
          <w:tcPr>
            <w:tcW w:w="2126" w:type="dxa"/>
            <w:tcBorders>
              <w:top w:val="single" w:sz="4" w:space="0" w:color="auto"/>
              <w:bottom w:val="single" w:sz="4" w:space="0" w:color="auto"/>
            </w:tcBorders>
          </w:tcPr>
          <w:p w14:paraId="78518BE9" w14:textId="6CE1F29D" w:rsidR="00F45293" w:rsidRPr="00556BB5" w:rsidRDefault="00F45293" w:rsidP="009E2184">
            <w:pPr>
              <w:pStyle w:val="Tabletext"/>
              <w:rPr>
                <w:rFonts w:cs="Calibri"/>
              </w:rPr>
            </w:pPr>
            <w:r w:rsidRPr="00556BB5">
              <w:rPr>
                <w:rFonts w:cs="Calibri"/>
              </w:rPr>
              <w:t xml:space="preserve">UC.010 – Part A </w:t>
            </w:r>
          </w:p>
          <w:p w14:paraId="685FA3CE" w14:textId="332557B0" w:rsidR="00F45293" w:rsidRPr="00556BB5" w:rsidRDefault="00F45293" w:rsidP="009E2184">
            <w:pPr>
              <w:pStyle w:val="Tabletext"/>
              <w:rPr>
                <w:rFonts w:cs="Calibri"/>
              </w:rPr>
            </w:pPr>
            <w:r w:rsidRPr="00556BB5">
              <w:rPr>
                <w:rFonts w:cs="Calibri"/>
              </w:rPr>
              <w:t>UC.011</w:t>
            </w:r>
          </w:p>
          <w:p w14:paraId="00EE1B5A" w14:textId="60EDADFD" w:rsidR="00F45293" w:rsidRPr="00556BB5" w:rsidRDefault="00F45293" w:rsidP="009E2184">
            <w:pPr>
              <w:pStyle w:val="Tabletext"/>
              <w:rPr>
                <w:rFonts w:cs="Calibri"/>
              </w:rPr>
            </w:pPr>
            <w:r w:rsidRPr="00556BB5">
              <w:rPr>
                <w:rFonts w:cs="Calibri"/>
              </w:rPr>
              <w:t>UC.015 – Part A</w:t>
            </w:r>
          </w:p>
          <w:p w14:paraId="1FAFF6B5" w14:textId="00D4DB4F" w:rsidR="00F45293" w:rsidRPr="00556BB5" w:rsidRDefault="00F45293" w:rsidP="009E2184">
            <w:pPr>
              <w:pStyle w:val="Tabletext"/>
              <w:rPr>
                <w:rFonts w:cs="Calibri"/>
              </w:rPr>
            </w:pPr>
            <w:r w:rsidRPr="00556BB5">
              <w:rPr>
                <w:rFonts w:cs="Calibri"/>
              </w:rPr>
              <w:t>UC.016</w:t>
            </w:r>
          </w:p>
        </w:tc>
        <w:tc>
          <w:tcPr>
            <w:tcW w:w="3411" w:type="dxa"/>
            <w:tcBorders>
              <w:top w:val="single" w:sz="4" w:space="0" w:color="auto"/>
              <w:bottom w:val="single" w:sz="4" w:space="0" w:color="auto"/>
            </w:tcBorders>
          </w:tcPr>
          <w:p w14:paraId="631620A3" w14:textId="77777777" w:rsidR="00F45293" w:rsidRPr="00556BB5" w:rsidRDefault="00F45293" w:rsidP="009E2184">
            <w:pPr>
              <w:pStyle w:val="Tabletext"/>
              <w:rPr>
                <w:rFonts w:cs="Calibri"/>
              </w:rPr>
            </w:pPr>
          </w:p>
        </w:tc>
      </w:tr>
      <w:tr w:rsidR="00F45293" w:rsidRPr="003B5C15" w14:paraId="5750F18D" w14:textId="071F0F25" w:rsidTr="00556BB5">
        <w:tc>
          <w:tcPr>
            <w:tcW w:w="4395" w:type="dxa"/>
            <w:tcBorders>
              <w:top w:val="single" w:sz="4" w:space="0" w:color="auto"/>
              <w:bottom w:val="single" w:sz="4" w:space="0" w:color="auto"/>
            </w:tcBorders>
          </w:tcPr>
          <w:p w14:paraId="3A821E1C" w14:textId="77777777" w:rsidR="00F45293" w:rsidRPr="00556BB5" w:rsidRDefault="006F3745" w:rsidP="009E2184">
            <w:pPr>
              <w:pStyle w:val="Tabletext"/>
              <w:rPr>
                <w:rFonts w:cs="Calibri"/>
              </w:rPr>
            </w:pPr>
            <w:sdt>
              <w:sdtPr>
                <w:rPr>
                  <w:rFonts w:eastAsia="MS Gothic" w:cs="Calibri"/>
                  <w:sz w:val="24"/>
                </w:rPr>
                <w:id w:val="451055578"/>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5818 </w:t>
            </w:r>
            <w:r w:rsidR="00F45293" w:rsidRPr="00556BB5">
              <w:rPr>
                <w:rFonts w:eastAsia="Symbol" w:cs="Calibri"/>
              </w:rPr>
              <w:t>-</w:t>
            </w:r>
            <w:r w:rsidR="00F45293" w:rsidRPr="00556BB5">
              <w:rPr>
                <w:rFonts w:cs="Calibri"/>
              </w:rPr>
              <w:t xml:space="preserve"> Resubmit search with modified search criteria</w:t>
            </w:r>
          </w:p>
        </w:tc>
        <w:tc>
          <w:tcPr>
            <w:tcW w:w="2126" w:type="dxa"/>
            <w:tcBorders>
              <w:top w:val="single" w:sz="4" w:space="0" w:color="auto"/>
              <w:bottom w:val="single" w:sz="4" w:space="0" w:color="auto"/>
            </w:tcBorders>
          </w:tcPr>
          <w:p w14:paraId="0481AFC8" w14:textId="0B65327E" w:rsidR="00F45293" w:rsidRPr="00556BB5" w:rsidRDefault="2492BD31" w:rsidP="009E2184">
            <w:pPr>
              <w:pStyle w:val="Tabletext"/>
              <w:rPr>
                <w:rFonts w:cs="Calibri"/>
              </w:rPr>
            </w:pPr>
            <w:r w:rsidRPr="00556BB5">
              <w:rPr>
                <w:rFonts w:cs="Calibri"/>
              </w:rPr>
              <w:t xml:space="preserve">UC.010 – Part C </w:t>
            </w:r>
          </w:p>
          <w:p w14:paraId="563209E6" w14:textId="4546B3C8" w:rsidR="0AFB4B61" w:rsidRPr="00556BB5" w:rsidRDefault="0AFB4B61" w:rsidP="34EF76FB">
            <w:pPr>
              <w:pStyle w:val="Tabletext"/>
              <w:rPr>
                <w:rFonts w:cs="Calibri"/>
              </w:rPr>
            </w:pPr>
            <w:r w:rsidRPr="00556BB5">
              <w:rPr>
                <w:rFonts w:cs="Calibri"/>
              </w:rPr>
              <w:t>UC.011</w:t>
            </w:r>
          </w:p>
          <w:p w14:paraId="69CCF009" w14:textId="1938B4CE" w:rsidR="00F45293" w:rsidRPr="00556BB5" w:rsidRDefault="2492BD31" w:rsidP="009E2184">
            <w:pPr>
              <w:pStyle w:val="Tabletext"/>
              <w:rPr>
                <w:rFonts w:cs="Calibri"/>
              </w:rPr>
            </w:pPr>
            <w:r w:rsidRPr="00556BB5">
              <w:rPr>
                <w:rFonts w:cs="Calibri"/>
              </w:rPr>
              <w:t xml:space="preserve">UC.015 – Part C  </w:t>
            </w:r>
          </w:p>
          <w:p w14:paraId="0222CB27" w14:textId="213D0F37" w:rsidR="606410F8" w:rsidRPr="00556BB5" w:rsidRDefault="606410F8" w:rsidP="34EF76FB">
            <w:pPr>
              <w:pStyle w:val="Tabletext"/>
              <w:rPr>
                <w:rFonts w:cs="Calibri"/>
              </w:rPr>
            </w:pPr>
            <w:r w:rsidRPr="00556BB5">
              <w:rPr>
                <w:rFonts w:cs="Calibri"/>
              </w:rPr>
              <w:t>UC.016</w:t>
            </w:r>
          </w:p>
          <w:p w14:paraId="2CC9DDDB" w14:textId="074E818F" w:rsidR="00F45293" w:rsidRPr="00556BB5" w:rsidRDefault="2492BD31" w:rsidP="009E2184">
            <w:pPr>
              <w:pStyle w:val="Tabletext"/>
              <w:rPr>
                <w:rFonts w:cs="Calibri"/>
              </w:rPr>
            </w:pPr>
            <w:r w:rsidRPr="00556BB5">
              <w:rPr>
                <w:rFonts w:cs="Calibri"/>
              </w:rPr>
              <w:t>UC.035</w:t>
            </w:r>
          </w:p>
        </w:tc>
        <w:tc>
          <w:tcPr>
            <w:tcW w:w="3411" w:type="dxa"/>
            <w:tcBorders>
              <w:top w:val="single" w:sz="4" w:space="0" w:color="auto"/>
              <w:bottom w:val="single" w:sz="4" w:space="0" w:color="auto"/>
            </w:tcBorders>
          </w:tcPr>
          <w:p w14:paraId="4D94AAE0" w14:textId="77777777" w:rsidR="00F45293" w:rsidRPr="00556BB5" w:rsidRDefault="00F45293" w:rsidP="009E2184">
            <w:pPr>
              <w:pStyle w:val="Tabletext"/>
              <w:rPr>
                <w:rFonts w:cs="Calibri"/>
              </w:rPr>
            </w:pPr>
          </w:p>
        </w:tc>
      </w:tr>
      <w:tr w:rsidR="00F45293" w:rsidRPr="003B5C15" w14:paraId="046FC9E4" w14:textId="77BFDA20" w:rsidTr="00556BB5">
        <w:tc>
          <w:tcPr>
            <w:tcW w:w="4395" w:type="dxa"/>
            <w:tcBorders>
              <w:top w:val="single" w:sz="4" w:space="0" w:color="auto"/>
              <w:bottom w:val="single" w:sz="4" w:space="0" w:color="auto"/>
            </w:tcBorders>
          </w:tcPr>
          <w:p w14:paraId="574F83A4" w14:textId="77777777" w:rsidR="00F45293" w:rsidRPr="00556BB5" w:rsidRDefault="006F3745" w:rsidP="009E2184">
            <w:pPr>
              <w:pStyle w:val="Tabletext"/>
              <w:rPr>
                <w:rFonts w:cs="Calibri"/>
              </w:rPr>
            </w:pPr>
            <w:sdt>
              <w:sdtPr>
                <w:rPr>
                  <w:rFonts w:eastAsia="MS Gothic" w:cs="Calibri"/>
                  <w:sz w:val="24"/>
                </w:rPr>
                <w:id w:val="135767728"/>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5824 </w:t>
            </w:r>
            <w:r w:rsidR="00F45293" w:rsidRPr="00556BB5">
              <w:rPr>
                <w:rFonts w:eastAsia="Symbol" w:cs="Calibri"/>
              </w:rPr>
              <w:t>-</w:t>
            </w:r>
            <w:r w:rsidR="00F45293" w:rsidRPr="00556BB5">
              <w:rPr>
                <w:rFonts w:cs="Calibri"/>
              </w:rPr>
              <w:t xml:space="preserve"> Retention of patient’s previous names</w:t>
            </w:r>
          </w:p>
        </w:tc>
        <w:tc>
          <w:tcPr>
            <w:tcW w:w="2126" w:type="dxa"/>
            <w:tcBorders>
              <w:top w:val="single" w:sz="4" w:space="0" w:color="auto"/>
              <w:bottom w:val="single" w:sz="4" w:space="0" w:color="auto"/>
            </w:tcBorders>
          </w:tcPr>
          <w:p w14:paraId="1D186C46" w14:textId="6B909EFA" w:rsidR="00F45293" w:rsidRPr="00556BB5" w:rsidRDefault="00F45293" w:rsidP="009E2184">
            <w:pPr>
              <w:pStyle w:val="Tabletext"/>
              <w:rPr>
                <w:rFonts w:cs="Calibri"/>
              </w:rPr>
            </w:pPr>
            <w:r w:rsidRPr="00556BB5">
              <w:rPr>
                <w:rFonts w:cs="Calibri"/>
              </w:rPr>
              <w:t xml:space="preserve">UC.015 – Part A </w:t>
            </w:r>
          </w:p>
          <w:p w14:paraId="4E9F1B71" w14:textId="2F7CF9E9" w:rsidR="00F45293" w:rsidRPr="00556BB5" w:rsidRDefault="00F45293" w:rsidP="009E2184">
            <w:pPr>
              <w:pStyle w:val="Tabletext"/>
              <w:rPr>
                <w:rFonts w:cs="Calibri"/>
              </w:rPr>
            </w:pPr>
            <w:r w:rsidRPr="00556BB5">
              <w:rPr>
                <w:rFonts w:cs="Calibri"/>
              </w:rPr>
              <w:t>UC.016</w:t>
            </w:r>
          </w:p>
          <w:p w14:paraId="207A071E" w14:textId="06C1A9E3" w:rsidR="00F45293" w:rsidRPr="00556BB5" w:rsidRDefault="00F45293" w:rsidP="009E2184">
            <w:pPr>
              <w:pStyle w:val="Tabletext"/>
              <w:rPr>
                <w:rFonts w:cs="Calibri"/>
              </w:rPr>
            </w:pPr>
            <w:r w:rsidRPr="00556BB5">
              <w:rPr>
                <w:rFonts w:cs="Calibri"/>
              </w:rPr>
              <w:t>UC.035</w:t>
            </w:r>
          </w:p>
        </w:tc>
        <w:tc>
          <w:tcPr>
            <w:tcW w:w="3411" w:type="dxa"/>
            <w:tcBorders>
              <w:top w:val="single" w:sz="4" w:space="0" w:color="auto"/>
              <w:bottom w:val="single" w:sz="4" w:space="0" w:color="auto"/>
            </w:tcBorders>
          </w:tcPr>
          <w:p w14:paraId="162007DF" w14:textId="77777777" w:rsidR="00F45293" w:rsidRPr="00556BB5" w:rsidRDefault="00F45293" w:rsidP="009E2184">
            <w:pPr>
              <w:pStyle w:val="Tabletext"/>
              <w:rPr>
                <w:rFonts w:cs="Calibri"/>
              </w:rPr>
            </w:pPr>
          </w:p>
        </w:tc>
      </w:tr>
      <w:tr w:rsidR="00F45293" w:rsidRPr="003B5C15" w14:paraId="75374056" w14:textId="110F35CE" w:rsidTr="00556BB5">
        <w:tc>
          <w:tcPr>
            <w:tcW w:w="4395" w:type="dxa"/>
            <w:tcBorders>
              <w:top w:val="single" w:sz="4" w:space="0" w:color="auto"/>
              <w:bottom w:val="single" w:sz="4" w:space="0" w:color="auto"/>
            </w:tcBorders>
          </w:tcPr>
          <w:p w14:paraId="4FA0E7F3" w14:textId="77777777" w:rsidR="00F45293" w:rsidRPr="00556BB5" w:rsidRDefault="006F3745" w:rsidP="009E2184">
            <w:pPr>
              <w:pStyle w:val="Tabletext"/>
              <w:rPr>
                <w:rFonts w:cs="Calibri"/>
              </w:rPr>
            </w:pPr>
            <w:sdt>
              <w:sdtPr>
                <w:rPr>
                  <w:rFonts w:eastAsia="MS Gothic" w:cs="Calibri"/>
                  <w:sz w:val="24"/>
                </w:rPr>
                <w:id w:val="1879665559"/>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5830 </w:t>
            </w:r>
            <w:r w:rsidR="00F45293" w:rsidRPr="00556BB5">
              <w:rPr>
                <w:rFonts w:eastAsia="Symbol" w:cs="Calibri"/>
              </w:rPr>
              <w:t>-</w:t>
            </w:r>
            <w:r w:rsidR="00F45293" w:rsidRPr="00556BB5">
              <w:rPr>
                <w:rFonts w:cs="Calibri"/>
              </w:rPr>
              <w:t xml:space="preserve"> Storage of different types of identifiers</w:t>
            </w:r>
          </w:p>
        </w:tc>
        <w:tc>
          <w:tcPr>
            <w:tcW w:w="2126" w:type="dxa"/>
            <w:tcBorders>
              <w:top w:val="single" w:sz="4" w:space="0" w:color="auto"/>
              <w:bottom w:val="single" w:sz="4" w:space="0" w:color="auto"/>
            </w:tcBorders>
          </w:tcPr>
          <w:p w14:paraId="53805E86" w14:textId="6C6BA514" w:rsidR="00F45293" w:rsidRPr="00556BB5" w:rsidRDefault="00F45293" w:rsidP="009E2184">
            <w:pPr>
              <w:pStyle w:val="Tabletext"/>
              <w:rPr>
                <w:rFonts w:cs="Calibri"/>
              </w:rPr>
            </w:pPr>
            <w:r w:rsidRPr="00556BB5">
              <w:rPr>
                <w:rFonts w:cs="Calibri"/>
              </w:rPr>
              <w:t xml:space="preserve">UC.010 – Part A  </w:t>
            </w:r>
          </w:p>
          <w:p w14:paraId="127F9A27" w14:textId="78A8D93D" w:rsidR="00F45293" w:rsidRPr="00556BB5" w:rsidRDefault="00F45293" w:rsidP="009E2184">
            <w:pPr>
              <w:pStyle w:val="Tabletext"/>
              <w:rPr>
                <w:rFonts w:cs="Calibri"/>
              </w:rPr>
            </w:pPr>
            <w:r w:rsidRPr="00556BB5">
              <w:rPr>
                <w:rFonts w:cs="Calibri"/>
              </w:rPr>
              <w:t>UC.011</w:t>
            </w:r>
          </w:p>
          <w:p w14:paraId="639BA5B2" w14:textId="00A2E570" w:rsidR="00F45293" w:rsidRPr="00556BB5" w:rsidRDefault="00F45293" w:rsidP="009E2184">
            <w:pPr>
              <w:pStyle w:val="Tabletext"/>
              <w:rPr>
                <w:rFonts w:cs="Calibri"/>
              </w:rPr>
            </w:pPr>
            <w:r w:rsidRPr="00556BB5">
              <w:rPr>
                <w:rFonts w:cs="Calibri"/>
              </w:rPr>
              <w:t xml:space="preserve">UC.015 – Part A </w:t>
            </w:r>
          </w:p>
          <w:p w14:paraId="2C6CF0AD" w14:textId="688C2686" w:rsidR="00F45293" w:rsidRPr="00556BB5" w:rsidRDefault="00F45293" w:rsidP="009E2184">
            <w:pPr>
              <w:pStyle w:val="Tabletext"/>
              <w:rPr>
                <w:rFonts w:cs="Calibri"/>
              </w:rPr>
            </w:pPr>
            <w:r w:rsidRPr="00556BB5">
              <w:rPr>
                <w:rFonts w:cs="Calibri"/>
              </w:rPr>
              <w:t>UC.016</w:t>
            </w:r>
          </w:p>
          <w:p w14:paraId="6AEF30FD" w14:textId="5384E5B3" w:rsidR="00F45293" w:rsidRPr="00556BB5" w:rsidRDefault="00F45293" w:rsidP="009E2184">
            <w:pPr>
              <w:pStyle w:val="Tabletext"/>
              <w:rPr>
                <w:rFonts w:cs="Calibri"/>
              </w:rPr>
            </w:pPr>
            <w:r w:rsidRPr="00556BB5">
              <w:rPr>
                <w:rFonts w:cs="Calibri"/>
              </w:rPr>
              <w:t>UC.035</w:t>
            </w:r>
          </w:p>
        </w:tc>
        <w:tc>
          <w:tcPr>
            <w:tcW w:w="3411" w:type="dxa"/>
            <w:tcBorders>
              <w:top w:val="single" w:sz="4" w:space="0" w:color="auto"/>
              <w:bottom w:val="single" w:sz="4" w:space="0" w:color="auto"/>
            </w:tcBorders>
          </w:tcPr>
          <w:p w14:paraId="0F8FE06D" w14:textId="77777777" w:rsidR="00F45293" w:rsidRPr="00556BB5" w:rsidRDefault="00F45293" w:rsidP="009E2184">
            <w:pPr>
              <w:pStyle w:val="Tabletext"/>
              <w:rPr>
                <w:rFonts w:cs="Calibri"/>
              </w:rPr>
            </w:pPr>
          </w:p>
        </w:tc>
      </w:tr>
      <w:tr w:rsidR="00F45293" w:rsidRPr="003B5C15" w14:paraId="004D2A2E" w14:textId="2D2DAFA6" w:rsidTr="00556BB5">
        <w:tc>
          <w:tcPr>
            <w:tcW w:w="4395" w:type="dxa"/>
            <w:tcBorders>
              <w:top w:val="single" w:sz="4" w:space="0" w:color="auto"/>
              <w:bottom w:val="single" w:sz="4" w:space="0" w:color="auto"/>
            </w:tcBorders>
          </w:tcPr>
          <w:p w14:paraId="63AC08C5" w14:textId="77777777" w:rsidR="00F45293" w:rsidRPr="00556BB5" w:rsidRDefault="006F3745" w:rsidP="009E2184">
            <w:pPr>
              <w:pStyle w:val="Tabletext"/>
              <w:rPr>
                <w:rFonts w:cs="Calibri"/>
              </w:rPr>
            </w:pPr>
            <w:sdt>
              <w:sdtPr>
                <w:rPr>
                  <w:rFonts w:eastAsia="MS Gothic" w:cs="Calibri"/>
                  <w:sz w:val="24"/>
                </w:rPr>
                <w:id w:val="-1377224225"/>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5831 </w:t>
            </w:r>
            <w:r w:rsidR="00F45293" w:rsidRPr="00556BB5">
              <w:rPr>
                <w:rFonts w:eastAsia="Symbol" w:cs="Calibri"/>
              </w:rPr>
              <w:t>-</w:t>
            </w:r>
            <w:r w:rsidR="00F45293" w:rsidRPr="00556BB5">
              <w:rPr>
                <w:rFonts w:cs="Calibri"/>
              </w:rPr>
              <w:t xml:space="preserve"> Automated reading of Medicare cards and DVA cards</w:t>
            </w:r>
          </w:p>
        </w:tc>
        <w:tc>
          <w:tcPr>
            <w:tcW w:w="2126" w:type="dxa"/>
            <w:tcBorders>
              <w:top w:val="single" w:sz="4" w:space="0" w:color="auto"/>
              <w:bottom w:val="single" w:sz="4" w:space="0" w:color="auto"/>
            </w:tcBorders>
          </w:tcPr>
          <w:p w14:paraId="2F3BAAF0" w14:textId="3D7A4DAA" w:rsidR="00F45293" w:rsidRPr="00556BB5" w:rsidRDefault="00F45293" w:rsidP="009E2184">
            <w:pPr>
              <w:pStyle w:val="Tabletext"/>
              <w:rPr>
                <w:rFonts w:cs="Calibri"/>
              </w:rPr>
            </w:pPr>
            <w:r w:rsidRPr="00556BB5">
              <w:rPr>
                <w:rFonts w:cs="Calibri"/>
              </w:rPr>
              <w:t xml:space="preserve">UC.005 </w:t>
            </w:r>
          </w:p>
          <w:p w14:paraId="37E49A7C" w14:textId="180247F4" w:rsidR="00F45293" w:rsidRPr="00556BB5" w:rsidRDefault="00F45293" w:rsidP="009E2184">
            <w:pPr>
              <w:pStyle w:val="Tabletext"/>
              <w:rPr>
                <w:rFonts w:cs="Calibri"/>
              </w:rPr>
            </w:pPr>
            <w:r w:rsidRPr="00556BB5">
              <w:rPr>
                <w:rFonts w:cs="Calibri"/>
              </w:rPr>
              <w:t>UC.015 – Part A</w:t>
            </w:r>
          </w:p>
          <w:p w14:paraId="59D94C33" w14:textId="2D6FDFAC" w:rsidR="00F45293" w:rsidRPr="00556BB5" w:rsidRDefault="00F45293" w:rsidP="009E2184">
            <w:pPr>
              <w:pStyle w:val="Tabletext"/>
              <w:rPr>
                <w:rFonts w:cs="Calibri"/>
              </w:rPr>
            </w:pPr>
            <w:r w:rsidRPr="00556BB5">
              <w:rPr>
                <w:rFonts w:cs="Calibri"/>
              </w:rPr>
              <w:t>UC.016</w:t>
            </w:r>
          </w:p>
        </w:tc>
        <w:tc>
          <w:tcPr>
            <w:tcW w:w="3411" w:type="dxa"/>
            <w:tcBorders>
              <w:top w:val="single" w:sz="4" w:space="0" w:color="auto"/>
              <w:bottom w:val="single" w:sz="4" w:space="0" w:color="auto"/>
            </w:tcBorders>
          </w:tcPr>
          <w:p w14:paraId="4CB83C96" w14:textId="77777777" w:rsidR="00F45293" w:rsidRPr="00556BB5" w:rsidRDefault="00F45293" w:rsidP="009E2184">
            <w:pPr>
              <w:pStyle w:val="Tabletext"/>
              <w:rPr>
                <w:rFonts w:cs="Calibri"/>
              </w:rPr>
            </w:pPr>
          </w:p>
        </w:tc>
      </w:tr>
      <w:tr w:rsidR="00F45293" w:rsidRPr="003B5C15" w14:paraId="6FA8589A" w14:textId="4AA96883" w:rsidTr="00556BB5">
        <w:tc>
          <w:tcPr>
            <w:tcW w:w="4395" w:type="dxa"/>
            <w:tcBorders>
              <w:top w:val="single" w:sz="4" w:space="0" w:color="auto"/>
              <w:bottom w:val="single" w:sz="4" w:space="0" w:color="auto"/>
            </w:tcBorders>
          </w:tcPr>
          <w:p w14:paraId="2B57DE89" w14:textId="77777777" w:rsidR="00F45293" w:rsidRPr="00556BB5" w:rsidRDefault="006F3745" w:rsidP="009E2184">
            <w:pPr>
              <w:pStyle w:val="Tabletext"/>
              <w:rPr>
                <w:rFonts w:cs="Calibri"/>
              </w:rPr>
            </w:pPr>
            <w:sdt>
              <w:sdtPr>
                <w:rPr>
                  <w:rFonts w:eastAsia="MS Gothic" w:cs="Calibri"/>
                  <w:sz w:val="24"/>
                </w:rPr>
                <w:id w:val="122276868"/>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5832 </w:t>
            </w:r>
            <w:r w:rsidR="00F45293" w:rsidRPr="00556BB5">
              <w:rPr>
                <w:rFonts w:eastAsia="Symbol" w:cs="Calibri"/>
              </w:rPr>
              <w:t>-</w:t>
            </w:r>
            <w:r w:rsidR="00F45293" w:rsidRPr="00556BB5">
              <w:rPr>
                <w:rFonts w:cs="Calibri"/>
              </w:rPr>
              <w:t xml:space="preserve"> Background process IHI search</w:t>
            </w:r>
          </w:p>
        </w:tc>
        <w:tc>
          <w:tcPr>
            <w:tcW w:w="2126" w:type="dxa"/>
            <w:tcBorders>
              <w:top w:val="single" w:sz="4" w:space="0" w:color="auto"/>
              <w:bottom w:val="single" w:sz="4" w:space="0" w:color="auto"/>
            </w:tcBorders>
          </w:tcPr>
          <w:p w14:paraId="464F99C4" w14:textId="509048D7" w:rsidR="00F45293" w:rsidRPr="00556BB5" w:rsidRDefault="00F45293" w:rsidP="009E2184">
            <w:pPr>
              <w:pStyle w:val="Tabletext"/>
              <w:rPr>
                <w:rFonts w:cs="Calibri"/>
              </w:rPr>
            </w:pPr>
            <w:r w:rsidRPr="00556BB5">
              <w:rPr>
                <w:rFonts w:cs="Calibri"/>
              </w:rPr>
              <w:t xml:space="preserve">UC.010 – Part A </w:t>
            </w:r>
          </w:p>
          <w:p w14:paraId="6500ED9C" w14:textId="234918F8" w:rsidR="00F45293" w:rsidRPr="00556BB5" w:rsidRDefault="00F45293" w:rsidP="009E2184">
            <w:pPr>
              <w:pStyle w:val="Tabletext"/>
              <w:rPr>
                <w:rFonts w:cs="Calibri"/>
              </w:rPr>
            </w:pPr>
            <w:r w:rsidRPr="00556BB5">
              <w:rPr>
                <w:rFonts w:cs="Calibri"/>
              </w:rPr>
              <w:t>UC.011</w:t>
            </w:r>
          </w:p>
        </w:tc>
        <w:tc>
          <w:tcPr>
            <w:tcW w:w="3411" w:type="dxa"/>
            <w:tcBorders>
              <w:top w:val="single" w:sz="4" w:space="0" w:color="auto"/>
              <w:bottom w:val="single" w:sz="4" w:space="0" w:color="auto"/>
            </w:tcBorders>
          </w:tcPr>
          <w:p w14:paraId="601B405B" w14:textId="77777777" w:rsidR="00F45293" w:rsidRPr="00556BB5" w:rsidRDefault="00F45293" w:rsidP="009E2184">
            <w:pPr>
              <w:pStyle w:val="Tabletext"/>
              <w:rPr>
                <w:rFonts w:cs="Calibri"/>
              </w:rPr>
            </w:pPr>
          </w:p>
        </w:tc>
      </w:tr>
      <w:tr w:rsidR="00F45293" w:rsidRPr="003B5C15" w14:paraId="5EF942B0" w14:textId="37D4A470" w:rsidTr="00556BB5">
        <w:tc>
          <w:tcPr>
            <w:tcW w:w="4395" w:type="dxa"/>
            <w:tcBorders>
              <w:top w:val="single" w:sz="4" w:space="0" w:color="auto"/>
              <w:bottom w:val="single" w:sz="4" w:space="0" w:color="auto"/>
            </w:tcBorders>
          </w:tcPr>
          <w:p w14:paraId="285C1178" w14:textId="77777777" w:rsidR="00F45293" w:rsidRPr="00556BB5" w:rsidRDefault="006F3745" w:rsidP="009E2184">
            <w:pPr>
              <w:pStyle w:val="Tabletext"/>
              <w:rPr>
                <w:rFonts w:cs="Calibri"/>
              </w:rPr>
            </w:pPr>
            <w:sdt>
              <w:sdtPr>
                <w:rPr>
                  <w:rFonts w:eastAsia="MS Gothic" w:cs="Calibri"/>
                  <w:sz w:val="24"/>
                </w:rPr>
                <w:id w:val="-39433618"/>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5844 </w:t>
            </w:r>
            <w:r w:rsidR="00F45293" w:rsidRPr="00556BB5">
              <w:rPr>
                <w:rFonts w:eastAsia="Symbol" w:cs="Calibri"/>
              </w:rPr>
              <w:t>-</w:t>
            </w:r>
            <w:r w:rsidR="00F45293" w:rsidRPr="00556BB5">
              <w:rPr>
                <w:rFonts w:cs="Calibri"/>
              </w:rPr>
              <w:t xml:space="preserve"> IHI printed as barcode</w:t>
            </w:r>
          </w:p>
        </w:tc>
        <w:tc>
          <w:tcPr>
            <w:tcW w:w="2126" w:type="dxa"/>
            <w:tcBorders>
              <w:top w:val="single" w:sz="4" w:space="0" w:color="auto"/>
              <w:bottom w:val="single" w:sz="4" w:space="0" w:color="auto"/>
            </w:tcBorders>
          </w:tcPr>
          <w:p w14:paraId="1377A93C" w14:textId="5C2918EB" w:rsidR="00F45293" w:rsidRPr="00556BB5" w:rsidRDefault="00F45293" w:rsidP="009E2184">
            <w:pPr>
              <w:pStyle w:val="Tabletext"/>
              <w:rPr>
                <w:rFonts w:cs="Calibri"/>
              </w:rPr>
            </w:pPr>
            <w:r w:rsidRPr="00556BB5">
              <w:rPr>
                <w:rFonts w:cs="Calibri"/>
              </w:rPr>
              <w:t xml:space="preserve">UC.010 – Part A </w:t>
            </w:r>
          </w:p>
          <w:p w14:paraId="21553562" w14:textId="3C208ADB" w:rsidR="00F45293" w:rsidRPr="00556BB5" w:rsidRDefault="00F45293" w:rsidP="009E2184">
            <w:pPr>
              <w:pStyle w:val="Tabletext"/>
              <w:rPr>
                <w:rFonts w:cs="Calibri"/>
              </w:rPr>
            </w:pPr>
            <w:r w:rsidRPr="00556BB5">
              <w:rPr>
                <w:rFonts w:cs="Calibri"/>
              </w:rPr>
              <w:t>UC.011</w:t>
            </w:r>
          </w:p>
          <w:p w14:paraId="3307C284" w14:textId="477BBC50" w:rsidR="00F45293" w:rsidRPr="00556BB5" w:rsidRDefault="00F45293" w:rsidP="009E2184">
            <w:pPr>
              <w:pStyle w:val="Tabletext"/>
              <w:rPr>
                <w:rFonts w:cs="Calibri"/>
              </w:rPr>
            </w:pPr>
            <w:r w:rsidRPr="00556BB5">
              <w:rPr>
                <w:rFonts w:cs="Calibri"/>
              </w:rPr>
              <w:t>UC.015 – Part A</w:t>
            </w:r>
          </w:p>
          <w:p w14:paraId="6F16F671" w14:textId="6DFD8C99" w:rsidR="00F45293" w:rsidRPr="00556BB5" w:rsidRDefault="00F45293" w:rsidP="009E2184">
            <w:pPr>
              <w:pStyle w:val="Tabletext"/>
              <w:rPr>
                <w:rFonts w:cs="Calibri"/>
              </w:rPr>
            </w:pPr>
            <w:r w:rsidRPr="00556BB5">
              <w:rPr>
                <w:rFonts w:cs="Calibri"/>
              </w:rPr>
              <w:lastRenderedPageBreak/>
              <w:t>UC.016</w:t>
            </w:r>
          </w:p>
        </w:tc>
        <w:tc>
          <w:tcPr>
            <w:tcW w:w="3411" w:type="dxa"/>
            <w:tcBorders>
              <w:top w:val="single" w:sz="4" w:space="0" w:color="auto"/>
              <w:bottom w:val="single" w:sz="4" w:space="0" w:color="auto"/>
            </w:tcBorders>
          </w:tcPr>
          <w:p w14:paraId="73B51F5F" w14:textId="77777777" w:rsidR="00F45293" w:rsidRPr="00556BB5" w:rsidRDefault="00F45293" w:rsidP="009E2184">
            <w:pPr>
              <w:pStyle w:val="Tabletext"/>
              <w:rPr>
                <w:rFonts w:cs="Calibri"/>
              </w:rPr>
            </w:pPr>
          </w:p>
        </w:tc>
      </w:tr>
      <w:tr w:rsidR="00F45293" w:rsidRPr="003B5C15" w14:paraId="397E2D10" w14:textId="757BD573" w:rsidTr="00556BB5">
        <w:tc>
          <w:tcPr>
            <w:tcW w:w="4395" w:type="dxa"/>
            <w:tcBorders>
              <w:top w:val="single" w:sz="4" w:space="0" w:color="auto"/>
              <w:bottom w:val="single" w:sz="4" w:space="0" w:color="auto"/>
            </w:tcBorders>
          </w:tcPr>
          <w:p w14:paraId="1B803AAC" w14:textId="77777777" w:rsidR="00F45293" w:rsidRPr="00556BB5" w:rsidRDefault="006F3745" w:rsidP="009E2184">
            <w:pPr>
              <w:pStyle w:val="Tabletext"/>
              <w:rPr>
                <w:rFonts w:cs="Calibri"/>
              </w:rPr>
            </w:pPr>
            <w:sdt>
              <w:sdtPr>
                <w:rPr>
                  <w:rFonts w:eastAsia="MS Gothic" w:cs="Calibri"/>
                  <w:sz w:val="24"/>
                </w:rPr>
                <w:id w:val="-1949998897"/>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5848 </w:t>
            </w:r>
            <w:r w:rsidR="00F45293" w:rsidRPr="00556BB5">
              <w:rPr>
                <w:rFonts w:eastAsia="Symbol" w:cs="Calibri"/>
              </w:rPr>
              <w:t>-</w:t>
            </w:r>
            <w:r w:rsidR="00F45293" w:rsidRPr="00556BB5">
              <w:rPr>
                <w:rFonts w:cs="Calibri"/>
              </w:rPr>
              <w:t xml:space="preserve"> Pre-populate first 6 digits of the healthcare identifier</w:t>
            </w:r>
          </w:p>
        </w:tc>
        <w:tc>
          <w:tcPr>
            <w:tcW w:w="2126" w:type="dxa"/>
            <w:tcBorders>
              <w:top w:val="single" w:sz="4" w:space="0" w:color="auto"/>
              <w:bottom w:val="single" w:sz="4" w:space="0" w:color="auto"/>
            </w:tcBorders>
          </w:tcPr>
          <w:p w14:paraId="4366E7C8" w14:textId="0DC0175F" w:rsidR="00F45293" w:rsidRPr="00556BB5" w:rsidRDefault="00F45293" w:rsidP="009E2184">
            <w:pPr>
              <w:pStyle w:val="Tabletext"/>
              <w:rPr>
                <w:rFonts w:cs="Calibri"/>
              </w:rPr>
            </w:pPr>
            <w:r w:rsidRPr="00556BB5">
              <w:rPr>
                <w:rFonts w:cs="Calibri"/>
              </w:rPr>
              <w:t xml:space="preserve">UC.010 – Part A  </w:t>
            </w:r>
          </w:p>
          <w:p w14:paraId="297BBDFA" w14:textId="1D4D5DDF" w:rsidR="00F45293" w:rsidRPr="00556BB5" w:rsidRDefault="00F45293" w:rsidP="009E2184">
            <w:pPr>
              <w:pStyle w:val="Tabletext"/>
              <w:rPr>
                <w:rFonts w:cs="Calibri"/>
              </w:rPr>
            </w:pPr>
            <w:r w:rsidRPr="00556BB5">
              <w:rPr>
                <w:rFonts w:cs="Calibri"/>
              </w:rPr>
              <w:t>UC.011</w:t>
            </w:r>
          </w:p>
          <w:p w14:paraId="2E9C81CD" w14:textId="464B94E5" w:rsidR="00F45293" w:rsidRPr="00556BB5" w:rsidRDefault="00F45293" w:rsidP="009E2184">
            <w:pPr>
              <w:pStyle w:val="Tabletext"/>
              <w:rPr>
                <w:rFonts w:cs="Calibri"/>
              </w:rPr>
            </w:pPr>
            <w:r w:rsidRPr="00556BB5">
              <w:rPr>
                <w:rFonts w:cs="Calibri"/>
              </w:rPr>
              <w:t xml:space="preserve">UC.015 – Part A </w:t>
            </w:r>
          </w:p>
          <w:p w14:paraId="50981B70" w14:textId="63AEDC70" w:rsidR="00F45293" w:rsidRPr="00556BB5" w:rsidRDefault="00F45293" w:rsidP="009E2184">
            <w:pPr>
              <w:pStyle w:val="Tabletext"/>
              <w:rPr>
                <w:rFonts w:cs="Calibri"/>
              </w:rPr>
            </w:pPr>
            <w:r w:rsidRPr="00556BB5">
              <w:rPr>
                <w:rFonts w:cs="Calibri"/>
              </w:rPr>
              <w:t>UC.016</w:t>
            </w:r>
          </w:p>
          <w:p w14:paraId="2BCA78AE" w14:textId="34EB4DA4" w:rsidR="00F45293" w:rsidRPr="00556BB5" w:rsidRDefault="00F45293" w:rsidP="009E2184">
            <w:pPr>
              <w:pStyle w:val="Tabletext"/>
              <w:rPr>
                <w:rFonts w:cs="Calibri"/>
              </w:rPr>
            </w:pPr>
            <w:r w:rsidRPr="00556BB5">
              <w:rPr>
                <w:rFonts w:cs="Calibri"/>
              </w:rPr>
              <w:t xml:space="preserve">UC.080 </w:t>
            </w:r>
          </w:p>
          <w:p w14:paraId="1475760B" w14:textId="420E533C" w:rsidR="00F45293" w:rsidRPr="00556BB5" w:rsidRDefault="00F45293" w:rsidP="009E2184">
            <w:pPr>
              <w:pStyle w:val="Tabletext"/>
              <w:rPr>
                <w:rFonts w:cs="Calibri"/>
              </w:rPr>
            </w:pPr>
            <w:r w:rsidRPr="00556BB5">
              <w:rPr>
                <w:rFonts w:cs="Calibri"/>
              </w:rPr>
              <w:t xml:space="preserve">UC.131  </w:t>
            </w:r>
          </w:p>
          <w:p w14:paraId="1E434CC0" w14:textId="3A9C09A7" w:rsidR="00F45293" w:rsidRPr="00556BB5" w:rsidRDefault="00F45293" w:rsidP="009E2184">
            <w:pPr>
              <w:pStyle w:val="Tabletext"/>
              <w:rPr>
                <w:rFonts w:cs="Calibri"/>
              </w:rPr>
            </w:pPr>
            <w:r w:rsidRPr="00556BB5">
              <w:rPr>
                <w:rFonts w:cs="Calibri"/>
              </w:rPr>
              <w:t xml:space="preserve">UC.150  </w:t>
            </w:r>
          </w:p>
          <w:p w14:paraId="61C38DCE" w14:textId="0F2B11E1" w:rsidR="00F45293" w:rsidRPr="00556BB5" w:rsidRDefault="00F45293" w:rsidP="009E2184">
            <w:pPr>
              <w:pStyle w:val="Tabletext"/>
              <w:rPr>
                <w:rFonts w:cs="Calibri"/>
              </w:rPr>
            </w:pPr>
            <w:r w:rsidRPr="00556BB5">
              <w:rPr>
                <w:rFonts w:cs="Calibri"/>
              </w:rPr>
              <w:t xml:space="preserve">UC.241  </w:t>
            </w:r>
          </w:p>
          <w:p w14:paraId="6295A64A" w14:textId="02599FC9" w:rsidR="00F45293" w:rsidRPr="00556BB5" w:rsidRDefault="00F45293" w:rsidP="009E2184">
            <w:pPr>
              <w:pStyle w:val="Tabletext"/>
              <w:rPr>
                <w:rFonts w:cs="Calibri"/>
              </w:rPr>
            </w:pPr>
            <w:r w:rsidRPr="00556BB5">
              <w:rPr>
                <w:rFonts w:cs="Calibri"/>
              </w:rPr>
              <w:t>UC.245</w:t>
            </w:r>
          </w:p>
          <w:p w14:paraId="775A90D8" w14:textId="43539A97" w:rsidR="00F45293" w:rsidRPr="00556BB5" w:rsidRDefault="00F45293" w:rsidP="009E2184">
            <w:pPr>
              <w:pStyle w:val="Tabletext"/>
              <w:rPr>
                <w:rFonts w:cs="Calibri"/>
              </w:rPr>
            </w:pPr>
            <w:r w:rsidRPr="00556BB5">
              <w:rPr>
                <w:rFonts w:cs="Calibri"/>
              </w:rPr>
              <w:t xml:space="preserve">UC.305 </w:t>
            </w:r>
          </w:p>
          <w:p w14:paraId="21579F12" w14:textId="5E04C085" w:rsidR="00F45293" w:rsidRPr="00556BB5" w:rsidRDefault="00F45293" w:rsidP="009E2184">
            <w:pPr>
              <w:pStyle w:val="Tabletext"/>
              <w:rPr>
                <w:rFonts w:cs="Calibri"/>
              </w:rPr>
            </w:pPr>
            <w:r w:rsidRPr="00556BB5">
              <w:rPr>
                <w:rFonts w:cs="Calibri"/>
              </w:rPr>
              <w:t>UC.306</w:t>
            </w:r>
          </w:p>
        </w:tc>
        <w:tc>
          <w:tcPr>
            <w:tcW w:w="3411" w:type="dxa"/>
            <w:tcBorders>
              <w:top w:val="single" w:sz="4" w:space="0" w:color="auto"/>
              <w:bottom w:val="single" w:sz="4" w:space="0" w:color="auto"/>
            </w:tcBorders>
          </w:tcPr>
          <w:p w14:paraId="2AB898C9" w14:textId="77777777" w:rsidR="00F45293" w:rsidRPr="00556BB5" w:rsidRDefault="00F45293" w:rsidP="009E2184">
            <w:pPr>
              <w:pStyle w:val="Tabletext"/>
              <w:rPr>
                <w:rFonts w:cs="Calibri"/>
              </w:rPr>
            </w:pPr>
          </w:p>
        </w:tc>
      </w:tr>
      <w:tr w:rsidR="00F45293" w:rsidRPr="003B5C15" w14:paraId="361413A1" w14:textId="42E2430A" w:rsidTr="00556BB5">
        <w:tc>
          <w:tcPr>
            <w:tcW w:w="4395" w:type="dxa"/>
            <w:tcBorders>
              <w:top w:val="single" w:sz="4" w:space="0" w:color="auto"/>
              <w:bottom w:val="single" w:sz="4" w:space="0" w:color="auto"/>
            </w:tcBorders>
          </w:tcPr>
          <w:p w14:paraId="38938924" w14:textId="77777777" w:rsidR="00F45293" w:rsidRPr="00556BB5" w:rsidRDefault="006F3745" w:rsidP="009E2184">
            <w:pPr>
              <w:pStyle w:val="Tabletext"/>
              <w:rPr>
                <w:rFonts w:cs="Calibri"/>
              </w:rPr>
            </w:pPr>
            <w:sdt>
              <w:sdtPr>
                <w:rPr>
                  <w:rFonts w:eastAsia="MS Gothic" w:cs="Calibri"/>
                  <w:sz w:val="24"/>
                </w:rPr>
                <w:id w:val="-1953852258"/>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5877 </w:t>
            </w:r>
            <w:r w:rsidR="00F45293" w:rsidRPr="00556BB5">
              <w:rPr>
                <w:rFonts w:eastAsia="Symbol" w:cs="Calibri"/>
              </w:rPr>
              <w:t>-</w:t>
            </w:r>
            <w:r w:rsidR="00F45293" w:rsidRPr="00556BB5">
              <w:rPr>
                <w:rFonts w:cs="Calibri"/>
              </w:rPr>
              <w:t xml:space="preserve"> Batch refresh</w:t>
            </w:r>
          </w:p>
        </w:tc>
        <w:tc>
          <w:tcPr>
            <w:tcW w:w="2126" w:type="dxa"/>
            <w:tcBorders>
              <w:top w:val="single" w:sz="4" w:space="0" w:color="auto"/>
              <w:bottom w:val="single" w:sz="4" w:space="0" w:color="auto"/>
            </w:tcBorders>
          </w:tcPr>
          <w:p w14:paraId="0F010B1D" w14:textId="77777777" w:rsidR="00F45293" w:rsidRPr="00556BB5" w:rsidRDefault="00F45293" w:rsidP="009E2184">
            <w:pPr>
              <w:pStyle w:val="Tabletext"/>
              <w:rPr>
                <w:rFonts w:cs="Calibri"/>
              </w:rPr>
            </w:pPr>
            <w:r w:rsidRPr="00556BB5">
              <w:rPr>
                <w:rFonts w:cs="Calibri"/>
              </w:rPr>
              <w:t>UC.025 – Part A</w:t>
            </w:r>
          </w:p>
        </w:tc>
        <w:tc>
          <w:tcPr>
            <w:tcW w:w="3411" w:type="dxa"/>
            <w:tcBorders>
              <w:top w:val="single" w:sz="4" w:space="0" w:color="auto"/>
              <w:bottom w:val="single" w:sz="4" w:space="0" w:color="auto"/>
            </w:tcBorders>
          </w:tcPr>
          <w:p w14:paraId="7D32A827" w14:textId="77777777" w:rsidR="00F45293" w:rsidRPr="00556BB5" w:rsidRDefault="00F45293" w:rsidP="009E2184">
            <w:pPr>
              <w:pStyle w:val="Tabletext"/>
              <w:rPr>
                <w:rFonts w:cs="Calibri"/>
              </w:rPr>
            </w:pPr>
          </w:p>
        </w:tc>
      </w:tr>
      <w:tr w:rsidR="00F45293" w:rsidRPr="003B5C15" w14:paraId="3FECD1FA" w14:textId="13B04F54" w:rsidTr="00556BB5">
        <w:tc>
          <w:tcPr>
            <w:tcW w:w="4395" w:type="dxa"/>
            <w:tcBorders>
              <w:top w:val="single" w:sz="4" w:space="0" w:color="auto"/>
              <w:bottom w:val="single" w:sz="4" w:space="0" w:color="auto"/>
            </w:tcBorders>
          </w:tcPr>
          <w:p w14:paraId="3B41D4E4" w14:textId="77777777" w:rsidR="00F45293" w:rsidRPr="00556BB5" w:rsidRDefault="006F3745" w:rsidP="009E2184">
            <w:pPr>
              <w:pStyle w:val="Tabletext"/>
              <w:rPr>
                <w:rFonts w:cs="Calibri"/>
              </w:rPr>
            </w:pPr>
            <w:sdt>
              <w:sdtPr>
                <w:rPr>
                  <w:rFonts w:eastAsia="MS Gothic" w:cs="Calibri"/>
                  <w:sz w:val="24"/>
                </w:rPr>
                <w:id w:val="158582428"/>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5884 </w:t>
            </w:r>
            <w:r w:rsidR="00F45293" w:rsidRPr="00556BB5">
              <w:rPr>
                <w:rFonts w:eastAsia="Symbol" w:cs="Calibri"/>
              </w:rPr>
              <w:t>-</w:t>
            </w:r>
            <w:r w:rsidR="00F45293" w:rsidRPr="00556BB5">
              <w:rPr>
                <w:rFonts w:cs="Calibri"/>
              </w:rPr>
              <w:t xml:space="preserve"> Identification of operators in the local system</w:t>
            </w:r>
          </w:p>
        </w:tc>
        <w:tc>
          <w:tcPr>
            <w:tcW w:w="2126" w:type="dxa"/>
            <w:tcBorders>
              <w:top w:val="single" w:sz="4" w:space="0" w:color="auto"/>
              <w:bottom w:val="single" w:sz="4" w:space="0" w:color="auto"/>
            </w:tcBorders>
          </w:tcPr>
          <w:p w14:paraId="6790FAA7" w14:textId="77777777" w:rsidR="00F45293" w:rsidRPr="00556BB5" w:rsidRDefault="00F45293" w:rsidP="009E2184">
            <w:pPr>
              <w:pStyle w:val="Tabletext"/>
              <w:rPr>
                <w:rFonts w:cs="Calibri"/>
              </w:rPr>
            </w:pPr>
            <w:r w:rsidRPr="00556BB5">
              <w:rPr>
                <w:rFonts w:cs="Calibri"/>
              </w:rPr>
              <w:t>UC.045</w:t>
            </w:r>
          </w:p>
        </w:tc>
        <w:tc>
          <w:tcPr>
            <w:tcW w:w="3411" w:type="dxa"/>
            <w:tcBorders>
              <w:top w:val="single" w:sz="4" w:space="0" w:color="auto"/>
              <w:bottom w:val="single" w:sz="4" w:space="0" w:color="auto"/>
            </w:tcBorders>
          </w:tcPr>
          <w:p w14:paraId="6DE0186A" w14:textId="77777777" w:rsidR="00F45293" w:rsidRPr="00556BB5" w:rsidRDefault="00F45293" w:rsidP="009E2184">
            <w:pPr>
              <w:pStyle w:val="Tabletext"/>
              <w:rPr>
                <w:rFonts w:cs="Calibri"/>
              </w:rPr>
            </w:pPr>
          </w:p>
        </w:tc>
      </w:tr>
      <w:tr w:rsidR="00F45293" w:rsidRPr="003B5C15" w14:paraId="239BDD61" w14:textId="1DA846C7" w:rsidTr="00556BB5">
        <w:tc>
          <w:tcPr>
            <w:tcW w:w="4395" w:type="dxa"/>
            <w:tcBorders>
              <w:top w:val="single" w:sz="4" w:space="0" w:color="auto"/>
              <w:bottom w:val="single" w:sz="4" w:space="0" w:color="auto"/>
            </w:tcBorders>
          </w:tcPr>
          <w:p w14:paraId="7B404094" w14:textId="77777777" w:rsidR="00F45293" w:rsidRPr="00556BB5" w:rsidRDefault="006F3745" w:rsidP="009E2184">
            <w:pPr>
              <w:pStyle w:val="Tabletext"/>
              <w:rPr>
                <w:rFonts w:cs="Calibri"/>
              </w:rPr>
            </w:pPr>
            <w:sdt>
              <w:sdtPr>
                <w:rPr>
                  <w:rFonts w:eastAsia="MS Gothic" w:cs="Calibri"/>
                  <w:sz w:val="24"/>
                </w:rPr>
                <w:id w:val="348849369"/>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5901 </w:t>
            </w:r>
            <w:r w:rsidR="00F45293" w:rsidRPr="00556BB5">
              <w:rPr>
                <w:rFonts w:eastAsia="Symbol" w:cs="Calibri"/>
              </w:rPr>
              <w:t>-</w:t>
            </w:r>
            <w:r w:rsidR="00F45293" w:rsidRPr="00556BB5">
              <w:rPr>
                <w:rFonts w:cs="Calibri"/>
              </w:rPr>
              <w:t xml:space="preserve"> Record potential duplicate IHIs</w:t>
            </w:r>
          </w:p>
        </w:tc>
        <w:tc>
          <w:tcPr>
            <w:tcW w:w="2126" w:type="dxa"/>
            <w:tcBorders>
              <w:top w:val="single" w:sz="4" w:space="0" w:color="auto"/>
              <w:bottom w:val="single" w:sz="4" w:space="0" w:color="auto"/>
            </w:tcBorders>
          </w:tcPr>
          <w:p w14:paraId="6AFA6905" w14:textId="77777777" w:rsidR="00F45293" w:rsidRPr="00556BB5" w:rsidRDefault="00F45293" w:rsidP="009E2184">
            <w:pPr>
              <w:pStyle w:val="Tabletext"/>
              <w:rPr>
                <w:rFonts w:cs="Calibri"/>
              </w:rPr>
            </w:pPr>
            <w:r w:rsidRPr="00556BB5">
              <w:rPr>
                <w:rFonts w:cs="Calibri"/>
              </w:rPr>
              <w:t>UC.035</w:t>
            </w:r>
          </w:p>
        </w:tc>
        <w:tc>
          <w:tcPr>
            <w:tcW w:w="3411" w:type="dxa"/>
            <w:tcBorders>
              <w:top w:val="single" w:sz="4" w:space="0" w:color="auto"/>
              <w:bottom w:val="single" w:sz="4" w:space="0" w:color="auto"/>
            </w:tcBorders>
          </w:tcPr>
          <w:p w14:paraId="5BAFF51E" w14:textId="77777777" w:rsidR="00F45293" w:rsidRPr="00556BB5" w:rsidRDefault="00F45293" w:rsidP="009E2184">
            <w:pPr>
              <w:pStyle w:val="Tabletext"/>
              <w:rPr>
                <w:rFonts w:cs="Calibri"/>
              </w:rPr>
            </w:pPr>
          </w:p>
        </w:tc>
      </w:tr>
      <w:tr w:rsidR="00F45293" w:rsidRPr="003B5C15" w14:paraId="702211E7" w14:textId="79CB8A18" w:rsidTr="00556BB5">
        <w:tc>
          <w:tcPr>
            <w:tcW w:w="4395" w:type="dxa"/>
            <w:tcBorders>
              <w:top w:val="single" w:sz="4" w:space="0" w:color="auto"/>
              <w:bottom w:val="single" w:sz="4" w:space="0" w:color="auto"/>
            </w:tcBorders>
          </w:tcPr>
          <w:p w14:paraId="2D888FC2" w14:textId="77777777" w:rsidR="00F45293" w:rsidRPr="00556BB5" w:rsidRDefault="006F3745" w:rsidP="009E2184">
            <w:pPr>
              <w:pStyle w:val="Tabletext"/>
              <w:rPr>
                <w:rFonts w:cs="Calibri"/>
              </w:rPr>
            </w:pPr>
            <w:sdt>
              <w:sdtPr>
                <w:rPr>
                  <w:rFonts w:eastAsia="MS Gothic" w:cs="Calibri"/>
                  <w:sz w:val="24"/>
                </w:rPr>
                <w:id w:val="798724268"/>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5903 </w:t>
            </w:r>
            <w:r w:rsidR="00F45293" w:rsidRPr="00556BB5">
              <w:rPr>
                <w:rFonts w:eastAsia="Symbol" w:cs="Calibri"/>
              </w:rPr>
              <w:t>-</w:t>
            </w:r>
            <w:r w:rsidR="00F45293" w:rsidRPr="00556BB5">
              <w:rPr>
                <w:rFonts w:cs="Calibri"/>
              </w:rPr>
              <w:t xml:space="preserve"> Notification of date of death</w:t>
            </w:r>
          </w:p>
        </w:tc>
        <w:tc>
          <w:tcPr>
            <w:tcW w:w="2126" w:type="dxa"/>
            <w:tcBorders>
              <w:top w:val="single" w:sz="4" w:space="0" w:color="auto"/>
              <w:bottom w:val="single" w:sz="4" w:space="0" w:color="auto"/>
            </w:tcBorders>
          </w:tcPr>
          <w:p w14:paraId="02AF7391" w14:textId="45BD8A4A" w:rsidR="00F45293" w:rsidRPr="00556BB5" w:rsidRDefault="00F45293" w:rsidP="009E2184">
            <w:pPr>
              <w:pStyle w:val="Tabletext"/>
              <w:rPr>
                <w:rFonts w:cs="Calibri"/>
              </w:rPr>
            </w:pPr>
          </w:p>
          <w:p w14:paraId="6AFFBDD2" w14:textId="748383BE" w:rsidR="00F45293" w:rsidRPr="00556BB5" w:rsidRDefault="182D2DA6" w:rsidP="009E2184">
            <w:pPr>
              <w:pStyle w:val="Tabletext"/>
              <w:rPr>
                <w:rFonts w:cs="Calibri"/>
              </w:rPr>
            </w:pPr>
            <w:r w:rsidRPr="00556BB5">
              <w:rPr>
                <w:rFonts w:cs="Calibri"/>
              </w:rPr>
              <w:t>UC.016</w:t>
            </w:r>
          </w:p>
        </w:tc>
        <w:tc>
          <w:tcPr>
            <w:tcW w:w="3411" w:type="dxa"/>
            <w:tcBorders>
              <w:top w:val="single" w:sz="4" w:space="0" w:color="auto"/>
              <w:bottom w:val="single" w:sz="4" w:space="0" w:color="auto"/>
            </w:tcBorders>
          </w:tcPr>
          <w:p w14:paraId="107DBA2D" w14:textId="77777777" w:rsidR="00F45293" w:rsidRPr="00556BB5" w:rsidRDefault="00F45293" w:rsidP="009E2184">
            <w:pPr>
              <w:pStyle w:val="Tabletext"/>
              <w:rPr>
                <w:rFonts w:cs="Calibri"/>
              </w:rPr>
            </w:pPr>
          </w:p>
        </w:tc>
      </w:tr>
      <w:tr w:rsidR="00F45293" w:rsidRPr="003B5C15" w14:paraId="742472A5" w14:textId="50798A12" w:rsidTr="00556BB5">
        <w:tc>
          <w:tcPr>
            <w:tcW w:w="4395" w:type="dxa"/>
            <w:tcBorders>
              <w:top w:val="single" w:sz="4" w:space="0" w:color="auto"/>
              <w:bottom w:val="single" w:sz="4" w:space="0" w:color="auto"/>
            </w:tcBorders>
          </w:tcPr>
          <w:p w14:paraId="6615CB6B" w14:textId="77777777" w:rsidR="00F45293" w:rsidRPr="00556BB5" w:rsidRDefault="006F3745" w:rsidP="009E2184">
            <w:pPr>
              <w:pStyle w:val="Tabletext"/>
              <w:rPr>
                <w:rFonts w:cs="Calibri"/>
              </w:rPr>
            </w:pPr>
            <w:sdt>
              <w:sdtPr>
                <w:rPr>
                  <w:rFonts w:eastAsia="MS Gothic" w:cs="Calibri"/>
                  <w:sz w:val="24"/>
                </w:rPr>
                <w:id w:val="-510063787"/>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5917 </w:t>
            </w:r>
            <w:r w:rsidR="00F45293" w:rsidRPr="00556BB5">
              <w:rPr>
                <w:rFonts w:eastAsia="Symbol" w:cs="Calibri"/>
              </w:rPr>
              <w:t>-</w:t>
            </w:r>
            <w:r w:rsidR="00F45293" w:rsidRPr="00556BB5">
              <w:rPr>
                <w:rFonts w:cs="Calibri"/>
              </w:rPr>
              <w:t xml:space="preserve"> Record of operator</w:t>
            </w:r>
          </w:p>
        </w:tc>
        <w:tc>
          <w:tcPr>
            <w:tcW w:w="2126" w:type="dxa"/>
            <w:tcBorders>
              <w:top w:val="single" w:sz="4" w:space="0" w:color="auto"/>
              <w:bottom w:val="single" w:sz="4" w:space="0" w:color="auto"/>
            </w:tcBorders>
          </w:tcPr>
          <w:p w14:paraId="66C6387D" w14:textId="65D380BD" w:rsidR="00F45293" w:rsidRPr="00556BB5" w:rsidRDefault="00F45293" w:rsidP="009E2184">
            <w:pPr>
              <w:pStyle w:val="Tabletext"/>
              <w:rPr>
                <w:rFonts w:cs="Calibri"/>
              </w:rPr>
            </w:pPr>
            <w:r w:rsidRPr="00556BB5">
              <w:rPr>
                <w:rFonts w:cs="Calibri"/>
              </w:rPr>
              <w:t xml:space="preserve">UC.010 – Part A </w:t>
            </w:r>
          </w:p>
          <w:p w14:paraId="0856AA5F" w14:textId="7DFEBE2E" w:rsidR="00F45293" w:rsidRPr="00556BB5" w:rsidRDefault="00F45293" w:rsidP="009E2184">
            <w:pPr>
              <w:pStyle w:val="Tabletext"/>
              <w:rPr>
                <w:rFonts w:cs="Calibri"/>
              </w:rPr>
            </w:pPr>
            <w:r w:rsidRPr="00556BB5">
              <w:rPr>
                <w:rFonts w:cs="Calibri"/>
              </w:rPr>
              <w:t>UC.011</w:t>
            </w:r>
          </w:p>
          <w:p w14:paraId="798AB7D4" w14:textId="30D2DDA7" w:rsidR="00F45293" w:rsidRPr="00556BB5" w:rsidRDefault="00F45293" w:rsidP="009E2184">
            <w:pPr>
              <w:pStyle w:val="Tabletext"/>
              <w:rPr>
                <w:rFonts w:cs="Calibri"/>
              </w:rPr>
            </w:pPr>
            <w:r w:rsidRPr="00556BB5">
              <w:rPr>
                <w:rFonts w:cs="Calibri"/>
              </w:rPr>
              <w:t xml:space="preserve">UC.015 – Part A </w:t>
            </w:r>
          </w:p>
          <w:p w14:paraId="7B184F43" w14:textId="5C9BF7B8" w:rsidR="00F45293" w:rsidRPr="00556BB5" w:rsidRDefault="00F45293" w:rsidP="009E2184">
            <w:pPr>
              <w:pStyle w:val="Tabletext"/>
              <w:rPr>
                <w:rFonts w:cs="Calibri"/>
              </w:rPr>
            </w:pPr>
            <w:r w:rsidRPr="00556BB5">
              <w:rPr>
                <w:rFonts w:cs="Calibri"/>
              </w:rPr>
              <w:t>UC.016</w:t>
            </w:r>
          </w:p>
          <w:p w14:paraId="6D29B57D" w14:textId="71D45D9D" w:rsidR="00F45293" w:rsidRPr="00556BB5" w:rsidRDefault="00F45293" w:rsidP="009E2184">
            <w:pPr>
              <w:pStyle w:val="Tabletext"/>
              <w:rPr>
                <w:rFonts w:cs="Calibri"/>
              </w:rPr>
            </w:pPr>
            <w:r w:rsidRPr="00556BB5">
              <w:rPr>
                <w:rFonts w:cs="Calibri"/>
              </w:rPr>
              <w:t>UC.025 – Part A</w:t>
            </w:r>
          </w:p>
        </w:tc>
        <w:tc>
          <w:tcPr>
            <w:tcW w:w="3411" w:type="dxa"/>
            <w:tcBorders>
              <w:top w:val="single" w:sz="4" w:space="0" w:color="auto"/>
              <w:bottom w:val="single" w:sz="4" w:space="0" w:color="auto"/>
            </w:tcBorders>
          </w:tcPr>
          <w:p w14:paraId="61B2C3E1" w14:textId="77777777" w:rsidR="00F45293" w:rsidRPr="00556BB5" w:rsidRDefault="00F45293" w:rsidP="009E2184">
            <w:pPr>
              <w:pStyle w:val="Tabletext"/>
              <w:rPr>
                <w:rFonts w:cs="Calibri"/>
              </w:rPr>
            </w:pPr>
          </w:p>
        </w:tc>
      </w:tr>
      <w:tr w:rsidR="00F45293" w:rsidRPr="003B5C15" w14:paraId="538F5B5A" w14:textId="4F6755B0" w:rsidTr="00556BB5">
        <w:tc>
          <w:tcPr>
            <w:tcW w:w="4395" w:type="dxa"/>
            <w:tcBorders>
              <w:top w:val="single" w:sz="4" w:space="0" w:color="auto"/>
              <w:bottom w:val="single" w:sz="4" w:space="0" w:color="auto"/>
            </w:tcBorders>
          </w:tcPr>
          <w:p w14:paraId="354F160F" w14:textId="77777777" w:rsidR="00F45293" w:rsidRPr="00556BB5" w:rsidRDefault="006F3745" w:rsidP="009E2184">
            <w:pPr>
              <w:pStyle w:val="Tabletext"/>
              <w:rPr>
                <w:rFonts w:cs="Calibri"/>
              </w:rPr>
            </w:pPr>
            <w:sdt>
              <w:sdtPr>
                <w:rPr>
                  <w:rFonts w:eastAsia="MS Gothic" w:cs="Calibri"/>
                  <w:sz w:val="24"/>
                </w:rPr>
                <w:id w:val="-1649506108"/>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8167 </w:t>
            </w:r>
            <w:r w:rsidR="00F45293" w:rsidRPr="00556BB5">
              <w:rPr>
                <w:rFonts w:eastAsia="Symbol" w:cs="Calibri"/>
              </w:rPr>
              <w:t>-</w:t>
            </w:r>
            <w:r w:rsidR="00F45293" w:rsidRPr="00556BB5">
              <w:rPr>
                <w:rFonts w:cs="Calibri"/>
              </w:rPr>
              <w:t xml:space="preserve"> Recording IHI source upon IHI assignment and update</w:t>
            </w:r>
          </w:p>
        </w:tc>
        <w:tc>
          <w:tcPr>
            <w:tcW w:w="2126" w:type="dxa"/>
            <w:tcBorders>
              <w:top w:val="single" w:sz="4" w:space="0" w:color="auto"/>
              <w:bottom w:val="single" w:sz="4" w:space="0" w:color="auto"/>
            </w:tcBorders>
          </w:tcPr>
          <w:p w14:paraId="0517222B" w14:textId="0EB77181" w:rsidR="00F45293" w:rsidRPr="00556BB5" w:rsidRDefault="00F45293" w:rsidP="009E2184">
            <w:pPr>
              <w:pStyle w:val="Tabletext"/>
              <w:rPr>
                <w:rFonts w:cs="Calibri"/>
              </w:rPr>
            </w:pPr>
            <w:r w:rsidRPr="00556BB5">
              <w:rPr>
                <w:rFonts w:cs="Calibri"/>
              </w:rPr>
              <w:t xml:space="preserve">UC.010 – Part A </w:t>
            </w:r>
          </w:p>
          <w:p w14:paraId="6C7A9F7E" w14:textId="2E8A108C" w:rsidR="00F45293" w:rsidRPr="00556BB5" w:rsidRDefault="00F45293" w:rsidP="009E2184">
            <w:pPr>
              <w:pStyle w:val="Tabletext"/>
              <w:rPr>
                <w:rFonts w:cs="Calibri"/>
              </w:rPr>
            </w:pPr>
            <w:r w:rsidRPr="00556BB5">
              <w:rPr>
                <w:rFonts w:cs="Calibri"/>
              </w:rPr>
              <w:t>UC.011</w:t>
            </w:r>
          </w:p>
          <w:p w14:paraId="4225088E" w14:textId="01A9848F" w:rsidR="00F45293" w:rsidRPr="00556BB5" w:rsidRDefault="00F45293" w:rsidP="009E2184">
            <w:pPr>
              <w:pStyle w:val="Tabletext"/>
              <w:rPr>
                <w:rFonts w:cs="Calibri"/>
              </w:rPr>
            </w:pPr>
            <w:r w:rsidRPr="00556BB5">
              <w:rPr>
                <w:rFonts w:cs="Calibri"/>
              </w:rPr>
              <w:t xml:space="preserve">UC.015 – Part A </w:t>
            </w:r>
          </w:p>
          <w:p w14:paraId="379EF057" w14:textId="667B4893" w:rsidR="00F45293" w:rsidRPr="00556BB5" w:rsidRDefault="00F45293" w:rsidP="009E2184">
            <w:pPr>
              <w:pStyle w:val="Tabletext"/>
              <w:rPr>
                <w:rFonts w:cs="Calibri"/>
              </w:rPr>
            </w:pPr>
            <w:r w:rsidRPr="00556BB5">
              <w:rPr>
                <w:rFonts w:cs="Calibri"/>
              </w:rPr>
              <w:t xml:space="preserve">UC.016 </w:t>
            </w:r>
          </w:p>
          <w:p w14:paraId="360E0981" w14:textId="6140B83A" w:rsidR="00F45293" w:rsidRPr="00556BB5" w:rsidRDefault="00F45293" w:rsidP="009E2184">
            <w:pPr>
              <w:pStyle w:val="Tabletext"/>
              <w:rPr>
                <w:rFonts w:cs="Calibri"/>
              </w:rPr>
            </w:pPr>
            <w:r w:rsidRPr="00556BB5">
              <w:rPr>
                <w:rFonts w:cs="Calibri"/>
              </w:rPr>
              <w:t xml:space="preserve">UC.025 – Part A  </w:t>
            </w:r>
          </w:p>
        </w:tc>
        <w:tc>
          <w:tcPr>
            <w:tcW w:w="3411" w:type="dxa"/>
            <w:tcBorders>
              <w:top w:val="single" w:sz="4" w:space="0" w:color="auto"/>
              <w:bottom w:val="single" w:sz="4" w:space="0" w:color="auto"/>
            </w:tcBorders>
          </w:tcPr>
          <w:p w14:paraId="4A4F25CA" w14:textId="77777777" w:rsidR="00F45293" w:rsidRPr="00556BB5" w:rsidRDefault="00F45293" w:rsidP="009E2184">
            <w:pPr>
              <w:pStyle w:val="Tabletext"/>
              <w:rPr>
                <w:rFonts w:cs="Calibri"/>
              </w:rPr>
            </w:pPr>
          </w:p>
        </w:tc>
      </w:tr>
      <w:tr w:rsidR="00F45293" w:rsidRPr="003B5C15" w14:paraId="27D94C38" w14:textId="617B474B" w:rsidTr="00556BB5">
        <w:tc>
          <w:tcPr>
            <w:tcW w:w="4395" w:type="dxa"/>
            <w:tcBorders>
              <w:top w:val="single" w:sz="4" w:space="0" w:color="auto"/>
              <w:bottom w:val="single" w:sz="4" w:space="0" w:color="auto"/>
            </w:tcBorders>
          </w:tcPr>
          <w:p w14:paraId="3DB05C18" w14:textId="77777777" w:rsidR="00F45293" w:rsidRPr="00556BB5" w:rsidRDefault="006F3745" w:rsidP="009E2184">
            <w:pPr>
              <w:pStyle w:val="Tabletext"/>
              <w:rPr>
                <w:rFonts w:cs="Calibri"/>
              </w:rPr>
            </w:pPr>
            <w:sdt>
              <w:sdtPr>
                <w:rPr>
                  <w:rFonts w:eastAsia="MS Gothic" w:cs="Calibri"/>
                  <w:sz w:val="24"/>
                </w:rPr>
                <w:id w:val="1101378355"/>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10039 – Manual entry of healthcare provider identifiers</w:t>
            </w:r>
          </w:p>
        </w:tc>
        <w:tc>
          <w:tcPr>
            <w:tcW w:w="2126" w:type="dxa"/>
            <w:tcBorders>
              <w:top w:val="single" w:sz="4" w:space="0" w:color="auto"/>
              <w:bottom w:val="single" w:sz="4" w:space="0" w:color="auto"/>
            </w:tcBorders>
          </w:tcPr>
          <w:p w14:paraId="5C735BBC" w14:textId="3B448ED0" w:rsidR="00F45293" w:rsidRPr="00556BB5" w:rsidRDefault="00F45293" w:rsidP="009E2184">
            <w:pPr>
              <w:pStyle w:val="Tabletext"/>
              <w:rPr>
                <w:rFonts w:cs="Calibri"/>
              </w:rPr>
            </w:pPr>
            <w:r w:rsidRPr="00556BB5">
              <w:rPr>
                <w:rFonts w:cs="Calibri"/>
              </w:rPr>
              <w:t xml:space="preserve">UC.131 </w:t>
            </w:r>
          </w:p>
          <w:p w14:paraId="7EE1D1A6" w14:textId="50278526" w:rsidR="00F45293" w:rsidRPr="00556BB5" w:rsidRDefault="00F45293" w:rsidP="009E2184">
            <w:pPr>
              <w:pStyle w:val="Tabletext"/>
              <w:rPr>
                <w:rFonts w:cs="Calibri"/>
              </w:rPr>
            </w:pPr>
            <w:r w:rsidRPr="00556BB5">
              <w:rPr>
                <w:rFonts w:cs="Calibri"/>
              </w:rPr>
              <w:t xml:space="preserve">UC.305 </w:t>
            </w:r>
          </w:p>
          <w:p w14:paraId="5E05727C" w14:textId="172BD681" w:rsidR="00F45293" w:rsidRPr="00556BB5" w:rsidRDefault="00F45293" w:rsidP="009E2184">
            <w:pPr>
              <w:pStyle w:val="Tabletext"/>
              <w:rPr>
                <w:rFonts w:cs="Calibri"/>
              </w:rPr>
            </w:pPr>
            <w:r w:rsidRPr="00556BB5">
              <w:rPr>
                <w:rFonts w:cs="Calibri"/>
              </w:rPr>
              <w:t xml:space="preserve">UC.306 </w:t>
            </w:r>
          </w:p>
          <w:p w14:paraId="3DF39DE7" w14:textId="07D0C239" w:rsidR="00F45293" w:rsidRPr="00556BB5" w:rsidRDefault="00F45293" w:rsidP="009E2184">
            <w:pPr>
              <w:pStyle w:val="Tabletext"/>
              <w:rPr>
                <w:rFonts w:cs="Calibri"/>
              </w:rPr>
            </w:pPr>
            <w:r w:rsidRPr="00556BB5">
              <w:rPr>
                <w:rFonts w:cs="Calibri"/>
              </w:rPr>
              <w:t xml:space="preserve">UC.241 </w:t>
            </w:r>
          </w:p>
          <w:p w14:paraId="31C9DABD" w14:textId="2F893644" w:rsidR="00F45293" w:rsidRPr="00556BB5" w:rsidRDefault="00F45293" w:rsidP="009E2184">
            <w:pPr>
              <w:pStyle w:val="Tabletext"/>
              <w:rPr>
                <w:rFonts w:cs="Calibri"/>
              </w:rPr>
            </w:pPr>
            <w:r w:rsidRPr="00556BB5">
              <w:rPr>
                <w:rFonts w:cs="Calibri"/>
              </w:rPr>
              <w:t>UC.245</w:t>
            </w:r>
          </w:p>
        </w:tc>
        <w:tc>
          <w:tcPr>
            <w:tcW w:w="3411" w:type="dxa"/>
            <w:tcBorders>
              <w:top w:val="single" w:sz="4" w:space="0" w:color="auto"/>
              <w:bottom w:val="single" w:sz="4" w:space="0" w:color="auto"/>
            </w:tcBorders>
          </w:tcPr>
          <w:p w14:paraId="516AE767" w14:textId="77777777" w:rsidR="00F45293" w:rsidRPr="00556BB5" w:rsidRDefault="00F45293" w:rsidP="009E2184">
            <w:pPr>
              <w:pStyle w:val="Tabletext"/>
              <w:rPr>
                <w:rFonts w:cs="Calibri"/>
              </w:rPr>
            </w:pPr>
          </w:p>
        </w:tc>
      </w:tr>
      <w:tr w:rsidR="00F45293" w:rsidRPr="003B5C15" w14:paraId="2E03A2A0" w14:textId="3831146D" w:rsidTr="00556BB5">
        <w:tc>
          <w:tcPr>
            <w:tcW w:w="4395" w:type="dxa"/>
            <w:tcBorders>
              <w:top w:val="single" w:sz="4" w:space="0" w:color="auto"/>
              <w:bottom w:val="single" w:sz="4" w:space="0" w:color="auto"/>
            </w:tcBorders>
          </w:tcPr>
          <w:p w14:paraId="564DC5BA" w14:textId="77777777" w:rsidR="00F45293" w:rsidRPr="00556BB5" w:rsidRDefault="006F3745" w:rsidP="009E2184">
            <w:pPr>
              <w:pStyle w:val="Tabletext"/>
              <w:rPr>
                <w:rFonts w:cs="Calibri"/>
              </w:rPr>
            </w:pPr>
            <w:sdt>
              <w:sdtPr>
                <w:rPr>
                  <w:rFonts w:eastAsia="MS Gothic" w:cs="Calibri"/>
                  <w:sz w:val="24"/>
                </w:rPr>
                <w:id w:val="1366091876"/>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10043 – Ability to disallow use of healthcare provider identifiers from a point in time</w:t>
            </w:r>
          </w:p>
        </w:tc>
        <w:tc>
          <w:tcPr>
            <w:tcW w:w="2126" w:type="dxa"/>
            <w:tcBorders>
              <w:top w:val="single" w:sz="4" w:space="0" w:color="auto"/>
              <w:bottom w:val="single" w:sz="4" w:space="0" w:color="auto"/>
            </w:tcBorders>
          </w:tcPr>
          <w:p w14:paraId="16F39EA9" w14:textId="457A46C6" w:rsidR="00F45293" w:rsidRPr="00556BB5" w:rsidRDefault="00F45293" w:rsidP="009E2184">
            <w:pPr>
              <w:pStyle w:val="Tabletext"/>
              <w:rPr>
                <w:rFonts w:cs="Calibri"/>
              </w:rPr>
            </w:pPr>
            <w:r w:rsidRPr="00556BB5">
              <w:rPr>
                <w:rFonts w:cs="Calibri"/>
              </w:rPr>
              <w:t xml:space="preserve">UC.080 </w:t>
            </w:r>
          </w:p>
          <w:p w14:paraId="3B26313A" w14:textId="7EF9FD0E" w:rsidR="00F45293" w:rsidRPr="00556BB5" w:rsidRDefault="00F45293" w:rsidP="009E2184">
            <w:pPr>
              <w:pStyle w:val="Tabletext"/>
              <w:rPr>
                <w:rFonts w:cs="Calibri"/>
              </w:rPr>
            </w:pPr>
            <w:r w:rsidRPr="00556BB5">
              <w:rPr>
                <w:rFonts w:cs="Calibri"/>
              </w:rPr>
              <w:t xml:space="preserve">UC.131 </w:t>
            </w:r>
          </w:p>
          <w:p w14:paraId="01219579" w14:textId="576E0E33" w:rsidR="00F45293" w:rsidRPr="00556BB5" w:rsidRDefault="00F45293" w:rsidP="009E2184">
            <w:pPr>
              <w:pStyle w:val="Tabletext"/>
              <w:rPr>
                <w:rFonts w:cs="Calibri"/>
              </w:rPr>
            </w:pPr>
            <w:r w:rsidRPr="00556BB5">
              <w:rPr>
                <w:rFonts w:cs="Calibri"/>
              </w:rPr>
              <w:t xml:space="preserve">UC.150 </w:t>
            </w:r>
          </w:p>
          <w:p w14:paraId="00A7520E" w14:textId="1F9DBB27" w:rsidR="00F45293" w:rsidRPr="00556BB5" w:rsidRDefault="00F45293" w:rsidP="009E2184">
            <w:pPr>
              <w:pStyle w:val="Tabletext"/>
              <w:rPr>
                <w:rFonts w:cs="Calibri"/>
              </w:rPr>
            </w:pPr>
            <w:r w:rsidRPr="00556BB5">
              <w:rPr>
                <w:rFonts w:cs="Calibri"/>
              </w:rPr>
              <w:t>UC.245</w:t>
            </w:r>
          </w:p>
        </w:tc>
        <w:tc>
          <w:tcPr>
            <w:tcW w:w="3411" w:type="dxa"/>
            <w:tcBorders>
              <w:top w:val="single" w:sz="4" w:space="0" w:color="auto"/>
              <w:bottom w:val="single" w:sz="4" w:space="0" w:color="auto"/>
            </w:tcBorders>
          </w:tcPr>
          <w:p w14:paraId="4DE977DB" w14:textId="77777777" w:rsidR="00F45293" w:rsidRPr="00556BB5" w:rsidRDefault="00F45293" w:rsidP="009E2184">
            <w:pPr>
              <w:pStyle w:val="Tabletext"/>
              <w:rPr>
                <w:rFonts w:cs="Calibri"/>
              </w:rPr>
            </w:pPr>
          </w:p>
        </w:tc>
      </w:tr>
      <w:tr w:rsidR="00F45293" w:rsidRPr="003B5C15" w14:paraId="7747592A" w14:textId="65D278C0" w:rsidTr="00556BB5">
        <w:tc>
          <w:tcPr>
            <w:tcW w:w="4395" w:type="dxa"/>
            <w:tcBorders>
              <w:top w:val="single" w:sz="4" w:space="0" w:color="auto"/>
              <w:bottom w:val="single" w:sz="4" w:space="0" w:color="auto"/>
            </w:tcBorders>
          </w:tcPr>
          <w:p w14:paraId="5C82AF2A" w14:textId="77777777" w:rsidR="00F45293" w:rsidRPr="00556BB5" w:rsidRDefault="006F3745" w:rsidP="009E2184">
            <w:pPr>
              <w:pStyle w:val="Tabletext"/>
              <w:rPr>
                <w:rFonts w:cs="Calibri"/>
              </w:rPr>
            </w:pPr>
            <w:sdt>
              <w:sdtPr>
                <w:rPr>
                  <w:rFonts w:eastAsia="MS Gothic" w:cs="Calibri"/>
                  <w:sz w:val="24"/>
                </w:rPr>
                <w:id w:val="-1706631405"/>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10089 – Support of searches for healthcare provider identifiers in the HI Service</w:t>
            </w:r>
          </w:p>
        </w:tc>
        <w:tc>
          <w:tcPr>
            <w:tcW w:w="2126" w:type="dxa"/>
            <w:tcBorders>
              <w:top w:val="single" w:sz="4" w:space="0" w:color="auto"/>
              <w:bottom w:val="single" w:sz="4" w:space="0" w:color="auto"/>
            </w:tcBorders>
          </w:tcPr>
          <w:p w14:paraId="00352216" w14:textId="74E19AA8" w:rsidR="00F45293" w:rsidRPr="00556BB5" w:rsidRDefault="00F45293" w:rsidP="009E2184">
            <w:pPr>
              <w:pStyle w:val="Tabletext"/>
              <w:rPr>
                <w:rFonts w:cs="Calibri"/>
              </w:rPr>
            </w:pPr>
            <w:r w:rsidRPr="00556BB5">
              <w:rPr>
                <w:rFonts w:cs="Calibri"/>
              </w:rPr>
              <w:t xml:space="preserve">UC.241  </w:t>
            </w:r>
          </w:p>
          <w:p w14:paraId="1C86B7D6" w14:textId="3907EDA8" w:rsidR="00F45293" w:rsidRPr="00556BB5" w:rsidRDefault="00F45293" w:rsidP="009E2184">
            <w:pPr>
              <w:pStyle w:val="Tabletext"/>
              <w:rPr>
                <w:rFonts w:cs="Calibri"/>
              </w:rPr>
            </w:pPr>
            <w:r w:rsidRPr="00556BB5">
              <w:rPr>
                <w:rFonts w:cs="Calibri"/>
              </w:rPr>
              <w:t>UC.245</w:t>
            </w:r>
          </w:p>
        </w:tc>
        <w:tc>
          <w:tcPr>
            <w:tcW w:w="3411" w:type="dxa"/>
            <w:tcBorders>
              <w:top w:val="single" w:sz="4" w:space="0" w:color="auto"/>
              <w:bottom w:val="single" w:sz="4" w:space="0" w:color="auto"/>
            </w:tcBorders>
          </w:tcPr>
          <w:p w14:paraId="566F3FE8" w14:textId="77777777" w:rsidR="00F45293" w:rsidRPr="00556BB5" w:rsidRDefault="00F45293" w:rsidP="009E2184">
            <w:pPr>
              <w:pStyle w:val="Tabletext"/>
              <w:rPr>
                <w:rFonts w:cs="Calibri"/>
              </w:rPr>
            </w:pPr>
          </w:p>
        </w:tc>
      </w:tr>
      <w:tr w:rsidR="00F45293" w:rsidRPr="003B5C15" w14:paraId="2D2C7016" w14:textId="3D53100F" w:rsidTr="00556BB5">
        <w:tc>
          <w:tcPr>
            <w:tcW w:w="4395" w:type="dxa"/>
            <w:tcBorders>
              <w:top w:val="single" w:sz="4" w:space="0" w:color="auto"/>
              <w:bottom w:val="single" w:sz="4" w:space="0" w:color="auto"/>
            </w:tcBorders>
          </w:tcPr>
          <w:p w14:paraId="0734AAF4" w14:textId="2AC6C9CE" w:rsidR="00F45293" w:rsidRPr="00556BB5" w:rsidRDefault="006F3745" w:rsidP="009E2184">
            <w:pPr>
              <w:pStyle w:val="Tabletext"/>
              <w:rPr>
                <w:rFonts w:cs="Calibri"/>
              </w:rPr>
            </w:pPr>
            <w:sdt>
              <w:sdtPr>
                <w:rPr>
                  <w:rFonts w:eastAsia="MS Gothic" w:cs="Calibri"/>
                  <w:sz w:val="24"/>
                </w:rPr>
                <w:id w:val="203146295"/>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16810 - Ensuring the recipient’s HPI-I(s) is associated with the recipient’s HPI-O in an incoming </w:t>
            </w:r>
            <w:r w:rsidR="00DB52F5" w:rsidRPr="00556BB5">
              <w:rPr>
                <w:rFonts w:cs="Calibri"/>
              </w:rPr>
              <w:t xml:space="preserve">electronic </w:t>
            </w:r>
            <w:r w:rsidR="00F45293" w:rsidRPr="00556BB5">
              <w:rPr>
                <w:rFonts w:cs="Calibri"/>
              </w:rPr>
              <w:t>message/document</w:t>
            </w:r>
          </w:p>
        </w:tc>
        <w:tc>
          <w:tcPr>
            <w:tcW w:w="2126" w:type="dxa"/>
            <w:tcBorders>
              <w:top w:val="single" w:sz="4" w:space="0" w:color="auto"/>
              <w:bottom w:val="single" w:sz="4" w:space="0" w:color="auto"/>
            </w:tcBorders>
          </w:tcPr>
          <w:p w14:paraId="0A8F0E83" w14:textId="77777777" w:rsidR="00F45293" w:rsidRPr="00556BB5" w:rsidRDefault="00F45293" w:rsidP="009E2184">
            <w:pPr>
              <w:pStyle w:val="Tabletext"/>
              <w:rPr>
                <w:rFonts w:cs="Calibri"/>
              </w:rPr>
            </w:pPr>
            <w:r w:rsidRPr="00556BB5">
              <w:rPr>
                <w:rFonts w:cs="Calibri"/>
              </w:rPr>
              <w:t>UC.325 – Part A</w:t>
            </w:r>
          </w:p>
        </w:tc>
        <w:tc>
          <w:tcPr>
            <w:tcW w:w="3411" w:type="dxa"/>
            <w:tcBorders>
              <w:top w:val="single" w:sz="4" w:space="0" w:color="auto"/>
              <w:bottom w:val="single" w:sz="4" w:space="0" w:color="auto"/>
            </w:tcBorders>
          </w:tcPr>
          <w:p w14:paraId="369BD3EF" w14:textId="77777777" w:rsidR="00F45293" w:rsidRPr="00556BB5" w:rsidRDefault="00F45293" w:rsidP="009E2184">
            <w:pPr>
              <w:pStyle w:val="Tabletext"/>
              <w:rPr>
                <w:rFonts w:cs="Calibri"/>
              </w:rPr>
            </w:pPr>
          </w:p>
        </w:tc>
      </w:tr>
      <w:tr w:rsidR="00F45293" w:rsidRPr="003B5C15" w14:paraId="53AC9884" w14:textId="49835042" w:rsidTr="00556BB5">
        <w:tc>
          <w:tcPr>
            <w:tcW w:w="4395" w:type="dxa"/>
            <w:tcBorders>
              <w:top w:val="single" w:sz="4" w:space="0" w:color="auto"/>
              <w:bottom w:val="single" w:sz="4" w:space="0" w:color="auto"/>
            </w:tcBorders>
          </w:tcPr>
          <w:p w14:paraId="1CD4D42F" w14:textId="77777777" w:rsidR="00F45293" w:rsidRPr="00556BB5" w:rsidRDefault="006F3745" w:rsidP="009E2184">
            <w:pPr>
              <w:pStyle w:val="Tabletext"/>
              <w:rPr>
                <w:rFonts w:cs="Calibri"/>
              </w:rPr>
            </w:pPr>
            <w:sdt>
              <w:sdtPr>
                <w:rPr>
                  <w:rFonts w:eastAsia="MS Gothic" w:cs="Calibri"/>
                  <w:sz w:val="24"/>
                </w:rPr>
                <w:id w:val="-1605485380"/>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16836 – Minimum healthcare provider organisation identifier details</w:t>
            </w:r>
          </w:p>
        </w:tc>
        <w:tc>
          <w:tcPr>
            <w:tcW w:w="2126" w:type="dxa"/>
            <w:tcBorders>
              <w:top w:val="single" w:sz="4" w:space="0" w:color="auto"/>
              <w:bottom w:val="single" w:sz="4" w:space="0" w:color="auto"/>
            </w:tcBorders>
          </w:tcPr>
          <w:p w14:paraId="2BDCE0E6" w14:textId="77777777" w:rsidR="00F45293" w:rsidRPr="00556BB5" w:rsidRDefault="00F45293" w:rsidP="009E2184">
            <w:pPr>
              <w:pStyle w:val="Tabletext"/>
              <w:rPr>
                <w:rFonts w:cs="Calibri"/>
              </w:rPr>
            </w:pPr>
            <w:r w:rsidRPr="00556BB5">
              <w:rPr>
                <w:rFonts w:cs="Calibri"/>
              </w:rPr>
              <w:t>UC.150</w:t>
            </w:r>
          </w:p>
        </w:tc>
        <w:tc>
          <w:tcPr>
            <w:tcW w:w="3411" w:type="dxa"/>
            <w:tcBorders>
              <w:top w:val="single" w:sz="4" w:space="0" w:color="auto"/>
              <w:bottom w:val="single" w:sz="4" w:space="0" w:color="auto"/>
            </w:tcBorders>
          </w:tcPr>
          <w:p w14:paraId="4DAAC5F3" w14:textId="77777777" w:rsidR="00F45293" w:rsidRPr="00556BB5" w:rsidRDefault="00F45293" w:rsidP="009E2184">
            <w:pPr>
              <w:pStyle w:val="Tabletext"/>
              <w:rPr>
                <w:rFonts w:cs="Calibri"/>
              </w:rPr>
            </w:pPr>
          </w:p>
        </w:tc>
      </w:tr>
      <w:tr w:rsidR="00F45293" w:rsidRPr="003B5C15" w14:paraId="0E6A9742" w14:textId="6044A364" w:rsidTr="00556BB5">
        <w:tc>
          <w:tcPr>
            <w:tcW w:w="4395" w:type="dxa"/>
            <w:tcBorders>
              <w:top w:val="single" w:sz="4" w:space="0" w:color="auto"/>
              <w:bottom w:val="single" w:sz="4" w:space="0" w:color="auto"/>
            </w:tcBorders>
          </w:tcPr>
          <w:p w14:paraId="1F63EC4D" w14:textId="77777777" w:rsidR="00F45293" w:rsidRPr="00556BB5" w:rsidRDefault="006F3745" w:rsidP="009E2184">
            <w:pPr>
              <w:pStyle w:val="Tabletext"/>
              <w:rPr>
                <w:rFonts w:cs="Calibri"/>
              </w:rPr>
            </w:pPr>
            <w:sdt>
              <w:sdtPr>
                <w:rPr>
                  <w:rFonts w:eastAsia="MS Gothic" w:cs="Calibri"/>
                  <w:sz w:val="24"/>
                </w:rPr>
                <w:id w:val="-1274022169"/>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16838 – Rules for when the validation of an active, unverified or provisional IHI returns the same IHI number but with a different IHI record status</w:t>
            </w:r>
          </w:p>
        </w:tc>
        <w:tc>
          <w:tcPr>
            <w:tcW w:w="2126" w:type="dxa"/>
            <w:tcBorders>
              <w:top w:val="single" w:sz="4" w:space="0" w:color="auto"/>
              <w:bottom w:val="single" w:sz="4" w:space="0" w:color="auto"/>
            </w:tcBorders>
          </w:tcPr>
          <w:p w14:paraId="2CB8E775" w14:textId="0BBFAFC0" w:rsidR="00F45293" w:rsidRPr="00556BB5" w:rsidRDefault="00F45293" w:rsidP="009E2184">
            <w:pPr>
              <w:pStyle w:val="Tabletext"/>
              <w:rPr>
                <w:rFonts w:cs="Calibri"/>
              </w:rPr>
            </w:pPr>
            <w:r w:rsidRPr="00556BB5">
              <w:rPr>
                <w:rFonts w:cs="Calibri"/>
              </w:rPr>
              <w:t xml:space="preserve">UC.015 – Part A </w:t>
            </w:r>
          </w:p>
          <w:p w14:paraId="028D5B85" w14:textId="7248424A" w:rsidR="00F45293" w:rsidRPr="00556BB5" w:rsidRDefault="00F45293" w:rsidP="009E2184">
            <w:pPr>
              <w:pStyle w:val="Tabletext"/>
              <w:rPr>
                <w:rFonts w:cs="Calibri"/>
              </w:rPr>
            </w:pPr>
            <w:r w:rsidRPr="00556BB5">
              <w:rPr>
                <w:rFonts w:cs="Calibri"/>
              </w:rPr>
              <w:t>UC.016</w:t>
            </w:r>
          </w:p>
          <w:p w14:paraId="40648D94" w14:textId="5923F85C" w:rsidR="00F45293" w:rsidRPr="00556BB5" w:rsidRDefault="00F45293" w:rsidP="009E2184">
            <w:pPr>
              <w:pStyle w:val="Tabletext"/>
              <w:rPr>
                <w:rFonts w:cs="Calibri"/>
              </w:rPr>
            </w:pPr>
            <w:r w:rsidRPr="00556BB5">
              <w:rPr>
                <w:rFonts w:cs="Calibri"/>
              </w:rPr>
              <w:t xml:space="preserve">UC.025 – Part A </w:t>
            </w:r>
          </w:p>
          <w:p w14:paraId="37F90B77" w14:textId="53FBB56A" w:rsidR="00F45293" w:rsidRPr="00556BB5" w:rsidRDefault="00F45293" w:rsidP="009E2184">
            <w:pPr>
              <w:pStyle w:val="Tabletext"/>
              <w:rPr>
                <w:rFonts w:cs="Calibri"/>
              </w:rPr>
            </w:pPr>
            <w:r w:rsidRPr="00556BB5">
              <w:rPr>
                <w:rFonts w:cs="Calibri"/>
              </w:rPr>
              <w:t xml:space="preserve">UC.035 </w:t>
            </w:r>
          </w:p>
          <w:p w14:paraId="1EB04309" w14:textId="77777777" w:rsidR="00A73F43" w:rsidRPr="00556BB5" w:rsidRDefault="00F45293" w:rsidP="009E2184">
            <w:pPr>
              <w:pStyle w:val="Tabletext"/>
              <w:rPr>
                <w:rFonts w:cs="Calibri"/>
              </w:rPr>
            </w:pPr>
            <w:r w:rsidRPr="00556BB5">
              <w:rPr>
                <w:rFonts w:cs="Calibri"/>
              </w:rPr>
              <w:t>UC.320</w:t>
            </w:r>
          </w:p>
          <w:p w14:paraId="576D1279" w14:textId="5A237E47" w:rsidR="00F45293" w:rsidRPr="00556BB5" w:rsidRDefault="00F45293" w:rsidP="009E2184">
            <w:pPr>
              <w:pStyle w:val="Tabletext"/>
              <w:rPr>
                <w:rFonts w:cs="Calibri"/>
              </w:rPr>
            </w:pPr>
            <w:r w:rsidRPr="00556BB5">
              <w:rPr>
                <w:rFonts w:cs="Calibri"/>
              </w:rPr>
              <w:t>UC.330 – Part A</w:t>
            </w:r>
          </w:p>
        </w:tc>
        <w:tc>
          <w:tcPr>
            <w:tcW w:w="3411" w:type="dxa"/>
            <w:tcBorders>
              <w:top w:val="single" w:sz="4" w:space="0" w:color="auto"/>
              <w:bottom w:val="single" w:sz="4" w:space="0" w:color="auto"/>
            </w:tcBorders>
          </w:tcPr>
          <w:p w14:paraId="443D1795" w14:textId="77777777" w:rsidR="00F45293" w:rsidRPr="00556BB5" w:rsidRDefault="00F45293" w:rsidP="009E2184">
            <w:pPr>
              <w:pStyle w:val="Tabletext"/>
              <w:rPr>
                <w:rFonts w:cs="Calibri"/>
              </w:rPr>
            </w:pPr>
          </w:p>
        </w:tc>
      </w:tr>
      <w:tr w:rsidR="00F45293" w:rsidRPr="003B5C15" w14:paraId="2E6237D5" w14:textId="0688A1A1" w:rsidTr="00556BB5">
        <w:tc>
          <w:tcPr>
            <w:tcW w:w="4395" w:type="dxa"/>
            <w:tcBorders>
              <w:top w:val="single" w:sz="4" w:space="0" w:color="auto"/>
              <w:bottom w:val="single" w:sz="4" w:space="0" w:color="auto"/>
            </w:tcBorders>
          </w:tcPr>
          <w:p w14:paraId="2A3976A6" w14:textId="6BFE2BB3" w:rsidR="00F45293" w:rsidRPr="00556BB5" w:rsidRDefault="006F3745" w:rsidP="009E2184">
            <w:pPr>
              <w:pStyle w:val="Tabletext"/>
              <w:rPr>
                <w:rFonts w:cs="Calibri"/>
              </w:rPr>
            </w:pPr>
            <w:sdt>
              <w:sdtPr>
                <w:rPr>
                  <w:rFonts w:eastAsia="MS Gothic" w:cs="Calibri"/>
                  <w:sz w:val="24"/>
                </w:rPr>
                <w:id w:val="2033227005"/>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w:t>
            </w:r>
            <w:r w:rsidR="00F45293" w:rsidRPr="003B5C15">
              <w:rPr>
                <w:rStyle w:val="SpecAttributeValue"/>
                <w:rFonts w:ascii="Calibri" w:hAnsi="Calibri" w:cs="Calibri"/>
                <w:szCs w:val="20"/>
              </w:rPr>
              <w:t xml:space="preserve">18885 - </w:t>
            </w:r>
            <w:r w:rsidR="00F45293" w:rsidRPr="00556BB5">
              <w:rPr>
                <w:rFonts w:cs="Calibri"/>
              </w:rPr>
              <w:t xml:space="preserve">Inclusion of IHI status information in an </w:t>
            </w:r>
            <w:r w:rsidR="0076517C" w:rsidRPr="00556BB5">
              <w:rPr>
                <w:rFonts w:cs="Calibri"/>
              </w:rPr>
              <w:t xml:space="preserve">electronic </w:t>
            </w:r>
            <w:r w:rsidR="00F45293" w:rsidRPr="00556BB5">
              <w:rPr>
                <w:rFonts w:cs="Calibri"/>
              </w:rPr>
              <w:t>message/</w:t>
            </w:r>
            <w:r w:rsidR="00A73F43" w:rsidRPr="00556BB5">
              <w:rPr>
                <w:rFonts w:cs="Calibri"/>
              </w:rPr>
              <w:t xml:space="preserve"> </w:t>
            </w:r>
            <w:r w:rsidR="00F45293" w:rsidRPr="00556BB5">
              <w:rPr>
                <w:rFonts w:cs="Calibri"/>
              </w:rPr>
              <w:t>document</w:t>
            </w:r>
          </w:p>
        </w:tc>
        <w:tc>
          <w:tcPr>
            <w:tcW w:w="2126" w:type="dxa"/>
            <w:tcBorders>
              <w:top w:val="single" w:sz="4" w:space="0" w:color="auto"/>
              <w:bottom w:val="single" w:sz="4" w:space="0" w:color="auto"/>
            </w:tcBorders>
          </w:tcPr>
          <w:p w14:paraId="2D2C85A6" w14:textId="178052A0" w:rsidR="00F45293" w:rsidRPr="00556BB5" w:rsidRDefault="00F45293" w:rsidP="009E2184">
            <w:pPr>
              <w:pStyle w:val="Tabletext"/>
              <w:rPr>
                <w:rFonts w:cs="Calibri"/>
              </w:rPr>
            </w:pPr>
            <w:r w:rsidRPr="00556BB5">
              <w:rPr>
                <w:rFonts w:cs="Calibri"/>
              </w:rPr>
              <w:t xml:space="preserve">UC.320 </w:t>
            </w:r>
          </w:p>
          <w:p w14:paraId="79899691" w14:textId="75112104" w:rsidR="00F45293" w:rsidRPr="00556BB5" w:rsidRDefault="00F45293" w:rsidP="009E2184">
            <w:pPr>
              <w:pStyle w:val="Tabletext"/>
              <w:rPr>
                <w:rFonts w:cs="Calibri"/>
              </w:rPr>
            </w:pPr>
            <w:r w:rsidRPr="00556BB5">
              <w:rPr>
                <w:rFonts w:cs="Calibri"/>
              </w:rPr>
              <w:t>UC.330 – Part A</w:t>
            </w:r>
          </w:p>
        </w:tc>
        <w:tc>
          <w:tcPr>
            <w:tcW w:w="3411" w:type="dxa"/>
            <w:tcBorders>
              <w:top w:val="single" w:sz="4" w:space="0" w:color="auto"/>
              <w:bottom w:val="single" w:sz="4" w:space="0" w:color="auto"/>
            </w:tcBorders>
          </w:tcPr>
          <w:p w14:paraId="42AD4C18" w14:textId="77777777" w:rsidR="00F45293" w:rsidRPr="00556BB5" w:rsidRDefault="00F45293" w:rsidP="009E2184">
            <w:pPr>
              <w:pStyle w:val="Tabletext"/>
              <w:rPr>
                <w:rFonts w:cs="Calibri"/>
              </w:rPr>
            </w:pPr>
          </w:p>
        </w:tc>
      </w:tr>
      <w:tr w:rsidR="00F45293" w:rsidRPr="003B5C15" w14:paraId="2815270C" w14:textId="04056B40" w:rsidTr="00556BB5">
        <w:tc>
          <w:tcPr>
            <w:tcW w:w="4395" w:type="dxa"/>
            <w:tcBorders>
              <w:top w:val="single" w:sz="4" w:space="0" w:color="auto"/>
              <w:bottom w:val="single" w:sz="4" w:space="0" w:color="auto"/>
            </w:tcBorders>
          </w:tcPr>
          <w:p w14:paraId="0904A34D" w14:textId="654D1E63" w:rsidR="00F45293" w:rsidRPr="003B5C15" w:rsidRDefault="006F3745" w:rsidP="009E2184">
            <w:pPr>
              <w:pStyle w:val="Tabletext"/>
              <w:rPr>
                <w:rStyle w:val="SpecAttributeValue"/>
                <w:rFonts w:ascii="Calibri" w:hAnsi="Calibri" w:cs="Calibri"/>
                <w:szCs w:val="20"/>
              </w:rPr>
            </w:pPr>
            <w:sdt>
              <w:sdtPr>
                <w:rPr>
                  <w:rFonts w:ascii="Verdana" w:eastAsia="MS Gothic" w:hAnsi="Verdana" w:cs="Calibri"/>
                  <w:sz w:val="24"/>
                </w:rPr>
                <w:id w:val="-1194074251"/>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w:t>
            </w:r>
            <w:r w:rsidR="00F45293" w:rsidRPr="003B5C15">
              <w:rPr>
                <w:rStyle w:val="SpecAttributeValue"/>
                <w:rFonts w:ascii="Calibri" w:hAnsi="Calibri" w:cs="Calibri"/>
                <w:szCs w:val="20"/>
              </w:rPr>
              <w:t xml:space="preserve">18886 - </w:t>
            </w:r>
            <w:r w:rsidR="00F45293" w:rsidRPr="00556BB5">
              <w:rPr>
                <w:rFonts w:cs="Calibri"/>
              </w:rPr>
              <w:t xml:space="preserve">Inclusion of healthcare identifiers date last validated information in an </w:t>
            </w:r>
            <w:r w:rsidR="004020E0" w:rsidRPr="00556BB5">
              <w:rPr>
                <w:rFonts w:cs="Calibri"/>
              </w:rPr>
              <w:t xml:space="preserve">electronic </w:t>
            </w:r>
            <w:r w:rsidR="00F45293" w:rsidRPr="00556BB5">
              <w:rPr>
                <w:rFonts w:cs="Calibri"/>
              </w:rPr>
              <w:t>message/document</w:t>
            </w:r>
          </w:p>
        </w:tc>
        <w:tc>
          <w:tcPr>
            <w:tcW w:w="2126" w:type="dxa"/>
            <w:tcBorders>
              <w:top w:val="single" w:sz="4" w:space="0" w:color="auto"/>
              <w:bottom w:val="single" w:sz="4" w:space="0" w:color="auto"/>
            </w:tcBorders>
          </w:tcPr>
          <w:p w14:paraId="774C0D69" w14:textId="624098E4" w:rsidR="00F45293" w:rsidRPr="00556BB5" w:rsidRDefault="00F45293" w:rsidP="009E2184">
            <w:pPr>
              <w:pStyle w:val="Tabletext"/>
              <w:rPr>
                <w:rFonts w:cs="Calibri"/>
              </w:rPr>
            </w:pPr>
            <w:r w:rsidRPr="00556BB5">
              <w:rPr>
                <w:rFonts w:cs="Calibri"/>
              </w:rPr>
              <w:t xml:space="preserve">UC.320  </w:t>
            </w:r>
          </w:p>
          <w:p w14:paraId="11F967F0" w14:textId="1CB56E10" w:rsidR="00F45293" w:rsidRPr="00556BB5" w:rsidRDefault="00F45293" w:rsidP="009E2184">
            <w:pPr>
              <w:pStyle w:val="Tabletext"/>
              <w:rPr>
                <w:rFonts w:cs="Calibri"/>
              </w:rPr>
            </w:pPr>
            <w:r w:rsidRPr="00556BB5">
              <w:rPr>
                <w:rFonts w:cs="Calibri"/>
              </w:rPr>
              <w:t>UC.330 – Part A</w:t>
            </w:r>
          </w:p>
        </w:tc>
        <w:tc>
          <w:tcPr>
            <w:tcW w:w="3411" w:type="dxa"/>
            <w:tcBorders>
              <w:top w:val="single" w:sz="4" w:space="0" w:color="auto"/>
              <w:bottom w:val="single" w:sz="4" w:space="0" w:color="auto"/>
            </w:tcBorders>
          </w:tcPr>
          <w:p w14:paraId="5EF01A5D" w14:textId="77777777" w:rsidR="00F45293" w:rsidRPr="00556BB5" w:rsidRDefault="00F45293" w:rsidP="009E2184">
            <w:pPr>
              <w:pStyle w:val="Tabletext"/>
              <w:rPr>
                <w:rFonts w:cs="Calibri"/>
              </w:rPr>
            </w:pPr>
          </w:p>
        </w:tc>
      </w:tr>
      <w:tr w:rsidR="00665AD1" w:rsidRPr="003B5C15" w14:paraId="3B9A8903" w14:textId="77777777" w:rsidTr="00556BB5">
        <w:tc>
          <w:tcPr>
            <w:tcW w:w="4395" w:type="dxa"/>
            <w:tcBorders>
              <w:top w:val="single" w:sz="4" w:space="0" w:color="auto"/>
              <w:bottom w:val="single" w:sz="4" w:space="0" w:color="auto"/>
            </w:tcBorders>
          </w:tcPr>
          <w:p w14:paraId="7D40D3FD" w14:textId="51730A5E" w:rsidR="00665AD1" w:rsidRPr="00556BB5" w:rsidRDefault="006F3745" w:rsidP="009E2184">
            <w:pPr>
              <w:pStyle w:val="Tabletext"/>
              <w:rPr>
                <w:rFonts w:eastAsia="MS Gothic" w:cs="Calibri"/>
                <w:sz w:val="24"/>
              </w:rPr>
            </w:pPr>
            <w:sdt>
              <w:sdtPr>
                <w:rPr>
                  <w:rFonts w:eastAsia="MS Gothic" w:cs="Calibri"/>
                  <w:sz w:val="24"/>
                </w:rPr>
                <w:id w:val="2046861120"/>
                <w14:checkbox>
                  <w14:checked w14:val="0"/>
                  <w14:checkedState w14:val="2612" w14:font="MS Gothic"/>
                  <w14:uncheckedState w14:val="2610" w14:font="MS Gothic"/>
                </w14:checkbox>
              </w:sdtPr>
              <w:sdtEndPr/>
              <w:sdtContent>
                <w:r w:rsidR="00665AD1" w:rsidRPr="00556BB5">
                  <w:rPr>
                    <w:rFonts w:ascii="Segoe UI Symbol" w:eastAsia="MS Gothic" w:hAnsi="Segoe UI Symbol" w:cs="Segoe UI Symbol"/>
                    <w:sz w:val="24"/>
                  </w:rPr>
                  <w:t>☐</w:t>
                </w:r>
              </w:sdtContent>
            </w:sdt>
            <w:r w:rsidR="00665AD1" w:rsidRPr="00556BB5">
              <w:rPr>
                <w:rFonts w:cs="Calibri"/>
              </w:rPr>
              <w:t xml:space="preserve"> </w:t>
            </w:r>
            <w:r w:rsidR="00715004" w:rsidRPr="00556BB5">
              <w:rPr>
                <w:rFonts w:cs="Calibri"/>
              </w:rPr>
              <w:t>21557-Searching for an IHI prior to creating an IHI</w:t>
            </w:r>
          </w:p>
        </w:tc>
        <w:tc>
          <w:tcPr>
            <w:tcW w:w="2126" w:type="dxa"/>
            <w:tcBorders>
              <w:top w:val="single" w:sz="4" w:space="0" w:color="auto"/>
              <w:bottom w:val="single" w:sz="4" w:space="0" w:color="auto"/>
            </w:tcBorders>
          </w:tcPr>
          <w:p w14:paraId="3B118EB7" w14:textId="7BE20526" w:rsidR="00665AD1" w:rsidRPr="00556BB5" w:rsidRDefault="00E637AD" w:rsidP="009E2184">
            <w:pPr>
              <w:pStyle w:val="Tabletext"/>
              <w:rPr>
                <w:rFonts w:cs="Calibri"/>
              </w:rPr>
            </w:pPr>
            <w:r w:rsidRPr="00556BB5">
              <w:rPr>
                <w:rFonts w:cs="Calibri"/>
              </w:rPr>
              <w:t>UC.011</w:t>
            </w:r>
          </w:p>
        </w:tc>
        <w:tc>
          <w:tcPr>
            <w:tcW w:w="3411" w:type="dxa"/>
            <w:tcBorders>
              <w:top w:val="single" w:sz="4" w:space="0" w:color="auto"/>
              <w:bottom w:val="single" w:sz="4" w:space="0" w:color="auto"/>
            </w:tcBorders>
          </w:tcPr>
          <w:p w14:paraId="2B9CDB6C" w14:textId="77777777" w:rsidR="00665AD1" w:rsidRPr="00556BB5" w:rsidRDefault="00665AD1" w:rsidP="009E2184">
            <w:pPr>
              <w:pStyle w:val="Tabletext"/>
              <w:rPr>
                <w:rFonts w:cs="Calibri"/>
              </w:rPr>
            </w:pPr>
          </w:p>
        </w:tc>
      </w:tr>
      <w:tr w:rsidR="00665AD1" w:rsidRPr="003B5C15" w14:paraId="65162884" w14:textId="77777777" w:rsidTr="00556BB5">
        <w:tc>
          <w:tcPr>
            <w:tcW w:w="4395" w:type="dxa"/>
            <w:tcBorders>
              <w:top w:val="single" w:sz="4" w:space="0" w:color="auto"/>
              <w:bottom w:val="single" w:sz="4" w:space="0" w:color="auto"/>
            </w:tcBorders>
          </w:tcPr>
          <w:p w14:paraId="44EE79BC" w14:textId="35B68BCA" w:rsidR="00665AD1" w:rsidRPr="00556BB5" w:rsidRDefault="006F3745" w:rsidP="009E2184">
            <w:pPr>
              <w:pStyle w:val="Tabletext"/>
              <w:rPr>
                <w:rFonts w:eastAsia="MS Gothic" w:cs="Calibri"/>
                <w:sz w:val="24"/>
              </w:rPr>
            </w:pPr>
            <w:sdt>
              <w:sdtPr>
                <w:rPr>
                  <w:rFonts w:eastAsia="MS Gothic" w:cs="Calibri"/>
                  <w:sz w:val="24"/>
                </w:rPr>
                <w:id w:val="591978630"/>
                <w14:checkbox>
                  <w14:checked w14:val="0"/>
                  <w14:checkedState w14:val="2612" w14:font="MS Gothic"/>
                  <w14:uncheckedState w14:val="2610" w14:font="MS Gothic"/>
                </w14:checkbox>
              </w:sdtPr>
              <w:sdtEndPr/>
              <w:sdtContent>
                <w:r w:rsidR="00665AD1" w:rsidRPr="00556BB5">
                  <w:rPr>
                    <w:rFonts w:ascii="Segoe UI Symbol" w:eastAsia="MS Gothic" w:hAnsi="Segoe UI Symbol" w:cs="Segoe UI Symbol"/>
                    <w:sz w:val="24"/>
                  </w:rPr>
                  <w:t>☐</w:t>
                </w:r>
              </w:sdtContent>
            </w:sdt>
            <w:r w:rsidR="00665AD1" w:rsidRPr="00556BB5">
              <w:rPr>
                <w:rFonts w:cs="Calibri"/>
              </w:rPr>
              <w:t xml:space="preserve"> </w:t>
            </w:r>
            <w:r w:rsidR="00C42265" w:rsidRPr="00556BB5">
              <w:rPr>
                <w:rFonts w:cs="Calibri"/>
              </w:rPr>
              <w:t>21559-Recording of newborns not yet named</w:t>
            </w:r>
            <w:r w:rsidR="00C35AC7" w:rsidRPr="00556BB5">
              <w:rPr>
                <w:rFonts w:cs="Calibri"/>
              </w:rPr>
              <w:t xml:space="preserve">       </w:t>
            </w:r>
          </w:p>
        </w:tc>
        <w:tc>
          <w:tcPr>
            <w:tcW w:w="2126" w:type="dxa"/>
            <w:tcBorders>
              <w:top w:val="single" w:sz="4" w:space="0" w:color="auto"/>
              <w:bottom w:val="single" w:sz="4" w:space="0" w:color="auto"/>
            </w:tcBorders>
          </w:tcPr>
          <w:p w14:paraId="0BC0EA95" w14:textId="017B45E4" w:rsidR="00665AD1" w:rsidRPr="00556BB5" w:rsidRDefault="00C35AC7" w:rsidP="009E2184">
            <w:pPr>
              <w:pStyle w:val="Tabletext"/>
              <w:rPr>
                <w:rFonts w:cs="Calibri"/>
              </w:rPr>
            </w:pPr>
            <w:r w:rsidRPr="00556BB5">
              <w:rPr>
                <w:rFonts w:cs="Calibri"/>
              </w:rPr>
              <w:t>UC.011</w:t>
            </w:r>
          </w:p>
        </w:tc>
        <w:tc>
          <w:tcPr>
            <w:tcW w:w="3411" w:type="dxa"/>
            <w:tcBorders>
              <w:top w:val="single" w:sz="4" w:space="0" w:color="auto"/>
              <w:bottom w:val="single" w:sz="4" w:space="0" w:color="auto"/>
            </w:tcBorders>
          </w:tcPr>
          <w:p w14:paraId="02F3FBF9" w14:textId="77777777" w:rsidR="00665AD1" w:rsidRPr="00556BB5" w:rsidRDefault="00665AD1" w:rsidP="009E2184">
            <w:pPr>
              <w:pStyle w:val="Tabletext"/>
              <w:rPr>
                <w:rFonts w:cs="Calibri"/>
              </w:rPr>
            </w:pPr>
          </w:p>
        </w:tc>
      </w:tr>
      <w:tr w:rsidR="00665AD1" w:rsidRPr="003B5C15" w14:paraId="19679D01" w14:textId="77777777" w:rsidTr="00556BB5">
        <w:tc>
          <w:tcPr>
            <w:tcW w:w="4395" w:type="dxa"/>
            <w:tcBorders>
              <w:top w:val="single" w:sz="4" w:space="0" w:color="auto"/>
              <w:bottom w:val="single" w:sz="4" w:space="0" w:color="auto"/>
            </w:tcBorders>
          </w:tcPr>
          <w:p w14:paraId="1155294F" w14:textId="6CB416E0" w:rsidR="00665AD1" w:rsidRPr="00556BB5" w:rsidRDefault="006F3745" w:rsidP="009E2184">
            <w:pPr>
              <w:pStyle w:val="Tabletext"/>
              <w:rPr>
                <w:rFonts w:eastAsia="MS Gothic" w:cs="Calibri"/>
                <w:sz w:val="24"/>
              </w:rPr>
            </w:pPr>
            <w:sdt>
              <w:sdtPr>
                <w:rPr>
                  <w:rFonts w:eastAsia="MS Gothic" w:cs="Calibri"/>
                  <w:sz w:val="24"/>
                </w:rPr>
                <w:id w:val="586357274"/>
                <w14:checkbox>
                  <w14:checked w14:val="0"/>
                  <w14:checkedState w14:val="2612" w14:font="MS Gothic"/>
                  <w14:uncheckedState w14:val="2610" w14:font="MS Gothic"/>
                </w14:checkbox>
              </w:sdtPr>
              <w:sdtEndPr/>
              <w:sdtContent>
                <w:r w:rsidR="00665AD1" w:rsidRPr="00556BB5">
                  <w:rPr>
                    <w:rFonts w:ascii="Segoe UI Symbol" w:eastAsia="MS Gothic" w:hAnsi="Segoe UI Symbol" w:cs="Segoe UI Symbol"/>
                    <w:sz w:val="24"/>
                  </w:rPr>
                  <w:t>☐</w:t>
                </w:r>
              </w:sdtContent>
            </w:sdt>
            <w:r w:rsidR="00665AD1" w:rsidRPr="00556BB5">
              <w:rPr>
                <w:rFonts w:cs="Calibri"/>
              </w:rPr>
              <w:t xml:space="preserve"> </w:t>
            </w:r>
            <w:r w:rsidR="00FB3C51" w:rsidRPr="00556BB5">
              <w:rPr>
                <w:rFonts w:cs="Calibri"/>
              </w:rPr>
              <w:t xml:space="preserve">24010-IHI visual validation indicator </w:t>
            </w:r>
          </w:p>
        </w:tc>
        <w:tc>
          <w:tcPr>
            <w:tcW w:w="2126" w:type="dxa"/>
            <w:tcBorders>
              <w:top w:val="single" w:sz="4" w:space="0" w:color="auto"/>
              <w:bottom w:val="single" w:sz="4" w:space="0" w:color="auto"/>
            </w:tcBorders>
          </w:tcPr>
          <w:p w14:paraId="0F3FB738" w14:textId="5CD0403F" w:rsidR="00665AD1" w:rsidRPr="00556BB5" w:rsidRDefault="00FB3C51" w:rsidP="009E2184">
            <w:pPr>
              <w:pStyle w:val="Tabletext"/>
              <w:rPr>
                <w:rFonts w:cs="Calibri"/>
              </w:rPr>
            </w:pPr>
            <w:r w:rsidRPr="00556BB5">
              <w:rPr>
                <w:rFonts w:cs="Calibri"/>
              </w:rPr>
              <w:t>UC.010</w:t>
            </w:r>
            <w:r w:rsidR="00F600BD" w:rsidRPr="00556BB5">
              <w:rPr>
                <w:rFonts w:cs="Calibri"/>
              </w:rPr>
              <w:t>-Part A</w:t>
            </w:r>
          </w:p>
          <w:p w14:paraId="77130C8C" w14:textId="77777777" w:rsidR="00FB3C51" w:rsidRPr="00556BB5" w:rsidRDefault="00FB3C51" w:rsidP="009E2184">
            <w:pPr>
              <w:pStyle w:val="Tabletext"/>
              <w:rPr>
                <w:rFonts w:cs="Calibri"/>
              </w:rPr>
            </w:pPr>
            <w:r w:rsidRPr="00556BB5">
              <w:rPr>
                <w:rFonts w:cs="Calibri"/>
              </w:rPr>
              <w:t>UC.011</w:t>
            </w:r>
          </w:p>
          <w:p w14:paraId="51606CA0" w14:textId="03155047" w:rsidR="00FB3C51" w:rsidRPr="00556BB5" w:rsidRDefault="00FB3C51" w:rsidP="009E2184">
            <w:pPr>
              <w:pStyle w:val="Tabletext"/>
              <w:rPr>
                <w:rFonts w:cs="Calibri"/>
              </w:rPr>
            </w:pPr>
            <w:r w:rsidRPr="00556BB5">
              <w:rPr>
                <w:rFonts w:cs="Calibri"/>
              </w:rPr>
              <w:t>UC.015</w:t>
            </w:r>
            <w:r w:rsidR="00F600BD" w:rsidRPr="00556BB5">
              <w:rPr>
                <w:rFonts w:cs="Calibri"/>
              </w:rPr>
              <w:t>-Part A</w:t>
            </w:r>
          </w:p>
          <w:p w14:paraId="4D641C81" w14:textId="77777777" w:rsidR="00FB3C51" w:rsidRPr="00556BB5" w:rsidRDefault="00FB3C51" w:rsidP="009E2184">
            <w:pPr>
              <w:pStyle w:val="Tabletext"/>
              <w:rPr>
                <w:rFonts w:cs="Calibri"/>
              </w:rPr>
            </w:pPr>
            <w:r w:rsidRPr="00556BB5">
              <w:rPr>
                <w:rFonts w:cs="Calibri"/>
              </w:rPr>
              <w:t>UC.016</w:t>
            </w:r>
          </w:p>
          <w:p w14:paraId="367BDD99" w14:textId="1C3A6146" w:rsidR="00FB3C51" w:rsidRPr="00556BB5" w:rsidRDefault="00FB3C51" w:rsidP="009E2184">
            <w:pPr>
              <w:pStyle w:val="Tabletext"/>
              <w:rPr>
                <w:rFonts w:cs="Calibri"/>
              </w:rPr>
            </w:pPr>
            <w:r w:rsidRPr="00556BB5">
              <w:rPr>
                <w:rFonts w:cs="Calibri"/>
              </w:rPr>
              <w:t>UC.025</w:t>
            </w:r>
            <w:r w:rsidR="00F600BD" w:rsidRPr="00556BB5">
              <w:rPr>
                <w:rFonts w:cs="Calibri"/>
              </w:rPr>
              <w:t>-Part A</w:t>
            </w:r>
          </w:p>
          <w:p w14:paraId="0B1E7001" w14:textId="4B4C86F8" w:rsidR="00FB3C51" w:rsidRPr="00556BB5" w:rsidRDefault="00FB3C51" w:rsidP="009E2184">
            <w:pPr>
              <w:pStyle w:val="Tabletext"/>
              <w:rPr>
                <w:rFonts w:cs="Calibri"/>
              </w:rPr>
            </w:pPr>
            <w:r w:rsidRPr="00556BB5">
              <w:rPr>
                <w:rFonts w:cs="Calibri"/>
              </w:rPr>
              <w:t>UC.035</w:t>
            </w:r>
          </w:p>
        </w:tc>
        <w:tc>
          <w:tcPr>
            <w:tcW w:w="3411" w:type="dxa"/>
            <w:tcBorders>
              <w:top w:val="single" w:sz="4" w:space="0" w:color="auto"/>
              <w:bottom w:val="single" w:sz="4" w:space="0" w:color="auto"/>
            </w:tcBorders>
          </w:tcPr>
          <w:p w14:paraId="29BB8199" w14:textId="77777777" w:rsidR="00665AD1" w:rsidRPr="00556BB5" w:rsidRDefault="00665AD1" w:rsidP="009E2184">
            <w:pPr>
              <w:pStyle w:val="Tabletext"/>
              <w:rPr>
                <w:rFonts w:cs="Calibri"/>
              </w:rPr>
            </w:pPr>
          </w:p>
        </w:tc>
      </w:tr>
      <w:tr w:rsidR="00F45293" w:rsidRPr="003B5C15" w14:paraId="67CA26F6" w14:textId="49A922AA" w:rsidTr="00556BB5">
        <w:tc>
          <w:tcPr>
            <w:tcW w:w="4395" w:type="dxa"/>
            <w:tcBorders>
              <w:top w:val="single" w:sz="4" w:space="0" w:color="auto"/>
              <w:bottom w:val="single" w:sz="4" w:space="0" w:color="auto"/>
            </w:tcBorders>
          </w:tcPr>
          <w:p w14:paraId="4E87CE6D" w14:textId="2DBB2447" w:rsidR="00F45293" w:rsidRPr="00556BB5" w:rsidRDefault="006F3745" w:rsidP="009E2184">
            <w:pPr>
              <w:pStyle w:val="Tabletext"/>
              <w:rPr>
                <w:rFonts w:cs="Calibri"/>
              </w:rPr>
            </w:pPr>
            <w:sdt>
              <w:sdtPr>
                <w:rPr>
                  <w:rFonts w:eastAsia="MS Gothic" w:cs="Calibri"/>
                  <w:sz w:val="24"/>
                </w:rPr>
                <w:id w:val="847067156"/>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23945 - Validating recipient’s Healthcare Provider Organisation information in an incoming </w:t>
            </w:r>
            <w:r w:rsidR="004020E0" w:rsidRPr="00556BB5">
              <w:rPr>
                <w:rFonts w:cs="Calibri"/>
              </w:rPr>
              <w:t xml:space="preserve">electronic </w:t>
            </w:r>
            <w:r w:rsidR="00F45293" w:rsidRPr="00556BB5">
              <w:rPr>
                <w:rFonts w:cs="Calibri"/>
              </w:rPr>
              <w:t>message/document</w:t>
            </w:r>
          </w:p>
        </w:tc>
        <w:tc>
          <w:tcPr>
            <w:tcW w:w="2126" w:type="dxa"/>
            <w:tcBorders>
              <w:top w:val="single" w:sz="4" w:space="0" w:color="auto"/>
              <w:bottom w:val="single" w:sz="4" w:space="0" w:color="auto"/>
            </w:tcBorders>
          </w:tcPr>
          <w:p w14:paraId="4B0707FC" w14:textId="77777777" w:rsidR="00F45293" w:rsidRPr="00556BB5" w:rsidRDefault="00F45293" w:rsidP="009E2184">
            <w:pPr>
              <w:pStyle w:val="Tabletext"/>
              <w:rPr>
                <w:rFonts w:cs="Calibri"/>
              </w:rPr>
            </w:pPr>
            <w:r w:rsidRPr="00556BB5">
              <w:rPr>
                <w:rFonts w:cs="Calibri"/>
              </w:rPr>
              <w:t>UC.325 – Part A</w:t>
            </w:r>
          </w:p>
        </w:tc>
        <w:tc>
          <w:tcPr>
            <w:tcW w:w="3411" w:type="dxa"/>
            <w:tcBorders>
              <w:top w:val="single" w:sz="4" w:space="0" w:color="auto"/>
              <w:bottom w:val="single" w:sz="4" w:space="0" w:color="auto"/>
            </w:tcBorders>
          </w:tcPr>
          <w:p w14:paraId="78A3BEE7" w14:textId="77777777" w:rsidR="00F45293" w:rsidRPr="00556BB5" w:rsidRDefault="00F45293" w:rsidP="009E2184">
            <w:pPr>
              <w:pStyle w:val="Tabletext"/>
              <w:rPr>
                <w:rFonts w:cs="Calibri"/>
              </w:rPr>
            </w:pPr>
          </w:p>
        </w:tc>
      </w:tr>
      <w:tr w:rsidR="00F45293" w:rsidRPr="003B5C15" w14:paraId="0C3BD0E0" w14:textId="4BF9664C" w:rsidTr="00556BB5">
        <w:tc>
          <w:tcPr>
            <w:tcW w:w="4395" w:type="dxa"/>
            <w:tcBorders>
              <w:top w:val="single" w:sz="4" w:space="0" w:color="auto"/>
              <w:bottom w:val="single" w:sz="4" w:space="0" w:color="auto"/>
            </w:tcBorders>
          </w:tcPr>
          <w:p w14:paraId="41398F24" w14:textId="2BF1FEB3" w:rsidR="00F45293" w:rsidRPr="003B5C15" w:rsidRDefault="006F3745" w:rsidP="009E2184">
            <w:pPr>
              <w:pStyle w:val="Tabletext"/>
              <w:rPr>
                <w:rFonts w:cs="Calibri"/>
                <w:b/>
                <w:bCs/>
              </w:rPr>
            </w:pPr>
            <w:sdt>
              <w:sdtPr>
                <w:rPr>
                  <w:rFonts w:eastAsia="MS Gothic" w:cs="Calibri"/>
                  <w:sz w:val="24"/>
                </w:rPr>
                <w:id w:val="-1083370313"/>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w:t>
            </w:r>
            <w:r w:rsidR="00F45293" w:rsidRPr="00556BB5">
              <w:rPr>
                <w:rFonts w:cs="Calibri"/>
                <w:bCs/>
              </w:rPr>
              <w:t>24055-</w:t>
            </w:r>
            <w:r w:rsidR="00F45293" w:rsidRPr="003B5C15">
              <w:rPr>
                <w:rStyle w:val="SpecAttributeValue"/>
                <w:rFonts w:ascii="Calibri" w:hAnsi="Calibri" w:cs="Calibri"/>
                <w:bCs/>
              </w:rPr>
              <w:t xml:space="preserve"> Mobile number search</w:t>
            </w:r>
          </w:p>
        </w:tc>
        <w:tc>
          <w:tcPr>
            <w:tcW w:w="2126" w:type="dxa"/>
            <w:tcBorders>
              <w:top w:val="single" w:sz="4" w:space="0" w:color="auto"/>
              <w:bottom w:val="single" w:sz="4" w:space="0" w:color="auto"/>
            </w:tcBorders>
          </w:tcPr>
          <w:p w14:paraId="70039723" w14:textId="75C752D1" w:rsidR="00F45293" w:rsidRPr="003B5C15" w:rsidRDefault="2492BD31" w:rsidP="34EF76FB">
            <w:pPr>
              <w:pStyle w:val="Tabletext"/>
              <w:rPr>
                <w:rStyle w:val="SpecAttributeValue"/>
                <w:rFonts w:ascii="Calibri" w:hAnsi="Calibri" w:cs="Calibri"/>
              </w:rPr>
            </w:pPr>
            <w:r w:rsidRPr="003B5C15">
              <w:rPr>
                <w:rStyle w:val="SpecAttributeValue"/>
                <w:rFonts w:ascii="Calibri" w:hAnsi="Calibri" w:cs="Calibri"/>
              </w:rPr>
              <w:t>UC.010</w:t>
            </w:r>
            <w:r w:rsidR="684A2A21" w:rsidRPr="003B5C15">
              <w:rPr>
                <w:rStyle w:val="SpecAttributeValue"/>
                <w:rFonts w:ascii="Calibri" w:hAnsi="Calibri" w:cs="Calibri"/>
              </w:rPr>
              <w:t>-Part A</w:t>
            </w:r>
          </w:p>
          <w:p w14:paraId="19366224" w14:textId="76764A72" w:rsidR="00F45293" w:rsidRPr="003B5C15" w:rsidRDefault="2492BD31" w:rsidP="34EF76FB">
            <w:pPr>
              <w:pStyle w:val="Tabletext"/>
              <w:rPr>
                <w:rStyle w:val="SpecAttributeValue"/>
                <w:rFonts w:ascii="Calibri" w:hAnsi="Calibri" w:cs="Calibri"/>
              </w:rPr>
            </w:pPr>
            <w:r w:rsidRPr="003B5C15">
              <w:rPr>
                <w:rStyle w:val="SpecAttributeValue"/>
                <w:rFonts w:ascii="Calibri" w:hAnsi="Calibri" w:cs="Calibri"/>
              </w:rPr>
              <w:t>UC.015</w:t>
            </w:r>
            <w:r w:rsidR="7162BC25" w:rsidRPr="003B5C15">
              <w:rPr>
                <w:rStyle w:val="SpecAttributeValue"/>
                <w:rFonts w:ascii="Calibri" w:hAnsi="Calibri" w:cs="Calibri"/>
              </w:rPr>
              <w:t>-Part A</w:t>
            </w:r>
          </w:p>
          <w:p w14:paraId="7FE4F3D9" w14:textId="120EF41B" w:rsidR="00F45293" w:rsidRPr="003B5C15" w:rsidRDefault="00F45293" w:rsidP="009E2184">
            <w:pPr>
              <w:pStyle w:val="Tabletext"/>
              <w:rPr>
                <w:rStyle w:val="SpecAttributeValue"/>
                <w:rFonts w:ascii="Calibri" w:hAnsi="Calibri" w:cs="Calibri"/>
                <w:szCs w:val="20"/>
              </w:rPr>
            </w:pPr>
            <w:r w:rsidRPr="003B5C15">
              <w:rPr>
                <w:rStyle w:val="SpecAttributeValue"/>
                <w:rFonts w:ascii="Calibri" w:hAnsi="Calibri" w:cs="Calibri"/>
                <w:szCs w:val="20"/>
              </w:rPr>
              <w:t>UC.016</w:t>
            </w:r>
          </w:p>
          <w:p w14:paraId="3A2A675A" w14:textId="76DC351B" w:rsidR="00F45293" w:rsidRPr="003B5C15" w:rsidRDefault="2492BD31" w:rsidP="34EF76FB">
            <w:pPr>
              <w:pStyle w:val="Tabletext"/>
              <w:rPr>
                <w:rStyle w:val="SpecAttributeValue"/>
                <w:rFonts w:ascii="Calibri" w:hAnsi="Calibri" w:cs="Calibri"/>
              </w:rPr>
            </w:pPr>
            <w:r w:rsidRPr="003B5C15">
              <w:rPr>
                <w:rStyle w:val="SpecAttributeValue"/>
                <w:rFonts w:ascii="Calibri" w:hAnsi="Calibri" w:cs="Calibri"/>
              </w:rPr>
              <w:t>UC.025</w:t>
            </w:r>
            <w:r w:rsidR="4FBF77D3" w:rsidRPr="003B5C15">
              <w:rPr>
                <w:rStyle w:val="SpecAttributeValue"/>
                <w:rFonts w:ascii="Calibri" w:hAnsi="Calibri" w:cs="Calibri"/>
              </w:rPr>
              <w:t>-Part A</w:t>
            </w:r>
          </w:p>
          <w:p w14:paraId="583534EA" w14:textId="61B00E88" w:rsidR="00F45293" w:rsidRPr="00556BB5" w:rsidRDefault="00F45293" w:rsidP="009E2184">
            <w:pPr>
              <w:pStyle w:val="Tabletext"/>
              <w:rPr>
                <w:rFonts w:cs="Calibri"/>
              </w:rPr>
            </w:pPr>
            <w:r w:rsidRPr="003B5C15">
              <w:rPr>
                <w:rStyle w:val="SpecAttributeValue"/>
                <w:rFonts w:ascii="Calibri" w:hAnsi="Calibri" w:cs="Calibri"/>
                <w:szCs w:val="20"/>
              </w:rPr>
              <w:t>UC.035</w:t>
            </w:r>
          </w:p>
        </w:tc>
        <w:tc>
          <w:tcPr>
            <w:tcW w:w="3411" w:type="dxa"/>
            <w:tcBorders>
              <w:top w:val="single" w:sz="4" w:space="0" w:color="auto"/>
              <w:bottom w:val="single" w:sz="4" w:space="0" w:color="auto"/>
            </w:tcBorders>
          </w:tcPr>
          <w:p w14:paraId="39D657BD" w14:textId="77777777" w:rsidR="00F45293" w:rsidRPr="003B5C15" w:rsidRDefault="00F45293" w:rsidP="009E2184">
            <w:pPr>
              <w:pStyle w:val="Tabletext"/>
              <w:rPr>
                <w:rStyle w:val="SpecAttributeValue"/>
                <w:rFonts w:ascii="Calibri" w:hAnsi="Calibri" w:cs="Calibri"/>
                <w:szCs w:val="20"/>
              </w:rPr>
            </w:pPr>
          </w:p>
        </w:tc>
      </w:tr>
      <w:tr w:rsidR="00F45293" w:rsidRPr="003B5C15" w14:paraId="5C1D4BC3" w14:textId="12FAEE2E" w:rsidTr="00556BB5">
        <w:tc>
          <w:tcPr>
            <w:tcW w:w="4395" w:type="dxa"/>
            <w:tcBorders>
              <w:top w:val="single" w:sz="4" w:space="0" w:color="auto"/>
              <w:bottom w:val="single" w:sz="4" w:space="0" w:color="auto"/>
            </w:tcBorders>
          </w:tcPr>
          <w:p w14:paraId="2AB185D4" w14:textId="7DC4DB43" w:rsidR="00F45293" w:rsidRPr="003B5C15" w:rsidRDefault="006F3745" w:rsidP="009E2184">
            <w:pPr>
              <w:pStyle w:val="Tabletext"/>
              <w:rPr>
                <w:rFonts w:cs="Calibri"/>
                <w:b/>
                <w:bCs/>
              </w:rPr>
            </w:pPr>
            <w:sdt>
              <w:sdtPr>
                <w:rPr>
                  <w:rFonts w:ascii="Verdana" w:eastAsia="MS Gothic" w:hAnsi="Verdana" w:cs="Calibri"/>
                  <w:sz w:val="24"/>
                </w:rPr>
                <w:id w:val="-615984127"/>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w:t>
            </w:r>
            <w:r w:rsidR="00F45293" w:rsidRPr="00556BB5">
              <w:rPr>
                <w:rFonts w:cs="Calibri"/>
                <w:bCs/>
              </w:rPr>
              <w:t>24000 -</w:t>
            </w:r>
            <w:r w:rsidR="00F45293" w:rsidRPr="003B5C15">
              <w:rPr>
                <w:rStyle w:val="SpecAttributeValue"/>
                <w:rFonts w:ascii="Calibri" w:hAnsi="Calibri" w:cs="Calibri"/>
                <w:bCs/>
              </w:rPr>
              <w:t xml:space="preserve"> Notification for the change of individual’s details</w:t>
            </w:r>
          </w:p>
        </w:tc>
        <w:tc>
          <w:tcPr>
            <w:tcW w:w="2126" w:type="dxa"/>
            <w:tcBorders>
              <w:top w:val="single" w:sz="4" w:space="0" w:color="auto"/>
              <w:bottom w:val="single" w:sz="4" w:space="0" w:color="auto"/>
            </w:tcBorders>
          </w:tcPr>
          <w:p w14:paraId="7767E74F" w14:textId="210FCB29" w:rsidR="00F45293" w:rsidRPr="003B5C15" w:rsidRDefault="00F45293" w:rsidP="009E2184">
            <w:pPr>
              <w:pStyle w:val="Tabletext"/>
              <w:rPr>
                <w:rStyle w:val="SpecAttributeValue"/>
                <w:rFonts w:ascii="Calibri" w:hAnsi="Calibri" w:cs="Calibri"/>
                <w:szCs w:val="20"/>
              </w:rPr>
            </w:pPr>
            <w:r w:rsidRPr="00556BB5">
              <w:rPr>
                <w:rFonts w:cs="Calibri"/>
              </w:rPr>
              <w:t>UC.016</w:t>
            </w:r>
          </w:p>
        </w:tc>
        <w:tc>
          <w:tcPr>
            <w:tcW w:w="3411" w:type="dxa"/>
            <w:tcBorders>
              <w:top w:val="single" w:sz="4" w:space="0" w:color="auto"/>
              <w:bottom w:val="single" w:sz="4" w:space="0" w:color="auto"/>
            </w:tcBorders>
          </w:tcPr>
          <w:p w14:paraId="3F9004F9" w14:textId="77777777" w:rsidR="00F45293" w:rsidRPr="00556BB5" w:rsidRDefault="00F45293" w:rsidP="009E2184">
            <w:pPr>
              <w:pStyle w:val="Tabletext"/>
              <w:rPr>
                <w:rFonts w:cs="Calibri"/>
              </w:rPr>
            </w:pPr>
          </w:p>
        </w:tc>
      </w:tr>
      <w:tr w:rsidR="00F45293" w:rsidRPr="003B5C15" w14:paraId="1F0022CC" w14:textId="7AF87998" w:rsidTr="00556BB5">
        <w:tc>
          <w:tcPr>
            <w:tcW w:w="4395" w:type="dxa"/>
            <w:tcBorders>
              <w:top w:val="single" w:sz="4" w:space="0" w:color="auto"/>
            </w:tcBorders>
          </w:tcPr>
          <w:p w14:paraId="546FD8E6" w14:textId="76D55F71" w:rsidR="00F45293" w:rsidRPr="003B5C15" w:rsidRDefault="006F3745" w:rsidP="009E2184">
            <w:pPr>
              <w:pStyle w:val="Tabletext"/>
              <w:rPr>
                <w:rFonts w:cs="Calibri"/>
                <w:b/>
                <w:bCs/>
              </w:rPr>
            </w:pPr>
            <w:sdt>
              <w:sdtPr>
                <w:rPr>
                  <w:rFonts w:eastAsia="MS Gothic" w:cs="Calibri"/>
                  <w:sz w:val="24"/>
                </w:rPr>
                <w:id w:val="-569123660"/>
                <w14:checkbox>
                  <w14:checked w14:val="0"/>
                  <w14:checkedState w14:val="2612" w14:font="MS Gothic"/>
                  <w14:uncheckedState w14:val="2610" w14:font="MS Gothic"/>
                </w14:checkbox>
              </w:sdtPr>
              <w:sdtEndPr/>
              <w:sdtContent>
                <w:r w:rsidR="00F45293" w:rsidRPr="00556BB5">
                  <w:rPr>
                    <w:rFonts w:ascii="Segoe UI Symbol" w:eastAsia="MS Gothic" w:hAnsi="Segoe UI Symbol" w:cs="Segoe UI Symbol"/>
                    <w:sz w:val="24"/>
                  </w:rPr>
                  <w:t>☐</w:t>
                </w:r>
              </w:sdtContent>
            </w:sdt>
            <w:r w:rsidR="00F45293" w:rsidRPr="00556BB5">
              <w:rPr>
                <w:rFonts w:cs="Calibri"/>
              </w:rPr>
              <w:t xml:space="preserve">  </w:t>
            </w:r>
            <w:r w:rsidR="00F45293" w:rsidRPr="00556BB5">
              <w:rPr>
                <w:rFonts w:cs="Calibri"/>
                <w:bCs/>
              </w:rPr>
              <w:t>24060-</w:t>
            </w:r>
            <w:r w:rsidR="00F45293" w:rsidRPr="003B5C15">
              <w:rPr>
                <w:rStyle w:val="SpecAttributeValue"/>
                <w:rFonts w:ascii="Calibri" w:hAnsi="Calibri" w:cs="Calibri"/>
                <w:bCs/>
              </w:rPr>
              <w:t xml:space="preserve"> Email address search</w:t>
            </w:r>
          </w:p>
        </w:tc>
        <w:tc>
          <w:tcPr>
            <w:tcW w:w="2126" w:type="dxa"/>
            <w:tcBorders>
              <w:top w:val="single" w:sz="4" w:space="0" w:color="auto"/>
            </w:tcBorders>
          </w:tcPr>
          <w:p w14:paraId="4BED3ACF" w14:textId="2EB71897" w:rsidR="00F45293" w:rsidRPr="003B5C15" w:rsidRDefault="2492BD31" w:rsidP="34EF76FB">
            <w:pPr>
              <w:pStyle w:val="Tabletext"/>
              <w:rPr>
                <w:rStyle w:val="SpecAttributeValue"/>
                <w:rFonts w:ascii="Calibri" w:hAnsi="Calibri" w:cs="Calibri"/>
              </w:rPr>
            </w:pPr>
            <w:r w:rsidRPr="003B5C15">
              <w:rPr>
                <w:rStyle w:val="SpecAttributeValue"/>
                <w:rFonts w:ascii="Calibri" w:hAnsi="Calibri" w:cs="Calibri"/>
              </w:rPr>
              <w:t>UC.010</w:t>
            </w:r>
            <w:r w:rsidR="328BC99B" w:rsidRPr="003B5C15">
              <w:rPr>
                <w:rStyle w:val="SpecAttributeValue"/>
                <w:rFonts w:ascii="Calibri" w:hAnsi="Calibri" w:cs="Calibri"/>
              </w:rPr>
              <w:t>-Part A</w:t>
            </w:r>
          </w:p>
          <w:p w14:paraId="5F0E7C1A" w14:textId="4BF72976" w:rsidR="00F45293" w:rsidRPr="003B5C15" w:rsidRDefault="2492BD31" w:rsidP="34EF76FB">
            <w:pPr>
              <w:pStyle w:val="Tabletext"/>
              <w:rPr>
                <w:rStyle w:val="SpecAttributeValue"/>
                <w:rFonts w:ascii="Calibri" w:hAnsi="Calibri" w:cs="Calibri"/>
              </w:rPr>
            </w:pPr>
            <w:r w:rsidRPr="003B5C15">
              <w:rPr>
                <w:rStyle w:val="SpecAttributeValue"/>
                <w:rFonts w:ascii="Calibri" w:hAnsi="Calibri" w:cs="Calibri"/>
              </w:rPr>
              <w:t>UC.015</w:t>
            </w:r>
            <w:r w:rsidR="4A7C3BC8" w:rsidRPr="003B5C15">
              <w:rPr>
                <w:rStyle w:val="SpecAttributeValue"/>
                <w:rFonts w:ascii="Calibri" w:hAnsi="Calibri" w:cs="Calibri"/>
              </w:rPr>
              <w:t>-Part A</w:t>
            </w:r>
          </w:p>
          <w:p w14:paraId="4C05A2E5" w14:textId="746A1B78" w:rsidR="00F45293" w:rsidRPr="003B5C15" w:rsidRDefault="00F45293" w:rsidP="009E2184">
            <w:pPr>
              <w:pStyle w:val="Tabletext"/>
              <w:rPr>
                <w:rStyle w:val="SpecAttributeValue"/>
                <w:rFonts w:ascii="Calibri" w:hAnsi="Calibri" w:cs="Calibri"/>
                <w:szCs w:val="20"/>
              </w:rPr>
            </w:pPr>
            <w:r w:rsidRPr="003B5C15">
              <w:rPr>
                <w:rStyle w:val="SpecAttributeValue"/>
                <w:rFonts w:ascii="Calibri" w:hAnsi="Calibri" w:cs="Calibri"/>
                <w:szCs w:val="20"/>
              </w:rPr>
              <w:t xml:space="preserve">UC.016 </w:t>
            </w:r>
          </w:p>
          <w:p w14:paraId="14C2183F" w14:textId="50F1EC2F" w:rsidR="00F45293" w:rsidRPr="003B5C15" w:rsidRDefault="2492BD31" w:rsidP="34EF76FB">
            <w:pPr>
              <w:pStyle w:val="Tabletext"/>
              <w:rPr>
                <w:rStyle w:val="SpecAttributeValue"/>
                <w:rFonts w:ascii="Calibri" w:hAnsi="Calibri" w:cs="Calibri"/>
              </w:rPr>
            </w:pPr>
            <w:r w:rsidRPr="003B5C15">
              <w:rPr>
                <w:rStyle w:val="SpecAttributeValue"/>
                <w:rFonts w:ascii="Calibri" w:hAnsi="Calibri" w:cs="Calibri"/>
              </w:rPr>
              <w:t>UC.025</w:t>
            </w:r>
            <w:r w:rsidR="11BBBE01" w:rsidRPr="003B5C15">
              <w:rPr>
                <w:rStyle w:val="SpecAttributeValue"/>
                <w:rFonts w:ascii="Calibri" w:hAnsi="Calibri" w:cs="Calibri"/>
              </w:rPr>
              <w:t>-Part A</w:t>
            </w:r>
          </w:p>
          <w:p w14:paraId="61E0CF63" w14:textId="2A54DD7F" w:rsidR="00F45293" w:rsidRPr="00556BB5" w:rsidRDefault="00F45293" w:rsidP="009E2184">
            <w:pPr>
              <w:pStyle w:val="Tabletext"/>
              <w:rPr>
                <w:rFonts w:cs="Calibri"/>
              </w:rPr>
            </w:pPr>
            <w:r w:rsidRPr="003B5C15">
              <w:rPr>
                <w:rStyle w:val="SpecAttributeValue"/>
                <w:rFonts w:ascii="Calibri" w:hAnsi="Calibri" w:cs="Calibri"/>
                <w:szCs w:val="20"/>
              </w:rPr>
              <w:t>UC.035</w:t>
            </w:r>
          </w:p>
        </w:tc>
        <w:tc>
          <w:tcPr>
            <w:tcW w:w="3411" w:type="dxa"/>
            <w:tcBorders>
              <w:top w:val="single" w:sz="4" w:space="0" w:color="auto"/>
            </w:tcBorders>
          </w:tcPr>
          <w:p w14:paraId="295DB980" w14:textId="77777777" w:rsidR="00F45293" w:rsidRPr="003B5C15" w:rsidRDefault="00F45293" w:rsidP="009E2184">
            <w:pPr>
              <w:pStyle w:val="Tabletext"/>
              <w:rPr>
                <w:rStyle w:val="SpecAttributeValue"/>
                <w:rFonts w:ascii="Calibri" w:hAnsi="Calibri" w:cs="Calibri"/>
                <w:szCs w:val="20"/>
              </w:rPr>
            </w:pPr>
          </w:p>
        </w:tc>
      </w:tr>
    </w:tbl>
    <w:p w14:paraId="79DF60EE" w14:textId="330D5007" w:rsidR="001D421B" w:rsidRDefault="001D421B" w:rsidP="006C6C65">
      <w:pPr>
        <w:rPr>
          <w:rFonts w:cs="Calibri"/>
        </w:rPr>
      </w:pPr>
      <w:bookmarkStart w:id="79" w:name="_Ref66268859"/>
      <w:bookmarkStart w:id="80" w:name="_Toc75784476"/>
      <w:bookmarkStart w:id="81" w:name="_Toc170823783"/>
      <w:bookmarkStart w:id="82" w:name="_Ref201577827"/>
    </w:p>
    <w:p w14:paraId="20C3F0D7" w14:textId="77777777" w:rsidR="001D421B" w:rsidRDefault="001D421B">
      <w:pPr>
        <w:spacing w:after="0"/>
        <w:rPr>
          <w:rFonts w:cs="Calibri"/>
        </w:rPr>
      </w:pPr>
      <w:r>
        <w:rPr>
          <w:rFonts w:cs="Calibri"/>
        </w:rPr>
        <w:br w:type="page"/>
      </w:r>
    </w:p>
    <w:p w14:paraId="2254D347" w14:textId="0AE121EE" w:rsidR="00BB145B" w:rsidRPr="00556BB5" w:rsidRDefault="00BB145B" w:rsidP="00A73F43">
      <w:pPr>
        <w:pStyle w:val="Heading3"/>
        <w:ind w:left="851"/>
        <w:rPr>
          <w:rFonts w:cs="Calibri"/>
        </w:rPr>
      </w:pPr>
      <w:bookmarkStart w:id="83" w:name="_Ref212723806"/>
      <w:r w:rsidRPr="00556BB5">
        <w:rPr>
          <w:rFonts w:cs="Calibri"/>
        </w:rPr>
        <w:lastRenderedPageBreak/>
        <w:t xml:space="preserve">HI </w:t>
      </w:r>
      <w:r w:rsidR="00E73B2D" w:rsidRPr="00556BB5">
        <w:rPr>
          <w:rFonts w:cs="Calibri"/>
        </w:rPr>
        <w:t xml:space="preserve">requirements </w:t>
      </w:r>
      <w:r w:rsidRPr="00556BB5">
        <w:rPr>
          <w:rFonts w:cs="Calibri"/>
        </w:rPr>
        <w:t xml:space="preserve">for </w:t>
      </w:r>
      <w:r w:rsidR="00E73B2D" w:rsidRPr="00556BB5">
        <w:rPr>
          <w:rFonts w:cs="Calibri"/>
        </w:rPr>
        <w:t xml:space="preserve">accessing </w:t>
      </w:r>
      <w:r w:rsidRPr="00556BB5">
        <w:rPr>
          <w:rFonts w:cs="Calibri"/>
        </w:rPr>
        <w:t xml:space="preserve">the My Health Record </w:t>
      </w:r>
      <w:r w:rsidR="00E73B2D" w:rsidRPr="00556BB5">
        <w:rPr>
          <w:rFonts w:cs="Calibri"/>
        </w:rPr>
        <w:t>system</w:t>
      </w:r>
      <w:bookmarkEnd w:id="79"/>
      <w:bookmarkEnd w:id="80"/>
      <w:bookmarkEnd w:id="81"/>
      <w:bookmarkEnd w:id="82"/>
      <w:bookmarkEnd w:id="83"/>
    </w:p>
    <w:p w14:paraId="3BC55302" w14:textId="6E2C859D" w:rsidR="006E6EF1" w:rsidRPr="003B5C15" w:rsidRDefault="00BB145B" w:rsidP="00527A4E">
      <w:pPr>
        <w:pStyle w:val="BodyText"/>
        <w:ind w:left="0"/>
        <w:rPr>
          <w:rFonts w:cs="Calibri"/>
          <w:szCs w:val="22"/>
        </w:rPr>
      </w:pPr>
      <w:r w:rsidRPr="003B5C15">
        <w:rPr>
          <w:rFonts w:cs="Calibri"/>
          <w:szCs w:val="22"/>
        </w:rPr>
        <w:t xml:space="preserve">The implementation supports requirements for a clinical information system (CIS) to access the My Health Record (MHR) System </w:t>
      </w:r>
    </w:p>
    <w:p w14:paraId="44E60064" w14:textId="12EE65E6" w:rsidR="006E6EF1" w:rsidRPr="003B5C15" w:rsidRDefault="006E6EF1" w:rsidP="00527A4E">
      <w:pPr>
        <w:pStyle w:val="BodyText"/>
        <w:ind w:left="0"/>
        <w:rPr>
          <w:rFonts w:cs="Calibri"/>
          <w:szCs w:val="22"/>
        </w:rPr>
      </w:pPr>
      <w:r w:rsidRPr="003B5C15">
        <w:rPr>
          <w:rFonts w:cs="Calibri"/>
          <w:b/>
          <w:bCs/>
          <w:szCs w:val="22"/>
        </w:rPr>
        <w:t>Note</w:t>
      </w:r>
      <w:r w:rsidR="007A1329" w:rsidRPr="003B5C15">
        <w:rPr>
          <w:rFonts w:cs="Calibri"/>
          <w:szCs w:val="22"/>
        </w:rPr>
        <w:t>: 587</w:t>
      </w:r>
      <w:r w:rsidR="0027400E" w:rsidRPr="003B5C15">
        <w:rPr>
          <w:rFonts w:cs="Calibri"/>
          <w:szCs w:val="22"/>
        </w:rPr>
        <w:t>2,</w:t>
      </w:r>
      <w:r w:rsidR="00CF5816" w:rsidRPr="003B5C15">
        <w:rPr>
          <w:rFonts w:cs="Calibri"/>
          <w:szCs w:val="22"/>
        </w:rPr>
        <w:t xml:space="preserve"> 5812, 5813, 5814 are </w:t>
      </w:r>
      <w:r w:rsidR="00377475" w:rsidRPr="003B5C15">
        <w:rPr>
          <w:rFonts w:cs="Calibri"/>
          <w:szCs w:val="22"/>
        </w:rPr>
        <w:t>m</w:t>
      </w:r>
      <w:r w:rsidR="00CF5816" w:rsidRPr="003B5C15">
        <w:rPr>
          <w:rFonts w:cs="Calibri"/>
          <w:szCs w:val="22"/>
        </w:rPr>
        <w:t xml:space="preserve">andatory </w:t>
      </w:r>
      <w:r w:rsidR="00EB139B" w:rsidRPr="003B5C15">
        <w:rPr>
          <w:rFonts w:cs="Calibri"/>
          <w:szCs w:val="22"/>
        </w:rPr>
        <w:t>for a clinical information system (CIS) to access the My Health Record (MHR) System</w:t>
      </w:r>
    </w:p>
    <w:tbl>
      <w:tblPr>
        <w:tblStyle w:val="TableADHAwide"/>
        <w:tblW w:w="9923" w:type="dxa"/>
        <w:tblBorders>
          <w:insideH w:val="single" w:sz="4" w:space="0" w:color="auto"/>
        </w:tblBorders>
        <w:tblLayout w:type="fixed"/>
        <w:tblLook w:val="01E0" w:firstRow="1" w:lastRow="1" w:firstColumn="1" w:lastColumn="1" w:noHBand="0" w:noVBand="0"/>
      </w:tblPr>
      <w:tblGrid>
        <w:gridCol w:w="5387"/>
        <w:gridCol w:w="4536"/>
      </w:tblGrid>
      <w:tr w:rsidR="00774B59" w:rsidRPr="003B5C15" w14:paraId="05258098" w14:textId="77777777" w:rsidTr="00556BB5">
        <w:tc>
          <w:tcPr>
            <w:tcW w:w="5387" w:type="dxa"/>
            <w:shd w:val="clear" w:color="auto" w:fill="F2F2F2" w:themeFill="background1" w:themeFillShade="F2"/>
          </w:tcPr>
          <w:p w14:paraId="2B840875" w14:textId="7ADA3981" w:rsidR="00774B59" w:rsidRPr="00556BB5" w:rsidRDefault="00774B59" w:rsidP="009E2184">
            <w:pPr>
              <w:pStyle w:val="Tableheader"/>
              <w:rPr>
                <w:rFonts w:cs="Calibri"/>
              </w:rPr>
            </w:pPr>
            <w:r w:rsidRPr="00556BB5">
              <w:rPr>
                <w:rFonts w:cs="Calibri"/>
              </w:rPr>
              <w:t xml:space="preserve">HI </w:t>
            </w:r>
            <w:r w:rsidR="009E2184" w:rsidRPr="00556BB5">
              <w:rPr>
                <w:rFonts w:cs="Calibri"/>
              </w:rPr>
              <w:t>requirement</w:t>
            </w:r>
          </w:p>
        </w:tc>
        <w:tc>
          <w:tcPr>
            <w:cnfStyle w:val="000000001000" w:firstRow="0" w:lastRow="0" w:firstColumn="0" w:lastColumn="0" w:oddVBand="0" w:evenVBand="0" w:oddHBand="0" w:evenHBand="0" w:firstRowFirstColumn="0" w:firstRowLastColumn="1" w:lastRowFirstColumn="0" w:lastRowLastColumn="0"/>
            <w:tcW w:w="4536" w:type="dxa"/>
            <w:shd w:val="clear" w:color="auto" w:fill="F2F2F2" w:themeFill="background1" w:themeFillShade="F2"/>
          </w:tcPr>
          <w:p w14:paraId="0345367E" w14:textId="73E20712" w:rsidR="00774B59" w:rsidRPr="00556BB5" w:rsidRDefault="00230183" w:rsidP="009E2184">
            <w:pPr>
              <w:pStyle w:val="Tableheader"/>
              <w:rPr>
                <w:rFonts w:cs="Calibri"/>
              </w:rPr>
            </w:pPr>
            <w:r w:rsidRPr="00556BB5">
              <w:rPr>
                <w:rFonts w:cs="Calibri"/>
              </w:rPr>
              <w:t xml:space="preserve">Related </w:t>
            </w:r>
            <w:r w:rsidR="00774B59" w:rsidRPr="00556BB5">
              <w:rPr>
                <w:rFonts w:cs="Calibri"/>
              </w:rPr>
              <w:t>Business use cases and  CTS worksheet</w:t>
            </w:r>
            <w:r w:rsidRPr="00556BB5">
              <w:rPr>
                <w:rFonts w:cs="Calibri"/>
              </w:rPr>
              <w:t>s</w:t>
            </w:r>
          </w:p>
        </w:tc>
      </w:tr>
      <w:tr w:rsidR="00774B59" w:rsidRPr="003B5C15" w14:paraId="0E6C017F" w14:textId="77777777" w:rsidTr="00556BB5">
        <w:tc>
          <w:tcPr>
            <w:tcW w:w="5387" w:type="dxa"/>
          </w:tcPr>
          <w:p w14:paraId="0AC2F00F" w14:textId="47E6E02B" w:rsidR="00774B59" w:rsidRPr="00556BB5" w:rsidRDefault="006F3745" w:rsidP="009E2184">
            <w:pPr>
              <w:pStyle w:val="Tabletext"/>
              <w:rPr>
                <w:rFonts w:cs="Calibri"/>
              </w:rPr>
            </w:pPr>
            <w:sdt>
              <w:sdtPr>
                <w:rPr>
                  <w:rFonts w:eastAsia="MS Gothic" w:cs="Calibri"/>
                  <w:sz w:val="24"/>
                </w:rPr>
                <w:id w:val="386158033"/>
                <w14:checkbox>
                  <w14:checked w14:val="0"/>
                  <w14:checkedState w14:val="2612" w14:font="MS Gothic"/>
                  <w14:uncheckedState w14:val="2610" w14:font="MS Gothic"/>
                </w14:checkbox>
              </w:sdtPr>
              <w:sdtEndPr/>
              <w:sdtContent>
                <w:r w:rsidR="00A73F43" w:rsidRPr="00556BB5">
                  <w:rPr>
                    <w:rFonts w:ascii="Segoe UI Symbol" w:eastAsia="MS Gothic" w:hAnsi="Segoe UI Symbol" w:cs="Segoe UI Symbol"/>
                    <w:sz w:val="24"/>
                  </w:rPr>
                  <w:t>☐</w:t>
                </w:r>
              </w:sdtContent>
            </w:sdt>
            <w:r w:rsidR="00A73F43" w:rsidRPr="00556BB5">
              <w:rPr>
                <w:rFonts w:cs="Calibri"/>
              </w:rPr>
              <w:t xml:space="preserve">   </w:t>
            </w:r>
            <w:r w:rsidR="00774B59" w:rsidRPr="00556BB5">
              <w:rPr>
                <w:rFonts w:cs="Calibri"/>
              </w:rPr>
              <w:t xml:space="preserve">5872 </w:t>
            </w:r>
            <w:r w:rsidR="00774B59" w:rsidRPr="00556BB5">
              <w:rPr>
                <w:rFonts w:eastAsia="Symbol" w:cs="Calibri"/>
              </w:rPr>
              <w:t>-</w:t>
            </w:r>
            <w:r w:rsidR="00774B59" w:rsidRPr="00556BB5">
              <w:rPr>
                <w:rFonts w:cs="Calibri"/>
              </w:rPr>
              <w:t xml:space="preserve"> IHI Validation - Revalidation of individual IHIs</w:t>
            </w:r>
          </w:p>
        </w:tc>
        <w:tc>
          <w:tcPr>
            <w:tcW w:w="4536" w:type="dxa"/>
          </w:tcPr>
          <w:p w14:paraId="19FA6919" w14:textId="762E35FC" w:rsidR="00046429" w:rsidRPr="00556BB5" w:rsidRDefault="00774B59" w:rsidP="009E2184">
            <w:pPr>
              <w:pStyle w:val="Tabletext"/>
              <w:rPr>
                <w:rFonts w:cs="Calibri"/>
              </w:rPr>
            </w:pPr>
            <w:r w:rsidRPr="00556BB5">
              <w:rPr>
                <w:rFonts w:cs="Calibri"/>
              </w:rPr>
              <w:t>UC.015 – Part B</w:t>
            </w:r>
          </w:p>
          <w:p w14:paraId="738022B3" w14:textId="0B7EC93A" w:rsidR="00774B59" w:rsidRPr="00556BB5" w:rsidRDefault="00774B59" w:rsidP="009E2184">
            <w:pPr>
              <w:pStyle w:val="Tabletext"/>
              <w:rPr>
                <w:rFonts w:cs="Calibri"/>
              </w:rPr>
            </w:pPr>
            <w:r w:rsidRPr="00556BB5">
              <w:rPr>
                <w:rFonts w:cs="Calibri"/>
              </w:rPr>
              <w:t>UC.016</w:t>
            </w:r>
          </w:p>
        </w:tc>
      </w:tr>
      <w:tr w:rsidR="00774B59" w:rsidRPr="003B5C15" w14:paraId="387EA21C" w14:textId="77777777" w:rsidTr="00556BB5">
        <w:tc>
          <w:tcPr>
            <w:tcW w:w="5387" w:type="dxa"/>
          </w:tcPr>
          <w:p w14:paraId="608210F8" w14:textId="44206946" w:rsidR="00774B59" w:rsidRPr="00556BB5" w:rsidRDefault="006F3745" w:rsidP="009E2184">
            <w:pPr>
              <w:pStyle w:val="Tabletext"/>
              <w:rPr>
                <w:rFonts w:cs="Calibri"/>
              </w:rPr>
            </w:pPr>
            <w:sdt>
              <w:sdtPr>
                <w:rPr>
                  <w:rFonts w:eastAsia="MS Gothic" w:cs="Calibri"/>
                  <w:sz w:val="24"/>
                </w:rPr>
                <w:id w:val="-2072799680"/>
                <w14:checkbox>
                  <w14:checked w14:val="0"/>
                  <w14:checkedState w14:val="2612" w14:font="MS Gothic"/>
                  <w14:uncheckedState w14:val="2610" w14:font="MS Gothic"/>
                </w14:checkbox>
              </w:sdtPr>
              <w:sdtEndPr/>
              <w:sdtContent>
                <w:r w:rsidR="005A277F" w:rsidRPr="00556BB5">
                  <w:rPr>
                    <w:rFonts w:ascii="Segoe UI Symbol" w:eastAsia="MS Gothic" w:hAnsi="Segoe UI Symbol" w:cs="Segoe UI Symbol"/>
                    <w:sz w:val="24"/>
                  </w:rPr>
                  <w:t>☐</w:t>
                </w:r>
              </w:sdtContent>
            </w:sdt>
            <w:r w:rsidR="005A277F" w:rsidRPr="00556BB5">
              <w:rPr>
                <w:rFonts w:cs="Calibri"/>
              </w:rPr>
              <w:t xml:space="preserve">   </w:t>
            </w:r>
            <w:r w:rsidR="00774B59" w:rsidRPr="00556BB5">
              <w:rPr>
                <w:rFonts w:cs="Calibri"/>
              </w:rPr>
              <w:t xml:space="preserve">5877 </w:t>
            </w:r>
            <w:r w:rsidR="00774B59" w:rsidRPr="00556BB5">
              <w:rPr>
                <w:rFonts w:eastAsia="Symbol" w:cs="Calibri"/>
              </w:rPr>
              <w:t>-</w:t>
            </w:r>
            <w:r w:rsidR="00774B59" w:rsidRPr="00556BB5">
              <w:rPr>
                <w:rFonts w:cs="Calibri"/>
              </w:rPr>
              <w:t xml:space="preserve"> IHI Validation - Batch refresh</w:t>
            </w:r>
          </w:p>
        </w:tc>
        <w:tc>
          <w:tcPr>
            <w:tcW w:w="4536" w:type="dxa"/>
          </w:tcPr>
          <w:p w14:paraId="78D1DDE5" w14:textId="44647A05" w:rsidR="00774B59" w:rsidRPr="00556BB5" w:rsidRDefault="00774B59" w:rsidP="009E2184">
            <w:pPr>
              <w:pStyle w:val="Tabletext"/>
              <w:rPr>
                <w:rFonts w:cs="Calibri"/>
              </w:rPr>
            </w:pPr>
            <w:r w:rsidRPr="00556BB5">
              <w:rPr>
                <w:rFonts w:cs="Calibri"/>
              </w:rPr>
              <w:t>UC.025 – Part A</w:t>
            </w:r>
          </w:p>
        </w:tc>
      </w:tr>
      <w:tr w:rsidR="00774B59" w:rsidRPr="003B5C15" w14:paraId="3741D926" w14:textId="77777777" w:rsidTr="00556BB5">
        <w:tc>
          <w:tcPr>
            <w:tcW w:w="5387" w:type="dxa"/>
            <w:tcBorders>
              <w:bottom w:val="single" w:sz="4" w:space="0" w:color="auto"/>
            </w:tcBorders>
          </w:tcPr>
          <w:p w14:paraId="6D1DCBC9" w14:textId="20EBA76B" w:rsidR="00774B59" w:rsidRPr="00556BB5" w:rsidRDefault="006F3745" w:rsidP="009E2184">
            <w:pPr>
              <w:pStyle w:val="Tabletext"/>
              <w:rPr>
                <w:rFonts w:cs="Calibri"/>
              </w:rPr>
            </w:pPr>
            <w:sdt>
              <w:sdtPr>
                <w:rPr>
                  <w:rFonts w:eastAsia="MS Gothic" w:cs="Calibri"/>
                  <w:sz w:val="24"/>
                </w:rPr>
                <w:id w:val="-448855017"/>
                <w14:checkbox>
                  <w14:checked w14:val="0"/>
                  <w14:checkedState w14:val="2612" w14:font="MS Gothic"/>
                  <w14:uncheckedState w14:val="2610" w14:font="MS Gothic"/>
                </w14:checkbox>
              </w:sdtPr>
              <w:sdtEndPr/>
              <w:sdtContent>
                <w:r w:rsidR="00A73F43" w:rsidRPr="00556BB5">
                  <w:rPr>
                    <w:rFonts w:ascii="Segoe UI Symbol" w:eastAsia="MS Gothic" w:hAnsi="Segoe UI Symbol" w:cs="Segoe UI Symbol"/>
                    <w:sz w:val="24"/>
                  </w:rPr>
                  <w:t>☐</w:t>
                </w:r>
              </w:sdtContent>
            </w:sdt>
            <w:r w:rsidR="00A73F43" w:rsidRPr="00556BB5">
              <w:rPr>
                <w:rFonts w:cs="Calibri"/>
              </w:rPr>
              <w:t xml:space="preserve">   </w:t>
            </w:r>
            <w:r w:rsidR="00774B59" w:rsidRPr="00556BB5">
              <w:rPr>
                <w:rFonts w:cs="Calibri"/>
              </w:rPr>
              <w:t xml:space="preserve">5812 </w:t>
            </w:r>
            <w:r w:rsidR="00774B59" w:rsidRPr="00556BB5">
              <w:rPr>
                <w:rFonts w:eastAsia="Symbol" w:cs="Calibri"/>
              </w:rPr>
              <w:t>-</w:t>
            </w:r>
            <w:r w:rsidR="00774B59" w:rsidRPr="00556BB5">
              <w:rPr>
                <w:rFonts w:cs="Calibri"/>
              </w:rPr>
              <w:t xml:space="preserve"> IHI Search - IHI Number search</w:t>
            </w:r>
          </w:p>
        </w:tc>
        <w:tc>
          <w:tcPr>
            <w:tcW w:w="4536" w:type="dxa"/>
            <w:tcBorders>
              <w:bottom w:val="single" w:sz="4" w:space="0" w:color="auto"/>
            </w:tcBorders>
          </w:tcPr>
          <w:p w14:paraId="53B0B21B" w14:textId="5FAC28AD" w:rsidR="00046429" w:rsidRPr="00556BB5" w:rsidRDefault="00774B59" w:rsidP="009E2184">
            <w:pPr>
              <w:pStyle w:val="Tabletext"/>
              <w:rPr>
                <w:rFonts w:cs="Calibri"/>
              </w:rPr>
            </w:pPr>
            <w:r w:rsidRPr="00556BB5">
              <w:rPr>
                <w:rFonts w:cs="Calibri"/>
              </w:rPr>
              <w:t>UC.010 – Part C</w:t>
            </w:r>
          </w:p>
          <w:p w14:paraId="675A57BB" w14:textId="6AA16C5B" w:rsidR="00046429" w:rsidRPr="00556BB5" w:rsidRDefault="00774B59" w:rsidP="009E2184">
            <w:pPr>
              <w:pStyle w:val="Tabletext"/>
              <w:rPr>
                <w:rFonts w:cs="Calibri"/>
              </w:rPr>
            </w:pPr>
            <w:r w:rsidRPr="00556BB5">
              <w:rPr>
                <w:rFonts w:cs="Calibri"/>
              </w:rPr>
              <w:t>UC.011</w:t>
            </w:r>
          </w:p>
          <w:p w14:paraId="6E00ED4B" w14:textId="4DC6D465" w:rsidR="00046429" w:rsidRPr="00556BB5" w:rsidRDefault="00774B59" w:rsidP="009E2184">
            <w:pPr>
              <w:pStyle w:val="Tabletext"/>
              <w:rPr>
                <w:rFonts w:cs="Calibri"/>
              </w:rPr>
            </w:pPr>
            <w:r w:rsidRPr="00556BB5">
              <w:rPr>
                <w:rFonts w:cs="Calibri"/>
              </w:rPr>
              <w:t>UC.015 – Part C</w:t>
            </w:r>
          </w:p>
          <w:p w14:paraId="2B1FC007" w14:textId="42D7DB32" w:rsidR="00774B59" w:rsidRPr="00556BB5" w:rsidRDefault="00774B59" w:rsidP="009E2184">
            <w:pPr>
              <w:pStyle w:val="Tabletext"/>
              <w:rPr>
                <w:rFonts w:cs="Calibri"/>
              </w:rPr>
            </w:pPr>
            <w:r w:rsidRPr="00556BB5">
              <w:rPr>
                <w:rFonts w:cs="Calibri"/>
              </w:rPr>
              <w:t>UC.016</w:t>
            </w:r>
          </w:p>
        </w:tc>
      </w:tr>
      <w:tr w:rsidR="00774B59" w:rsidRPr="003B5C15" w14:paraId="3E3BCD73" w14:textId="77777777" w:rsidTr="00556BB5">
        <w:tc>
          <w:tcPr>
            <w:tcW w:w="5387" w:type="dxa"/>
            <w:tcBorders>
              <w:top w:val="single" w:sz="4" w:space="0" w:color="auto"/>
              <w:bottom w:val="single" w:sz="4" w:space="0" w:color="auto"/>
            </w:tcBorders>
          </w:tcPr>
          <w:p w14:paraId="74346044" w14:textId="039B29D2" w:rsidR="00774B59" w:rsidRPr="00556BB5" w:rsidRDefault="006F3745" w:rsidP="009E2184">
            <w:pPr>
              <w:pStyle w:val="Tabletext"/>
              <w:rPr>
                <w:rFonts w:cs="Calibri"/>
              </w:rPr>
            </w:pPr>
            <w:sdt>
              <w:sdtPr>
                <w:rPr>
                  <w:rFonts w:eastAsia="MS Gothic" w:cs="Calibri"/>
                  <w:sz w:val="24"/>
                </w:rPr>
                <w:id w:val="-1484766175"/>
                <w14:checkbox>
                  <w14:checked w14:val="0"/>
                  <w14:checkedState w14:val="2612" w14:font="MS Gothic"/>
                  <w14:uncheckedState w14:val="2610" w14:font="MS Gothic"/>
                </w14:checkbox>
              </w:sdtPr>
              <w:sdtEndPr/>
              <w:sdtContent>
                <w:r w:rsidR="00A73F43" w:rsidRPr="00556BB5">
                  <w:rPr>
                    <w:rFonts w:ascii="Segoe UI Symbol" w:eastAsia="MS Gothic" w:hAnsi="Segoe UI Symbol" w:cs="Segoe UI Symbol"/>
                    <w:sz w:val="24"/>
                  </w:rPr>
                  <w:t>☐</w:t>
                </w:r>
              </w:sdtContent>
            </w:sdt>
            <w:r w:rsidR="00A73F43" w:rsidRPr="00556BB5">
              <w:rPr>
                <w:rFonts w:cs="Calibri"/>
              </w:rPr>
              <w:t xml:space="preserve">   </w:t>
            </w:r>
            <w:r w:rsidR="00774B59" w:rsidRPr="00556BB5">
              <w:rPr>
                <w:rFonts w:cs="Calibri"/>
              </w:rPr>
              <w:t xml:space="preserve">5813 </w:t>
            </w:r>
            <w:r w:rsidR="00774B59" w:rsidRPr="00556BB5">
              <w:rPr>
                <w:rFonts w:eastAsia="Symbol" w:cs="Calibri"/>
              </w:rPr>
              <w:t>-</w:t>
            </w:r>
            <w:r w:rsidR="00774B59" w:rsidRPr="00556BB5">
              <w:rPr>
                <w:rFonts w:cs="Calibri"/>
              </w:rPr>
              <w:t xml:space="preserve"> IHI Search - Medicare card search</w:t>
            </w:r>
          </w:p>
        </w:tc>
        <w:tc>
          <w:tcPr>
            <w:tcW w:w="4536" w:type="dxa"/>
            <w:tcBorders>
              <w:top w:val="single" w:sz="4" w:space="0" w:color="auto"/>
              <w:bottom w:val="single" w:sz="4" w:space="0" w:color="auto"/>
            </w:tcBorders>
          </w:tcPr>
          <w:p w14:paraId="50619B58" w14:textId="037B8283" w:rsidR="00046429" w:rsidRPr="00556BB5" w:rsidRDefault="00774B59" w:rsidP="009E2184">
            <w:pPr>
              <w:pStyle w:val="Tabletext"/>
              <w:rPr>
                <w:rFonts w:cs="Calibri"/>
              </w:rPr>
            </w:pPr>
            <w:r w:rsidRPr="00556BB5">
              <w:rPr>
                <w:rFonts w:cs="Calibri"/>
              </w:rPr>
              <w:t>UC.010 – Part C</w:t>
            </w:r>
          </w:p>
          <w:p w14:paraId="4F5D8CFD" w14:textId="344A8CE5" w:rsidR="00046429" w:rsidRPr="00556BB5" w:rsidRDefault="00774B59" w:rsidP="009E2184">
            <w:pPr>
              <w:pStyle w:val="Tabletext"/>
              <w:rPr>
                <w:rFonts w:cs="Calibri"/>
              </w:rPr>
            </w:pPr>
            <w:r w:rsidRPr="00556BB5">
              <w:rPr>
                <w:rFonts w:cs="Calibri"/>
              </w:rPr>
              <w:t>UC.011</w:t>
            </w:r>
          </w:p>
          <w:p w14:paraId="7BC7331A" w14:textId="2B0BF49A" w:rsidR="00046429" w:rsidRPr="00556BB5" w:rsidRDefault="00774B59" w:rsidP="009E2184">
            <w:pPr>
              <w:pStyle w:val="Tabletext"/>
              <w:rPr>
                <w:rFonts w:cs="Calibri"/>
              </w:rPr>
            </w:pPr>
            <w:r w:rsidRPr="00556BB5">
              <w:rPr>
                <w:rFonts w:cs="Calibri"/>
              </w:rPr>
              <w:t>UC.015 – Part C</w:t>
            </w:r>
          </w:p>
          <w:p w14:paraId="185E0C43" w14:textId="4A92C61D" w:rsidR="00774B59" w:rsidRPr="00556BB5" w:rsidRDefault="00774B59" w:rsidP="009E2184">
            <w:pPr>
              <w:pStyle w:val="Tabletext"/>
              <w:rPr>
                <w:rFonts w:cs="Calibri"/>
              </w:rPr>
            </w:pPr>
            <w:r w:rsidRPr="00556BB5">
              <w:rPr>
                <w:rFonts w:cs="Calibri"/>
              </w:rPr>
              <w:t>UC.016</w:t>
            </w:r>
          </w:p>
        </w:tc>
      </w:tr>
      <w:tr w:rsidR="00774B59" w:rsidRPr="003B5C15" w14:paraId="7CAF2BC9" w14:textId="77777777" w:rsidTr="00556BB5">
        <w:tc>
          <w:tcPr>
            <w:tcW w:w="5387" w:type="dxa"/>
            <w:tcBorders>
              <w:top w:val="single" w:sz="4" w:space="0" w:color="auto"/>
              <w:bottom w:val="single" w:sz="4" w:space="0" w:color="auto"/>
            </w:tcBorders>
          </w:tcPr>
          <w:p w14:paraId="17459B6F" w14:textId="0405209C" w:rsidR="00774B59" w:rsidRPr="00556BB5" w:rsidRDefault="006F3745" w:rsidP="009E2184">
            <w:pPr>
              <w:pStyle w:val="Tabletext"/>
              <w:rPr>
                <w:rFonts w:cs="Calibri"/>
              </w:rPr>
            </w:pPr>
            <w:sdt>
              <w:sdtPr>
                <w:rPr>
                  <w:rFonts w:eastAsia="MS Gothic" w:cs="Calibri"/>
                  <w:sz w:val="24"/>
                </w:rPr>
                <w:id w:val="474425432"/>
                <w14:checkbox>
                  <w14:checked w14:val="0"/>
                  <w14:checkedState w14:val="2612" w14:font="MS Gothic"/>
                  <w14:uncheckedState w14:val="2610" w14:font="MS Gothic"/>
                </w14:checkbox>
              </w:sdtPr>
              <w:sdtEndPr/>
              <w:sdtContent>
                <w:r w:rsidR="00A73F43" w:rsidRPr="00556BB5">
                  <w:rPr>
                    <w:rFonts w:ascii="Segoe UI Symbol" w:eastAsia="MS Gothic" w:hAnsi="Segoe UI Symbol" w:cs="Segoe UI Symbol"/>
                    <w:sz w:val="24"/>
                  </w:rPr>
                  <w:t>☐</w:t>
                </w:r>
              </w:sdtContent>
            </w:sdt>
            <w:r w:rsidR="00A73F43" w:rsidRPr="00556BB5">
              <w:rPr>
                <w:rFonts w:cs="Calibri"/>
              </w:rPr>
              <w:t xml:space="preserve">   </w:t>
            </w:r>
            <w:r w:rsidR="00774B59" w:rsidRPr="00556BB5">
              <w:rPr>
                <w:rFonts w:cs="Calibri"/>
              </w:rPr>
              <w:t xml:space="preserve">5814 </w:t>
            </w:r>
            <w:r w:rsidR="00774B59" w:rsidRPr="00556BB5">
              <w:rPr>
                <w:rFonts w:eastAsia="Symbol" w:cs="Calibri"/>
              </w:rPr>
              <w:t>-</w:t>
            </w:r>
            <w:r w:rsidR="00774B59" w:rsidRPr="00556BB5">
              <w:rPr>
                <w:rFonts w:cs="Calibri"/>
              </w:rPr>
              <w:t xml:space="preserve"> IHI Search - DVA File number search</w:t>
            </w:r>
          </w:p>
        </w:tc>
        <w:tc>
          <w:tcPr>
            <w:tcW w:w="4536" w:type="dxa"/>
            <w:tcBorders>
              <w:top w:val="single" w:sz="4" w:space="0" w:color="auto"/>
              <w:bottom w:val="single" w:sz="4" w:space="0" w:color="auto"/>
            </w:tcBorders>
          </w:tcPr>
          <w:p w14:paraId="19DCD401" w14:textId="132A8CE1" w:rsidR="00046429" w:rsidRPr="00556BB5" w:rsidRDefault="00774B59" w:rsidP="009E2184">
            <w:pPr>
              <w:pStyle w:val="Tabletext"/>
              <w:rPr>
                <w:rFonts w:cs="Calibri"/>
              </w:rPr>
            </w:pPr>
            <w:r w:rsidRPr="00556BB5">
              <w:rPr>
                <w:rFonts w:cs="Calibri"/>
              </w:rPr>
              <w:t>UC.010 – Part C</w:t>
            </w:r>
          </w:p>
          <w:p w14:paraId="10B85909" w14:textId="626B4F9B" w:rsidR="00046429" w:rsidRPr="00556BB5" w:rsidRDefault="00774B59" w:rsidP="009E2184">
            <w:pPr>
              <w:pStyle w:val="Tabletext"/>
              <w:rPr>
                <w:rFonts w:cs="Calibri"/>
              </w:rPr>
            </w:pPr>
            <w:r w:rsidRPr="00556BB5">
              <w:rPr>
                <w:rFonts w:cs="Calibri"/>
              </w:rPr>
              <w:t>UC.011</w:t>
            </w:r>
          </w:p>
          <w:p w14:paraId="6E078284" w14:textId="49D9CC2B" w:rsidR="00046429" w:rsidRPr="00556BB5" w:rsidRDefault="00774B59" w:rsidP="009E2184">
            <w:pPr>
              <w:pStyle w:val="Tabletext"/>
              <w:rPr>
                <w:rFonts w:cs="Calibri"/>
              </w:rPr>
            </w:pPr>
            <w:r w:rsidRPr="00556BB5">
              <w:rPr>
                <w:rFonts w:cs="Calibri"/>
              </w:rPr>
              <w:t>UC.015 – Part C</w:t>
            </w:r>
          </w:p>
          <w:p w14:paraId="64689EF4" w14:textId="201F5B8A" w:rsidR="00774B59" w:rsidRPr="00556BB5" w:rsidRDefault="00774B59" w:rsidP="009E2184">
            <w:pPr>
              <w:pStyle w:val="Tabletext"/>
              <w:rPr>
                <w:rFonts w:cs="Calibri"/>
              </w:rPr>
            </w:pPr>
            <w:r w:rsidRPr="00556BB5">
              <w:rPr>
                <w:rFonts w:cs="Calibri"/>
              </w:rPr>
              <w:t>UC.016</w:t>
            </w:r>
          </w:p>
        </w:tc>
      </w:tr>
      <w:tr w:rsidR="00774B59" w:rsidRPr="003B5C15" w14:paraId="142AAD66" w14:textId="77777777" w:rsidTr="00556BB5">
        <w:tc>
          <w:tcPr>
            <w:tcW w:w="5387" w:type="dxa"/>
            <w:tcBorders>
              <w:top w:val="single" w:sz="4" w:space="0" w:color="auto"/>
              <w:bottom w:val="nil"/>
            </w:tcBorders>
          </w:tcPr>
          <w:p w14:paraId="2658888E" w14:textId="3111762D" w:rsidR="00786F75" w:rsidRDefault="00786F75" w:rsidP="009E2184">
            <w:pPr>
              <w:pStyle w:val="Tabletext"/>
              <w:rPr>
                <w:rFonts w:cs="Calibri"/>
              </w:rPr>
            </w:pPr>
          </w:p>
          <w:p w14:paraId="672FB647" w14:textId="710A25B0" w:rsidR="00774B59" w:rsidRPr="00556BB5" w:rsidRDefault="006F3745" w:rsidP="009E2184">
            <w:pPr>
              <w:pStyle w:val="Tabletext"/>
              <w:rPr>
                <w:rFonts w:cs="Calibri"/>
              </w:rPr>
            </w:pPr>
            <w:sdt>
              <w:sdtPr>
                <w:rPr>
                  <w:rFonts w:eastAsia="MS Gothic" w:cs="Calibri"/>
                  <w:sz w:val="24"/>
                </w:rPr>
                <w:id w:val="-1342622048"/>
                <w14:checkbox>
                  <w14:checked w14:val="0"/>
                  <w14:checkedState w14:val="2612" w14:font="MS Gothic"/>
                  <w14:uncheckedState w14:val="2610" w14:font="MS Gothic"/>
                </w14:checkbox>
              </w:sdtPr>
              <w:sdtEndPr/>
              <w:sdtContent>
                <w:r w:rsidR="00786F75" w:rsidRPr="00556BB5">
                  <w:rPr>
                    <w:rFonts w:ascii="Segoe UI Symbol" w:eastAsia="MS Gothic" w:hAnsi="Segoe UI Symbol" w:cs="Segoe UI Symbol"/>
                    <w:sz w:val="24"/>
                  </w:rPr>
                  <w:t>☐</w:t>
                </w:r>
              </w:sdtContent>
            </w:sdt>
            <w:r w:rsidR="00786F75" w:rsidRPr="00556BB5">
              <w:rPr>
                <w:rFonts w:cs="Calibri"/>
              </w:rPr>
              <w:t xml:space="preserve">  </w:t>
            </w:r>
            <w:r w:rsidR="005A277F" w:rsidRPr="00556BB5">
              <w:rPr>
                <w:rFonts w:cs="Calibri"/>
              </w:rPr>
              <w:t xml:space="preserve"> </w:t>
            </w:r>
            <w:r w:rsidR="00774B59" w:rsidRPr="00556BB5">
              <w:rPr>
                <w:rFonts w:cs="Calibri"/>
              </w:rPr>
              <w:t xml:space="preserve">5815 </w:t>
            </w:r>
            <w:r w:rsidR="00774B59" w:rsidRPr="00556BB5">
              <w:rPr>
                <w:rFonts w:eastAsia="Symbol" w:cs="Calibri"/>
              </w:rPr>
              <w:t>-</w:t>
            </w:r>
            <w:r w:rsidR="00774B59" w:rsidRPr="00556BB5">
              <w:rPr>
                <w:rFonts w:cs="Calibri"/>
              </w:rPr>
              <w:t xml:space="preserve"> Detailed IHI search (uses addresses)</w:t>
            </w:r>
          </w:p>
        </w:tc>
        <w:tc>
          <w:tcPr>
            <w:tcW w:w="4536" w:type="dxa"/>
            <w:tcBorders>
              <w:top w:val="single" w:sz="4" w:space="0" w:color="auto"/>
              <w:bottom w:val="nil"/>
            </w:tcBorders>
          </w:tcPr>
          <w:p w14:paraId="38A1B8D7" w14:textId="06801BE5" w:rsidR="00046429" w:rsidRPr="00556BB5" w:rsidRDefault="00046429" w:rsidP="009E2184">
            <w:pPr>
              <w:pStyle w:val="Tabletext"/>
              <w:rPr>
                <w:rFonts w:cs="Calibri"/>
              </w:rPr>
            </w:pPr>
          </w:p>
          <w:p w14:paraId="3187BF95" w14:textId="77777777" w:rsidR="00786F75" w:rsidRPr="00556BB5" w:rsidRDefault="00786F75" w:rsidP="00786F75">
            <w:pPr>
              <w:pStyle w:val="Tabletext"/>
              <w:rPr>
                <w:rFonts w:cs="Calibri"/>
              </w:rPr>
            </w:pPr>
            <w:r w:rsidRPr="00556BB5">
              <w:rPr>
                <w:rFonts w:cs="Calibri"/>
              </w:rPr>
              <w:t>UC.010 – Part A</w:t>
            </w:r>
          </w:p>
          <w:p w14:paraId="3046CA60" w14:textId="269B09D9" w:rsidR="00046429" w:rsidRPr="00556BB5" w:rsidRDefault="00774B59" w:rsidP="009E2184">
            <w:pPr>
              <w:pStyle w:val="Tabletext"/>
              <w:rPr>
                <w:rFonts w:cs="Calibri"/>
              </w:rPr>
            </w:pPr>
            <w:r w:rsidRPr="00556BB5">
              <w:rPr>
                <w:rFonts w:cs="Calibri"/>
              </w:rPr>
              <w:t>UC.011</w:t>
            </w:r>
          </w:p>
          <w:p w14:paraId="0288E3CB" w14:textId="344ECCEE" w:rsidR="00046429" w:rsidRPr="00556BB5" w:rsidRDefault="00774B59" w:rsidP="009E2184">
            <w:pPr>
              <w:pStyle w:val="Tabletext"/>
              <w:rPr>
                <w:rFonts w:cs="Calibri"/>
              </w:rPr>
            </w:pPr>
            <w:r w:rsidRPr="00556BB5">
              <w:rPr>
                <w:rFonts w:cs="Calibri"/>
              </w:rPr>
              <w:t>UC.015 – Part A</w:t>
            </w:r>
          </w:p>
          <w:p w14:paraId="2C70B02A" w14:textId="2B33EFF2" w:rsidR="00774B59" w:rsidRPr="00556BB5" w:rsidRDefault="00774B59" w:rsidP="009E2184">
            <w:pPr>
              <w:pStyle w:val="Tabletext"/>
              <w:rPr>
                <w:rFonts w:cs="Calibri"/>
              </w:rPr>
            </w:pPr>
            <w:r w:rsidRPr="00556BB5">
              <w:rPr>
                <w:rFonts w:cs="Calibri"/>
              </w:rPr>
              <w:t>UC.016</w:t>
            </w:r>
          </w:p>
        </w:tc>
      </w:tr>
    </w:tbl>
    <w:p w14:paraId="72426526" w14:textId="2C7720A7" w:rsidR="003D74A8" w:rsidRPr="00556BB5" w:rsidRDefault="003D74A8" w:rsidP="00EA050C">
      <w:pPr>
        <w:pStyle w:val="Heading1"/>
        <w:rPr>
          <w:rFonts w:cs="Calibri"/>
        </w:rPr>
      </w:pPr>
      <w:bookmarkStart w:id="84" w:name="_Ref66269144"/>
      <w:bookmarkStart w:id="85" w:name="_Toc75784477"/>
      <w:bookmarkStart w:id="86" w:name="_Toc170823784"/>
      <w:bookmarkStart w:id="87" w:name="_Toc215058737"/>
      <w:bookmarkStart w:id="88" w:name="_Ref66264889"/>
      <w:bookmarkStart w:id="89" w:name="_Hlk65764742"/>
      <w:r w:rsidRPr="00556BB5">
        <w:rPr>
          <w:rFonts w:cs="Calibri"/>
        </w:rPr>
        <w:lastRenderedPageBreak/>
        <w:t xml:space="preserve">HI </w:t>
      </w:r>
      <w:r w:rsidR="00E73B2D" w:rsidRPr="00556BB5">
        <w:rPr>
          <w:rFonts w:cs="Calibri"/>
        </w:rPr>
        <w:t xml:space="preserve">conformance </w:t>
      </w:r>
      <w:r w:rsidRPr="00556BB5">
        <w:rPr>
          <w:rFonts w:cs="Calibri"/>
        </w:rPr>
        <w:t xml:space="preserve">testing for </w:t>
      </w:r>
      <w:r w:rsidR="00E73B2D" w:rsidRPr="00556BB5">
        <w:rPr>
          <w:rFonts w:cs="Calibri"/>
        </w:rPr>
        <w:t xml:space="preserve">requirement </w:t>
      </w:r>
      <w:r w:rsidRPr="00556BB5">
        <w:rPr>
          <w:rFonts w:cs="Calibri"/>
        </w:rPr>
        <w:t>022000 - Validation of IHIs using updated identifiers</w:t>
      </w:r>
      <w:bookmarkEnd w:id="84"/>
      <w:bookmarkEnd w:id="85"/>
      <w:bookmarkEnd w:id="86"/>
      <w:bookmarkEnd w:id="87"/>
    </w:p>
    <w:p w14:paraId="06AC21D4" w14:textId="55BA6E89" w:rsidR="00092E84" w:rsidRPr="003B5C15" w:rsidRDefault="003D74A8" w:rsidP="00BC46A5">
      <w:pPr>
        <w:pStyle w:val="BodyText"/>
        <w:rPr>
          <w:rFonts w:cs="Calibri"/>
          <w:i/>
          <w:iCs/>
          <w:szCs w:val="22"/>
        </w:rPr>
      </w:pPr>
      <w:r w:rsidRPr="003B5C15">
        <w:rPr>
          <w:rFonts w:cs="Calibri"/>
          <w:i/>
          <w:iCs/>
          <w:szCs w:val="22"/>
        </w:rPr>
        <w:t xml:space="preserve">This section is only applicable for </w:t>
      </w:r>
      <w:r w:rsidR="005D06A6" w:rsidRPr="003B5C15">
        <w:rPr>
          <w:rFonts w:cs="Calibri"/>
          <w:i/>
          <w:iCs/>
          <w:szCs w:val="22"/>
        </w:rPr>
        <w:t xml:space="preserve">current </w:t>
      </w:r>
      <w:r w:rsidRPr="003B5C15">
        <w:rPr>
          <w:rFonts w:cs="Calibri"/>
          <w:i/>
          <w:iCs/>
          <w:szCs w:val="22"/>
        </w:rPr>
        <w:t xml:space="preserve">software systems </w:t>
      </w:r>
      <w:r w:rsidR="004C36FC" w:rsidRPr="003B5C15">
        <w:rPr>
          <w:rFonts w:cs="Calibri"/>
          <w:i/>
          <w:iCs/>
          <w:szCs w:val="22"/>
        </w:rPr>
        <w:t xml:space="preserve">that are declaring </w:t>
      </w:r>
      <w:r w:rsidRPr="003B5C15">
        <w:rPr>
          <w:rFonts w:cs="Calibri"/>
          <w:i/>
          <w:iCs/>
          <w:szCs w:val="22"/>
        </w:rPr>
        <w:t xml:space="preserve">conformance to the new requirement 022000 only. </w:t>
      </w:r>
      <w:r w:rsidR="004C36FC" w:rsidRPr="003B5C15">
        <w:rPr>
          <w:rFonts w:cs="Calibri"/>
          <w:i/>
          <w:iCs/>
          <w:szCs w:val="22"/>
        </w:rPr>
        <w:t xml:space="preserve">Along with testing of requirement 022000, as small set of additional test cases have been applied as a regression test to ensure that </w:t>
      </w:r>
      <w:r w:rsidR="005D06A6" w:rsidRPr="003B5C15">
        <w:rPr>
          <w:rFonts w:cs="Calibri"/>
          <w:i/>
          <w:iCs/>
          <w:szCs w:val="22"/>
        </w:rPr>
        <w:t>current</w:t>
      </w:r>
      <w:r w:rsidR="004C36FC" w:rsidRPr="003B5C15">
        <w:rPr>
          <w:rFonts w:cs="Calibri"/>
          <w:i/>
          <w:iCs/>
          <w:szCs w:val="22"/>
        </w:rPr>
        <w:t xml:space="preserve"> patient registration and update functionality performs as </w:t>
      </w:r>
      <w:r w:rsidR="005A277F" w:rsidRPr="003B5C15">
        <w:rPr>
          <w:rFonts w:cs="Calibri"/>
          <w:i/>
          <w:iCs/>
          <w:szCs w:val="22"/>
        </w:rPr>
        <w:t>expected and</w:t>
      </w:r>
      <w:r w:rsidR="004C36FC" w:rsidRPr="003B5C15">
        <w:rPr>
          <w:rFonts w:cs="Calibri"/>
          <w:i/>
          <w:iCs/>
          <w:szCs w:val="22"/>
        </w:rPr>
        <w:t xml:space="preserve"> have not been impacted by any changes that may have been made to the system. </w:t>
      </w:r>
    </w:p>
    <w:p w14:paraId="659704A5" w14:textId="3A9EB5BA" w:rsidR="00FE20E3" w:rsidRPr="003B5C15" w:rsidRDefault="00FE20E3" w:rsidP="00BC46A5">
      <w:pPr>
        <w:pStyle w:val="BodyText"/>
        <w:rPr>
          <w:rFonts w:cs="Calibri"/>
          <w:i/>
          <w:iCs/>
          <w:szCs w:val="22"/>
        </w:rPr>
      </w:pPr>
      <w:r w:rsidRPr="003B5C15">
        <w:rPr>
          <w:rFonts w:cs="Calibri"/>
          <w:b/>
          <w:bCs/>
          <w:i/>
          <w:iCs/>
          <w:szCs w:val="22"/>
        </w:rPr>
        <w:t>Note</w:t>
      </w:r>
      <w:r w:rsidR="00C70CC2" w:rsidRPr="00556BB5">
        <w:rPr>
          <w:rFonts w:eastAsiaTheme="minorHAnsi" w:cs="Calibri"/>
          <w:sz w:val="18"/>
          <w:szCs w:val="18"/>
          <w:lang w:eastAsia="en-US"/>
        </w:rPr>
        <w:t xml:space="preserve"> </w:t>
      </w:r>
      <w:r w:rsidR="00C70CC2" w:rsidRPr="003B5C15">
        <w:rPr>
          <w:rFonts w:cs="Calibri"/>
          <w:i/>
          <w:iCs/>
          <w:szCs w:val="22"/>
        </w:rPr>
        <w:t>Complete section 6 if you are implementing requirement 022000, either by itself or with other use cases.</w:t>
      </w:r>
    </w:p>
    <w:p w14:paraId="102C6835" w14:textId="77777777" w:rsidR="00DF09DF" w:rsidRPr="003B5C15" w:rsidRDefault="00DF09DF" w:rsidP="00DF09DF">
      <w:pPr>
        <w:pStyle w:val="BodyText"/>
        <w:spacing w:after="0" w:line="288" w:lineRule="auto"/>
        <w:rPr>
          <w:rFonts w:cs="Calibri"/>
          <w:bCs/>
          <w:szCs w:val="22"/>
        </w:rPr>
      </w:pPr>
      <w:r w:rsidRPr="003B5C15">
        <w:rPr>
          <w:rFonts w:cs="Calibri"/>
          <w:b/>
          <w:bCs/>
          <w:szCs w:val="22"/>
        </w:rPr>
        <w:t xml:space="preserve">Step 1: </w:t>
      </w:r>
      <w:r w:rsidRPr="003B5C15">
        <w:rPr>
          <w:rFonts w:eastAsia="Calibri" w:cs="Calibri"/>
          <w:bCs/>
        </w:rPr>
        <w:t>Take note of the mandatory requirements in the table below.</w:t>
      </w:r>
    </w:p>
    <w:p w14:paraId="12A68216" w14:textId="77777777" w:rsidR="00DF09DF" w:rsidRPr="003B5C15" w:rsidRDefault="00DF09DF" w:rsidP="00DF09DF">
      <w:pPr>
        <w:pStyle w:val="BodyText"/>
        <w:spacing w:after="0" w:line="288" w:lineRule="auto"/>
        <w:rPr>
          <w:rFonts w:cs="Calibri"/>
          <w:szCs w:val="22"/>
        </w:rPr>
      </w:pPr>
      <w:r w:rsidRPr="003B5C15">
        <w:rPr>
          <w:rFonts w:cs="Calibri"/>
          <w:b/>
          <w:bCs/>
          <w:szCs w:val="22"/>
        </w:rPr>
        <w:t xml:space="preserve">Step 2:  </w:t>
      </w:r>
      <w:sdt>
        <w:sdtPr>
          <w:rPr>
            <w:rFonts w:eastAsia="MS Gothic" w:cs="Calibri"/>
            <w:sz w:val="24"/>
            <w:szCs w:val="22"/>
          </w:rPr>
          <w:id w:val="-664701754"/>
          <w14:checkbox>
            <w14:checked w14:val="0"/>
            <w14:checkedState w14:val="2612" w14:font="MS Gothic"/>
            <w14:uncheckedState w14:val="2610" w14:font="MS Gothic"/>
          </w14:checkbox>
        </w:sdtPr>
        <w:sdtEndPr/>
        <w:sdtContent>
          <w:r w:rsidRPr="00556BB5">
            <w:rPr>
              <w:rFonts w:ascii="Segoe UI Symbol" w:eastAsia="MS Gothic" w:hAnsi="Segoe UI Symbol" w:cs="Segoe UI Symbol"/>
              <w:sz w:val="24"/>
              <w:szCs w:val="22"/>
            </w:rPr>
            <w:t>☐</w:t>
          </w:r>
        </w:sdtContent>
      </w:sdt>
      <w:r w:rsidRPr="003B5C15">
        <w:rPr>
          <w:rFonts w:eastAsia="Calibri" w:cs="Calibri"/>
          <w:b/>
          <w:bCs/>
        </w:rPr>
        <w:t xml:space="preserve"> </w:t>
      </w:r>
      <w:r w:rsidRPr="003B5C15">
        <w:rPr>
          <w:rFonts w:eastAsia="Calibri" w:cs="Calibri"/>
        </w:rPr>
        <w:t>Tick here if the software is conformant to conditional requirements</w:t>
      </w:r>
    </w:p>
    <w:p w14:paraId="18D94EC0" w14:textId="77777777" w:rsidR="00DF09DF" w:rsidRPr="003B5C15" w:rsidRDefault="00DF09DF" w:rsidP="00DF09DF">
      <w:pPr>
        <w:pStyle w:val="BodyText"/>
        <w:spacing w:after="0" w:line="288" w:lineRule="auto"/>
        <w:rPr>
          <w:rFonts w:cs="Calibri"/>
          <w:szCs w:val="22"/>
        </w:rPr>
      </w:pPr>
      <w:r w:rsidRPr="003B5C15">
        <w:rPr>
          <w:rFonts w:cs="Calibri"/>
          <w:b/>
          <w:bCs/>
          <w:szCs w:val="22"/>
        </w:rPr>
        <w:t xml:space="preserve">Step 3:  </w:t>
      </w:r>
      <w:r w:rsidRPr="003B5C15">
        <w:rPr>
          <w:rFonts w:cs="Calibri"/>
          <w:szCs w:val="22"/>
        </w:rPr>
        <w:t>Refer to the related Conformance Test Specification for details of the tests.</w:t>
      </w:r>
    </w:p>
    <w:p w14:paraId="4B1BCAE3" w14:textId="3389C19E" w:rsidR="003D74A8" w:rsidRPr="00556BB5" w:rsidRDefault="003D74A8" w:rsidP="00800B21">
      <w:pPr>
        <w:pStyle w:val="Heading2"/>
        <w:rPr>
          <w:rFonts w:cs="Calibri"/>
        </w:rPr>
      </w:pPr>
      <w:bookmarkStart w:id="90" w:name="_Toc75784478"/>
      <w:bookmarkStart w:id="91" w:name="_Toc170823785"/>
      <w:bookmarkStart w:id="92" w:name="_Toc215058738"/>
      <w:r w:rsidRPr="00556BB5">
        <w:rPr>
          <w:rFonts w:cs="Calibri"/>
        </w:rPr>
        <w:t xml:space="preserve">Mandatory </w:t>
      </w:r>
      <w:r w:rsidR="00E73B2D" w:rsidRPr="00556BB5">
        <w:rPr>
          <w:rFonts w:cs="Calibri"/>
        </w:rPr>
        <w:t>requirements</w:t>
      </w:r>
      <w:bookmarkEnd w:id="90"/>
      <w:bookmarkEnd w:id="91"/>
      <w:bookmarkEnd w:id="92"/>
    </w:p>
    <w:p w14:paraId="0443434E" w14:textId="77777777" w:rsidR="003D74A8" w:rsidRPr="003B5C15" w:rsidRDefault="003D74A8" w:rsidP="003D74A8">
      <w:pPr>
        <w:pStyle w:val="BodyText"/>
        <w:rPr>
          <w:rFonts w:cs="Calibri"/>
          <w:szCs w:val="22"/>
        </w:rPr>
      </w:pPr>
      <w:r w:rsidRPr="003B5C15">
        <w:rPr>
          <w:rFonts w:cs="Calibri"/>
          <w:szCs w:val="22"/>
        </w:rPr>
        <w:t>The implementation must conform to the following requirements:</w:t>
      </w:r>
    </w:p>
    <w:tbl>
      <w:tblPr>
        <w:tblStyle w:val="TableADHAwide"/>
        <w:tblW w:w="9781" w:type="dxa"/>
        <w:tblBorders>
          <w:insideH w:val="single" w:sz="4" w:space="0" w:color="auto"/>
        </w:tblBorders>
        <w:tblLayout w:type="fixed"/>
        <w:tblCellMar>
          <w:top w:w="11" w:type="dxa"/>
          <w:bottom w:w="11" w:type="dxa"/>
        </w:tblCellMar>
        <w:tblLook w:val="01E0" w:firstRow="1" w:lastRow="1" w:firstColumn="1" w:lastColumn="1" w:noHBand="0" w:noVBand="0"/>
      </w:tblPr>
      <w:tblGrid>
        <w:gridCol w:w="3828"/>
        <w:gridCol w:w="2409"/>
        <w:gridCol w:w="3544"/>
      </w:tblGrid>
      <w:tr w:rsidR="005A277F" w:rsidRPr="003B5C15" w14:paraId="0667B60B" w14:textId="1E37B811" w:rsidTr="00556BB5">
        <w:trPr>
          <w:trHeight w:val="540"/>
        </w:trPr>
        <w:tc>
          <w:tcPr>
            <w:tcW w:w="3828" w:type="dxa"/>
            <w:shd w:val="clear" w:color="auto" w:fill="F2F2F2" w:themeFill="background1" w:themeFillShade="F2"/>
          </w:tcPr>
          <w:p w14:paraId="2379BCD6" w14:textId="77777777" w:rsidR="005A277F" w:rsidRPr="00556BB5" w:rsidRDefault="005A277F" w:rsidP="009E2184">
            <w:pPr>
              <w:pStyle w:val="Tableheader"/>
              <w:rPr>
                <w:rFonts w:cs="Calibri"/>
              </w:rPr>
            </w:pPr>
            <w:r w:rsidRPr="00556BB5">
              <w:rPr>
                <w:rFonts w:cs="Calibri"/>
              </w:rPr>
              <w:t>Mandatory requirement</w:t>
            </w:r>
          </w:p>
        </w:tc>
        <w:tc>
          <w:tcPr>
            <w:tcW w:w="2409" w:type="dxa"/>
            <w:shd w:val="clear" w:color="auto" w:fill="F2F2F2" w:themeFill="background1" w:themeFillShade="F2"/>
          </w:tcPr>
          <w:p w14:paraId="33FCD723" w14:textId="568F37C7" w:rsidR="005A277F" w:rsidRPr="00556BB5" w:rsidRDefault="005A277F" w:rsidP="009E2184">
            <w:pPr>
              <w:pStyle w:val="Tableheader"/>
              <w:rPr>
                <w:rFonts w:cs="Calibri"/>
              </w:rPr>
            </w:pPr>
            <w:r w:rsidRPr="00556BB5">
              <w:rPr>
                <w:rFonts w:cs="Calibri"/>
              </w:rPr>
              <w:t>Related business use cases and CTS worksheet(s)</w:t>
            </w:r>
          </w:p>
        </w:tc>
        <w:tc>
          <w:tcPr>
            <w:cnfStyle w:val="000000001000" w:firstRow="0" w:lastRow="0" w:firstColumn="0" w:lastColumn="0" w:oddVBand="0" w:evenVBand="0" w:oddHBand="0" w:evenHBand="0" w:firstRowFirstColumn="0" w:firstRowLastColumn="1" w:lastRowFirstColumn="0" w:lastRowLastColumn="0"/>
            <w:tcW w:w="3544" w:type="dxa"/>
            <w:shd w:val="clear" w:color="auto" w:fill="F2F2F2" w:themeFill="background1" w:themeFillShade="F2"/>
          </w:tcPr>
          <w:p w14:paraId="5A9D2177" w14:textId="4A3C6968" w:rsidR="005A277F" w:rsidRPr="00556BB5" w:rsidRDefault="00FA12DB" w:rsidP="009E2184">
            <w:pPr>
              <w:pStyle w:val="Tableheader"/>
              <w:rPr>
                <w:rFonts w:cs="Calibri"/>
              </w:rPr>
            </w:pPr>
            <w:r w:rsidRPr="00556BB5">
              <w:rPr>
                <w:rFonts w:cs="Calibri"/>
              </w:rPr>
              <w:t xml:space="preserve">Software Developer </w:t>
            </w:r>
            <w:r w:rsidR="005A277F" w:rsidRPr="00556BB5">
              <w:rPr>
                <w:rFonts w:cs="Calibri"/>
              </w:rPr>
              <w:t>Comments</w:t>
            </w:r>
          </w:p>
        </w:tc>
      </w:tr>
      <w:tr w:rsidR="005A277F" w:rsidRPr="003B5C15" w14:paraId="79CE6AC3" w14:textId="586B346C" w:rsidTr="00556BB5">
        <w:trPr>
          <w:trHeight w:val="792"/>
        </w:trPr>
        <w:tc>
          <w:tcPr>
            <w:tcW w:w="3828" w:type="dxa"/>
          </w:tcPr>
          <w:p w14:paraId="53BF8ABA" w14:textId="6E63774D" w:rsidR="005A277F" w:rsidRPr="00556BB5" w:rsidRDefault="006F3745" w:rsidP="009E2184">
            <w:pPr>
              <w:pStyle w:val="Tabletext"/>
              <w:rPr>
                <w:rFonts w:cs="Calibri"/>
              </w:rPr>
            </w:pPr>
            <w:sdt>
              <w:sdtPr>
                <w:rPr>
                  <w:rFonts w:eastAsia="MS Gothic" w:cs="Calibri"/>
                  <w:sz w:val="24"/>
                </w:rPr>
                <w:id w:val="410979868"/>
                <w14:checkbox>
                  <w14:checked w14:val="0"/>
                  <w14:checkedState w14:val="2612" w14:font="MS Gothic"/>
                  <w14:uncheckedState w14:val="2610" w14:font="MS Gothic"/>
                </w14:checkbox>
              </w:sdtPr>
              <w:sdtEndPr/>
              <w:sdtContent>
                <w:r w:rsidR="005A277F" w:rsidRPr="00556BB5">
                  <w:rPr>
                    <w:rFonts w:ascii="Segoe UI Symbol" w:eastAsia="MS Gothic" w:hAnsi="Segoe UI Symbol" w:cs="Segoe UI Symbol"/>
                    <w:sz w:val="24"/>
                  </w:rPr>
                  <w:t>☐</w:t>
                </w:r>
              </w:sdtContent>
            </w:sdt>
            <w:r w:rsidR="005A277F" w:rsidRPr="00556BB5">
              <w:rPr>
                <w:rFonts w:cs="Calibri"/>
              </w:rPr>
              <w:t xml:space="preserve">   5820 </w:t>
            </w:r>
            <w:r w:rsidR="005A277F" w:rsidRPr="00556BB5">
              <w:rPr>
                <w:rFonts w:eastAsia="Symbol" w:cs="Calibri"/>
              </w:rPr>
              <w:t>-</w:t>
            </w:r>
            <w:r w:rsidR="005A277F" w:rsidRPr="00556BB5">
              <w:rPr>
                <w:rFonts w:cs="Calibri"/>
              </w:rPr>
              <w:t xml:space="preserve"> Recording of IHI details upon IHI assignment and update</w:t>
            </w:r>
          </w:p>
        </w:tc>
        <w:tc>
          <w:tcPr>
            <w:tcW w:w="2409" w:type="dxa"/>
          </w:tcPr>
          <w:p w14:paraId="0E5AB689" w14:textId="4F5BA63B" w:rsidR="005A277F" w:rsidRPr="00556BB5" w:rsidRDefault="005A277F" w:rsidP="006C6C65">
            <w:pPr>
              <w:pStyle w:val="Tabletext"/>
              <w:spacing w:after="40"/>
              <w:rPr>
                <w:rFonts w:cs="Calibri"/>
              </w:rPr>
            </w:pPr>
            <w:r w:rsidRPr="00556BB5">
              <w:rPr>
                <w:rFonts w:cs="Calibri"/>
              </w:rPr>
              <w:t xml:space="preserve">UC.010 – Part B </w:t>
            </w:r>
          </w:p>
          <w:p w14:paraId="035459D2" w14:textId="77777777" w:rsidR="005A277F" w:rsidRPr="00556BB5" w:rsidRDefault="005A277F" w:rsidP="006C6C65">
            <w:pPr>
              <w:pStyle w:val="Tabletext"/>
              <w:spacing w:after="40"/>
              <w:rPr>
                <w:rFonts w:cs="Calibri"/>
              </w:rPr>
            </w:pPr>
            <w:r w:rsidRPr="00556BB5">
              <w:rPr>
                <w:rFonts w:cs="Calibri"/>
              </w:rPr>
              <w:t>UC.011</w:t>
            </w:r>
          </w:p>
          <w:p w14:paraId="034829C1" w14:textId="0A051694" w:rsidR="005A277F" w:rsidRPr="00556BB5" w:rsidRDefault="005A277F" w:rsidP="006C6C65">
            <w:pPr>
              <w:pStyle w:val="Tabletext"/>
              <w:spacing w:after="40"/>
              <w:rPr>
                <w:rFonts w:cs="Calibri"/>
              </w:rPr>
            </w:pPr>
            <w:r w:rsidRPr="00556BB5">
              <w:rPr>
                <w:rFonts w:cs="Calibri"/>
              </w:rPr>
              <w:t>UC.015 – Part B</w:t>
            </w:r>
          </w:p>
          <w:p w14:paraId="6A84B452" w14:textId="0859F8DE" w:rsidR="005A277F" w:rsidRPr="00556BB5" w:rsidRDefault="005A277F" w:rsidP="006C6C65">
            <w:pPr>
              <w:pStyle w:val="Tabletext"/>
              <w:spacing w:after="40"/>
              <w:rPr>
                <w:rFonts w:cs="Calibri"/>
              </w:rPr>
            </w:pPr>
            <w:r w:rsidRPr="00556BB5">
              <w:rPr>
                <w:rFonts w:cs="Calibri"/>
              </w:rPr>
              <w:t>UC.016</w:t>
            </w:r>
          </w:p>
          <w:p w14:paraId="5E8A6167" w14:textId="0C76DD75" w:rsidR="005A277F" w:rsidRPr="00556BB5" w:rsidRDefault="005A277F" w:rsidP="006C6C65">
            <w:pPr>
              <w:pStyle w:val="Tabletext"/>
              <w:spacing w:after="40"/>
              <w:rPr>
                <w:rFonts w:cs="Calibri"/>
              </w:rPr>
            </w:pPr>
            <w:r w:rsidRPr="00556BB5">
              <w:rPr>
                <w:rFonts w:cs="Calibri"/>
              </w:rPr>
              <w:t>UC.025 – Part B</w:t>
            </w:r>
          </w:p>
          <w:p w14:paraId="02989D3A" w14:textId="559209AF" w:rsidR="005A277F" w:rsidRPr="00556BB5" w:rsidRDefault="005A277F" w:rsidP="006C6C65">
            <w:pPr>
              <w:pStyle w:val="Tabletext"/>
              <w:spacing w:after="40"/>
              <w:rPr>
                <w:rFonts w:cs="Calibri"/>
              </w:rPr>
            </w:pPr>
            <w:r w:rsidRPr="00556BB5">
              <w:rPr>
                <w:rFonts w:cs="Calibri"/>
              </w:rPr>
              <w:t>UC.035</w:t>
            </w:r>
          </w:p>
        </w:tc>
        <w:tc>
          <w:tcPr>
            <w:tcW w:w="3544" w:type="dxa"/>
          </w:tcPr>
          <w:p w14:paraId="23C70461" w14:textId="77777777" w:rsidR="005A277F" w:rsidRPr="00556BB5" w:rsidRDefault="005A277F" w:rsidP="009E2184">
            <w:pPr>
              <w:pStyle w:val="Tabletext"/>
              <w:rPr>
                <w:rFonts w:cs="Calibri"/>
              </w:rPr>
            </w:pPr>
          </w:p>
        </w:tc>
      </w:tr>
      <w:tr w:rsidR="005A277F" w:rsidRPr="003B5C15" w14:paraId="67071F36" w14:textId="3EA52408" w:rsidTr="00556BB5">
        <w:trPr>
          <w:trHeight w:val="45"/>
        </w:trPr>
        <w:tc>
          <w:tcPr>
            <w:tcW w:w="3828" w:type="dxa"/>
          </w:tcPr>
          <w:p w14:paraId="469AF1CD" w14:textId="772E91FA" w:rsidR="005A277F" w:rsidRPr="00556BB5" w:rsidRDefault="006F3745" w:rsidP="009E2184">
            <w:pPr>
              <w:pStyle w:val="Tabletext"/>
              <w:rPr>
                <w:rFonts w:cs="Calibri"/>
              </w:rPr>
            </w:pPr>
            <w:sdt>
              <w:sdtPr>
                <w:rPr>
                  <w:rFonts w:eastAsia="MS Gothic" w:cs="Calibri"/>
                  <w:sz w:val="24"/>
                </w:rPr>
                <w:id w:val="-6750066"/>
                <w14:checkbox>
                  <w14:checked w14:val="0"/>
                  <w14:checkedState w14:val="2612" w14:font="MS Gothic"/>
                  <w14:uncheckedState w14:val="2610" w14:font="MS Gothic"/>
                </w14:checkbox>
              </w:sdtPr>
              <w:sdtEndPr/>
              <w:sdtContent>
                <w:r w:rsidR="005A277F" w:rsidRPr="00556BB5">
                  <w:rPr>
                    <w:rFonts w:ascii="Segoe UI Symbol" w:eastAsia="MS Gothic" w:hAnsi="Segoe UI Symbol" w:cs="Segoe UI Symbol"/>
                    <w:sz w:val="24"/>
                  </w:rPr>
                  <w:t>☐</w:t>
                </w:r>
              </w:sdtContent>
            </w:sdt>
            <w:r w:rsidR="005A277F" w:rsidRPr="00556BB5">
              <w:rPr>
                <w:rFonts w:cs="Calibri"/>
              </w:rPr>
              <w:t xml:space="preserve">   5843 </w:t>
            </w:r>
            <w:r w:rsidR="005A277F" w:rsidRPr="00556BB5">
              <w:rPr>
                <w:rFonts w:eastAsia="Symbol" w:cs="Calibri"/>
              </w:rPr>
              <w:t>-</w:t>
            </w:r>
            <w:r w:rsidR="005A277F" w:rsidRPr="00556BB5">
              <w:rPr>
                <w:rFonts w:cs="Calibri"/>
              </w:rPr>
              <w:t xml:space="preserve"> Display of IHI Number Status and HI Record Status</w:t>
            </w:r>
          </w:p>
        </w:tc>
        <w:tc>
          <w:tcPr>
            <w:tcW w:w="2409" w:type="dxa"/>
          </w:tcPr>
          <w:p w14:paraId="2E60D4BC" w14:textId="2EFC4CD5" w:rsidR="005A277F" w:rsidRPr="00556BB5" w:rsidRDefault="005A277F" w:rsidP="006C6C65">
            <w:pPr>
              <w:pStyle w:val="Tabletext"/>
              <w:spacing w:after="40"/>
              <w:rPr>
                <w:rFonts w:cs="Calibri"/>
              </w:rPr>
            </w:pPr>
            <w:r w:rsidRPr="00556BB5">
              <w:rPr>
                <w:rFonts w:cs="Calibri"/>
              </w:rPr>
              <w:t>UC.010 – Part B</w:t>
            </w:r>
          </w:p>
          <w:p w14:paraId="2E7624D1" w14:textId="77777777" w:rsidR="005A277F" w:rsidRPr="00556BB5" w:rsidRDefault="005A277F" w:rsidP="006C6C65">
            <w:pPr>
              <w:pStyle w:val="Tabletext"/>
              <w:spacing w:after="40"/>
              <w:rPr>
                <w:rFonts w:cs="Calibri"/>
              </w:rPr>
            </w:pPr>
            <w:r w:rsidRPr="00556BB5">
              <w:rPr>
                <w:rFonts w:cs="Calibri"/>
              </w:rPr>
              <w:t>UC.011</w:t>
            </w:r>
          </w:p>
          <w:p w14:paraId="47585E94" w14:textId="201C5708" w:rsidR="005A277F" w:rsidRPr="00556BB5" w:rsidRDefault="005A277F" w:rsidP="006C6C65">
            <w:pPr>
              <w:pStyle w:val="Tabletext"/>
              <w:spacing w:after="40"/>
              <w:rPr>
                <w:rFonts w:cs="Calibri"/>
              </w:rPr>
            </w:pPr>
            <w:r w:rsidRPr="00556BB5">
              <w:rPr>
                <w:rFonts w:cs="Calibri"/>
              </w:rPr>
              <w:t>UC.015 – Part B</w:t>
            </w:r>
          </w:p>
          <w:p w14:paraId="521771DF" w14:textId="7A4392FD" w:rsidR="005A277F" w:rsidRPr="00556BB5" w:rsidRDefault="005A277F" w:rsidP="006C6C65">
            <w:pPr>
              <w:pStyle w:val="Tabletext"/>
              <w:spacing w:after="40"/>
              <w:rPr>
                <w:rFonts w:cs="Calibri"/>
              </w:rPr>
            </w:pPr>
            <w:r w:rsidRPr="00556BB5">
              <w:rPr>
                <w:rFonts w:cs="Calibri"/>
              </w:rPr>
              <w:t>UC.016</w:t>
            </w:r>
          </w:p>
          <w:p w14:paraId="067AD21D" w14:textId="6470AFDC" w:rsidR="005A277F" w:rsidRPr="00556BB5" w:rsidRDefault="005A277F" w:rsidP="006C6C65">
            <w:pPr>
              <w:pStyle w:val="Tabletext"/>
              <w:spacing w:after="40"/>
              <w:rPr>
                <w:rFonts w:cs="Calibri"/>
              </w:rPr>
            </w:pPr>
            <w:r w:rsidRPr="00556BB5">
              <w:rPr>
                <w:rFonts w:cs="Calibri"/>
              </w:rPr>
              <w:t>UC.035</w:t>
            </w:r>
          </w:p>
        </w:tc>
        <w:tc>
          <w:tcPr>
            <w:tcW w:w="3544" w:type="dxa"/>
          </w:tcPr>
          <w:p w14:paraId="606423F8" w14:textId="77777777" w:rsidR="005A277F" w:rsidRPr="00556BB5" w:rsidRDefault="005A277F" w:rsidP="009E2184">
            <w:pPr>
              <w:pStyle w:val="Tabletext"/>
              <w:rPr>
                <w:rFonts w:cs="Calibri"/>
              </w:rPr>
            </w:pPr>
          </w:p>
        </w:tc>
      </w:tr>
      <w:tr w:rsidR="005A277F" w:rsidRPr="003B5C15" w14:paraId="686794D2" w14:textId="2F668C8F" w:rsidTr="00556BB5">
        <w:trPr>
          <w:trHeight w:val="45"/>
        </w:trPr>
        <w:tc>
          <w:tcPr>
            <w:tcW w:w="3828" w:type="dxa"/>
          </w:tcPr>
          <w:p w14:paraId="7EE2A22A" w14:textId="1C621AAC" w:rsidR="005A277F" w:rsidRPr="00556BB5" w:rsidRDefault="006F3745" w:rsidP="009E2184">
            <w:pPr>
              <w:pStyle w:val="Tabletext"/>
              <w:rPr>
                <w:rFonts w:cs="Calibri"/>
              </w:rPr>
            </w:pPr>
            <w:sdt>
              <w:sdtPr>
                <w:rPr>
                  <w:rFonts w:eastAsia="MS Gothic" w:cs="Calibri"/>
                  <w:sz w:val="24"/>
                </w:rPr>
                <w:id w:val="25530615"/>
                <w14:checkbox>
                  <w14:checked w14:val="0"/>
                  <w14:checkedState w14:val="2612" w14:font="MS Gothic"/>
                  <w14:uncheckedState w14:val="2610" w14:font="MS Gothic"/>
                </w14:checkbox>
              </w:sdtPr>
              <w:sdtEndPr/>
              <w:sdtContent>
                <w:r w:rsidR="005A277F" w:rsidRPr="00556BB5">
                  <w:rPr>
                    <w:rFonts w:ascii="Segoe UI Symbol" w:eastAsia="MS Gothic" w:hAnsi="Segoe UI Symbol" w:cs="Segoe UI Symbol"/>
                    <w:sz w:val="24"/>
                  </w:rPr>
                  <w:t>☐</w:t>
                </w:r>
              </w:sdtContent>
            </w:sdt>
            <w:r w:rsidR="005A277F" w:rsidRPr="00556BB5">
              <w:rPr>
                <w:rFonts w:cs="Calibri"/>
              </w:rPr>
              <w:t xml:space="preserve">   5872 </w:t>
            </w:r>
            <w:r w:rsidR="005A277F" w:rsidRPr="00556BB5">
              <w:rPr>
                <w:rFonts w:eastAsia="Symbol" w:cs="Calibri"/>
              </w:rPr>
              <w:t>-</w:t>
            </w:r>
            <w:r w:rsidR="005A277F" w:rsidRPr="00556BB5">
              <w:rPr>
                <w:rFonts w:cs="Calibri"/>
              </w:rPr>
              <w:t xml:space="preserve"> Revalidation of individual IHIs</w:t>
            </w:r>
          </w:p>
        </w:tc>
        <w:tc>
          <w:tcPr>
            <w:tcW w:w="2409" w:type="dxa"/>
          </w:tcPr>
          <w:p w14:paraId="64A28819" w14:textId="0D6ADFE3" w:rsidR="005A277F" w:rsidRPr="00556BB5" w:rsidRDefault="005A277F" w:rsidP="006C6C65">
            <w:pPr>
              <w:pStyle w:val="Tabletext"/>
              <w:spacing w:after="40"/>
              <w:rPr>
                <w:rFonts w:cs="Calibri"/>
              </w:rPr>
            </w:pPr>
            <w:r w:rsidRPr="00556BB5">
              <w:rPr>
                <w:rFonts w:cs="Calibri"/>
              </w:rPr>
              <w:t>UC.015 – Part B</w:t>
            </w:r>
          </w:p>
          <w:p w14:paraId="481DC142" w14:textId="5E40524F" w:rsidR="005A277F" w:rsidRPr="00556BB5" w:rsidRDefault="005A277F" w:rsidP="006C6C65">
            <w:pPr>
              <w:pStyle w:val="Tabletext"/>
              <w:spacing w:after="40"/>
              <w:rPr>
                <w:rFonts w:cs="Calibri"/>
              </w:rPr>
            </w:pPr>
            <w:r w:rsidRPr="00556BB5">
              <w:rPr>
                <w:rFonts w:cs="Calibri"/>
              </w:rPr>
              <w:t>UC.016</w:t>
            </w:r>
          </w:p>
        </w:tc>
        <w:tc>
          <w:tcPr>
            <w:tcW w:w="3544" w:type="dxa"/>
          </w:tcPr>
          <w:p w14:paraId="0C2B1E9F" w14:textId="77777777" w:rsidR="005A277F" w:rsidRPr="00556BB5" w:rsidRDefault="005A277F" w:rsidP="009E2184">
            <w:pPr>
              <w:pStyle w:val="Tabletext"/>
              <w:rPr>
                <w:rFonts w:cs="Calibri"/>
              </w:rPr>
            </w:pPr>
          </w:p>
        </w:tc>
      </w:tr>
      <w:tr w:rsidR="005A277F" w:rsidRPr="003B5C15" w14:paraId="381416FB" w14:textId="5AE7208E" w:rsidTr="00556BB5">
        <w:tc>
          <w:tcPr>
            <w:tcW w:w="3828" w:type="dxa"/>
          </w:tcPr>
          <w:p w14:paraId="68C52350" w14:textId="4CBE527E" w:rsidR="005A277F" w:rsidRPr="00556BB5" w:rsidRDefault="006F3745" w:rsidP="009E2184">
            <w:pPr>
              <w:pStyle w:val="Tabletext"/>
              <w:rPr>
                <w:rFonts w:cs="Calibri"/>
              </w:rPr>
            </w:pPr>
            <w:sdt>
              <w:sdtPr>
                <w:rPr>
                  <w:rFonts w:eastAsia="MS Gothic" w:cs="Calibri"/>
                  <w:sz w:val="24"/>
                </w:rPr>
                <w:id w:val="122437237"/>
                <w14:checkbox>
                  <w14:checked w14:val="0"/>
                  <w14:checkedState w14:val="2612" w14:font="MS Gothic"/>
                  <w14:uncheckedState w14:val="2610" w14:font="MS Gothic"/>
                </w14:checkbox>
              </w:sdtPr>
              <w:sdtEndPr/>
              <w:sdtContent>
                <w:r w:rsidR="005A277F" w:rsidRPr="00556BB5">
                  <w:rPr>
                    <w:rFonts w:ascii="Segoe UI Symbol" w:eastAsia="MS Gothic" w:hAnsi="Segoe UI Symbol" w:cs="Segoe UI Symbol"/>
                    <w:sz w:val="24"/>
                  </w:rPr>
                  <w:t>☐</w:t>
                </w:r>
              </w:sdtContent>
            </w:sdt>
            <w:r w:rsidR="005A277F" w:rsidRPr="00556BB5">
              <w:rPr>
                <w:rFonts w:cs="Calibri"/>
              </w:rPr>
              <w:t xml:space="preserve">   5873 </w:t>
            </w:r>
            <w:r w:rsidR="005A277F" w:rsidRPr="00556BB5">
              <w:rPr>
                <w:rFonts w:eastAsia="Symbol" w:cs="Calibri"/>
              </w:rPr>
              <w:t>-</w:t>
            </w:r>
            <w:r w:rsidR="005A277F" w:rsidRPr="00556BB5">
              <w:rPr>
                <w:rFonts w:cs="Calibri"/>
              </w:rPr>
              <w:t xml:space="preserve"> Creation of error log for all errors</w:t>
            </w:r>
          </w:p>
        </w:tc>
        <w:tc>
          <w:tcPr>
            <w:tcW w:w="2409" w:type="dxa"/>
          </w:tcPr>
          <w:p w14:paraId="30066896" w14:textId="581BB133" w:rsidR="005A277F" w:rsidRPr="00556BB5" w:rsidRDefault="005A277F" w:rsidP="006C6C65">
            <w:pPr>
              <w:pStyle w:val="Tabletext"/>
              <w:spacing w:after="40"/>
              <w:rPr>
                <w:rFonts w:cs="Calibri"/>
              </w:rPr>
            </w:pPr>
            <w:r w:rsidRPr="00556BB5">
              <w:rPr>
                <w:rFonts w:cs="Calibri"/>
              </w:rPr>
              <w:t>UC.010 – Part C</w:t>
            </w:r>
          </w:p>
          <w:p w14:paraId="79E2ABBF" w14:textId="77777777" w:rsidR="005A277F" w:rsidRPr="00556BB5" w:rsidRDefault="005A277F" w:rsidP="006C6C65">
            <w:pPr>
              <w:pStyle w:val="Tabletext"/>
              <w:spacing w:after="40"/>
              <w:rPr>
                <w:rFonts w:cs="Calibri"/>
              </w:rPr>
            </w:pPr>
            <w:r w:rsidRPr="00556BB5">
              <w:rPr>
                <w:rFonts w:cs="Calibri"/>
              </w:rPr>
              <w:t>UC.011</w:t>
            </w:r>
          </w:p>
          <w:p w14:paraId="7130B9AB" w14:textId="3969D209" w:rsidR="005A277F" w:rsidRPr="00556BB5" w:rsidRDefault="005A277F" w:rsidP="006C6C65">
            <w:pPr>
              <w:pStyle w:val="Tabletext"/>
              <w:spacing w:after="40"/>
              <w:rPr>
                <w:rFonts w:cs="Calibri"/>
              </w:rPr>
            </w:pPr>
            <w:r w:rsidRPr="00556BB5">
              <w:rPr>
                <w:rFonts w:cs="Calibri"/>
              </w:rPr>
              <w:t>UC.015 – Part C</w:t>
            </w:r>
          </w:p>
          <w:p w14:paraId="2BA52239" w14:textId="77777777" w:rsidR="00A73F43" w:rsidRPr="00556BB5" w:rsidRDefault="005A277F" w:rsidP="006C6C65">
            <w:pPr>
              <w:pStyle w:val="Tabletext"/>
              <w:spacing w:after="40"/>
              <w:rPr>
                <w:rFonts w:cs="Calibri"/>
              </w:rPr>
            </w:pPr>
            <w:r w:rsidRPr="00556BB5">
              <w:rPr>
                <w:rFonts w:cs="Calibri"/>
              </w:rPr>
              <w:t>UC.016</w:t>
            </w:r>
          </w:p>
          <w:p w14:paraId="0022628C" w14:textId="6537E04F" w:rsidR="005A277F" w:rsidRPr="00556BB5" w:rsidRDefault="005A277F" w:rsidP="006C6C65">
            <w:pPr>
              <w:pStyle w:val="Tabletext"/>
              <w:spacing w:after="40"/>
              <w:rPr>
                <w:rFonts w:cs="Calibri"/>
              </w:rPr>
            </w:pPr>
            <w:r w:rsidRPr="00556BB5">
              <w:rPr>
                <w:rFonts w:cs="Calibri"/>
              </w:rPr>
              <w:t>UC.025 – Part B</w:t>
            </w:r>
          </w:p>
          <w:p w14:paraId="24E9C27B" w14:textId="6CA66FF2" w:rsidR="005A277F" w:rsidRPr="00556BB5" w:rsidRDefault="005A277F" w:rsidP="006C6C65">
            <w:pPr>
              <w:pStyle w:val="Tabletext"/>
              <w:spacing w:after="40"/>
              <w:rPr>
                <w:rFonts w:cs="Calibri"/>
              </w:rPr>
            </w:pPr>
            <w:r w:rsidRPr="00556BB5">
              <w:rPr>
                <w:rFonts w:cs="Calibri"/>
              </w:rPr>
              <w:t>UC.035</w:t>
            </w:r>
          </w:p>
          <w:p w14:paraId="305C1310" w14:textId="4821867B" w:rsidR="005A277F" w:rsidRPr="00556BB5" w:rsidRDefault="005A277F" w:rsidP="006C6C65">
            <w:pPr>
              <w:pStyle w:val="Tabletext"/>
              <w:spacing w:after="40"/>
              <w:rPr>
                <w:rFonts w:cs="Calibri"/>
              </w:rPr>
            </w:pPr>
            <w:r w:rsidRPr="00556BB5">
              <w:rPr>
                <w:rFonts w:cs="Calibri"/>
              </w:rPr>
              <w:t>UC.080</w:t>
            </w:r>
          </w:p>
          <w:p w14:paraId="6F31D689" w14:textId="4931085B" w:rsidR="005A277F" w:rsidRPr="00556BB5" w:rsidRDefault="005A277F" w:rsidP="006C6C65">
            <w:pPr>
              <w:pStyle w:val="Tabletext"/>
              <w:spacing w:after="40"/>
              <w:rPr>
                <w:rFonts w:cs="Calibri"/>
              </w:rPr>
            </w:pPr>
            <w:r w:rsidRPr="00556BB5">
              <w:rPr>
                <w:rFonts w:cs="Calibri"/>
              </w:rPr>
              <w:t>UC.131</w:t>
            </w:r>
          </w:p>
          <w:p w14:paraId="27B38945" w14:textId="791A6592" w:rsidR="005A277F" w:rsidRPr="00556BB5" w:rsidRDefault="005A277F" w:rsidP="006C6C65">
            <w:pPr>
              <w:pStyle w:val="Tabletext"/>
              <w:spacing w:after="40"/>
              <w:rPr>
                <w:rFonts w:cs="Calibri"/>
              </w:rPr>
            </w:pPr>
            <w:r w:rsidRPr="00556BB5">
              <w:rPr>
                <w:rFonts w:cs="Calibri"/>
              </w:rPr>
              <w:t>UC.241</w:t>
            </w:r>
          </w:p>
          <w:p w14:paraId="5D861C9E" w14:textId="04B77C11" w:rsidR="005A277F" w:rsidRPr="00556BB5" w:rsidRDefault="005A277F" w:rsidP="006C6C65">
            <w:pPr>
              <w:pStyle w:val="Tabletext"/>
              <w:spacing w:after="40"/>
              <w:rPr>
                <w:rFonts w:cs="Calibri"/>
              </w:rPr>
            </w:pPr>
            <w:r w:rsidRPr="00556BB5">
              <w:rPr>
                <w:rFonts w:cs="Calibri"/>
              </w:rPr>
              <w:t>UC.245</w:t>
            </w:r>
          </w:p>
          <w:p w14:paraId="2A634EF5" w14:textId="0E1F4C8E" w:rsidR="005A277F" w:rsidRPr="00556BB5" w:rsidRDefault="005A277F" w:rsidP="006C6C65">
            <w:pPr>
              <w:pStyle w:val="Tabletext"/>
              <w:spacing w:after="40"/>
              <w:rPr>
                <w:rFonts w:cs="Calibri"/>
              </w:rPr>
            </w:pPr>
            <w:r w:rsidRPr="00556BB5">
              <w:rPr>
                <w:rFonts w:cs="Calibri"/>
              </w:rPr>
              <w:t>UC.305</w:t>
            </w:r>
          </w:p>
          <w:p w14:paraId="63A40C80" w14:textId="61C895C9" w:rsidR="005A277F" w:rsidRPr="00556BB5" w:rsidRDefault="005A277F" w:rsidP="006C6C65">
            <w:pPr>
              <w:pStyle w:val="Tabletext"/>
              <w:spacing w:after="40"/>
              <w:rPr>
                <w:rFonts w:cs="Calibri"/>
              </w:rPr>
            </w:pPr>
            <w:r w:rsidRPr="00556BB5">
              <w:rPr>
                <w:rFonts w:cs="Calibri"/>
              </w:rPr>
              <w:lastRenderedPageBreak/>
              <w:t>UC.306</w:t>
            </w:r>
          </w:p>
          <w:p w14:paraId="4E283221" w14:textId="672734AE" w:rsidR="005A277F" w:rsidRPr="00556BB5" w:rsidRDefault="005A277F" w:rsidP="006C6C65">
            <w:pPr>
              <w:pStyle w:val="Tabletext"/>
              <w:spacing w:after="40"/>
              <w:rPr>
                <w:rFonts w:cs="Calibri"/>
              </w:rPr>
            </w:pPr>
            <w:r w:rsidRPr="00556BB5">
              <w:rPr>
                <w:rFonts w:cs="Calibri"/>
              </w:rPr>
              <w:t>UC.320</w:t>
            </w:r>
          </w:p>
          <w:p w14:paraId="4E1B330C" w14:textId="661CF04B" w:rsidR="005A277F" w:rsidRPr="00556BB5" w:rsidRDefault="005A277F" w:rsidP="006C6C65">
            <w:pPr>
              <w:pStyle w:val="Tabletext"/>
              <w:spacing w:after="40"/>
              <w:rPr>
                <w:rFonts w:cs="Calibri"/>
              </w:rPr>
            </w:pPr>
            <w:r w:rsidRPr="00556BB5">
              <w:rPr>
                <w:rFonts w:cs="Calibri"/>
              </w:rPr>
              <w:t>UC.325</w:t>
            </w:r>
          </w:p>
          <w:p w14:paraId="68FA9601" w14:textId="0E2F77FF" w:rsidR="005A277F" w:rsidRPr="00556BB5" w:rsidRDefault="005A277F" w:rsidP="006C6C65">
            <w:pPr>
              <w:pStyle w:val="Tabletext"/>
              <w:spacing w:after="40"/>
              <w:rPr>
                <w:rFonts w:cs="Calibri"/>
              </w:rPr>
            </w:pPr>
            <w:r w:rsidRPr="00556BB5">
              <w:rPr>
                <w:rFonts w:cs="Calibri"/>
              </w:rPr>
              <w:t>UC.330</w:t>
            </w:r>
          </w:p>
        </w:tc>
        <w:tc>
          <w:tcPr>
            <w:tcW w:w="3544" w:type="dxa"/>
          </w:tcPr>
          <w:p w14:paraId="6FD8C026" w14:textId="77777777" w:rsidR="005A277F" w:rsidRPr="00556BB5" w:rsidRDefault="005A277F" w:rsidP="009E2184">
            <w:pPr>
              <w:pStyle w:val="Tabletext"/>
              <w:rPr>
                <w:rFonts w:cs="Calibri"/>
              </w:rPr>
            </w:pPr>
          </w:p>
        </w:tc>
      </w:tr>
      <w:tr w:rsidR="005A277F" w:rsidRPr="003B5C15" w14:paraId="285F19E8" w14:textId="2D4EB727" w:rsidTr="00556BB5">
        <w:tc>
          <w:tcPr>
            <w:tcW w:w="3828" w:type="dxa"/>
          </w:tcPr>
          <w:p w14:paraId="5F83F3E3" w14:textId="1E06A278" w:rsidR="005A277F" w:rsidRPr="00556BB5" w:rsidRDefault="006F3745" w:rsidP="009E2184">
            <w:pPr>
              <w:pStyle w:val="Tabletext"/>
              <w:rPr>
                <w:rFonts w:cs="Calibri"/>
              </w:rPr>
            </w:pPr>
            <w:sdt>
              <w:sdtPr>
                <w:rPr>
                  <w:rFonts w:eastAsia="MS Gothic" w:cs="Calibri"/>
                  <w:sz w:val="24"/>
                </w:rPr>
                <w:id w:val="-823663269"/>
                <w14:checkbox>
                  <w14:checked w14:val="0"/>
                  <w14:checkedState w14:val="2612" w14:font="MS Gothic"/>
                  <w14:uncheckedState w14:val="2610" w14:font="MS Gothic"/>
                </w14:checkbox>
              </w:sdtPr>
              <w:sdtEndPr/>
              <w:sdtContent>
                <w:r w:rsidR="005A277F" w:rsidRPr="00556BB5">
                  <w:rPr>
                    <w:rFonts w:ascii="Segoe UI Symbol" w:eastAsia="MS Gothic" w:hAnsi="Segoe UI Symbol" w:cs="Segoe UI Symbol"/>
                    <w:sz w:val="24"/>
                  </w:rPr>
                  <w:t>☐</w:t>
                </w:r>
              </w:sdtContent>
            </w:sdt>
            <w:r w:rsidR="005A277F" w:rsidRPr="00556BB5">
              <w:rPr>
                <w:rFonts w:cs="Calibri"/>
              </w:rPr>
              <w:t xml:space="preserve">   8028 </w:t>
            </w:r>
            <w:r w:rsidR="005A277F" w:rsidRPr="00556BB5">
              <w:rPr>
                <w:rFonts w:eastAsia="Symbol" w:cs="Calibri"/>
              </w:rPr>
              <w:t>-</w:t>
            </w:r>
            <w:r w:rsidR="005A277F" w:rsidRPr="00556BB5">
              <w:rPr>
                <w:rFonts w:cs="Calibri"/>
              </w:rPr>
              <w:t xml:space="preserve"> Record audit trail of each healthcare identifier disclosed by the HI Service</w:t>
            </w:r>
          </w:p>
        </w:tc>
        <w:tc>
          <w:tcPr>
            <w:tcW w:w="2409" w:type="dxa"/>
          </w:tcPr>
          <w:p w14:paraId="6D35832F" w14:textId="7F3B5B76" w:rsidR="005A277F" w:rsidRPr="00556BB5" w:rsidRDefault="005A277F" w:rsidP="006C6C65">
            <w:pPr>
              <w:pStyle w:val="Tabletext"/>
              <w:spacing w:after="40"/>
              <w:rPr>
                <w:rFonts w:cs="Calibri"/>
              </w:rPr>
            </w:pPr>
            <w:r w:rsidRPr="00556BB5">
              <w:rPr>
                <w:rFonts w:cs="Calibri"/>
              </w:rPr>
              <w:t>UC.010 – Part C</w:t>
            </w:r>
          </w:p>
          <w:p w14:paraId="067A441B" w14:textId="77777777" w:rsidR="005A277F" w:rsidRPr="00556BB5" w:rsidRDefault="005A277F" w:rsidP="006C6C65">
            <w:pPr>
              <w:pStyle w:val="Tabletext"/>
              <w:spacing w:after="40"/>
              <w:rPr>
                <w:rFonts w:cs="Calibri"/>
              </w:rPr>
            </w:pPr>
            <w:r w:rsidRPr="00556BB5">
              <w:rPr>
                <w:rFonts w:cs="Calibri"/>
              </w:rPr>
              <w:t>UC.011</w:t>
            </w:r>
          </w:p>
          <w:p w14:paraId="01C0C75C" w14:textId="2330C57D" w:rsidR="005A277F" w:rsidRPr="00556BB5" w:rsidRDefault="005A277F" w:rsidP="006C6C65">
            <w:pPr>
              <w:pStyle w:val="Tabletext"/>
              <w:spacing w:after="40"/>
              <w:rPr>
                <w:rFonts w:cs="Calibri"/>
              </w:rPr>
            </w:pPr>
            <w:r w:rsidRPr="00556BB5">
              <w:rPr>
                <w:rFonts w:cs="Calibri"/>
              </w:rPr>
              <w:t>UC.015 – Part C</w:t>
            </w:r>
          </w:p>
          <w:p w14:paraId="496A4E39" w14:textId="77777777" w:rsidR="00A73F43" w:rsidRPr="00556BB5" w:rsidRDefault="005A277F" w:rsidP="006C6C65">
            <w:pPr>
              <w:pStyle w:val="Tabletext"/>
              <w:spacing w:after="40"/>
              <w:rPr>
                <w:rFonts w:cs="Calibri"/>
              </w:rPr>
            </w:pPr>
            <w:r w:rsidRPr="00556BB5">
              <w:rPr>
                <w:rFonts w:cs="Calibri"/>
              </w:rPr>
              <w:t>UC.016</w:t>
            </w:r>
          </w:p>
          <w:p w14:paraId="06F58A0B" w14:textId="2984096C" w:rsidR="005A277F" w:rsidRPr="00556BB5" w:rsidRDefault="005A277F" w:rsidP="006C6C65">
            <w:pPr>
              <w:pStyle w:val="Tabletext"/>
              <w:spacing w:after="40"/>
              <w:rPr>
                <w:rFonts w:cs="Calibri"/>
              </w:rPr>
            </w:pPr>
            <w:r w:rsidRPr="00556BB5">
              <w:rPr>
                <w:rFonts w:cs="Calibri"/>
              </w:rPr>
              <w:t>UC.025 – Part B</w:t>
            </w:r>
          </w:p>
          <w:p w14:paraId="6E9A7533" w14:textId="421BC5ED" w:rsidR="005A277F" w:rsidRPr="00556BB5" w:rsidRDefault="005A277F" w:rsidP="006C6C65">
            <w:pPr>
              <w:pStyle w:val="Tabletext"/>
              <w:spacing w:after="40"/>
              <w:rPr>
                <w:rFonts w:cs="Calibri"/>
              </w:rPr>
            </w:pPr>
            <w:r w:rsidRPr="00556BB5">
              <w:rPr>
                <w:rFonts w:cs="Calibri"/>
              </w:rPr>
              <w:t>UC.035</w:t>
            </w:r>
          </w:p>
          <w:p w14:paraId="3C311183" w14:textId="09A4A355" w:rsidR="005A277F" w:rsidRPr="00556BB5" w:rsidRDefault="005A277F" w:rsidP="006C6C65">
            <w:pPr>
              <w:pStyle w:val="Tabletext"/>
              <w:spacing w:after="40"/>
              <w:rPr>
                <w:rFonts w:cs="Calibri"/>
              </w:rPr>
            </w:pPr>
            <w:r w:rsidRPr="00556BB5">
              <w:rPr>
                <w:rFonts w:cs="Calibri"/>
              </w:rPr>
              <w:t>UC.131</w:t>
            </w:r>
          </w:p>
          <w:p w14:paraId="730BC18B" w14:textId="0C1AB226" w:rsidR="005A277F" w:rsidRPr="00556BB5" w:rsidRDefault="005A277F" w:rsidP="006C6C65">
            <w:pPr>
              <w:pStyle w:val="Tabletext"/>
              <w:spacing w:after="40"/>
              <w:rPr>
                <w:rFonts w:cs="Calibri"/>
              </w:rPr>
            </w:pPr>
            <w:r w:rsidRPr="00556BB5">
              <w:rPr>
                <w:rFonts w:cs="Calibri"/>
              </w:rPr>
              <w:t>UC.150</w:t>
            </w:r>
          </w:p>
          <w:p w14:paraId="4F68C444" w14:textId="77310D1B" w:rsidR="005A277F" w:rsidRPr="00556BB5" w:rsidRDefault="005A277F" w:rsidP="006C6C65">
            <w:pPr>
              <w:pStyle w:val="Tabletext"/>
              <w:spacing w:after="40"/>
              <w:rPr>
                <w:rFonts w:cs="Calibri"/>
              </w:rPr>
            </w:pPr>
            <w:r w:rsidRPr="00556BB5">
              <w:rPr>
                <w:rFonts w:cs="Calibri"/>
              </w:rPr>
              <w:t>UC.241</w:t>
            </w:r>
          </w:p>
          <w:p w14:paraId="3D1EFEF2" w14:textId="5082A364" w:rsidR="003F15E8" w:rsidRPr="00556BB5" w:rsidRDefault="003F15E8" w:rsidP="006C6C65">
            <w:pPr>
              <w:pStyle w:val="Tabletext"/>
              <w:spacing w:after="40"/>
              <w:rPr>
                <w:rFonts w:cs="Calibri"/>
              </w:rPr>
            </w:pPr>
            <w:r w:rsidRPr="00556BB5">
              <w:rPr>
                <w:rFonts w:cs="Calibri"/>
              </w:rPr>
              <w:t>UC.245</w:t>
            </w:r>
          </w:p>
          <w:p w14:paraId="6713C237" w14:textId="2FD0B294" w:rsidR="005A277F" w:rsidRPr="00556BB5" w:rsidRDefault="005A277F" w:rsidP="006C6C65">
            <w:pPr>
              <w:pStyle w:val="Tabletext"/>
              <w:spacing w:after="40"/>
              <w:rPr>
                <w:rFonts w:cs="Calibri"/>
              </w:rPr>
            </w:pPr>
            <w:r w:rsidRPr="00556BB5">
              <w:rPr>
                <w:rFonts w:cs="Calibri"/>
              </w:rPr>
              <w:t>UC.305</w:t>
            </w:r>
          </w:p>
          <w:p w14:paraId="3AB41F1C" w14:textId="530E4FAF" w:rsidR="005A277F" w:rsidRPr="00556BB5" w:rsidRDefault="005A277F" w:rsidP="006C6C65">
            <w:pPr>
              <w:pStyle w:val="Tabletext"/>
              <w:spacing w:after="40"/>
              <w:rPr>
                <w:rFonts w:cs="Calibri"/>
              </w:rPr>
            </w:pPr>
            <w:r w:rsidRPr="00556BB5">
              <w:rPr>
                <w:rFonts w:cs="Calibri"/>
              </w:rPr>
              <w:t>UC.306</w:t>
            </w:r>
          </w:p>
        </w:tc>
        <w:tc>
          <w:tcPr>
            <w:tcW w:w="3544" w:type="dxa"/>
          </w:tcPr>
          <w:p w14:paraId="3FD5304E" w14:textId="77777777" w:rsidR="005A277F" w:rsidRPr="00556BB5" w:rsidRDefault="005A277F" w:rsidP="009E2184">
            <w:pPr>
              <w:pStyle w:val="Tabletext"/>
              <w:rPr>
                <w:rFonts w:cs="Calibri"/>
              </w:rPr>
            </w:pPr>
          </w:p>
        </w:tc>
      </w:tr>
      <w:tr w:rsidR="005A277F" w:rsidRPr="003B5C15" w14:paraId="77161C44" w14:textId="624475A2" w:rsidTr="00556BB5">
        <w:tc>
          <w:tcPr>
            <w:tcW w:w="3828" w:type="dxa"/>
          </w:tcPr>
          <w:p w14:paraId="717F02AE" w14:textId="59D60B05" w:rsidR="005A277F" w:rsidRPr="00556BB5" w:rsidRDefault="006F3745" w:rsidP="009E2184">
            <w:pPr>
              <w:pStyle w:val="Tabletext"/>
              <w:rPr>
                <w:rFonts w:cs="Calibri"/>
              </w:rPr>
            </w:pPr>
            <w:sdt>
              <w:sdtPr>
                <w:rPr>
                  <w:rFonts w:eastAsia="MS Gothic" w:cs="Calibri"/>
                  <w:sz w:val="24"/>
                </w:rPr>
                <w:id w:val="1590822680"/>
                <w14:checkbox>
                  <w14:checked w14:val="0"/>
                  <w14:checkedState w14:val="2612" w14:font="MS Gothic"/>
                  <w14:uncheckedState w14:val="2610" w14:font="MS Gothic"/>
                </w14:checkbox>
              </w:sdtPr>
              <w:sdtEndPr/>
              <w:sdtContent>
                <w:r w:rsidR="005A277F" w:rsidRPr="00556BB5">
                  <w:rPr>
                    <w:rFonts w:ascii="Segoe UI Symbol" w:eastAsia="MS Gothic" w:hAnsi="Segoe UI Symbol" w:cs="Segoe UI Symbol"/>
                    <w:sz w:val="24"/>
                  </w:rPr>
                  <w:t>☐</w:t>
                </w:r>
              </w:sdtContent>
            </w:sdt>
            <w:r w:rsidR="005A277F" w:rsidRPr="00556BB5">
              <w:rPr>
                <w:rFonts w:cs="Calibri"/>
              </w:rPr>
              <w:t xml:space="preserve">   16813 – Actions for when validation of a verified IHI returns a ‘resolved’ information message and a different IHI number</w:t>
            </w:r>
          </w:p>
        </w:tc>
        <w:tc>
          <w:tcPr>
            <w:tcW w:w="2409" w:type="dxa"/>
          </w:tcPr>
          <w:p w14:paraId="14CF9EEA" w14:textId="745FB5A6" w:rsidR="005A277F" w:rsidRPr="00556BB5" w:rsidRDefault="005A277F" w:rsidP="006C6C65">
            <w:pPr>
              <w:pStyle w:val="Tabletext"/>
              <w:spacing w:after="40"/>
              <w:rPr>
                <w:rFonts w:cs="Calibri"/>
              </w:rPr>
            </w:pPr>
            <w:r w:rsidRPr="00556BB5">
              <w:rPr>
                <w:rFonts w:cs="Calibri"/>
              </w:rPr>
              <w:t>UC.015 – Part B</w:t>
            </w:r>
          </w:p>
          <w:p w14:paraId="16813A61" w14:textId="77777777" w:rsidR="00A73F43" w:rsidRPr="00556BB5" w:rsidRDefault="005A277F" w:rsidP="006C6C65">
            <w:pPr>
              <w:pStyle w:val="Tabletext"/>
              <w:spacing w:after="40"/>
              <w:rPr>
                <w:rFonts w:cs="Calibri"/>
              </w:rPr>
            </w:pPr>
            <w:r w:rsidRPr="00556BB5">
              <w:rPr>
                <w:rFonts w:cs="Calibri"/>
              </w:rPr>
              <w:t>UC.016</w:t>
            </w:r>
          </w:p>
          <w:p w14:paraId="695B9476" w14:textId="71A9B492" w:rsidR="005A277F" w:rsidRPr="00556BB5" w:rsidRDefault="005A277F" w:rsidP="006C6C65">
            <w:pPr>
              <w:pStyle w:val="Tabletext"/>
              <w:spacing w:after="40"/>
              <w:rPr>
                <w:rFonts w:cs="Calibri"/>
              </w:rPr>
            </w:pPr>
            <w:r w:rsidRPr="00556BB5">
              <w:rPr>
                <w:rFonts w:cs="Calibri"/>
              </w:rPr>
              <w:t>UC.025 – Part B</w:t>
            </w:r>
          </w:p>
          <w:p w14:paraId="41F7D2FA" w14:textId="2795C4AC" w:rsidR="005A277F" w:rsidRPr="00556BB5" w:rsidRDefault="005A277F" w:rsidP="006C6C65">
            <w:pPr>
              <w:pStyle w:val="Tabletext"/>
              <w:spacing w:after="40"/>
              <w:rPr>
                <w:rFonts w:cs="Calibri"/>
              </w:rPr>
            </w:pPr>
            <w:r w:rsidRPr="00556BB5">
              <w:rPr>
                <w:rFonts w:cs="Calibri"/>
              </w:rPr>
              <w:t>UC.035</w:t>
            </w:r>
          </w:p>
          <w:p w14:paraId="52344A3A" w14:textId="37A6B694" w:rsidR="005A277F" w:rsidRPr="00556BB5" w:rsidRDefault="005A277F" w:rsidP="006C6C65">
            <w:pPr>
              <w:pStyle w:val="Tabletext"/>
              <w:spacing w:after="40"/>
              <w:rPr>
                <w:rFonts w:cs="Calibri"/>
              </w:rPr>
            </w:pPr>
            <w:r w:rsidRPr="00556BB5">
              <w:rPr>
                <w:rFonts w:cs="Calibri"/>
              </w:rPr>
              <w:t>UC.320</w:t>
            </w:r>
          </w:p>
          <w:p w14:paraId="66D32BC4" w14:textId="38C0A986" w:rsidR="005A277F" w:rsidRPr="00556BB5" w:rsidRDefault="005A277F" w:rsidP="006C6C65">
            <w:pPr>
              <w:pStyle w:val="Tabletext"/>
              <w:spacing w:after="40"/>
              <w:rPr>
                <w:rFonts w:cs="Calibri"/>
              </w:rPr>
            </w:pPr>
            <w:r w:rsidRPr="00556BB5">
              <w:rPr>
                <w:rFonts w:cs="Calibri"/>
              </w:rPr>
              <w:t>UC.330</w:t>
            </w:r>
          </w:p>
        </w:tc>
        <w:tc>
          <w:tcPr>
            <w:tcW w:w="3544" w:type="dxa"/>
          </w:tcPr>
          <w:p w14:paraId="7761BF6F" w14:textId="77777777" w:rsidR="005A277F" w:rsidRPr="00556BB5" w:rsidRDefault="005A277F" w:rsidP="009E2184">
            <w:pPr>
              <w:pStyle w:val="Tabletext"/>
              <w:rPr>
                <w:rFonts w:cs="Calibri"/>
              </w:rPr>
            </w:pPr>
          </w:p>
        </w:tc>
      </w:tr>
      <w:tr w:rsidR="005A277F" w:rsidRPr="003B5C15" w14:paraId="30677525" w14:textId="1FA5EC81" w:rsidTr="00556BB5">
        <w:tc>
          <w:tcPr>
            <w:tcW w:w="3828" w:type="dxa"/>
          </w:tcPr>
          <w:p w14:paraId="2647581D" w14:textId="3ACE961D" w:rsidR="005A277F" w:rsidRPr="00556BB5" w:rsidRDefault="006F3745" w:rsidP="009E2184">
            <w:pPr>
              <w:pStyle w:val="Tabletext"/>
              <w:rPr>
                <w:rFonts w:cs="Calibri"/>
              </w:rPr>
            </w:pPr>
            <w:sdt>
              <w:sdtPr>
                <w:rPr>
                  <w:rFonts w:eastAsia="MS Gothic" w:cs="Calibri"/>
                  <w:sz w:val="24"/>
                </w:rPr>
                <w:id w:val="-373922650"/>
                <w14:checkbox>
                  <w14:checked w14:val="0"/>
                  <w14:checkedState w14:val="2612" w14:font="MS Gothic"/>
                  <w14:uncheckedState w14:val="2610" w14:font="MS Gothic"/>
                </w14:checkbox>
              </w:sdtPr>
              <w:sdtEndPr/>
              <w:sdtContent>
                <w:r w:rsidR="005A277F" w:rsidRPr="00556BB5">
                  <w:rPr>
                    <w:rFonts w:ascii="Segoe UI Symbol" w:eastAsia="MS Gothic" w:hAnsi="Segoe UI Symbol" w:cs="Segoe UI Symbol"/>
                    <w:sz w:val="24"/>
                  </w:rPr>
                  <w:t>☐</w:t>
                </w:r>
              </w:sdtContent>
            </w:sdt>
            <w:r w:rsidR="005A277F" w:rsidRPr="00556BB5">
              <w:rPr>
                <w:rFonts w:cs="Calibri"/>
              </w:rPr>
              <w:t xml:space="preserve">   16815 – Rules for when the validation of an active and verified IHI returns the same IHI number and same IHI record status but with a different IHI status</w:t>
            </w:r>
          </w:p>
        </w:tc>
        <w:tc>
          <w:tcPr>
            <w:tcW w:w="2409" w:type="dxa"/>
          </w:tcPr>
          <w:p w14:paraId="1D18BA94" w14:textId="11B7192B" w:rsidR="005A277F" w:rsidRPr="00556BB5" w:rsidRDefault="005A277F" w:rsidP="006C6C65">
            <w:pPr>
              <w:pStyle w:val="Tabletext"/>
              <w:spacing w:after="40"/>
              <w:rPr>
                <w:rFonts w:cs="Calibri"/>
              </w:rPr>
            </w:pPr>
            <w:r w:rsidRPr="00556BB5">
              <w:rPr>
                <w:rFonts w:cs="Calibri"/>
              </w:rPr>
              <w:t>UC.015 – Part B</w:t>
            </w:r>
          </w:p>
          <w:p w14:paraId="3D396C57" w14:textId="77777777" w:rsidR="00A73F43" w:rsidRPr="00556BB5" w:rsidRDefault="005A277F" w:rsidP="006C6C65">
            <w:pPr>
              <w:pStyle w:val="Tabletext"/>
              <w:spacing w:after="40"/>
              <w:rPr>
                <w:rFonts w:cs="Calibri"/>
              </w:rPr>
            </w:pPr>
            <w:r w:rsidRPr="00556BB5">
              <w:rPr>
                <w:rFonts w:cs="Calibri"/>
              </w:rPr>
              <w:t>UC.016</w:t>
            </w:r>
          </w:p>
          <w:p w14:paraId="7466BDF9" w14:textId="5AD87626" w:rsidR="005A277F" w:rsidRPr="00556BB5" w:rsidRDefault="005A277F" w:rsidP="006C6C65">
            <w:pPr>
              <w:pStyle w:val="Tabletext"/>
              <w:spacing w:after="40"/>
              <w:rPr>
                <w:rFonts w:cs="Calibri"/>
              </w:rPr>
            </w:pPr>
            <w:r w:rsidRPr="00556BB5">
              <w:rPr>
                <w:rFonts w:cs="Calibri"/>
              </w:rPr>
              <w:t>UC.025 – Part B</w:t>
            </w:r>
          </w:p>
          <w:p w14:paraId="11AD5472" w14:textId="0960D8BA" w:rsidR="005A277F" w:rsidRPr="00556BB5" w:rsidRDefault="005A277F" w:rsidP="006C6C65">
            <w:pPr>
              <w:pStyle w:val="Tabletext"/>
              <w:spacing w:after="40"/>
              <w:rPr>
                <w:rFonts w:cs="Calibri"/>
              </w:rPr>
            </w:pPr>
            <w:r w:rsidRPr="00556BB5">
              <w:rPr>
                <w:rFonts w:cs="Calibri"/>
              </w:rPr>
              <w:t>UC.035</w:t>
            </w:r>
          </w:p>
          <w:p w14:paraId="19525298" w14:textId="63670DF7" w:rsidR="005A277F" w:rsidRPr="00556BB5" w:rsidRDefault="005A277F" w:rsidP="006C6C65">
            <w:pPr>
              <w:pStyle w:val="Tabletext"/>
              <w:spacing w:after="40"/>
              <w:rPr>
                <w:rFonts w:cs="Calibri"/>
              </w:rPr>
            </w:pPr>
            <w:r w:rsidRPr="00556BB5">
              <w:rPr>
                <w:rFonts w:cs="Calibri"/>
              </w:rPr>
              <w:t>UC.320</w:t>
            </w:r>
          </w:p>
          <w:p w14:paraId="6491A90B" w14:textId="5B3EF538" w:rsidR="005A277F" w:rsidRPr="00556BB5" w:rsidRDefault="005A277F" w:rsidP="006C6C65">
            <w:pPr>
              <w:pStyle w:val="Tabletext"/>
              <w:spacing w:after="40"/>
              <w:rPr>
                <w:rFonts w:cs="Calibri"/>
              </w:rPr>
            </w:pPr>
            <w:r w:rsidRPr="00556BB5">
              <w:rPr>
                <w:rFonts w:cs="Calibri"/>
              </w:rPr>
              <w:t>UC.330</w:t>
            </w:r>
          </w:p>
        </w:tc>
        <w:tc>
          <w:tcPr>
            <w:tcW w:w="3544" w:type="dxa"/>
          </w:tcPr>
          <w:p w14:paraId="3B6ECE74" w14:textId="77777777" w:rsidR="005A277F" w:rsidRPr="00556BB5" w:rsidRDefault="005A277F" w:rsidP="009E2184">
            <w:pPr>
              <w:pStyle w:val="Tabletext"/>
              <w:rPr>
                <w:rFonts w:cs="Calibri"/>
              </w:rPr>
            </w:pPr>
          </w:p>
        </w:tc>
      </w:tr>
      <w:tr w:rsidR="005A277F" w:rsidRPr="003B5C15" w14:paraId="5700FD95" w14:textId="2DAE54AD" w:rsidTr="00556BB5">
        <w:tc>
          <w:tcPr>
            <w:tcW w:w="3828" w:type="dxa"/>
          </w:tcPr>
          <w:p w14:paraId="0C05D3ED" w14:textId="183F69FB" w:rsidR="005A277F" w:rsidRPr="00556BB5" w:rsidRDefault="006F3745" w:rsidP="009E2184">
            <w:pPr>
              <w:pStyle w:val="Tabletext"/>
              <w:rPr>
                <w:rFonts w:cs="Calibri"/>
              </w:rPr>
            </w:pPr>
            <w:sdt>
              <w:sdtPr>
                <w:rPr>
                  <w:rFonts w:eastAsia="MS Gothic" w:cs="Calibri"/>
                  <w:sz w:val="24"/>
                </w:rPr>
                <w:id w:val="-337766450"/>
                <w14:checkbox>
                  <w14:checked w14:val="0"/>
                  <w14:checkedState w14:val="2612" w14:font="MS Gothic"/>
                  <w14:uncheckedState w14:val="2610" w14:font="MS Gothic"/>
                </w14:checkbox>
              </w:sdtPr>
              <w:sdtEndPr/>
              <w:sdtContent>
                <w:r w:rsidR="005A277F" w:rsidRPr="00556BB5">
                  <w:rPr>
                    <w:rFonts w:ascii="Segoe UI Symbol" w:eastAsia="MS Gothic" w:hAnsi="Segoe UI Symbol" w:cs="Segoe UI Symbol"/>
                    <w:sz w:val="24"/>
                  </w:rPr>
                  <w:t>☐</w:t>
                </w:r>
              </w:sdtContent>
            </w:sdt>
            <w:r w:rsidR="005A277F" w:rsidRPr="00556BB5">
              <w:rPr>
                <w:rFonts w:cs="Calibri"/>
              </w:rPr>
              <w:t xml:space="preserve">   22000 - Validation of IHIs using updated identifiers</w:t>
            </w:r>
          </w:p>
        </w:tc>
        <w:tc>
          <w:tcPr>
            <w:tcW w:w="2409" w:type="dxa"/>
          </w:tcPr>
          <w:p w14:paraId="3C076C33" w14:textId="038FB7FE" w:rsidR="005A277F" w:rsidRPr="00556BB5" w:rsidRDefault="005A277F" w:rsidP="006C6C65">
            <w:pPr>
              <w:pStyle w:val="Tabletext"/>
              <w:spacing w:after="40"/>
              <w:rPr>
                <w:rFonts w:cs="Calibri"/>
              </w:rPr>
            </w:pPr>
            <w:r w:rsidRPr="00556BB5">
              <w:rPr>
                <w:rFonts w:cs="Calibri"/>
              </w:rPr>
              <w:t>UC.015 – Part B</w:t>
            </w:r>
          </w:p>
          <w:p w14:paraId="23F06777" w14:textId="3B923708" w:rsidR="005A277F" w:rsidRPr="00556BB5" w:rsidRDefault="005A277F" w:rsidP="006C6C65">
            <w:pPr>
              <w:pStyle w:val="Tabletext"/>
              <w:spacing w:after="40"/>
              <w:rPr>
                <w:rFonts w:cs="Calibri"/>
              </w:rPr>
            </w:pPr>
            <w:r w:rsidRPr="00556BB5">
              <w:rPr>
                <w:rFonts w:cs="Calibri"/>
              </w:rPr>
              <w:t>UC.016</w:t>
            </w:r>
          </w:p>
          <w:p w14:paraId="33823954" w14:textId="5EFE2BF5" w:rsidR="005A277F" w:rsidRPr="00556BB5" w:rsidRDefault="005A277F" w:rsidP="006C6C65">
            <w:pPr>
              <w:pStyle w:val="Tabletext"/>
              <w:spacing w:after="40"/>
              <w:rPr>
                <w:rFonts w:cs="Calibri"/>
              </w:rPr>
            </w:pPr>
            <w:r w:rsidRPr="00556BB5">
              <w:rPr>
                <w:rFonts w:cs="Calibri"/>
              </w:rPr>
              <w:t>UC.025 – Part B</w:t>
            </w:r>
          </w:p>
        </w:tc>
        <w:tc>
          <w:tcPr>
            <w:tcW w:w="3544" w:type="dxa"/>
          </w:tcPr>
          <w:p w14:paraId="13F32D8B" w14:textId="77777777" w:rsidR="005A277F" w:rsidRPr="00556BB5" w:rsidRDefault="005A277F" w:rsidP="009E2184">
            <w:pPr>
              <w:pStyle w:val="Tabletext"/>
              <w:rPr>
                <w:rFonts w:cs="Calibri"/>
              </w:rPr>
            </w:pPr>
          </w:p>
        </w:tc>
      </w:tr>
    </w:tbl>
    <w:p w14:paraId="09FCAC79" w14:textId="77777777" w:rsidR="008D3D90" w:rsidRPr="003B5C15" w:rsidRDefault="008D3D90" w:rsidP="008D3D90">
      <w:pPr>
        <w:pStyle w:val="BodyText"/>
        <w:ind w:left="0"/>
        <w:rPr>
          <w:rFonts w:cs="Calibri"/>
          <w:szCs w:val="22"/>
        </w:rPr>
      </w:pPr>
    </w:p>
    <w:p w14:paraId="7E7BCB26" w14:textId="10DBB383" w:rsidR="003D74A8" w:rsidRPr="00556BB5" w:rsidRDefault="003D74A8" w:rsidP="00800B21">
      <w:pPr>
        <w:pStyle w:val="Heading2"/>
        <w:rPr>
          <w:rFonts w:cs="Calibri"/>
        </w:rPr>
      </w:pPr>
      <w:bookmarkStart w:id="93" w:name="_Toc75784479"/>
      <w:bookmarkStart w:id="94" w:name="_Toc170823786"/>
      <w:bookmarkStart w:id="95" w:name="_Toc215058739"/>
      <w:r w:rsidRPr="00556BB5">
        <w:rPr>
          <w:rFonts w:cs="Calibri"/>
        </w:rPr>
        <w:t xml:space="preserve">Conditional </w:t>
      </w:r>
      <w:r w:rsidR="00E73B2D" w:rsidRPr="00556BB5">
        <w:rPr>
          <w:rFonts w:cs="Calibri"/>
        </w:rPr>
        <w:t>requirements</w:t>
      </w:r>
      <w:bookmarkEnd w:id="93"/>
      <w:bookmarkEnd w:id="94"/>
      <w:bookmarkEnd w:id="95"/>
    </w:p>
    <w:p w14:paraId="6E2D6B3C" w14:textId="77777777" w:rsidR="003D74A8" w:rsidRPr="003B5C15" w:rsidRDefault="003D74A8" w:rsidP="003D74A8">
      <w:pPr>
        <w:pStyle w:val="BodyText"/>
        <w:rPr>
          <w:rFonts w:cs="Calibri"/>
          <w:szCs w:val="22"/>
        </w:rPr>
      </w:pPr>
      <w:r w:rsidRPr="003B5C15">
        <w:rPr>
          <w:rFonts w:cs="Calibri"/>
          <w:szCs w:val="22"/>
        </w:rPr>
        <w:t>The implementation must conform to the following conditional requirement, where applicable:</w:t>
      </w:r>
    </w:p>
    <w:tbl>
      <w:tblPr>
        <w:tblStyle w:val="TableADHAwide"/>
        <w:tblW w:w="9781" w:type="dxa"/>
        <w:tblBorders>
          <w:insideH w:val="single" w:sz="4" w:space="0" w:color="auto"/>
        </w:tblBorders>
        <w:tblLook w:val="01E0" w:firstRow="1" w:lastRow="1" w:firstColumn="1" w:lastColumn="1" w:noHBand="0" w:noVBand="0"/>
      </w:tblPr>
      <w:tblGrid>
        <w:gridCol w:w="2694"/>
        <w:gridCol w:w="2409"/>
        <w:gridCol w:w="4678"/>
      </w:tblGrid>
      <w:tr w:rsidR="005A277F" w:rsidRPr="003B5C15" w14:paraId="3A4E42BB" w14:textId="74D35DA8" w:rsidTr="00556BB5">
        <w:trPr>
          <w:trHeight w:val="579"/>
        </w:trPr>
        <w:tc>
          <w:tcPr>
            <w:tcW w:w="2694" w:type="dxa"/>
            <w:shd w:val="clear" w:color="auto" w:fill="F2F2F2" w:themeFill="background1" w:themeFillShade="F2"/>
          </w:tcPr>
          <w:p w14:paraId="5F77D581" w14:textId="77777777" w:rsidR="005A277F" w:rsidRPr="00556BB5" w:rsidRDefault="005A277F" w:rsidP="009E2184">
            <w:pPr>
              <w:pStyle w:val="Tableheader"/>
              <w:rPr>
                <w:rFonts w:cs="Calibri"/>
              </w:rPr>
            </w:pPr>
            <w:r w:rsidRPr="00556BB5">
              <w:rPr>
                <w:rFonts w:cs="Calibri"/>
              </w:rPr>
              <w:t>Conditional requirement</w:t>
            </w:r>
          </w:p>
        </w:tc>
        <w:tc>
          <w:tcPr>
            <w:tcW w:w="2409" w:type="dxa"/>
            <w:shd w:val="clear" w:color="auto" w:fill="F2F2F2" w:themeFill="background1" w:themeFillShade="F2"/>
          </w:tcPr>
          <w:p w14:paraId="23A3A237" w14:textId="0ACBD81A" w:rsidR="005A277F" w:rsidRPr="00556BB5" w:rsidRDefault="00182D56" w:rsidP="009E2184">
            <w:pPr>
              <w:pStyle w:val="Tableheader"/>
              <w:rPr>
                <w:rFonts w:cs="Calibri"/>
              </w:rPr>
            </w:pPr>
            <w:r w:rsidRPr="00556BB5">
              <w:rPr>
                <w:rFonts w:cs="Calibri"/>
              </w:rPr>
              <w:t xml:space="preserve">Related </w:t>
            </w:r>
            <w:r w:rsidR="005A277F" w:rsidRPr="00556BB5">
              <w:rPr>
                <w:rFonts w:cs="Calibri"/>
              </w:rPr>
              <w:t xml:space="preserve">Business </w:t>
            </w:r>
            <w:r w:rsidR="009E2184" w:rsidRPr="00556BB5">
              <w:rPr>
                <w:rFonts w:cs="Calibri"/>
              </w:rPr>
              <w:t>use case</w:t>
            </w:r>
            <w:r w:rsidR="00501252" w:rsidRPr="00556BB5">
              <w:rPr>
                <w:rFonts w:cs="Calibri"/>
              </w:rPr>
              <w:t>s</w:t>
            </w:r>
            <w:r w:rsidR="009E2184" w:rsidRPr="00556BB5">
              <w:rPr>
                <w:rFonts w:cs="Calibri"/>
              </w:rPr>
              <w:t xml:space="preserve"> and </w:t>
            </w:r>
            <w:r w:rsidR="005A277F" w:rsidRPr="00556BB5">
              <w:rPr>
                <w:rFonts w:cs="Calibri"/>
              </w:rPr>
              <w:t>CTS worksheet(s)</w:t>
            </w:r>
          </w:p>
        </w:tc>
        <w:tc>
          <w:tcPr>
            <w:cnfStyle w:val="000000001000" w:firstRow="0" w:lastRow="0" w:firstColumn="0" w:lastColumn="0" w:oddVBand="0" w:evenVBand="0" w:oddHBand="0" w:evenHBand="0" w:firstRowFirstColumn="0" w:firstRowLastColumn="1" w:lastRowFirstColumn="0" w:lastRowLastColumn="0"/>
            <w:tcW w:w="4678" w:type="dxa"/>
            <w:shd w:val="clear" w:color="auto" w:fill="F2F2F2" w:themeFill="background1" w:themeFillShade="F2"/>
          </w:tcPr>
          <w:p w14:paraId="6BBCE72C" w14:textId="1B117BDD" w:rsidR="005A277F" w:rsidRPr="00556BB5" w:rsidRDefault="00FA12DB" w:rsidP="009E2184">
            <w:pPr>
              <w:pStyle w:val="Tableheader"/>
              <w:rPr>
                <w:rFonts w:cs="Calibri"/>
              </w:rPr>
            </w:pPr>
            <w:r w:rsidRPr="00556BB5">
              <w:rPr>
                <w:rFonts w:cs="Calibri"/>
              </w:rPr>
              <w:t xml:space="preserve">Software Developer </w:t>
            </w:r>
            <w:r w:rsidR="005A277F" w:rsidRPr="00556BB5">
              <w:rPr>
                <w:rFonts w:cs="Calibri"/>
              </w:rPr>
              <w:t>Comments</w:t>
            </w:r>
          </w:p>
        </w:tc>
      </w:tr>
      <w:tr w:rsidR="005A277F" w:rsidRPr="003B5C15" w14:paraId="3E0B59A1" w14:textId="1A55A5AC" w:rsidTr="00556BB5">
        <w:trPr>
          <w:trHeight w:val="548"/>
        </w:trPr>
        <w:tc>
          <w:tcPr>
            <w:tcW w:w="2694" w:type="dxa"/>
          </w:tcPr>
          <w:p w14:paraId="6762D0B4" w14:textId="202AF8F3" w:rsidR="005A277F" w:rsidRPr="00556BB5" w:rsidRDefault="006F3745" w:rsidP="009E2184">
            <w:pPr>
              <w:pStyle w:val="Tabletext"/>
              <w:rPr>
                <w:rFonts w:cs="Calibri"/>
              </w:rPr>
            </w:pPr>
            <w:sdt>
              <w:sdtPr>
                <w:rPr>
                  <w:rFonts w:eastAsia="MS Gothic" w:cs="Calibri"/>
                  <w:sz w:val="24"/>
                </w:rPr>
                <w:id w:val="796030779"/>
                <w14:checkbox>
                  <w14:checked w14:val="0"/>
                  <w14:checkedState w14:val="2612" w14:font="MS Gothic"/>
                  <w14:uncheckedState w14:val="2610" w14:font="MS Gothic"/>
                </w14:checkbox>
              </w:sdtPr>
              <w:sdtEndPr/>
              <w:sdtContent>
                <w:r w:rsidR="00FC3744" w:rsidRPr="00556BB5">
                  <w:rPr>
                    <w:rFonts w:ascii="Segoe UI Symbol" w:eastAsia="MS Gothic" w:hAnsi="Segoe UI Symbol" w:cs="Segoe UI Symbol"/>
                    <w:sz w:val="24"/>
                  </w:rPr>
                  <w:t>☐</w:t>
                </w:r>
              </w:sdtContent>
            </w:sdt>
            <w:r w:rsidR="005A277F" w:rsidRPr="00556BB5">
              <w:rPr>
                <w:rFonts w:cs="Calibri"/>
              </w:rPr>
              <w:t xml:space="preserve">   5819 </w:t>
            </w:r>
            <w:r w:rsidR="005A277F" w:rsidRPr="00556BB5">
              <w:rPr>
                <w:rFonts w:eastAsia="Symbol" w:cs="Calibri"/>
              </w:rPr>
              <w:t>-</w:t>
            </w:r>
            <w:r w:rsidR="005A277F" w:rsidRPr="00556BB5">
              <w:rPr>
                <w:rFonts w:cs="Calibri"/>
              </w:rPr>
              <w:t xml:space="preserve"> Validation of manually entered IHIs</w:t>
            </w:r>
          </w:p>
        </w:tc>
        <w:tc>
          <w:tcPr>
            <w:tcW w:w="2409" w:type="dxa"/>
          </w:tcPr>
          <w:p w14:paraId="6DE66115" w14:textId="7324D593" w:rsidR="005A277F" w:rsidRPr="00556BB5" w:rsidRDefault="005A277F" w:rsidP="009E2184">
            <w:pPr>
              <w:pStyle w:val="Tabletext"/>
              <w:rPr>
                <w:rFonts w:cs="Calibri"/>
              </w:rPr>
            </w:pPr>
            <w:r w:rsidRPr="00556BB5">
              <w:rPr>
                <w:rFonts w:cs="Calibri"/>
              </w:rPr>
              <w:t xml:space="preserve">UC.010 </w:t>
            </w:r>
            <w:r w:rsidR="1DDA696B" w:rsidRPr="00556BB5">
              <w:rPr>
                <w:rFonts w:cs="Calibri"/>
              </w:rPr>
              <w:t>-Part A</w:t>
            </w:r>
          </w:p>
          <w:p w14:paraId="42451F2D" w14:textId="46E6F6E3" w:rsidR="005A277F" w:rsidRPr="00556BB5" w:rsidRDefault="005A277F" w:rsidP="009E2184">
            <w:pPr>
              <w:pStyle w:val="Tabletext"/>
              <w:rPr>
                <w:rFonts w:cs="Calibri"/>
              </w:rPr>
            </w:pPr>
            <w:r w:rsidRPr="00556BB5">
              <w:rPr>
                <w:rFonts w:cs="Calibri"/>
              </w:rPr>
              <w:t xml:space="preserve">UC.011 </w:t>
            </w:r>
          </w:p>
          <w:p w14:paraId="599DD9B9" w14:textId="259A309E" w:rsidR="005A277F" w:rsidRPr="00556BB5" w:rsidRDefault="005A277F" w:rsidP="009E2184">
            <w:pPr>
              <w:pStyle w:val="Tabletext"/>
              <w:rPr>
                <w:rFonts w:cs="Calibri"/>
              </w:rPr>
            </w:pPr>
            <w:r w:rsidRPr="00556BB5">
              <w:rPr>
                <w:rFonts w:cs="Calibri"/>
              </w:rPr>
              <w:t>UC.015 – Part B</w:t>
            </w:r>
          </w:p>
          <w:p w14:paraId="6D1997F8" w14:textId="2747E22F" w:rsidR="005A277F" w:rsidRPr="00556BB5" w:rsidRDefault="005A277F" w:rsidP="009E2184">
            <w:pPr>
              <w:pStyle w:val="Tabletext"/>
              <w:rPr>
                <w:rFonts w:cs="Calibri"/>
              </w:rPr>
            </w:pPr>
            <w:r w:rsidRPr="00556BB5">
              <w:rPr>
                <w:rFonts w:cs="Calibri"/>
              </w:rPr>
              <w:t>UC.016</w:t>
            </w:r>
          </w:p>
          <w:p w14:paraId="4C5E43EF" w14:textId="6B46DCA3" w:rsidR="005A277F" w:rsidRPr="00556BB5" w:rsidRDefault="005A277F" w:rsidP="009E2184">
            <w:pPr>
              <w:pStyle w:val="Tabletext"/>
              <w:rPr>
                <w:rFonts w:cs="Calibri"/>
              </w:rPr>
            </w:pPr>
            <w:r w:rsidRPr="00556BB5">
              <w:rPr>
                <w:rFonts w:cs="Calibri"/>
              </w:rPr>
              <w:t>UC.035</w:t>
            </w:r>
          </w:p>
        </w:tc>
        <w:tc>
          <w:tcPr>
            <w:tcW w:w="4678" w:type="dxa"/>
          </w:tcPr>
          <w:p w14:paraId="62C16ACF" w14:textId="77777777" w:rsidR="005A277F" w:rsidRPr="00556BB5" w:rsidRDefault="005A277F" w:rsidP="009E2184">
            <w:pPr>
              <w:pStyle w:val="Tabletext"/>
              <w:rPr>
                <w:rFonts w:cs="Calibri"/>
              </w:rPr>
            </w:pPr>
          </w:p>
        </w:tc>
      </w:tr>
    </w:tbl>
    <w:p w14:paraId="313D4A55" w14:textId="15CCA6FD" w:rsidR="00447E58" w:rsidRPr="00556BB5" w:rsidRDefault="00784AD1" w:rsidP="00800B21">
      <w:pPr>
        <w:pStyle w:val="Heading1"/>
        <w:rPr>
          <w:rFonts w:cs="Calibri"/>
        </w:rPr>
      </w:pPr>
      <w:bookmarkStart w:id="96" w:name="_Ref66269155"/>
      <w:bookmarkStart w:id="97" w:name="_Toc75784480"/>
      <w:bookmarkStart w:id="98" w:name="_Toc170823787"/>
      <w:bookmarkStart w:id="99" w:name="_Ref201656877"/>
      <w:bookmarkStart w:id="100" w:name="_Toc215058740"/>
      <w:r w:rsidRPr="00556BB5">
        <w:rPr>
          <w:rFonts w:cs="Calibri"/>
        </w:rPr>
        <w:lastRenderedPageBreak/>
        <w:t xml:space="preserve">HI </w:t>
      </w:r>
      <w:r w:rsidR="00E73B2D" w:rsidRPr="00556BB5">
        <w:rPr>
          <w:rFonts w:cs="Calibri"/>
        </w:rPr>
        <w:t xml:space="preserve">conformance </w:t>
      </w:r>
      <w:r w:rsidR="0014336A" w:rsidRPr="00556BB5">
        <w:rPr>
          <w:rFonts w:cs="Calibri"/>
        </w:rPr>
        <w:t xml:space="preserve">testing </w:t>
      </w:r>
      <w:r w:rsidRPr="00556BB5">
        <w:rPr>
          <w:rFonts w:cs="Calibri"/>
        </w:rPr>
        <w:t xml:space="preserve">for </w:t>
      </w:r>
      <w:r w:rsidR="00E73B2D" w:rsidRPr="00556BB5">
        <w:rPr>
          <w:rFonts w:cs="Calibri"/>
        </w:rPr>
        <w:t>electronic prescribin</w:t>
      </w:r>
      <w:bookmarkEnd w:id="88"/>
      <w:bookmarkEnd w:id="96"/>
      <w:bookmarkEnd w:id="97"/>
      <w:bookmarkEnd w:id="98"/>
      <w:r w:rsidR="00E73B2D" w:rsidRPr="00556BB5">
        <w:rPr>
          <w:rFonts w:cs="Calibri"/>
        </w:rPr>
        <w:t>g</w:t>
      </w:r>
      <w:bookmarkEnd w:id="99"/>
      <w:bookmarkEnd w:id="100"/>
    </w:p>
    <w:bookmarkEnd w:id="89"/>
    <w:p w14:paraId="7B3E9813" w14:textId="202EB30A" w:rsidR="00460FF2" w:rsidRPr="003B5C15" w:rsidRDefault="00460FF2" w:rsidP="00672EA9">
      <w:pPr>
        <w:pStyle w:val="BodyText"/>
        <w:rPr>
          <w:rFonts w:cs="Calibri"/>
          <w:i/>
          <w:iCs/>
          <w:szCs w:val="22"/>
        </w:rPr>
      </w:pPr>
      <w:r w:rsidRPr="003B5C15">
        <w:rPr>
          <w:rFonts w:cs="Calibri"/>
          <w:i/>
          <w:iCs/>
          <w:szCs w:val="22"/>
        </w:rPr>
        <w:t xml:space="preserve">This section is required only if the software system declares conformance to </w:t>
      </w:r>
      <w:r w:rsidR="00A73F43" w:rsidRPr="003B5C15">
        <w:rPr>
          <w:rFonts w:cs="Calibri"/>
          <w:i/>
          <w:iCs/>
          <w:szCs w:val="22"/>
        </w:rPr>
        <w:t xml:space="preserve">electronic prescribing </w:t>
      </w:r>
      <w:r w:rsidRPr="003B5C15">
        <w:rPr>
          <w:rFonts w:cs="Calibri"/>
          <w:i/>
          <w:iCs/>
          <w:szCs w:val="22"/>
        </w:rPr>
        <w:t xml:space="preserve">for new or </w:t>
      </w:r>
      <w:r w:rsidR="005D06A6" w:rsidRPr="003B5C15">
        <w:rPr>
          <w:rFonts w:cs="Calibri"/>
          <w:i/>
          <w:iCs/>
          <w:szCs w:val="22"/>
        </w:rPr>
        <w:t>current</w:t>
      </w:r>
      <w:r w:rsidRPr="003B5C15">
        <w:rPr>
          <w:rFonts w:cs="Calibri"/>
          <w:i/>
          <w:iCs/>
          <w:szCs w:val="22"/>
        </w:rPr>
        <w:t xml:space="preserve"> connections. </w:t>
      </w:r>
    </w:p>
    <w:p w14:paraId="2B5D0425" w14:textId="0D8163AB" w:rsidR="00460FF2" w:rsidRPr="003B5C15" w:rsidRDefault="00460FF2" w:rsidP="00460FF2">
      <w:pPr>
        <w:pStyle w:val="BodyText"/>
        <w:rPr>
          <w:rFonts w:cs="Calibri"/>
          <w:i/>
          <w:iCs/>
          <w:szCs w:val="22"/>
        </w:rPr>
      </w:pPr>
      <w:r w:rsidRPr="003B5C15">
        <w:rPr>
          <w:rFonts w:cs="Calibri"/>
          <w:i/>
          <w:iCs/>
          <w:szCs w:val="22"/>
        </w:rPr>
        <w:t xml:space="preserve">Refer to section </w:t>
      </w:r>
      <w:r w:rsidR="00A86F15" w:rsidRPr="003B5C15">
        <w:rPr>
          <w:rFonts w:cs="Calibri"/>
          <w:i/>
          <w:iCs/>
          <w:szCs w:val="22"/>
        </w:rPr>
        <w:fldChar w:fldCharType="begin"/>
      </w:r>
      <w:r w:rsidR="00A86F15" w:rsidRPr="003B5C15">
        <w:rPr>
          <w:rFonts w:cs="Calibri"/>
          <w:i/>
          <w:iCs/>
          <w:szCs w:val="22"/>
        </w:rPr>
        <w:instrText xml:space="preserve"> REF _Ref66264458 \r \h </w:instrText>
      </w:r>
      <w:r w:rsidR="003B5C15">
        <w:rPr>
          <w:rFonts w:cs="Calibri"/>
          <w:i/>
          <w:iCs/>
          <w:szCs w:val="22"/>
        </w:rPr>
        <w:instrText xml:space="preserve"> \* MERGEFORMAT </w:instrText>
      </w:r>
      <w:r w:rsidR="00A86F15" w:rsidRPr="003B5C15">
        <w:rPr>
          <w:rFonts w:cs="Calibri"/>
          <w:i/>
          <w:iCs/>
          <w:szCs w:val="22"/>
        </w:rPr>
      </w:r>
      <w:r w:rsidR="00A86F15" w:rsidRPr="003B5C15">
        <w:rPr>
          <w:rFonts w:cs="Calibri"/>
          <w:i/>
          <w:iCs/>
          <w:szCs w:val="22"/>
        </w:rPr>
        <w:fldChar w:fldCharType="separate"/>
      </w:r>
      <w:r w:rsidR="00A86F15" w:rsidRPr="003B5C15">
        <w:rPr>
          <w:rFonts w:cs="Calibri"/>
          <w:i/>
          <w:iCs/>
          <w:szCs w:val="22"/>
        </w:rPr>
        <w:t>4</w:t>
      </w:r>
      <w:r w:rsidR="00A86F15" w:rsidRPr="003B5C15">
        <w:rPr>
          <w:rFonts w:cs="Calibri"/>
          <w:i/>
          <w:iCs/>
          <w:szCs w:val="22"/>
        </w:rPr>
        <w:fldChar w:fldCharType="end"/>
      </w:r>
      <w:r w:rsidRPr="003B5C15">
        <w:rPr>
          <w:rFonts w:cs="Calibri"/>
          <w:i/>
          <w:iCs/>
          <w:szCs w:val="22"/>
        </w:rPr>
        <w:t xml:space="preserve"> if the software </w:t>
      </w:r>
      <w:r w:rsidR="00E56866" w:rsidRPr="003B5C15">
        <w:rPr>
          <w:rFonts w:cs="Calibri"/>
          <w:i/>
          <w:iCs/>
          <w:szCs w:val="22"/>
        </w:rPr>
        <w:t xml:space="preserve">system </w:t>
      </w:r>
      <w:r w:rsidRPr="003B5C15">
        <w:rPr>
          <w:rFonts w:cs="Calibri"/>
          <w:i/>
          <w:iCs/>
          <w:szCs w:val="22"/>
        </w:rPr>
        <w:t>declares conformance to the HI Service (i.e. non-</w:t>
      </w:r>
      <w:r w:rsidR="00672EA9" w:rsidRPr="003B5C15">
        <w:rPr>
          <w:rFonts w:cs="Calibri"/>
          <w:i/>
          <w:iCs/>
          <w:szCs w:val="22"/>
        </w:rPr>
        <w:t>electronic presc</w:t>
      </w:r>
      <w:r w:rsidRPr="003B5C15">
        <w:rPr>
          <w:rFonts w:cs="Calibri"/>
          <w:i/>
          <w:iCs/>
          <w:szCs w:val="22"/>
        </w:rPr>
        <w:t xml:space="preserve">ribing). </w:t>
      </w:r>
    </w:p>
    <w:p w14:paraId="0A9B09F7" w14:textId="0B0A6F0C" w:rsidR="003919D8" w:rsidRPr="00556BB5" w:rsidRDefault="003919D8" w:rsidP="00800B21">
      <w:pPr>
        <w:pStyle w:val="Heading2"/>
        <w:rPr>
          <w:rFonts w:cs="Calibri"/>
        </w:rPr>
      </w:pPr>
      <w:bookmarkStart w:id="101" w:name="_Toc75784481"/>
      <w:bookmarkStart w:id="102" w:name="_Toc170823788"/>
      <w:bookmarkStart w:id="103" w:name="_Toc215058741"/>
      <w:r w:rsidRPr="00556BB5">
        <w:rPr>
          <w:rFonts w:cs="Calibri"/>
        </w:rPr>
        <w:t xml:space="preserve">Conformance to requirements for </w:t>
      </w:r>
      <w:bookmarkEnd w:id="101"/>
      <w:bookmarkEnd w:id="102"/>
      <w:r w:rsidR="00E73B2D" w:rsidRPr="00556BB5">
        <w:rPr>
          <w:rFonts w:cs="Calibri"/>
        </w:rPr>
        <w:t xml:space="preserve">general prescribing systems </w:t>
      </w:r>
      <w:r w:rsidR="005B1431" w:rsidRPr="00556BB5">
        <w:rPr>
          <w:rFonts w:cs="Calibri"/>
        </w:rPr>
        <w:t xml:space="preserve">and </w:t>
      </w:r>
      <w:r w:rsidR="00E73B2D" w:rsidRPr="00556BB5">
        <w:rPr>
          <w:rFonts w:cs="Calibri"/>
        </w:rPr>
        <w:t>other connecting systems</w:t>
      </w:r>
      <w:bookmarkEnd w:id="103"/>
    </w:p>
    <w:p w14:paraId="099CE0DD" w14:textId="6165F405" w:rsidR="00840EDC" w:rsidRPr="003B5C15" w:rsidRDefault="00840EDC" w:rsidP="00377475">
      <w:pPr>
        <w:pStyle w:val="Heading3"/>
        <w:ind w:left="851"/>
        <w:rPr>
          <w:rFonts w:eastAsia="Verdana" w:cs="Calibri"/>
          <w:szCs w:val="22"/>
        </w:rPr>
      </w:pPr>
      <w:r w:rsidRPr="00556BB5">
        <w:rPr>
          <w:rFonts w:cs="Calibri"/>
        </w:rPr>
        <w:t xml:space="preserve">Prescribing </w:t>
      </w:r>
      <w:r w:rsidR="00EA050C" w:rsidRPr="00556BB5">
        <w:rPr>
          <w:rFonts w:cs="Calibri"/>
        </w:rPr>
        <w:t xml:space="preserve">system </w:t>
      </w:r>
    </w:p>
    <w:p w14:paraId="626B271F" w14:textId="2997F95A" w:rsidR="00840EDC" w:rsidRPr="003B5C15" w:rsidRDefault="00840EDC" w:rsidP="00EA050C">
      <w:pPr>
        <w:pStyle w:val="BodyText"/>
        <w:spacing w:after="0" w:line="288" w:lineRule="auto"/>
        <w:rPr>
          <w:rFonts w:cs="Calibri"/>
          <w:bCs/>
          <w:szCs w:val="22"/>
        </w:rPr>
      </w:pPr>
      <w:r w:rsidRPr="003B5C15">
        <w:rPr>
          <w:rFonts w:cs="Calibri"/>
          <w:b/>
          <w:bCs/>
          <w:szCs w:val="22"/>
        </w:rPr>
        <w:t xml:space="preserve">Step 1: </w:t>
      </w:r>
      <w:r w:rsidR="004B0FE4" w:rsidRPr="003B5C15">
        <w:rPr>
          <w:rFonts w:eastAsia="Calibri" w:cs="Calibri"/>
          <w:bCs/>
        </w:rPr>
        <w:t>Take note of the mandatory requirements in the table below.</w:t>
      </w:r>
    </w:p>
    <w:p w14:paraId="43C8A9E0" w14:textId="5EA428EA" w:rsidR="00840EDC" w:rsidRPr="003B5C15" w:rsidRDefault="00840EDC" w:rsidP="00EA050C">
      <w:pPr>
        <w:pStyle w:val="BodyText"/>
        <w:spacing w:after="0" w:line="288" w:lineRule="auto"/>
        <w:rPr>
          <w:rFonts w:cs="Calibri"/>
          <w:szCs w:val="22"/>
        </w:rPr>
      </w:pPr>
      <w:r w:rsidRPr="003B5C15">
        <w:rPr>
          <w:rFonts w:cs="Calibri"/>
          <w:b/>
          <w:bCs/>
          <w:szCs w:val="22"/>
        </w:rPr>
        <w:t xml:space="preserve">Step 2:  </w:t>
      </w:r>
      <w:sdt>
        <w:sdtPr>
          <w:rPr>
            <w:rFonts w:eastAsia="MS Gothic" w:cs="Calibri"/>
            <w:sz w:val="24"/>
            <w:szCs w:val="22"/>
          </w:rPr>
          <w:id w:val="178015324"/>
          <w14:checkbox>
            <w14:checked w14:val="0"/>
            <w14:checkedState w14:val="2612" w14:font="MS Gothic"/>
            <w14:uncheckedState w14:val="2610" w14:font="MS Gothic"/>
          </w14:checkbox>
        </w:sdtPr>
        <w:sdtEndPr/>
        <w:sdtContent>
          <w:r w:rsidR="00EA050C" w:rsidRPr="00556BB5">
            <w:rPr>
              <w:rFonts w:ascii="Segoe UI Symbol" w:eastAsia="MS Gothic" w:hAnsi="Segoe UI Symbol" w:cs="Segoe UI Symbol"/>
              <w:sz w:val="24"/>
              <w:szCs w:val="22"/>
            </w:rPr>
            <w:t>☐</w:t>
          </w:r>
        </w:sdtContent>
      </w:sdt>
      <w:r w:rsidR="00233C42" w:rsidRPr="003B5C15">
        <w:rPr>
          <w:rFonts w:eastAsia="Calibri" w:cs="Calibri"/>
          <w:b/>
          <w:bCs/>
        </w:rPr>
        <w:t xml:space="preserve"> </w:t>
      </w:r>
      <w:r w:rsidR="00233C42" w:rsidRPr="003B5C15">
        <w:rPr>
          <w:rFonts w:eastAsia="Calibri" w:cs="Calibri"/>
        </w:rPr>
        <w:t>Tick here if the software is conformant to conditional requirements</w:t>
      </w:r>
    </w:p>
    <w:p w14:paraId="548A0F9D" w14:textId="2C857228" w:rsidR="00840EDC" w:rsidRPr="003B5C15" w:rsidRDefault="00840EDC" w:rsidP="00EA050C">
      <w:pPr>
        <w:pStyle w:val="BodyText"/>
        <w:spacing w:after="0" w:line="288" w:lineRule="auto"/>
        <w:rPr>
          <w:rFonts w:cs="Calibri"/>
          <w:szCs w:val="22"/>
        </w:rPr>
      </w:pPr>
      <w:r w:rsidRPr="003B5C15">
        <w:rPr>
          <w:rFonts w:cs="Calibri"/>
          <w:b/>
          <w:bCs/>
          <w:szCs w:val="22"/>
        </w:rPr>
        <w:t xml:space="preserve">Step 3:  </w:t>
      </w:r>
      <w:r w:rsidRPr="003B5C15">
        <w:rPr>
          <w:rFonts w:cs="Calibri"/>
          <w:szCs w:val="22"/>
        </w:rPr>
        <w:t>Refer to the related Conformance Test Specification for details of the tests.</w:t>
      </w:r>
    </w:p>
    <w:tbl>
      <w:tblPr>
        <w:tblStyle w:val="TableADHAwide"/>
        <w:tblW w:w="9781" w:type="dxa"/>
        <w:tblLook w:val="04A0" w:firstRow="1" w:lastRow="0" w:firstColumn="1" w:lastColumn="0" w:noHBand="0" w:noVBand="1"/>
      </w:tblPr>
      <w:tblGrid>
        <w:gridCol w:w="4820"/>
        <w:gridCol w:w="1984"/>
        <w:gridCol w:w="2977"/>
      </w:tblGrid>
      <w:tr w:rsidR="00840EDC" w:rsidRPr="003B5C15" w14:paraId="7AE48451" w14:textId="77777777" w:rsidTr="00556BB5">
        <w:tc>
          <w:tcPr>
            <w:tcW w:w="4820" w:type="dxa"/>
            <w:tcBorders>
              <w:bottom w:val="single" w:sz="4" w:space="0" w:color="auto"/>
            </w:tcBorders>
            <w:shd w:val="clear" w:color="auto" w:fill="F2F2F2" w:themeFill="background1" w:themeFillShade="F2"/>
          </w:tcPr>
          <w:p w14:paraId="4F85ED80" w14:textId="203007A7" w:rsidR="00840EDC" w:rsidRPr="00556BB5" w:rsidRDefault="00840EDC" w:rsidP="009E2184">
            <w:pPr>
              <w:pStyle w:val="Tableheader"/>
              <w:rPr>
                <w:rFonts w:cs="Calibri"/>
              </w:rPr>
            </w:pPr>
          </w:p>
        </w:tc>
        <w:tc>
          <w:tcPr>
            <w:tcW w:w="1984" w:type="dxa"/>
            <w:tcBorders>
              <w:bottom w:val="single" w:sz="4" w:space="0" w:color="auto"/>
            </w:tcBorders>
            <w:shd w:val="clear" w:color="auto" w:fill="F2F2F2" w:themeFill="background1" w:themeFillShade="F2"/>
          </w:tcPr>
          <w:p w14:paraId="5FF51DD1" w14:textId="12C55548" w:rsidR="00840EDC" w:rsidRPr="00556BB5" w:rsidRDefault="009E2184" w:rsidP="009E2184">
            <w:pPr>
              <w:pStyle w:val="Tableheader"/>
              <w:rPr>
                <w:rFonts w:cs="Calibri"/>
              </w:rPr>
            </w:pPr>
            <w:r w:rsidRPr="00556BB5">
              <w:rPr>
                <w:rFonts w:cs="Calibri"/>
              </w:rPr>
              <w:t>Electronic p</w:t>
            </w:r>
            <w:r w:rsidR="00840EDC" w:rsidRPr="00556BB5">
              <w:rPr>
                <w:rFonts w:cs="Calibri"/>
              </w:rPr>
              <w:t>rescribing requirement</w:t>
            </w:r>
          </w:p>
        </w:tc>
        <w:tc>
          <w:tcPr>
            <w:tcW w:w="2977" w:type="dxa"/>
            <w:tcBorders>
              <w:bottom w:val="single" w:sz="4" w:space="0" w:color="auto"/>
            </w:tcBorders>
            <w:shd w:val="clear" w:color="auto" w:fill="F2F2F2" w:themeFill="background1" w:themeFillShade="F2"/>
          </w:tcPr>
          <w:p w14:paraId="5985BE5B" w14:textId="0540C5C4" w:rsidR="00840EDC" w:rsidRPr="00556BB5" w:rsidRDefault="00182D56" w:rsidP="009E2184">
            <w:pPr>
              <w:pStyle w:val="Tableheader"/>
              <w:rPr>
                <w:rFonts w:cs="Calibri"/>
              </w:rPr>
            </w:pPr>
            <w:r w:rsidRPr="00556BB5">
              <w:rPr>
                <w:rFonts w:cs="Calibri"/>
              </w:rPr>
              <w:t xml:space="preserve">Related </w:t>
            </w:r>
            <w:r w:rsidR="00840EDC" w:rsidRPr="00556BB5">
              <w:rPr>
                <w:rFonts w:cs="Calibri"/>
              </w:rPr>
              <w:t xml:space="preserve">Business </w:t>
            </w:r>
            <w:r w:rsidR="009E2184" w:rsidRPr="00556BB5">
              <w:rPr>
                <w:rFonts w:cs="Calibri"/>
              </w:rPr>
              <w:t>use c</w:t>
            </w:r>
            <w:r w:rsidR="00840EDC" w:rsidRPr="00556BB5">
              <w:rPr>
                <w:rFonts w:cs="Calibri"/>
              </w:rPr>
              <w:t>ase</w:t>
            </w:r>
            <w:r w:rsidRPr="00556BB5">
              <w:rPr>
                <w:rFonts w:cs="Calibri"/>
              </w:rPr>
              <w:t>s</w:t>
            </w:r>
            <w:r w:rsidR="00840EDC" w:rsidRPr="00556BB5">
              <w:rPr>
                <w:rFonts w:cs="Calibri"/>
              </w:rPr>
              <w:t xml:space="preserve"> and  CTS worksheet</w:t>
            </w:r>
            <w:r w:rsidRPr="00556BB5">
              <w:rPr>
                <w:rFonts w:cs="Calibri"/>
              </w:rPr>
              <w:t>s</w:t>
            </w:r>
          </w:p>
        </w:tc>
      </w:tr>
      <w:tr w:rsidR="00840EDC" w:rsidRPr="003B5C15" w14:paraId="5EB6FD75" w14:textId="77777777" w:rsidTr="00556BB5">
        <w:trPr>
          <w:trHeight w:val="352"/>
        </w:trPr>
        <w:tc>
          <w:tcPr>
            <w:tcW w:w="9781" w:type="dxa"/>
            <w:gridSpan w:val="3"/>
            <w:tcBorders>
              <w:top w:val="single" w:sz="4" w:space="0" w:color="auto"/>
              <w:bottom w:val="single" w:sz="4" w:space="0" w:color="auto"/>
            </w:tcBorders>
            <w:shd w:val="clear" w:color="auto" w:fill="F2F2F2" w:themeFill="background1" w:themeFillShade="F2"/>
          </w:tcPr>
          <w:p w14:paraId="2BB520C5" w14:textId="20EFB2E4" w:rsidR="00840EDC" w:rsidRPr="003B5C15" w:rsidRDefault="000815BF" w:rsidP="002B5BBE">
            <w:pPr>
              <w:pStyle w:val="BodyText"/>
              <w:ind w:left="0"/>
              <w:rPr>
                <w:rFonts w:cs="Calibri"/>
                <w:b/>
                <w:bCs/>
                <w:szCs w:val="20"/>
              </w:rPr>
            </w:pPr>
            <w:r w:rsidRPr="003B5C15">
              <w:rPr>
                <w:rFonts w:cs="Calibri"/>
                <w:b/>
                <w:bCs/>
                <w:szCs w:val="20"/>
              </w:rPr>
              <w:t>Mandatory requirements</w:t>
            </w:r>
            <w:r w:rsidRPr="003B5C15" w:rsidDel="000815BF">
              <w:rPr>
                <w:rFonts w:cs="Calibri"/>
                <w:b/>
                <w:bCs/>
                <w:szCs w:val="20"/>
              </w:rPr>
              <w:t xml:space="preserve"> </w:t>
            </w:r>
          </w:p>
        </w:tc>
      </w:tr>
      <w:tr w:rsidR="00840EDC" w:rsidRPr="003B5C15" w14:paraId="2C22F563" w14:textId="77777777" w:rsidTr="00556BB5">
        <w:tc>
          <w:tcPr>
            <w:tcW w:w="4820" w:type="dxa"/>
            <w:tcBorders>
              <w:top w:val="single" w:sz="4" w:space="0" w:color="auto"/>
              <w:bottom w:val="single" w:sz="4" w:space="0" w:color="auto"/>
            </w:tcBorders>
          </w:tcPr>
          <w:p w14:paraId="2D264DD1" w14:textId="77777777" w:rsidR="00840EDC" w:rsidRPr="00556BB5" w:rsidRDefault="00840EDC" w:rsidP="00C313C4">
            <w:pPr>
              <w:pStyle w:val="Tabletext"/>
              <w:rPr>
                <w:rFonts w:cs="Calibri"/>
              </w:rPr>
            </w:pPr>
            <w:r w:rsidRPr="00556BB5">
              <w:rPr>
                <w:rFonts w:cs="Calibri"/>
              </w:rPr>
              <w:t xml:space="preserve">UC.010 – Register patient </w:t>
            </w:r>
          </w:p>
          <w:p w14:paraId="31841C60" w14:textId="77777777" w:rsidR="00840EDC" w:rsidRPr="00556BB5" w:rsidRDefault="00840EDC" w:rsidP="00C313C4">
            <w:pPr>
              <w:pStyle w:val="Tabletext"/>
              <w:rPr>
                <w:rFonts w:eastAsia="Verdana" w:cs="Calibri"/>
              </w:rPr>
            </w:pPr>
            <w:r w:rsidRPr="00556BB5">
              <w:rPr>
                <w:rFonts w:cs="Calibri"/>
              </w:rPr>
              <w:t>Note: Not required for current conformant systems</w:t>
            </w:r>
          </w:p>
        </w:tc>
        <w:tc>
          <w:tcPr>
            <w:tcW w:w="1984" w:type="dxa"/>
            <w:tcBorders>
              <w:top w:val="single" w:sz="4" w:space="0" w:color="auto"/>
              <w:bottom w:val="single" w:sz="4" w:space="0" w:color="auto"/>
            </w:tcBorders>
          </w:tcPr>
          <w:p w14:paraId="3441535C" w14:textId="77777777" w:rsidR="00840EDC" w:rsidRPr="00556BB5" w:rsidRDefault="00840EDC" w:rsidP="00C313C4">
            <w:pPr>
              <w:pStyle w:val="Tabletext"/>
              <w:rPr>
                <w:rFonts w:cs="Calibri"/>
              </w:rPr>
            </w:pPr>
            <w:r w:rsidRPr="00556BB5">
              <w:rPr>
                <w:rFonts w:cs="Calibri"/>
              </w:rPr>
              <w:t>PRES-70</w:t>
            </w:r>
          </w:p>
        </w:tc>
        <w:tc>
          <w:tcPr>
            <w:tcW w:w="2977" w:type="dxa"/>
            <w:tcBorders>
              <w:top w:val="single" w:sz="4" w:space="0" w:color="auto"/>
              <w:bottom w:val="single" w:sz="4" w:space="0" w:color="auto"/>
            </w:tcBorders>
          </w:tcPr>
          <w:p w14:paraId="16A3FCB9" w14:textId="3E896C8F" w:rsidR="00840EDC" w:rsidRPr="00556BB5" w:rsidRDefault="00840EDC" w:rsidP="00C313C4">
            <w:pPr>
              <w:pStyle w:val="Tabletext"/>
              <w:rPr>
                <w:rFonts w:cs="Calibri"/>
              </w:rPr>
            </w:pPr>
            <w:r w:rsidRPr="00556BB5">
              <w:rPr>
                <w:rFonts w:cs="Calibri"/>
              </w:rPr>
              <w:t>UC.010 - Parts A, B &amp; C</w:t>
            </w:r>
          </w:p>
        </w:tc>
      </w:tr>
      <w:tr w:rsidR="00840EDC" w:rsidRPr="003B5C15" w14:paraId="6CBB3321" w14:textId="77777777" w:rsidTr="00556BB5">
        <w:tc>
          <w:tcPr>
            <w:tcW w:w="4820" w:type="dxa"/>
            <w:tcBorders>
              <w:top w:val="single" w:sz="4" w:space="0" w:color="auto"/>
              <w:bottom w:val="single" w:sz="4" w:space="0" w:color="auto"/>
            </w:tcBorders>
          </w:tcPr>
          <w:p w14:paraId="542CA8EF" w14:textId="77777777" w:rsidR="00840EDC" w:rsidRPr="00556BB5" w:rsidRDefault="00840EDC" w:rsidP="00C313C4">
            <w:pPr>
              <w:pStyle w:val="Tabletext"/>
              <w:rPr>
                <w:rFonts w:cs="Calibri"/>
              </w:rPr>
            </w:pPr>
            <w:r w:rsidRPr="00556BB5">
              <w:rPr>
                <w:rFonts w:cs="Calibri"/>
              </w:rPr>
              <w:t xml:space="preserve">UC.015 – Update patient health record </w:t>
            </w:r>
          </w:p>
          <w:p w14:paraId="5059CE16" w14:textId="77777777" w:rsidR="00840EDC" w:rsidRPr="00556BB5" w:rsidRDefault="00840EDC" w:rsidP="00C313C4">
            <w:pPr>
              <w:pStyle w:val="Tabletext"/>
              <w:rPr>
                <w:rFonts w:eastAsia="Verdana" w:cs="Calibri"/>
              </w:rPr>
            </w:pPr>
            <w:r w:rsidRPr="00556BB5">
              <w:rPr>
                <w:rFonts w:cs="Calibri"/>
              </w:rPr>
              <w:t>Note: Not required for current conformant systems</w:t>
            </w:r>
          </w:p>
        </w:tc>
        <w:tc>
          <w:tcPr>
            <w:tcW w:w="1984" w:type="dxa"/>
            <w:tcBorders>
              <w:top w:val="single" w:sz="4" w:space="0" w:color="auto"/>
              <w:bottom w:val="single" w:sz="4" w:space="0" w:color="auto"/>
            </w:tcBorders>
          </w:tcPr>
          <w:p w14:paraId="20440619" w14:textId="77777777" w:rsidR="00840EDC" w:rsidRPr="00556BB5" w:rsidRDefault="00840EDC" w:rsidP="00C313C4">
            <w:pPr>
              <w:pStyle w:val="Tabletext"/>
              <w:rPr>
                <w:rFonts w:cs="Calibri"/>
              </w:rPr>
            </w:pPr>
            <w:r w:rsidRPr="00556BB5">
              <w:rPr>
                <w:rFonts w:cs="Calibri"/>
              </w:rPr>
              <w:t>PRES-70</w:t>
            </w:r>
          </w:p>
        </w:tc>
        <w:tc>
          <w:tcPr>
            <w:tcW w:w="2977" w:type="dxa"/>
            <w:tcBorders>
              <w:top w:val="single" w:sz="4" w:space="0" w:color="auto"/>
              <w:bottom w:val="single" w:sz="4" w:space="0" w:color="auto"/>
            </w:tcBorders>
          </w:tcPr>
          <w:p w14:paraId="6CAABA55" w14:textId="77777777" w:rsidR="00840EDC" w:rsidRPr="00556BB5" w:rsidRDefault="00840EDC" w:rsidP="00C313C4">
            <w:pPr>
              <w:pStyle w:val="Tabletext"/>
              <w:rPr>
                <w:rFonts w:cs="Calibri"/>
              </w:rPr>
            </w:pPr>
            <w:r w:rsidRPr="00556BB5">
              <w:rPr>
                <w:rFonts w:cs="Calibri"/>
              </w:rPr>
              <w:t>UC.015 - Parts A, B &amp; C</w:t>
            </w:r>
          </w:p>
        </w:tc>
      </w:tr>
      <w:tr w:rsidR="00840EDC" w:rsidRPr="003B5C15" w14:paraId="73B68F80" w14:textId="77777777" w:rsidTr="00556BB5">
        <w:tc>
          <w:tcPr>
            <w:tcW w:w="4820" w:type="dxa"/>
            <w:tcBorders>
              <w:top w:val="single" w:sz="4" w:space="0" w:color="auto"/>
              <w:bottom w:val="single" w:sz="4" w:space="0" w:color="auto"/>
            </w:tcBorders>
          </w:tcPr>
          <w:p w14:paraId="64A57AB0" w14:textId="77777777" w:rsidR="00840EDC" w:rsidRPr="00556BB5" w:rsidRDefault="00840EDC" w:rsidP="00C313C4">
            <w:pPr>
              <w:pStyle w:val="Tabletext"/>
              <w:rPr>
                <w:rFonts w:cs="Calibri"/>
              </w:rPr>
            </w:pPr>
            <w:r w:rsidRPr="00556BB5">
              <w:rPr>
                <w:rFonts w:cs="Calibri"/>
              </w:rPr>
              <w:t>5812 IHI number search</w:t>
            </w:r>
          </w:p>
        </w:tc>
        <w:tc>
          <w:tcPr>
            <w:tcW w:w="1984" w:type="dxa"/>
            <w:tcBorders>
              <w:top w:val="single" w:sz="4" w:space="0" w:color="auto"/>
              <w:bottom w:val="single" w:sz="4" w:space="0" w:color="auto"/>
            </w:tcBorders>
          </w:tcPr>
          <w:p w14:paraId="3B609BF6" w14:textId="77777777" w:rsidR="00840EDC" w:rsidRPr="00556BB5" w:rsidRDefault="00840EDC" w:rsidP="00C313C4">
            <w:pPr>
              <w:pStyle w:val="Tabletext"/>
              <w:rPr>
                <w:rFonts w:cs="Calibri"/>
              </w:rPr>
            </w:pPr>
            <w:r w:rsidRPr="00556BB5">
              <w:rPr>
                <w:rFonts w:cs="Calibri"/>
              </w:rPr>
              <w:t>PRES-70</w:t>
            </w:r>
          </w:p>
        </w:tc>
        <w:tc>
          <w:tcPr>
            <w:tcW w:w="2977" w:type="dxa"/>
            <w:tcBorders>
              <w:top w:val="single" w:sz="4" w:space="0" w:color="auto"/>
              <w:bottom w:val="single" w:sz="4" w:space="0" w:color="auto"/>
            </w:tcBorders>
          </w:tcPr>
          <w:p w14:paraId="676E276A" w14:textId="06482B68" w:rsidR="002E7FF6" w:rsidRPr="00556BB5" w:rsidRDefault="00840EDC" w:rsidP="00C313C4">
            <w:pPr>
              <w:pStyle w:val="Tabletext"/>
              <w:rPr>
                <w:rFonts w:cs="Calibri"/>
              </w:rPr>
            </w:pPr>
            <w:r w:rsidRPr="00556BB5">
              <w:rPr>
                <w:rFonts w:cs="Calibri"/>
              </w:rPr>
              <w:t xml:space="preserve">UC.010 - Part C </w:t>
            </w:r>
          </w:p>
          <w:p w14:paraId="044C0709" w14:textId="75AF5E80" w:rsidR="00840EDC" w:rsidRPr="00556BB5" w:rsidRDefault="00840EDC" w:rsidP="00C313C4">
            <w:pPr>
              <w:pStyle w:val="Tabletext"/>
              <w:rPr>
                <w:rFonts w:cs="Calibri"/>
              </w:rPr>
            </w:pPr>
            <w:r w:rsidRPr="00556BB5">
              <w:rPr>
                <w:rFonts w:cs="Calibri"/>
              </w:rPr>
              <w:t>UC.015 - Part C</w:t>
            </w:r>
            <w:r w:rsidR="006B5381" w:rsidRPr="00556BB5">
              <w:rPr>
                <w:rFonts w:cs="Calibri"/>
              </w:rPr>
              <w:t xml:space="preserve"> </w:t>
            </w:r>
          </w:p>
        </w:tc>
      </w:tr>
      <w:tr w:rsidR="00840EDC" w:rsidRPr="003B5C15" w14:paraId="75B7800A" w14:textId="77777777" w:rsidTr="00556BB5">
        <w:tc>
          <w:tcPr>
            <w:tcW w:w="4820" w:type="dxa"/>
            <w:tcBorders>
              <w:top w:val="single" w:sz="4" w:space="0" w:color="auto"/>
              <w:bottom w:val="single" w:sz="4" w:space="0" w:color="auto"/>
            </w:tcBorders>
          </w:tcPr>
          <w:p w14:paraId="3DAC1A49" w14:textId="77777777" w:rsidR="00840EDC" w:rsidRPr="00556BB5" w:rsidRDefault="00840EDC" w:rsidP="00C313C4">
            <w:pPr>
              <w:pStyle w:val="Tabletext"/>
              <w:rPr>
                <w:rFonts w:cs="Calibri"/>
              </w:rPr>
            </w:pPr>
            <w:r w:rsidRPr="00556BB5">
              <w:rPr>
                <w:rFonts w:cs="Calibri"/>
              </w:rPr>
              <w:t>5813 Medicare card search</w:t>
            </w:r>
          </w:p>
        </w:tc>
        <w:tc>
          <w:tcPr>
            <w:tcW w:w="1984" w:type="dxa"/>
            <w:tcBorders>
              <w:top w:val="single" w:sz="4" w:space="0" w:color="auto"/>
              <w:bottom w:val="single" w:sz="4" w:space="0" w:color="auto"/>
            </w:tcBorders>
          </w:tcPr>
          <w:p w14:paraId="0E7934DE" w14:textId="77777777" w:rsidR="00840EDC" w:rsidRPr="00556BB5" w:rsidRDefault="00840EDC" w:rsidP="00C313C4">
            <w:pPr>
              <w:pStyle w:val="Tabletext"/>
              <w:rPr>
                <w:rFonts w:cs="Calibri"/>
              </w:rPr>
            </w:pPr>
            <w:r w:rsidRPr="00556BB5">
              <w:rPr>
                <w:rFonts w:cs="Calibri"/>
              </w:rPr>
              <w:t>PRES-70</w:t>
            </w:r>
          </w:p>
        </w:tc>
        <w:tc>
          <w:tcPr>
            <w:tcW w:w="2977" w:type="dxa"/>
            <w:tcBorders>
              <w:top w:val="single" w:sz="4" w:space="0" w:color="auto"/>
              <w:bottom w:val="single" w:sz="4" w:space="0" w:color="auto"/>
            </w:tcBorders>
          </w:tcPr>
          <w:p w14:paraId="26C81D5C" w14:textId="5F919B82" w:rsidR="002E7FF6" w:rsidRPr="00556BB5" w:rsidRDefault="00840EDC" w:rsidP="00C313C4">
            <w:pPr>
              <w:pStyle w:val="Tabletext"/>
              <w:rPr>
                <w:rFonts w:cs="Calibri"/>
              </w:rPr>
            </w:pPr>
            <w:r w:rsidRPr="00556BB5">
              <w:rPr>
                <w:rFonts w:cs="Calibri"/>
              </w:rPr>
              <w:t xml:space="preserve">UC.010 - Part C </w:t>
            </w:r>
          </w:p>
          <w:p w14:paraId="5AEDF406" w14:textId="7CBD586C" w:rsidR="00840EDC" w:rsidRPr="00556BB5" w:rsidRDefault="00840EDC" w:rsidP="00C313C4">
            <w:pPr>
              <w:pStyle w:val="Tabletext"/>
              <w:rPr>
                <w:rFonts w:cs="Calibri"/>
              </w:rPr>
            </w:pPr>
            <w:r w:rsidRPr="00556BB5">
              <w:rPr>
                <w:rFonts w:cs="Calibri"/>
              </w:rPr>
              <w:t>UC.015 - Part C</w:t>
            </w:r>
          </w:p>
        </w:tc>
      </w:tr>
      <w:tr w:rsidR="00840EDC" w:rsidRPr="003B5C15" w14:paraId="2E659DEF" w14:textId="77777777" w:rsidTr="00556BB5">
        <w:tc>
          <w:tcPr>
            <w:tcW w:w="4820" w:type="dxa"/>
            <w:tcBorders>
              <w:top w:val="single" w:sz="4" w:space="0" w:color="auto"/>
              <w:bottom w:val="single" w:sz="4" w:space="0" w:color="auto"/>
            </w:tcBorders>
          </w:tcPr>
          <w:p w14:paraId="1BB7F51F" w14:textId="77777777" w:rsidR="00840EDC" w:rsidRPr="00556BB5" w:rsidRDefault="00840EDC" w:rsidP="00C313C4">
            <w:pPr>
              <w:pStyle w:val="Tabletext"/>
              <w:rPr>
                <w:rFonts w:cs="Calibri"/>
              </w:rPr>
            </w:pPr>
            <w:r w:rsidRPr="00556BB5">
              <w:rPr>
                <w:rFonts w:cs="Calibri"/>
              </w:rPr>
              <w:t>5814 DVA File number search</w:t>
            </w:r>
          </w:p>
        </w:tc>
        <w:tc>
          <w:tcPr>
            <w:tcW w:w="1984" w:type="dxa"/>
            <w:tcBorders>
              <w:top w:val="single" w:sz="4" w:space="0" w:color="auto"/>
              <w:bottom w:val="single" w:sz="4" w:space="0" w:color="auto"/>
            </w:tcBorders>
          </w:tcPr>
          <w:p w14:paraId="7B4378E8" w14:textId="77777777" w:rsidR="00840EDC" w:rsidRPr="00556BB5" w:rsidRDefault="00840EDC" w:rsidP="00C313C4">
            <w:pPr>
              <w:pStyle w:val="Tabletext"/>
              <w:rPr>
                <w:rFonts w:cs="Calibri"/>
              </w:rPr>
            </w:pPr>
            <w:r w:rsidRPr="00556BB5">
              <w:rPr>
                <w:rFonts w:cs="Calibri"/>
              </w:rPr>
              <w:t>PRES-70</w:t>
            </w:r>
          </w:p>
        </w:tc>
        <w:tc>
          <w:tcPr>
            <w:tcW w:w="2977" w:type="dxa"/>
            <w:tcBorders>
              <w:top w:val="single" w:sz="4" w:space="0" w:color="auto"/>
              <w:bottom w:val="single" w:sz="4" w:space="0" w:color="auto"/>
            </w:tcBorders>
          </w:tcPr>
          <w:p w14:paraId="5545A9CC" w14:textId="10EC681F" w:rsidR="002E7FF6" w:rsidRPr="00556BB5" w:rsidRDefault="00840EDC" w:rsidP="00C313C4">
            <w:pPr>
              <w:pStyle w:val="Tabletext"/>
              <w:rPr>
                <w:rFonts w:cs="Calibri"/>
              </w:rPr>
            </w:pPr>
            <w:r w:rsidRPr="00556BB5">
              <w:rPr>
                <w:rFonts w:cs="Calibri"/>
              </w:rPr>
              <w:t xml:space="preserve">UC.010 - Part C </w:t>
            </w:r>
          </w:p>
          <w:p w14:paraId="66824388" w14:textId="2DFD324C" w:rsidR="00840EDC" w:rsidRPr="00556BB5" w:rsidRDefault="00840EDC" w:rsidP="00C313C4">
            <w:pPr>
              <w:pStyle w:val="Tabletext"/>
              <w:rPr>
                <w:rFonts w:cs="Calibri"/>
              </w:rPr>
            </w:pPr>
            <w:r w:rsidRPr="00556BB5">
              <w:rPr>
                <w:rFonts w:cs="Calibri"/>
              </w:rPr>
              <w:t>UC.015 - Part C</w:t>
            </w:r>
          </w:p>
        </w:tc>
      </w:tr>
      <w:tr w:rsidR="00840EDC" w:rsidRPr="003B5C15" w14:paraId="387B4AB2" w14:textId="77777777" w:rsidTr="00556BB5">
        <w:tc>
          <w:tcPr>
            <w:tcW w:w="4820" w:type="dxa"/>
            <w:tcBorders>
              <w:top w:val="single" w:sz="4" w:space="0" w:color="auto"/>
              <w:bottom w:val="single" w:sz="4" w:space="0" w:color="auto"/>
            </w:tcBorders>
          </w:tcPr>
          <w:p w14:paraId="0B68B863" w14:textId="77777777" w:rsidR="00840EDC" w:rsidRPr="00556BB5" w:rsidRDefault="00840EDC" w:rsidP="00C313C4">
            <w:pPr>
              <w:pStyle w:val="Tabletext"/>
              <w:rPr>
                <w:rFonts w:cs="Calibri"/>
              </w:rPr>
            </w:pPr>
            <w:r w:rsidRPr="00556BB5">
              <w:rPr>
                <w:rFonts w:cs="Calibri"/>
              </w:rPr>
              <w:t>5818 Resubmit search with modified search criteria</w:t>
            </w:r>
          </w:p>
        </w:tc>
        <w:tc>
          <w:tcPr>
            <w:tcW w:w="1984" w:type="dxa"/>
            <w:tcBorders>
              <w:top w:val="single" w:sz="4" w:space="0" w:color="auto"/>
              <w:bottom w:val="single" w:sz="4" w:space="0" w:color="auto"/>
            </w:tcBorders>
          </w:tcPr>
          <w:p w14:paraId="4B766A48" w14:textId="77777777" w:rsidR="00840EDC" w:rsidRPr="00556BB5" w:rsidRDefault="00840EDC" w:rsidP="00C313C4">
            <w:pPr>
              <w:pStyle w:val="Tabletext"/>
              <w:rPr>
                <w:rFonts w:cs="Calibri"/>
              </w:rPr>
            </w:pPr>
            <w:r w:rsidRPr="00556BB5">
              <w:rPr>
                <w:rFonts w:cs="Calibri"/>
              </w:rPr>
              <w:t>PRES-70</w:t>
            </w:r>
          </w:p>
        </w:tc>
        <w:tc>
          <w:tcPr>
            <w:tcW w:w="2977" w:type="dxa"/>
            <w:tcBorders>
              <w:top w:val="single" w:sz="4" w:space="0" w:color="auto"/>
              <w:bottom w:val="single" w:sz="4" w:space="0" w:color="auto"/>
            </w:tcBorders>
          </w:tcPr>
          <w:p w14:paraId="5C6E754A" w14:textId="4B946D01" w:rsidR="00E01711" w:rsidRPr="00556BB5" w:rsidRDefault="00840EDC" w:rsidP="00C313C4">
            <w:pPr>
              <w:pStyle w:val="Tabletext"/>
              <w:rPr>
                <w:rFonts w:cs="Calibri"/>
              </w:rPr>
            </w:pPr>
            <w:r w:rsidRPr="00556BB5">
              <w:rPr>
                <w:rFonts w:cs="Calibri"/>
              </w:rPr>
              <w:t xml:space="preserve">UC.010 - Part C </w:t>
            </w:r>
          </w:p>
          <w:p w14:paraId="18D82E77" w14:textId="50DA2947" w:rsidR="00840EDC" w:rsidRPr="00556BB5" w:rsidRDefault="00840EDC" w:rsidP="00C313C4">
            <w:pPr>
              <w:pStyle w:val="Tabletext"/>
              <w:rPr>
                <w:rFonts w:cs="Calibri"/>
              </w:rPr>
            </w:pPr>
            <w:r w:rsidRPr="00556BB5">
              <w:rPr>
                <w:rFonts w:cs="Calibri"/>
              </w:rPr>
              <w:t>UC.015 - Part C</w:t>
            </w:r>
          </w:p>
        </w:tc>
      </w:tr>
      <w:tr w:rsidR="00840EDC" w:rsidRPr="003B5C15" w14:paraId="20D6CE61" w14:textId="77777777" w:rsidTr="00556BB5">
        <w:tc>
          <w:tcPr>
            <w:tcW w:w="4820" w:type="dxa"/>
            <w:tcBorders>
              <w:top w:val="single" w:sz="4" w:space="0" w:color="auto"/>
              <w:bottom w:val="single" w:sz="4" w:space="0" w:color="auto"/>
            </w:tcBorders>
          </w:tcPr>
          <w:p w14:paraId="6CED62BB" w14:textId="0BB53AA9" w:rsidR="00840EDC" w:rsidRPr="00556BB5" w:rsidRDefault="00840EDC" w:rsidP="00C313C4">
            <w:pPr>
              <w:pStyle w:val="Tabletext"/>
              <w:rPr>
                <w:rFonts w:cs="Calibri"/>
              </w:rPr>
            </w:pPr>
            <w:r w:rsidRPr="00556BB5">
              <w:rPr>
                <w:rFonts w:cs="Calibri"/>
              </w:rPr>
              <w:t xml:space="preserve">21561 Inclusion of a healthcare identifier in an </w:t>
            </w:r>
            <w:r w:rsidR="004020E0" w:rsidRPr="00556BB5">
              <w:rPr>
                <w:rFonts w:cs="Calibri"/>
              </w:rPr>
              <w:t>electronic</w:t>
            </w:r>
            <w:r w:rsidR="000B2DEC" w:rsidRPr="00556BB5">
              <w:rPr>
                <w:rFonts w:cs="Calibri"/>
              </w:rPr>
              <w:t xml:space="preserve"> </w:t>
            </w:r>
            <w:r w:rsidRPr="00556BB5">
              <w:rPr>
                <w:rFonts w:cs="Calibri"/>
              </w:rPr>
              <w:t>message/document with an unresolved exception or alert</w:t>
            </w:r>
          </w:p>
        </w:tc>
        <w:tc>
          <w:tcPr>
            <w:tcW w:w="1984" w:type="dxa"/>
            <w:tcBorders>
              <w:top w:val="single" w:sz="4" w:space="0" w:color="auto"/>
              <w:bottom w:val="single" w:sz="4" w:space="0" w:color="auto"/>
            </w:tcBorders>
          </w:tcPr>
          <w:p w14:paraId="69F1987E" w14:textId="01414ED4" w:rsidR="00840EDC" w:rsidRPr="00556BB5" w:rsidRDefault="00840EDC" w:rsidP="00C313C4">
            <w:pPr>
              <w:pStyle w:val="Tabletext"/>
              <w:rPr>
                <w:rFonts w:cs="Calibri"/>
              </w:rPr>
            </w:pPr>
            <w:r w:rsidRPr="00556BB5">
              <w:rPr>
                <w:rFonts w:cs="Calibri"/>
              </w:rPr>
              <w:t>PRES-70</w:t>
            </w:r>
            <w:r w:rsidR="00504D0E" w:rsidRPr="00556BB5">
              <w:rPr>
                <w:rFonts w:cs="Calibri"/>
              </w:rPr>
              <w:t>A</w:t>
            </w:r>
          </w:p>
        </w:tc>
        <w:tc>
          <w:tcPr>
            <w:tcW w:w="2977" w:type="dxa"/>
            <w:tcBorders>
              <w:top w:val="single" w:sz="4" w:space="0" w:color="auto"/>
              <w:bottom w:val="single" w:sz="4" w:space="0" w:color="auto"/>
            </w:tcBorders>
          </w:tcPr>
          <w:p w14:paraId="7473FDA6" w14:textId="0D82E6B6" w:rsidR="00840EDC" w:rsidRPr="00556BB5" w:rsidRDefault="00840EDC" w:rsidP="00C313C4">
            <w:pPr>
              <w:pStyle w:val="Tabletext"/>
              <w:rPr>
                <w:rFonts w:cs="Calibri"/>
              </w:rPr>
            </w:pPr>
            <w:r w:rsidRPr="00556BB5">
              <w:rPr>
                <w:rFonts w:cs="Calibri"/>
              </w:rPr>
              <w:t>UC.330 - Part B</w:t>
            </w:r>
          </w:p>
        </w:tc>
      </w:tr>
      <w:tr w:rsidR="00840EDC" w:rsidRPr="003B5C15" w14:paraId="2ADE8E8F" w14:textId="77777777" w:rsidTr="00556BB5">
        <w:tc>
          <w:tcPr>
            <w:tcW w:w="4820" w:type="dxa"/>
            <w:tcBorders>
              <w:top w:val="single" w:sz="4" w:space="0" w:color="auto"/>
              <w:bottom w:val="single" w:sz="4" w:space="0" w:color="auto"/>
            </w:tcBorders>
          </w:tcPr>
          <w:p w14:paraId="6BB8297D" w14:textId="42981E1E" w:rsidR="00840EDC" w:rsidRPr="00556BB5" w:rsidRDefault="00840EDC" w:rsidP="00C313C4">
            <w:pPr>
              <w:pStyle w:val="Tabletext"/>
              <w:rPr>
                <w:rFonts w:cs="Calibri"/>
              </w:rPr>
            </w:pPr>
            <w:r w:rsidRPr="00556BB5">
              <w:rPr>
                <w:rFonts w:cs="Calibri"/>
              </w:rPr>
              <w:t xml:space="preserve">16832 Validation of an IHI before inclusion in a new </w:t>
            </w:r>
            <w:r w:rsidR="000B2DEC" w:rsidRPr="00556BB5">
              <w:rPr>
                <w:rFonts w:cs="Calibri"/>
              </w:rPr>
              <w:t xml:space="preserve">electronic </w:t>
            </w:r>
            <w:r w:rsidRPr="00556BB5">
              <w:rPr>
                <w:rFonts w:cs="Calibri"/>
              </w:rPr>
              <w:t>message/document</w:t>
            </w:r>
          </w:p>
        </w:tc>
        <w:tc>
          <w:tcPr>
            <w:tcW w:w="1984" w:type="dxa"/>
            <w:tcBorders>
              <w:top w:val="single" w:sz="4" w:space="0" w:color="auto"/>
              <w:bottom w:val="single" w:sz="4" w:space="0" w:color="auto"/>
            </w:tcBorders>
          </w:tcPr>
          <w:p w14:paraId="131CA0D7" w14:textId="66855EE8" w:rsidR="00840EDC" w:rsidRPr="00556BB5" w:rsidRDefault="00CB3BBD" w:rsidP="00C313C4">
            <w:pPr>
              <w:pStyle w:val="Tabletext"/>
              <w:rPr>
                <w:rFonts w:cs="Calibri"/>
              </w:rPr>
            </w:pPr>
            <w:r w:rsidRPr="00556BB5">
              <w:rPr>
                <w:rFonts w:cs="Calibri"/>
              </w:rPr>
              <w:t>PRES</w:t>
            </w:r>
            <w:r w:rsidR="00980F30" w:rsidRPr="00556BB5">
              <w:rPr>
                <w:rFonts w:cs="Calibri"/>
              </w:rPr>
              <w:t>-70A</w:t>
            </w:r>
          </w:p>
        </w:tc>
        <w:tc>
          <w:tcPr>
            <w:tcW w:w="2977" w:type="dxa"/>
            <w:tcBorders>
              <w:top w:val="single" w:sz="4" w:space="0" w:color="auto"/>
              <w:bottom w:val="single" w:sz="4" w:space="0" w:color="auto"/>
            </w:tcBorders>
          </w:tcPr>
          <w:p w14:paraId="4C531878" w14:textId="6F258BF5" w:rsidR="00840EDC" w:rsidRPr="00556BB5" w:rsidRDefault="00840EDC" w:rsidP="00C313C4">
            <w:pPr>
              <w:pStyle w:val="Tabletext"/>
              <w:rPr>
                <w:rFonts w:cs="Calibri"/>
              </w:rPr>
            </w:pPr>
            <w:r w:rsidRPr="00556BB5">
              <w:rPr>
                <w:rFonts w:cs="Calibri"/>
              </w:rPr>
              <w:t>UC.330 - Part B</w:t>
            </w:r>
          </w:p>
        </w:tc>
      </w:tr>
      <w:tr w:rsidR="00840EDC" w:rsidRPr="003B5C15" w14:paraId="5BBA0DED" w14:textId="77777777" w:rsidTr="00556BB5">
        <w:tc>
          <w:tcPr>
            <w:tcW w:w="4820" w:type="dxa"/>
            <w:tcBorders>
              <w:top w:val="single" w:sz="4" w:space="0" w:color="auto"/>
              <w:bottom w:val="single" w:sz="4" w:space="0" w:color="auto"/>
            </w:tcBorders>
          </w:tcPr>
          <w:p w14:paraId="370FCB0F" w14:textId="77777777" w:rsidR="00840EDC" w:rsidRPr="00556BB5" w:rsidRDefault="00840EDC" w:rsidP="00C313C4">
            <w:pPr>
              <w:pStyle w:val="Tabletext"/>
              <w:rPr>
                <w:rFonts w:cs="Calibri"/>
              </w:rPr>
            </w:pPr>
            <w:r w:rsidRPr="00556BB5">
              <w:rPr>
                <w:rFonts w:cs="Calibri"/>
              </w:rPr>
              <w:t>16813 Actions for when validation of a verified IHI returns a ‘resolved’ information message and a different IHI number</w:t>
            </w:r>
          </w:p>
        </w:tc>
        <w:tc>
          <w:tcPr>
            <w:tcW w:w="1984" w:type="dxa"/>
            <w:tcBorders>
              <w:top w:val="single" w:sz="4" w:space="0" w:color="auto"/>
              <w:bottom w:val="single" w:sz="4" w:space="0" w:color="auto"/>
            </w:tcBorders>
          </w:tcPr>
          <w:p w14:paraId="73EDC062" w14:textId="3116BDF7" w:rsidR="00840EDC" w:rsidRPr="00556BB5" w:rsidRDefault="00980F30" w:rsidP="00C313C4">
            <w:pPr>
              <w:pStyle w:val="Tabletext"/>
              <w:rPr>
                <w:rFonts w:cs="Calibri"/>
              </w:rPr>
            </w:pPr>
            <w:r w:rsidRPr="00556BB5">
              <w:rPr>
                <w:rFonts w:cs="Calibri"/>
              </w:rPr>
              <w:t>PRES-70A</w:t>
            </w:r>
          </w:p>
        </w:tc>
        <w:tc>
          <w:tcPr>
            <w:tcW w:w="2977" w:type="dxa"/>
            <w:tcBorders>
              <w:top w:val="single" w:sz="4" w:space="0" w:color="auto"/>
              <w:bottom w:val="single" w:sz="4" w:space="0" w:color="auto"/>
            </w:tcBorders>
          </w:tcPr>
          <w:p w14:paraId="02FA69D0" w14:textId="24D4A097" w:rsidR="00840EDC" w:rsidRPr="00556BB5" w:rsidRDefault="00840EDC" w:rsidP="00C313C4">
            <w:pPr>
              <w:pStyle w:val="Tabletext"/>
              <w:rPr>
                <w:rFonts w:cs="Calibri"/>
              </w:rPr>
            </w:pPr>
            <w:r w:rsidRPr="00556BB5">
              <w:rPr>
                <w:rFonts w:cs="Calibri"/>
              </w:rPr>
              <w:t>UC.330 - Part B</w:t>
            </w:r>
          </w:p>
        </w:tc>
      </w:tr>
      <w:tr w:rsidR="00840EDC" w:rsidRPr="003B5C15" w14:paraId="7A71AA00" w14:textId="77777777" w:rsidTr="00556BB5">
        <w:trPr>
          <w:trHeight w:val="70"/>
        </w:trPr>
        <w:tc>
          <w:tcPr>
            <w:tcW w:w="4820" w:type="dxa"/>
            <w:tcBorders>
              <w:top w:val="single" w:sz="4" w:space="0" w:color="auto"/>
              <w:bottom w:val="single" w:sz="4" w:space="0" w:color="auto"/>
            </w:tcBorders>
          </w:tcPr>
          <w:p w14:paraId="0BB5343D" w14:textId="77777777" w:rsidR="00840EDC" w:rsidRPr="00556BB5" w:rsidRDefault="00840EDC" w:rsidP="00C313C4">
            <w:pPr>
              <w:pStyle w:val="Tabletext"/>
              <w:rPr>
                <w:rFonts w:cs="Calibri"/>
              </w:rPr>
            </w:pPr>
            <w:r w:rsidRPr="00556BB5">
              <w:rPr>
                <w:rFonts w:cs="Calibri"/>
              </w:rPr>
              <w:t>16815 Rules for when the validation of an active and verified IHI returns the same IHI number and same IHI record status but with a different IHI status</w:t>
            </w:r>
          </w:p>
        </w:tc>
        <w:tc>
          <w:tcPr>
            <w:tcW w:w="1984" w:type="dxa"/>
            <w:tcBorders>
              <w:top w:val="single" w:sz="4" w:space="0" w:color="auto"/>
              <w:bottom w:val="single" w:sz="4" w:space="0" w:color="auto"/>
            </w:tcBorders>
          </w:tcPr>
          <w:p w14:paraId="41A1CB4C" w14:textId="43CFE4D9" w:rsidR="00840EDC" w:rsidRPr="00556BB5" w:rsidRDefault="00840EDC" w:rsidP="00C313C4">
            <w:pPr>
              <w:pStyle w:val="Tabletext"/>
              <w:rPr>
                <w:rFonts w:cs="Calibri"/>
              </w:rPr>
            </w:pPr>
            <w:r w:rsidRPr="00556BB5">
              <w:rPr>
                <w:rFonts w:cs="Calibri"/>
              </w:rPr>
              <w:t>PRES-70</w:t>
            </w:r>
            <w:r w:rsidR="00615370" w:rsidRPr="00556BB5">
              <w:rPr>
                <w:rFonts w:cs="Calibri"/>
              </w:rPr>
              <w:t>A</w:t>
            </w:r>
          </w:p>
        </w:tc>
        <w:tc>
          <w:tcPr>
            <w:tcW w:w="2977" w:type="dxa"/>
            <w:tcBorders>
              <w:top w:val="single" w:sz="4" w:space="0" w:color="auto"/>
              <w:bottom w:val="single" w:sz="4" w:space="0" w:color="auto"/>
            </w:tcBorders>
          </w:tcPr>
          <w:p w14:paraId="7700F2DB" w14:textId="2596CA1E" w:rsidR="00840EDC" w:rsidRPr="00556BB5" w:rsidRDefault="00840EDC" w:rsidP="00C313C4">
            <w:pPr>
              <w:pStyle w:val="Tabletext"/>
              <w:rPr>
                <w:rFonts w:cs="Calibri"/>
              </w:rPr>
            </w:pPr>
            <w:r w:rsidRPr="00556BB5">
              <w:rPr>
                <w:rFonts w:cs="Calibri"/>
              </w:rPr>
              <w:t>UC.330 - Part B</w:t>
            </w:r>
          </w:p>
        </w:tc>
      </w:tr>
      <w:tr w:rsidR="000815BF" w:rsidRPr="000815BF" w14:paraId="2B514F8A" w14:textId="77777777" w:rsidTr="000815BF">
        <w:trPr>
          <w:trHeight w:val="70"/>
        </w:trPr>
        <w:tc>
          <w:tcPr>
            <w:tcW w:w="4820" w:type="dxa"/>
            <w:tcBorders>
              <w:top w:val="single" w:sz="4" w:space="0" w:color="auto"/>
              <w:bottom w:val="single" w:sz="4" w:space="0" w:color="auto"/>
            </w:tcBorders>
          </w:tcPr>
          <w:p w14:paraId="24872D8E" w14:textId="77777777" w:rsidR="000815BF" w:rsidRPr="000815BF" w:rsidRDefault="000815BF" w:rsidP="00C313C4">
            <w:pPr>
              <w:pStyle w:val="Tabletext"/>
              <w:rPr>
                <w:rFonts w:cs="Calibri"/>
              </w:rPr>
            </w:pPr>
          </w:p>
        </w:tc>
        <w:tc>
          <w:tcPr>
            <w:tcW w:w="1984" w:type="dxa"/>
            <w:tcBorders>
              <w:top w:val="single" w:sz="4" w:space="0" w:color="auto"/>
              <w:bottom w:val="single" w:sz="4" w:space="0" w:color="auto"/>
            </w:tcBorders>
          </w:tcPr>
          <w:p w14:paraId="70EB6E22" w14:textId="77777777" w:rsidR="000815BF" w:rsidRPr="000815BF" w:rsidRDefault="000815BF" w:rsidP="00C313C4">
            <w:pPr>
              <w:pStyle w:val="Tabletext"/>
              <w:rPr>
                <w:rFonts w:cs="Calibri"/>
              </w:rPr>
            </w:pPr>
          </w:p>
        </w:tc>
        <w:tc>
          <w:tcPr>
            <w:tcW w:w="2977" w:type="dxa"/>
            <w:tcBorders>
              <w:top w:val="single" w:sz="4" w:space="0" w:color="auto"/>
              <w:bottom w:val="single" w:sz="4" w:space="0" w:color="auto"/>
            </w:tcBorders>
          </w:tcPr>
          <w:p w14:paraId="12ED0E7B" w14:textId="77777777" w:rsidR="000815BF" w:rsidRPr="000815BF" w:rsidRDefault="000815BF" w:rsidP="00C313C4">
            <w:pPr>
              <w:pStyle w:val="Tabletext"/>
              <w:rPr>
                <w:rFonts w:cs="Calibri"/>
              </w:rPr>
            </w:pPr>
          </w:p>
        </w:tc>
      </w:tr>
      <w:tr w:rsidR="00840EDC" w:rsidRPr="003B5C15" w14:paraId="3F12A7B5" w14:textId="77777777" w:rsidTr="00556BB5">
        <w:trPr>
          <w:trHeight w:val="439"/>
        </w:trPr>
        <w:tc>
          <w:tcPr>
            <w:tcW w:w="9781" w:type="dxa"/>
            <w:gridSpan w:val="3"/>
            <w:tcBorders>
              <w:top w:val="single" w:sz="4" w:space="0" w:color="auto"/>
              <w:bottom w:val="single" w:sz="4" w:space="0" w:color="auto"/>
            </w:tcBorders>
            <w:shd w:val="clear" w:color="auto" w:fill="F2F2F2" w:themeFill="background1" w:themeFillShade="F2"/>
          </w:tcPr>
          <w:p w14:paraId="7593B84F" w14:textId="77777777" w:rsidR="00840EDC" w:rsidRPr="00556BB5" w:rsidRDefault="00840EDC" w:rsidP="00C313C4">
            <w:pPr>
              <w:pStyle w:val="Tabletext"/>
              <w:rPr>
                <w:rFonts w:cs="Calibri"/>
              </w:rPr>
            </w:pPr>
            <w:r w:rsidRPr="00556BB5">
              <w:rPr>
                <w:rFonts w:cs="Calibri"/>
                <w:b/>
                <w:bCs/>
              </w:rPr>
              <w:lastRenderedPageBreak/>
              <w:t xml:space="preserve">Conditional requirements (tick if applicable) </w:t>
            </w:r>
            <w:r w:rsidRPr="00556BB5">
              <w:rPr>
                <w:rFonts w:cs="Calibri"/>
              </w:rPr>
              <w:t>If the software has any of the conditional functionality, then the requirement becomes mandatory.</w:t>
            </w:r>
          </w:p>
        </w:tc>
      </w:tr>
      <w:tr w:rsidR="00840EDC" w:rsidRPr="003B5C15" w14:paraId="62634536" w14:textId="77777777" w:rsidTr="00556BB5">
        <w:tc>
          <w:tcPr>
            <w:tcW w:w="4820" w:type="dxa"/>
            <w:tcBorders>
              <w:top w:val="single" w:sz="4" w:space="0" w:color="auto"/>
              <w:bottom w:val="single" w:sz="4" w:space="0" w:color="auto"/>
            </w:tcBorders>
          </w:tcPr>
          <w:p w14:paraId="49B8B214" w14:textId="77777777" w:rsidR="00840EDC" w:rsidRPr="00556BB5" w:rsidRDefault="006F3745" w:rsidP="009E2184">
            <w:pPr>
              <w:pStyle w:val="Tabletext"/>
              <w:rPr>
                <w:rFonts w:cs="Calibri"/>
              </w:rPr>
            </w:pPr>
            <w:sdt>
              <w:sdtPr>
                <w:rPr>
                  <w:rFonts w:eastAsia="MS Gothic" w:cs="Calibri"/>
                  <w:sz w:val="24"/>
                </w:rPr>
                <w:id w:val="281923033"/>
                <w14:checkbox>
                  <w14:checked w14:val="0"/>
                  <w14:checkedState w14:val="2612" w14:font="MS Gothic"/>
                  <w14:uncheckedState w14:val="2610" w14:font="MS Gothic"/>
                </w14:checkbox>
              </w:sdtPr>
              <w:sdtEndPr/>
              <w:sdtContent>
                <w:r w:rsidR="00840EDC" w:rsidRPr="00556BB5">
                  <w:rPr>
                    <w:rFonts w:ascii="Segoe UI Symbol" w:eastAsia="MS Gothic" w:hAnsi="Segoe UI Symbol" w:cs="Segoe UI Symbol"/>
                    <w:sz w:val="24"/>
                  </w:rPr>
                  <w:t>☐</w:t>
                </w:r>
              </w:sdtContent>
            </w:sdt>
            <w:r w:rsidR="00840EDC" w:rsidRPr="00556BB5">
              <w:rPr>
                <w:rFonts w:cs="Calibri"/>
              </w:rPr>
              <w:t xml:space="preserve">  UC.010 Register patient </w:t>
            </w:r>
          </w:p>
          <w:p w14:paraId="4D94959D" w14:textId="77777777" w:rsidR="00840EDC" w:rsidRPr="00556BB5" w:rsidRDefault="00840EDC" w:rsidP="009E2184">
            <w:pPr>
              <w:pStyle w:val="Tabletext"/>
              <w:rPr>
                <w:rFonts w:cs="Calibri"/>
              </w:rPr>
            </w:pPr>
            <w:r w:rsidRPr="00556BB5">
              <w:rPr>
                <w:rFonts w:cs="Calibri"/>
              </w:rPr>
              <w:t>Note: Not required for current conformant systems</w:t>
            </w:r>
          </w:p>
        </w:tc>
        <w:tc>
          <w:tcPr>
            <w:tcW w:w="1984" w:type="dxa"/>
            <w:tcBorders>
              <w:top w:val="single" w:sz="4" w:space="0" w:color="auto"/>
              <w:bottom w:val="single" w:sz="4" w:space="0" w:color="auto"/>
            </w:tcBorders>
          </w:tcPr>
          <w:p w14:paraId="583C7489" w14:textId="77777777" w:rsidR="00840EDC" w:rsidRPr="00556BB5" w:rsidRDefault="00840EDC" w:rsidP="009E2184">
            <w:pPr>
              <w:pStyle w:val="Tabletext"/>
              <w:rPr>
                <w:rFonts w:cs="Calibri"/>
              </w:rPr>
            </w:pPr>
            <w:r w:rsidRPr="00556BB5">
              <w:rPr>
                <w:rFonts w:cs="Calibri"/>
              </w:rPr>
              <w:t>PRES-70</w:t>
            </w:r>
          </w:p>
        </w:tc>
        <w:tc>
          <w:tcPr>
            <w:tcW w:w="2977" w:type="dxa"/>
            <w:tcBorders>
              <w:top w:val="single" w:sz="4" w:space="0" w:color="auto"/>
              <w:bottom w:val="single" w:sz="4" w:space="0" w:color="auto"/>
            </w:tcBorders>
          </w:tcPr>
          <w:p w14:paraId="224F9712" w14:textId="77777777" w:rsidR="00840EDC" w:rsidRPr="00556BB5" w:rsidRDefault="00840EDC" w:rsidP="009E2184">
            <w:pPr>
              <w:pStyle w:val="Tabletext"/>
              <w:rPr>
                <w:rFonts w:cs="Calibri"/>
              </w:rPr>
            </w:pPr>
            <w:r w:rsidRPr="00556BB5">
              <w:rPr>
                <w:rFonts w:cs="Calibri"/>
              </w:rPr>
              <w:t>UC.010 - Parts A, B &amp; C</w:t>
            </w:r>
          </w:p>
        </w:tc>
      </w:tr>
      <w:tr w:rsidR="00840EDC" w:rsidRPr="003B5C15" w14:paraId="6214B877" w14:textId="77777777" w:rsidTr="00556BB5">
        <w:tc>
          <w:tcPr>
            <w:tcW w:w="4820" w:type="dxa"/>
            <w:tcBorders>
              <w:top w:val="single" w:sz="4" w:space="0" w:color="auto"/>
              <w:bottom w:val="single" w:sz="4" w:space="0" w:color="auto"/>
            </w:tcBorders>
          </w:tcPr>
          <w:p w14:paraId="156300E3" w14:textId="77777777" w:rsidR="00840EDC" w:rsidRPr="00556BB5" w:rsidRDefault="006F3745" w:rsidP="009E2184">
            <w:pPr>
              <w:pStyle w:val="Tabletext"/>
              <w:rPr>
                <w:rFonts w:cs="Calibri"/>
              </w:rPr>
            </w:pPr>
            <w:sdt>
              <w:sdtPr>
                <w:rPr>
                  <w:rFonts w:eastAsia="MS Gothic" w:cs="Calibri"/>
                  <w:sz w:val="24"/>
                </w:rPr>
                <w:id w:val="-977988663"/>
                <w14:checkbox>
                  <w14:checked w14:val="0"/>
                  <w14:checkedState w14:val="2612" w14:font="MS Gothic"/>
                  <w14:uncheckedState w14:val="2610" w14:font="MS Gothic"/>
                </w14:checkbox>
              </w:sdtPr>
              <w:sdtEndPr/>
              <w:sdtContent>
                <w:r w:rsidR="00840EDC" w:rsidRPr="00556BB5">
                  <w:rPr>
                    <w:rFonts w:ascii="Segoe UI Symbol" w:eastAsia="MS Gothic" w:hAnsi="Segoe UI Symbol" w:cs="Segoe UI Symbol"/>
                    <w:sz w:val="24"/>
                  </w:rPr>
                  <w:t>☐</w:t>
                </w:r>
              </w:sdtContent>
            </w:sdt>
            <w:r w:rsidR="00840EDC" w:rsidRPr="00556BB5">
              <w:rPr>
                <w:rFonts w:cs="Calibri"/>
              </w:rPr>
              <w:t xml:space="preserve">  UC.015 Update patient health record </w:t>
            </w:r>
          </w:p>
          <w:p w14:paraId="1225B6E5" w14:textId="77777777" w:rsidR="00840EDC" w:rsidRPr="00556BB5" w:rsidRDefault="00840EDC" w:rsidP="009E2184">
            <w:pPr>
              <w:pStyle w:val="Tabletext"/>
              <w:rPr>
                <w:rFonts w:cs="Calibri"/>
              </w:rPr>
            </w:pPr>
            <w:r w:rsidRPr="00556BB5">
              <w:rPr>
                <w:rFonts w:cs="Calibri"/>
              </w:rPr>
              <w:t>Note: Not required for current conformant systems</w:t>
            </w:r>
          </w:p>
        </w:tc>
        <w:tc>
          <w:tcPr>
            <w:tcW w:w="1984" w:type="dxa"/>
            <w:tcBorders>
              <w:top w:val="single" w:sz="4" w:space="0" w:color="auto"/>
              <w:bottom w:val="single" w:sz="4" w:space="0" w:color="auto"/>
            </w:tcBorders>
          </w:tcPr>
          <w:p w14:paraId="4BE62C08" w14:textId="77777777" w:rsidR="00840EDC" w:rsidRPr="00556BB5" w:rsidRDefault="00840EDC" w:rsidP="009E2184">
            <w:pPr>
              <w:pStyle w:val="Tabletext"/>
              <w:rPr>
                <w:rFonts w:cs="Calibri"/>
              </w:rPr>
            </w:pPr>
            <w:r w:rsidRPr="00556BB5">
              <w:rPr>
                <w:rFonts w:cs="Calibri"/>
              </w:rPr>
              <w:t>PRES-70</w:t>
            </w:r>
          </w:p>
        </w:tc>
        <w:tc>
          <w:tcPr>
            <w:tcW w:w="2977" w:type="dxa"/>
            <w:tcBorders>
              <w:top w:val="single" w:sz="4" w:space="0" w:color="auto"/>
              <w:bottom w:val="single" w:sz="4" w:space="0" w:color="auto"/>
            </w:tcBorders>
          </w:tcPr>
          <w:p w14:paraId="58341BA0" w14:textId="77777777" w:rsidR="00840EDC" w:rsidRPr="00556BB5" w:rsidRDefault="00840EDC" w:rsidP="009E2184">
            <w:pPr>
              <w:pStyle w:val="Tabletext"/>
              <w:rPr>
                <w:rFonts w:cs="Calibri"/>
              </w:rPr>
            </w:pPr>
            <w:r w:rsidRPr="00556BB5">
              <w:rPr>
                <w:rFonts w:cs="Calibri"/>
              </w:rPr>
              <w:t>UC.015 - Parts A, B &amp; C</w:t>
            </w:r>
          </w:p>
        </w:tc>
      </w:tr>
      <w:tr w:rsidR="00840EDC" w:rsidRPr="003B5C15" w14:paraId="77AB39F8" w14:textId="77777777" w:rsidTr="00556BB5">
        <w:tc>
          <w:tcPr>
            <w:tcW w:w="4820" w:type="dxa"/>
            <w:tcBorders>
              <w:top w:val="single" w:sz="4" w:space="0" w:color="auto"/>
              <w:bottom w:val="single" w:sz="4" w:space="0" w:color="auto"/>
            </w:tcBorders>
          </w:tcPr>
          <w:p w14:paraId="4FF5AA49" w14:textId="57087B97" w:rsidR="00840EDC" w:rsidRPr="00556BB5" w:rsidRDefault="006F3745" w:rsidP="009E2184">
            <w:pPr>
              <w:pStyle w:val="Tabletext"/>
              <w:rPr>
                <w:rFonts w:cs="Calibri"/>
              </w:rPr>
            </w:pPr>
            <w:sdt>
              <w:sdtPr>
                <w:rPr>
                  <w:rFonts w:eastAsia="MS Gothic" w:cs="Calibri"/>
                  <w:sz w:val="24"/>
                </w:rPr>
                <w:id w:val="1835951231"/>
                <w14:checkbox>
                  <w14:checked w14:val="0"/>
                  <w14:checkedState w14:val="2612" w14:font="MS Gothic"/>
                  <w14:uncheckedState w14:val="2610" w14:font="MS Gothic"/>
                </w14:checkbox>
              </w:sdtPr>
              <w:sdtEndPr/>
              <w:sdtContent>
                <w:r w:rsidR="00840EDC" w:rsidRPr="00556BB5">
                  <w:rPr>
                    <w:rFonts w:ascii="Segoe UI Symbol" w:eastAsia="MS Gothic" w:hAnsi="Segoe UI Symbol" w:cs="Segoe UI Symbol"/>
                    <w:sz w:val="24"/>
                  </w:rPr>
                  <w:t>☐</w:t>
                </w:r>
              </w:sdtContent>
            </w:sdt>
            <w:r w:rsidR="00840EDC" w:rsidRPr="00556BB5">
              <w:rPr>
                <w:rFonts w:cs="Calibri"/>
              </w:rPr>
              <w:t xml:space="preserve">  16832 Validation of an IHI before inclusion in a new </w:t>
            </w:r>
            <w:r w:rsidR="000B2DEC" w:rsidRPr="00556BB5">
              <w:rPr>
                <w:rFonts w:cs="Calibri"/>
              </w:rPr>
              <w:t xml:space="preserve">electronic </w:t>
            </w:r>
            <w:r w:rsidR="00840EDC" w:rsidRPr="00556BB5">
              <w:rPr>
                <w:rFonts w:cs="Calibri"/>
              </w:rPr>
              <w:t>message/document</w:t>
            </w:r>
          </w:p>
        </w:tc>
        <w:tc>
          <w:tcPr>
            <w:tcW w:w="1984" w:type="dxa"/>
            <w:tcBorders>
              <w:top w:val="single" w:sz="4" w:space="0" w:color="auto"/>
              <w:bottom w:val="single" w:sz="4" w:space="0" w:color="auto"/>
            </w:tcBorders>
          </w:tcPr>
          <w:p w14:paraId="1E92926E" w14:textId="77777777" w:rsidR="00840EDC" w:rsidRPr="00556BB5" w:rsidRDefault="00840EDC" w:rsidP="009E2184">
            <w:pPr>
              <w:pStyle w:val="Tabletext"/>
              <w:rPr>
                <w:rFonts w:cs="Calibri"/>
              </w:rPr>
            </w:pPr>
            <w:r w:rsidRPr="00556BB5">
              <w:rPr>
                <w:rFonts w:cs="Calibri"/>
              </w:rPr>
              <w:t>PRES-73</w:t>
            </w:r>
          </w:p>
          <w:p w14:paraId="78084C9D" w14:textId="5354172A" w:rsidR="00840EDC" w:rsidRPr="00556BB5" w:rsidRDefault="00840EDC" w:rsidP="009E2184">
            <w:pPr>
              <w:pStyle w:val="Tabletext"/>
              <w:rPr>
                <w:rFonts w:cs="Calibri"/>
              </w:rPr>
            </w:pPr>
            <w:r w:rsidRPr="00556BB5">
              <w:rPr>
                <w:rFonts w:cs="Calibri"/>
              </w:rPr>
              <w:t>(if accessing ASLR)</w:t>
            </w:r>
          </w:p>
        </w:tc>
        <w:tc>
          <w:tcPr>
            <w:tcW w:w="2977" w:type="dxa"/>
            <w:tcBorders>
              <w:top w:val="single" w:sz="4" w:space="0" w:color="auto"/>
              <w:bottom w:val="single" w:sz="4" w:space="0" w:color="auto"/>
            </w:tcBorders>
          </w:tcPr>
          <w:p w14:paraId="71702E40" w14:textId="5D3F394C" w:rsidR="00840EDC" w:rsidRPr="00556BB5" w:rsidRDefault="00840EDC" w:rsidP="009E2184">
            <w:pPr>
              <w:pStyle w:val="Tabletext"/>
              <w:rPr>
                <w:rFonts w:cs="Calibri"/>
              </w:rPr>
            </w:pPr>
            <w:r w:rsidRPr="00556BB5">
              <w:rPr>
                <w:rFonts w:cs="Calibri"/>
              </w:rPr>
              <w:t>UC.330 - Part B</w:t>
            </w:r>
          </w:p>
        </w:tc>
      </w:tr>
      <w:tr w:rsidR="00840EDC" w:rsidRPr="003B5C15" w14:paraId="7D03772E" w14:textId="77777777" w:rsidTr="00556BB5">
        <w:tc>
          <w:tcPr>
            <w:tcW w:w="4820" w:type="dxa"/>
            <w:tcBorders>
              <w:top w:val="single" w:sz="4" w:space="0" w:color="auto"/>
            </w:tcBorders>
          </w:tcPr>
          <w:p w14:paraId="7EDBCE82" w14:textId="77777777" w:rsidR="00840EDC" w:rsidRPr="00556BB5" w:rsidRDefault="006F3745" w:rsidP="009E2184">
            <w:pPr>
              <w:pStyle w:val="Tabletext"/>
              <w:rPr>
                <w:rFonts w:cs="Calibri"/>
              </w:rPr>
            </w:pPr>
            <w:sdt>
              <w:sdtPr>
                <w:rPr>
                  <w:rFonts w:eastAsia="MS Gothic" w:cs="Calibri"/>
                  <w:sz w:val="24"/>
                </w:rPr>
                <w:id w:val="-580291307"/>
                <w14:checkbox>
                  <w14:checked w14:val="0"/>
                  <w14:checkedState w14:val="2612" w14:font="MS Gothic"/>
                  <w14:uncheckedState w14:val="2610" w14:font="MS Gothic"/>
                </w14:checkbox>
              </w:sdtPr>
              <w:sdtEndPr/>
              <w:sdtContent>
                <w:r w:rsidR="00840EDC" w:rsidRPr="00556BB5">
                  <w:rPr>
                    <w:rFonts w:ascii="Segoe UI Symbol" w:eastAsia="MS Gothic" w:hAnsi="Segoe UI Symbol" w:cs="Segoe UI Symbol"/>
                    <w:sz w:val="24"/>
                  </w:rPr>
                  <w:t>☐</w:t>
                </w:r>
              </w:sdtContent>
            </w:sdt>
            <w:r w:rsidR="00840EDC" w:rsidRPr="00556BB5">
              <w:rPr>
                <w:rFonts w:cs="Calibri"/>
              </w:rPr>
              <w:t xml:space="preserve">  16813 Actions for when validation of a verified IHI returns a ‘resolved’ information message and a different IHI number</w:t>
            </w:r>
          </w:p>
        </w:tc>
        <w:tc>
          <w:tcPr>
            <w:tcW w:w="1984" w:type="dxa"/>
            <w:tcBorders>
              <w:top w:val="single" w:sz="4" w:space="0" w:color="auto"/>
            </w:tcBorders>
          </w:tcPr>
          <w:p w14:paraId="518E5553" w14:textId="77777777" w:rsidR="00840EDC" w:rsidRPr="00556BB5" w:rsidRDefault="00840EDC" w:rsidP="009E2184">
            <w:pPr>
              <w:pStyle w:val="Tabletext"/>
              <w:rPr>
                <w:rFonts w:cs="Calibri"/>
              </w:rPr>
            </w:pPr>
            <w:r w:rsidRPr="00556BB5">
              <w:rPr>
                <w:rFonts w:cs="Calibri"/>
              </w:rPr>
              <w:t>PRES-73</w:t>
            </w:r>
          </w:p>
          <w:p w14:paraId="5C6C33FB" w14:textId="2D49E20D" w:rsidR="00840EDC" w:rsidRPr="00556BB5" w:rsidRDefault="00840EDC" w:rsidP="009E2184">
            <w:pPr>
              <w:pStyle w:val="Tabletext"/>
              <w:rPr>
                <w:rFonts w:cs="Calibri"/>
              </w:rPr>
            </w:pPr>
            <w:r w:rsidRPr="00556BB5">
              <w:rPr>
                <w:rFonts w:cs="Calibri"/>
              </w:rPr>
              <w:t>(if accessing ASLR)</w:t>
            </w:r>
          </w:p>
        </w:tc>
        <w:tc>
          <w:tcPr>
            <w:tcW w:w="2977" w:type="dxa"/>
            <w:tcBorders>
              <w:top w:val="single" w:sz="4" w:space="0" w:color="auto"/>
            </w:tcBorders>
          </w:tcPr>
          <w:p w14:paraId="3E13146D" w14:textId="1C615D2C" w:rsidR="00840EDC" w:rsidRPr="00556BB5" w:rsidRDefault="00840EDC" w:rsidP="009E2184">
            <w:pPr>
              <w:pStyle w:val="Tabletext"/>
              <w:rPr>
                <w:rFonts w:cs="Calibri"/>
              </w:rPr>
            </w:pPr>
            <w:r w:rsidRPr="00556BB5">
              <w:rPr>
                <w:rFonts w:cs="Calibri"/>
              </w:rPr>
              <w:t>UC.330 - Part B</w:t>
            </w:r>
          </w:p>
        </w:tc>
      </w:tr>
    </w:tbl>
    <w:p w14:paraId="28E4191D" w14:textId="77777777" w:rsidR="00377475" w:rsidRPr="00556BB5" w:rsidRDefault="00377475" w:rsidP="00377475">
      <w:pPr>
        <w:rPr>
          <w:rFonts w:cs="Calibri"/>
        </w:rPr>
      </w:pPr>
    </w:p>
    <w:p w14:paraId="5A195AB8" w14:textId="2DB919F0" w:rsidR="007C7820" w:rsidRPr="00556BB5" w:rsidRDefault="007C7820" w:rsidP="0010662E">
      <w:pPr>
        <w:pStyle w:val="Heading3"/>
        <w:tabs>
          <w:tab w:val="clear" w:pos="850"/>
        </w:tabs>
        <w:ind w:left="851"/>
        <w:rPr>
          <w:rFonts w:cs="Calibri"/>
        </w:rPr>
      </w:pPr>
      <w:r w:rsidRPr="00556BB5">
        <w:rPr>
          <w:rFonts w:cs="Calibri"/>
        </w:rPr>
        <w:t xml:space="preserve">Dispensing system </w:t>
      </w:r>
    </w:p>
    <w:p w14:paraId="19BA2EDF" w14:textId="77777777" w:rsidR="007C7820" w:rsidRPr="003B5C15" w:rsidRDefault="007C7820" w:rsidP="007C7820">
      <w:pPr>
        <w:pStyle w:val="BodyText"/>
        <w:spacing w:after="0" w:line="288" w:lineRule="auto"/>
        <w:rPr>
          <w:rFonts w:cs="Calibri"/>
          <w:b/>
          <w:bCs/>
          <w:szCs w:val="22"/>
        </w:rPr>
      </w:pPr>
      <w:r w:rsidRPr="003B5C15">
        <w:rPr>
          <w:rFonts w:cs="Calibri"/>
          <w:b/>
          <w:bCs/>
          <w:szCs w:val="22"/>
        </w:rPr>
        <w:t xml:space="preserve">Step 1: </w:t>
      </w:r>
      <w:r w:rsidRPr="003B5C15">
        <w:rPr>
          <w:rFonts w:eastAsia="Calibri" w:cs="Calibri"/>
          <w:b/>
        </w:rPr>
        <w:t xml:space="preserve"> </w:t>
      </w:r>
      <w:r w:rsidRPr="003B5C15">
        <w:rPr>
          <w:rFonts w:eastAsia="Calibri" w:cs="Calibri"/>
          <w:bCs/>
        </w:rPr>
        <w:t>Take note of the mandatory requirements in the table below.</w:t>
      </w:r>
    </w:p>
    <w:p w14:paraId="16A4D551" w14:textId="77777777" w:rsidR="007C7820" w:rsidRPr="003B5C15" w:rsidRDefault="007C7820" w:rsidP="007C7820">
      <w:pPr>
        <w:pStyle w:val="BodyText"/>
        <w:spacing w:after="0" w:line="288" w:lineRule="auto"/>
        <w:rPr>
          <w:rFonts w:cs="Calibri"/>
          <w:b/>
          <w:bCs/>
          <w:szCs w:val="22"/>
        </w:rPr>
      </w:pPr>
      <w:r w:rsidRPr="003B5C15">
        <w:rPr>
          <w:rFonts w:cs="Calibri"/>
          <w:b/>
          <w:bCs/>
          <w:szCs w:val="22"/>
        </w:rPr>
        <w:t xml:space="preserve">Step 2:  </w:t>
      </w:r>
      <w:sdt>
        <w:sdtPr>
          <w:rPr>
            <w:rFonts w:eastAsia="MS Gothic" w:cs="Calibri"/>
            <w:sz w:val="24"/>
            <w:szCs w:val="22"/>
          </w:rPr>
          <w:id w:val="1632204154"/>
          <w14:checkbox>
            <w14:checked w14:val="0"/>
            <w14:checkedState w14:val="2612" w14:font="MS Gothic"/>
            <w14:uncheckedState w14:val="2610" w14:font="MS Gothic"/>
          </w14:checkbox>
        </w:sdtPr>
        <w:sdtEndPr/>
        <w:sdtContent>
          <w:r w:rsidRPr="00556BB5">
            <w:rPr>
              <w:rFonts w:ascii="Segoe UI Symbol" w:eastAsia="MS Gothic" w:hAnsi="Segoe UI Symbol" w:cs="Segoe UI Symbol"/>
              <w:sz w:val="24"/>
              <w:szCs w:val="22"/>
            </w:rPr>
            <w:t>☐</w:t>
          </w:r>
        </w:sdtContent>
      </w:sdt>
      <w:r w:rsidRPr="003B5C15">
        <w:rPr>
          <w:rFonts w:eastAsia="Calibri" w:cs="Calibri"/>
          <w:b/>
          <w:bCs/>
        </w:rPr>
        <w:t xml:space="preserve"> </w:t>
      </w:r>
      <w:r w:rsidRPr="003B5C15">
        <w:rPr>
          <w:rFonts w:eastAsia="Calibri" w:cs="Calibri"/>
          <w:bCs/>
        </w:rPr>
        <w:t>Tick here if the software is conformant to conditional requirements</w:t>
      </w:r>
    </w:p>
    <w:p w14:paraId="4C982FA9" w14:textId="77777777" w:rsidR="007C7820" w:rsidRPr="003B5C15" w:rsidRDefault="007C7820" w:rsidP="007C7820">
      <w:pPr>
        <w:pStyle w:val="BodyText"/>
        <w:spacing w:after="0" w:line="288" w:lineRule="auto"/>
        <w:rPr>
          <w:rFonts w:cs="Calibri"/>
          <w:b/>
          <w:bCs/>
          <w:szCs w:val="22"/>
        </w:rPr>
      </w:pPr>
      <w:r w:rsidRPr="003B5C15">
        <w:rPr>
          <w:rFonts w:cs="Calibri"/>
          <w:b/>
          <w:bCs/>
          <w:szCs w:val="22"/>
        </w:rPr>
        <w:t xml:space="preserve">Step 3:  </w:t>
      </w:r>
      <w:r w:rsidRPr="003B5C15">
        <w:rPr>
          <w:rFonts w:eastAsia="Calibri" w:cs="Calibri"/>
          <w:bCs/>
        </w:rPr>
        <w:t>Refer to the related Conformance Test Specification for details of the tests.</w:t>
      </w:r>
    </w:p>
    <w:tbl>
      <w:tblPr>
        <w:tblStyle w:val="TableADHAwide"/>
        <w:tblW w:w="9925" w:type="dxa"/>
        <w:tblBorders>
          <w:insideH w:val="single" w:sz="4" w:space="0" w:color="auto"/>
        </w:tblBorders>
        <w:tblLook w:val="04A0" w:firstRow="1" w:lastRow="0" w:firstColumn="1" w:lastColumn="0" w:noHBand="0" w:noVBand="1"/>
      </w:tblPr>
      <w:tblGrid>
        <w:gridCol w:w="4820"/>
        <w:gridCol w:w="2126"/>
        <w:gridCol w:w="2979"/>
      </w:tblGrid>
      <w:tr w:rsidR="007C7820" w:rsidRPr="003B5C15" w14:paraId="265B58B3" w14:textId="77777777" w:rsidTr="00556BB5">
        <w:tc>
          <w:tcPr>
            <w:tcW w:w="4820" w:type="dxa"/>
            <w:shd w:val="clear" w:color="auto" w:fill="F2F2F2" w:themeFill="background1" w:themeFillShade="F2"/>
          </w:tcPr>
          <w:p w14:paraId="056938D2" w14:textId="77777777" w:rsidR="007C7820" w:rsidRPr="00556BB5" w:rsidRDefault="007C7820" w:rsidP="002B5BBE">
            <w:pPr>
              <w:pStyle w:val="Tableheader"/>
              <w:rPr>
                <w:rFonts w:cs="Calibri"/>
              </w:rPr>
            </w:pPr>
          </w:p>
        </w:tc>
        <w:tc>
          <w:tcPr>
            <w:tcW w:w="2126" w:type="dxa"/>
            <w:shd w:val="clear" w:color="auto" w:fill="F2F2F2" w:themeFill="background1" w:themeFillShade="F2"/>
          </w:tcPr>
          <w:p w14:paraId="30B57C46" w14:textId="77777777" w:rsidR="007C7820" w:rsidRPr="00556BB5" w:rsidRDefault="007C7820" w:rsidP="002B5BBE">
            <w:pPr>
              <w:pStyle w:val="Tableheader"/>
              <w:rPr>
                <w:rFonts w:cs="Calibri"/>
              </w:rPr>
            </w:pPr>
            <w:r w:rsidRPr="00556BB5">
              <w:rPr>
                <w:rFonts w:cs="Calibri"/>
              </w:rPr>
              <w:t>Electronic prescribing requirement</w:t>
            </w:r>
          </w:p>
        </w:tc>
        <w:tc>
          <w:tcPr>
            <w:tcW w:w="2979" w:type="dxa"/>
            <w:shd w:val="clear" w:color="auto" w:fill="F2F2F2" w:themeFill="background1" w:themeFillShade="F2"/>
          </w:tcPr>
          <w:p w14:paraId="3D6D54CF" w14:textId="5EB9ADB9" w:rsidR="007C7820" w:rsidRPr="00556BB5" w:rsidRDefault="00182D56" w:rsidP="002B5BBE">
            <w:pPr>
              <w:pStyle w:val="Tableheader"/>
              <w:rPr>
                <w:rFonts w:cs="Calibri"/>
              </w:rPr>
            </w:pPr>
            <w:r w:rsidRPr="00556BB5">
              <w:rPr>
                <w:rFonts w:cs="Calibri"/>
              </w:rPr>
              <w:t xml:space="preserve">Related </w:t>
            </w:r>
            <w:r w:rsidR="007C7820" w:rsidRPr="00556BB5">
              <w:rPr>
                <w:rFonts w:cs="Calibri"/>
              </w:rPr>
              <w:t>Business use case</w:t>
            </w:r>
            <w:r w:rsidRPr="00556BB5">
              <w:rPr>
                <w:rFonts w:cs="Calibri"/>
              </w:rPr>
              <w:t>s</w:t>
            </w:r>
            <w:r w:rsidR="007C7820" w:rsidRPr="00556BB5">
              <w:rPr>
                <w:rFonts w:cs="Calibri"/>
              </w:rPr>
              <w:t xml:space="preserve"> and CTS worksheet</w:t>
            </w:r>
            <w:r w:rsidRPr="00556BB5">
              <w:rPr>
                <w:rFonts w:cs="Calibri"/>
              </w:rPr>
              <w:t>s</w:t>
            </w:r>
          </w:p>
        </w:tc>
      </w:tr>
      <w:tr w:rsidR="007C7820" w:rsidRPr="003B5C15" w14:paraId="10349CD1" w14:textId="77777777" w:rsidTr="00556BB5">
        <w:trPr>
          <w:trHeight w:val="404"/>
        </w:trPr>
        <w:tc>
          <w:tcPr>
            <w:tcW w:w="9925" w:type="dxa"/>
            <w:gridSpan w:val="3"/>
            <w:shd w:val="clear" w:color="auto" w:fill="F2F2F2" w:themeFill="background1" w:themeFillShade="F2"/>
          </w:tcPr>
          <w:p w14:paraId="19669A28" w14:textId="77777777" w:rsidR="007C7820" w:rsidRPr="003B5C15" w:rsidRDefault="007C7820" w:rsidP="002B5BBE">
            <w:pPr>
              <w:pStyle w:val="BodyText"/>
              <w:ind w:left="0"/>
              <w:rPr>
                <w:rFonts w:cs="Calibri"/>
                <w:b/>
                <w:bCs/>
                <w:szCs w:val="20"/>
              </w:rPr>
            </w:pPr>
            <w:r w:rsidRPr="003B5C15">
              <w:rPr>
                <w:rFonts w:cs="Calibri"/>
                <w:b/>
                <w:bCs/>
                <w:szCs w:val="20"/>
              </w:rPr>
              <w:t>Mandatory requirements</w:t>
            </w:r>
          </w:p>
        </w:tc>
      </w:tr>
      <w:tr w:rsidR="007C7820" w:rsidRPr="003B5C15" w14:paraId="5B8C2BD6" w14:textId="77777777" w:rsidTr="00556BB5">
        <w:tc>
          <w:tcPr>
            <w:tcW w:w="4820" w:type="dxa"/>
          </w:tcPr>
          <w:p w14:paraId="4D70BED0" w14:textId="77777777" w:rsidR="007C7820" w:rsidRPr="00556BB5" w:rsidRDefault="007C7820" w:rsidP="002B5BBE">
            <w:pPr>
              <w:pStyle w:val="Tabletext"/>
              <w:rPr>
                <w:rFonts w:cs="Calibri"/>
              </w:rPr>
            </w:pPr>
            <w:r w:rsidRPr="00556BB5">
              <w:rPr>
                <w:rFonts w:cs="Calibri"/>
              </w:rPr>
              <w:t xml:space="preserve">UC.010 – Register patient </w:t>
            </w:r>
          </w:p>
          <w:p w14:paraId="795516F0" w14:textId="77777777" w:rsidR="007C7820" w:rsidRPr="00556BB5" w:rsidRDefault="007C7820" w:rsidP="002B5BBE">
            <w:pPr>
              <w:pStyle w:val="Tabletext"/>
              <w:rPr>
                <w:rFonts w:eastAsia="Verdana" w:cs="Calibri"/>
              </w:rPr>
            </w:pPr>
            <w:r w:rsidRPr="00556BB5">
              <w:rPr>
                <w:rFonts w:cs="Calibri"/>
                <w:b/>
                <w:bCs/>
              </w:rPr>
              <w:t>Note</w:t>
            </w:r>
            <w:r w:rsidRPr="00556BB5">
              <w:rPr>
                <w:rFonts w:cs="Calibri"/>
              </w:rPr>
              <w:t>: Not required for current conformant systems</w:t>
            </w:r>
          </w:p>
        </w:tc>
        <w:tc>
          <w:tcPr>
            <w:tcW w:w="2126" w:type="dxa"/>
          </w:tcPr>
          <w:p w14:paraId="505DEC2C" w14:textId="77777777" w:rsidR="007C7820" w:rsidRPr="00556BB5" w:rsidRDefault="007C7820" w:rsidP="002B5BBE">
            <w:pPr>
              <w:pStyle w:val="Tabletext"/>
              <w:rPr>
                <w:rFonts w:cs="Calibri"/>
              </w:rPr>
            </w:pPr>
            <w:r w:rsidRPr="00556BB5">
              <w:rPr>
                <w:rFonts w:cs="Calibri"/>
              </w:rPr>
              <w:t>DISP-70</w:t>
            </w:r>
          </w:p>
        </w:tc>
        <w:tc>
          <w:tcPr>
            <w:tcW w:w="2979" w:type="dxa"/>
          </w:tcPr>
          <w:p w14:paraId="3E3A3EE8" w14:textId="77777777" w:rsidR="007C7820" w:rsidRPr="00556BB5" w:rsidRDefault="007C7820" w:rsidP="002B5BBE">
            <w:pPr>
              <w:pStyle w:val="Tabletext"/>
              <w:rPr>
                <w:rFonts w:cs="Calibri"/>
              </w:rPr>
            </w:pPr>
            <w:r w:rsidRPr="00556BB5">
              <w:rPr>
                <w:rFonts w:cs="Calibri"/>
              </w:rPr>
              <w:t>UC.010 - Parts A, B &amp; C</w:t>
            </w:r>
          </w:p>
        </w:tc>
      </w:tr>
      <w:tr w:rsidR="007C7820" w:rsidRPr="003B5C15" w14:paraId="15D71512" w14:textId="77777777" w:rsidTr="00556BB5">
        <w:tc>
          <w:tcPr>
            <w:tcW w:w="4820" w:type="dxa"/>
          </w:tcPr>
          <w:p w14:paraId="2B7A9D9D" w14:textId="77777777" w:rsidR="007C7820" w:rsidRPr="00556BB5" w:rsidRDefault="007C7820" w:rsidP="002B5BBE">
            <w:pPr>
              <w:pStyle w:val="Tabletext"/>
              <w:rPr>
                <w:rFonts w:cs="Calibri"/>
              </w:rPr>
            </w:pPr>
            <w:r w:rsidRPr="00556BB5">
              <w:rPr>
                <w:rFonts w:cs="Calibri"/>
              </w:rPr>
              <w:t xml:space="preserve">UC.015 – Update patient health record </w:t>
            </w:r>
          </w:p>
          <w:p w14:paraId="19FD66F4" w14:textId="77777777" w:rsidR="007C7820" w:rsidRPr="00556BB5" w:rsidRDefault="007C7820" w:rsidP="002B5BBE">
            <w:pPr>
              <w:pStyle w:val="Tabletext"/>
              <w:rPr>
                <w:rFonts w:eastAsia="Verdana" w:cs="Calibri"/>
              </w:rPr>
            </w:pPr>
            <w:r w:rsidRPr="00556BB5">
              <w:rPr>
                <w:rFonts w:cs="Calibri"/>
                <w:b/>
                <w:bCs/>
              </w:rPr>
              <w:t>Note</w:t>
            </w:r>
            <w:r w:rsidRPr="00556BB5">
              <w:rPr>
                <w:rFonts w:cs="Calibri"/>
              </w:rPr>
              <w:t>: Not required for current conformant systems</w:t>
            </w:r>
          </w:p>
        </w:tc>
        <w:tc>
          <w:tcPr>
            <w:tcW w:w="2126" w:type="dxa"/>
          </w:tcPr>
          <w:p w14:paraId="29636D18" w14:textId="77777777" w:rsidR="007C7820" w:rsidRPr="00556BB5" w:rsidRDefault="007C7820" w:rsidP="002B5BBE">
            <w:pPr>
              <w:pStyle w:val="Tabletext"/>
              <w:rPr>
                <w:rFonts w:cs="Calibri"/>
              </w:rPr>
            </w:pPr>
            <w:r w:rsidRPr="00556BB5">
              <w:rPr>
                <w:rFonts w:cs="Calibri"/>
              </w:rPr>
              <w:t>DISP-70</w:t>
            </w:r>
          </w:p>
        </w:tc>
        <w:tc>
          <w:tcPr>
            <w:tcW w:w="2979" w:type="dxa"/>
          </w:tcPr>
          <w:p w14:paraId="665CEC03" w14:textId="77777777" w:rsidR="007C7820" w:rsidRPr="00556BB5" w:rsidRDefault="007C7820" w:rsidP="002B5BBE">
            <w:pPr>
              <w:pStyle w:val="Tabletext"/>
              <w:rPr>
                <w:rFonts w:cs="Calibri"/>
              </w:rPr>
            </w:pPr>
            <w:r w:rsidRPr="00556BB5">
              <w:rPr>
                <w:rFonts w:cs="Calibri"/>
              </w:rPr>
              <w:t>UC.015 - Parts A, B &amp; C</w:t>
            </w:r>
          </w:p>
        </w:tc>
      </w:tr>
      <w:tr w:rsidR="007C7820" w:rsidRPr="003B5C15" w14:paraId="372830B7" w14:textId="77777777" w:rsidTr="00556BB5">
        <w:tc>
          <w:tcPr>
            <w:tcW w:w="4820" w:type="dxa"/>
          </w:tcPr>
          <w:p w14:paraId="77500F2E" w14:textId="77777777" w:rsidR="007C7820" w:rsidRPr="00556BB5" w:rsidRDefault="007C7820" w:rsidP="002B5BBE">
            <w:pPr>
              <w:pStyle w:val="Tabletext"/>
              <w:rPr>
                <w:rFonts w:eastAsia="Verdana" w:cs="Calibri"/>
              </w:rPr>
            </w:pPr>
            <w:r w:rsidRPr="00556BB5">
              <w:rPr>
                <w:rFonts w:cs="Calibri"/>
              </w:rPr>
              <w:t xml:space="preserve">5812 </w:t>
            </w:r>
            <w:r w:rsidRPr="00556BB5">
              <w:rPr>
                <w:rFonts w:eastAsia="Symbol" w:cs="Calibri"/>
              </w:rPr>
              <w:t>-</w:t>
            </w:r>
            <w:r w:rsidRPr="00556BB5">
              <w:rPr>
                <w:rFonts w:cs="Calibri"/>
              </w:rPr>
              <w:t xml:space="preserve"> IHI number search</w:t>
            </w:r>
          </w:p>
        </w:tc>
        <w:tc>
          <w:tcPr>
            <w:tcW w:w="2126" w:type="dxa"/>
          </w:tcPr>
          <w:p w14:paraId="55634807" w14:textId="77777777" w:rsidR="007C7820" w:rsidRPr="00556BB5" w:rsidRDefault="007C7820" w:rsidP="002B5BBE">
            <w:pPr>
              <w:pStyle w:val="Tabletext"/>
              <w:rPr>
                <w:rFonts w:cs="Calibri"/>
              </w:rPr>
            </w:pPr>
            <w:r w:rsidRPr="00556BB5">
              <w:rPr>
                <w:rFonts w:cs="Calibri"/>
              </w:rPr>
              <w:t>DISP-70</w:t>
            </w:r>
          </w:p>
        </w:tc>
        <w:tc>
          <w:tcPr>
            <w:tcW w:w="2979" w:type="dxa"/>
          </w:tcPr>
          <w:p w14:paraId="5CCF192C" w14:textId="77777777" w:rsidR="007C7820" w:rsidRPr="00556BB5" w:rsidRDefault="007C7820" w:rsidP="002B5BBE">
            <w:pPr>
              <w:pStyle w:val="Tabletext"/>
              <w:rPr>
                <w:rFonts w:cs="Calibri"/>
              </w:rPr>
            </w:pPr>
            <w:r w:rsidRPr="00556BB5">
              <w:rPr>
                <w:rFonts w:cs="Calibri"/>
              </w:rPr>
              <w:t xml:space="preserve">UC.010 - Part C </w:t>
            </w:r>
          </w:p>
          <w:p w14:paraId="100584A7" w14:textId="77777777" w:rsidR="007C7820" w:rsidRPr="00556BB5" w:rsidRDefault="007C7820" w:rsidP="002B5BBE">
            <w:pPr>
              <w:pStyle w:val="Tabletext"/>
              <w:rPr>
                <w:rFonts w:cs="Calibri"/>
              </w:rPr>
            </w:pPr>
            <w:r w:rsidRPr="00556BB5">
              <w:rPr>
                <w:rFonts w:cs="Calibri"/>
              </w:rPr>
              <w:t xml:space="preserve">UC.015 - Part C </w:t>
            </w:r>
          </w:p>
          <w:p w14:paraId="3EBEC213" w14:textId="77777777" w:rsidR="007C7820" w:rsidRPr="00556BB5" w:rsidRDefault="007C7820" w:rsidP="002B5BBE">
            <w:pPr>
              <w:pStyle w:val="Tabletext"/>
              <w:rPr>
                <w:rFonts w:cs="Calibri"/>
              </w:rPr>
            </w:pPr>
          </w:p>
        </w:tc>
      </w:tr>
      <w:tr w:rsidR="007C7820" w:rsidRPr="003B5C15" w14:paraId="551B8F0F" w14:textId="77777777" w:rsidTr="00556BB5">
        <w:tc>
          <w:tcPr>
            <w:tcW w:w="4820" w:type="dxa"/>
          </w:tcPr>
          <w:p w14:paraId="1BE19FD8" w14:textId="77777777" w:rsidR="007C7820" w:rsidRPr="00556BB5" w:rsidRDefault="007C7820" w:rsidP="002B5BBE">
            <w:pPr>
              <w:pStyle w:val="Tabletext"/>
              <w:rPr>
                <w:rFonts w:eastAsia="Verdana" w:cs="Calibri"/>
              </w:rPr>
            </w:pPr>
            <w:r w:rsidRPr="00556BB5">
              <w:rPr>
                <w:rFonts w:cs="Calibri"/>
              </w:rPr>
              <w:t xml:space="preserve">5813 </w:t>
            </w:r>
            <w:r w:rsidRPr="00556BB5">
              <w:rPr>
                <w:rFonts w:eastAsia="Symbol" w:cs="Calibri"/>
              </w:rPr>
              <w:t>-</w:t>
            </w:r>
            <w:r w:rsidRPr="00556BB5">
              <w:rPr>
                <w:rFonts w:cs="Calibri"/>
              </w:rPr>
              <w:t xml:space="preserve"> Medicare card search</w:t>
            </w:r>
          </w:p>
        </w:tc>
        <w:tc>
          <w:tcPr>
            <w:tcW w:w="2126" w:type="dxa"/>
          </w:tcPr>
          <w:p w14:paraId="39BDE042" w14:textId="77777777" w:rsidR="007C7820" w:rsidRPr="00556BB5" w:rsidRDefault="007C7820" w:rsidP="002B5BBE">
            <w:pPr>
              <w:pStyle w:val="Tabletext"/>
              <w:rPr>
                <w:rFonts w:cs="Calibri"/>
              </w:rPr>
            </w:pPr>
            <w:r w:rsidRPr="00556BB5">
              <w:rPr>
                <w:rFonts w:cs="Calibri"/>
              </w:rPr>
              <w:t>DISP-70</w:t>
            </w:r>
          </w:p>
        </w:tc>
        <w:tc>
          <w:tcPr>
            <w:tcW w:w="2979" w:type="dxa"/>
          </w:tcPr>
          <w:p w14:paraId="4451260F" w14:textId="77777777" w:rsidR="007C7820" w:rsidRPr="00556BB5" w:rsidRDefault="007C7820" w:rsidP="002B5BBE">
            <w:pPr>
              <w:pStyle w:val="Tabletext"/>
              <w:rPr>
                <w:rFonts w:cs="Calibri"/>
              </w:rPr>
            </w:pPr>
            <w:r w:rsidRPr="00556BB5">
              <w:rPr>
                <w:rFonts w:cs="Calibri"/>
              </w:rPr>
              <w:t xml:space="preserve">UC.010 - Part C </w:t>
            </w:r>
          </w:p>
          <w:p w14:paraId="782DDE5E" w14:textId="77777777" w:rsidR="007C7820" w:rsidRPr="00556BB5" w:rsidRDefault="007C7820" w:rsidP="002B5BBE">
            <w:pPr>
              <w:pStyle w:val="Tabletext"/>
              <w:rPr>
                <w:rFonts w:cs="Calibri"/>
              </w:rPr>
            </w:pPr>
            <w:r w:rsidRPr="00556BB5">
              <w:rPr>
                <w:rFonts w:cs="Calibri"/>
              </w:rPr>
              <w:t xml:space="preserve">UC.015 - Part C </w:t>
            </w:r>
          </w:p>
          <w:p w14:paraId="12B8C2F3" w14:textId="77777777" w:rsidR="007C7820" w:rsidRPr="00556BB5" w:rsidRDefault="007C7820" w:rsidP="002B5BBE">
            <w:pPr>
              <w:pStyle w:val="Tabletext"/>
              <w:rPr>
                <w:rFonts w:cs="Calibri"/>
              </w:rPr>
            </w:pPr>
          </w:p>
        </w:tc>
      </w:tr>
      <w:tr w:rsidR="007C7820" w:rsidRPr="003B5C15" w14:paraId="1F6DD429" w14:textId="77777777" w:rsidTr="00556BB5">
        <w:tc>
          <w:tcPr>
            <w:tcW w:w="4820" w:type="dxa"/>
          </w:tcPr>
          <w:p w14:paraId="1D4C27CA" w14:textId="77777777" w:rsidR="007C7820" w:rsidRPr="00556BB5" w:rsidRDefault="007C7820" w:rsidP="002B5BBE">
            <w:pPr>
              <w:pStyle w:val="Tabletext"/>
              <w:rPr>
                <w:rFonts w:eastAsia="Verdana" w:cs="Calibri"/>
              </w:rPr>
            </w:pPr>
            <w:r w:rsidRPr="00556BB5">
              <w:rPr>
                <w:rFonts w:cs="Calibri"/>
              </w:rPr>
              <w:t xml:space="preserve">5814 </w:t>
            </w:r>
            <w:r w:rsidRPr="00556BB5">
              <w:rPr>
                <w:rFonts w:eastAsia="Symbol" w:cs="Calibri"/>
              </w:rPr>
              <w:t>-</w:t>
            </w:r>
            <w:r w:rsidRPr="00556BB5">
              <w:rPr>
                <w:rFonts w:cs="Calibri"/>
              </w:rPr>
              <w:t xml:space="preserve"> DVA File number search</w:t>
            </w:r>
          </w:p>
        </w:tc>
        <w:tc>
          <w:tcPr>
            <w:tcW w:w="2126" w:type="dxa"/>
          </w:tcPr>
          <w:p w14:paraId="0D9F3518" w14:textId="77777777" w:rsidR="007C7820" w:rsidRPr="00556BB5" w:rsidRDefault="007C7820" w:rsidP="002B5BBE">
            <w:pPr>
              <w:pStyle w:val="Tabletext"/>
              <w:rPr>
                <w:rFonts w:cs="Calibri"/>
              </w:rPr>
            </w:pPr>
            <w:r w:rsidRPr="00556BB5">
              <w:rPr>
                <w:rFonts w:cs="Calibri"/>
              </w:rPr>
              <w:t>DISP-70</w:t>
            </w:r>
          </w:p>
        </w:tc>
        <w:tc>
          <w:tcPr>
            <w:tcW w:w="2979" w:type="dxa"/>
          </w:tcPr>
          <w:p w14:paraId="2FC4A2DA" w14:textId="77777777" w:rsidR="007C7820" w:rsidRPr="00556BB5" w:rsidRDefault="007C7820" w:rsidP="002B5BBE">
            <w:pPr>
              <w:pStyle w:val="Tabletext"/>
              <w:rPr>
                <w:rFonts w:cs="Calibri"/>
              </w:rPr>
            </w:pPr>
            <w:r w:rsidRPr="00556BB5">
              <w:rPr>
                <w:rFonts w:cs="Calibri"/>
              </w:rPr>
              <w:t xml:space="preserve">UC.010 - Part C </w:t>
            </w:r>
          </w:p>
          <w:p w14:paraId="25A84376" w14:textId="77777777" w:rsidR="007C7820" w:rsidRPr="00556BB5" w:rsidRDefault="007C7820" w:rsidP="002B5BBE">
            <w:pPr>
              <w:pStyle w:val="Tabletext"/>
              <w:rPr>
                <w:rFonts w:cs="Calibri"/>
              </w:rPr>
            </w:pPr>
            <w:r w:rsidRPr="00556BB5">
              <w:rPr>
                <w:rFonts w:cs="Calibri"/>
              </w:rPr>
              <w:t xml:space="preserve"> </w:t>
            </w:r>
          </w:p>
          <w:p w14:paraId="4330DD89" w14:textId="77777777" w:rsidR="007C7820" w:rsidRPr="00556BB5" w:rsidRDefault="007C7820" w:rsidP="002B5BBE">
            <w:pPr>
              <w:pStyle w:val="Tabletext"/>
              <w:rPr>
                <w:rFonts w:cs="Calibri"/>
              </w:rPr>
            </w:pPr>
            <w:r w:rsidRPr="00556BB5">
              <w:rPr>
                <w:rFonts w:cs="Calibri"/>
              </w:rPr>
              <w:t xml:space="preserve">UC.015 - Part C </w:t>
            </w:r>
          </w:p>
          <w:p w14:paraId="44AF982D" w14:textId="77777777" w:rsidR="007C7820" w:rsidRPr="00556BB5" w:rsidRDefault="007C7820" w:rsidP="002B5BBE">
            <w:pPr>
              <w:pStyle w:val="Tabletext"/>
              <w:rPr>
                <w:rFonts w:cs="Calibri"/>
              </w:rPr>
            </w:pPr>
          </w:p>
        </w:tc>
      </w:tr>
      <w:tr w:rsidR="007C7820" w:rsidRPr="003B5C15" w14:paraId="2372BE24" w14:textId="77777777" w:rsidTr="00556BB5">
        <w:tc>
          <w:tcPr>
            <w:tcW w:w="4820" w:type="dxa"/>
          </w:tcPr>
          <w:p w14:paraId="5370EC41" w14:textId="77777777" w:rsidR="007C7820" w:rsidRPr="00556BB5" w:rsidRDefault="007C7820" w:rsidP="002B5BBE">
            <w:pPr>
              <w:pStyle w:val="Tabletext"/>
              <w:rPr>
                <w:rFonts w:cs="Calibri"/>
              </w:rPr>
            </w:pPr>
            <w:r w:rsidRPr="00556BB5">
              <w:rPr>
                <w:rFonts w:cs="Calibri"/>
              </w:rPr>
              <w:t>5818 -Resubmit search with modified search criteria</w:t>
            </w:r>
          </w:p>
        </w:tc>
        <w:tc>
          <w:tcPr>
            <w:tcW w:w="2126" w:type="dxa"/>
          </w:tcPr>
          <w:p w14:paraId="2E245EC5" w14:textId="77777777" w:rsidR="007C7820" w:rsidRPr="00556BB5" w:rsidRDefault="007C7820" w:rsidP="002B5BBE">
            <w:pPr>
              <w:pStyle w:val="Tabletext"/>
              <w:rPr>
                <w:rFonts w:cs="Calibri"/>
              </w:rPr>
            </w:pPr>
            <w:r w:rsidRPr="00556BB5">
              <w:rPr>
                <w:rFonts w:cs="Calibri"/>
              </w:rPr>
              <w:t>DISP-70</w:t>
            </w:r>
          </w:p>
        </w:tc>
        <w:tc>
          <w:tcPr>
            <w:tcW w:w="2979" w:type="dxa"/>
          </w:tcPr>
          <w:p w14:paraId="44546749" w14:textId="77777777" w:rsidR="007C7820" w:rsidRPr="00556BB5" w:rsidRDefault="007C7820" w:rsidP="002B5BBE">
            <w:pPr>
              <w:pStyle w:val="Tabletext"/>
              <w:rPr>
                <w:rFonts w:cs="Calibri"/>
              </w:rPr>
            </w:pPr>
            <w:r w:rsidRPr="00556BB5">
              <w:rPr>
                <w:rFonts w:cs="Calibri"/>
              </w:rPr>
              <w:t xml:space="preserve">UC.010 - Part C </w:t>
            </w:r>
          </w:p>
          <w:p w14:paraId="750B2C70" w14:textId="77777777" w:rsidR="007C7820" w:rsidRPr="00556BB5" w:rsidRDefault="007C7820" w:rsidP="002B5BBE">
            <w:pPr>
              <w:pStyle w:val="Tabletext"/>
              <w:rPr>
                <w:rFonts w:cs="Calibri"/>
              </w:rPr>
            </w:pPr>
            <w:r w:rsidRPr="00556BB5">
              <w:rPr>
                <w:rFonts w:cs="Calibri"/>
              </w:rPr>
              <w:t xml:space="preserve">UC.015 - Part C </w:t>
            </w:r>
          </w:p>
          <w:p w14:paraId="48B4CB7C" w14:textId="77777777" w:rsidR="007C7820" w:rsidRPr="00556BB5" w:rsidRDefault="007C7820" w:rsidP="002B5BBE">
            <w:pPr>
              <w:pStyle w:val="Tabletext"/>
              <w:rPr>
                <w:rFonts w:cs="Calibri"/>
              </w:rPr>
            </w:pPr>
          </w:p>
          <w:p w14:paraId="5AEF2531" w14:textId="77777777" w:rsidR="007C7820" w:rsidRPr="00556BB5" w:rsidRDefault="007C7820" w:rsidP="002B5BBE">
            <w:pPr>
              <w:pStyle w:val="Tabletext"/>
              <w:rPr>
                <w:rFonts w:cs="Calibri"/>
              </w:rPr>
            </w:pPr>
          </w:p>
        </w:tc>
      </w:tr>
      <w:tr w:rsidR="007C7820" w:rsidRPr="003B5C15" w14:paraId="376FD316" w14:textId="77777777" w:rsidTr="00556BB5">
        <w:tc>
          <w:tcPr>
            <w:tcW w:w="4820" w:type="dxa"/>
          </w:tcPr>
          <w:p w14:paraId="03F52FCB" w14:textId="77777777" w:rsidR="007C7820" w:rsidRPr="00556BB5" w:rsidRDefault="007C7820" w:rsidP="002B5BBE">
            <w:pPr>
              <w:pStyle w:val="Tabletext"/>
              <w:rPr>
                <w:rFonts w:eastAsia="Verdana" w:cs="Calibri"/>
              </w:rPr>
            </w:pPr>
            <w:r w:rsidRPr="00556BB5">
              <w:rPr>
                <w:rFonts w:cs="Calibri"/>
              </w:rPr>
              <w:t>23942 – Validation when incoming information matches a local patient record</w:t>
            </w:r>
          </w:p>
        </w:tc>
        <w:tc>
          <w:tcPr>
            <w:tcW w:w="2126" w:type="dxa"/>
          </w:tcPr>
          <w:p w14:paraId="70372183" w14:textId="77777777" w:rsidR="007C7820" w:rsidRPr="00556BB5" w:rsidRDefault="007C7820" w:rsidP="002B5BBE">
            <w:pPr>
              <w:pStyle w:val="Tabletext"/>
              <w:rPr>
                <w:rFonts w:cs="Calibri"/>
              </w:rPr>
            </w:pPr>
            <w:r w:rsidRPr="00556BB5">
              <w:rPr>
                <w:rFonts w:cs="Calibri"/>
              </w:rPr>
              <w:t>DISP-70A</w:t>
            </w:r>
          </w:p>
        </w:tc>
        <w:tc>
          <w:tcPr>
            <w:tcW w:w="2979" w:type="dxa"/>
          </w:tcPr>
          <w:p w14:paraId="0E0D8339" w14:textId="77777777" w:rsidR="007C7820" w:rsidRPr="00556BB5" w:rsidRDefault="007C7820" w:rsidP="002B5BBE">
            <w:pPr>
              <w:pStyle w:val="Tabletext"/>
              <w:rPr>
                <w:rFonts w:cs="Calibri"/>
              </w:rPr>
            </w:pPr>
            <w:r w:rsidRPr="00556BB5">
              <w:rPr>
                <w:rFonts w:cs="Calibri"/>
              </w:rPr>
              <w:t>UC.325 Part B</w:t>
            </w:r>
          </w:p>
        </w:tc>
      </w:tr>
      <w:tr w:rsidR="007C7820" w:rsidRPr="003B5C15" w14:paraId="4D2FB4BD" w14:textId="77777777" w:rsidTr="00556BB5">
        <w:tc>
          <w:tcPr>
            <w:tcW w:w="4820" w:type="dxa"/>
          </w:tcPr>
          <w:p w14:paraId="5801C15E" w14:textId="77777777" w:rsidR="007C7820" w:rsidRPr="00556BB5" w:rsidRDefault="007C7820" w:rsidP="002B5BBE">
            <w:pPr>
              <w:pStyle w:val="Tabletext"/>
              <w:rPr>
                <w:rFonts w:cs="Calibri"/>
              </w:rPr>
            </w:pPr>
            <w:r w:rsidRPr="00556BB5">
              <w:rPr>
                <w:rFonts w:cs="Calibri"/>
              </w:rPr>
              <w:t>23943 – Validation when incoming demographic data matches a local patient record and the local IHI is absent</w:t>
            </w:r>
          </w:p>
        </w:tc>
        <w:tc>
          <w:tcPr>
            <w:tcW w:w="2126" w:type="dxa"/>
          </w:tcPr>
          <w:p w14:paraId="56640CD6" w14:textId="77777777" w:rsidR="007C7820" w:rsidRPr="00556BB5" w:rsidRDefault="007C7820" w:rsidP="002B5BBE">
            <w:pPr>
              <w:pStyle w:val="Tabletext"/>
              <w:rPr>
                <w:rFonts w:cs="Calibri"/>
              </w:rPr>
            </w:pPr>
            <w:r w:rsidRPr="00556BB5">
              <w:rPr>
                <w:rFonts w:cs="Calibri"/>
              </w:rPr>
              <w:t>DISP-70A</w:t>
            </w:r>
          </w:p>
        </w:tc>
        <w:tc>
          <w:tcPr>
            <w:tcW w:w="2979" w:type="dxa"/>
          </w:tcPr>
          <w:p w14:paraId="574D57D7" w14:textId="77777777" w:rsidR="007C7820" w:rsidRPr="00556BB5" w:rsidRDefault="007C7820" w:rsidP="002B5BBE">
            <w:pPr>
              <w:pStyle w:val="Tabletext"/>
              <w:rPr>
                <w:rFonts w:cs="Calibri"/>
              </w:rPr>
            </w:pPr>
            <w:r w:rsidRPr="00556BB5">
              <w:rPr>
                <w:rFonts w:cs="Calibri"/>
              </w:rPr>
              <w:t>UC.325 - Part B</w:t>
            </w:r>
          </w:p>
        </w:tc>
      </w:tr>
      <w:tr w:rsidR="007C7820" w:rsidRPr="003B5C15" w14:paraId="4B6D5CA5" w14:textId="77777777" w:rsidTr="00556BB5">
        <w:tc>
          <w:tcPr>
            <w:tcW w:w="4820" w:type="dxa"/>
          </w:tcPr>
          <w:p w14:paraId="3A358423" w14:textId="77777777" w:rsidR="007C7820" w:rsidRPr="00556BB5" w:rsidRDefault="007C7820" w:rsidP="002B5BBE">
            <w:pPr>
              <w:pStyle w:val="Tabletext"/>
              <w:rPr>
                <w:rFonts w:cs="Calibri"/>
              </w:rPr>
            </w:pPr>
            <w:r w:rsidRPr="00556BB5">
              <w:rPr>
                <w:rFonts w:cs="Calibri"/>
              </w:rPr>
              <w:lastRenderedPageBreak/>
              <w:t>23944 – When the incoming IHI/demographic data does not match any local patient record</w:t>
            </w:r>
          </w:p>
        </w:tc>
        <w:tc>
          <w:tcPr>
            <w:tcW w:w="2126" w:type="dxa"/>
          </w:tcPr>
          <w:p w14:paraId="321B0583" w14:textId="77777777" w:rsidR="007C7820" w:rsidRPr="00556BB5" w:rsidRDefault="007C7820" w:rsidP="002B5BBE">
            <w:pPr>
              <w:pStyle w:val="Tabletext"/>
              <w:rPr>
                <w:rFonts w:cs="Calibri"/>
              </w:rPr>
            </w:pPr>
            <w:r w:rsidRPr="00556BB5">
              <w:rPr>
                <w:rFonts w:cs="Calibri"/>
              </w:rPr>
              <w:t>DISP-70A</w:t>
            </w:r>
          </w:p>
        </w:tc>
        <w:tc>
          <w:tcPr>
            <w:tcW w:w="2979" w:type="dxa"/>
          </w:tcPr>
          <w:p w14:paraId="51AF416A" w14:textId="77777777" w:rsidR="007C7820" w:rsidRPr="00556BB5" w:rsidRDefault="007C7820" w:rsidP="002B5BBE">
            <w:pPr>
              <w:pStyle w:val="Tabletext"/>
              <w:rPr>
                <w:rFonts w:cs="Calibri"/>
              </w:rPr>
            </w:pPr>
            <w:r w:rsidRPr="00556BB5">
              <w:rPr>
                <w:rFonts w:cs="Calibri"/>
              </w:rPr>
              <w:t>UC.325 - Part B</w:t>
            </w:r>
          </w:p>
        </w:tc>
      </w:tr>
      <w:tr w:rsidR="007C7820" w:rsidRPr="003B5C15" w14:paraId="06D21399" w14:textId="77777777" w:rsidTr="00556BB5">
        <w:tc>
          <w:tcPr>
            <w:tcW w:w="4820" w:type="dxa"/>
          </w:tcPr>
          <w:p w14:paraId="3D87F750" w14:textId="77777777" w:rsidR="007C7820" w:rsidRPr="00556BB5" w:rsidRDefault="007C7820" w:rsidP="002B5BBE">
            <w:pPr>
              <w:pStyle w:val="Tabletext"/>
              <w:rPr>
                <w:rFonts w:cs="Calibri"/>
              </w:rPr>
            </w:pPr>
            <w:r w:rsidRPr="00556BB5">
              <w:rPr>
                <w:rFonts w:cs="Calibri"/>
              </w:rPr>
              <w:t>16832 - Validation of an IHI before inclusion in a new electronic message/document</w:t>
            </w:r>
          </w:p>
        </w:tc>
        <w:tc>
          <w:tcPr>
            <w:tcW w:w="2126" w:type="dxa"/>
          </w:tcPr>
          <w:p w14:paraId="24279BF2" w14:textId="77777777" w:rsidR="007C7820" w:rsidRPr="00556BB5" w:rsidRDefault="007C7820" w:rsidP="002B5BBE">
            <w:pPr>
              <w:pStyle w:val="Tabletext"/>
              <w:rPr>
                <w:rFonts w:cs="Calibri"/>
              </w:rPr>
            </w:pPr>
            <w:r w:rsidRPr="00556BB5">
              <w:rPr>
                <w:rFonts w:cs="Calibri"/>
              </w:rPr>
              <w:t>DISP-73</w:t>
            </w:r>
          </w:p>
        </w:tc>
        <w:tc>
          <w:tcPr>
            <w:tcW w:w="2979" w:type="dxa"/>
          </w:tcPr>
          <w:p w14:paraId="1E964B43" w14:textId="77777777" w:rsidR="007C7820" w:rsidRPr="00556BB5" w:rsidRDefault="007C7820" w:rsidP="002B5BBE">
            <w:pPr>
              <w:pStyle w:val="Tabletext"/>
              <w:rPr>
                <w:rFonts w:cs="Calibri"/>
              </w:rPr>
            </w:pPr>
            <w:r w:rsidRPr="00556BB5">
              <w:rPr>
                <w:rFonts w:cs="Calibri"/>
              </w:rPr>
              <w:t>UC.330 - Part B</w:t>
            </w:r>
          </w:p>
        </w:tc>
      </w:tr>
      <w:tr w:rsidR="007C7820" w:rsidRPr="003B5C15" w14:paraId="281B8C81" w14:textId="77777777" w:rsidTr="00556BB5">
        <w:tc>
          <w:tcPr>
            <w:tcW w:w="4820" w:type="dxa"/>
          </w:tcPr>
          <w:p w14:paraId="44468848" w14:textId="77777777" w:rsidR="007C7820" w:rsidRPr="00556BB5" w:rsidRDefault="007C7820" w:rsidP="002B5BBE">
            <w:pPr>
              <w:pStyle w:val="Tabletext"/>
              <w:rPr>
                <w:rFonts w:cs="Calibri"/>
              </w:rPr>
            </w:pPr>
            <w:r w:rsidRPr="00556BB5">
              <w:rPr>
                <w:rFonts w:cs="Calibri"/>
              </w:rPr>
              <w:t>16813 – Actions for when validation of a verified IHI returns a ‘resolved’ information message and a different IHI number</w:t>
            </w:r>
          </w:p>
        </w:tc>
        <w:tc>
          <w:tcPr>
            <w:tcW w:w="2126" w:type="dxa"/>
          </w:tcPr>
          <w:p w14:paraId="60E718BB" w14:textId="77777777" w:rsidR="007C7820" w:rsidRPr="00556BB5" w:rsidRDefault="007C7820" w:rsidP="002B5BBE">
            <w:pPr>
              <w:pStyle w:val="Tabletext"/>
              <w:rPr>
                <w:rFonts w:cs="Calibri"/>
              </w:rPr>
            </w:pPr>
            <w:r w:rsidRPr="00556BB5">
              <w:rPr>
                <w:rFonts w:cs="Calibri"/>
              </w:rPr>
              <w:t>DISP-73</w:t>
            </w:r>
          </w:p>
        </w:tc>
        <w:tc>
          <w:tcPr>
            <w:tcW w:w="2979" w:type="dxa"/>
          </w:tcPr>
          <w:p w14:paraId="1CACB153" w14:textId="77777777" w:rsidR="007C7820" w:rsidRPr="00556BB5" w:rsidRDefault="007C7820" w:rsidP="002B5BBE">
            <w:pPr>
              <w:pStyle w:val="Tabletext"/>
              <w:rPr>
                <w:rFonts w:cs="Calibri"/>
              </w:rPr>
            </w:pPr>
            <w:r w:rsidRPr="00556BB5">
              <w:rPr>
                <w:rFonts w:cs="Calibri"/>
              </w:rPr>
              <w:t>UC.330 - Part B</w:t>
            </w:r>
          </w:p>
        </w:tc>
      </w:tr>
      <w:tr w:rsidR="000815BF" w:rsidRPr="000815BF" w14:paraId="4FA1F717" w14:textId="77777777" w:rsidTr="000815BF">
        <w:tc>
          <w:tcPr>
            <w:tcW w:w="4820" w:type="dxa"/>
          </w:tcPr>
          <w:p w14:paraId="034C6B4F" w14:textId="77777777" w:rsidR="000815BF" w:rsidRPr="000815BF" w:rsidRDefault="000815BF" w:rsidP="002B5BBE">
            <w:pPr>
              <w:pStyle w:val="Tabletext"/>
              <w:rPr>
                <w:rFonts w:cs="Calibri"/>
              </w:rPr>
            </w:pPr>
          </w:p>
        </w:tc>
        <w:tc>
          <w:tcPr>
            <w:tcW w:w="2126" w:type="dxa"/>
          </w:tcPr>
          <w:p w14:paraId="25BD5612" w14:textId="77777777" w:rsidR="000815BF" w:rsidRPr="000815BF" w:rsidRDefault="000815BF" w:rsidP="002B5BBE">
            <w:pPr>
              <w:pStyle w:val="Tabletext"/>
              <w:rPr>
                <w:rFonts w:cs="Calibri"/>
              </w:rPr>
            </w:pPr>
          </w:p>
        </w:tc>
        <w:tc>
          <w:tcPr>
            <w:tcW w:w="2979" w:type="dxa"/>
          </w:tcPr>
          <w:p w14:paraId="6B9BB5FF" w14:textId="77777777" w:rsidR="000815BF" w:rsidRPr="000815BF" w:rsidRDefault="000815BF" w:rsidP="002B5BBE">
            <w:pPr>
              <w:pStyle w:val="Tabletext"/>
              <w:rPr>
                <w:rFonts w:cs="Calibri"/>
              </w:rPr>
            </w:pPr>
          </w:p>
        </w:tc>
      </w:tr>
      <w:tr w:rsidR="007C7820" w:rsidRPr="003B5C15" w14:paraId="00F7B79D" w14:textId="77777777" w:rsidTr="00556BB5">
        <w:trPr>
          <w:trHeight w:val="474"/>
        </w:trPr>
        <w:tc>
          <w:tcPr>
            <w:tcW w:w="9925" w:type="dxa"/>
            <w:gridSpan w:val="3"/>
            <w:shd w:val="clear" w:color="auto" w:fill="F2F2F2" w:themeFill="background1" w:themeFillShade="F2"/>
          </w:tcPr>
          <w:p w14:paraId="43E9F20D" w14:textId="77777777" w:rsidR="007C7820" w:rsidRPr="003B5C15" w:rsidRDefault="007C7820" w:rsidP="002B5BBE">
            <w:pPr>
              <w:pStyle w:val="BodyText"/>
              <w:ind w:left="0"/>
              <w:rPr>
                <w:rFonts w:cs="Calibri"/>
                <w:szCs w:val="20"/>
              </w:rPr>
            </w:pPr>
            <w:r w:rsidRPr="003B5C15">
              <w:rPr>
                <w:rFonts w:cs="Calibri"/>
                <w:b/>
                <w:bCs/>
                <w:szCs w:val="20"/>
              </w:rPr>
              <w:t xml:space="preserve">Conditional requirements (tick if applicable) </w:t>
            </w:r>
            <w:r w:rsidRPr="003B5C15">
              <w:rPr>
                <w:rFonts w:cs="Calibri"/>
                <w:szCs w:val="20"/>
              </w:rPr>
              <w:t>If the software has any of the conditional functionality, then the requirement becomes mandatory.</w:t>
            </w:r>
          </w:p>
        </w:tc>
      </w:tr>
      <w:tr w:rsidR="007C7820" w:rsidRPr="003B5C15" w14:paraId="304EAA48" w14:textId="77777777" w:rsidTr="00556BB5">
        <w:tc>
          <w:tcPr>
            <w:tcW w:w="4820" w:type="dxa"/>
            <w:tcBorders>
              <w:bottom w:val="single" w:sz="4" w:space="0" w:color="auto"/>
            </w:tcBorders>
          </w:tcPr>
          <w:p w14:paraId="3A4BC22D" w14:textId="77777777" w:rsidR="007C7820" w:rsidRPr="00556BB5" w:rsidRDefault="006F3745" w:rsidP="002B5BBE">
            <w:pPr>
              <w:pStyle w:val="Tabletext"/>
              <w:rPr>
                <w:rFonts w:cs="Calibri"/>
              </w:rPr>
            </w:pPr>
            <w:sdt>
              <w:sdtPr>
                <w:rPr>
                  <w:rFonts w:eastAsia="MS Gothic" w:cs="Calibri"/>
                  <w:sz w:val="24"/>
                </w:rPr>
                <w:id w:val="817148429"/>
                <w14:checkbox>
                  <w14:checked w14:val="0"/>
                  <w14:checkedState w14:val="2612" w14:font="MS Gothic"/>
                  <w14:uncheckedState w14:val="2610" w14:font="MS Gothic"/>
                </w14:checkbox>
              </w:sdtPr>
              <w:sdtEndPr/>
              <w:sdtContent>
                <w:r w:rsidR="007C7820" w:rsidRPr="00556BB5">
                  <w:rPr>
                    <w:rFonts w:ascii="Segoe UI Symbol" w:eastAsia="MS Gothic" w:hAnsi="Segoe UI Symbol" w:cs="Segoe UI Symbol"/>
                    <w:sz w:val="24"/>
                  </w:rPr>
                  <w:t>☐</w:t>
                </w:r>
              </w:sdtContent>
            </w:sdt>
            <w:r w:rsidR="007C7820" w:rsidRPr="00556BB5">
              <w:rPr>
                <w:rFonts w:cs="Calibri"/>
              </w:rPr>
              <w:t xml:space="preserve">  UC.010 – Register patient  </w:t>
            </w:r>
          </w:p>
          <w:p w14:paraId="0764FE69" w14:textId="77777777" w:rsidR="007C7820" w:rsidRPr="00556BB5" w:rsidRDefault="007C7820" w:rsidP="002B5BBE">
            <w:pPr>
              <w:pStyle w:val="Tabletext"/>
              <w:rPr>
                <w:rFonts w:cs="Calibri"/>
              </w:rPr>
            </w:pPr>
            <w:r w:rsidRPr="00556BB5">
              <w:rPr>
                <w:rFonts w:cs="Calibri"/>
                <w:b/>
                <w:bCs/>
              </w:rPr>
              <w:t>Note</w:t>
            </w:r>
            <w:r w:rsidRPr="00556BB5">
              <w:rPr>
                <w:rFonts w:cs="Calibri"/>
              </w:rPr>
              <w:t>: Not required for current conformant systems</w:t>
            </w:r>
          </w:p>
        </w:tc>
        <w:tc>
          <w:tcPr>
            <w:tcW w:w="2126" w:type="dxa"/>
            <w:tcBorders>
              <w:bottom w:val="single" w:sz="4" w:space="0" w:color="auto"/>
            </w:tcBorders>
          </w:tcPr>
          <w:p w14:paraId="4880BAB7" w14:textId="77777777" w:rsidR="007C7820" w:rsidRPr="00556BB5" w:rsidRDefault="007C7820" w:rsidP="002B5BBE">
            <w:pPr>
              <w:pStyle w:val="Tabletext"/>
              <w:rPr>
                <w:rFonts w:cs="Calibri"/>
              </w:rPr>
            </w:pPr>
            <w:r w:rsidRPr="00556BB5">
              <w:rPr>
                <w:rFonts w:cs="Calibri"/>
              </w:rPr>
              <w:t>DISP-70</w:t>
            </w:r>
          </w:p>
        </w:tc>
        <w:tc>
          <w:tcPr>
            <w:tcW w:w="2979" w:type="dxa"/>
            <w:tcBorders>
              <w:bottom w:val="single" w:sz="4" w:space="0" w:color="auto"/>
            </w:tcBorders>
          </w:tcPr>
          <w:p w14:paraId="0D87DDA5" w14:textId="77777777" w:rsidR="007C7820" w:rsidRPr="00556BB5" w:rsidRDefault="007C7820" w:rsidP="002B5BBE">
            <w:pPr>
              <w:pStyle w:val="Tabletext"/>
              <w:rPr>
                <w:rFonts w:cs="Calibri"/>
              </w:rPr>
            </w:pPr>
            <w:r w:rsidRPr="00556BB5">
              <w:rPr>
                <w:rFonts w:cs="Calibri"/>
              </w:rPr>
              <w:t>UC.010 - Parts A, B &amp; C</w:t>
            </w:r>
          </w:p>
        </w:tc>
      </w:tr>
      <w:tr w:rsidR="007C7820" w:rsidRPr="003B5C15" w14:paraId="3B351338" w14:textId="77777777" w:rsidTr="00556BB5">
        <w:tc>
          <w:tcPr>
            <w:tcW w:w="4820" w:type="dxa"/>
            <w:tcBorders>
              <w:top w:val="single" w:sz="4" w:space="0" w:color="auto"/>
              <w:bottom w:val="single" w:sz="4" w:space="0" w:color="auto"/>
            </w:tcBorders>
          </w:tcPr>
          <w:p w14:paraId="54E74D7E" w14:textId="77777777" w:rsidR="007C7820" w:rsidRPr="00556BB5" w:rsidRDefault="006F3745" w:rsidP="002B5BBE">
            <w:pPr>
              <w:pStyle w:val="Tabletext"/>
              <w:rPr>
                <w:rFonts w:cs="Calibri"/>
              </w:rPr>
            </w:pPr>
            <w:sdt>
              <w:sdtPr>
                <w:rPr>
                  <w:rFonts w:eastAsia="MS Gothic" w:cs="Calibri"/>
                  <w:sz w:val="24"/>
                </w:rPr>
                <w:id w:val="196979874"/>
                <w14:checkbox>
                  <w14:checked w14:val="0"/>
                  <w14:checkedState w14:val="2612" w14:font="MS Gothic"/>
                  <w14:uncheckedState w14:val="2610" w14:font="MS Gothic"/>
                </w14:checkbox>
              </w:sdtPr>
              <w:sdtEndPr/>
              <w:sdtContent>
                <w:r w:rsidR="007C7820" w:rsidRPr="00556BB5">
                  <w:rPr>
                    <w:rFonts w:ascii="Segoe UI Symbol" w:eastAsia="MS Gothic" w:hAnsi="Segoe UI Symbol" w:cs="Segoe UI Symbol"/>
                    <w:sz w:val="24"/>
                  </w:rPr>
                  <w:t>☐</w:t>
                </w:r>
              </w:sdtContent>
            </w:sdt>
            <w:r w:rsidR="007C7820" w:rsidRPr="00556BB5">
              <w:rPr>
                <w:rFonts w:cs="Calibri"/>
              </w:rPr>
              <w:t xml:space="preserve">  UC.015 – Update patient health record </w:t>
            </w:r>
          </w:p>
          <w:p w14:paraId="4894C399" w14:textId="77777777" w:rsidR="007C7820" w:rsidRPr="00556BB5" w:rsidRDefault="007C7820" w:rsidP="002B5BBE">
            <w:pPr>
              <w:pStyle w:val="Tabletext"/>
              <w:rPr>
                <w:rFonts w:eastAsia="Verdana" w:cs="Calibri"/>
              </w:rPr>
            </w:pPr>
            <w:r w:rsidRPr="00556BB5">
              <w:rPr>
                <w:rFonts w:cs="Calibri"/>
                <w:b/>
                <w:bCs/>
              </w:rPr>
              <w:t>Note</w:t>
            </w:r>
            <w:r w:rsidRPr="00556BB5">
              <w:rPr>
                <w:rFonts w:cs="Calibri"/>
              </w:rPr>
              <w:t>: Not required for current conformant systems</w:t>
            </w:r>
          </w:p>
        </w:tc>
        <w:tc>
          <w:tcPr>
            <w:tcW w:w="2126" w:type="dxa"/>
            <w:tcBorders>
              <w:top w:val="single" w:sz="4" w:space="0" w:color="auto"/>
              <w:bottom w:val="single" w:sz="4" w:space="0" w:color="auto"/>
            </w:tcBorders>
          </w:tcPr>
          <w:p w14:paraId="0E20A2D8" w14:textId="77777777" w:rsidR="007C7820" w:rsidRPr="00556BB5" w:rsidRDefault="007C7820" w:rsidP="002B5BBE">
            <w:pPr>
              <w:pStyle w:val="Tabletext"/>
              <w:rPr>
                <w:rFonts w:cs="Calibri"/>
              </w:rPr>
            </w:pPr>
            <w:r w:rsidRPr="00556BB5">
              <w:rPr>
                <w:rFonts w:cs="Calibri"/>
              </w:rPr>
              <w:t>DISP-70</w:t>
            </w:r>
          </w:p>
        </w:tc>
        <w:tc>
          <w:tcPr>
            <w:tcW w:w="2979" w:type="dxa"/>
            <w:tcBorders>
              <w:top w:val="single" w:sz="4" w:space="0" w:color="auto"/>
              <w:bottom w:val="single" w:sz="4" w:space="0" w:color="auto"/>
            </w:tcBorders>
          </w:tcPr>
          <w:p w14:paraId="1513FF47" w14:textId="77777777" w:rsidR="007C7820" w:rsidRPr="00556BB5" w:rsidRDefault="007C7820" w:rsidP="002B5BBE">
            <w:pPr>
              <w:pStyle w:val="Tabletext"/>
              <w:rPr>
                <w:rFonts w:cs="Calibri"/>
              </w:rPr>
            </w:pPr>
            <w:r w:rsidRPr="00556BB5">
              <w:rPr>
                <w:rFonts w:cs="Calibri"/>
              </w:rPr>
              <w:t>UC.015 - Parts A, B &amp; C</w:t>
            </w:r>
          </w:p>
        </w:tc>
      </w:tr>
      <w:tr w:rsidR="000815BF" w:rsidRPr="000815BF" w14:paraId="41CF5A62" w14:textId="77777777" w:rsidTr="000815BF">
        <w:tc>
          <w:tcPr>
            <w:tcW w:w="4820" w:type="dxa"/>
            <w:tcBorders>
              <w:top w:val="single" w:sz="4" w:space="0" w:color="auto"/>
              <w:bottom w:val="single" w:sz="4" w:space="0" w:color="auto"/>
            </w:tcBorders>
          </w:tcPr>
          <w:p w14:paraId="4B5B1D26" w14:textId="77777777" w:rsidR="000815BF" w:rsidRPr="000815BF" w:rsidRDefault="000815BF" w:rsidP="002B5BBE">
            <w:pPr>
              <w:pStyle w:val="Tabletext"/>
              <w:rPr>
                <w:rFonts w:eastAsia="MS Gothic" w:cs="Calibri"/>
                <w:sz w:val="24"/>
              </w:rPr>
            </w:pPr>
          </w:p>
        </w:tc>
        <w:tc>
          <w:tcPr>
            <w:tcW w:w="2126" w:type="dxa"/>
            <w:tcBorders>
              <w:top w:val="single" w:sz="4" w:space="0" w:color="auto"/>
              <w:bottom w:val="single" w:sz="4" w:space="0" w:color="auto"/>
            </w:tcBorders>
          </w:tcPr>
          <w:p w14:paraId="017A1C37" w14:textId="77777777" w:rsidR="000815BF" w:rsidRPr="000815BF" w:rsidRDefault="000815BF" w:rsidP="002B5BBE">
            <w:pPr>
              <w:pStyle w:val="Tabletext"/>
              <w:rPr>
                <w:rFonts w:cs="Calibri"/>
              </w:rPr>
            </w:pPr>
          </w:p>
        </w:tc>
        <w:tc>
          <w:tcPr>
            <w:tcW w:w="2979" w:type="dxa"/>
            <w:tcBorders>
              <w:top w:val="single" w:sz="4" w:space="0" w:color="auto"/>
              <w:bottom w:val="single" w:sz="4" w:space="0" w:color="auto"/>
            </w:tcBorders>
          </w:tcPr>
          <w:p w14:paraId="4499228D" w14:textId="77777777" w:rsidR="000815BF" w:rsidRPr="000815BF" w:rsidRDefault="000815BF" w:rsidP="002B5BBE">
            <w:pPr>
              <w:pStyle w:val="Tabletext"/>
              <w:rPr>
                <w:rFonts w:cs="Calibri"/>
              </w:rPr>
            </w:pPr>
          </w:p>
        </w:tc>
      </w:tr>
      <w:tr w:rsidR="000815BF" w:rsidRPr="000815BF" w14:paraId="4C1783D4" w14:textId="77777777" w:rsidTr="000815BF">
        <w:tc>
          <w:tcPr>
            <w:tcW w:w="4820" w:type="dxa"/>
            <w:tcBorders>
              <w:top w:val="single" w:sz="4" w:space="0" w:color="auto"/>
              <w:bottom w:val="single" w:sz="4" w:space="0" w:color="auto"/>
            </w:tcBorders>
          </w:tcPr>
          <w:p w14:paraId="09E112B3" w14:textId="17E37944" w:rsidR="000815BF" w:rsidRPr="00556BB5" w:rsidRDefault="000815BF" w:rsidP="002B5BBE">
            <w:pPr>
              <w:pStyle w:val="Tabletext"/>
              <w:rPr>
                <w:rFonts w:cs="Calibri"/>
                <w:b/>
                <w:bCs/>
              </w:rPr>
            </w:pPr>
            <w:r w:rsidRPr="00D14FDB">
              <w:rPr>
                <w:rFonts w:cs="Calibri"/>
                <w:b/>
                <w:bCs/>
              </w:rPr>
              <w:t>Recommended</w:t>
            </w:r>
            <w:r>
              <w:rPr>
                <w:rFonts w:cs="Calibri"/>
                <w:b/>
                <w:bCs/>
              </w:rPr>
              <w:t xml:space="preserve"> requirements</w:t>
            </w:r>
          </w:p>
        </w:tc>
        <w:tc>
          <w:tcPr>
            <w:tcW w:w="2126" w:type="dxa"/>
            <w:tcBorders>
              <w:top w:val="single" w:sz="4" w:space="0" w:color="auto"/>
              <w:bottom w:val="single" w:sz="4" w:space="0" w:color="auto"/>
            </w:tcBorders>
          </w:tcPr>
          <w:p w14:paraId="1A970BEF" w14:textId="77777777" w:rsidR="000815BF" w:rsidRPr="000815BF" w:rsidRDefault="000815BF" w:rsidP="002B5BBE">
            <w:pPr>
              <w:pStyle w:val="Tabletext"/>
              <w:rPr>
                <w:rFonts w:cs="Calibri"/>
              </w:rPr>
            </w:pPr>
          </w:p>
        </w:tc>
        <w:tc>
          <w:tcPr>
            <w:tcW w:w="2979" w:type="dxa"/>
            <w:tcBorders>
              <w:top w:val="single" w:sz="4" w:space="0" w:color="auto"/>
              <w:bottom w:val="single" w:sz="4" w:space="0" w:color="auto"/>
            </w:tcBorders>
          </w:tcPr>
          <w:p w14:paraId="2FB19E6D" w14:textId="77777777" w:rsidR="000815BF" w:rsidRPr="000815BF" w:rsidRDefault="000815BF" w:rsidP="002B5BBE">
            <w:pPr>
              <w:pStyle w:val="Tabletext"/>
              <w:rPr>
                <w:rFonts w:cs="Calibri"/>
              </w:rPr>
            </w:pPr>
          </w:p>
        </w:tc>
      </w:tr>
      <w:tr w:rsidR="007C7820" w:rsidRPr="003B5C15" w14:paraId="100D86B8" w14:textId="77777777" w:rsidTr="00556BB5">
        <w:tc>
          <w:tcPr>
            <w:tcW w:w="4820" w:type="dxa"/>
            <w:tcBorders>
              <w:top w:val="single" w:sz="4" w:space="0" w:color="auto"/>
              <w:bottom w:val="nil"/>
            </w:tcBorders>
          </w:tcPr>
          <w:p w14:paraId="7344BBA3" w14:textId="77777777" w:rsidR="007C7820" w:rsidRPr="00556BB5" w:rsidRDefault="006F3745" w:rsidP="000815BF">
            <w:pPr>
              <w:pStyle w:val="Tabletext"/>
              <w:rPr>
                <w:rFonts w:cs="Calibri"/>
              </w:rPr>
            </w:pPr>
            <w:sdt>
              <w:sdtPr>
                <w:rPr>
                  <w:rFonts w:eastAsia="MS Gothic" w:cs="Calibri"/>
                  <w:sz w:val="24"/>
                </w:rPr>
                <w:id w:val="888995441"/>
                <w14:checkbox>
                  <w14:checked w14:val="0"/>
                  <w14:checkedState w14:val="2612" w14:font="MS Gothic"/>
                  <w14:uncheckedState w14:val="2610" w14:font="MS Gothic"/>
                </w14:checkbox>
              </w:sdtPr>
              <w:sdtEndPr/>
              <w:sdtContent>
                <w:r w:rsidR="007C7820" w:rsidRPr="00556BB5">
                  <w:rPr>
                    <w:rFonts w:ascii="Segoe UI Symbol" w:eastAsia="MS Gothic" w:hAnsi="Segoe UI Symbol" w:cs="Segoe UI Symbol"/>
                    <w:sz w:val="24"/>
                  </w:rPr>
                  <w:t>☐</w:t>
                </w:r>
              </w:sdtContent>
            </w:sdt>
            <w:r w:rsidR="007C7820" w:rsidRPr="00556BB5">
              <w:rPr>
                <w:rFonts w:cs="Calibri"/>
              </w:rPr>
              <w:t xml:space="preserve">  5818 </w:t>
            </w:r>
            <w:r w:rsidR="007C7820" w:rsidRPr="00556BB5">
              <w:rPr>
                <w:rFonts w:eastAsia="Symbol" w:cs="Calibri"/>
              </w:rPr>
              <w:t>-</w:t>
            </w:r>
            <w:r w:rsidR="007C7820" w:rsidRPr="00556BB5">
              <w:rPr>
                <w:rFonts w:cs="Calibri"/>
              </w:rPr>
              <w:t xml:space="preserve"> Resubmit search with modified search criteria</w:t>
            </w:r>
          </w:p>
        </w:tc>
        <w:tc>
          <w:tcPr>
            <w:tcW w:w="2126" w:type="dxa"/>
            <w:tcBorders>
              <w:top w:val="single" w:sz="4" w:space="0" w:color="auto"/>
              <w:bottom w:val="nil"/>
            </w:tcBorders>
          </w:tcPr>
          <w:p w14:paraId="2EDF5A9F" w14:textId="77777777" w:rsidR="007C7820" w:rsidRPr="00556BB5" w:rsidRDefault="007C7820" w:rsidP="002B5BBE">
            <w:pPr>
              <w:pStyle w:val="Tabletext"/>
              <w:rPr>
                <w:rFonts w:cs="Calibri"/>
              </w:rPr>
            </w:pPr>
            <w:r w:rsidRPr="00556BB5">
              <w:rPr>
                <w:rFonts w:cs="Calibri"/>
              </w:rPr>
              <w:t>DISP-70</w:t>
            </w:r>
          </w:p>
        </w:tc>
        <w:tc>
          <w:tcPr>
            <w:tcW w:w="2979" w:type="dxa"/>
            <w:tcBorders>
              <w:top w:val="single" w:sz="4" w:space="0" w:color="auto"/>
              <w:bottom w:val="nil"/>
            </w:tcBorders>
          </w:tcPr>
          <w:p w14:paraId="49A449B9" w14:textId="77777777" w:rsidR="007C7820" w:rsidRPr="00556BB5" w:rsidRDefault="007C7820" w:rsidP="002B5BBE">
            <w:pPr>
              <w:pStyle w:val="Tabletext"/>
              <w:rPr>
                <w:rFonts w:cs="Calibri"/>
              </w:rPr>
            </w:pPr>
            <w:r w:rsidRPr="00556BB5">
              <w:rPr>
                <w:rFonts w:cs="Calibri"/>
              </w:rPr>
              <w:t>UC.010 Part C</w:t>
            </w:r>
          </w:p>
          <w:p w14:paraId="3EAD0E61" w14:textId="77777777" w:rsidR="007C7820" w:rsidRPr="00556BB5" w:rsidRDefault="007C7820" w:rsidP="002B5BBE">
            <w:pPr>
              <w:pStyle w:val="Tabletext"/>
              <w:rPr>
                <w:rFonts w:cs="Calibri"/>
              </w:rPr>
            </w:pPr>
            <w:r w:rsidRPr="00556BB5">
              <w:rPr>
                <w:rFonts w:cs="Calibri"/>
              </w:rPr>
              <w:t>UC.015 Part C</w:t>
            </w:r>
          </w:p>
        </w:tc>
      </w:tr>
    </w:tbl>
    <w:p w14:paraId="71F5EE66" w14:textId="77777777" w:rsidR="007C7820" w:rsidRPr="003B5C15" w:rsidRDefault="007C7820" w:rsidP="007C7820">
      <w:pPr>
        <w:rPr>
          <w:rFonts w:cs="Calibri"/>
          <w:b/>
          <w:bCs/>
        </w:rPr>
      </w:pPr>
    </w:p>
    <w:p w14:paraId="7CAF54D7" w14:textId="77777777" w:rsidR="006C6C65" w:rsidRPr="00556BB5" w:rsidRDefault="006C6C65" w:rsidP="00377475">
      <w:pPr>
        <w:rPr>
          <w:rFonts w:cs="Calibri"/>
        </w:rPr>
      </w:pPr>
    </w:p>
    <w:p w14:paraId="2C197899" w14:textId="4A7483D0" w:rsidR="00106E90" w:rsidRPr="00556BB5" w:rsidRDefault="00106E90" w:rsidP="00377475">
      <w:pPr>
        <w:pStyle w:val="Heading2"/>
        <w:ind w:right="-285"/>
        <w:rPr>
          <w:rFonts w:cs="Calibri"/>
        </w:rPr>
      </w:pPr>
      <w:bookmarkStart w:id="104" w:name="_Toc215058742"/>
      <w:r w:rsidRPr="00556BB5">
        <w:rPr>
          <w:rFonts w:cs="Calibri"/>
        </w:rPr>
        <w:t xml:space="preserve">Conformance to requirements for </w:t>
      </w:r>
      <w:r w:rsidR="00E73B2D" w:rsidRPr="00556BB5">
        <w:rPr>
          <w:rFonts w:cs="Calibri"/>
        </w:rPr>
        <w:t>medication chart prescribing system</w:t>
      </w:r>
      <w:r w:rsidRPr="00556BB5">
        <w:rPr>
          <w:rFonts w:cs="Calibri"/>
        </w:rPr>
        <w:t>s</w:t>
      </w:r>
      <w:bookmarkEnd w:id="104"/>
    </w:p>
    <w:p w14:paraId="0C50F421" w14:textId="2EC88BE0" w:rsidR="007514D6" w:rsidRPr="003B5C15" w:rsidRDefault="007514D6" w:rsidP="00EA050C">
      <w:pPr>
        <w:pStyle w:val="BodyText"/>
        <w:spacing w:after="0" w:line="288" w:lineRule="auto"/>
        <w:rPr>
          <w:rFonts w:cs="Calibri"/>
          <w:b/>
          <w:bCs/>
          <w:szCs w:val="22"/>
        </w:rPr>
      </w:pPr>
      <w:r w:rsidRPr="003B5C15">
        <w:rPr>
          <w:rFonts w:cs="Calibri"/>
          <w:b/>
          <w:bCs/>
          <w:szCs w:val="22"/>
        </w:rPr>
        <w:t xml:space="preserve">Step 1: </w:t>
      </w:r>
      <w:r w:rsidR="00636E21" w:rsidRPr="003B5C15">
        <w:rPr>
          <w:rFonts w:eastAsia="Calibri" w:cs="Calibri"/>
          <w:bCs/>
        </w:rPr>
        <w:t>Take note of the mandatory requirements in the table below.</w:t>
      </w:r>
    </w:p>
    <w:p w14:paraId="18B23EAD" w14:textId="5ACF98C5" w:rsidR="007514D6" w:rsidRPr="003B5C15" w:rsidRDefault="007514D6" w:rsidP="00EA050C">
      <w:pPr>
        <w:pStyle w:val="BodyText"/>
        <w:spacing w:after="0" w:line="288" w:lineRule="auto"/>
        <w:rPr>
          <w:rFonts w:cs="Calibri"/>
          <w:b/>
          <w:bCs/>
          <w:szCs w:val="22"/>
        </w:rPr>
      </w:pPr>
      <w:r w:rsidRPr="003B5C15">
        <w:rPr>
          <w:rFonts w:cs="Calibri"/>
          <w:b/>
          <w:bCs/>
          <w:szCs w:val="22"/>
        </w:rPr>
        <w:t xml:space="preserve">Step 2: </w:t>
      </w:r>
      <w:sdt>
        <w:sdtPr>
          <w:rPr>
            <w:rFonts w:eastAsia="MS Gothic" w:cs="Calibri"/>
            <w:sz w:val="24"/>
            <w:szCs w:val="22"/>
          </w:rPr>
          <w:id w:val="441960569"/>
          <w14:checkbox>
            <w14:checked w14:val="0"/>
            <w14:checkedState w14:val="2612" w14:font="MS Gothic"/>
            <w14:uncheckedState w14:val="2610" w14:font="MS Gothic"/>
          </w14:checkbox>
        </w:sdtPr>
        <w:sdtEndPr/>
        <w:sdtContent>
          <w:r w:rsidR="009D4747" w:rsidRPr="00556BB5">
            <w:rPr>
              <w:rFonts w:ascii="Segoe UI Symbol" w:eastAsia="MS Gothic" w:hAnsi="Segoe UI Symbol" w:cs="Segoe UI Symbol"/>
              <w:sz w:val="24"/>
              <w:szCs w:val="22"/>
            </w:rPr>
            <w:t>☐</w:t>
          </w:r>
        </w:sdtContent>
      </w:sdt>
      <w:r w:rsidR="009D4747" w:rsidRPr="003B5C15">
        <w:rPr>
          <w:rFonts w:eastAsia="Calibri" w:cs="Calibri"/>
          <w:b/>
          <w:bCs/>
        </w:rPr>
        <w:t xml:space="preserve"> </w:t>
      </w:r>
      <w:r w:rsidR="009D4747" w:rsidRPr="003B5C15">
        <w:rPr>
          <w:rFonts w:eastAsia="Calibri" w:cs="Calibri"/>
        </w:rPr>
        <w:t xml:space="preserve">Tick here if the </w:t>
      </w:r>
      <w:r w:rsidR="009D4747" w:rsidRPr="003B5C15">
        <w:rPr>
          <w:rFonts w:eastAsia="Calibri" w:cs="Calibri"/>
          <w:bCs/>
        </w:rPr>
        <w:t>software</w:t>
      </w:r>
      <w:r w:rsidR="009D4747" w:rsidRPr="003B5C15">
        <w:rPr>
          <w:rFonts w:eastAsia="Calibri" w:cs="Calibri"/>
        </w:rPr>
        <w:t xml:space="preserve"> is conformant to conditional requirements</w:t>
      </w:r>
    </w:p>
    <w:p w14:paraId="753A860D" w14:textId="76DEC244" w:rsidR="007514D6" w:rsidRPr="003B5C15" w:rsidRDefault="007514D6" w:rsidP="000815BF">
      <w:pPr>
        <w:pStyle w:val="BodyText"/>
        <w:spacing w:after="0" w:line="288" w:lineRule="auto"/>
        <w:rPr>
          <w:rFonts w:cs="Calibri"/>
          <w:b/>
          <w:bCs/>
          <w:szCs w:val="22"/>
        </w:rPr>
      </w:pPr>
      <w:r w:rsidRPr="003B5C15">
        <w:rPr>
          <w:rFonts w:cs="Calibri"/>
          <w:b/>
          <w:bCs/>
          <w:szCs w:val="22"/>
        </w:rPr>
        <w:t xml:space="preserve">Step 3: </w:t>
      </w:r>
      <w:r w:rsidRPr="003B5C15">
        <w:rPr>
          <w:rFonts w:cs="Calibri"/>
          <w:szCs w:val="22"/>
        </w:rPr>
        <w:t xml:space="preserve">Refer to the related </w:t>
      </w:r>
      <w:r w:rsidRPr="003B5C15">
        <w:rPr>
          <w:rFonts w:eastAsia="Calibri" w:cs="Calibri"/>
          <w:bCs/>
        </w:rPr>
        <w:t>Conformance</w:t>
      </w:r>
      <w:r w:rsidRPr="003B5C15">
        <w:rPr>
          <w:rFonts w:cs="Calibri"/>
          <w:szCs w:val="22"/>
        </w:rPr>
        <w:t xml:space="preserve"> Test Specification for details of the tests.</w:t>
      </w:r>
    </w:p>
    <w:tbl>
      <w:tblPr>
        <w:tblStyle w:val="TableADHAwide"/>
        <w:tblW w:w="9781" w:type="dxa"/>
        <w:tblBorders>
          <w:insideH w:val="single" w:sz="4" w:space="0" w:color="auto"/>
        </w:tblBorders>
        <w:tblLook w:val="04A0" w:firstRow="1" w:lastRow="0" w:firstColumn="1" w:lastColumn="0" w:noHBand="0" w:noVBand="1"/>
      </w:tblPr>
      <w:tblGrid>
        <w:gridCol w:w="4820"/>
        <w:gridCol w:w="2127"/>
        <w:gridCol w:w="2834"/>
      </w:tblGrid>
      <w:tr w:rsidR="007514D6" w:rsidRPr="003B5C15" w14:paraId="3413CEA0" w14:textId="77777777" w:rsidTr="00556BB5">
        <w:tc>
          <w:tcPr>
            <w:tcW w:w="4820" w:type="dxa"/>
            <w:shd w:val="clear" w:color="auto" w:fill="F2F2F2" w:themeFill="background1" w:themeFillShade="F2"/>
          </w:tcPr>
          <w:p w14:paraId="613585B9" w14:textId="77777777" w:rsidR="007514D6" w:rsidRPr="00556BB5" w:rsidRDefault="007514D6" w:rsidP="000815BF">
            <w:pPr>
              <w:pStyle w:val="Tableheader"/>
              <w:rPr>
                <w:rFonts w:cs="Calibri"/>
              </w:rPr>
            </w:pPr>
            <w:r w:rsidRPr="00556BB5">
              <w:rPr>
                <w:rFonts w:cs="Calibri"/>
              </w:rPr>
              <w:t>Mandatory requirements</w:t>
            </w:r>
          </w:p>
        </w:tc>
        <w:tc>
          <w:tcPr>
            <w:tcW w:w="2127" w:type="dxa"/>
            <w:shd w:val="clear" w:color="auto" w:fill="F2F2F2" w:themeFill="background1" w:themeFillShade="F2"/>
          </w:tcPr>
          <w:p w14:paraId="5D5804B7" w14:textId="2A647941" w:rsidR="007514D6" w:rsidRPr="00556BB5" w:rsidRDefault="009E2184" w:rsidP="000815BF">
            <w:pPr>
              <w:pStyle w:val="Tableheader"/>
              <w:rPr>
                <w:rFonts w:cs="Calibri"/>
              </w:rPr>
            </w:pPr>
            <w:r w:rsidRPr="00556BB5">
              <w:rPr>
                <w:rFonts w:cs="Calibri"/>
              </w:rPr>
              <w:t>Electronic p</w:t>
            </w:r>
            <w:r w:rsidR="007514D6" w:rsidRPr="00556BB5">
              <w:rPr>
                <w:rFonts w:cs="Calibri"/>
              </w:rPr>
              <w:t>rescribing requirement</w:t>
            </w:r>
          </w:p>
        </w:tc>
        <w:tc>
          <w:tcPr>
            <w:tcW w:w="2834" w:type="dxa"/>
            <w:shd w:val="clear" w:color="auto" w:fill="F2F2F2" w:themeFill="background1" w:themeFillShade="F2"/>
          </w:tcPr>
          <w:p w14:paraId="14B9B9A6" w14:textId="30117EC8" w:rsidR="007514D6" w:rsidRPr="00556BB5" w:rsidRDefault="007D5F3F" w:rsidP="000815BF">
            <w:pPr>
              <w:pStyle w:val="Tableheader"/>
              <w:rPr>
                <w:rFonts w:cs="Calibri"/>
              </w:rPr>
            </w:pPr>
            <w:r w:rsidRPr="00556BB5">
              <w:rPr>
                <w:rFonts w:cs="Calibri"/>
              </w:rPr>
              <w:t xml:space="preserve">Related </w:t>
            </w:r>
            <w:r w:rsidR="007514D6" w:rsidRPr="00556BB5">
              <w:rPr>
                <w:rFonts w:cs="Calibri"/>
              </w:rPr>
              <w:t xml:space="preserve">Business </w:t>
            </w:r>
            <w:r w:rsidR="009E2184" w:rsidRPr="00556BB5">
              <w:rPr>
                <w:rFonts w:cs="Calibri"/>
              </w:rPr>
              <w:t>use case</w:t>
            </w:r>
            <w:r w:rsidRPr="00556BB5">
              <w:rPr>
                <w:rFonts w:cs="Calibri"/>
              </w:rPr>
              <w:t>s</w:t>
            </w:r>
            <w:r w:rsidR="009E2184" w:rsidRPr="00556BB5">
              <w:rPr>
                <w:rFonts w:cs="Calibri"/>
              </w:rPr>
              <w:t xml:space="preserve"> </w:t>
            </w:r>
            <w:r w:rsidR="007514D6" w:rsidRPr="00556BB5">
              <w:rPr>
                <w:rFonts w:cs="Calibri"/>
              </w:rPr>
              <w:t>and  CTS worksheet</w:t>
            </w:r>
            <w:r w:rsidRPr="00556BB5">
              <w:rPr>
                <w:rFonts w:cs="Calibri"/>
              </w:rPr>
              <w:t>s</w:t>
            </w:r>
          </w:p>
        </w:tc>
      </w:tr>
      <w:tr w:rsidR="007514D6" w:rsidRPr="003B5C15" w14:paraId="086B0008" w14:textId="77777777" w:rsidTr="00556BB5">
        <w:tc>
          <w:tcPr>
            <w:tcW w:w="4820" w:type="dxa"/>
          </w:tcPr>
          <w:p w14:paraId="76EAA83D" w14:textId="77777777" w:rsidR="007514D6" w:rsidRPr="00556BB5" w:rsidRDefault="007514D6" w:rsidP="00C313C4">
            <w:pPr>
              <w:pStyle w:val="Tabletext"/>
              <w:rPr>
                <w:rFonts w:cs="Calibri"/>
              </w:rPr>
            </w:pPr>
            <w:r w:rsidRPr="00556BB5">
              <w:rPr>
                <w:rFonts w:cs="Calibri"/>
              </w:rPr>
              <w:t xml:space="preserve">UC.010 – Register patient </w:t>
            </w:r>
          </w:p>
          <w:p w14:paraId="23451D61" w14:textId="77777777" w:rsidR="007514D6" w:rsidRPr="00556BB5" w:rsidRDefault="007514D6" w:rsidP="00C313C4">
            <w:pPr>
              <w:pStyle w:val="Tabletext"/>
              <w:rPr>
                <w:rFonts w:eastAsia="Verdana" w:cs="Calibri"/>
              </w:rPr>
            </w:pPr>
            <w:r w:rsidRPr="00556BB5">
              <w:rPr>
                <w:rFonts w:cs="Calibri"/>
              </w:rPr>
              <w:t>Note: Not required for current conformant systems</w:t>
            </w:r>
          </w:p>
        </w:tc>
        <w:tc>
          <w:tcPr>
            <w:tcW w:w="2127" w:type="dxa"/>
          </w:tcPr>
          <w:p w14:paraId="2D84D766" w14:textId="77777777" w:rsidR="007514D6" w:rsidRPr="00556BB5" w:rsidRDefault="007514D6" w:rsidP="00C313C4">
            <w:pPr>
              <w:pStyle w:val="Tabletext"/>
              <w:rPr>
                <w:rFonts w:cs="Calibri"/>
              </w:rPr>
            </w:pPr>
            <w:r w:rsidRPr="00556BB5">
              <w:rPr>
                <w:rFonts w:cs="Calibri"/>
              </w:rPr>
              <w:t>PRES-70</w:t>
            </w:r>
          </w:p>
        </w:tc>
        <w:tc>
          <w:tcPr>
            <w:tcW w:w="2834" w:type="dxa"/>
          </w:tcPr>
          <w:p w14:paraId="22C55F9E" w14:textId="44AF51E3" w:rsidR="00E909F3" w:rsidRPr="00556BB5" w:rsidRDefault="007514D6" w:rsidP="00C313C4">
            <w:pPr>
              <w:pStyle w:val="Tabletext"/>
              <w:rPr>
                <w:rFonts w:cs="Calibri"/>
              </w:rPr>
            </w:pPr>
            <w:r w:rsidRPr="00556BB5">
              <w:rPr>
                <w:rFonts w:cs="Calibri"/>
              </w:rPr>
              <w:t>UC.010 - Part A</w:t>
            </w:r>
            <w:r w:rsidR="009E7D83" w:rsidRPr="00556BB5">
              <w:rPr>
                <w:rFonts w:cs="Calibri"/>
              </w:rPr>
              <w:t>, B &amp; C</w:t>
            </w:r>
          </w:p>
          <w:p w14:paraId="587E82C1" w14:textId="74385357" w:rsidR="007514D6" w:rsidRPr="00556BB5" w:rsidRDefault="007514D6" w:rsidP="00C313C4">
            <w:pPr>
              <w:pStyle w:val="Tabletext"/>
              <w:rPr>
                <w:rFonts w:cs="Calibri"/>
              </w:rPr>
            </w:pPr>
          </w:p>
        </w:tc>
      </w:tr>
      <w:tr w:rsidR="007514D6" w:rsidRPr="003B5C15" w14:paraId="70A05CCD" w14:textId="77777777" w:rsidTr="00556BB5">
        <w:tc>
          <w:tcPr>
            <w:tcW w:w="4820" w:type="dxa"/>
          </w:tcPr>
          <w:p w14:paraId="0BECE530" w14:textId="77777777" w:rsidR="007514D6" w:rsidRPr="00556BB5" w:rsidRDefault="007514D6" w:rsidP="00C313C4">
            <w:pPr>
              <w:pStyle w:val="Tabletext"/>
              <w:rPr>
                <w:rFonts w:cs="Calibri"/>
              </w:rPr>
            </w:pPr>
            <w:r w:rsidRPr="00556BB5">
              <w:rPr>
                <w:rFonts w:cs="Calibri"/>
              </w:rPr>
              <w:t xml:space="preserve">UC.015 – Update patient health record </w:t>
            </w:r>
          </w:p>
          <w:p w14:paraId="1A211158" w14:textId="77777777" w:rsidR="007514D6" w:rsidRPr="00556BB5" w:rsidRDefault="007514D6" w:rsidP="00C313C4">
            <w:pPr>
              <w:pStyle w:val="Tabletext"/>
              <w:rPr>
                <w:rFonts w:cs="Calibri"/>
              </w:rPr>
            </w:pPr>
            <w:r w:rsidRPr="00556BB5">
              <w:rPr>
                <w:rFonts w:cs="Calibri"/>
              </w:rPr>
              <w:t>Note: Not required for current conformant systems</w:t>
            </w:r>
          </w:p>
        </w:tc>
        <w:tc>
          <w:tcPr>
            <w:tcW w:w="2127" w:type="dxa"/>
          </w:tcPr>
          <w:p w14:paraId="01A32B93" w14:textId="77777777" w:rsidR="007514D6" w:rsidRPr="00556BB5" w:rsidRDefault="007514D6" w:rsidP="00C313C4">
            <w:pPr>
              <w:pStyle w:val="Tabletext"/>
              <w:rPr>
                <w:rFonts w:cs="Calibri"/>
              </w:rPr>
            </w:pPr>
            <w:r w:rsidRPr="00556BB5">
              <w:rPr>
                <w:rFonts w:cs="Calibri"/>
              </w:rPr>
              <w:t>PRES-70</w:t>
            </w:r>
          </w:p>
        </w:tc>
        <w:tc>
          <w:tcPr>
            <w:tcW w:w="2834" w:type="dxa"/>
          </w:tcPr>
          <w:p w14:paraId="7F4C1A9D" w14:textId="51F82041" w:rsidR="00E909F3" w:rsidRPr="00556BB5" w:rsidRDefault="007514D6" w:rsidP="00C313C4">
            <w:pPr>
              <w:pStyle w:val="Tabletext"/>
              <w:rPr>
                <w:rFonts w:cs="Calibri"/>
              </w:rPr>
            </w:pPr>
            <w:r w:rsidRPr="00556BB5">
              <w:rPr>
                <w:rFonts w:cs="Calibri"/>
              </w:rPr>
              <w:t>UC.015 - Part A</w:t>
            </w:r>
            <w:r w:rsidR="00937CD2" w:rsidRPr="00556BB5">
              <w:rPr>
                <w:rFonts w:cs="Calibri"/>
              </w:rPr>
              <w:t>, B &amp; C</w:t>
            </w:r>
          </w:p>
          <w:p w14:paraId="6BCB4845" w14:textId="0C191504" w:rsidR="007514D6" w:rsidRPr="00556BB5" w:rsidRDefault="007514D6" w:rsidP="00C313C4">
            <w:pPr>
              <w:pStyle w:val="Tabletext"/>
              <w:rPr>
                <w:rFonts w:cs="Calibri"/>
              </w:rPr>
            </w:pPr>
          </w:p>
        </w:tc>
      </w:tr>
      <w:tr w:rsidR="007514D6" w:rsidRPr="003B5C15" w14:paraId="6F026EEC" w14:textId="77777777" w:rsidTr="00556BB5">
        <w:tc>
          <w:tcPr>
            <w:tcW w:w="4820" w:type="dxa"/>
          </w:tcPr>
          <w:p w14:paraId="743CF151" w14:textId="77777777" w:rsidR="007514D6" w:rsidRPr="00556BB5" w:rsidRDefault="007514D6" w:rsidP="00C313C4">
            <w:pPr>
              <w:pStyle w:val="Tabletext"/>
              <w:rPr>
                <w:rFonts w:cs="Calibri"/>
              </w:rPr>
            </w:pPr>
            <w:r w:rsidRPr="00556BB5">
              <w:rPr>
                <w:rFonts w:cs="Calibri"/>
              </w:rPr>
              <w:t xml:space="preserve">5812 </w:t>
            </w:r>
            <w:r w:rsidRPr="00556BB5">
              <w:rPr>
                <w:rFonts w:eastAsia="Symbol" w:cs="Calibri"/>
              </w:rPr>
              <w:t>-</w:t>
            </w:r>
            <w:r w:rsidRPr="00556BB5">
              <w:rPr>
                <w:rFonts w:cs="Calibri"/>
              </w:rPr>
              <w:t xml:space="preserve"> IHI number search</w:t>
            </w:r>
          </w:p>
        </w:tc>
        <w:tc>
          <w:tcPr>
            <w:tcW w:w="2127" w:type="dxa"/>
          </w:tcPr>
          <w:p w14:paraId="610298CD" w14:textId="77777777" w:rsidR="007514D6" w:rsidRPr="00556BB5" w:rsidRDefault="007514D6" w:rsidP="00C313C4">
            <w:pPr>
              <w:pStyle w:val="Tabletext"/>
              <w:rPr>
                <w:rFonts w:cs="Calibri"/>
              </w:rPr>
            </w:pPr>
            <w:r w:rsidRPr="00556BB5">
              <w:rPr>
                <w:rFonts w:cs="Calibri"/>
              </w:rPr>
              <w:t>PRES-70</w:t>
            </w:r>
          </w:p>
        </w:tc>
        <w:tc>
          <w:tcPr>
            <w:tcW w:w="2834" w:type="dxa"/>
          </w:tcPr>
          <w:p w14:paraId="1555DA97" w14:textId="6B501F23" w:rsidR="001965D6" w:rsidRPr="00556BB5" w:rsidRDefault="009E3C82" w:rsidP="00C313C4">
            <w:pPr>
              <w:pStyle w:val="Tabletext"/>
              <w:rPr>
                <w:rFonts w:cs="Calibri"/>
              </w:rPr>
            </w:pPr>
            <w:r w:rsidRPr="00556BB5">
              <w:rPr>
                <w:rFonts w:cs="Calibri"/>
              </w:rPr>
              <w:t xml:space="preserve">UC.010 - Part C </w:t>
            </w:r>
          </w:p>
          <w:p w14:paraId="3BACCB5C" w14:textId="7B974229" w:rsidR="007514D6" w:rsidRPr="00556BB5" w:rsidRDefault="009E3C82" w:rsidP="00C313C4">
            <w:pPr>
              <w:pStyle w:val="Tabletext"/>
              <w:rPr>
                <w:rFonts w:cs="Calibri"/>
              </w:rPr>
            </w:pPr>
            <w:r w:rsidRPr="00556BB5">
              <w:rPr>
                <w:rFonts w:cs="Calibri"/>
              </w:rPr>
              <w:t xml:space="preserve">UC.015 - Part C </w:t>
            </w:r>
          </w:p>
        </w:tc>
      </w:tr>
      <w:tr w:rsidR="007514D6" w:rsidRPr="003B5C15" w14:paraId="372413A6" w14:textId="77777777" w:rsidTr="00556BB5">
        <w:tc>
          <w:tcPr>
            <w:tcW w:w="4820" w:type="dxa"/>
          </w:tcPr>
          <w:p w14:paraId="4B664028" w14:textId="77777777" w:rsidR="007514D6" w:rsidRPr="00556BB5" w:rsidRDefault="007514D6" w:rsidP="00C313C4">
            <w:pPr>
              <w:pStyle w:val="Tabletext"/>
              <w:rPr>
                <w:rFonts w:cs="Calibri"/>
              </w:rPr>
            </w:pPr>
            <w:r w:rsidRPr="00556BB5">
              <w:rPr>
                <w:rFonts w:cs="Calibri"/>
              </w:rPr>
              <w:t xml:space="preserve">5813 </w:t>
            </w:r>
            <w:r w:rsidRPr="00556BB5">
              <w:rPr>
                <w:rFonts w:eastAsia="Symbol" w:cs="Calibri"/>
              </w:rPr>
              <w:t>-</w:t>
            </w:r>
            <w:r w:rsidRPr="00556BB5">
              <w:rPr>
                <w:rFonts w:cs="Calibri"/>
              </w:rPr>
              <w:t xml:space="preserve"> Medicare card search</w:t>
            </w:r>
          </w:p>
        </w:tc>
        <w:tc>
          <w:tcPr>
            <w:tcW w:w="2127" w:type="dxa"/>
          </w:tcPr>
          <w:p w14:paraId="2CB81214" w14:textId="77777777" w:rsidR="007514D6" w:rsidRPr="00556BB5" w:rsidRDefault="007514D6" w:rsidP="00C313C4">
            <w:pPr>
              <w:pStyle w:val="Tabletext"/>
              <w:rPr>
                <w:rFonts w:cs="Calibri"/>
              </w:rPr>
            </w:pPr>
            <w:r w:rsidRPr="00556BB5">
              <w:rPr>
                <w:rFonts w:cs="Calibri"/>
              </w:rPr>
              <w:t>PRES-70</w:t>
            </w:r>
          </w:p>
        </w:tc>
        <w:tc>
          <w:tcPr>
            <w:tcW w:w="2834" w:type="dxa"/>
          </w:tcPr>
          <w:p w14:paraId="51991D01" w14:textId="273F9FEC" w:rsidR="001965D6" w:rsidRPr="00556BB5" w:rsidRDefault="009E3C82" w:rsidP="00C313C4">
            <w:pPr>
              <w:pStyle w:val="Tabletext"/>
              <w:rPr>
                <w:rFonts w:cs="Calibri"/>
              </w:rPr>
            </w:pPr>
            <w:r w:rsidRPr="00556BB5">
              <w:rPr>
                <w:rFonts w:cs="Calibri"/>
              </w:rPr>
              <w:t xml:space="preserve">UC.010 - Part C  </w:t>
            </w:r>
          </w:p>
          <w:p w14:paraId="2C9A510C" w14:textId="760A1367" w:rsidR="007514D6" w:rsidRPr="00556BB5" w:rsidRDefault="009E3C82" w:rsidP="00C313C4">
            <w:pPr>
              <w:pStyle w:val="Tabletext"/>
              <w:rPr>
                <w:rFonts w:cs="Calibri"/>
              </w:rPr>
            </w:pPr>
            <w:r w:rsidRPr="00556BB5">
              <w:rPr>
                <w:rFonts w:cs="Calibri"/>
              </w:rPr>
              <w:t xml:space="preserve">UC.015 - Part C </w:t>
            </w:r>
          </w:p>
        </w:tc>
      </w:tr>
      <w:tr w:rsidR="007514D6" w:rsidRPr="003B5C15" w14:paraId="18296C6C" w14:textId="77777777" w:rsidTr="00556BB5">
        <w:tc>
          <w:tcPr>
            <w:tcW w:w="4820" w:type="dxa"/>
          </w:tcPr>
          <w:p w14:paraId="7E129C6B" w14:textId="77777777" w:rsidR="007514D6" w:rsidRPr="00556BB5" w:rsidRDefault="007514D6" w:rsidP="00C313C4">
            <w:pPr>
              <w:pStyle w:val="Tabletext"/>
              <w:rPr>
                <w:rFonts w:cs="Calibri"/>
              </w:rPr>
            </w:pPr>
            <w:r w:rsidRPr="00556BB5">
              <w:rPr>
                <w:rFonts w:cs="Calibri"/>
              </w:rPr>
              <w:t xml:space="preserve">5814 </w:t>
            </w:r>
            <w:r w:rsidRPr="00556BB5">
              <w:rPr>
                <w:rFonts w:eastAsia="Symbol" w:cs="Calibri"/>
              </w:rPr>
              <w:t>-</w:t>
            </w:r>
            <w:r w:rsidRPr="00556BB5">
              <w:rPr>
                <w:rFonts w:cs="Calibri"/>
              </w:rPr>
              <w:t xml:space="preserve"> DVA File number search</w:t>
            </w:r>
          </w:p>
        </w:tc>
        <w:tc>
          <w:tcPr>
            <w:tcW w:w="2127" w:type="dxa"/>
          </w:tcPr>
          <w:p w14:paraId="2B07C243" w14:textId="77777777" w:rsidR="007514D6" w:rsidRPr="00556BB5" w:rsidRDefault="007514D6" w:rsidP="00C313C4">
            <w:pPr>
              <w:pStyle w:val="Tabletext"/>
              <w:rPr>
                <w:rFonts w:cs="Calibri"/>
              </w:rPr>
            </w:pPr>
            <w:r w:rsidRPr="00556BB5">
              <w:rPr>
                <w:rFonts w:cs="Calibri"/>
              </w:rPr>
              <w:t>PRES-70</w:t>
            </w:r>
          </w:p>
        </w:tc>
        <w:tc>
          <w:tcPr>
            <w:tcW w:w="2834" w:type="dxa"/>
          </w:tcPr>
          <w:p w14:paraId="0C4E7AB6" w14:textId="123B0635" w:rsidR="00DC3DA9" w:rsidRPr="00556BB5" w:rsidRDefault="009E3C82" w:rsidP="00C313C4">
            <w:pPr>
              <w:pStyle w:val="Tabletext"/>
              <w:rPr>
                <w:rFonts w:cs="Calibri"/>
              </w:rPr>
            </w:pPr>
            <w:r w:rsidRPr="00556BB5">
              <w:rPr>
                <w:rFonts w:cs="Calibri"/>
              </w:rPr>
              <w:t xml:space="preserve">UC.010 - Part C </w:t>
            </w:r>
          </w:p>
          <w:p w14:paraId="63B454E3" w14:textId="3D2AC661" w:rsidR="007514D6" w:rsidRPr="00556BB5" w:rsidRDefault="009E3C82" w:rsidP="00C313C4">
            <w:pPr>
              <w:pStyle w:val="Tabletext"/>
              <w:rPr>
                <w:rFonts w:cs="Calibri"/>
              </w:rPr>
            </w:pPr>
            <w:r w:rsidRPr="00556BB5">
              <w:rPr>
                <w:rFonts w:cs="Calibri"/>
              </w:rPr>
              <w:t xml:space="preserve">UC.015 - Part C </w:t>
            </w:r>
          </w:p>
        </w:tc>
      </w:tr>
      <w:tr w:rsidR="0046739F" w:rsidRPr="003B5C15" w14:paraId="0D40A219" w14:textId="77777777" w:rsidTr="00556BB5">
        <w:tc>
          <w:tcPr>
            <w:tcW w:w="4820" w:type="dxa"/>
          </w:tcPr>
          <w:p w14:paraId="40AC6205" w14:textId="7E8FCA76" w:rsidR="0046739F" w:rsidRPr="00556BB5" w:rsidRDefault="002824D2" w:rsidP="00C313C4">
            <w:pPr>
              <w:pStyle w:val="Tabletext"/>
              <w:rPr>
                <w:rFonts w:cs="Calibri"/>
              </w:rPr>
            </w:pPr>
            <w:r w:rsidRPr="00556BB5">
              <w:rPr>
                <w:rFonts w:cs="Calibri"/>
              </w:rPr>
              <w:t>5818 -Resubmit search with modified search criteria</w:t>
            </w:r>
          </w:p>
        </w:tc>
        <w:tc>
          <w:tcPr>
            <w:tcW w:w="2127" w:type="dxa"/>
          </w:tcPr>
          <w:p w14:paraId="30392067" w14:textId="770922A0" w:rsidR="0046739F" w:rsidRPr="00556BB5" w:rsidRDefault="002C6DCA" w:rsidP="00C313C4">
            <w:pPr>
              <w:pStyle w:val="Tabletext"/>
              <w:rPr>
                <w:rFonts w:cs="Calibri"/>
              </w:rPr>
            </w:pPr>
            <w:r w:rsidRPr="00556BB5">
              <w:rPr>
                <w:rFonts w:cs="Calibri"/>
              </w:rPr>
              <w:t>PRES-70</w:t>
            </w:r>
          </w:p>
        </w:tc>
        <w:tc>
          <w:tcPr>
            <w:tcW w:w="2834" w:type="dxa"/>
          </w:tcPr>
          <w:p w14:paraId="2D1915D8" w14:textId="77777777" w:rsidR="00D05DF4" w:rsidRPr="00556BB5" w:rsidRDefault="00D05DF4" w:rsidP="00C313C4">
            <w:pPr>
              <w:pStyle w:val="Tabletext"/>
              <w:rPr>
                <w:rFonts w:cs="Calibri"/>
              </w:rPr>
            </w:pPr>
            <w:r w:rsidRPr="00556BB5">
              <w:rPr>
                <w:rFonts w:cs="Calibri"/>
              </w:rPr>
              <w:t xml:space="preserve">UC.010 - Part C </w:t>
            </w:r>
          </w:p>
          <w:p w14:paraId="1A9CD268" w14:textId="2D095114" w:rsidR="0046739F" w:rsidRPr="00556BB5" w:rsidRDefault="00D05DF4" w:rsidP="00C313C4">
            <w:pPr>
              <w:pStyle w:val="Tabletext"/>
              <w:rPr>
                <w:rFonts w:cs="Calibri"/>
              </w:rPr>
            </w:pPr>
            <w:r w:rsidRPr="00556BB5">
              <w:rPr>
                <w:rFonts w:cs="Calibri"/>
              </w:rPr>
              <w:t>UC.015 - Part C</w:t>
            </w:r>
          </w:p>
        </w:tc>
      </w:tr>
      <w:tr w:rsidR="007514D6" w:rsidRPr="003B5C15" w14:paraId="031E9631" w14:textId="77777777" w:rsidTr="00556BB5">
        <w:tc>
          <w:tcPr>
            <w:tcW w:w="4820" w:type="dxa"/>
          </w:tcPr>
          <w:p w14:paraId="6CCE8795" w14:textId="21C0167A" w:rsidR="007514D6" w:rsidRPr="00556BB5" w:rsidRDefault="007514D6" w:rsidP="00C313C4">
            <w:pPr>
              <w:pStyle w:val="Tabletext"/>
              <w:rPr>
                <w:rFonts w:cs="Calibri"/>
              </w:rPr>
            </w:pPr>
            <w:r w:rsidRPr="00556BB5">
              <w:rPr>
                <w:rFonts w:cs="Calibri"/>
              </w:rPr>
              <w:lastRenderedPageBreak/>
              <w:t xml:space="preserve">21561 - Inclusion of a healthcare identifier in an </w:t>
            </w:r>
            <w:r w:rsidR="000B2DEC" w:rsidRPr="00556BB5">
              <w:rPr>
                <w:rFonts w:cs="Calibri"/>
              </w:rPr>
              <w:t xml:space="preserve">electronic </w:t>
            </w:r>
            <w:r w:rsidRPr="00556BB5">
              <w:rPr>
                <w:rFonts w:cs="Calibri"/>
              </w:rPr>
              <w:t>message/document with an unresolved exception or alert</w:t>
            </w:r>
          </w:p>
        </w:tc>
        <w:tc>
          <w:tcPr>
            <w:tcW w:w="2127" w:type="dxa"/>
          </w:tcPr>
          <w:p w14:paraId="4A3456B7" w14:textId="0066BD3F" w:rsidR="007514D6" w:rsidRPr="00556BB5" w:rsidRDefault="007514D6" w:rsidP="00C313C4">
            <w:pPr>
              <w:pStyle w:val="Tabletext"/>
              <w:rPr>
                <w:rFonts w:cs="Calibri"/>
              </w:rPr>
            </w:pPr>
            <w:r w:rsidRPr="00556BB5">
              <w:rPr>
                <w:rFonts w:cs="Calibri"/>
              </w:rPr>
              <w:t>PRES-70</w:t>
            </w:r>
            <w:r w:rsidR="002C6DCA" w:rsidRPr="00556BB5">
              <w:rPr>
                <w:rFonts w:cs="Calibri"/>
              </w:rPr>
              <w:t>A</w:t>
            </w:r>
          </w:p>
        </w:tc>
        <w:tc>
          <w:tcPr>
            <w:tcW w:w="2834" w:type="dxa"/>
          </w:tcPr>
          <w:p w14:paraId="54EF806C" w14:textId="43F4ED49" w:rsidR="007514D6" w:rsidRPr="00556BB5" w:rsidRDefault="007514D6" w:rsidP="00C313C4">
            <w:pPr>
              <w:pStyle w:val="Tabletext"/>
              <w:rPr>
                <w:rFonts w:cs="Calibri"/>
              </w:rPr>
            </w:pPr>
            <w:r w:rsidRPr="00556BB5">
              <w:rPr>
                <w:rFonts w:cs="Calibri"/>
              </w:rPr>
              <w:t>UC.330 - Part B</w:t>
            </w:r>
          </w:p>
        </w:tc>
      </w:tr>
      <w:tr w:rsidR="007514D6" w:rsidRPr="003B5C15" w14:paraId="74AE8E14" w14:textId="77777777" w:rsidTr="00556BB5">
        <w:tc>
          <w:tcPr>
            <w:tcW w:w="4820" w:type="dxa"/>
          </w:tcPr>
          <w:p w14:paraId="477478F1" w14:textId="612B119F" w:rsidR="007514D6" w:rsidRPr="00556BB5" w:rsidRDefault="007514D6" w:rsidP="00C313C4">
            <w:pPr>
              <w:pStyle w:val="Tabletext"/>
              <w:rPr>
                <w:rFonts w:cs="Calibri"/>
              </w:rPr>
            </w:pPr>
            <w:r w:rsidRPr="00556BB5">
              <w:rPr>
                <w:rFonts w:cs="Calibri"/>
              </w:rPr>
              <w:t xml:space="preserve">16832 - Validation of an IHI before inclusion in a new </w:t>
            </w:r>
            <w:r w:rsidR="000B2DEC" w:rsidRPr="00556BB5">
              <w:rPr>
                <w:rFonts w:cs="Calibri"/>
              </w:rPr>
              <w:t xml:space="preserve">electronic </w:t>
            </w:r>
            <w:r w:rsidRPr="00556BB5">
              <w:rPr>
                <w:rFonts w:cs="Calibri"/>
              </w:rPr>
              <w:t>message/document</w:t>
            </w:r>
          </w:p>
        </w:tc>
        <w:tc>
          <w:tcPr>
            <w:tcW w:w="2127" w:type="dxa"/>
          </w:tcPr>
          <w:p w14:paraId="5A5096A9" w14:textId="23CAC495" w:rsidR="007514D6" w:rsidRPr="00556BB5" w:rsidRDefault="007514D6" w:rsidP="00C313C4">
            <w:pPr>
              <w:pStyle w:val="Tabletext"/>
              <w:rPr>
                <w:rFonts w:cs="Calibri"/>
              </w:rPr>
            </w:pPr>
            <w:r w:rsidRPr="00556BB5">
              <w:rPr>
                <w:rFonts w:cs="Calibri"/>
              </w:rPr>
              <w:t>PRES-70</w:t>
            </w:r>
            <w:r w:rsidR="002C6DCA" w:rsidRPr="00556BB5">
              <w:rPr>
                <w:rFonts w:cs="Calibri"/>
              </w:rPr>
              <w:t>A</w:t>
            </w:r>
          </w:p>
        </w:tc>
        <w:tc>
          <w:tcPr>
            <w:tcW w:w="2834" w:type="dxa"/>
          </w:tcPr>
          <w:p w14:paraId="60B0AB75" w14:textId="2794EC51" w:rsidR="007514D6" w:rsidRPr="00556BB5" w:rsidRDefault="007514D6" w:rsidP="00C313C4">
            <w:pPr>
              <w:pStyle w:val="Tabletext"/>
              <w:rPr>
                <w:rFonts w:cs="Calibri"/>
              </w:rPr>
            </w:pPr>
            <w:r w:rsidRPr="00556BB5">
              <w:rPr>
                <w:rFonts w:cs="Calibri"/>
              </w:rPr>
              <w:t>UC.330 - Part B</w:t>
            </w:r>
          </w:p>
        </w:tc>
      </w:tr>
      <w:tr w:rsidR="007514D6" w:rsidRPr="003B5C15" w14:paraId="16A55446" w14:textId="77777777" w:rsidTr="00556BB5">
        <w:tc>
          <w:tcPr>
            <w:tcW w:w="4820" w:type="dxa"/>
          </w:tcPr>
          <w:p w14:paraId="678D88A7" w14:textId="77777777" w:rsidR="007514D6" w:rsidRPr="00556BB5" w:rsidRDefault="007514D6" w:rsidP="00C313C4">
            <w:pPr>
              <w:pStyle w:val="Tabletext"/>
              <w:rPr>
                <w:rFonts w:cs="Calibri"/>
              </w:rPr>
            </w:pPr>
            <w:r w:rsidRPr="00556BB5">
              <w:rPr>
                <w:rFonts w:cs="Calibri"/>
              </w:rPr>
              <w:t>16813 – Actions for when validation of a verified IHI returns a ‘resolved’ information message and a different IHI number</w:t>
            </w:r>
          </w:p>
        </w:tc>
        <w:tc>
          <w:tcPr>
            <w:tcW w:w="2127" w:type="dxa"/>
          </w:tcPr>
          <w:p w14:paraId="3BC06462" w14:textId="73B8E355" w:rsidR="007514D6" w:rsidRPr="00556BB5" w:rsidRDefault="007514D6" w:rsidP="00C313C4">
            <w:pPr>
              <w:pStyle w:val="Tabletext"/>
              <w:rPr>
                <w:rFonts w:cs="Calibri"/>
              </w:rPr>
            </w:pPr>
            <w:r w:rsidRPr="00556BB5">
              <w:rPr>
                <w:rFonts w:cs="Calibri"/>
              </w:rPr>
              <w:t>PRES-70</w:t>
            </w:r>
            <w:r w:rsidR="002C6DCA" w:rsidRPr="00556BB5">
              <w:rPr>
                <w:rFonts w:cs="Calibri"/>
              </w:rPr>
              <w:t>A</w:t>
            </w:r>
          </w:p>
        </w:tc>
        <w:tc>
          <w:tcPr>
            <w:tcW w:w="2834" w:type="dxa"/>
          </w:tcPr>
          <w:p w14:paraId="5ED7C4CA" w14:textId="78014435" w:rsidR="007514D6" w:rsidRPr="00556BB5" w:rsidRDefault="007514D6" w:rsidP="00C313C4">
            <w:pPr>
              <w:pStyle w:val="Tabletext"/>
              <w:rPr>
                <w:rFonts w:cs="Calibri"/>
              </w:rPr>
            </w:pPr>
            <w:r w:rsidRPr="00556BB5">
              <w:rPr>
                <w:rFonts w:cs="Calibri"/>
              </w:rPr>
              <w:t>UC.330 - Part B</w:t>
            </w:r>
          </w:p>
        </w:tc>
      </w:tr>
      <w:tr w:rsidR="007514D6" w:rsidRPr="003B5C15" w14:paraId="5A34F666" w14:textId="77777777" w:rsidTr="00556BB5">
        <w:tc>
          <w:tcPr>
            <w:tcW w:w="4820" w:type="dxa"/>
          </w:tcPr>
          <w:p w14:paraId="5F9EC191" w14:textId="77777777" w:rsidR="007514D6" w:rsidRPr="00556BB5" w:rsidRDefault="007514D6" w:rsidP="00C313C4">
            <w:pPr>
              <w:pStyle w:val="Tabletext"/>
              <w:rPr>
                <w:rFonts w:cs="Calibri"/>
              </w:rPr>
            </w:pPr>
            <w:r w:rsidRPr="00556BB5">
              <w:rPr>
                <w:rFonts w:cs="Calibri"/>
              </w:rPr>
              <w:t>16815 – Rules for when the validation of an active and verified IHI returns the same IHI number and same IHI record status but with a different IHI status</w:t>
            </w:r>
          </w:p>
        </w:tc>
        <w:tc>
          <w:tcPr>
            <w:tcW w:w="2127" w:type="dxa"/>
          </w:tcPr>
          <w:p w14:paraId="6874C418" w14:textId="16F634D5" w:rsidR="007514D6" w:rsidRPr="00556BB5" w:rsidRDefault="00CB741A" w:rsidP="00C313C4">
            <w:pPr>
              <w:pStyle w:val="Tabletext"/>
              <w:rPr>
                <w:rFonts w:cs="Calibri"/>
              </w:rPr>
            </w:pPr>
            <w:r w:rsidRPr="00556BB5">
              <w:rPr>
                <w:rFonts w:cs="Calibri"/>
              </w:rPr>
              <w:t>PRES-70</w:t>
            </w:r>
            <w:r w:rsidR="002C6DCA" w:rsidRPr="00556BB5">
              <w:rPr>
                <w:rFonts w:cs="Calibri"/>
              </w:rPr>
              <w:t>A</w:t>
            </w:r>
          </w:p>
        </w:tc>
        <w:tc>
          <w:tcPr>
            <w:tcW w:w="2834" w:type="dxa"/>
          </w:tcPr>
          <w:p w14:paraId="6293C68D" w14:textId="50CCE7FD" w:rsidR="007514D6" w:rsidRPr="00556BB5" w:rsidRDefault="007514D6" w:rsidP="00C313C4">
            <w:pPr>
              <w:pStyle w:val="Tabletext"/>
              <w:rPr>
                <w:rFonts w:cs="Calibri"/>
              </w:rPr>
            </w:pPr>
            <w:r w:rsidRPr="00556BB5">
              <w:rPr>
                <w:rFonts w:cs="Calibri"/>
              </w:rPr>
              <w:t>UC.330 - Part B</w:t>
            </w:r>
          </w:p>
        </w:tc>
      </w:tr>
      <w:tr w:rsidR="000815BF" w:rsidRPr="000815BF" w14:paraId="787994B0" w14:textId="77777777" w:rsidTr="000815BF">
        <w:tc>
          <w:tcPr>
            <w:tcW w:w="4820" w:type="dxa"/>
          </w:tcPr>
          <w:p w14:paraId="1F56A233" w14:textId="77777777" w:rsidR="000815BF" w:rsidRPr="000815BF" w:rsidRDefault="000815BF" w:rsidP="00C313C4">
            <w:pPr>
              <w:pStyle w:val="Tabletext"/>
              <w:rPr>
                <w:rFonts w:cs="Calibri"/>
              </w:rPr>
            </w:pPr>
          </w:p>
        </w:tc>
        <w:tc>
          <w:tcPr>
            <w:tcW w:w="2127" w:type="dxa"/>
          </w:tcPr>
          <w:p w14:paraId="5999543E" w14:textId="77777777" w:rsidR="000815BF" w:rsidRPr="000815BF" w:rsidRDefault="000815BF" w:rsidP="00C313C4">
            <w:pPr>
              <w:pStyle w:val="Tabletext"/>
              <w:rPr>
                <w:rFonts w:cs="Calibri"/>
              </w:rPr>
            </w:pPr>
          </w:p>
        </w:tc>
        <w:tc>
          <w:tcPr>
            <w:tcW w:w="2834" w:type="dxa"/>
          </w:tcPr>
          <w:p w14:paraId="6A41C6EE" w14:textId="77777777" w:rsidR="000815BF" w:rsidRPr="000815BF" w:rsidRDefault="000815BF" w:rsidP="00C313C4">
            <w:pPr>
              <w:pStyle w:val="Tabletext"/>
              <w:rPr>
                <w:rFonts w:cs="Calibri"/>
              </w:rPr>
            </w:pPr>
          </w:p>
        </w:tc>
      </w:tr>
      <w:tr w:rsidR="007514D6" w:rsidRPr="003B5C15" w14:paraId="5D197807" w14:textId="77777777" w:rsidTr="00556BB5">
        <w:tc>
          <w:tcPr>
            <w:tcW w:w="9781" w:type="dxa"/>
            <w:gridSpan w:val="3"/>
            <w:shd w:val="clear" w:color="auto" w:fill="F2F2F2" w:themeFill="background1" w:themeFillShade="F2"/>
          </w:tcPr>
          <w:p w14:paraId="6218664D" w14:textId="428D5BE8" w:rsidR="007514D6" w:rsidRPr="003B5C15" w:rsidRDefault="007514D6" w:rsidP="00C313C4">
            <w:pPr>
              <w:pStyle w:val="Tabletext"/>
              <w:rPr>
                <w:rFonts w:cs="Calibri"/>
                <w:szCs w:val="20"/>
              </w:rPr>
            </w:pPr>
            <w:r w:rsidRPr="003B5C15">
              <w:rPr>
                <w:rFonts w:cs="Calibri"/>
                <w:b/>
                <w:bCs/>
                <w:szCs w:val="20"/>
              </w:rPr>
              <w:t>Conditional requirements (tick if applicable)</w:t>
            </w:r>
            <w:r w:rsidR="0048214C" w:rsidRPr="003B5C15">
              <w:rPr>
                <w:rFonts w:cs="Calibri"/>
                <w:b/>
                <w:bCs/>
                <w:szCs w:val="20"/>
              </w:rPr>
              <w:t xml:space="preserve"> </w:t>
            </w:r>
            <w:r w:rsidRPr="003B5C15">
              <w:rPr>
                <w:rFonts w:cs="Calibri"/>
                <w:szCs w:val="20"/>
              </w:rPr>
              <w:t>If the software has any of the conditional functionality, then the requirement becomes mandatory.</w:t>
            </w:r>
          </w:p>
        </w:tc>
      </w:tr>
      <w:tr w:rsidR="007514D6" w:rsidRPr="003B5C15" w14:paraId="6209A3AC" w14:textId="77777777" w:rsidTr="00556BB5">
        <w:tc>
          <w:tcPr>
            <w:tcW w:w="4820" w:type="dxa"/>
          </w:tcPr>
          <w:p w14:paraId="351E9F80" w14:textId="77777777" w:rsidR="007514D6" w:rsidRPr="00556BB5" w:rsidRDefault="006F3745" w:rsidP="00C313C4">
            <w:pPr>
              <w:pStyle w:val="Tabletext"/>
              <w:rPr>
                <w:rFonts w:cs="Calibri"/>
              </w:rPr>
            </w:pPr>
            <w:sdt>
              <w:sdtPr>
                <w:rPr>
                  <w:rFonts w:eastAsia="MS Gothic" w:cs="Calibri"/>
                  <w:sz w:val="24"/>
                </w:rPr>
                <w:id w:val="571313492"/>
                <w14:checkbox>
                  <w14:checked w14:val="0"/>
                  <w14:checkedState w14:val="2612" w14:font="MS Gothic"/>
                  <w14:uncheckedState w14:val="2610" w14:font="MS Gothic"/>
                </w14:checkbox>
              </w:sdtPr>
              <w:sdtEndPr/>
              <w:sdtContent>
                <w:r w:rsidR="007514D6" w:rsidRPr="00556BB5">
                  <w:rPr>
                    <w:rFonts w:ascii="Segoe UI Symbol" w:eastAsia="MS Gothic" w:hAnsi="Segoe UI Symbol" w:cs="Segoe UI Symbol"/>
                    <w:sz w:val="24"/>
                  </w:rPr>
                  <w:t>☐</w:t>
                </w:r>
              </w:sdtContent>
            </w:sdt>
            <w:r w:rsidR="007514D6" w:rsidRPr="00556BB5">
              <w:rPr>
                <w:rFonts w:cs="Calibri"/>
              </w:rPr>
              <w:t xml:space="preserve">  UC.010 – Register patient </w:t>
            </w:r>
          </w:p>
          <w:p w14:paraId="72D9CE1C" w14:textId="77777777" w:rsidR="007514D6" w:rsidRPr="00556BB5" w:rsidRDefault="007514D6" w:rsidP="00C313C4">
            <w:pPr>
              <w:pStyle w:val="Tabletext"/>
              <w:rPr>
                <w:rFonts w:cs="Calibri"/>
              </w:rPr>
            </w:pPr>
            <w:r w:rsidRPr="00556BB5">
              <w:rPr>
                <w:rFonts w:cs="Calibri"/>
              </w:rPr>
              <w:t>Note: Not required for current conformant systems</w:t>
            </w:r>
          </w:p>
        </w:tc>
        <w:tc>
          <w:tcPr>
            <w:tcW w:w="2127" w:type="dxa"/>
          </w:tcPr>
          <w:p w14:paraId="28C4F57E" w14:textId="77777777" w:rsidR="007514D6" w:rsidRPr="00556BB5" w:rsidRDefault="007514D6" w:rsidP="00C313C4">
            <w:pPr>
              <w:pStyle w:val="Tabletext"/>
              <w:rPr>
                <w:rFonts w:cs="Calibri"/>
              </w:rPr>
            </w:pPr>
            <w:r w:rsidRPr="00556BB5">
              <w:rPr>
                <w:rFonts w:cs="Calibri"/>
              </w:rPr>
              <w:t>PRES-70</w:t>
            </w:r>
          </w:p>
        </w:tc>
        <w:tc>
          <w:tcPr>
            <w:tcW w:w="2834" w:type="dxa"/>
          </w:tcPr>
          <w:p w14:paraId="270ABD37" w14:textId="77777777" w:rsidR="007514D6" w:rsidRPr="00556BB5" w:rsidRDefault="007514D6" w:rsidP="00C313C4">
            <w:pPr>
              <w:pStyle w:val="Tabletext"/>
              <w:rPr>
                <w:rFonts w:cs="Calibri"/>
              </w:rPr>
            </w:pPr>
            <w:r w:rsidRPr="00556BB5">
              <w:rPr>
                <w:rFonts w:cs="Calibri"/>
              </w:rPr>
              <w:t>UC.010 - Parts A, B &amp; C</w:t>
            </w:r>
          </w:p>
        </w:tc>
      </w:tr>
      <w:tr w:rsidR="007514D6" w:rsidRPr="003B5C15" w14:paraId="275604D1" w14:textId="77777777" w:rsidTr="00556BB5">
        <w:tc>
          <w:tcPr>
            <w:tcW w:w="4820" w:type="dxa"/>
          </w:tcPr>
          <w:p w14:paraId="26D8DC45" w14:textId="77777777" w:rsidR="007514D6" w:rsidRPr="00556BB5" w:rsidRDefault="006F3745" w:rsidP="00C313C4">
            <w:pPr>
              <w:pStyle w:val="Tabletext"/>
              <w:rPr>
                <w:rFonts w:cs="Calibri"/>
              </w:rPr>
            </w:pPr>
            <w:sdt>
              <w:sdtPr>
                <w:rPr>
                  <w:rFonts w:eastAsia="MS Gothic" w:cs="Calibri"/>
                  <w:sz w:val="24"/>
                </w:rPr>
                <w:id w:val="-885566081"/>
                <w14:checkbox>
                  <w14:checked w14:val="0"/>
                  <w14:checkedState w14:val="2612" w14:font="MS Gothic"/>
                  <w14:uncheckedState w14:val="2610" w14:font="MS Gothic"/>
                </w14:checkbox>
              </w:sdtPr>
              <w:sdtEndPr/>
              <w:sdtContent>
                <w:r w:rsidR="007514D6" w:rsidRPr="00556BB5">
                  <w:rPr>
                    <w:rFonts w:ascii="Segoe UI Symbol" w:eastAsia="MS Gothic" w:hAnsi="Segoe UI Symbol" w:cs="Segoe UI Symbol"/>
                    <w:sz w:val="24"/>
                  </w:rPr>
                  <w:t>☐</w:t>
                </w:r>
              </w:sdtContent>
            </w:sdt>
            <w:r w:rsidR="007514D6" w:rsidRPr="00556BB5">
              <w:rPr>
                <w:rFonts w:cs="Calibri"/>
              </w:rPr>
              <w:t xml:space="preserve">  UC.015 – Update patient health record</w:t>
            </w:r>
          </w:p>
          <w:p w14:paraId="68871449" w14:textId="77777777" w:rsidR="007514D6" w:rsidRPr="00556BB5" w:rsidRDefault="007514D6" w:rsidP="00C313C4">
            <w:pPr>
              <w:pStyle w:val="Tabletext"/>
              <w:rPr>
                <w:rFonts w:cs="Calibri"/>
              </w:rPr>
            </w:pPr>
            <w:r w:rsidRPr="00556BB5">
              <w:rPr>
                <w:rFonts w:cs="Calibri"/>
              </w:rPr>
              <w:t>Note: Not required for current conformant systems</w:t>
            </w:r>
          </w:p>
        </w:tc>
        <w:tc>
          <w:tcPr>
            <w:tcW w:w="2127" w:type="dxa"/>
          </w:tcPr>
          <w:p w14:paraId="212230D4" w14:textId="77777777" w:rsidR="007514D6" w:rsidRPr="00556BB5" w:rsidRDefault="007514D6" w:rsidP="00C313C4">
            <w:pPr>
              <w:pStyle w:val="Tabletext"/>
              <w:rPr>
                <w:rFonts w:cs="Calibri"/>
              </w:rPr>
            </w:pPr>
            <w:r w:rsidRPr="00556BB5">
              <w:rPr>
                <w:rFonts w:cs="Calibri"/>
              </w:rPr>
              <w:t>PRES-70</w:t>
            </w:r>
          </w:p>
        </w:tc>
        <w:tc>
          <w:tcPr>
            <w:tcW w:w="2834" w:type="dxa"/>
          </w:tcPr>
          <w:p w14:paraId="37B7F59B" w14:textId="77777777" w:rsidR="007514D6" w:rsidRPr="00556BB5" w:rsidRDefault="007514D6" w:rsidP="00C313C4">
            <w:pPr>
              <w:pStyle w:val="Tabletext"/>
              <w:rPr>
                <w:rFonts w:cs="Calibri"/>
              </w:rPr>
            </w:pPr>
            <w:r w:rsidRPr="00556BB5">
              <w:rPr>
                <w:rFonts w:cs="Calibri"/>
              </w:rPr>
              <w:t>UC.015 - Parts A, B &amp; C</w:t>
            </w:r>
          </w:p>
        </w:tc>
      </w:tr>
    </w:tbl>
    <w:p w14:paraId="67CBDB1C" w14:textId="77777777" w:rsidR="007514D6" w:rsidRPr="00556BB5" w:rsidRDefault="007514D6" w:rsidP="009E2184">
      <w:pPr>
        <w:rPr>
          <w:rFonts w:cs="Calibri"/>
        </w:rPr>
      </w:pPr>
    </w:p>
    <w:p w14:paraId="33E1D01B" w14:textId="77777777" w:rsidR="006C6C65" w:rsidRPr="00556BB5" w:rsidRDefault="006C6C65" w:rsidP="009E2184">
      <w:pPr>
        <w:rPr>
          <w:rFonts w:cs="Calibri"/>
        </w:rPr>
      </w:pPr>
    </w:p>
    <w:p w14:paraId="4977459A" w14:textId="31FB0308" w:rsidR="00527A4E" w:rsidRPr="00556BB5" w:rsidRDefault="00421400" w:rsidP="00800B21">
      <w:pPr>
        <w:pStyle w:val="Heading1"/>
        <w:rPr>
          <w:rFonts w:cs="Calibri"/>
        </w:rPr>
      </w:pPr>
      <w:bookmarkStart w:id="105" w:name="_Toc201240431"/>
      <w:bookmarkStart w:id="106" w:name="_Toc201240432"/>
      <w:bookmarkStart w:id="107" w:name="_Toc201240440"/>
      <w:bookmarkStart w:id="108" w:name="_Toc201240470"/>
      <w:bookmarkStart w:id="109" w:name="_Toc201240471"/>
      <w:bookmarkStart w:id="110" w:name="_Toc201240472"/>
      <w:bookmarkStart w:id="111" w:name="_Toc201240481"/>
      <w:bookmarkStart w:id="112" w:name="_Ref201578314"/>
      <w:bookmarkStart w:id="113" w:name="_Toc215058743"/>
      <w:bookmarkEnd w:id="105"/>
      <w:bookmarkEnd w:id="106"/>
      <w:bookmarkEnd w:id="107"/>
      <w:bookmarkEnd w:id="108"/>
      <w:bookmarkEnd w:id="109"/>
      <w:bookmarkEnd w:id="110"/>
      <w:bookmarkEnd w:id="111"/>
      <w:r w:rsidRPr="00556BB5">
        <w:rPr>
          <w:rFonts w:cs="Calibri"/>
        </w:rPr>
        <w:lastRenderedPageBreak/>
        <w:t>Supporting</w:t>
      </w:r>
      <w:r w:rsidR="00527A4E" w:rsidRPr="00556BB5">
        <w:rPr>
          <w:rFonts w:cs="Calibri"/>
        </w:rPr>
        <w:t xml:space="preserve"> </w:t>
      </w:r>
      <w:r w:rsidR="00E73B2D" w:rsidRPr="00556BB5">
        <w:rPr>
          <w:rFonts w:cs="Calibri"/>
        </w:rPr>
        <w:t>information</w:t>
      </w:r>
      <w:bookmarkStart w:id="114" w:name="_Ref66266344"/>
      <w:bookmarkEnd w:id="112"/>
      <w:bookmarkEnd w:id="113"/>
    </w:p>
    <w:p w14:paraId="7FB5EFCC" w14:textId="6824ED6E" w:rsidR="00527A4E" w:rsidRPr="003B5C15" w:rsidRDefault="004F037C" w:rsidP="00527A4E">
      <w:pPr>
        <w:pStyle w:val="BodyText"/>
        <w:rPr>
          <w:rFonts w:cs="Calibri"/>
          <w:i/>
          <w:szCs w:val="22"/>
        </w:rPr>
      </w:pPr>
      <w:r w:rsidRPr="003B5C15">
        <w:rPr>
          <w:rFonts w:cs="Calibri"/>
          <w:i/>
          <w:szCs w:val="22"/>
        </w:rPr>
        <w:t>Provide any</w:t>
      </w:r>
      <w:r w:rsidR="00527A4E" w:rsidRPr="003B5C15">
        <w:rPr>
          <w:rFonts w:cs="Calibri"/>
          <w:i/>
          <w:szCs w:val="22"/>
        </w:rPr>
        <w:t xml:space="preserve"> supporting information that might </w:t>
      </w:r>
      <w:r w:rsidR="00672EA9" w:rsidRPr="003B5C15">
        <w:rPr>
          <w:rFonts w:cs="Calibri"/>
          <w:i/>
          <w:szCs w:val="22"/>
        </w:rPr>
        <w:t>help</w:t>
      </w:r>
      <w:r w:rsidR="00527A4E" w:rsidRPr="003B5C15">
        <w:rPr>
          <w:rFonts w:cs="Calibri"/>
          <w:i/>
          <w:szCs w:val="22"/>
        </w:rPr>
        <w:t xml:space="preserve"> the Agency assess the conformity of </w:t>
      </w:r>
      <w:r w:rsidR="00672EA9" w:rsidRPr="003B5C15">
        <w:rPr>
          <w:rFonts w:cs="Calibri"/>
          <w:i/>
          <w:szCs w:val="22"/>
        </w:rPr>
        <w:t>the</w:t>
      </w:r>
      <w:r w:rsidR="00527A4E" w:rsidRPr="003B5C15">
        <w:rPr>
          <w:rFonts w:cs="Calibri"/>
          <w:i/>
          <w:szCs w:val="22"/>
        </w:rPr>
        <w:t xml:space="preserve"> implementation. Additional information </w:t>
      </w:r>
      <w:r w:rsidRPr="003B5C15">
        <w:rPr>
          <w:rFonts w:cs="Calibri"/>
          <w:i/>
          <w:szCs w:val="22"/>
        </w:rPr>
        <w:t>can</w:t>
      </w:r>
      <w:r w:rsidR="00527A4E" w:rsidRPr="003B5C15">
        <w:rPr>
          <w:rFonts w:cs="Calibri"/>
          <w:i/>
          <w:szCs w:val="22"/>
        </w:rPr>
        <w:t xml:space="preserve"> be attached.</w:t>
      </w:r>
    </w:p>
    <w:tbl>
      <w:tblPr>
        <w:tblStyle w:val="TableGrid"/>
        <w:tblW w:w="0" w:type="auto"/>
        <w:tblInd w:w="851" w:type="dxa"/>
        <w:tblLook w:val="04A0" w:firstRow="1" w:lastRow="0" w:firstColumn="1" w:lastColumn="0" w:noHBand="0" w:noVBand="1"/>
      </w:tblPr>
      <w:tblGrid>
        <w:gridCol w:w="8777"/>
      </w:tblGrid>
      <w:tr w:rsidR="00672EA9" w:rsidRPr="003B5C15" w14:paraId="2F0B60C2" w14:textId="77777777" w:rsidTr="00672EA9">
        <w:trPr>
          <w:trHeight w:val="4990"/>
        </w:trPr>
        <w:tc>
          <w:tcPr>
            <w:tcW w:w="14560" w:type="dxa"/>
          </w:tcPr>
          <w:p w14:paraId="23DEA276" w14:textId="79EFDA87" w:rsidR="00672EA9" w:rsidRPr="00556BB5" w:rsidRDefault="00672EA9" w:rsidP="00672EA9">
            <w:pPr>
              <w:pStyle w:val="Tabletext"/>
              <w:rPr>
                <w:rFonts w:cs="Calibri"/>
              </w:rPr>
            </w:pPr>
          </w:p>
        </w:tc>
      </w:tr>
    </w:tbl>
    <w:p w14:paraId="01BD5090" w14:textId="77777777" w:rsidR="00527A4E" w:rsidRPr="003B5C15" w:rsidRDefault="00527A4E" w:rsidP="00527A4E">
      <w:pPr>
        <w:pStyle w:val="BodyText"/>
        <w:rPr>
          <w:rFonts w:cs="Calibri"/>
          <w:szCs w:val="22"/>
        </w:rPr>
      </w:pPr>
    </w:p>
    <w:p w14:paraId="3332CE79" w14:textId="77777777" w:rsidR="00527A4E" w:rsidRPr="003B5C15" w:rsidRDefault="00527A4E" w:rsidP="00527A4E">
      <w:pPr>
        <w:pStyle w:val="BodyText"/>
        <w:ind w:left="0"/>
        <w:rPr>
          <w:rFonts w:cs="Calibri"/>
          <w:szCs w:val="22"/>
        </w:rPr>
      </w:pPr>
    </w:p>
    <w:p w14:paraId="7877AE83" w14:textId="55F223AC" w:rsidR="00527A4E" w:rsidRPr="003B5C15" w:rsidRDefault="00527A4E" w:rsidP="00527A4E">
      <w:pPr>
        <w:pStyle w:val="BodyText"/>
        <w:ind w:left="0"/>
        <w:rPr>
          <w:rFonts w:cs="Calibri"/>
          <w:szCs w:val="22"/>
        </w:rPr>
        <w:sectPr w:rsidR="00527A4E" w:rsidRPr="003B5C15" w:rsidSect="00714A1B">
          <w:headerReference w:type="even" r:id="rId27"/>
          <w:footerReference w:type="even" r:id="rId28"/>
          <w:pgSz w:w="11906" w:h="16838" w:code="9"/>
          <w:pgMar w:top="1134" w:right="1134" w:bottom="1134" w:left="1134" w:header="567" w:footer="567" w:gutter="0"/>
          <w:cols w:space="708"/>
          <w:docGrid w:linePitch="360"/>
        </w:sectPr>
      </w:pPr>
    </w:p>
    <w:p w14:paraId="57AADBE6" w14:textId="15561473" w:rsidR="002F079B" w:rsidRPr="00556BB5" w:rsidRDefault="00BB1220" w:rsidP="00D810FC">
      <w:pPr>
        <w:pStyle w:val="Heading1"/>
        <w:numPr>
          <w:ilvl w:val="0"/>
          <w:numId w:val="0"/>
        </w:numPr>
        <w:ind w:left="851" w:hanging="851"/>
        <w:rPr>
          <w:rFonts w:cs="Calibri"/>
        </w:rPr>
      </w:pPr>
      <w:bookmarkStart w:id="115" w:name="_Toc215058744"/>
      <w:bookmarkEnd w:id="114"/>
      <w:r w:rsidRPr="00556BB5">
        <w:rPr>
          <w:rFonts w:cs="Calibri"/>
        </w:rPr>
        <w:lastRenderedPageBreak/>
        <w:t>Acronyms</w:t>
      </w:r>
      <w:bookmarkEnd w:id="115"/>
    </w:p>
    <w:tbl>
      <w:tblPr>
        <w:tblStyle w:val="TableADHAwide"/>
        <w:tblW w:w="9696" w:type="dxa"/>
        <w:tblLook w:val="04A0" w:firstRow="1" w:lastRow="0" w:firstColumn="1" w:lastColumn="0" w:noHBand="0" w:noVBand="1"/>
        <w:tblDescription w:val="Acronyms"/>
      </w:tblPr>
      <w:tblGrid>
        <w:gridCol w:w="1276"/>
        <w:gridCol w:w="8420"/>
      </w:tblGrid>
      <w:tr w:rsidR="00B41B79" w:rsidRPr="003B5C15" w14:paraId="4A37089F" w14:textId="77777777" w:rsidTr="004F037C">
        <w:tc>
          <w:tcPr>
            <w:tcW w:w="1276" w:type="dxa"/>
          </w:tcPr>
          <w:p w14:paraId="3969CC9F" w14:textId="77777777" w:rsidR="00B41B79" w:rsidRPr="003B5C15" w:rsidRDefault="000B083F" w:rsidP="000B083F">
            <w:pPr>
              <w:pStyle w:val="Tableheader"/>
              <w:rPr>
                <w:rFonts w:cs="Calibri"/>
                <w:sz w:val="22"/>
                <w:szCs w:val="22"/>
              </w:rPr>
            </w:pPr>
            <w:bookmarkStart w:id="116" w:name="_Ref313886704"/>
            <w:bookmarkStart w:id="117" w:name="_Toc324773062"/>
            <w:r w:rsidRPr="003B5C15">
              <w:rPr>
                <w:rFonts w:cs="Calibri"/>
                <w:sz w:val="22"/>
                <w:szCs w:val="22"/>
              </w:rPr>
              <w:t>Acronym</w:t>
            </w:r>
          </w:p>
        </w:tc>
        <w:tc>
          <w:tcPr>
            <w:tcW w:w="8420" w:type="dxa"/>
          </w:tcPr>
          <w:p w14:paraId="2ADBB838" w14:textId="77777777" w:rsidR="00B41B79" w:rsidRPr="003B5C15" w:rsidRDefault="000B083F" w:rsidP="000B083F">
            <w:pPr>
              <w:pStyle w:val="Tableheader"/>
              <w:rPr>
                <w:rFonts w:cs="Calibri"/>
                <w:sz w:val="22"/>
                <w:szCs w:val="22"/>
              </w:rPr>
            </w:pPr>
            <w:r w:rsidRPr="003B5C15">
              <w:rPr>
                <w:rFonts w:cs="Calibri"/>
                <w:sz w:val="22"/>
                <w:szCs w:val="22"/>
              </w:rPr>
              <w:t>Description</w:t>
            </w:r>
          </w:p>
        </w:tc>
      </w:tr>
      <w:tr w:rsidR="00046257" w:rsidRPr="003B5C15" w14:paraId="33824E68" w14:textId="77777777" w:rsidTr="004F037C">
        <w:tc>
          <w:tcPr>
            <w:tcW w:w="1276" w:type="dxa"/>
          </w:tcPr>
          <w:p w14:paraId="6E13DC75" w14:textId="0DD645B5" w:rsidR="00046257" w:rsidRPr="003B5C15" w:rsidRDefault="0078490D" w:rsidP="000B083F">
            <w:pPr>
              <w:pStyle w:val="Tabletext"/>
              <w:rPr>
                <w:rFonts w:cs="Calibri"/>
                <w:sz w:val="22"/>
                <w:szCs w:val="22"/>
              </w:rPr>
            </w:pPr>
            <w:r w:rsidRPr="003B5C15">
              <w:rPr>
                <w:rFonts w:cs="Calibri"/>
                <w:sz w:val="22"/>
                <w:szCs w:val="22"/>
              </w:rPr>
              <w:t>B2B</w:t>
            </w:r>
          </w:p>
        </w:tc>
        <w:tc>
          <w:tcPr>
            <w:tcW w:w="8420" w:type="dxa"/>
          </w:tcPr>
          <w:p w14:paraId="0AFD53BE" w14:textId="16526B73" w:rsidR="00046257" w:rsidRPr="003B5C15" w:rsidRDefault="00DF4E6E" w:rsidP="000B083F">
            <w:pPr>
              <w:pStyle w:val="Tabletext"/>
              <w:rPr>
                <w:rFonts w:cs="Calibri"/>
                <w:sz w:val="22"/>
                <w:szCs w:val="22"/>
              </w:rPr>
            </w:pPr>
            <w:r w:rsidRPr="003B5C15">
              <w:rPr>
                <w:rFonts w:cs="Calibri"/>
                <w:sz w:val="22"/>
                <w:szCs w:val="22"/>
              </w:rPr>
              <w:t>Business</w:t>
            </w:r>
            <w:r w:rsidR="0078490D" w:rsidRPr="003B5C15">
              <w:rPr>
                <w:rFonts w:cs="Calibri"/>
                <w:sz w:val="22"/>
                <w:szCs w:val="22"/>
              </w:rPr>
              <w:t xml:space="preserve"> to business</w:t>
            </w:r>
          </w:p>
        </w:tc>
      </w:tr>
      <w:tr w:rsidR="00611CF8" w:rsidRPr="003B5C15" w14:paraId="71442AF9" w14:textId="77777777" w:rsidTr="004F037C">
        <w:tc>
          <w:tcPr>
            <w:tcW w:w="1276" w:type="dxa"/>
          </w:tcPr>
          <w:p w14:paraId="4DB39604" w14:textId="4E93F907" w:rsidR="00611CF8" w:rsidRPr="003B5C15" w:rsidRDefault="00611CF8" w:rsidP="000B083F">
            <w:pPr>
              <w:pStyle w:val="Tabletext"/>
              <w:rPr>
                <w:rFonts w:cs="Calibri"/>
                <w:sz w:val="22"/>
                <w:szCs w:val="22"/>
              </w:rPr>
            </w:pPr>
            <w:r w:rsidRPr="003B5C15">
              <w:rPr>
                <w:rFonts w:cs="Calibri"/>
                <w:sz w:val="22"/>
                <w:szCs w:val="22"/>
              </w:rPr>
              <w:t>CIS</w:t>
            </w:r>
          </w:p>
        </w:tc>
        <w:tc>
          <w:tcPr>
            <w:tcW w:w="8420" w:type="dxa"/>
          </w:tcPr>
          <w:p w14:paraId="7D8EFB1B" w14:textId="77169EAD" w:rsidR="00611CF8" w:rsidRPr="003B5C15" w:rsidRDefault="00271341" w:rsidP="000B083F">
            <w:pPr>
              <w:pStyle w:val="Tabletext"/>
              <w:rPr>
                <w:rFonts w:cs="Calibri"/>
                <w:sz w:val="22"/>
                <w:szCs w:val="22"/>
              </w:rPr>
            </w:pPr>
            <w:r w:rsidRPr="003B5C15">
              <w:rPr>
                <w:rFonts w:cs="Calibri"/>
                <w:sz w:val="22"/>
                <w:szCs w:val="22"/>
              </w:rPr>
              <w:t>c</w:t>
            </w:r>
            <w:r w:rsidR="00611CF8" w:rsidRPr="003B5C15">
              <w:rPr>
                <w:rFonts w:cs="Calibri"/>
                <w:sz w:val="22"/>
                <w:szCs w:val="22"/>
              </w:rPr>
              <w:t xml:space="preserve">linical </w:t>
            </w:r>
            <w:r w:rsidRPr="003B5C15">
              <w:rPr>
                <w:rFonts w:cs="Calibri"/>
                <w:sz w:val="22"/>
                <w:szCs w:val="22"/>
              </w:rPr>
              <w:t>i</w:t>
            </w:r>
            <w:r w:rsidR="00611CF8" w:rsidRPr="003B5C15">
              <w:rPr>
                <w:rFonts w:cs="Calibri"/>
                <w:sz w:val="22"/>
                <w:szCs w:val="22"/>
              </w:rPr>
              <w:t xml:space="preserve">nformation </w:t>
            </w:r>
            <w:r w:rsidRPr="003B5C15">
              <w:rPr>
                <w:rFonts w:cs="Calibri"/>
                <w:sz w:val="22"/>
                <w:szCs w:val="22"/>
              </w:rPr>
              <w:t>s</w:t>
            </w:r>
            <w:r w:rsidR="00611CF8" w:rsidRPr="003B5C15">
              <w:rPr>
                <w:rFonts w:cs="Calibri"/>
                <w:sz w:val="22"/>
                <w:szCs w:val="22"/>
              </w:rPr>
              <w:t>ystem</w:t>
            </w:r>
          </w:p>
        </w:tc>
      </w:tr>
      <w:tr w:rsidR="00D12447" w:rsidRPr="003B5C15" w14:paraId="59FA13B3" w14:textId="77777777" w:rsidTr="004F037C">
        <w:tc>
          <w:tcPr>
            <w:tcW w:w="1276" w:type="dxa"/>
          </w:tcPr>
          <w:p w14:paraId="7DA04B72" w14:textId="62B096A9" w:rsidR="00D12447" w:rsidRPr="003B5C15" w:rsidRDefault="00D12447" w:rsidP="000B083F">
            <w:pPr>
              <w:pStyle w:val="Tabletext"/>
              <w:rPr>
                <w:rFonts w:cs="Calibri"/>
                <w:sz w:val="22"/>
                <w:szCs w:val="22"/>
              </w:rPr>
            </w:pPr>
            <w:r w:rsidRPr="003B5C15">
              <w:rPr>
                <w:rFonts w:cs="Calibri"/>
                <w:sz w:val="22"/>
                <w:szCs w:val="22"/>
              </w:rPr>
              <w:t>CSP</w:t>
            </w:r>
          </w:p>
        </w:tc>
        <w:tc>
          <w:tcPr>
            <w:tcW w:w="8420" w:type="dxa"/>
          </w:tcPr>
          <w:p w14:paraId="097B4B07" w14:textId="39D24B8F" w:rsidR="00D12447" w:rsidRPr="003B5C15" w:rsidRDefault="00271341" w:rsidP="000B083F">
            <w:pPr>
              <w:pStyle w:val="Tabletext"/>
              <w:rPr>
                <w:rFonts w:cs="Calibri"/>
                <w:sz w:val="22"/>
                <w:szCs w:val="22"/>
              </w:rPr>
            </w:pPr>
            <w:r w:rsidRPr="003B5C15">
              <w:rPr>
                <w:rFonts w:cs="Calibri"/>
                <w:sz w:val="22"/>
                <w:szCs w:val="22"/>
              </w:rPr>
              <w:t>c</w:t>
            </w:r>
            <w:r w:rsidR="00D12447" w:rsidRPr="003B5C15">
              <w:rPr>
                <w:rFonts w:cs="Calibri"/>
                <w:sz w:val="22"/>
                <w:szCs w:val="22"/>
              </w:rPr>
              <w:t>ontracted service provider</w:t>
            </w:r>
          </w:p>
        </w:tc>
      </w:tr>
      <w:tr w:rsidR="00D17072" w:rsidRPr="003B5C15" w14:paraId="3DF59A37" w14:textId="77777777" w:rsidTr="004F037C">
        <w:tc>
          <w:tcPr>
            <w:tcW w:w="1276" w:type="dxa"/>
          </w:tcPr>
          <w:p w14:paraId="3CEC9800" w14:textId="0E59DD20" w:rsidR="00D17072" w:rsidRPr="003B5C15" w:rsidRDefault="00D17072" w:rsidP="000B083F">
            <w:pPr>
              <w:pStyle w:val="Tabletext"/>
              <w:rPr>
                <w:rFonts w:cs="Calibri"/>
                <w:sz w:val="22"/>
                <w:szCs w:val="22"/>
              </w:rPr>
            </w:pPr>
            <w:r w:rsidRPr="003B5C15">
              <w:rPr>
                <w:rFonts w:cs="Calibri"/>
                <w:sz w:val="22"/>
                <w:szCs w:val="22"/>
              </w:rPr>
              <w:t>CTS</w:t>
            </w:r>
          </w:p>
        </w:tc>
        <w:tc>
          <w:tcPr>
            <w:tcW w:w="8420" w:type="dxa"/>
          </w:tcPr>
          <w:p w14:paraId="5B8FFD4F" w14:textId="72F0E7A7" w:rsidR="00D17072" w:rsidRPr="003B5C15" w:rsidRDefault="00DF4E6E" w:rsidP="000B083F">
            <w:pPr>
              <w:pStyle w:val="Tabletext"/>
              <w:rPr>
                <w:rFonts w:cs="Calibri"/>
                <w:sz w:val="22"/>
                <w:szCs w:val="22"/>
              </w:rPr>
            </w:pPr>
            <w:r w:rsidRPr="003B5C15">
              <w:rPr>
                <w:rFonts w:cs="Calibri"/>
                <w:sz w:val="22"/>
                <w:szCs w:val="22"/>
              </w:rPr>
              <w:t>Conformance</w:t>
            </w:r>
            <w:r w:rsidR="00D810FC" w:rsidRPr="003B5C15">
              <w:rPr>
                <w:rFonts w:cs="Calibri"/>
                <w:sz w:val="22"/>
                <w:szCs w:val="22"/>
              </w:rPr>
              <w:t xml:space="preserve"> test specification</w:t>
            </w:r>
          </w:p>
        </w:tc>
      </w:tr>
      <w:tr w:rsidR="00046257" w:rsidRPr="003B5C15" w14:paraId="128BC4BC" w14:textId="77777777" w:rsidTr="004F037C">
        <w:tc>
          <w:tcPr>
            <w:tcW w:w="1276" w:type="dxa"/>
          </w:tcPr>
          <w:p w14:paraId="491B6164" w14:textId="3CED9C7A" w:rsidR="00046257" w:rsidRPr="003B5C15" w:rsidRDefault="0078490D" w:rsidP="000B083F">
            <w:pPr>
              <w:pStyle w:val="Tabletext"/>
              <w:rPr>
                <w:rFonts w:cs="Calibri"/>
                <w:sz w:val="22"/>
                <w:szCs w:val="22"/>
              </w:rPr>
            </w:pPr>
            <w:r w:rsidRPr="003B5C15">
              <w:rPr>
                <w:rFonts w:cs="Calibri"/>
                <w:sz w:val="22"/>
                <w:szCs w:val="22"/>
              </w:rPr>
              <w:t>DVA</w:t>
            </w:r>
          </w:p>
        </w:tc>
        <w:tc>
          <w:tcPr>
            <w:tcW w:w="8420" w:type="dxa"/>
          </w:tcPr>
          <w:p w14:paraId="3A741664" w14:textId="101FA89C" w:rsidR="00046257" w:rsidRPr="003B5C15" w:rsidRDefault="0078490D" w:rsidP="000B083F">
            <w:pPr>
              <w:pStyle w:val="Tabletext"/>
              <w:rPr>
                <w:rFonts w:cs="Calibri"/>
                <w:sz w:val="22"/>
                <w:szCs w:val="22"/>
              </w:rPr>
            </w:pPr>
            <w:r w:rsidRPr="003B5C15">
              <w:rPr>
                <w:rFonts w:cs="Calibri"/>
                <w:sz w:val="22"/>
                <w:szCs w:val="22"/>
              </w:rPr>
              <w:t>Department of Veterans Affairs</w:t>
            </w:r>
          </w:p>
        </w:tc>
      </w:tr>
      <w:tr w:rsidR="00F23E39" w:rsidRPr="003B5C15" w14:paraId="3C5402CE" w14:textId="77777777" w:rsidTr="004F037C">
        <w:tc>
          <w:tcPr>
            <w:tcW w:w="1276" w:type="dxa"/>
          </w:tcPr>
          <w:p w14:paraId="374D2DAF" w14:textId="3F07A85B" w:rsidR="00F23E39" w:rsidRPr="003B5C15" w:rsidRDefault="00F23E39" w:rsidP="002B5BBE">
            <w:pPr>
              <w:pStyle w:val="Tabletext"/>
              <w:rPr>
                <w:rFonts w:cs="Calibri"/>
                <w:sz w:val="22"/>
                <w:szCs w:val="22"/>
              </w:rPr>
            </w:pPr>
            <w:r w:rsidRPr="003B5C15">
              <w:rPr>
                <w:rFonts w:cs="Calibri"/>
                <w:sz w:val="22"/>
                <w:szCs w:val="22"/>
              </w:rPr>
              <w:t>GSO</w:t>
            </w:r>
          </w:p>
        </w:tc>
        <w:tc>
          <w:tcPr>
            <w:tcW w:w="8420" w:type="dxa"/>
          </w:tcPr>
          <w:p w14:paraId="26DE61A0" w14:textId="73DBA085" w:rsidR="00F23E39" w:rsidRPr="003B5C15" w:rsidRDefault="00D24D07" w:rsidP="002B5BBE">
            <w:pPr>
              <w:pStyle w:val="Tabletext"/>
              <w:rPr>
                <w:rFonts w:cs="Calibri"/>
                <w:sz w:val="22"/>
                <w:szCs w:val="22"/>
              </w:rPr>
            </w:pPr>
            <w:r w:rsidRPr="003B5C15">
              <w:rPr>
                <w:rFonts w:cs="Calibri"/>
                <w:sz w:val="22"/>
                <w:szCs w:val="22"/>
              </w:rPr>
              <w:t>g</w:t>
            </w:r>
            <w:r w:rsidR="00F23E39" w:rsidRPr="003B5C15">
              <w:rPr>
                <w:rFonts w:cs="Calibri"/>
                <w:sz w:val="22"/>
                <w:szCs w:val="22"/>
              </w:rPr>
              <w:t xml:space="preserve">eneral </w:t>
            </w:r>
            <w:r w:rsidRPr="003B5C15">
              <w:rPr>
                <w:rFonts w:cs="Calibri"/>
                <w:sz w:val="22"/>
                <w:szCs w:val="22"/>
              </w:rPr>
              <w:t>s</w:t>
            </w:r>
            <w:r w:rsidR="00F23E39" w:rsidRPr="003B5C15">
              <w:rPr>
                <w:rFonts w:cs="Calibri"/>
                <w:sz w:val="22"/>
                <w:szCs w:val="22"/>
              </w:rPr>
              <w:t xml:space="preserve">upporting </w:t>
            </w:r>
            <w:r w:rsidR="007D5F3F" w:rsidRPr="003B5C15">
              <w:rPr>
                <w:rFonts w:cs="Calibri"/>
                <w:sz w:val="22"/>
                <w:szCs w:val="22"/>
              </w:rPr>
              <w:t>organization</w:t>
            </w:r>
          </w:p>
        </w:tc>
      </w:tr>
      <w:tr w:rsidR="00046257" w:rsidRPr="003B5C15" w14:paraId="2CB26EAC" w14:textId="77777777" w:rsidTr="004F037C">
        <w:tc>
          <w:tcPr>
            <w:tcW w:w="1276" w:type="dxa"/>
          </w:tcPr>
          <w:p w14:paraId="170721F0" w14:textId="1E825BF9" w:rsidR="00046257" w:rsidRPr="003B5C15" w:rsidRDefault="0078490D" w:rsidP="000B083F">
            <w:pPr>
              <w:pStyle w:val="Tabletext"/>
              <w:rPr>
                <w:rFonts w:cs="Calibri"/>
                <w:sz w:val="22"/>
                <w:szCs w:val="22"/>
              </w:rPr>
            </w:pPr>
            <w:r w:rsidRPr="003B5C15">
              <w:rPr>
                <w:rFonts w:cs="Calibri"/>
                <w:sz w:val="22"/>
                <w:szCs w:val="22"/>
              </w:rPr>
              <w:t>HI</w:t>
            </w:r>
          </w:p>
        </w:tc>
        <w:tc>
          <w:tcPr>
            <w:tcW w:w="8420" w:type="dxa"/>
          </w:tcPr>
          <w:p w14:paraId="07ADAC2A" w14:textId="589518C3" w:rsidR="00046257" w:rsidRPr="003B5C15" w:rsidRDefault="00D24D07" w:rsidP="000B083F">
            <w:pPr>
              <w:pStyle w:val="Tabletext"/>
              <w:rPr>
                <w:rFonts w:cs="Calibri"/>
                <w:sz w:val="22"/>
                <w:szCs w:val="22"/>
              </w:rPr>
            </w:pPr>
            <w:r w:rsidRPr="003B5C15">
              <w:rPr>
                <w:rFonts w:cs="Calibri"/>
                <w:sz w:val="22"/>
                <w:szCs w:val="22"/>
              </w:rPr>
              <w:t>h</w:t>
            </w:r>
            <w:r w:rsidR="0078490D" w:rsidRPr="003B5C15">
              <w:rPr>
                <w:rFonts w:cs="Calibri"/>
                <w:sz w:val="22"/>
                <w:szCs w:val="22"/>
              </w:rPr>
              <w:t xml:space="preserve">ealthcare </w:t>
            </w:r>
            <w:r w:rsidRPr="003B5C15">
              <w:rPr>
                <w:rFonts w:cs="Calibri"/>
                <w:sz w:val="22"/>
                <w:szCs w:val="22"/>
              </w:rPr>
              <w:t>i</w:t>
            </w:r>
            <w:r w:rsidR="0078490D" w:rsidRPr="003B5C15">
              <w:rPr>
                <w:rFonts w:cs="Calibri"/>
                <w:sz w:val="22"/>
                <w:szCs w:val="22"/>
              </w:rPr>
              <w:t>dentifier</w:t>
            </w:r>
          </w:p>
        </w:tc>
      </w:tr>
      <w:tr w:rsidR="0078490D" w:rsidRPr="003B5C15" w14:paraId="0B8210A1" w14:textId="77777777" w:rsidTr="004F037C">
        <w:tc>
          <w:tcPr>
            <w:tcW w:w="1276" w:type="dxa"/>
          </w:tcPr>
          <w:p w14:paraId="544C84CA" w14:textId="2CCB8F3A" w:rsidR="0078490D" w:rsidRPr="003B5C15" w:rsidRDefault="0078490D" w:rsidP="0078490D">
            <w:pPr>
              <w:pStyle w:val="Tabletext"/>
              <w:rPr>
                <w:rFonts w:cs="Calibri"/>
                <w:sz w:val="22"/>
                <w:szCs w:val="22"/>
              </w:rPr>
            </w:pPr>
            <w:r w:rsidRPr="003B5C15">
              <w:rPr>
                <w:rFonts w:cs="Calibri"/>
                <w:sz w:val="22"/>
                <w:szCs w:val="22"/>
              </w:rPr>
              <w:t>HPD</w:t>
            </w:r>
          </w:p>
        </w:tc>
        <w:tc>
          <w:tcPr>
            <w:tcW w:w="8420" w:type="dxa"/>
          </w:tcPr>
          <w:p w14:paraId="168F1E17" w14:textId="1842790B" w:rsidR="0078490D" w:rsidRPr="003B5C15" w:rsidRDefault="0078490D" w:rsidP="0078490D">
            <w:pPr>
              <w:pStyle w:val="Tabletext"/>
              <w:rPr>
                <w:rFonts w:cs="Calibri"/>
                <w:sz w:val="22"/>
                <w:szCs w:val="22"/>
              </w:rPr>
            </w:pPr>
            <w:r w:rsidRPr="003B5C15">
              <w:rPr>
                <w:rFonts w:cs="Calibri"/>
                <w:sz w:val="22"/>
                <w:szCs w:val="22"/>
              </w:rPr>
              <w:t>Healthcare Provider Directory</w:t>
            </w:r>
          </w:p>
        </w:tc>
      </w:tr>
      <w:tr w:rsidR="00046257" w:rsidRPr="003B5C15" w14:paraId="3EC80F35" w14:textId="77777777" w:rsidTr="004F037C">
        <w:tc>
          <w:tcPr>
            <w:tcW w:w="1276" w:type="dxa"/>
          </w:tcPr>
          <w:p w14:paraId="3898EBBD" w14:textId="4F481C6C" w:rsidR="00046257" w:rsidRPr="003B5C15" w:rsidRDefault="0078490D" w:rsidP="000B083F">
            <w:pPr>
              <w:pStyle w:val="Tabletext"/>
              <w:rPr>
                <w:rFonts w:cs="Calibri"/>
                <w:sz w:val="22"/>
                <w:szCs w:val="22"/>
              </w:rPr>
            </w:pPr>
            <w:r w:rsidRPr="003B5C15">
              <w:rPr>
                <w:rFonts w:cs="Calibri"/>
                <w:sz w:val="22"/>
                <w:szCs w:val="22"/>
              </w:rPr>
              <w:t>HPI-I</w:t>
            </w:r>
          </w:p>
        </w:tc>
        <w:tc>
          <w:tcPr>
            <w:tcW w:w="8420" w:type="dxa"/>
          </w:tcPr>
          <w:p w14:paraId="5D988235" w14:textId="026FEE9C" w:rsidR="00046257" w:rsidRPr="003B5C15" w:rsidRDefault="0078490D" w:rsidP="000B083F">
            <w:pPr>
              <w:pStyle w:val="Tabletext"/>
              <w:rPr>
                <w:rFonts w:cs="Calibri"/>
                <w:sz w:val="22"/>
                <w:szCs w:val="22"/>
              </w:rPr>
            </w:pPr>
            <w:r w:rsidRPr="003B5C15">
              <w:rPr>
                <w:rFonts w:cs="Calibri"/>
                <w:sz w:val="22"/>
                <w:szCs w:val="22"/>
              </w:rPr>
              <w:t xml:space="preserve">Healthcare Provider Identifier </w:t>
            </w:r>
            <w:r w:rsidR="00BD3D22" w:rsidRPr="003B5C15">
              <w:rPr>
                <w:rFonts w:cs="Calibri"/>
                <w:sz w:val="22"/>
                <w:szCs w:val="22"/>
              </w:rPr>
              <w:t>–</w:t>
            </w:r>
            <w:r w:rsidRPr="003B5C15">
              <w:rPr>
                <w:rFonts w:cs="Calibri"/>
                <w:sz w:val="22"/>
                <w:szCs w:val="22"/>
              </w:rPr>
              <w:t xml:space="preserve"> Individual</w:t>
            </w:r>
          </w:p>
        </w:tc>
      </w:tr>
      <w:tr w:rsidR="00046257" w:rsidRPr="003B5C15" w14:paraId="64166071" w14:textId="77777777" w:rsidTr="004F037C">
        <w:tc>
          <w:tcPr>
            <w:tcW w:w="1276" w:type="dxa"/>
          </w:tcPr>
          <w:p w14:paraId="1BFC49EF" w14:textId="027371D3" w:rsidR="00046257" w:rsidRPr="003B5C15" w:rsidRDefault="00D170F2" w:rsidP="000B083F">
            <w:pPr>
              <w:pStyle w:val="Tabletext"/>
              <w:rPr>
                <w:rFonts w:cs="Calibri"/>
                <w:sz w:val="22"/>
                <w:szCs w:val="22"/>
              </w:rPr>
            </w:pPr>
            <w:r w:rsidRPr="003B5C15">
              <w:rPr>
                <w:rFonts w:cs="Calibri"/>
                <w:sz w:val="22"/>
                <w:szCs w:val="22"/>
              </w:rPr>
              <w:t>HPI-O</w:t>
            </w:r>
          </w:p>
        </w:tc>
        <w:tc>
          <w:tcPr>
            <w:tcW w:w="8420" w:type="dxa"/>
          </w:tcPr>
          <w:p w14:paraId="38AD1BF5" w14:textId="1B218DF9" w:rsidR="00046257" w:rsidRPr="003B5C15" w:rsidRDefault="00D170F2" w:rsidP="000B083F">
            <w:pPr>
              <w:pStyle w:val="Tabletext"/>
              <w:rPr>
                <w:rFonts w:cs="Calibri"/>
                <w:sz w:val="22"/>
                <w:szCs w:val="22"/>
              </w:rPr>
            </w:pPr>
            <w:r w:rsidRPr="003B5C15">
              <w:rPr>
                <w:rFonts w:cs="Calibri"/>
                <w:sz w:val="22"/>
                <w:szCs w:val="22"/>
              </w:rPr>
              <w:t xml:space="preserve">Healthcare Provider Identifier </w:t>
            </w:r>
            <w:r w:rsidR="00BD3D22" w:rsidRPr="003B5C15">
              <w:rPr>
                <w:rFonts w:cs="Calibri"/>
                <w:sz w:val="22"/>
                <w:szCs w:val="22"/>
              </w:rPr>
              <w:t>–</w:t>
            </w:r>
            <w:r w:rsidRPr="003B5C15">
              <w:rPr>
                <w:rFonts w:cs="Calibri"/>
                <w:sz w:val="22"/>
                <w:szCs w:val="22"/>
              </w:rPr>
              <w:t xml:space="preserve"> Organisation</w:t>
            </w:r>
          </w:p>
        </w:tc>
      </w:tr>
      <w:tr w:rsidR="00046257" w:rsidRPr="003B5C15" w14:paraId="210B107A" w14:textId="77777777" w:rsidTr="004F037C">
        <w:tc>
          <w:tcPr>
            <w:tcW w:w="1276" w:type="dxa"/>
          </w:tcPr>
          <w:p w14:paraId="551BDFC9" w14:textId="4C27AC03" w:rsidR="00046257" w:rsidRPr="003B5C15" w:rsidRDefault="00D170F2" w:rsidP="000B083F">
            <w:pPr>
              <w:pStyle w:val="Tabletext"/>
              <w:rPr>
                <w:rFonts w:cs="Calibri"/>
                <w:sz w:val="22"/>
                <w:szCs w:val="22"/>
              </w:rPr>
            </w:pPr>
            <w:r w:rsidRPr="003B5C15">
              <w:rPr>
                <w:rFonts w:cs="Calibri"/>
                <w:sz w:val="22"/>
                <w:szCs w:val="22"/>
              </w:rPr>
              <w:t>ICS</w:t>
            </w:r>
          </w:p>
        </w:tc>
        <w:tc>
          <w:tcPr>
            <w:tcW w:w="8420" w:type="dxa"/>
          </w:tcPr>
          <w:p w14:paraId="2964F4AB" w14:textId="66510D85" w:rsidR="00046257" w:rsidRPr="003B5C15" w:rsidRDefault="00D170F2" w:rsidP="000B083F">
            <w:pPr>
              <w:pStyle w:val="Tabletext"/>
              <w:rPr>
                <w:rFonts w:cs="Calibri"/>
                <w:sz w:val="22"/>
                <w:szCs w:val="22"/>
              </w:rPr>
            </w:pPr>
            <w:r w:rsidRPr="003B5C15">
              <w:rPr>
                <w:rFonts w:cs="Calibri"/>
                <w:sz w:val="22"/>
                <w:szCs w:val="22"/>
              </w:rPr>
              <w:t>Implementation Conformance Statement</w:t>
            </w:r>
          </w:p>
        </w:tc>
      </w:tr>
      <w:tr w:rsidR="00046257" w:rsidRPr="003B5C15" w14:paraId="695FB507" w14:textId="77777777" w:rsidTr="004F037C">
        <w:tc>
          <w:tcPr>
            <w:tcW w:w="1276" w:type="dxa"/>
          </w:tcPr>
          <w:p w14:paraId="20AFC508" w14:textId="539A8948" w:rsidR="00046257" w:rsidRPr="003B5C15" w:rsidRDefault="00D170F2" w:rsidP="000B083F">
            <w:pPr>
              <w:pStyle w:val="Tabletext"/>
              <w:rPr>
                <w:rFonts w:cs="Calibri"/>
                <w:sz w:val="22"/>
                <w:szCs w:val="22"/>
              </w:rPr>
            </w:pPr>
            <w:r w:rsidRPr="003B5C15">
              <w:rPr>
                <w:rFonts w:cs="Calibri"/>
                <w:sz w:val="22"/>
                <w:szCs w:val="22"/>
              </w:rPr>
              <w:t>IHI</w:t>
            </w:r>
          </w:p>
        </w:tc>
        <w:tc>
          <w:tcPr>
            <w:tcW w:w="8420" w:type="dxa"/>
          </w:tcPr>
          <w:p w14:paraId="12267B95" w14:textId="6C58560A" w:rsidR="00046257" w:rsidRPr="003B5C15" w:rsidRDefault="00D170F2" w:rsidP="000B083F">
            <w:pPr>
              <w:pStyle w:val="Tabletext"/>
              <w:rPr>
                <w:rFonts w:cs="Calibri"/>
                <w:sz w:val="22"/>
                <w:szCs w:val="22"/>
              </w:rPr>
            </w:pPr>
            <w:r w:rsidRPr="003B5C15">
              <w:rPr>
                <w:rFonts w:cs="Calibri"/>
                <w:sz w:val="22"/>
                <w:szCs w:val="22"/>
              </w:rPr>
              <w:t>Individual Healthcare Identifier</w:t>
            </w:r>
          </w:p>
        </w:tc>
      </w:tr>
      <w:tr w:rsidR="00D170F2" w:rsidRPr="003B5C15" w14:paraId="72A37407" w14:textId="77777777" w:rsidTr="004F037C">
        <w:tc>
          <w:tcPr>
            <w:tcW w:w="1276" w:type="dxa"/>
          </w:tcPr>
          <w:p w14:paraId="479F1591" w14:textId="6471D2C2" w:rsidR="00D170F2" w:rsidRPr="003B5C15" w:rsidRDefault="00D170F2" w:rsidP="00D170F2">
            <w:pPr>
              <w:pStyle w:val="Tabletext"/>
              <w:rPr>
                <w:rFonts w:cs="Calibri"/>
                <w:sz w:val="22"/>
                <w:szCs w:val="22"/>
              </w:rPr>
            </w:pPr>
            <w:r w:rsidRPr="003B5C15">
              <w:rPr>
                <w:rFonts w:cs="Calibri"/>
                <w:sz w:val="22"/>
                <w:szCs w:val="22"/>
              </w:rPr>
              <w:t>NOC</w:t>
            </w:r>
          </w:p>
        </w:tc>
        <w:tc>
          <w:tcPr>
            <w:tcW w:w="8420" w:type="dxa"/>
          </w:tcPr>
          <w:p w14:paraId="3D0B3956" w14:textId="7DAF4812" w:rsidR="00D170F2" w:rsidRPr="003B5C15" w:rsidRDefault="00D170F2" w:rsidP="00D170F2">
            <w:pPr>
              <w:pStyle w:val="Tabletext"/>
              <w:rPr>
                <w:rFonts w:cs="Calibri"/>
                <w:sz w:val="22"/>
                <w:szCs w:val="22"/>
              </w:rPr>
            </w:pPr>
            <w:r w:rsidRPr="003B5C15">
              <w:rPr>
                <w:rFonts w:cs="Calibri"/>
                <w:sz w:val="22"/>
                <w:szCs w:val="22"/>
              </w:rPr>
              <w:t>Notice of Connection</w:t>
            </w:r>
          </w:p>
        </w:tc>
      </w:tr>
      <w:tr w:rsidR="00D170F2" w:rsidRPr="003B5C15" w14:paraId="1D8E0349" w14:textId="77777777" w:rsidTr="004F037C">
        <w:tc>
          <w:tcPr>
            <w:tcW w:w="1276" w:type="dxa"/>
          </w:tcPr>
          <w:p w14:paraId="03A71DF1" w14:textId="486CD472" w:rsidR="00D170F2" w:rsidRPr="003B5C15" w:rsidRDefault="00D170F2" w:rsidP="00D170F2">
            <w:pPr>
              <w:pStyle w:val="Tabletext"/>
              <w:rPr>
                <w:rFonts w:cs="Calibri"/>
                <w:sz w:val="22"/>
                <w:szCs w:val="22"/>
              </w:rPr>
            </w:pPr>
            <w:r w:rsidRPr="003B5C15">
              <w:rPr>
                <w:rFonts w:cs="Calibri"/>
                <w:sz w:val="22"/>
                <w:szCs w:val="22"/>
              </w:rPr>
              <w:t>OCR</w:t>
            </w:r>
          </w:p>
        </w:tc>
        <w:tc>
          <w:tcPr>
            <w:tcW w:w="8420" w:type="dxa"/>
          </w:tcPr>
          <w:p w14:paraId="3D346185" w14:textId="2AEB6BBA" w:rsidR="00D170F2" w:rsidRPr="003B5C15" w:rsidRDefault="00D810FC" w:rsidP="00D170F2">
            <w:pPr>
              <w:pStyle w:val="Tabletext"/>
              <w:rPr>
                <w:rFonts w:cs="Calibri"/>
                <w:sz w:val="22"/>
                <w:szCs w:val="22"/>
              </w:rPr>
            </w:pPr>
            <w:r w:rsidRPr="003B5C15">
              <w:rPr>
                <w:rFonts w:cs="Calibri"/>
                <w:sz w:val="22"/>
                <w:szCs w:val="22"/>
              </w:rPr>
              <w:t xml:space="preserve">optical </w:t>
            </w:r>
            <w:r w:rsidR="00D170F2" w:rsidRPr="003B5C15">
              <w:rPr>
                <w:rFonts w:cs="Calibri"/>
                <w:sz w:val="22"/>
                <w:szCs w:val="22"/>
              </w:rPr>
              <w:t>character recognition</w:t>
            </w:r>
          </w:p>
        </w:tc>
      </w:tr>
      <w:tr w:rsidR="00046257" w:rsidRPr="003B5C15" w14:paraId="2B7EC050" w14:textId="77777777" w:rsidTr="004F037C">
        <w:tc>
          <w:tcPr>
            <w:tcW w:w="1276" w:type="dxa"/>
          </w:tcPr>
          <w:p w14:paraId="6C20C46F" w14:textId="19F787AC" w:rsidR="00046257" w:rsidRPr="003B5C15" w:rsidRDefault="00D170F2" w:rsidP="000B083F">
            <w:pPr>
              <w:pStyle w:val="Tabletext"/>
              <w:rPr>
                <w:rFonts w:cs="Calibri"/>
                <w:sz w:val="22"/>
                <w:szCs w:val="22"/>
              </w:rPr>
            </w:pPr>
            <w:r w:rsidRPr="003B5C15">
              <w:rPr>
                <w:rFonts w:cs="Calibri"/>
                <w:sz w:val="22"/>
                <w:szCs w:val="22"/>
              </w:rPr>
              <w:t>UC</w:t>
            </w:r>
          </w:p>
        </w:tc>
        <w:tc>
          <w:tcPr>
            <w:tcW w:w="8420" w:type="dxa"/>
          </w:tcPr>
          <w:p w14:paraId="401CCA04" w14:textId="1F1ACEAB" w:rsidR="00046257" w:rsidRPr="003B5C15" w:rsidRDefault="00D810FC" w:rsidP="000B083F">
            <w:pPr>
              <w:pStyle w:val="Tabletext"/>
              <w:rPr>
                <w:rFonts w:cs="Calibri"/>
                <w:sz w:val="22"/>
                <w:szCs w:val="22"/>
              </w:rPr>
            </w:pPr>
            <w:r w:rsidRPr="003B5C15">
              <w:rPr>
                <w:rFonts w:cs="Calibri"/>
                <w:sz w:val="22"/>
                <w:szCs w:val="22"/>
              </w:rPr>
              <w:t xml:space="preserve">use </w:t>
            </w:r>
            <w:r w:rsidR="00D170F2" w:rsidRPr="003B5C15">
              <w:rPr>
                <w:rFonts w:cs="Calibri"/>
                <w:sz w:val="22"/>
                <w:szCs w:val="22"/>
              </w:rPr>
              <w:t>case</w:t>
            </w:r>
          </w:p>
        </w:tc>
      </w:tr>
      <w:bookmarkEnd w:id="116"/>
      <w:bookmarkEnd w:id="117"/>
    </w:tbl>
    <w:p w14:paraId="7980BC0F" w14:textId="77777777" w:rsidR="00BB1220" w:rsidRPr="003B5C15" w:rsidRDefault="00BB1220" w:rsidP="001E4A24">
      <w:pPr>
        <w:pStyle w:val="BodyText"/>
        <w:ind w:left="0"/>
        <w:rPr>
          <w:rFonts w:cs="Calibri"/>
          <w:szCs w:val="22"/>
        </w:rPr>
      </w:pPr>
    </w:p>
    <w:p w14:paraId="40A96576" w14:textId="1AE4B387" w:rsidR="00593AF5" w:rsidRPr="00556BB5" w:rsidRDefault="00593AF5" w:rsidP="00D810FC">
      <w:pPr>
        <w:pStyle w:val="Heading1"/>
        <w:numPr>
          <w:ilvl w:val="0"/>
          <w:numId w:val="0"/>
        </w:numPr>
        <w:ind w:left="851" w:hanging="851"/>
        <w:rPr>
          <w:rFonts w:cs="Calibri"/>
        </w:rPr>
      </w:pPr>
      <w:bookmarkStart w:id="118" w:name="_Toc328643078"/>
      <w:bookmarkStart w:id="119" w:name="_Toc75784487"/>
      <w:bookmarkStart w:id="120" w:name="_Toc170823794"/>
      <w:bookmarkStart w:id="121" w:name="_Toc215058745"/>
      <w:r w:rsidRPr="00556BB5">
        <w:rPr>
          <w:rFonts w:cs="Calibri"/>
        </w:rPr>
        <w:lastRenderedPageBreak/>
        <w:t>References</w:t>
      </w:r>
      <w:bookmarkEnd w:id="118"/>
      <w:bookmarkEnd w:id="119"/>
      <w:bookmarkEnd w:id="120"/>
      <w:bookmarkEnd w:id="121"/>
    </w:p>
    <w:tbl>
      <w:tblPr>
        <w:tblW w:w="5000" w:type="pct"/>
        <w:tblBorders>
          <w:top w:val="single" w:sz="6" w:space="0" w:color="auto"/>
          <w:bottom w:val="single" w:sz="8" w:space="0" w:color="auto"/>
          <w:insideH w:val="single" w:sz="2" w:space="0" w:color="auto"/>
        </w:tblBorders>
        <w:tblLayout w:type="fixed"/>
        <w:tblCellMar>
          <w:top w:w="28" w:type="dxa"/>
          <w:left w:w="57" w:type="dxa"/>
          <w:bottom w:w="28" w:type="dxa"/>
          <w:right w:w="57" w:type="dxa"/>
        </w:tblCellMar>
        <w:tblLook w:val="01E0" w:firstRow="1" w:lastRow="1" w:firstColumn="1" w:lastColumn="1" w:noHBand="0" w:noVBand="0"/>
      </w:tblPr>
      <w:tblGrid>
        <w:gridCol w:w="1731"/>
        <w:gridCol w:w="7907"/>
      </w:tblGrid>
      <w:tr w:rsidR="00073B31" w:rsidRPr="003B5C15" w14:paraId="718B35AB" w14:textId="77777777" w:rsidTr="006E03D5">
        <w:trPr>
          <w:trHeight w:val="376"/>
        </w:trPr>
        <w:tc>
          <w:tcPr>
            <w:tcW w:w="898" w:type="pct"/>
            <w:tcBorders>
              <w:top w:val="single" w:sz="8" w:space="0" w:color="auto"/>
              <w:bottom w:val="nil"/>
            </w:tcBorders>
          </w:tcPr>
          <w:p w14:paraId="65576958" w14:textId="6A4E3481" w:rsidR="00073B31" w:rsidRPr="003B5C15" w:rsidRDefault="00073B31" w:rsidP="000918C0">
            <w:pPr>
              <w:pStyle w:val="Tableheader"/>
              <w:rPr>
                <w:rFonts w:cs="Calibri"/>
                <w:sz w:val="22"/>
                <w:szCs w:val="22"/>
              </w:rPr>
            </w:pPr>
            <w:r w:rsidRPr="003B5C15">
              <w:rPr>
                <w:rFonts w:cs="Calibri"/>
                <w:sz w:val="22"/>
                <w:szCs w:val="22"/>
              </w:rPr>
              <w:t>Reference</w:t>
            </w:r>
          </w:p>
        </w:tc>
        <w:tc>
          <w:tcPr>
            <w:tcW w:w="4102" w:type="pct"/>
            <w:tcBorders>
              <w:top w:val="single" w:sz="8" w:space="0" w:color="auto"/>
              <w:bottom w:val="nil"/>
            </w:tcBorders>
          </w:tcPr>
          <w:p w14:paraId="17C2E16A" w14:textId="099A9094" w:rsidR="00073B31" w:rsidRPr="003B5C15" w:rsidRDefault="00073B31" w:rsidP="000918C0">
            <w:pPr>
              <w:pStyle w:val="Tableheader"/>
              <w:rPr>
                <w:rFonts w:cs="Calibri"/>
                <w:sz w:val="22"/>
                <w:szCs w:val="22"/>
              </w:rPr>
            </w:pPr>
            <w:r w:rsidRPr="003B5C15">
              <w:rPr>
                <w:rFonts w:cs="Calibri"/>
                <w:sz w:val="22"/>
                <w:szCs w:val="22"/>
              </w:rPr>
              <w:t>Name</w:t>
            </w:r>
          </w:p>
        </w:tc>
      </w:tr>
      <w:tr w:rsidR="00073B31" w:rsidRPr="003B5C15" w14:paraId="455739BE" w14:textId="77777777" w:rsidTr="006E03D5">
        <w:trPr>
          <w:trHeight w:val="637"/>
        </w:trPr>
        <w:tc>
          <w:tcPr>
            <w:tcW w:w="898" w:type="pct"/>
          </w:tcPr>
          <w:p w14:paraId="519F1551" w14:textId="4A9FD2F7" w:rsidR="00073B31" w:rsidRPr="003B5C15" w:rsidRDefault="00073B31" w:rsidP="00073B31">
            <w:pPr>
              <w:pStyle w:val="Tabletext"/>
              <w:rPr>
                <w:rFonts w:cs="Calibri"/>
                <w:sz w:val="22"/>
                <w:szCs w:val="22"/>
              </w:rPr>
            </w:pPr>
            <w:r w:rsidRPr="003B5C15">
              <w:rPr>
                <w:rFonts w:cs="Calibri"/>
                <w:sz w:val="22"/>
                <w:szCs w:val="22"/>
              </w:rPr>
              <w:t>[Agency2020</w:t>
            </w:r>
            <w:r w:rsidR="003B5C15">
              <w:rPr>
                <w:rFonts w:cs="Calibri"/>
                <w:sz w:val="22"/>
                <w:szCs w:val="22"/>
              </w:rPr>
              <w:t>a</w:t>
            </w:r>
            <w:r w:rsidRPr="003B5C15">
              <w:rPr>
                <w:rFonts w:cs="Calibri"/>
                <w:sz w:val="22"/>
                <w:szCs w:val="22"/>
              </w:rPr>
              <w:t>]</w:t>
            </w:r>
          </w:p>
        </w:tc>
        <w:tc>
          <w:tcPr>
            <w:tcW w:w="4102" w:type="pct"/>
          </w:tcPr>
          <w:p w14:paraId="5F01ADB3" w14:textId="1DB9E267" w:rsidR="00073B31" w:rsidRPr="003B5C15" w:rsidRDefault="00073B31" w:rsidP="00073B31">
            <w:pPr>
              <w:pStyle w:val="Tabletext"/>
              <w:rPr>
                <w:rFonts w:cs="Calibri"/>
                <w:sz w:val="22"/>
                <w:szCs w:val="22"/>
              </w:rPr>
            </w:pPr>
            <w:r w:rsidRPr="003B5C15">
              <w:rPr>
                <w:rFonts w:cs="Calibri"/>
                <w:sz w:val="22"/>
                <w:szCs w:val="22"/>
              </w:rPr>
              <w:t>Electronic Prescribing Conformance Assessment Scheme v2.1, Australian Digital Health Agency, 2020</w:t>
            </w:r>
          </w:p>
        </w:tc>
      </w:tr>
      <w:tr w:rsidR="003B5C15" w:rsidRPr="003B5C15" w14:paraId="0C55F396" w14:textId="77777777" w:rsidTr="006E03D5">
        <w:trPr>
          <w:trHeight w:val="637"/>
        </w:trPr>
        <w:tc>
          <w:tcPr>
            <w:tcW w:w="898" w:type="pct"/>
          </w:tcPr>
          <w:p w14:paraId="23732392" w14:textId="45694E8D" w:rsidR="003B5C15" w:rsidRPr="003B5C15" w:rsidRDefault="003B5C15" w:rsidP="00073B31">
            <w:pPr>
              <w:pStyle w:val="Tabletext"/>
              <w:rPr>
                <w:rFonts w:cs="Calibri"/>
                <w:sz w:val="22"/>
                <w:szCs w:val="22"/>
              </w:rPr>
            </w:pPr>
            <w:r w:rsidRPr="003B5C15">
              <w:rPr>
                <w:rFonts w:cs="Calibri"/>
                <w:sz w:val="22"/>
                <w:szCs w:val="22"/>
              </w:rPr>
              <w:t>[Agency2024</w:t>
            </w:r>
            <w:r>
              <w:rPr>
                <w:rFonts w:cs="Calibri"/>
                <w:sz w:val="22"/>
                <w:szCs w:val="22"/>
              </w:rPr>
              <w:t>a</w:t>
            </w:r>
            <w:r w:rsidRPr="003B5C15">
              <w:rPr>
                <w:rFonts w:cs="Calibri"/>
                <w:sz w:val="22"/>
                <w:szCs w:val="22"/>
              </w:rPr>
              <w:t>]</w:t>
            </w:r>
          </w:p>
        </w:tc>
        <w:tc>
          <w:tcPr>
            <w:tcW w:w="4102" w:type="pct"/>
          </w:tcPr>
          <w:p w14:paraId="13284E71" w14:textId="2B19DB68" w:rsidR="003B5C15" w:rsidRPr="003B5C15" w:rsidRDefault="003B5C15" w:rsidP="00073B31">
            <w:pPr>
              <w:pStyle w:val="Tabletext"/>
              <w:rPr>
                <w:rFonts w:cs="Calibri"/>
                <w:sz w:val="22"/>
                <w:szCs w:val="22"/>
              </w:rPr>
            </w:pPr>
            <w:r w:rsidRPr="003B5C15">
              <w:rPr>
                <w:rFonts w:cs="Calibri"/>
                <w:sz w:val="22"/>
                <w:szCs w:val="22"/>
              </w:rPr>
              <w:t>My Health Record System Conformance Assessment Scheme v2.0, Australian Digital Health Agency, 2024</w:t>
            </w:r>
          </w:p>
        </w:tc>
      </w:tr>
      <w:tr w:rsidR="003B5C15" w:rsidRPr="003B5C15" w14:paraId="6CA448AE" w14:textId="77777777" w:rsidTr="006E03D5">
        <w:trPr>
          <w:trHeight w:val="637"/>
        </w:trPr>
        <w:tc>
          <w:tcPr>
            <w:tcW w:w="898" w:type="pct"/>
          </w:tcPr>
          <w:p w14:paraId="76F5F992" w14:textId="5F8F82E5" w:rsidR="003B5C15" w:rsidRPr="003B5C15" w:rsidRDefault="003B5C15" w:rsidP="00073B31">
            <w:pPr>
              <w:pStyle w:val="Tabletext"/>
              <w:rPr>
                <w:rFonts w:cs="Calibri"/>
                <w:sz w:val="22"/>
                <w:szCs w:val="22"/>
              </w:rPr>
            </w:pPr>
            <w:r w:rsidRPr="003B5C15">
              <w:rPr>
                <w:rFonts w:cs="Calibri"/>
                <w:sz w:val="22"/>
                <w:szCs w:val="22"/>
              </w:rPr>
              <w:t>[Agency2025a]</w:t>
            </w:r>
          </w:p>
        </w:tc>
        <w:tc>
          <w:tcPr>
            <w:tcW w:w="4102" w:type="pct"/>
          </w:tcPr>
          <w:p w14:paraId="5574606E" w14:textId="4FA5FE0C" w:rsidR="003B5C15" w:rsidRPr="003B5C15" w:rsidRDefault="003B5C15" w:rsidP="00073B31">
            <w:pPr>
              <w:pStyle w:val="Tabletext"/>
              <w:rPr>
                <w:rFonts w:cs="Calibri"/>
                <w:sz w:val="22"/>
                <w:szCs w:val="22"/>
              </w:rPr>
            </w:pPr>
            <w:r w:rsidRPr="003B5C15">
              <w:rPr>
                <w:rFonts w:cs="Calibri"/>
                <w:sz w:val="22"/>
                <w:szCs w:val="22"/>
              </w:rPr>
              <w:t>Healthcare Identifiers Software – Conformance Assessment Scheme v.5.0, Australian Digital Health Agency, 202</w:t>
            </w:r>
            <w:r w:rsidR="00B81339">
              <w:rPr>
                <w:rFonts w:cs="Calibri"/>
                <w:sz w:val="22"/>
                <w:szCs w:val="22"/>
              </w:rPr>
              <w:t>5</w:t>
            </w:r>
          </w:p>
        </w:tc>
      </w:tr>
      <w:tr w:rsidR="00B81339" w:rsidRPr="003B5C15" w14:paraId="49A64727" w14:textId="14829025" w:rsidTr="006E03D5">
        <w:trPr>
          <w:trHeight w:val="637"/>
        </w:trPr>
        <w:tc>
          <w:tcPr>
            <w:tcW w:w="898" w:type="pct"/>
          </w:tcPr>
          <w:p w14:paraId="0E657E37" w14:textId="1EDD1014" w:rsidR="00B81339" w:rsidRPr="003B5C15" w:rsidRDefault="00B81339" w:rsidP="00B81339">
            <w:pPr>
              <w:pStyle w:val="Tabletext"/>
              <w:rPr>
                <w:rFonts w:cs="Calibri"/>
                <w:sz w:val="22"/>
                <w:szCs w:val="22"/>
              </w:rPr>
            </w:pPr>
            <w:r w:rsidRPr="003B5C15">
              <w:rPr>
                <w:rFonts w:cs="Calibri"/>
                <w:sz w:val="22"/>
                <w:szCs w:val="22"/>
              </w:rPr>
              <w:t>[Agency2025</w:t>
            </w:r>
            <w:r w:rsidR="00DB270F">
              <w:rPr>
                <w:rFonts w:cs="Calibri"/>
                <w:sz w:val="22"/>
                <w:szCs w:val="22"/>
              </w:rPr>
              <w:t>b</w:t>
            </w:r>
            <w:r w:rsidRPr="003B5C15">
              <w:rPr>
                <w:rFonts w:cs="Calibri"/>
                <w:sz w:val="22"/>
                <w:szCs w:val="22"/>
              </w:rPr>
              <w:t>]</w:t>
            </w:r>
            <w:r w:rsidRPr="003B5C15">
              <w:rPr>
                <w:rFonts w:cs="Calibri"/>
                <w:sz w:val="22"/>
                <w:szCs w:val="22"/>
              </w:rPr>
              <w:tab/>
            </w:r>
          </w:p>
        </w:tc>
        <w:tc>
          <w:tcPr>
            <w:tcW w:w="4102" w:type="pct"/>
          </w:tcPr>
          <w:p w14:paraId="66A7AD0A" w14:textId="12D8D40B" w:rsidR="00B81339" w:rsidRPr="00556BB5" w:rsidRDefault="00B81339" w:rsidP="00B81339">
            <w:pPr>
              <w:pStyle w:val="Tabletext"/>
              <w:rPr>
                <w:rFonts w:cs="Calibri"/>
                <w:sz w:val="22"/>
                <w:szCs w:val="22"/>
              </w:rPr>
            </w:pPr>
            <w:r>
              <w:rPr>
                <w:rFonts w:cs="Calibri"/>
                <w:sz w:val="22"/>
                <w:szCs w:val="22"/>
              </w:rPr>
              <w:t xml:space="preserve">Healthcare Identifiers Service </w:t>
            </w:r>
            <w:r w:rsidR="0071362B">
              <w:rPr>
                <w:rFonts w:cs="Calibri"/>
                <w:sz w:val="22"/>
                <w:szCs w:val="22"/>
              </w:rPr>
              <w:t>-</w:t>
            </w:r>
            <w:r w:rsidRPr="003B5C15">
              <w:rPr>
                <w:rFonts w:cs="Calibri"/>
                <w:sz w:val="22"/>
                <w:szCs w:val="22"/>
              </w:rPr>
              <w:t>Conformance Profile v5.0, Australian Digital Health Agency, 2025</w:t>
            </w:r>
          </w:p>
        </w:tc>
      </w:tr>
      <w:tr w:rsidR="00B81339" w:rsidRPr="003B5C15" w14:paraId="103905AD" w14:textId="77777777" w:rsidTr="006E03D5">
        <w:trPr>
          <w:trHeight w:val="637"/>
        </w:trPr>
        <w:tc>
          <w:tcPr>
            <w:tcW w:w="898" w:type="pct"/>
          </w:tcPr>
          <w:p w14:paraId="07F3BF88" w14:textId="25BE7A94" w:rsidR="00B81339" w:rsidRPr="003B5C15" w:rsidRDefault="00B81339" w:rsidP="00B81339">
            <w:pPr>
              <w:pStyle w:val="Tabletext"/>
              <w:rPr>
                <w:rFonts w:cs="Calibri"/>
                <w:sz w:val="22"/>
                <w:szCs w:val="22"/>
              </w:rPr>
            </w:pPr>
            <w:r w:rsidRPr="003B5C15">
              <w:rPr>
                <w:rFonts w:cs="Calibri"/>
                <w:sz w:val="22"/>
                <w:szCs w:val="22"/>
              </w:rPr>
              <w:t>[Agency2025</w:t>
            </w:r>
            <w:r w:rsidR="00DB270F">
              <w:rPr>
                <w:rFonts w:cs="Calibri"/>
                <w:sz w:val="22"/>
                <w:szCs w:val="22"/>
              </w:rPr>
              <w:t>c</w:t>
            </w:r>
            <w:r w:rsidRPr="003B5C15">
              <w:rPr>
                <w:rFonts w:cs="Calibri"/>
                <w:sz w:val="22"/>
                <w:szCs w:val="22"/>
              </w:rPr>
              <w:t>]</w:t>
            </w:r>
          </w:p>
        </w:tc>
        <w:tc>
          <w:tcPr>
            <w:tcW w:w="4102" w:type="pct"/>
          </w:tcPr>
          <w:p w14:paraId="2D07684C" w14:textId="01E20A3C" w:rsidR="00B81339" w:rsidRPr="00556BB5" w:rsidRDefault="00B81339" w:rsidP="00B81339">
            <w:pPr>
              <w:pStyle w:val="Tabletext"/>
              <w:rPr>
                <w:rFonts w:cs="Calibri"/>
                <w:sz w:val="22"/>
                <w:szCs w:val="22"/>
              </w:rPr>
            </w:pPr>
            <w:r w:rsidRPr="00556BB5">
              <w:rPr>
                <w:rFonts w:cs="Calibri"/>
                <w:sz w:val="22"/>
                <w:szCs w:val="22"/>
              </w:rPr>
              <w:t>Electronic Prescribing-General Prescribing Systems and Other Connecting Systems Conformance Profile v3.0.1</w:t>
            </w:r>
          </w:p>
        </w:tc>
      </w:tr>
      <w:tr w:rsidR="00B81339" w:rsidRPr="003B5C15" w14:paraId="71615C90" w14:textId="731A75A3" w:rsidTr="006E03D5">
        <w:trPr>
          <w:trHeight w:val="637"/>
        </w:trPr>
        <w:tc>
          <w:tcPr>
            <w:tcW w:w="898" w:type="pct"/>
          </w:tcPr>
          <w:p w14:paraId="1170A5A3" w14:textId="76F5F330" w:rsidR="00B81339" w:rsidRPr="003B5C15" w:rsidRDefault="00B81339" w:rsidP="00B81339">
            <w:pPr>
              <w:pStyle w:val="Tabletext"/>
              <w:rPr>
                <w:rFonts w:cs="Calibri"/>
                <w:sz w:val="22"/>
                <w:szCs w:val="22"/>
              </w:rPr>
            </w:pPr>
            <w:r w:rsidRPr="003B5C15">
              <w:rPr>
                <w:rFonts w:cs="Calibri"/>
                <w:sz w:val="22"/>
                <w:szCs w:val="22"/>
              </w:rPr>
              <w:t>[Agency2025</w:t>
            </w:r>
            <w:r w:rsidR="00DB270F">
              <w:rPr>
                <w:rFonts w:cs="Calibri"/>
                <w:sz w:val="22"/>
                <w:szCs w:val="22"/>
              </w:rPr>
              <w:t>d</w:t>
            </w:r>
            <w:r w:rsidRPr="003B5C15">
              <w:rPr>
                <w:rFonts w:cs="Calibri"/>
                <w:sz w:val="22"/>
                <w:szCs w:val="22"/>
              </w:rPr>
              <w:t>]</w:t>
            </w:r>
          </w:p>
        </w:tc>
        <w:tc>
          <w:tcPr>
            <w:tcW w:w="4102" w:type="pct"/>
          </w:tcPr>
          <w:p w14:paraId="298F1690" w14:textId="0C6AAA78" w:rsidR="00B81339" w:rsidRPr="00556BB5" w:rsidRDefault="00B81339" w:rsidP="00B81339">
            <w:pPr>
              <w:pStyle w:val="Tabletext"/>
              <w:rPr>
                <w:rFonts w:cs="Calibri"/>
                <w:sz w:val="22"/>
                <w:szCs w:val="22"/>
              </w:rPr>
            </w:pPr>
            <w:r w:rsidRPr="00556BB5">
              <w:rPr>
                <w:rFonts w:cs="Calibri"/>
                <w:sz w:val="22"/>
                <w:szCs w:val="22"/>
              </w:rPr>
              <w:t>Electronic Prescribing-Medication Chart Prescribing Systems Conformance Profile v3.0.2</w:t>
            </w:r>
          </w:p>
        </w:tc>
      </w:tr>
      <w:tr w:rsidR="00B81339" w:rsidRPr="003B5C15" w14:paraId="31379677" w14:textId="77777777" w:rsidTr="00EC4442">
        <w:trPr>
          <w:trHeight w:val="666"/>
        </w:trPr>
        <w:tc>
          <w:tcPr>
            <w:tcW w:w="898" w:type="pct"/>
          </w:tcPr>
          <w:p w14:paraId="0A6E4218" w14:textId="5595E94B" w:rsidR="00B81339" w:rsidRPr="003B5C15" w:rsidRDefault="00B81339" w:rsidP="00B81339">
            <w:pPr>
              <w:pStyle w:val="Tabletext"/>
              <w:rPr>
                <w:rFonts w:cs="Calibri"/>
                <w:sz w:val="22"/>
                <w:szCs w:val="22"/>
              </w:rPr>
            </w:pPr>
            <w:r w:rsidRPr="003B5C15">
              <w:rPr>
                <w:rFonts w:cs="Calibri"/>
                <w:sz w:val="22"/>
                <w:szCs w:val="22"/>
              </w:rPr>
              <w:t xml:space="preserve">[SA2022] </w:t>
            </w:r>
          </w:p>
        </w:tc>
        <w:tc>
          <w:tcPr>
            <w:tcW w:w="4102" w:type="pct"/>
          </w:tcPr>
          <w:p w14:paraId="2EDCBA73" w14:textId="77777777" w:rsidR="00B81339" w:rsidRPr="003B5C15" w:rsidRDefault="00B81339" w:rsidP="00B81339">
            <w:pPr>
              <w:pStyle w:val="Tabletext"/>
              <w:rPr>
                <w:rFonts w:cs="Calibri"/>
                <w:sz w:val="22"/>
                <w:szCs w:val="22"/>
              </w:rPr>
            </w:pPr>
            <w:r w:rsidRPr="003B5C15">
              <w:rPr>
                <w:rFonts w:cs="Calibri"/>
                <w:sz w:val="22"/>
                <w:szCs w:val="22"/>
              </w:rPr>
              <w:t>HI Service for IT supporting organisations, Services Australia, May 2022</w:t>
            </w:r>
          </w:p>
          <w:p w14:paraId="42EA4A77" w14:textId="07A734D5" w:rsidR="00B81339" w:rsidRPr="003B5C15" w:rsidRDefault="00B81339" w:rsidP="00B81339">
            <w:pPr>
              <w:pStyle w:val="Tabletext"/>
              <w:rPr>
                <w:rFonts w:cs="Calibri"/>
                <w:sz w:val="22"/>
                <w:szCs w:val="22"/>
              </w:rPr>
            </w:pPr>
            <w:hyperlink r:id="rId29" w:history="1">
              <w:r w:rsidRPr="003B5C15">
                <w:rPr>
                  <w:rStyle w:val="Hyperlink"/>
                  <w:rFonts w:cs="Calibri"/>
                  <w:sz w:val="22"/>
                  <w:szCs w:val="22"/>
                </w:rPr>
                <w:t>https://www.servicesaustralia.gov.au/healthcare-identifiers-hi-service-for-it-supporting-organisations?context=22876</w:t>
              </w:r>
            </w:hyperlink>
            <w:r w:rsidRPr="003B5C15">
              <w:rPr>
                <w:rFonts w:cs="Calibri"/>
                <w:sz w:val="22"/>
                <w:szCs w:val="22"/>
              </w:rPr>
              <w:t xml:space="preserve"> </w:t>
            </w:r>
          </w:p>
        </w:tc>
      </w:tr>
    </w:tbl>
    <w:p w14:paraId="3C94B03B" w14:textId="024D5EBD" w:rsidR="00B632FC" w:rsidRPr="003B5C15" w:rsidRDefault="00B632FC" w:rsidP="00244807">
      <w:pPr>
        <w:pStyle w:val="Referencebodytext"/>
        <w:rPr>
          <w:rFonts w:cs="Calibri"/>
          <w:sz w:val="22"/>
          <w:szCs w:val="22"/>
        </w:rPr>
      </w:pPr>
    </w:p>
    <w:sectPr w:rsidR="00B632FC" w:rsidRPr="003B5C15" w:rsidSect="00941A27">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F3DD8" w14:textId="77777777" w:rsidR="00014E27" w:rsidRDefault="00014E27" w:rsidP="00761525">
      <w:pPr>
        <w:spacing w:after="0"/>
      </w:pPr>
      <w:r>
        <w:separator/>
      </w:r>
    </w:p>
    <w:p w14:paraId="1A0455B2" w14:textId="77777777" w:rsidR="00014E27" w:rsidRDefault="00014E27"/>
    <w:p w14:paraId="3358596B" w14:textId="77777777" w:rsidR="00014E27" w:rsidRDefault="00014E27"/>
  </w:endnote>
  <w:endnote w:type="continuationSeparator" w:id="0">
    <w:p w14:paraId="2D314AB7" w14:textId="77777777" w:rsidR="00014E27" w:rsidRDefault="00014E27" w:rsidP="00761525">
      <w:pPr>
        <w:spacing w:after="0"/>
      </w:pPr>
      <w:r>
        <w:continuationSeparator/>
      </w:r>
    </w:p>
    <w:p w14:paraId="570C2300" w14:textId="77777777" w:rsidR="00014E27" w:rsidRDefault="00014E27"/>
    <w:p w14:paraId="07A78CA6" w14:textId="77777777" w:rsidR="00014E27" w:rsidRDefault="00014E27"/>
  </w:endnote>
  <w:endnote w:type="continuationNotice" w:id="1">
    <w:p w14:paraId="3255D6CE" w14:textId="77777777" w:rsidR="00014E27" w:rsidRDefault="00014E2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25E57" w14:textId="77777777" w:rsidR="00E434CB" w:rsidRPr="00131732" w:rsidRDefault="00E434CB" w:rsidP="00131732">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D99F6" w14:textId="449960EF" w:rsidR="00E434CB" w:rsidRDefault="006F3745" w:rsidP="005D68EF">
    <w:pPr>
      <w:pStyle w:val="Footer"/>
      <w:tabs>
        <w:tab w:val="clear" w:pos="4820"/>
        <w:tab w:val="clear" w:pos="9639"/>
      </w:tabs>
      <w:rPr>
        <w:bCs/>
        <w:noProof/>
        <w:lang w:val="en-US"/>
      </w:rPr>
    </w:pPr>
    <w:sdt>
      <w:sdtPr>
        <w:rPr>
          <w:noProof/>
        </w:rPr>
        <w:alias w:val="Date Of Approval"/>
        <w:tag w:val="DateOfApproval"/>
        <w:id w:val="-38977675"/>
        <w:lock w:val="sdtLocked"/>
        <w:placeholder>
          <w:docPart w:val="3FE1A652CE8B4D9F83D8A7AB8AC923A2"/>
        </w:placeholder>
        <w:dataBinding w:xpath="/root[1]/dateOfApproval[1]" w:storeItemID="{E2F2F3AA-4CD9-4DBD-A736-CDA785365897}"/>
        <w:date w:fullDate="2025-11-26T00:00:00Z">
          <w:dateFormat w:val="d MMMM yyyy"/>
          <w:lid w:val="en-AU"/>
          <w:storeMappedDataAs w:val="dateTime"/>
          <w:calendar w:val="gregorian"/>
        </w:date>
      </w:sdtPr>
      <w:sdtEndPr/>
      <w:sdtContent>
        <w:r>
          <w:rPr>
            <w:noProof/>
          </w:rPr>
          <w:t>26 November 2025</w:t>
        </w:r>
      </w:sdtContent>
    </w:sdt>
    <w:r w:rsidR="00E434CB">
      <w:rPr>
        <w:noProof/>
      </w:rPr>
      <w:t xml:space="preserve"> </w:t>
    </w:r>
    <w:r w:rsidR="00E434CB">
      <w:rPr>
        <w:rStyle w:val="PageNumber"/>
      </w:rPr>
      <w:ptab w:relativeTo="margin" w:alignment="center" w:leader="none"/>
    </w:r>
    <w:r w:rsidR="00E434CB" w:rsidRPr="001368BA">
      <w:rPr>
        <w:szCs w:val="16"/>
      </w:rPr>
      <w:t xml:space="preserve"> </w:t>
    </w:r>
    <w:sdt>
      <w:sdtPr>
        <w:rPr>
          <w:szCs w:val="16"/>
        </w:rPr>
        <w:alias w:val="Status"/>
        <w:tag w:val="DocStatus"/>
        <w:id w:val="-1284025471"/>
        <w:placeholder>
          <w:docPart w:val="3CBFD38E117C4760804F0B60459DAD00"/>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00E434CB" w:rsidRPr="001368BA">
      <w:rPr>
        <w:szCs w:val="16"/>
      </w:rPr>
      <w:t xml:space="preserve"> </w:t>
    </w:r>
    <w:sdt>
      <w:sdtPr>
        <w:rPr>
          <w:szCs w:val="16"/>
        </w:rPr>
        <w:alias w:val="Audience"/>
        <w:tag w:val="Audience"/>
        <w:id w:val="-638033389"/>
        <w:placeholder>
          <w:docPart w:val="682AB40767F3461B9DA2666D4BA8DB79"/>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257ADF">
          <w:rPr>
            <w:szCs w:val="16"/>
          </w:rPr>
          <w:t>for external</w:t>
        </w:r>
      </w:sdtContent>
    </w:sdt>
    <w:r w:rsidR="00E434CB" w:rsidRPr="001368BA">
      <w:rPr>
        <w:szCs w:val="16"/>
      </w:rPr>
      <w:t xml:space="preserve"> </w:t>
    </w:r>
    <w:sdt>
      <w:sdtPr>
        <w:rPr>
          <w:szCs w:val="16"/>
        </w:rPr>
        <w:alias w:val="Intended use of approved document"/>
        <w:tag w:val="IntendedUse"/>
        <w:id w:val="-952159881"/>
        <w:placeholder>
          <w:docPart w:val="9380220649E640159169250C4462D89B"/>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257ADF">
          <w:rPr>
            <w:szCs w:val="16"/>
          </w:rPr>
          <w:t>use</w:t>
        </w:r>
      </w:sdtContent>
    </w:sdt>
    <w:r w:rsidR="00E434CB" w:rsidRPr="001368BA">
      <w:rPr>
        <w:szCs w:val="16"/>
        <w:lang w:eastAsia="en-AU"/>
      </w:rPr>
      <w:t xml:space="preserve"> </w:t>
    </w:r>
    <w:r w:rsidR="00E434CB">
      <w:rPr>
        <w:rStyle w:val="PageNumber"/>
      </w:rPr>
      <w:ptab w:relativeTo="margin" w:alignment="right" w:leader="none"/>
    </w:r>
    <w:r w:rsidR="00E434CB" w:rsidRPr="00226B6E">
      <w:rPr>
        <w:rStyle w:val="PageNumber"/>
      </w:rPr>
      <w:fldChar w:fldCharType="begin"/>
    </w:r>
    <w:r w:rsidR="00E434CB" w:rsidRPr="00226B6E">
      <w:rPr>
        <w:rStyle w:val="PageNumber"/>
      </w:rPr>
      <w:instrText xml:space="preserve"> PAGE  \* Arabic  \* MERGEFORMAT </w:instrText>
    </w:r>
    <w:r w:rsidR="00E434CB" w:rsidRPr="00226B6E">
      <w:rPr>
        <w:rStyle w:val="PageNumber"/>
      </w:rPr>
      <w:fldChar w:fldCharType="separate"/>
    </w:r>
    <w:r w:rsidR="00E434CB">
      <w:rPr>
        <w:rStyle w:val="PageNumber"/>
        <w:noProof/>
      </w:rPr>
      <w:t>10</w:t>
    </w:r>
    <w:r w:rsidR="00E434CB" w:rsidRPr="00226B6E">
      <w:rPr>
        <w:rStyle w:val="PageNumber"/>
      </w:rPr>
      <w:fldChar w:fldCharType="end"/>
    </w:r>
    <w:r w:rsidR="00E434CB" w:rsidRPr="00226B6E">
      <w:rPr>
        <w:rStyle w:val="PageNumber"/>
      </w:rPr>
      <w:t xml:space="preserve"> of </w:t>
    </w:r>
    <w:r w:rsidR="00E434CB" w:rsidRPr="00226B6E">
      <w:rPr>
        <w:rStyle w:val="PageNumber"/>
      </w:rPr>
      <w:fldChar w:fldCharType="begin"/>
    </w:r>
    <w:r w:rsidR="00E434CB" w:rsidRPr="00226B6E">
      <w:rPr>
        <w:rStyle w:val="PageNumber"/>
      </w:rPr>
      <w:instrText xml:space="preserve"> NUMPAGES  \* Arabic  \* MERGEFORMAT </w:instrText>
    </w:r>
    <w:r w:rsidR="00E434CB" w:rsidRPr="00226B6E">
      <w:rPr>
        <w:rStyle w:val="PageNumber"/>
      </w:rPr>
      <w:fldChar w:fldCharType="separate"/>
    </w:r>
    <w:r w:rsidR="00E434CB">
      <w:rPr>
        <w:rStyle w:val="PageNumber"/>
        <w:noProof/>
      </w:rPr>
      <w:t>1</w:t>
    </w:r>
    <w:r w:rsidR="00E434CB" w:rsidRPr="00226B6E">
      <w:rPr>
        <w:rStyle w:val="PageNumber"/>
      </w:rPr>
      <w:fldChar w:fldCharType="end"/>
    </w:r>
  </w:p>
  <w:p w14:paraId="4D6824F1" w14:textId="157A17A3" w:rsidR="00E434CB" w:rsidRDefault="006F3745" w:rsidP="005D68EF">
    <w:pPr>
      <w:pStyle w:val="Footer"/>
      <w:tabs>
        <w:tab w:val="clear" w:pos="4820"/>
        <w:tab w:val="clear" w:pos="9639"/>
      </w:tabs>
    </w:pPr>
    <w:sdt>
      <w:sdtPr>
        <w:rPr>
          <w:szCs w:val="16"/>
        </w:rPr>
        <w:alias w:val="Document identifier"/>
        <w:tag w:val="DocumentID"/>
        <w:id w:val="-206023234"/>
        <w:placeholder>
          <w:docPart w:val="EDC6C84B10B04F8AA73EDC96457682AA"/>
        </w:placeholder>
        <w:dataBinding w:xpath="/root[1]/DocumentID[1]" w:storeItemID="{E2F2F3AA-4CD9-4DBD-A736-CDA785365897}"/>
        <w:text/>
      </w:sdtPr>
      <w:sdtEndPr/>
      <w:sdtContent>
        <w:r w:rsidR="00E36F94">
          <w:rPr>
            <w:szCs w:val="16"/>
          </w:rPr>
          <w:t>DH-4202:2025</w:t>
        </w:r>
      </w:sdtContent>
    </w:sdt>
    <w:r w:rsidR="00E434CB">
      <w:rPr>
        <w:bCs/>
        <w:noProof/>
        <w:lang w:val="en-US"/>
      </w:rPr>
      <w:t xml:space="preserve"> </w:t>
    </w:r>
    <w:r w:rsidR="00E434CB">
      <w:rPr>
        <w:bCs/>
        <w:noProof/>
        <w:lang w:val="en-US"/>
      </w:rPr>
      <w:ptab w:relativeTo="margin" w:alignment="right" w:leader="none"/>
    </w:r>
    <w:sdt>
      <w:sdtPr>
        <w:rPr>
          <w:noProof/>
        </w:rPr>
        <w:alias w:val="Document version number"/>
        <w:tag w:val="DocumentVersionNumber"/>
        <w:id w:val="-1469979128"/>
        <w:placeholder>
          <w:docPart w:val="3133D18345B346BE8F2BD96EDF6F52A6"/>
        </w:placeholder>
        <w:dataBinding w:xpath="/root[1]/DocumentVersionNumber[1]" w:storeItemID="{E2F2F3AA-4CD9-4DBD-A736-CDA785365897}"/>
        <w:comboBox w:lastValue=" ">
          <w:listItem w:displayText="Select version number or type your own value. Select first blank for an approved document" w:value="Select version number or type your own value. Select first blank for an approved document"/>
          <w:listItem w:displayText=" " w:value=" "/>
          <w:listItem w:displayText="Document version 001" w:value="Document version 001"/>
          <w:listItem w:displayText="Document version 002" w:value="Document version 002"/>
          <w:listItem w:displayText="Document version 003" w:value="Document version 003"/>
          <w:listItem w:displayText="Document version 004" w:value="Document version 004"/>
          <w:listItem w:displayText="Document version 005" w:value="Document version 005"/>
          <w:listItem w:displayText="Document version 006" w:value="Document version 006"/>
          <w:listItem w:displayText="Document version 007" w:value="Document version 007"/>
          <w:listItem w:displayText="Document version 008" w:value="Document version 008"/>
          <w:listItem w:displayText="Document version 009" w:value="Document version 009"/>
          <w:listItem w:displayText="Document version 010" w:value="Document version 010"/>
          <w:listItem w:displayText="Document version 011" w:value="Document version 011"/>
          <w:listItem w:displayText="Document version 012" w:value="Document version 012"/>
        </w:comboBox>
      </w:sdtPr>
      <w:sdtEndPr/>
      <w:sdtContent>
        <w:r w:rsidR="00E434CB">
          <w:rPr>
            <w:noProof/>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039D" w14:textId="77777777" w:rsidR="00E434CB" w:rsidRPr="00CB01F8" w:rsidRDefault="00E434CB" w:rsidP="00CB01F8">
    <w:pPr>
      <w:pStyle w:val="Footer"/>
      <w:pBdr>
        <w:top w:val="none" w:sz="0" w:space="0" w:color="auto"/>
      </w:pBdr>
      <w:spacing w:after="840"/>
      <w:ind w:left="1418"/>
      <w:rPr>
        <w:b/>
        <w:szCs w:val="20"/>
        <w:lang w:eastAsia="en-AU"/>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alias w:val="Even page footer"/>
      <w:tag w:val="Even page footer"/>
      <w:id w:val="-491488028"/>
      <w:lock w:val="sdtLocked"/>
      <w:placeholder>
        <w:docPart w:val="0F69AF680D364C1BB098D6600BFE2290"/>
      </w:placeholder>
    </w:sdtPr>
    <w:sdtEndPr>
      <w:rPr>
        <w:rStyle w:val="DefaultParagraphFont"/>
      </w:rPr>
    </w:sdtEndPr>
    <w:sdtContent>
      <w:p w14:paraId="06E82E7B" w14:textId="1DF07E9A" w:rsidR="00E434CB" w:rsidRDefault="00E434CB" w:rsidP="00533875">
        <w:pPr>
          <w:pStyle w:val="Footer"/>
          <w:spacing w:before="400"/>
        </w:pPr>
        <w:r w:rsidRPr="00226B6E">
          <w:rPr>
            <w:rStyle w:val="PageNumber"/>
          </w:rPr>
          <w:fldChar w:fldCharType="begin"/>
        </w:r>
        <w:r w:rsidRPr="00226B6E">
          <w:rPr>
            <w:rStyle w:val="PageNumber"/>
          </w:rPr>
          <w:instrText xml:space="preserve"> PAGE  \* Arabic  \* MERGEFORMAT </w:instrText>
        </w:r>
        <w:r w:rsidRPr="00226B6E">
          <w:rPr>
            <w:rStyle w:val="PageNumber"/>
          </w:rPr>
          <w:fldChar w:fldCharType="separate"/>
        </w:r>
        <w:r>
          <w:rPr>
            <w:rStyle w:val="PageNumber"/>
            <w:noProof/>
          </w:rPr>
          <w:t>10</w:t>
        </w:r>
        <w:r w:rsidRPr="00226B6E">
          <w:rPr>
            <w:rStyle w:val="PageNumber"/>
          </w:rPr>
          <w:fldChar w:fldCharType="end"/>
        </w:r>
        <w:r w:rsidRPr="00226B6E">
          <w:rPr>
            <w:rStyle w:val="PageNumber"/>
          </w:rPr>
          <w:t xml:space="preserve"> of </w:t>
        </w:r>
        <w:r w:rsidRPr="00226B6E">
          <w:rPr>
            <w:rStyle w:val="PageNumber"/>
          </w:rPr>
          <w:fldChar w:fldCharType="begin"/>
        </w:r>
        <w:r w:rsidRPr="00226B6E">
          <w:rPr>
            <w:rStyle w:val="PageNumber"/>
          </w:rPr>
          <w:instrText xml:space="preserve"> NUMPAGES  \* Arabic  \* MERGEFORMAT </w:instrText>
        </w:r>
        <w:r w:rsidRPr="00226B6E">
          <w:rPr>
            <w:rStyle w:val="PageNumber"/>
          </w:rPr>
          <w:fldChar w:fldCharType="separate"/>
        </w:r>
        <w:r>
          <w:rPr>
            <w:rStyle w:val="PageNumber"/>
            <w:noProof/>
          </w:rPr>
          <w:t>10</w:t>
        </w:r>
        <w:r w:rsidRPr="00226B6E">
          <w:rPr>
            <w:rStyle w:val="PageNumber"/>
          </w:rPr>
          <w:fldChar w:fldCharType="end"/>
        </w:r>
        <w:r w:rsidRPr="00707F86">
          <w:rPr>
            <w:rStyle w:val="PageNumber"/>
          </w:rPr>
          <w:t xml:space="preserve"> </w:t>
        </w:r>
        <w:r>
          <w:rPr>
            <w:rStyle w:val="PageNumber"/>
          </w:rPr>
          <w:ptab w:relativeTo="margin" w:alignment="center" w:leader="none"/>
        </w:r>
        <w:r w:rsidRPr="001368BA">
          <w:rPr>
            <w:szCs w:val="16"/>
          </w:rPr>
          <w:t xml:space="preserve"> </w:t>
        </w:r>
        <w:sdt>
          <w:sdtPr>
            <w:rPr>
              <w:szCs w:val="16"/>
            </w:rPr>
            <w:alias w:val="Status"/>
            <w:tag w:val="DocStatus"/>
            <w:id w:val="-1621290609"/>
            <w:lock w:val="sdtLocked"/>
            <w:placeholder>
              <w:docPart w:val="1BE5CCB7B7B546E5A40DB96B08348E01"/>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6F3745">
              <w:rPr>
                <w:szCs w:val="16"/>
              </w:rPr>
              <w:t>Approved</w:t>
            </w:r>
          </w:sdtContent>
        </w:sdt>
        <w:r w:rsidRPr="001368BA">
          <w:rPr>
            <w:szCs w:val="16"/>
          </w:rPr>
          <w:t xml:space="preserve"> </w:t>
        </w:r>
        <w:sdt>
          <w:sdtPr>
            <w:rPr>
              <w:szCs w:val="16"/>
            </w:rPr>
            <w:alias w:val="Audience"/>
            <w:tag w:val="Audience"/>
            <w:id w:val="-742412797"/>
            <w:lock w:val="sdtLocked"/>
            <w:placeholder>
              <w:docPart w:val="BB0F7D05ECBF4E54853030DC2353E779"/>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257ADF">
              <w:rPr>
                <w:szCs w:val="16"/>
              </w:rPr>
              <w:t>for external</w:t>
            </w:r>
          </w:sdtContent>
        </w:sdt>
        <w:r w:rsidRPr="001368BA">
          <w:rPr>
            <w:szCs w:val="16"/>
          </w:rPr>
          <w:t xml:space="preserve"> </w:t>
        </w:r>
        <w:sdt>
          <w:sdtPr>
            <w:rPr>
              <w:szCs w:val="16"/>
            </w:rPr>
            <w:alias w:val="Intended use of approved document"/>
            <w:tag w:val="IntendedUse"/>
            <w:id w:val="454061892"/>
            <w:lock w:val="sdtLocked"/>
            <w:placeholder>
              <w:docPart w:val="48934FA6A6284876B73C52C473A16AA1"/>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257ADF">
              <w:rPr>
                <w:szCs w:val="16"/>
              </w:rPr>
              <w:t>use</w:t>
            </w:r>
          </w:sdtContent>
        </w:sdt>
        <w:r w:rsidRPr="001368BA">
          <w:rPr>
            <w:szCs w:val="16"/>
            <w:lang w:eastAsia="en-AU"/>
          </w:rPr>
          <w:t xml:space="preserve"> </w:t>
        </w:r>
        <w:r>
          <w:rPr>
            <w:rStyle w:val="PageNumber"/>
          </w:rPr>
          <w:ptab w:relativeTo="margin" w:alignment="right" w:leader="none"/>
        </w:r>
        <w:r>
          <w:t xml:space="preserve"> </w:t>
        </w:r>
        <w:customXmlDelRangeStart w:id="23" w:author="Peter Ohlmus" w:date="2024-07-01T11:03:00Z"/>
        <w:sdt>
          <w:sdtPr>
            <w:rPr>
              <w:noProof/>
            </w:rPr>
            <w:alias w:val="Date Of Approval"/>
            <w:tag w:val="DateOfApproval"/>
            <w:id w:val="776608803"/>
            <w:lock w:val="sdtLocked"/>
            <w:placeholder>
              <w:docPart w:val="D542FA9BD163471CA3EDF8221C7FEFFF"/>
            </w:placeholder>
            <w:showingPlcHdr/>
            <w:dataBinding w:xpath="/root[1]/dateOfApproval[1]" w:storeItemID="{E2F2F3AA-4CD9-4DBD-A736-CDA785365897}"/>
            <w:date w:fullDate="2021-06-30T00:00:00Z">
              <w:dateFormat w:val="d MMMM yyyy"/>
              <w:lid w:val="en-AU"/>
              <w:storeMappedDataAs w:val="dateTime"/>
              <w:calendar w:val="gregorian"/>
            </w:date>
          </w:sdtPr>
          <w:sdtEndPr/>
          <w:sdtContent>
            <w:customXmlDelRangeEnd w:id="23"/>
            <w:r w:rsidR="006E03D5" w:rsidRPr="00061AD2">
              <w:rPr>
                <w:rStyle w:val="PlaceholderText"/>
                <w:szCs w:val="16"/>
              </w:rPr>
              <w:t>[To be approved]</w:t>
            </w:r>
            <w:customXmlDelRangeStart w:id="24" w:author="Peter Ohlmus" w:date="2024-07-01T11:03:00Z"/>
          </w:sdtContent>
        </w:sdt>
        <w:customXmlDelRangeEnd w:id="24"/>
        <w:sdt>
          <w:sdtPr>
            <w:rPr>
              <w:noProof/>
            </w:rPr>
            <w:alias w:val="Date Of Approval"/>
            <w:tag w:val="DateOfApproval"/>
            <w:id w:val="-727447659"/>
            <w:lock w:val="sdtLocked"/>
            <w:placeholder>
              <w:docPart w:val="4536FB3E227D4519983766EFF43E419B"/>
            </w:placeholder>
            <w:dataBinding w:xpath="/root[1]/dateOfApproval[1]" w:storeItemID="{E2F2F3AA-4CD9-4DBD-A736-CDA785365897}"/>
            <w:date w:fullDate="2025-11-26T00:00:00Z">
              <w:dateFormat w:val="d MMMM yyyy"/>
              <w:lid w:val="en-AU"/>
              <w:storeMappedDataAs w:val="dateTime"/>
              <w:calendar w:val="gregorian"/>
            </w:date>
          </w:sdtPr>
          <w:sdtEndPr/>
          <w:sdtContent>
            <w:r w:rsidR="006F3745">
              <w:rPr>
                <w:noProof/>
              </w:rPr>
              <w:t>26 November 2025</w:t>
            </w:r>
          </w:sdtContent>
        </w:sdt>
      </w:p>
      <w:p w14:paraId="144BD89D" w14:textId="1D412984" w:rsidR="00E434CB" w:rsidRDefault="006F3745" w:rsidP="00BB7D54">
        <w:pPr>
          <w:pStyle w:val="Footer"/>
        </w:pPr>
        <w:sdt>
          <w:sdtPr>
            <w:rPr>
              <w:noProof/>
            </w:rPr>
            <w:alias w:val="Draft version number"/>
            <w:tag w:val="DocumentVersionNumber"/>
            <w:id w:val="699126603"/>
            <w:lock w:val="sdtLocked"/>
            <w:placeholder>
              <w:docPart w:val="2A8A4D91280E4741B69830D8B927B27B"/>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E434CB">
              <w:rPr>
                <w:noProof/>
              </w:rPr>
              <w:t xml:space="preserve"> </w:t>
            </w:r>
          </w:sdtContent>
        </w:sdt>
        <w:r w:rsidR="00E434CB">
          <w:rPr>
            <w:noProof/>
          </w:rPr>
          <w:t xml:space="preserve"> </w:t>
        </w:r>
        <w:r w:rsidR="00E434CB">
          <w:rPr>
            <w:noProof/>
          </w:rPr>
          <w:ptab w:relativeTo="margin" w:alignment="right" w:leader="none"/>
        </w:r>
        <w:r w:rsidR="00E434CB" w:rsidRPr="00D5549F">
          <w:rPr>
            <w:szCs w:val="16"/>
          </w:rPr>
          <w:t xml:space="preserve"> </w:t>
        </w:r>
        <w:sdt>
          <w:sdtPr>
            <w:rPr>
              <w:szCs w:val="16"/>
            </w:rPr>
            <w:alias w:val="Document identifier"/>
            <w:tag w:val="DocumentID"/>
            <w:id w:val="1558743252"/>
            <w:lock w:val="sdtLocked"/>
            <w:placeholder>
              <w:docPart w:val="50E324BEFDA24E78B39DECD42EFC6F18"/>
            </w:placeholder>
            <w:dataBinding w:xpath="/root[1]/DocumentID[1]" w:storeItemID="{E2F2F3AA-4CD9-4DBD-A736-CDA785365897}"/>
            <w:text/>
          </w:sdtPr>
          <w:sdtEndPr/>
          <w:sdtContent>
            <w:r w:rsidR="00E36F94">
              <w:rPr>
                <w:szCs w:val="16"/>
              </w:rPr>
              <w:t>DH-4202:2025</w:t>
            </w:r>
          </w:sdtContent>
        </w:sdt>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rPr>
      <w:alias w:val="Odd page footer"/>
      <w:tag w:val="Odd page footer"/>
      <w:id w:val="-2026004554"/>
      <w:lock w:val="sdtLocked"/>
      <w:placeholder>
        <w:docPart w:val="9F2109AC8516447B936FC134B7240124"/>
      </w:placeholder>
    </w:sdtPr>
    <w:sdtEndPr/>
    <w:sdtContent>
      <w:p w14:paraId="6D350568" w14:textId="0A66EBB0" w:rsidR="00E434CB" w:rsidRDefault="006F3745" w:rsidP="00533875">
        <w:pPr>
          <w:pStyle w:val="Footer"/>
          <w:tabs>
            <w:tab w:val="clear" w:pos="4820"/>
            <w:tab w:val="clear" w:pos="9639"/>
          </w:tabs>
          <w:spacing w:before="400"/>
          <w:rPr>
            <w:bCs/>
            <w:noProof/>
            <w:lang w:val="en-US"/>
          </w:rPr>
        </w:pPr>
        <w:r>
          <w:rPr>
            <w:noProof/>
          </w:rPr>
          <w:t xml:space="preserve">26 </w:t>
        </w:r>
        <w:r w:rsidR="0071362B">
          <w:rPr>
            <w:noProof/>
          </w:rPr>
          <w:t>Nov</w:t>
        </w:r>
        <w:r>
          <w:rPr>
            <w:noProof/>
          </w:rPr>
          <w:t>ember</w:t>
        </w:r>
        <w:r w:rsidR="00A76719">
          <w:rPr>
            <w:noProof/>
          </w:rPr>
          <w:t xml:space="preserve"> </w:t>
        </w:r>
        <w:r w:rsidR="00B52FB1">
          <w:rPr>
            <w:noProof/>
          </w:rPr>
          <w:t>2025</w:t>
        </w:r>
        <w:r w:rsidR="00E434CB">
          <w:rPr>
            <w:rStyle w:val="PageNumber"/>
          </w:rPr>
          <w:ptab w:relativeTo="margin" w:alignment="center" w:leader="none"/>
        </w:r>
        <w:r w:rsidR="00E434CB" w:rsidRPr="001368BA">
          <w:rPr>
            <w:szCs w:val="16"/>
          </w:rPr>
          <w:t xml:space="preserve"> </w:t>
        </w:r>
        <w:sdt>
          <w:sdtPr>
            <w:rPr>
              <w:szCs w:val="16"/>
            </w:rPr>
            <w:alias w:val="Status"/>
            <w:tag w:val="DocStatus"/>
            <w:id w:val="-1719122769"/>
            <w:placeholder>
              <w:docPart w:val="7BE633EBAC5046CE8814ED8E630306BD"/>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00E434CB" w:rsidRPr="001368BA">
          <w:rPr>
            <w:szCs w:val="16"/>
          </w:rPr>
          <w:t xml:space="preserve"> </w:t>
        </w:r>
        <w:sdt>
          <w:sdtPr>
            <w:rPr>
              <w:szCs w:val="16"/>
            </w:rPr>
            <w:alias w:val="Audience"/>
            <w:tag w:val="Audience"/>
            <w:id w:val="893857287"/>
            <w:lock w:val="sdtLocked"/>
            <w:placeholder>
              <w:docPart w:val="D57B5A770F004655972BD8B1DF277C0C"/>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257ADF">
              <w:rPr>
                <w:szCs w:val="16"/>
              </w:rPr>
              <w:t>for external</w:t>
            </w:r>
          </w:sdtContent>
        </w:sdt>
        <w:r w:rsidR="00E434CB" w:rsidRPr="001368BA">
          <w:rPr>
            <w:szCs w:val="16"/>
          </w:rPr>
          <w:t xml:space="preserve"> </w:t>
        </w:r>
        <w:sdt>
          <w:sdtPr>
            <w:rPr>
              <w:szCs w:val="16"/>
            </w:rPr>
            <w:alias w:val="Intended use of approved document"/>
            <w:tag w:val="IntendedUse"/>
            <w:id w:val="217714211"/>
            <w:lock w:val="sdtLocked"/>
            <w:placeholder>
              <w:docPart w:val="C4D73CC9DDFE4CF98552B1DB9F0922C5"/>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257ADF">
              <w:rPr>
                <w:szCs w:val="16"/>
              </w:rPr>
              <w:t>use</w:t>
            </w:r>
          </w:sdtContent>
        </w:sdt>
        <w:r w:rsidR="00E434CB" w:rsidRPr="001368BA">
          <w:rPr>
            <w:szCs w:val="16"/>
            <w:lang w:eastAsia="en-AU"/>
          </w:rPr>
          <w:t xml:space="preserve"> </w:t>
        </w:r>
        <w:r w:rsidR="00E434CB">
          <w:rPr>
            <w:rStyle w:val="PageNumber"/>
          </w:rPr>
          <w:ptab w:relativeTo="margin" w:alignment="right" w:leader="none"/>
        </w:r>
        <w:r w:rsidR="00E434CB" w:rsidRPr="00226B6E">
          <w:rPr>
            <w:rStyle w:val="PageNumber"/>
          </w:rPr>
          <w:fldChar w:fldCharType="begin"/>
        </w:r>
        <w:r w:rsidR="00E434CB" w:rsidRPr="00226B6E">
          <w:rPr>
            <w:rStyle w:val="PageNumber"/>
          </w:rPr>
          <w:instrText xml:space="preserve"> PAGE  \* Arabic  \* MERGEFORMAT </w:instrText>
        </w:r>
        <w:r w:rsidR="00E434CB" w:rsidRPr="00226B6E">
          <w:rPr>
            <w:rStyle w:val="PageNumber"/>
          </w:rPr>
          <w:fldChar w:fldCharType="separate"/>
        </w:r>
        <w:r w:rsidR="00E434CB">
          <w:rPr>
            <w:rStyle w:val="PageNumber"/>
            <w:noProof/>
          </w:rPr>
          <w:t>9</w:t>
        </w:r>
        <w:r w:rsidR="00E434CB" w:rsidRPr="00226B6E">
          <w:rPr>
            <w:rStyle w:val="PageNumber"/>
          </w:rPr>
          <w:fldChar w:fldCharType="end"/>
        </w:r>
        <w:r w:rsidR="00E434CB" w:rsidRPr="00226B6E">
          <w:rPr>
            <w:rStyle w:val="PageNumber"/>
          </w:rPr>
          <w:t xml:space="preserve"> of </w:t>
        </w:r>
        <w:r w:rsidR="00E434CB" w:rsidRPr="00226B6E">
          <w:rPr>
            <w:rStyle w:val="PageNumber"/>
          </w:rPr>
          <w:fldChar w:fldCharType="begin"/>
        </w:r>
        <w:r w:rsidR="00E434CB" w:rsidRPr="00226B6E">
          <w:rPr>
            <w:rStyle w:val="PageNumber"/>
          </w:rPr>
          <w:instrText xml:space="preserve"> NUMPAGES  \* Arabic  \* MERGEFORMAT </w:instrText>
        </w:r>
        <w:r w:rsidR="00E434CB" w:rsidRPr="00226B6E">
          <w:rPr>
            <w:rStyle w:val="PageNumber"/>
          </w:rPr>
          <w:fldChar w:fldCharType="separate"/>
        </w:r>
        <w:r w:rsidR="00E434CB">
          <w:rPr>
            <w:rStyle w:val="PageNumber"/>
            <w:noProof/>
          </w:rPr>
          <w:t>10</w:t>
        </w:r>
        <w:r w:rsidR="00E434CB" w:rsidRPr="00226B6E">
          <w:rPr>
            <w:rStyle w:val="PageNumber"/>
          </w:rPr>
          <w:fldChar w:fldCharType="end"/>
        </w:r>
      </w:p>
      <w:p w14:paraId="261D5D9F" w14:textId="0E5230C2" w:rsidR="00E434CB" w:rsidRDefault="006F3745" w:rsidP="00BB7D54">
        <w:pPr>
          <w:pStyle w:val="Footer"/>
          <w:tabs>
            <w:tab w:val="clear" w:pos="4820"/>
            <w:tab w:val="clear" w:pos="9639"/>
          </w:tabs>
        </w:pPr>
        <w:sdt>
          <w:sdtPr>
            <w:rPr>
              <w:szCs w:val="16"/>
            </w:rPr>
            <w:alias w:val="Document identifier"/>
            <w:tag w:val="DocumentID"/>
            <w:id w:val="-1846627821"/>
            <w:lock w:val="sdtLocked"/>
            <w:placeholder>
              <w:docPart w:val="6E84EF9B8E284EC58402ABB6C8E9194B"/>
            </w:placeholder>
            <w:dataBinding w:xpath="/root[1]/DocumentID[1]" w:storeItemID="{E2F2F3AA-4CD9-4DBD-A736-CDA785365897}"/>
            <w:text/>
          </w:sdtPr>
          <w:sdtEndPr/>
          <w:sdtContent>
            <w:r w:rsidR="00E36F94">
              <w:rPr>
                <w:szCs w:val="16"/>
              </w:rPr>
              <w:t>DH-4202:2025</w:t>
            </w:r>
          </w:sdtContent>
        </w:sdt>
        <w:r w:rsidR="00E434CB">
          <w:rPr>
            <w:bCs/>
            <w:noProof/>
            <w:lang w:val="en-US"/>
          </w:rPr>
          <w:t xml:space="preserve"> </w:t>
        </w:r>
        <w:r w:rsidR="00E434CB">
          <w:rPr>
            <w:bCs/>
            <w:noProof/>
            <w:lang w:val="en-US"/>
          </w:rPr>
          <w:ptab w:relativeTo="margin" w:alignment="right" w:leader="none"/>
        </w:r>
        <w:sdt>
          <w:sdtPr>
            <w:rPr>
              <w:noProof/>
            </w:rPr>
            <w:alias w:val="Draft version number"/>
            <w:tag w:val="DocumentVersionNumber"/>
            <w:id w:val="-1359427814"/>
            <w:lock w:val="sdtLocked"/>
            <w:placeholder>
              <w:docPart w:val="18D29FE2147C4557AC48B36F0AECC526"/>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E434CB">
              <w:rPr>
                <w:noProof/>
              </w:rPr>
              <w:t xml:space="preserve"> </w:t>
            </w:r>
          </w:sdtContent>
        </w:sdt>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F0A72" w14:textId="2FA7BD05" w:rsidR="00E434CB" w:rsidRPr="00902D47" w:rsidRDefault="00E434CB" w:rsidP="00422C07">
    <w:pPr>
      <w:pStyle w:val="Footer"/>
      <w:tabs>
        <w:tab w:val="clear" w:pos="9639"/>
        <w:tab w:val="right" w:pos="14601"/>
      </w:tabs>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r>
      <w:rPr>
        <w:rStyle w:val="PageNumber"/>
      </w:rPr>
      <w:t xml:space="preserve"> of </w:t>
    </w:r>
    <w:r>
      <w:rPr>
        <w:rStyle w:val="PageNumber"/>
      </w:rPr>
      <w:fldChar w:fldCharType="begin"/>
    </w:r>
    <w:r>
      <w:rPr>
        <w:rStyle w:val="PageNumber"/>
      </w:rPr>
      <w:instrText xml:space="preserve"> DOCPROPERTY  Pages  \* MERGEFORMAT </w:instrText>
    </w:r>
    <w:r>
      <w:rPr>
        <w:rStyle w:val="PageNumber"/>
      </w:rPr>
      <w:fldChar w:fldCharType="separate"/>
    </w:r>
    <w:r w:rsidR="0010662E">
      <w:rPr>
        <w:rStyle w:val="PageNumber"/>
      </w:rPr>
      <w:t>37</w:t>
    </w:r>
    <w:r>
      <w:rPr>
        <w:rStyle w:val="PageNumber"/>
      </w:rPr>
      <w:fldChar w:fldCharType="end"/>
    </w:r>
    <w:r>
      <w:rPr>
        <w:rStyle w:val="PageNumber"/>
      </w:rPr>
      <w:tab/>
    </w:r>
    <w:r>
      <w:rPr>
        <w:rStyle w:val="PageNumber"/>
      </w:rPr>
      <w:tab/>
      <w:t xml:space="preserve">Version </w:t>
    </w:r>
    <w:r>
      <w:rPr>
        <w:rStyle w:val="PageNumber"/>
      </w:rPr>
      <w:fldChar w:fldCharType="begin"/>
    </w:r>
    <w:r>
      <w:rPr>
        <w:rStyle w:val="PageNumber"/>
      </w:rPr>
      <w:instrText xml:space="preserve"> DOCPROPERTY  Version </w:instrText>
    </w:r>
    <w:r>
      <w:rPr>
        <w:rStyle w:val="PageNumber"/>
      </w:rPr>
      <w:fldChar w:fldCharType="separate"/>
    </w:r>
    <w:r w:rsidR="0010662E">
      <w:rPr>
        <w:rStyle w:val="PageNumber"/>
        <w:b/>
        <w:bCs/>
        <w:lang w:val="en-US"/>
      </w:rPr>
      <w:t>Error! Unknown document property name.</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87979" w14:textId="77777777" w:rsidR="00014E27" w:rsidRDefault="00014E27" w:rsidP="00EB0B3D">
      <w:pPr>
        <w:spacing w:after="0"/>
      </w:pPr>
      <w:r>
        <w:separator/>
      </w:r>
    </w:p>
  </w:footnote>
  <w:footnote w:type="continuationSeparator" w:id="0">
    <w:p w14:paraId="2C51C282" w14:textId="77777777" w:rsidR="00014E27" w:rsidRDefault="00014E27" w:rsidP="00761525">
      <w:pPr>
        <w:spacing w:after="0"/>
      </w:pPr>
      <w:r>
        <w:continuationSeparator/>
      </w:r>
    </w:p>
    <w:p w14:paraId="579FD163" w14:textId="77777777" w:rsidR="00014E27" w:rsidRDefault="00014E27"/>
    <w:p w14:paraId="2930ACD7" w14:textId="77777777" w:rsidR="00014E27" w:rsidRDefault="00014E27"/>
  </w:footnote>
  <w:footnote w:type="continuationNotice" w:id="1">
    <w:p w14:paraId="43524538" w14:textId="77777777" w:rsidR="00014E27" w:rsidRDefault="00014E2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FB8CA" w14:textId="77777777" w:rsidR="00E434CB" w:rsidRDefault="00E434CB" w:rsidP="0017200D">
    <w:pPr>
      <w:pStyle w:val="Header"/>
      <w:pBdr>
        <w:bottom w:val="none" w:sz="0" w:space="0" w:color="auto"/>
      </w:pBdr>
    </w:pPr>
    <w:r w:rsidRPr="00B17B77">
      <w:rPr>
        <w:noProof/>
        <w:lang w:eastAsia="en-AU"/>
      </w:rPr>
      <w:drawing>
        <wp:anchor distT="0" distB="0" distL="114300" distR="114300" simplePos="0" relativeHeight="251658240" behindDoc="1" locked="1" layoutInCell="1" allowOverlap="1" wp14:anchorId="7F32C8F4" wp14:editId="5A543DB6">
          <wp:simplePos x="0" y="0"/>
          <wp:positionH relativeFrom="page">
            <wp:posOffset>720090</wp:posOffset>
          </wp:positionH>
          <wp:positionV relativeFrom="page">
            <wp:posOffset>1871980</wp:posOffset>
          </wp:positionV>
          <wp:extent cx="6120000" cy="54000"/>
          <wp:effectExtent l="0" t="0" r="0" b="3175"/>
          <wp:wrapNone/>
          <wp:docPr id="56306448" name="Picture 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9C39" w14:textId="01B67D1B" w:rsidR="00E434CB" w:rsidRDefault="006F3745" w:rsidP="006E1413">
    <w:pPr>
      <w:pStyle w:val="Header"/>
      <w:tabs>
        <w:tab w:val="clear" w:pos="9639"/>
      </w:tabs>
    </w:pPr>
    <w:sdt>
      <w:sdtPr>
        <w:alias w:val="Subject"/>
        <w:tag w:val=""/>
        <w:id w:val="-107749806"/>
        <w:lock w:val="sdtLocked"/>
        <w:placeholder>
          <w:docPart w:val="D918F21E8CB24012A8D439FFD44ACBC3"/>
        </w:placeholder>
        <w:dataBinding w:prefixMappings="xmlns:ns0='http://purl.org/dc/elements/1.1/' xmlns:ns1='http://schemas.openxmlformats.org/package/2006/metadata/core-properties' " w:xpath="/ns1:coreProperties[1]/ns0:subject[1]" w:storeItemID="{6C3C8BC8-F283-45AE-878A-BAB7291924A1}"/>
        <w:text/>
      </w:sdtPr>
      <w:sdtEndPr/>
      <w:sdtContent>
        <w:r w:rsidR="00D810FC">
          <w:t>Healthcare Identifiers Service</w:t>
        </w:r>
      </w:sdtContent>
    </w:sdt>
    <w:r w:rsidR="00E434CB">
      <w:ptab w:relativeTo="margin" w:alignment="right" w:leader="none"/>
    </w:r>
    <w:r w:rsidR="00E434CB">
      <w:br/>
    </w:r>
    <w:sdt>
      <w:sdtPr>
        <w:alias w:val="Title"/>
        <w:tag w:val=""/>
        <w:id w:val="1547647720"/>
        <w:lock w:val="sdtLocked"/>
        <w:placeholder>
          <w:docPart w:val="7219254D988D49D0B4324166B411823F"/>
        </w:placeholder>
        <w:dataBinding w:prefixMappings="xmlns:ns0='http://purl.org/dc/elements/1.1/' xmlns:ns1='http://schemas.openxmlformats.org/package/2006/metadata/core-properties' " w:xpath="/ns1:coreProperties[1]/ns0:title[1]" w:storeItemID="{6C3C8BC8-F283-45AE-878A-BAB7291924A1}"/>
        <w:text/>
      </w:sdtPr>
      <w:sdtEndPr/>
      <w:sdtContent>
        <w:r w:rsidR="00D810FC">
          <w:t>Implementation Conformance Statement</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C4C8" w14:textId="77777777" w:rsidR="00E434CB" w:rsidRPr="003A60A1" w:rsidRDefault="00E434CB" w:rsidP="003A60A1">
    <w:r w:rsidRPr="00B17B77">
      <w:rPr>
        <w:noProof/>
      </w:rPr>
      <w:drawing>
        <wp:anchor distT="0" distB="0" distL="114300" distR="114300" simplePos="0" relativeHeight="251658242" behindDoc="1" locked="1" layoutInCell="1" allowOverlap="1" wp14:anchorId="6CD05FBB" wp14:editId="10F5895D">
          <wp:simplePos x="0" y="0"/>
          <wp:positionH relativeFrom="page">
            <wp:posOffset>720090</wp:posOffset>
          </wp:positionH>
          <wp:positionV relativeFrom="page">
            <wp:posOffset>1871980</wp:posOffset>
          </wp:positionV>
          <wp:extent cx="6120000" cy="57600"/>
          <wp:effectExtent l="0" t="0" r="0" b="0"/>
          <wp:wrapNone/>
          <wp:docPr id="163360415" name="Picture 1633604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7600"/>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58241" behindDoc="1" locked="1" layoutInCell="1" allowOverlap="1" wp14:anchorId="36A37526" wp14:editId="37D20DC5">
          <wp:simplePos x="0" y="0"/>
          <wp:positionH relativeFrom="page">
            <wp:posOffset>577215</wp:posOffset>
          </wp:positionH>
          <wp:positionV relativeFrom="page">
            <wp:posOffset>521970</wp:posOffset>
          </wp:positionV>
          <wp:extent cx="2951480" cy="589915"/>
          <wp:effectExtent l="0" t="0" r="1270" b="635"/>
          <wp:wrapNone/>
          <wp:docPr id="365247982"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D387C" w14:textId="77777777" w:rsidR="00E434CB" w:rsidRDefault="00E434CB" w:rsidP="00321D9B">
    <w:r w:rsidRPr="00B17B77">
      <w:rPr>
        <w:noProof/>
      </w:rPr>
      <w:drawing>
        <wp:anchor distT="0" distB="0" distL="114300" distR="114300" simplePos="0" relativeHeight="251658243" behindDoc="1" locked="1" layoutInCell="1" allowOverlap="1" wp14:anchorId="106705AD" wp14:editId="5B517FC9">
          <wp:simplePos x="0" y="0"/>
          <wp:positionH relativeFrom="page">
            <wp:posOffset>720090</wp:posOffset>
          </wp:positionH>
          <wp:positionV relativeFrom="page">
            <wp:posOffset>1871980</wp:posOffset>
          </wp:positionV>
          <wp:extent cx="6120000" cy="54000"/>
          <wp:effectExtent l="0" t="0" r="0" b="3175"/>
          <wp:wrapNone/>
          <wp:docPr id="1766955253" name="Picture 17669552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60BB2" w14:textId="77777777" w:rsidR="00E434CB" w:rsidRDefault="00E434CB" w:rsidP="0000550B">
    <w:pPr>
      <w:pStyle w:val="Header"/>
      <w:spacing w:before="220" w:after="600"/>
    </w:pPr>
    <w:r>
      <w:t>Australian Digital Health Agency</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EAC5C" w14:textId="3D9F5A29" w:rsidR="00E434CB" w:rsidRDefault="006F3745" w:rsidP="00296033">
    <w:pPr>
      <w:pStyle w:val="Header"/>
      <w:tabs>
        <w:tab w:val="clear" w:pos="9639"/>
      </w:tabs>
      <w:spacing w:after="360"/>
      <w:jc w:val="right"/>
    </w:pPr>
    <w:sdt>
      <w:sdtPr>
        <w:alias w:val="Subject"/>
        <w:tag w:val=""/>
        <w:id w:val="-1589534867"/>
        <w:lock w:val="sdtLocked"/>
        <w:placeholder>
          <w:docPart w:val="05711278A1854A8BBDCA57AE1AFA9C06"/>
        </w:placeholder>
        <w:dataBinding w:prefixMappings="xmlns:ns0='http://purl.org/dc/elements/1.1/' xmlns:ns1='http://schemas.openxmlformats.org/package/2006/metadata/core-properties' " w:xpath="/ns1:coreProperties[1]/ns0:subject[1]" w:storeItemID="{6C3C8BC8-F283-45AE-878A-BAB7291924A1}"/>
        <w:text/>
      </w:sdtPr>
      <w:sdtEndPr/>
      <w:sdtContent>
        <w:r w:rsidR="00D810FC">
          <w:t>Healthcare Identifiers Service</w:t>
        </w:r>
      </w:sdtContent>
    </w:sdt>
    <w:r w:rsidR="00E434CB">
      <w:br/>
    </w:r>
    <w:sdt>
      <w:sdtPr>
        <w:alias w:val="Title"/>
        <w:tag w:val=""/>
        <w:id w:val="-1984455661"/>
        <w:lock w:val="sdtLocked"/>
        <w:placeholder>
          <w:docPart w:val="5B748A6373C847A9919DB0F0419B36F1"/>
        </w:placeholder>
        <w:dataBinding w:prefixMappings="xmlns:ns0='http://purl.org/dc/elements/1.1/' xmlns:ns1='http://schemas.openxmlformats.org/package/2006/metadata/core-properties' " w:xpath="/ns1:coreProperties[1]/ns0:title[1]" w:storeItemID="{6C3C8BC8-F283-45AE-878A-BAB7291924A1}"/>
        <w:text/>
      </w:sdtPr>
      <w:sdtEndPr/>
      <w:sdtContent>
        <w:r w:rsidR="00D810FC">
          <w:t>Implementation Conformance Statement</w:t>
        </w:r>
      </w:sdtContent>
    </w:sdt>
    <w:r w:rsidR="0031195F">
      <w:t xml:space="preserve"> </w:t>
    </w:r>
    <w:sdt>
      <w:sdtPr>
        <w:alias w:val="Version (to be published)"/>
        <w:tag w:val="VersionPublished"/>
        <w:id w:val="-496806114"/>
        <w:lock w:val="sdtLocked"/>
        <w:placeholder>
          <w:docPart w:val="62711E91994A42899AFB4707FB1958CE"/>
        </w:placeholder>
        <w:dataBinding w:xpath="/root[1]/versionPublished[1]" w:storeItemID="{FE7B4EB5-E916-4A7E-BF8C-86E56810F32F}"/>
        <w:text/>
      </w:sdtPr>
      <w:sdtEndPr/>
      <w:sdtContent>
        <w:r w:rsidR="00B06961">
          <w:t>v5.0.1</w:t>
        </w:r>
      </w:sdtContent>
    </w:sdt>
    <w:r w:rsidR="00E434CB" w:rsidRPr="006C74B8">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E10D1" w14:textId="7175BA32" w:rsidR="00E434CB" w:rsidRPr="00902D47" w:rsidRDefault="0010662E" w:rsidP="00422C07">
    <w:pPr>
      <w:pStyle w:val="Header"/>
      <w:tabs>
        <w:tab w:val="clear" w:pos="9639"/>
        <w:tab w:val="center" w:pos="7230"/>
        <w:tab w:val="right" w:pos="14601"/>
      </w:tabs>
    </w:pPr>
    <w:r>
      <w:fldChar w:fldCharType="begin"/>
    </w:r>
    <w:r>
      <w:instrText>TITLE</w:instrText>
    </w:r>
    <w:r>
      <w:fldChar w:fldCharType="separate"/>
    </w:r>
    <w:r>
      <w:t>Implementation Conformance Statement</w:t>
    </w:r>
    <w:r>
      <w:fldChar w:fldCharType="end"/>
    </w:r>
    <w:r w:rsidR="00E434CB">
      <w:tab/>
    </w:r>
    <w:r w:rsidR="00E434CB">
      <w:tab/>
    </w:r>
    <w:r>
      <w:fldChar w:fldCharType="begin"/>
    </w:r>
    <w:r>
      <w:instrText>SUBJECT</w:instrText>
    </w:r>
    <w:r>
      <w:fldChar w:fldCharType="separate"/>
    </w:r>
    <w:r>
      <w:t>Healthcare Identifiers Service</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F5C67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F4A4E2"/>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6A6C395E"/>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F29284E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8"/>
    <w:multiLevelType w:val="singleLevel"/>
    <w:tmpl w:val="81E81CC8"/>
    <w:lvl w:ilvl="0">
      <w:start w:val="1"/>
      <w:numFmt w:val="decimal"/>
      <w:lvlText w:val="%1."/>
      <w:lvlJc w:val="left"/>
      <w:pPr>
        <w:tabs>
          <w:tab w:val="num" w:pos="360"/>
        </w:tabs>
        <w:ind w:left="360" w:hanging="360"/>
      </w:pPr>
    </w:lvl>
  </w:abstractNum>
  <w:abstractNum w:abstractNumId="5" w15:restartNumberingAfterBreak="0">
    <w:nsid w:val="031736DC"/>
    <w:multiLevelType w:val="multilevel"/>
    <w:tmpl w:val="1488FAF2"/>
    <w:numStyleLink w:val="AppendixList"/>
  </w:abstractNum>
  <w:abstractNum w:abstractNumId="6" w15:restartNumberingAfterBreak="0">
    <w:nsid w:val="05CF741B"/>
    <w:multiLevelType w:val="hybridMultilevel"/>
    <w:tmpl w:val="DE1A4A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08F30B2F"/>
    <w:multiLevelType w:val="multilevel"/>
    <w:tmpl w:val="7180C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CD02FD"/>
    <w:multiLevelType w:val="hybridMultilevel"/>
    <w:tmpl w:val="8BF4A8C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9" w15:restartNumberingAfterBreak="0">
    <w:nsid w:val="13137EE0"/>
    <w:multiLevelType w:val="multilevel"/>
    <w:tmpl w:val="A8F68A4C"/>
    <w:numStyleLink w:val="ListBullets"/>
  </w:abstractNum>
  <w:abstractNum w:abstractNumId="10" w15:restartNumberingAfterBreak="0">
    <w:nsid w:val="16987361"/>
    <w:multiLevelType w:val="hybridMultilevel"/>
    <w:tmpl w:val="211A5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B042C7F"/>
    <w:multiLevelType w:val="multilevel"/>
    <w:tmpl w:val="7A64F2EA"/>
    <w:styleLink w:val="Tablebullets"/>
    <w:lvl w:ilvl="0">
      <w:start w:val="1"/>
      <w:numFmt w:val="bullet"/>
      <w:pStyle w:val="Tablebullet"/>
      <w:lvlText w:val=""/>
      <w:lvlJc w:val="left"/>
      <w:pPr>
        <w:tabs>
          <w:tab w:val="num" w:pos="284"/>
        </w:tabs>
        <w:ind w:left="284" w:hanging="284"/>
      </w:pPr>
      <w:rPr>
        <w:rFonts w:ascii="Symbol" w:hAnsi="Symbol" w:hint="default"/>
        <w:color w:val="auto"/>
      </w:rPr>
    </w:lvl>
    <w:lvl w:ilvl="1">
      <w:start w:val="1"/>
      <w:numFmt w:val="bullet"/>
      <w:pStyle w:val="Tablebullet2"/>
      <w:lvlText w:val=""/>
      <w:lvlJc w:val="left"/>
      <w:pPr>
        <w:tabs>
          <w:tab w:val="num" w:pos="567"/>
        </w:tabs>
        <w:ind w:left="567" w:hanging="283"/>
      </w:pPr>
      <w:rPr>
        <w:rFonts w:ascii="Webdings" w:hAnsi="Webdings" w:hint="default"/>
        <w:color w:val="auto"/>
      </w:rPr>
    </w:lvl>
    <w:lvl w:ilvl="2">
      <w:start w:val="1"/>
      <w:numFmt w:val="bullet"/>
      <w:pStyle w:val="Tablebullet3"/>
      <w:lvlText w:val="-"/>
      <w:lvlJc w:val="left"/>
      <w:pPr>
        <w:tabs>
          <w:tab w:val="num" w:pos="851"/>
        </w:tabs>
        <w:ind w:left="851" w:hanging="284"/>
      </w:pPr>
      <w:rPr>
        <w:rFonts w:ascii="Verdana" w:hAnsi="Verdana" w:hint="default"/>
        <w:color w:val="auto"/>
      </w:rPr>
    </w:lvl>
    <w:lvl w:ilvl="3">
      <w:start w:val="1"/>
      <w:numFmt w:val="none"/>
      <w:lvlText w:val=""/>
      <w:lvlJc w:val="left"/>
      <w:pPr>
        <w:ind w:left="851" w:firstLine="0"/>
      </w:pPr>
      <w:rPr>
        <w:rFonts w:hint="default"/>
      </w:rPr>
    </w:lvl>
    <w:lvl w:ilvl="4">
      <w:start w:val="1"/>
      <w:numFmt w:val="none"/>
      <w:lvlText w:val=""/>
      <w:lvlJc w:val="left"/>
      <w:pPr>
        <w:tabs>
          <w:tab w:val="num" w:pos="851"/>
        </w:tabs>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12" w15:restartNumberingAfterBreak="0">
    <w:nsid w:val="225721D2"/>
    <w:multiLevelType w:val="multilevel"/>
    <w:tmpl w:val="C2885BDC"/>
    <w:lvl w:ilvl="0">
      <w:start w:val="1"/>
      <w:numFmt w:val="decimal"/>
      <w:pStyle w:val="ListNumber"/>
      <w:lvlText w:val="%1"/>
      <w:lvlJc w:val="left"/>
      <w:pPr>
        <w:tabs>
          <w:tab w:val="num" w:pos="1276"/>
        </w:tabs>
        <w:ind w:left="1276" w:hanging="425"/>
      </w:pPr>
      <w:rPr>
        <w:rFonts w:hint="default"/>
      </w:rPr>
    </w:lvl>
    <w:lvl w:ilvl="1">
      <w:start w:val="1"/>
      <w:numFmt w:val="lowerLetter"/>
      <w:pStyle w:val="ListNumber2"/>
      <w:lvlText w:val="%2"/>
      <w:lvlJc w:val="left"/>
      <w:pPr>
        <w:tabs>
          <w:tab w:val="num" w:pos="1701"/>
        </w:tabs>
        <w:ind w:left="1701" w:hanging="425"/>
      </w:pPr>
      <w:rPr>
        <w:rFonts w:hint="default"/>
      </w:rPr>
    </w:lvl>
    <w:lvl w:ilvl="2">
      <w:start w:val="1"/>
      <w:numFmt w:val="lowerRoman"/>
      <w:pStyle w:val="ListNumber3"/>
      <w:lvlText w:val="%3"/>
      <w:lvlJc w:val="left"/>
      <w:pPr>
        <w:tabs>
          <w:tab w:val="num" w:pos="2126"/>
        </w:tabs>
        <w:ind w:left="2126" w:hanging="425"/>
      </w:pPr>
      <w:rPr>
        <w:rFonts w:hint="default"/>
      </w:rPr>
    </w:lvl>
    <w:lvl w:ilvl="3">
      <w:start w:val="1"/>
      <w:numFmt w:val="none"/>
      <w:lvlText w:val=""/>
      <w:lvlJc w:val="left"/>
      <w:pPr>
        <w:tabs>
          <w:tab w:val="num" w:pos="2409"/>
        </w:tabs>
        <w:ind w:left="0" w:firstLine="2126"/>
      </w:pPr>
      <w:rPr>
        <w:rFonts w:hint="default"/>
      </w:rPr>
    </w:lvl>
    <w:lvl w:ilvl="4">
      <w:start w:val="1"/>
      <w:numFmt w:val="none"/>
      <w:suff w:val="nothing"/>
      <w:lvlText w:val=""/>
      <w:lvlJc w:val="left"/>
      <w:pPr>
        <w:ind w:left="0" w:firstLine="2126"/>
      </w:pPr>
      <w:rPr>
        <w:rFonts w:hint="default"/>
      </w:rPr>
    </w:lvl>
    <w:lvl w:ilvl="5">
      <w:start w:val="1"/>
      <w:numFmt w:val="none"/>
      <w:suff w:val="nothing"/>
      <w:lvlText w:val=""/>
      <w:lvlJc w:val="left"/>
      <w:pPr>
        <w:ind w:left="0" w:firstLine="2126"/>
      </w:pPr>
      <w:rPr>
        <w:rFonts w:hint="default"/>
      </w:rPr>
    </w:lvl>
    <w:lvl w:ilvl="6">
      <w:start w:val="1"/>
      <w:numFmt w:val="none"/>
      <w:suff w:val="nothing"/>
      <w:lvlText w:val=""/>
      <w:lvlJc w:val="left"/>
      <w:pPr>
        <w:ind w:left="0" w:firstLine="2126"/>
      </w:pPr>
      <w:rPr>
        <w:rFonts w:hint="default"/>
      </w:rPr>
    </w:lvl>
    <w:lvl w:ilvl="7">
      <w:start w:val="1"/>
      <w:numFmt w:val="none"/>
      <w:suff w:val="nothing"/>
      <w:lvlText w:val=""/>
      <w:lvlJc w:val="left"/>
      <w:pPr>
        <w:ind w:left="0" w:firstLine="2126"/>
      </w:pPr>
      <w:rPr>
        <w:rFonts w:hint="default"/>
      </w:rPr>
    </w:lvl>
    <w:lvl w:ilvl="8">
      <w:start w:val="1"/>
      <w:numFmt w:val="none"/>
      <w:suff w:val="nothing"/>
      <w:lvlText w:val=""/>
      <w:lvlJc w:val="left"/>
      <w:pPr>
        <w:ind w:left="0" w:firstLine="2126"/>
      </w:pPr>
      <w:rPr>
        <w:rFonts w:hint="default"/>
      </w:rPr>
    </w:lvl>
  </w:abstractNum>
  <w:abstractNum w:abstractNumId="13" w15:restartNumberingAfterBreak="0">
    <w:nsid w:val="23720F84"/>
    <w:multiLevelType w:val="multilevel"/>
    <w:tmpl w:val="203E6050"/>
    <w:lvl w:ilvl="0">
      <w:start w:val="1"/>
      <w:numFmt w:val="none"/>
      <w:pStyle w:val="Headingunnumbered1"/>
      <w:suff w:val="nothing"/>
      <w:lvlText w:val=""/>
      <w:lvlJc w:val="left"/>
      <w:pPr>
        <w:ind w:left="0" w:firstLine="0"/>
      </w:pPr>
      <w:rPr>
        <w:rFonts w:hint="default"/>
      </w:rPr>
    </w:lvl>
    <w:lvl w:ilvl="1">
      <w:start w:val="1"/>
      <w:numFmt w:val="none"/>
      <w:pStyle w:val="Headingunnumbered2"/>
      <w:suff w:val="nothing"/>
      <w:lvlText w:val=""/>
      <w:lvlJc w:val="left"/>
      <w:pPr>
        <w:ind w:left="0" w:firstLine="0"/>
      </w:pPr>
      <w:rPr>
        <w:rFonts w:hint="default"/>
      </w:rPr>
    </w:lvl>
    <w:lvl w:ilvl="2">
      <w:start w:val="1"/>
      <w:numFmt w:val="none"/>
      <w:pStyle w:val="Headingunnumbered3"/>
      <w:suff w:val="nothing"/>
      <w:lvlText w:val=""/>
      <w:lvlJc w:val="left"/>
      <w:pPr>
        <w:ind w:left="0" w:firstLine="1134"/>
      </w:pPr>
      <w:rPr>
        <w:rFonts w:hint="default"/>
      </w:rPr>
    </w:lvl>
    <w:lvl w:ilvl="3">
      <w:start w:val="1"/>
      <w:numFmt w:val="none"/>
      <w:suff w:val="nothing"/>
      <w:lvlText w:val=""/>
      <w:lvlJc w:val="left"/>
      <w:pPr>
        <w:ind w:left="1134" w:firstLine="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4" w15:restartNumberingAfterBreak="0">
    <w:nsid w:val="25A559F3"/>
    <w:multiLevelType w:val="hybridMultilevel"/>
    <w:tmpl w:val="1FFC69C8"/>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5" w15:restartNumberingAfterBreak="0">
    <w:nsid w:val="2BBD3367"/>
    <w:multiLevelType w:val="multilevel"/>
    <w:tmpl w:val="855806D4"/>
    <w:lvl w:ilvl="0">
      <w:start w:val="1"/>
      <w:numFmt w:val="bullet"/>
      <w:pStyle w:val="ListBullet"/>
      <w:lvlText w:val=""/>
      <w:lvlJc w:val="left"/>
      <w:pPr>
        <w:tabs>
          <w:tab w:val="num" w:pos="1701"/>
        </w:tabs>
        <w:ind w:left="1701" w:hanging="425"/>
      </w:pPr>
      <w:rPr>
        <w:rFonts w:ascii="Symbol" w:hAnsi="Symbol" w:hint="default"/>
      </w:rPr>
    </w:lvl>
    <w:lvl w:ilvl="1">
      <w:start w:val="1"/>
      <w:numFmt w:val="bullet"/>
      <w:pStyle w:val="ListBullet2"/>
      <w:lvlText w:val="o"/>
      <w:lvlJc w:val="left"/>
      <w:pPr>
        <w:tabs>
          <w:tab w:val="num" w:pos="2126"/>
        </w:tabs>
        <w:ind w:left="2126" w:hanging="425"/>
      </w:pPr>
      <w:rPr>
        <w:rFonts w:ascii="Courier New" w:hAnsi="Courier New" w:hint="default"/>
      </w:rPr>
    </w:lvl>
    <w:lvl w:ilvl="2">
      <w:start w:val="1"/>
      <w:numFmt w:val="bullet"/>
      <w:pStyle w:val="ListBullet3"/>
      <w:lvlText w:val="–"/>
      <w:lvlJc w:val="left"/>
      <w:pPr>
        <w:tabs>
          <w:tab w:val="num" w:pos="1985"/>
        </w:tabs>
        <w:ind w:left="2552"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6" w15:restartNumberingAfterBreak="0">
    <w:nsid w:val="2D7F138C"/>
    <w:multiLevelType w:val="hybridMultilevel"/>
    <w:tmpl w:val="3D3EEE36"/>
    <w:lvl w:ilvl="0" w:tplc="0C090001">
      <w:start w:val="1"/>
      <w:numFmt w:val="bullet"/>
      <w:lvlText w:val=""/>
      <w:lvlJc w:val="left"/>
      <w:pPr>
        <w:ind w:left="1211" w:hanging="360"/>
      </w:pPr>
      <w:rPr>
        <w:rFonts w:ascii="Symbol" w:hAnsi="Symbol" w:hint="default"/>
      </w:rPr>
    </w:lvl>
    <w:lvl w:ilvl="1" w:tplc="0C090003">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7" w15:restartNumberingAfterBreak="0">
    <w:nsid w:val="33935453"/>
    <w:multiLevelType w:val="multilevel"/>
    <w:tmpl w:val="46B04F50"/>
    <w:lvl w:ilvl="0">
      <w:start w:val="1"/>
      <w:numFmt w:val="decimal"/>
      <w:lvlText w:val="%1"/>
      <w:lvlJc w:val="left"/>
      <w:pPr>
        <w:tabs>
          <w:tab w:val="num" w:pos="1559"/>
        </w:tabs>
        <w:ind w:left="1559" w:hanging="425"/>
      </w:pPr>
      <w:rPr>
        <w:rFonts w:hint="default"/>
      </w:rPr>
    </w:lvl>
    <w:lvl w:ilvl="1">
      <w:start w:val="1"/>
      <w:numFmt w:val="lowerLetter"/>
      <w:lvlText w:val="%2"/>
      <w:lvlJc w:val="left"/>
      <w:pPr>
        <w:tabs>
          <w:tab w:val="num" w:pos="1985"/>
        </w:tabs>
        <w:ind w:left="1984" w:hanging="425"/>
      </w:pPr>
      <w:rPr>
        <w:rFonts w:hint="default"/>
      </w:rPr>
    </w:lvl>
    <w:lvl w:ilvl="2">
      <w:start w:val="1"/>
      <w:numFmt w:val="lowerRoman"/>
      <w:lvlText w:val="%3"/>
      <w:lvlJc w:val="left"/>
      <w:pPr>
        <w:tabs>
          <w:tab w:val="num" w:pos="2410"/>
        </w:tabs>
        <w:ind w:left="2409" w:hanging="425"/>
      </w:pPr>
      <w:rPr>
        <w:rFonts w:hint="default"/>
      </w:rPr>
    </w:lvl>
    <w:lvl w:ilvl="3">
      <w:start w:val="1"/>
      <w:numFmt w:val="none"/>
      <w:lvlText w:val=""/>
      <w:lvlJc w:val="left"/>
      <w:pPr>
        <w:tabs>
          <w:tab w:val="num" w:pos="2409"/>
        </w:tabs>
        <w:ind w:left="0" w:firstLine="1134"/>
      </w:pPr>
      <w:rPr>
        <w:rFonts w:hint="default"/>
      </w:rPr>
    </w:lvl>
    <w:lvl w:ilvl="4">
      <w:start w:val="1"/>
      <w:numFmt w:val="none"/>
      <w:lvlText w:val=""/>
      <w:lvlJc w:val="left"/>
      <w:pPr>
        <w:tabs>
          <w:tab w:val="num" w:pos="2834"/>
        </w:tabs>
        <w:ind w:left="0" w:firstLine="1134"/>
      </w:pPr>
      <w:rPr>
        <w:rFonts w:hint="default"/>
      </w:rPr>
    </w:lvl>
    <w:lvl w:ilvl="5">
      <w:start w:val="1"/>
      <w:numFmt w:val="none"/>
      <w:lvlText w:val=""/>
      <w:lvlJc w:val="left"/>
      <w:pPr>
        <w:tabs>
          <w:tab w:val="num" w:pos="3259"/>
        </w:tabs>
        <w:ind w:left="0" w:firstLine="1134"/>
      </w:pPr>
      <w:rPr>
        <w:rFonts w:hint="default"/>
      </w:rPr>
    </w:lvl>
    <w:lvl w:ilvl="6">
      <w:start w:val="1"/>
      <w:numFmt w:val="none"/>
      <w:lvlText w:val=""/>
      <w:lvlJc w:val="left"/>
      <w:pPr>
        <w:tabs>
          <w:tab w:val="num" w:pos="3684"/>
        </w:tabs>
        <w:ind w:left="0" w:firstLine="1134"/>
      </w:pPr>
      <w:rPr>
        <w:rFonts w:hint="default"/>
      </w:rPr>
    </w:lvl>
    <w:lvl w:ilvl="7">
      <w:start w:val="1"/>
      <w:numFmt w:val="none"/>
      <w:lvlText w:val=""/>
      <w:lvlJc w:val="left"/>
      <w:pPr>
        <w:tabs>
          <w:tab w:val="num" w:pos="4109"/>
        </w:tabs>
        <w:ind w:left="0" w:firstLine="1134"/>
      </w:pPr>
      <w:rPr>
        <w:rFonts w:hint="default"/>
      </w:rPr>
    </w:lvl>
    <w:lvl w:ilvl="8">
      <w:start w:val="1"/>
      <w:numFmt w:val="none"/>
      <w:lvlText w:val=""/>
      <w:lvlJc w:val="left"/>
      <w:pPr>
        <w:tabs>
          <w:tab w:val="num" w:pos="4534"/>
        </w:tabs>
        <w:ind w:left="0" w:firstLine="1134"/>
      </w:pPr>
      <w:rPr>
        <w:rFonts w:hint="default"/>
      </w:rPr>
    </w:lvl>
  </w:abstractNum>
  <w:abstractNum w:abstractNumId="18" w15:restartNumberingAfterBreak="0">
    <w:nsid w:val="34ED24DE"/>
    <w:multiLevelType w:val="multilevel"/>
    <w:tmpl w:val="CF5697E8"/>
    <w:styleLink w:val="Tablenumber"/>
    <w:lvl w:ilvl="0">
      <w:start w:val="1"/>
      <w:numFmt w:val="decimal"/>
      <w:lvlText w:val="%1."/>
      <w:lvlJc w:val="left"/>
      <w:pPr>
        <w:tabs>
          <w:tab w:val="num" w:pos="284"/>
        </w:tabs>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9" w15:restartNumberingAfterBreak="0">
    <w:nsid w:val="35D6171B"/>
    <w:multiLevelType w:val="multilevel"/>
    <w:tmpl w:val="A8F68A4C"/>
    <w:styleLink w:val="ListBullets"/>
    <w:lvl w:ilvl="0">
      <w:start w:val="1"/>
      <w:numFmt w:val="bullet"/>
      <w:lvlText w:val=""/>
      <w:lvlJc w:val="left"/>
      <w:pPr>
        <w:tabs>
          <w:tab w:val="num" w:pos="1985"/>
        </w:tabs>
        <w:ind w:left="1985" w:hanging="709"/>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20" w15:restartNumberingAfterBreak="0">
    <w:nsid w:val="364F2023"/>
    <w:multiLevelType w:val="hybridMultilevel"/>
    <w:tmpl w:val="03425FB6"/>
    <w:lvl w:ilvl="0" w:tplc="00284E0E">
      <w:start w:val="5"/>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BB684C"/>
    <w:multiLevelType w:val="hybridMultilevel"/>
    <w:tmpl w:val="070CC864"/>
    <w:lvl w:ilvl="0" w:tplc="0C090001">
      <w:start w:val="1"/>
      <w:numFmt w:val="bullet"/>
      <w:lvlText w:val=""/>
      <w:lvlJc w:val="left"/>
      <w:pPr>
        <w:ind w:left="1854" w:hanging="360"/>
      </w:pPr>
      <w:rPr>
        <w:rFonts w:ascii="Symbol" w:hAnsi="Symbol" w:hint="default"/>
      </w:rPr>
    </w:lvl>
    <w:lvl w:ilvl="1" w:tplc="0C090003">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2" w15:restartNumberingAfterBreak="0">
    <w:nsid w:val="43740BAE"/>
    <w:multiLevelType w:val="hybridMultilevel"/>
    <w:tmpl w:val="6D9A0CDE"/>
    <w:lvl w:ilvl="0" w:tplc="0C090001">
      <w:start w:val="1"/>
      <w:numFmt w:val="bullet"/>
      <w:lvlText w:val=""/>
      <w:lvlJc w:val="left"/>
      <w:pPr>
        <w:ind w:left="2061" w:hanging="360"/>
      </w:pPr>
      <w:rPr>
        <w:rFonts w:ascii="Symbol" w:hAnsi="Symbol" w:hint="default"/>
      </w:rPr>
    </w:lvl>
    <w:lvl w:ilvl="1" w:tplc="0C090003">
      <w:start w:val="1"/>
      <w:numFmt w:val="bullet"/>
      <w:lvlText w:val="o"/>
      <w:lvlJc w:val="left"/>
      <w:pPr>
        <w:ind w:left="2781" w:hanging="360"/>
      </w:pPr>
      <w:rPr>
        <w:rFonts w:ascii="Courier New" w:hAnsi="Courier New" w:cs="Courier New" w:hint="default"/>
      </w:rPr>
    </w:lvl>
    <w:lvl w:ilvl="2" w:tplc="0C090005">
      <w:start w:val="1"/>
      <w:numFmt w:val="bullet"/>
      <w:lvlText w:val=""/>
      <w:lvlJc w:val="left"/>
      <w:pPr>
        <w:ind w:left="3501" w:hanging="360"/>
      </w:pPr>
      <w:rPr>
        <w:rFonts w:ascii="Wingdings" w:hAnsi="Wingdings" w:hint="default"/>
      </w:rPr>
    </w:lvl>
    <w:lvl w:ilvl="3" w:tplc="0C090001" w:tentative="1">
      <w:start w:val="1"/>
      <w:numFmt w:val="bullet"/>
      <w:lvlText w:val=""/>
      <w:lvlJc w:val="left"/>
      <w:pPr>
        <w:ind w:left="4221" w:hanging="360"/>
      </w:pPr>
      <w:rPr>
        <w:rFonts w:ascii="Symbol" w:hAnsi="Symbol" w:hint="default"/>
      </w:rPr>
    </w:lvl>
    <w:lvl w:ilvl="4" w:tplc="0C090003" w:tentative="1">
      <w:start w:val="1"/>
      <w:numFmt w:val="bullet"/>
      <w:lvlText w:val="o"/>
      <w:lvlJc w:val="left"/>
      <w:pPr>
        <w:ind w:left="4941" w:hanging="360"/>
      </w:pPr>
      <w:rPr>
        <w:rFonts w:ascii="Courier New" w:hAnsi="Courier New" w:cs="Courier New" w:hint="default"/>
      </w:rPr>
    </w:lvl>
    <w:lvl w:ilvl="5" w:tplc="0C090005" w:tentative="1">
      <w:start w:val="1"/>
      <w:numFmt w:val="bullet"/>
      <w:lvlText w:val=""/>
      <w:lvlJc w:val="left"/>
      <w:pPr>
        <w:ind w:left="5661" w:hanging="360"/>
      </w:pPr>
      <w:rPr>
        <w:rFonts w:ascii="Wingdings" w:hAnsi="Wingdings" w:hint="default"/>
      </w:rPr>
    </w:lvl>
    <w:lvl w:ilvl="6" w:tplc="0C090001" w:tentative="1">
      <w:start w:val="1"/>
      <w:numFmt w:val="bullet"/>
      <w:lvlText w:val=""/>
      <w:lvlJc w:val="left"/>
      <w:pPr>
        <w:ind w:left="6381" w:hanging="360"/>
      </w:pPr>
      <w:rPr>
        <w:rFonts w:ascii="Symbol" w:hAnsi="Symbol" w:hint="default"/>
      </w:rPr>
    </w:lvl>
    <w:lvl w:ilvl="7" w:tplc="0C090003" w:tentative="1">
      <w:start w:val="1"/>
      <w:numFmt w:val="bullet"/>
      <w:lvlText w:val="o"/>
      <w:lvlJc w:val="left"/>
      <w:pPr>
        <w:ind w:left="7101" w:hanging="360"/>
      </w:pPr>
      <w:rPr>
        <w:rFonts w:ascii="Courier New" w:hAnsi="Courier New" w:cs="Courier New" w:hint="default"/>
      </w:rPr>
    </w:lvl>
    <w:lvl w:ilvl="8" w:tplc="0C090005" w:tentative="1">
      <w:start w:val="1"/>
      <w:numFmt w:val="bullet"/>
      <w:lvlText w:val=""/>
      <w:lvlJc w:val="left"/>
      <w:pPr>
        <w:ind w:left="7821" w:hanging="360"/>
      </w:pPr>
      <w:rPr>
        <w:rFonts w:ascii="Wingdings" w:hAnsi="Wingdings" w:hint="default"/>
      </w:rPr>
    </w:lvl>
  </w:abstractNum>
  <w:abstractNum w:abstractNumId="23" w15:restartNumberingAfterBreak="0">
    <w:nsid w:val="47F377BB"/>
    <w:multiLevelType w:val="multilevel"/>
    <w:tmpl w:val="0E24E644"/>
    <w:styleLink w:val="HeadingsLongDocument"/>
    <w:lvl w:ilvl="0">
      <w:start w:val="1"/>
      <w:numFmt w:val="decimal"/>
      <w:lvlText w:val="%1"/>
      <w:lvlJc w:val="left"/>
      <w:pPr>
        <w:tabs>
          <w:tab w:val="num" w:pos="1134"/>
        </w:tabs>
        <w:ind w:left="1134" w:hanging="1134"/>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suff w:val="nothing"/>
      <w:lvlText w:val=""/>
      <w:lvlJc w:val="left"/>
      <w:pPr>
        <w:ind w:left="0" w:firstLine="1134"/>
      </w:pPr>
      <w:rPr>
        <w:rFonts w:hint="default"/>
        <w:b/>
      </w:rPr>
    </w:lvl>
    <w:lvl w:ilvl="5">
      <w:start w:val="1"/>
      <w:numFmt w:val="none"/>
      <w:suff w:val="nothing"/>
      <w:lvlText w:val=""/>
      <w:lvlJc w:val="left"/>
      <w:pPr>
        <w:ind w:left="0" w:firstLine="1134"/>
      </w:pPr>
      <w:rPr>
        <w:rFonts w:hint="default"/>
      </w:rPr>
    </w:lvl>
    <w:lvl w:ilvl="6">
      <w:start w:val="1"/>
      <w:numFmt w:val="none"/>
      <w:lvlText w:val=""/>
      <w:lvlJc w:val="left"/>
      <w:pPr>
        <w:ind w:left="0" w:firstLine="1134"/>
      </w:pPr>
      <w:rPr>
        <w:rFonts w:hint="default"/>
      </w:rPr>
    </w:lvl>
    <w:lvl w:ilvl="7">
      <w:start w:val="1"/>
      <w:numFmt w:val="none"/>
      <w:lvlText w:val=""/>
      <w:lvlJc w:val="left"/>
      <w:pPr>
        <w:ind w:left="0" w:firstLine="1134"/>
      </w:pPr>
      <w:rPr>
        <w:rFonts w:hint="default"/>
      </w:rPr>
    </w:lvl>
    <w:lvl w:ilvl="8">
      <w:start w:val="1"/>
      <w:numFmt w:val="none"/>
      <w:lvlText w:val=""/>
      <w:lvlJc w:val="left"/>
      <w:pPr>
        <w:ind w:left="0" w:firstLine="1134"/>
      </w:pPr>
      <w:rPr>
        <w:rFonts w:hint="default"/>
      </w:rPr>
    </w:lvl>
  </w:abstractNum>
  <w:abstractNum w:abstractNumId="24" w15:restartNumberingAfterBreak="0">
    <w:nsid w:val="4825713C"/>
    <w:multiLevelType w:val="multilevel"/>
    <w:tmpl w:val="1488FAF2"/>
    <w:styleLink w:val="AppendixList"/>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5" w15:restartNumberingAfterBreak="0">
    <w:nsid w:val="49475C79"/>
    <w:multiLevelType w:val="multilevel"/>
    <w:tmpl w:val="9C109D80"/>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15:restartNumberingAfterBreak="0">
    <w:nsid w:val="4F0659D9"/>
    <w:multiLevelType w:val="multilevel"/>
    <w:tmpl w:val="B79EC5B8"/>
    <w:lvl w:ilvl="0">
      <w:start w:val="1"/>
      <w:numFmt w:val="bullet"/>
      <w:lvlText w:val=""/>
      <w:lvlJc w:val="left"/>
      <w:pPr>
        <w:tabs>
          <w:tab w:val="num" w:pos="1985"/>
        </w:tabs>
        <w:ind w:left="1985" w:hanging="426"/>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27" w15:restartNumberingAfterBreak="0">
    <w:nsid w:val="5E66408D"/>
    <w:multiLevelType w:val="multilevel"/>
    <w:tmpl w:val="B79EC5B8"/>
    <w:styleLink w:val="Bullets"/>
    <w:lvl w:ilvl="0">
      <w:start w:val="1"/>
      <w:numFmt w:val="bullet"/>
      <w:lvlText w:val=""/>
      <w:lvlJc w:val="left"/>
      <w:pPr>
        <w:tabs>
          <w:tab w:val="num" w:pos="1985"/>
        </w:tabs>
        <w:ind w:left="1985" w:hanging="426"/>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28" w15:restartNumberingAfterBreak="0">
    <w:nsid w:val="600A1BE1"/>
    <w:multiLevelType w:val="hybridMultilevel"/>
    <w:tmpl w:val="3ABEDF5A"/>
    <w:lvl w:ilvl="0" w:tplc="7A1E33A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1885C6C"/>
    <w:multiLevelType w:val="multilevel"/>
    <w:tmpl w:val="C31ED570"/>
    <w:lvl w:ilvl="0">
      <w:start w:val="1"/>
      <w:numFmt w:val="upperLetter"/>
      <w:lvlText w:val="Appendix %1"/>
      <w:lvlJc w:val="left"/>
      <w:pPr>
        <w:tabs>
          <w:tab w:val="num" w:pos="3119"/>
        </w:tabs>
        <w:ind w:left="0" w:firstLine="0"/>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0" w15:restartNumberingAfterBreak="0">
    <w:nsid w:val="62103D7C"/>
    <w:multiLevelType w:val="hybridMultilevel"/>
    <w:tmpl w:val="EF2A9D6A"/>
    <w:lvl w:ilvl="0" w:tplc="0C090001">
      <w:start w:val="1"/>
      <w:numFmt w:val="bullet"/>
      <w:lvlText w:val=""/>
      <w:lvlJc w:val="left"/>
      <w:pPr>
        <w:ind w:left="1494" w:hanging="360"/>
      </w:pPr>
      <w:rPr>
        <w:rFonts w:ascii="Symbol" w:hAnsi="Symbol" w:hint="default"/>
      </w:rPr>
    </w:lvl>
    <w:lvl w:ilvl="1" w:tplc="0C090003">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31" w15:restartNumberingAfterBreak="0">
    <w:nsid w:val="64C51B51"/>
    <w:multiLevelType w:val="multilevel"/>
    <w:tmpl w:val="09AEBD5C"/>
    <w:lvl w:ilvl="0">
      <w:start w:val="1"/>
      <w:numFmt w:val="upperLetter"/>
      <w:pStyle w:val="Appendix1"/>
      <w:lvlText w:val="Appendix %1"/>
      <w:lvlJc w:val="left"/>
      <w:pPr>
        <w:tabs>
          <w:tab w:val="num" w:pos="1985"/>
        </w:tabs>
        <w:ind w:left="0" w:firstLine="0"/>
      </w:pPr>
      <w:rPr>
        <w:rFonts w:hint="default"/>
        <w:b/>
      </w:rPr>
    </w:lvl>
    <w:lvl w:ilvl="1">
      <w:start w:val="1"/>
      <w:numFmt w:val="decimal"/>
      <w:pStyle w:val="Appendix2"/>
      <w:lvlText w:val="%1.%2"/>
      <w:lvlJc w:val="left"/>
      <w:pPr>
        <w:tabs>
          <w:tab w:val="num" w:pos="851"/>
        </w:tabs>
        <w:ind w:left="851" w:hanging="851"/>
      </w:pPr>
      <w:rPr>
        <w:rFonts w:hint="default"/>
      </w:rPr>
    </w:lvl>
    <w:lvl w:ilvl="2">
      <w:start w:val="1"/>
      <w:numFmt w:val="decimal"/>
      <w:pStyle w:val="Appendix3"/>
      <w:lvlText w:val="%1.%2.%3"/>
      <w:lvlJc w:val="left"/>
      <w:pPr>
        <w:tabs>
          <w:tab w:val="num" w:pos="1985"/>
        </w:tabs>
        <w:ind w:left="1985" w:hanging="1134"/>
      </w:pPr>
      <w:rPr>
        <w:rFonts w:hint="default"/>
      </w:rPr>
    </w:lvl>
    <w:lvl w:ilvl="3">
      <w:start w:val="1"/>
      <w:numFmt w:val="decimal"/>
      <w:pStyle w:val="Appendix4"/>
      <w:lvlText w:val="%1.%2.%3.%4"/>
      <w:lvlJc w:val="left"/>
      <w:pPr>
        <w:tabs>
          <w:tab w:val="num" w:pos="1985"/>
        </w:tabs>
        <w:ind w:left="1985" w:hanging="113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2" w15:restartNumberingAfterBreak="0">
    <w:nsid w:val="6C2A4C3D"/>
    <w:multiLevelType w:val="multilevel"/>
    <w:tmpl w:val="3014F300"/>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lowerRoman"/>
      <w:pStyle w:val="Tablenumber3"/>
      <w:lvlText w:val="%3"/>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none"/>
      <w:suff w:val="nothing"/>
      <w:lvlText w:val=""/>
      <w:lvlJc w:val="left"/>
      <w:pPr>
        <w:ind w:left="1420" w:hanging="284"/>
      </w:pPr>
      <w:rPr>
        <w:rFonts w:hint="default"/>
      </w:rPr>
    </w:lvl>
    <w:lvl w:ilvl="5">
      <w:start w:val="1"/>
      <w:numFmt w:val="none"/>
      <w:suff w:val="nothing"/>
      <w:lvlText w:val=""/>
      <w:lvlJc w:val="left"/>
      <w:pPr>
        <w:ind w:left="1704" w:hanging="284"/>
      </w:pPr>
      <w:rPr>
        <w:rFonts w:hint="default"/>
      </w:rPr>
    </w:lvl>
    <w:lvl w:ilvl="6">
      <w:start w:val="1"/>
      <w:numFmt w:val="none"/>
      <w:suff w:val="nothing"/>
      <w:lvlText w:val=""/>
      <w:lvlJc w:val="left"/>
      <w:pPr>
        <w:ind w:left="1988" w:hanging="284"/>
      </w:pPr>
      <w:rPr>
        <w:rFonts w:hint="default"/>
      </w:rPr>
    </w:lvl>
    <w:lvl w:ilvl="7">
      <w:start w:val="1"/>
      <w:numFmt w:val="none"/>
      <w:suff w:val="nothing"/>
      <w:lvlText w:val=""/>
      <w:lvlJc w:val="left"/>
      <w:pPr>
        <w:ind w:left="2272" w:hanging="284"/>
      </w:pPr>
      <w:rPr>
        <w:rFonts w:hint="default"/>
      </w:rPr>
    </w:lvl>
    <w:lvl w:ilvl="8">
      <w:start w:val="1"/>
      <w:numFmt w:val="none"/>
      <w:suff w:val="nothing"/>
      <w:lvlText w:val=""/>
      <w:lvlJc w:val="left"/>
      <w:pPr>
        <w:ind w:left="2556" w:hanging="284"/>
      </w:pPr>
      <w:rPr>
        <w:rFonts w:hint="default"/>
      </w:rPr>
    </w:lvl>
  </w:abstractNum>
  <w:abstractNum w:abstractNumId="33" w15:restartNumberingAfterBreak="0">
    <w:nsid w:val="6E335C72"/>
    <w:multiLevelType w:val="multilevel"/>
    <w:tmpl w:val="3F4489A8"/>
    <w:styleLink w:val="Unnumberedheading"/>
    <w:lvl w:ilvl="0">
      <w:start w:val="1"/>
      <w:numFmt w:val="none"/>
      <w:pStyle w:val="Preface"/>
      <w:suff w:val="nothing"/>
      <w:lvlText w:val=""/>
      <w:lvlJc w:val="left"/>
      <w:pPr>
        <w:ind w:left="0" w:hanging="1134"/>
      </w:pPr>
      <w:rPr>
        <w:rFonts w:cs="Times New Roman" w:hint="default"/>
      </w:rPr>
    </w:lvl>
    <w:lvl w:ilvl="1">
      <w:start w:val="1"/>
      <w:numFmt w:val="none"/>
      <w:suff w:val="nothing"/>
      <w:lvlText w:val=""/>
      <w:lvlJc w:val="left"/>
      <w:pPr>
        <w:ind w:left="0" w:hanging="1134"/>
      </w:pPr>
      <w:rPr>
        <w:rFonts w:cs="Times New Roman" w:hint="default"/>
      </w:rPr>
    </w:lvl>
    <w:lvl w:ilvl="2">
      <w:start w:val="1"/>
      <w:numFmt w:val="none"/>
      <w:suff w:val="nothing"/>
      <w:lvlText w:val=""/>
      <w:lvlJc w:val="left"/>
      <w:pPr>
        <w:ind w:left="1134" w:hanging="1134"/>
      </w:pPr>
      <w:rPr>
        <w:rFonts w:cs="Times New Roman" w:hint="default"/>
      </w:rPr>
    </w:lvl>
    <w:lvl w:ilvl="3">
      <w:start w:val="1"/>
      <w:numFmt w:val="none"/>
      <w:lvlText w:val=""/>
      <w:lvlJc w:val="left"/>
      <w:pPr>
        <w:tabs>
          <w:tab w:val="num" w:pos="1134"/>
        </w:tabs>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b w:val="0"/>
        <w:i w:val="0"/>
        <w:sz w:val="20"/>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hanging="1134"/>
      </w:pPr>
      <w:rPr>
        <w:rFonts w:cs="Times New Roman" w:hint="default"/>
      </w:rPr>
    </w:lvl>
  </w:abstractNum>
  <w:abstractNum w:abstractNumId="34" w15:restartNumberingAfterBreak="0">
    <w:nsid w:val="720924E2"/>
    <w:multiLevelType w:val="multilevel"/>
    <w:tmpl w:val="7A5814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231B5B"/>
    <w:multiLevelType w:val="multilevel"/>
    <w:tmpl w:val="086C55D2"/>
    <w:lvl w:ilvl="0">
      <w:start w:val="1"/>
      <w:numFmt w:val="decimal"/>
      <w:pStyle w:val="Heading1"/>
      <w:lvlText w:val="%1"/>
      <w:lvlJc w:val="left"/>
      <w:pPr>
        <w:tabs>
          <w:tab w:val="num" w:pos="993"/>
        </w:tabs>
        <w:ind w:left="993" w:hanging="851"/>
      </w:pPr>
      <w:rPr>
        <w:rFonts w:hint="default"/>
        <w:b/>
        <w:i w:val="0"/>
      </w:rPr>
    </w:lvl>
    <w:lvl w:ilvl="1">
      <w:start w:val="1"/>
      <w:numFmt w:val="decimal"/>
      <w:pStyle w:val="Heading2"/>
      <w:lvlText w:val="%1.%2"/>
      <w:lvlJc w:val="left"/>
      <w:pPr>
        <w:tabs>
          <w:tab w:val="num" w:pos="851"/>
        </w:tabs>
        <w:ind w:left="851" w:hanging="851"/>
      </w:pPr>
      <w:rPr>
        <w:rFonts w:hint="default"/>
        <w:b w:val="0"/>
        <w:i w:val="0"/>
      </w:rPr>
    </w:lvl>
    <w:lvl w:ilvl="2">
      <w:start w:val="1"/>
      <w:numFmt w:val="decimal"/>
      <w:pStyle w:val="Heading3"/>
      <w:lvlText w:val="%1.%2.%3"/>
      <w:lvlJc w:val="left"/>
      <w:pPr>
        <w:tabs>
          <w:tab w:val="num" w:pos="850"/>
        </w:tabs>
        <w:ind w:left="850" w:hanging="85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701"/>
        </w:tabs>
        <w:ind w:left="1701" w:hanging="850"/>
      </w:pPr>
      <w:rPr>
        <w:rFonts w:hint="default"/>
        <w:b/>
      </w:rPr>
    </w:lvl>
    <w:lvl w:ilvl="4">
      <w:start w:val="1"/>
      <w:numFmt w:val="none"/>
      <w:suff w:val="nothing"/>
      <w:lvlText w:val=""/>
      <w:lvlJc w:val="left"/>
      <w:pPr>
        <w:ind w:left="1985" w:hanging="1134"/>
      </w:pPr>
      <w:rPr>
        <w:rFonts w:hint="default"/>
        <w:b/>
      </w:rPr>
    </w:lvl>
    <w:lvl w:ilvl="5">
      <w:start w:val="1"/>
      <w:numFmt w:val="none"/>
      <w:suff w:val="nothing"/>
      <w:lvlText w:val=""/>
      <w:lvlJc w:val="left"/>
      <w:pPr>
        <w:ind w:left="0" w:firstLine="851"/>
      </w:pPr>
      <w:rPr>
        <w:rFonts w:hint="default"/>
      </w:rPr>
    </w:lvl>
    <w:lvl w:ilvl="6">
      <w:start w:val="1"/>
      <w:numFmt w:val="none"/>
      <w:lvlText w:val=""/>
      <w:lvlJc w:val="left"/>
      <w:pPr>
        <w:tabs>
          <w:tab w:val="num" w:pos="851"/>
        </w:tabs>
        <w:ind w:left="0" w:firstLine="851"/>
      </w:pPr>
      <w:rPr>
        <w:rFonts w:hint="default"/>
      </w:rPr>
    </w:lvl>
    <w:lvl w:ilvl="7">
      <w:start w:val="1"/>
      <w:numFmt w:val="none"/>
      <w:lvlText w:val=""/>
      <w:lvlJc w:val="left"/>
      <w:pPr>
        <w:tabs>
          <w:tab w:val="num" w:pos="851"/>
        </w:tabs>
        <w:ind w:left="0" w:firstLine="851"/>
      </w:pPr>
      <w:rPr>
        <w:rFonts w:hint="default"/>
      </w:rPr>
    </w:lvl>
    <w:lvl w:ilvl="8">
      <w:start w:val="1"/>
      <w:numFmt w:val="none"/>
      <w:lvlText w:val=""/>
      <w:lvlJc w:val="left"/>
      <w:pPr>
        <w:ind w:left="0" w:firstLine="851"/>
      </w:pPr>
      <w:rPr>
        <w:rFonts w:hint="default"/>
      </w:rPr>
    </w:lvl>
  </w:abstractNum>
  <w:abstractNum w:abstractNumId="36" w15:restartNumberingAfterBreak="0">
    <w:nsid w:val="79BA16C9"/>
    <w:multiLevelType w:val="hybridMultilevel"/>
    <w:tmpl w:val="A2F86B58"/>
    <w:lvl w:ilvl="0" w:tplc="E50CC0E8">
      <w:start w:val="1"/>
      <w:numFmt w:val="bullet"/>
      <w:lvlText w:val=""/>
      <w:lvlJc w:val="left"/>
      <w:pPr>
        <w:ind w:left="2781" w:hanging="360"/>
      </w:pPr>
      <w:rPr>
        <w:rFonts w:ascii="Symbol" w:hAnsi="Symbol" w:hint="default"/>
      </w:rPr>
    </w:lvl>
    <w:lvl w:ilvl="1" w:tplc="0C090003" w:tentative="1">
      <w:start w:val="1"/>
      <w:numFmt w:val="bullet"/>
      <w:lvlText w:val="o"/>
      <w:lvlJc w:val="left"/>
      <w:pPr>
        <w:ind w:left="3501" w:hanging="360"/>
      </w:pPr>
      <w:rPr>
        <w:rFonts w:ascii="Courier New" w:hAnsi="Courier New" w:cs="Courier New" w:hint="default"/>
      </w:rPr>
    </w:lvl>
    <w:lvl w:ilvl="2" w:tplc="0C090005" w:tentative="1">
      <w:start w:val="1"/>
      <w:numFmt w:val="bullet"/>
      <w:lvlText w:val=""/>
      <w:lvlJc w:val="left"/>
      <w:pPr>
        <w:ind w:left="4221" w:hanging="360"/>
      </w:pPr>
      <w:rPr>
        <w:rFonts w:ascii="Wingdings" w:hAnsi="Wingdings" w:hint="default"/>
      </w:rPr>
    </w:lvl>
    <w:lvl w:ilvl="3" w:tplc="0C090001" w:tentative="1">
      <w:start w:val="1"/>
      <w:numFmt w:val="bullet"/>
      <w:lvlText w:val=""/>
      <w:lvlJc w:val="left"/>
      <w:pPr>
        <w:ind w:left="4941" w:hanging="360"/>
      </w:pPr>
      <w:rPr>
        <w:rFonts w:ascii="Symbol" w:hAnsi="Symbol" w:hint="default"/>
      </w:rPr>
    </w:lvl>
    <w:lvl w:ilvl="4" w:tplc="0C090003" w:tentative="1">
      <w:start w:val="1"/>
      <w:numFmt w:val="bullet"/>
      <w:lvlText w:val="o"/>
      <w:lvlJc w:val="left"/>
      <w:pPr>
        <w:ind w:left="5661" w:hanging="360"/>
      </w:pPr>
      <w:rPr>
        <w:rFonts w:ascii="Courier New" w:hAnsi="Courier New" w:cs="Courier New" w:hint="default"/>
      </w:rPr>
    </w:lvl>
    <w:lvl w:ilvl="5" w:tplc="0C090005" w:tentative="1">
      <w:start w:val="1"/>
      <w:numFmt w:val="bullet"/>
      <w:lvlText w:val=""/>
      <w:lvlJc w:val="left"/>
      <w:pPr>
        <w:ind w:left="6381" w:hanging="360"/>
      </w:pPr>
      <w:rPr>
        <w:rFonts w:ascii="Wingdings" w:hAnsi="Wingdings" w:hint="default"/>
      </w:rPr>
    </w:lvl>
    <w:lvl w:ilvl="6" w:tplc="0C090001" w:tentative="1">
      <w:start w:val="1"/>
      <w:numFmt w:val="bullet"/>
      <w:lvlText w:val=""/>
      <w:lvlJc w:val="left"/>
      <w:pPr>
        <w:ind w:left="7101" w:hanging="360"/>
      </w:pPr>
      <w:rPr>
        <w:rFonts w:ascii="Symbol" w:hAnsi="Symbol" w:hint="default"/>
      </w:rPr>
    </w:lvl>
    <w:lvl w:ilvl="7" w:tplc="0C090003" w:tentative="1">
      <w:start w:val="1"/>
      <w:numFmt w:val="bullet"/>
      <w:lvlText w:val="o"/>
      <w:lvlJc w:val="left"/>
      <w:pPr>
        <w:ind w:left="7821" w:hanging="360"/>
      </w:pPr>
      <w:rPr>
        <w:rFonts w:ascii="Courier New" w:hAnsi="Courier New" w:cs="Courier New" w:hint="default"/>
      </w:rPr>
    </w:lvl>
    <w:lvl w:ilvl="8" w:tplc="0C090005" w:tentative="1">
      <w:start w:val="1"/>
      <w:numFmt w:val="bullet"/>
      <w:lvlText w:val=""/>
      <w:lvlJc w:val="left"/>
      <w:pPr>
        <w:ind w:left="8541" w:hanging="360"/>
      </w:pPr>
      <w:rPr>
        <w:rFonts w:ascii="Wingdings" w:hAnsi="Wingdings" w:hint="default"/>
      </w:rPr>
    </w:lvl>
  </w:abstractNum>
  <w:abstractNum w:abstractNumId="37" w15:restartNumberingAfterBreak="0">
    <w:nsid w:val="79C2545A"/>
    <w:multiLevelType w:val="multilevel"/>
    <w:tmpl w:val="0D3C2870"/>
    <w:name w:val="BulletList"/>
    <w:lvl w:ilvl="0">
      <w:numFmt w:val="none"/>
      <w:suff w:val="nothing"/>
      <w:lvlText w:val="%1"/>
      <w:lvlJc w:val="left"/>
      <w:pPr>
        <w:ind w:left="0" w:firstLine="0"/>
      </w:pPr>
      <w:rPr>
        <w:rFonts w:hint="default"/>
      </w:rPr>
    </w:lvl>
    <w:lvl w:ilvl="1">
      <w:start w:val="1"/>
      <w:numFmt w:val="decimal"/>
      <w:lvlText w:val="%2"/>
      <w:lvlJc w:val="left"/>
      <w:pPr>
        <w:tabs>
          <w:tab w:val="num" w:pos="567"/>
        </w:tabs>
        <w:ind w:left="567" w:hanging="425"/>
      </w:pPr>
      <w:rPr>
        <w:rFonts w:hint="default"/>
      </w:rPr>
    </w:lvl>
    <w:lvl w:ilvl="2">
      <w:start w:val="1"/>
      <w:numFmt w:val="lowerLetter"/>
      <w:lvlText w:val="%3"/>
      <w:lvlJc w:val="left"/>
      <w:pPr>
        <w:tabs>
          <w:tab w:val="num" w:pos="851"/>
        </w:tabs>
        <w:ind w:left="851" w:hanging="426"/>
      </w:pPr>
      <w:rPr>
        <w:rFonts w:hint="default"/>
        <w:sz w:val="20"/>
      </w:rPr>
    </w:lvl>
    <w:lvl w:ilvl="3">
      <w:numFmt w:val="none"/>
      <w:lvlText w:val=""/>
      <w:lvlJc w:val="left"/>
      <w:pPr>
        <w:tabs>
          <w:tab w:val="num" w:pos="360"/>
        </w:tabs>
      </w:pPr>
    </w:lvl>
    <w:lvl w:ilvl="4">
      <w:start w:val="1"/>
      <w:numFmt w:val="none"/>
      <w:lvlRestart w:val="0"/>
      <w:suff w:val="nothing"/>
      <w:lvlText w:val=""/>
      <w:lvlJc w:val="left"/>
      <w:pPr>
        <w:ind w:left="1276" w:firstLine="0"/>
      </w:pPr>
      <w:rPr>
        <w:rFonts w:hint="default"/>
      </w:rPr>
    </w:lvl>
    <w:lvl w:ilvl="5">
      <w:start w:val="1"/>
      <w:numFmt w:val="none"/>
      <w:lvlRestart w:val="0"/>
      <w:suff w:val="nothing"/>
      <w:lvlText w:val=""/>
      <w:lvlJc w:val="left"/>
      <w:pPr>
        <w:ind w:left="1276" w:firstLine="0"/>
      </w:pPr>
      <w:rPr>
        <w:rFonts w:hint="default"/>
      </w:rPr>
    </w:lvl>
    <w:lvl w:ilvl="6">
      <w:start w:val="1"/>
      <w:numFmt w:val="none"/>
      <w:lvlRestart w:val="0"/>
      <w:suff w:val="nothing"/>
      <w:lvlText w:val="%7"/>
      <w:lvlJc w:val="left"/>
      <w:pPr>
        <w:ind w:left="1276" w:firstLine="0"/>
      </w:pPr>
      <w:rPr>
        <w:rFonts w:hint="default"/>
      </w:rPr>
    </w:lvl>
    <w:lvl w:ilvl="7">
      <w:start w:val="1"/>
      <w:numFmt w:val="none"/>
      <w:lvlRestart w:val="0"/>
      <w:suff w:val="nothing"/>
      <w:lvlText w:val="%8"/>
      <w:lvlJc w:val="left"/>
      <w:pPr>
        <w:ind w:left="1276" w:firstLine="0"/>
      </w:pPr>
      <w:rPr>
        <w:rFonts w:hint="default"/>
      </w:rPr>
    </w:lvl>
    <w:lvl w:ilvl="8">
      <w:start w:val="1"/>
      <w:numFmt w:val="none"/>
      <w:lvlRestart w:val="0"/>
      <w:suff w:val="nothing"/>
      <w:lvlText w:val="%9"/>
      <w:lvlJc w:val="left"/>
      <w:pPr>
        <w:ind w:left="1276" w:firstLine="0"/>
      </w:pPr>
      <w:rPr>
        <w:rFonts w:hint="default"/>
      </w:rPr>
    </w:lvl>
  </w:abstractNum>
  <w:num w:numId="1" w16cid:durableId="1583874670">
    <w:abstractNumId w:val="30"/>
  </w:num>
  <w:num w:numId="2" w16cid:durableId="922419534">
    <w:abstractNumId w:val="12"/>
  </w:num>
  <w:num w:numId="3" w16cid:durableId="1103300796">
    <w:abstractNumId w:val="33"/>
  </w:num>
  <w:num w:numId="4" w16cid:durableId="1183402757">
    <w:abstractNumId w:val="33"/>
  </w:num>
  <w:num w:numId="5" w16cid:durableId="943728125">
    <w:abstractNumId w:val="23"/>
  </w:num>
  <w:num w:numId="6" w16cid:durableId="2013144373">
    <w:abstractNumId w:val="17"/>
    <w:lvlOverride w:ilvl="0">
      <w:lvl w:ilvl="0">
        <w:start w:val="1"/>
        <w:numFmt w:val="decimal"/>
        <w:lvlText w:val="%1."/>
        <w:lvlJc w:val="left"/>
        <w:pPr>
          <w:tabs>
            <w:tab w:val="num" w:pos="1559"/>
          </w:tabs>
          <w:ind w:left="1559" w:hanging="425"/>
        </w:pPr>
        <w:rPr>
          <w:rFonts w:hint="default"/>
        </w:rPr>
      </w:lvl>
    </w:lvlOverride>
  </w:num>
  <w:num w:numId="7" w16cid:durableId="207187523">
    <w:abstractNumId w:val="19"/>
  </w:num>
  <w:num w:numId="8" w16cid:durableId="1237937298">
    <w:abstractNumId w:val="24"/>
  </w:num>
  <w:num w:numId="9" w16cid:durableId="1725789659">
    <w:abstractNumId w:val="31"/>
  </w:num>
  <w:num w:numId="10" w16cid:durableId="91828816">
    <w:abstractNumId w:val="13"/>
  </w:num>
  <w:num w:numId="11" w16cid:durableId="851145725">
    <w:abstractNumId w:val="11"/>
  </w:num>
  <w:num w:numId="12" w16cid:durableId="2041542707">
    <w:abstractNumId w:val="18"/>
    <w:lvlOverride w:ilvl="0">
      <w:lvl w:ilvl="0">
        <w:start w:val="1"/>
        <w:numFmt w:val="decimal"/>
        <w:lvlText w:val="%1."/>
        <w:lvlJc w:val="left"/>
        <w:pPr>
          <w:tabs>
            <w:tab w:val="num" w:pos="284"/>
          </w:tabs>
          <w:ind w:left="284" w:hanging="284"/>
        </w:pPr>
        <w:rPr>
          <w:rFonts w:hint="default"/>
        </w:rPr>
      </w:lvl>
    </w:lvlOverride>
    <w:lvlOverride w:ilvl="1">
      <w:lvl w:ilvl="1">
        <w:start w:val="1"/>
        <w:numFmt w:val="lowerLetter"/>
        <w:lvlText w:val="%2."/>
        <w:lvlJc w:val="left"/>
        <w:pPr>
          <w:ind w:left="568" w:hanging="284"/>
        </w:pPr>
        <w:rPr>
          <w:rFonts w:hint="default"/>
        </w:rPr>
      </w:lvl>
    </w:lvlOverride>
    <w:lvlOverride w:ilvl="2">
      <w:lvl w:ilvl="2">
        <w:start w:val="1"/>
        <w:numFmt w:val="lowerRoman"/>
        <w:lvlText w:val="%3."/>
        <w:lvlJc w:val="left"/>
        <w:pPr>
          <w:ind w:left="852" w:hanging="284"/>
        </w:pPr>
        <w:rPr>
          <w:rFonts w:hint="default"/>
        </w:rPr>
      </w:lvl>
    </w:lvlOverride>
    <w:lvlOverride w:ilvl="3">
      <w:lvl w:ilvl="3">
        <w:start w:val="1"/>
        <w:numFmt w:val="none"/>
        <w:lvlText w:val=""/>
        <w:lvlJc w:val="left"/>
        <w:pPr>
          <w:ind w:left="1136" w:hanging="284"/>
        </w:pPr>
        <w:rPr>
          <w:rFonts w:hint="default"/>
        </w:rPr>
      </w:lvl>
    </w:lvlOverride>
    <w:lvlOverride w:ilvl="4">
      <w:lvl w:ilvl="4">
        <w:start w:val="1"/>
        <w:numFmt w:val="none"/>
        <w:lvlText w:val=""/>
        <w:lvlJc w:val="left"/>
        <w:pPr>
          <w:ind w:left="1420" w:hanging="284"/>
        </w:pPr>
        <w:rPr>
          <w:rFonts w:hint="default"/>
        </w:rPr>
      </w:lvl>
    </w:lvlOverride>
    <w:lvlOverride w:ilvl="5">
      <w:lvl w:ilvl="5">
        <w:start w:val="1"/>
        <w:numFmt w:val="none"/>
        <w:lvlText w:val=""/>
        <w:lvlJc w:val="left"/>
        <w:pPr>
          <w:ind w:left="1704" w:hanging="284"/>
        </w:pPr>
        <w:rPr>
          <w:rFonts w:hint="default"/>
        </w:rPr>
      </w:lvl>
    </w:lvlOverride>
    <w:lvlOverride w:ilvl="6">
      <w:lvl w:ilvl="6">
        <w:start w:val="1"/>
        <w:numFmt w:val="none"/>
        <w:lvlText w:val=""/>
        <w:lvlJc w:val="left"/>
        <w:pPr>
          <w:ind w:left="1988" w:hanging="284"/>
        </w:pPr>
        <w:rPr>
          <w:rFonts w:hint="default"/>
        </w:rPr>
      </w:lvl>
    </w:lvlOverride>
    <w:lvlOverride w:ilvl="7">
      <w:lvl w:ilvl="7">
        <w:start w:val="1"/>
        <w:numFmt w:val="none"/>
        <w:lvlText w:val=""/>
        <w:lvlJc w:val="left"/>
        <w:pPr>
          <w:ind w:left="2272" w:hanging="284"/>
        </w:pPr>
        <w:rPr>
          <w:rFonts w:hint="default"/>
        </w:rPr>
      </w:lvl>
    </w:lvlOverride>
    <w:lvlOverride w:ilvl="8">
      <w:lvl w:ilvl="8">
        <w:start w:val="1"/>
        <w:numFmt w:val="none"/>
        <w:lvlText w:val=""/>
        <w:lvlJc w:val="left"/>
        <w:pPr>
          <w:ind w:left="2556" w:hanging="284"/>
        </w:pPr>
        <w:rPr>
          <w:rFonts w:hint="default"/>
        </w:rPr>
      </w:lvl>
    </w:lvlOverride>
  </w:num>
  <w:num w:numId="13" w16cid:durableId="295840846">
    <w:abstractNumId w:val="32"/>
  </w:num>
  <w:num w:numId="14" w16cid:durableId="1761875385">
    <w:abstractNumId w:val="18"/>
  </w:num>
  <w:num w:numId="15" w16cid:durableId="1571843215">
    <w:abstractNumId w:val="9"/>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552"/>
          </w:tabs>
          <w:ind w:left="2552" w:hanging="426"/>
        </w:pPr>
        <w:rPr>
          <w:rFonts w:ascii="Wingdings" w:hAnsi="Wingdings" w:hint="default"/>
        </w:rPr>
      </w:lvl>
    </w:lvlOverride>
    <w:lvlOverride w:ilvl="3">
      <w:lvl w:ilvl="3">
        <w:start w:val="1"/>
        <w:numFmt w:val="bullet"/>
        <w:lvlText w:val=""/>
        <w:lvlJc w:val="left"/>
        <w:pPr>
          <w:ind w:left="1700" w:hanging="425"/>
        </w:pPr>
        <w:rPr>
          <w:rFonts w:ascii="Symbol" w:hAnsi="Symbol" w:hint="default"/>
        </w:rPr>
      </w:lvl>
    </w:lvlOverride>
    <w:lvlOverride w:ilvl="4">
      <w:lvl w:ilvl="4">
        <w:start w:val="1"/>
        <w:numFmt w:val="bullet"/>
        <w:lvlText w:val="o"/>
        <w:lvlJc w:val="left"/>
        <w:pPr>
          <w:ind w:left="2125" w:hanging="425"/>
        </w:pPr>
        <w:rPr>
          <w:rFonts w:ascii="Courier New" w:hAnsi="Courier New" w:cs="Courier New" w:hint="default"/>
        </w:rPr>
      </w:lvl>
    </w:lvlOverride>
    <w:lvlOverride w:ilvl="5">
      <w:lvl w:ilvl="5">
        <w:start w:val="1"/>
        <w:numFmt w:val="bullet"/>
        <w:lvlText w:val=""/>
        <w:lvlJc w:val="left"/>
        <w:pPr>
          <w:ind w:left="2550" w:hanging="425"/>
        </w:pPr>
        <w:rPr>
          <w:rFonts w:ascii="Wingdings" w:hAnsi="Wingdings" w:hint="default"/>
        </w:rPr>
      </w:lvl>
    </w:lvlOverride>
    <w:lvlOverride w:ilvl="6">
      <w:lvl w:ilvl="6">
        <w:start w:val="1"/>
        <w:numFmt w:val="bullet"/>
        <w:lvlText w:val=""/>
        <w:lvlJc w:val="left"/>
        <w:pPr>
          <w:ind w:left="2975" w:hanging="425"/>
        </w:pPr>
        <w:rPr>
          <w:rFonts w:ascii="Symbol" w:hAnsi="Symbol" w:hint="default"/>
        </w:rPr>
      </w:lvl>
    </w:lvlOverride>
    <w:lvlOverride w:ilvl="7">
      <w:lvl w:ilvl="7">
        <w:start w:val="1"/>
        <w:numFmt w:val="bullet"/>
        <w:lvlText w:val="o"/>
        <w:lvlJc w:val="left"/>
        <w:pPr>
          <w:ind w:left="3400" w:hanging="425"/>
        </w:pPr>
        <w:rPr>
          <w:rFonts w:ascii="Courier New" w:hAnsi="Courier New" w:cs="Courier New" w:hint="default"/>
        </w:rPr>
      </w:lvl>
    </w:lvlOverride>
    <w:lvlOverride w:ilvl="8">
      <w:lvl w:ilvl="8">
        <w:start w:val="1"/>
        <w:numFmt w:val="bullet"/>
        <w:lvlText w:val=""/>
        <w:lvlJc w:val="left"/>
        <w:pPr>
          <w:ind w:left="3825" w:hanging="425"/>
        </w:pPr>
        <w:rPr>
          <w:rFonts w:ascii="Wingdings" w:hAnsi="Wingdings" w:hint="default"/>
        </w:rPr>
      </w:lvl>
    </w:lvlOverride>
  </w:num>
  <w:num w:numId="16" w16cid:durableId="1716461708">
    <w:abstractNumId w:val="17"/>
  </w:num>
  <w:num w:numId="17" w16cid:durableId="2058622869">
    <w:abstractNumId w:val="5"/>
  </w:num>
  <w:num w:numId="18" w16cid:durableId="1380016259">
    <w:abstractNumId w:val="35"/>
  </w:num>
  <w:num w:numId="19" w16cid:durableId="12807978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2838693">
    <w:abstractNumId w:val="21"/>
  </w:num>
  <w:num w:numId="21" w16cid:durableId="1067462025">
    <w:abstractNumId w:val="3"/>
  </w:num>
  <w:num w:numId="22" w16cid:durableId="1641614523">
    <w:abstractNumId w:val="2"/>
  </w:num>
  <w:num w:numId="23" w16cid:durableId="1252279346">
    <w:abstractNumId w:val="1"/>
  </w:num>
  <w:num w:numId="24" w16cid:durableId="19086610">
    <w:abstractNumId w:val="0"/>
  </w:num>
  <w:num w:numId="25" w16cid:durableId="2083986555">
    <w:abstractNumId w:val="4"/>
  </w:num>
  <w:num w:numId="26" w16cid:durableId="1788430502">
    <w:abstractNumId w:val="25"/>
  </w:num>
  <w:num w:numId="27" w16cid:durableId="1002703916">
    <w:abstractNumId w:val="29"/>
  </w:num>
  <w:num w:numId="28" w16cid:durableId="2122187078">
    <w:abstractNumId w:val="31"/>
  </w:num>
  <w:num w:numId="29" w16cid:durableId="262416704">
    <w:abstractNumId w:val="31"/>
  </w:num>
  <w:num w:numId="30" w16cid:durableId="406804759">
    <w:abstractNumId w:val="31"/>
  </w:num>
  <w:num w:numId="31" w16cid:durableId="876115503">
    <w:abstractNumId w:val="31"/>
  </w:num>
  <w:num w:numId="32" w16cid:durableId="1191843280">
    <w:abstractNumId w:val="24"/>
  </w:num>
  <w:num w:numId="33" w16cid:durableId="1318455467">
    <w:abstractNumId w:val="22"/>
  </w:num>
  <w:num w:numId="34" w16cid:durableId="34890531">
    <w:abstractNumId w:val="36"/>
  </w:num>
  <w:num w:numId="35" w16cid:durableId="8915529">
    <w:abstractNumId w:val="9"/>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410"/>
          </w:tabs>
          <w:ind w:left="2410" w:hanging="284"/>
        </w:pPr>
        <w:rPr>
          <w:rFonts w:ascii="Courier New" w:hAnsi="Courier New" w:hint="default"/>
        </w:rPr>
      </w:lvl>
    </w:lvlOverride>
    <w:lvlOverride w:ilvl="3">
      <w:lvl w:ilvl="3">
        <w:start w:val="1"/>
        <w:numFmt w:val="none"/>
        <w:lvlText w:val=""/>
        <w:lvlJc w:val="left"/>
        <w:pPr>
          <w:tabs>
            <w:tab w:val="num" w:pos="2834"/>
          </w:tabs>
          <w:ind w:left="3260" w:hanging="426"/>
        </w:pPr>
        <w:rPr>
          <w:rFonts w:hint="default"/>
        </w:rPr>
      </w:lvl>
    </w:lvlOverride>
    <w:lvlOverride w:ilvl="4">
      <w:lvl w:ilvl="4">
        <w:start w:val="1"/>
        <w:numFmt w:val="none"/>
        <w:lvlText w:val=""/>
        <w:lvlJc w:val="left"/>
        <w:pPr>
          <w:tabs>
            <w:tab w:val="num" w:pos="3259"/>
          </w:tabs>
          <w:ind w:left="3685" w:hanging="426"/>
        </w:pPr>
        <w:rPr>
          <w:rFonts w:hint="default"/>
        </w:rPr>
      </w:lvl>
    </w:lvlOverride>
    <w:lvlOverride w:ilvl="5">
      <w:lvl w:ilvl="5">
        <w:start w:val="1"/>
        <w:numFmt w:val="none"/>
        <w:lvlText w:val=""/>
        <w:lvlJc w:val="left"/>
        <w:pPr>
          <w:tabs>
            <w:tab w:val="num" w:pos="3684"/>
          </w:tabs>
          <w:ind w:left="4110" w:hanging="426"/>
        </w:pPr>
        <w:rPr>
          <w:rFonts w:hint="default"/>
        </w:rPr>
      </w:lvl>
    </w:lvlOverride>
    <w:lvlOverride w:ilvl="6">
      <w:lvl w:ilvl="6">
        <w:start w:val="1"/>
        <w:numFmt w:val="none"/>
        <w:lvlText w:val=""/>
        <w:lvlJc w:val="left"/>
        <w:pPr>
          <w:tabs>
            <w:tab w:val="num" w:pos="4109"/>
          </w:tabs>
          <w:ind w:left="4535" w:hanging="426"/>
        </w:pPr>
        <w:rPr>
          <w:rFonts w:hint="default"/>
        </w:rPr>
      </w:lvl>
    </w:lvlOverride>
    <w:lvlOverride w:ilvl="7">
      <w:lvl w:ilvl="7">
        <w:start w:val="1"/>
        <w:numFmt w:val="none"/>
        <w:lvlText w:val=""/>
        <w:lvlJc w:val="left"/>
        <w:pPr>
          <w:tabs>
            <w:tab w:val="num" w:pos="4534"/>
          </w:tabs>
          <w:ind w:left="4960" w:hanging="426"/>
        </w:pPr>
        <w:rPr>
          <w:rFonts w:hint="default"/>
        </w:rPr>
      </w:lvl>
    </w:lvlOverride>
    <w:lvlOverride w:ilvl="8">
      <w:lvl w:ilvl="8">
        <w:start w:val="1"/>
        <w:numFmt w:val="none"/>
        <w:lvlText w:val=""/>
        <w:lvlJc w:val="left"/>
        <w:pPr>
          <w:tabs>
            <w:tab w:val="num" w:pos="4959"/>
          </w:tabs>
          <w:ind w:left="5385" w:hanging="426"/>
        </w:pPr>
        <w:rPr>
          <w:rFonts w:hint="default"/>
        </w:rPr>
      </w:lvl>
    </w:lvlOverride>
  </w:num>
  <w:num w:numId="36" w16cid:durableId="8097114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30372458">
    <w:abstractNumId w:val="15"/>
  </w:num>
  <w:num w:numId="38" w16cid:durableId="393820968">
    <w:abstractNumId w:val="27"/>
  </w:num>
  <w:num w:numId="39" w16cid:durableId="195117051">
    <w:abstractNumId w:val="26"/>
    <w:lvlOverride w:ilvl="0">
      <w:lvl w:ilvl="0">
        <w:start w:val="1"/>
        <w:numFmt w:val="bullet"/>
        <w:lvlText w:val=""/>
        <w:lvlJc w:val="left"/>
        <w:pPr>
          <w:tabs>
            <w:tab w:val="num" w:pos="1985"/>
          </w:tabs>
          <w:ind w:left="1985" w:hanging="426"/>
        </w:pPr>
        <w:rPr>
          <w:rFonts w:ascii="Symbol" w:hAnsi="Symbol" w:hint="default"/>
        </w:rPr>
      </w:lvl>
    </w:lvlOverride>
  </w:num>
  <w:num w:numId="40" w16cid:durableId="843668031">
    <w:abstractNumId w:val="10"/>
  </w:num>
  <w:num w:numId="41" w16cid:durableId="1033655921">
    <w:abstractNumId w:val="16"/>
  </w:num>
  <w:num w:numId="42" w16cid:durableId="838736096">
    <w:abstractNumId w:val="8"/>
  </w:num>
  <w:num w:numId="43" w16cid:durableId="631138820">
    <w:abstractNumId w:val="14"/>
  </w:num>
  <w:num w:numId="44" w16cid:durableId="1689137109">
    <w:abstractNumId w:val="28"/>
  </w:num>
  <w:num w:numId="45" w16cid:durableId="872423566">
    <w:abstractNumId w:val="20"/>
  </w:num>
  <w:num w:numId="46" w16cid:durableId="2133475653">
    <w:abstractNumId w:val="35"/>
  </w:num>
  <w:num w:numId="47" w16cid:durableId="1629970521">
    <w:abstractNumId w:val="35"/>
  </w:num>
  <w:num w:numId="48" w16cid:durableId="584807064">
    <w:abstractNumId w:val="7"/>
  </w:num>
  <w:num w:numId="49" w16cid:durableId="732965924">
    <w:abstractNumId w:val="34"/>
  </w:num>
  <w:num w:numId="50" w16cid:durableId="206767735">
    <w:abstractNumId w:val="35"/>
  </w:num>
  <w:num w:numId="51" w16cid:durableId="1564873358">
    <w:abstractNumId w:val="35"/>
  </w:num>
  <w:num w:numId="52" w16cid:durableId="1125461104">
    <w:abstractNumId w:val="35"/>
  </w:num>
  <w:num w:numId="53" w16cid:durableId="1215234456">
    <w:abstractNumId w:val="35"/>
  </w:num>
  <w:num w:numId="54" w16cid:durableId="1197042922">
    <w:abstractNumId w:val="35"/>
  </w:num>
  <w:num w:numId="55" w16cid:durableId="162010083">
    <w:abstractNumId w:val="35"/>
  </w:num>
  <w:num w:numId="56" w16cid:durableId="1005282739">
    <w:abstractNumId w:val="35"/>
  </w:num>
  <w:num w:numId="57" w16cid:durableId="1970741999">
    <w:abstractNumId w:val="35"/>
  </w:num>
  <w:num w:numId="58" w16cid:durableId="335112008">
    <w:abstractNumId w:val="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ter Ohlmus">
    <w15:presenceInfo w15:providerId="AD" w15:userId="S::peter.ohlmus@digitalhealth.gov.au::9455c496-2393-4954-9cc2-cdc4b81039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00BBB"/>
    <w:rsid w:val="00001534"/>
    <w:rsid w:val="000021DE"/>
    <w:rsid w:val="000022E7"/>
    <w:rsid w:val="0000248B"/>
    <w:rsid w:val="000028D8"/>
    <w:rsid w:val="00002AC0"/>
    <w:rsid w:val="00003DDD"/>
    <w:rsid w:val="00003E0A"/>
    <w:rsid w:val="000045A2"/>
    <w:rsid w:val="00004B45"/>
    <w:rsid w:val="00004DF7"/>
    <w:rsid w:val="0000550B"/>
    <w:rsid w:val="000063D9"/>
    <w:rsid w:val="0000648A"/>
    <w:rsid w:val="000064E5"/>
    <w:rsid w:val="00006F5D"/>
    <w:rsid w:val="00007099"/>
    <w:rsid w:val="000107D6"/>
    <w:rsid w:val="000108C2"/>
    <w:rsid w:val="00010A8F"/>
    <w:rsid w:val="00010D90"/>
    <w:rsid w:val="00011381"/>
    <w:rsid w:val="000115C2"/>
    <w:rsid w:val="000119D3"/>
    <w:rsid w:val="0001228B"/>
    <w:rsid w:val="00012ABF"/>
    <w:rsid w:val="0001330C"/>
    <w:rsid w:val="00014791"/>
    <w:rsid w:val="000149B9"/>
    <w:rsid w:val="00014E27"/>
    <w:rsid w:val="00015612"/>
    <w:rsid w:val="00016364"/>
    <w:rsid w:val="0001776C"/>
    <w:rsid w:val="00017F20"/>
    <w:rsid w:val="0002120C"/>
    <w:rsid w:val="00021B14"/>
    <w:rsid w:val="000221F2"/>
    <w:rsid w:val="0002229E"/>
    <w:rsid w:val="00022410"/>
    <w:rsid w:val="0002295C"/>
    <w:rsid w:val="00022C6B"/>
    <w:rsid w:val="000236E3"/>
    <w:rsid w:val="0002398C"/>
    <w:rsid w:val="00025408"/>
    <w:rsid w:val="00026278"/>
    <w:rsid w:val="000268C2"/>
    <w:rsid w:val="000325B7"/>
    <w:rsid w:val="00032F55"/>
    <w:rsid w:val="000330BD"/>
    <w:rsid w:val="00033342"/>
    <w:rsid w:val="000336CB"/>
    <w:rsid w:val="00033919"/>
    <w:rsid w:val="00034457"/>
    <w:rsid w:val="0003561D"/>
    <w:rsid w:val="00035630"/>
    <w:rsid w:val="000359AD"/>
    <w:rsid w:val="00035CA6"/>
    <w:rsid w:val="000372FA"/>
    <w:rsid w:val="00037395"/>
    <w:rsid w:val="000377F6"/>
    <w:rsid w:val="000403F2"/>
    <w:rsid w:val="00040C2D"/>
    <w:rsid w:val="00041185"/>
    <w:rsid w:val="00041353"/>
    <w:rsid w:val="00041D08"/>
    <w:rsid w:val="0004275E"/>
    <w:rsid w:val="0004316D"/>
    <w:rsid w:val="000431C0"/>
    <w:rsid w:val="0004446C"/>
    <w:rsid w:val="00044F97"/>
    <w:rsid w:val="000456C9"/>
    <w:rsid w:val="00046257"/>
    <w:rsid w:val="00046429"/>
    <w:rsid w:val="0004648C"/>
    <w:rsid w:val="00046638"/>
    <w:rsid w:val="00046F0D"/>
    <w:rsid w:val="0005048E"/>
    <w:rsid w:val="00051ED9"/>
    <w:rsid w:val="0005258D"/>
    <w:rsid w:val="00052C12"/>
    <w:rsid w:val="00052FC6"/>
    <w:rsid w:val="00053B71"/>
    <w:rsid w:val="0005638A"/>
    <w:rsid w:val="000564EE"/>
    <w:rsid w:val="0005740D"/>
    <w:rsid w:val="00057B6D"/>
    <w:rsid w:val="0006052F"/>
    <w:rsid w:val="00060970"/>
    <w:rsid w:val="00060DC7"/>
    <w:rsid w:val="00061405"/>
    <w:rsid w:val="00061AD2"/>
    <w:rsid w:val="00061B69"/>
    <w:rsid w:val="00061DDC"/>
    <w:rsid w:val="00063DA0"/>
    <w:rsid w:val="0006675D"/>
    <w:rsid w:val="0007031E"/>
    <w:rsid w:val="00070622"/>
    <w:rsid w:val="00070933"/>
    <w:rsid w:val="00070A33"/>
    <w:rsid w:val="00070BD5"/>
    <w:rsid w:val="0007161A"/>
    <w:rsid w:val="0007170A"/>
    <w:rsid w:val="00071994"/>
    <w:rsid w:val="00072D93"/>
    <w:rsid w:val="00073B31"/>
    <w:rsid w:val="000754E1"/>
    <w:rsid w:val="00075C1E"/>
    <w:rsid w:val="0007648D"/>
    <w:rsid w:val="00076681"/>
    <w:rsid w:val="00076A9A"/>
    <w:rsid w:val="00076B0A"/>
    <w:rsid w:val="00076CCB"/>
    <w:rsid w:val="000776D0"/>
    <w:rsid w:val="000778C6"/>
    <w:rsid w:val="000803F9"/>
    <w:rsid w:val="00080E3F"/>
    <w:rsid w:val="000815BF"/>
    <w:rsid w:val="00081D2B"/>
    <w:rsid w:val="000820ED"/>
    <w:rsid w:val="00082209"/>
    <w:rsid w:val="000844E9"/>
    <w:rsid w:val="00086028"/>
    <w:rsid w:val="00087247"/>
    <w:rsid w:val="00090A4B"/>
    <w:rsid w:val="00091598"/>
    <w:rsid w:val="0009181D"/>
    <w:rsid w:val="000918C0"/>
    <w:rsid w:val="00092B61"/>
    <w:rsid w:val="00092E84"/>
    <w:rsid w:val="0009303B"/>
    <w:rsid w:val="000935D4"/>
    <w:rsid w:val="0009380F"/>
    <w:rsid w:val="00094EDA"/>
    <w:rsid w:val="000951B3"/>
    <w:rsid w:val="00095EFB"/>
    <w:rsid w:val="00096EDA"/>
    <w:rsid w:val="00097984"/>
    <w:rsid w:val="000A054B"/>
    <w:rsid w:val="000A09DD"/>
    <w:rsid w:val="000A1750"/>
    <w:rsid w:val="000A1C2A"/>
    <w:rsid w:val="000A2DE2"/>
    <w:rsid w:val="000A2F10"/>
    <w:rsid w:val="000A4B8A"/>
    <w:rsid w:val="000A5827"/>
    <w:rsid w:val="000A7458"/>
    <w:rsid w:val="000B0237"/>
    <w:rsid w:val="000B083F"/>
    <w:rsid w:val="000B0B51"/>
    <w:rsid w:val="000B16C1"/>
    <w:rsid w:val="000B16EE"/>
    <w:rsid w:val="000B1772"/>
    <w:rsid w:val="000B1B2E"/>
    <w:rsid w:val="000B1E80"/>
    <w:rsid w:val="000B2CFB"/>
    <w:rsid w:val="000B2DEC"/>
    <w:rsid w:val="000B3973"/>
    <w:rsid w:val="000B3ADB"/>
    <w:rsid w:val="000B3BBB"/>
    <w:rsid w:val="000B46C7"/>
    <w:rsid w:val="000B5749"/>
    <w:rsid w:val="000B5A4D"/>
    <w:rsid w:val="000B63FD"/>
    <w:rsid w:val="000B7E27"/>
    <w:rsid w:val="000C2942"/>
    <w:rsid w:val="000C2E73"/>
    <w:rsid w:val="000C30D2"/>
    <w:rsid w:val="000C3C72"/>
    <w:rsid w:val="000C4B73"/>
    <w:rsid w:val="000C4F3C"/>
    <w:rsid w:val="000C5F93"/>
    <w:rsid w:val="000D0D9A"/>
    <w:rsid w:val="000D179E"/>
    <w:rsid w:val="000D196F"/>
    <w:rsid w:val="000D1EDF"/>
    <w:rsid w:val="000D2678"/>
    <w:rsid w:val="000D286E"/>
    <w:rsid w:val="000D29B4"/>
    <w:rsid w:val="000D2C4B"/>
    <w:rsid w:val="000D2EBF"/>
    <w:rsid w:val="000D2F49"/>
    <w:rsid w:val="000D36A9"/>
    <w:rsid w:val="000D39E5"/>
    <w:rsid w:val="000D442E"/>
    <w:rsid w:val="000D4550"/>
    <w:rsid w:val="000D4FEC"/>
    <w:rsid w:val="000D5090"/>
    <w:rsid w:val="000D5B48"/>
    <w:rsid w:val="000D5CDE"/>
    <w:rsid w:val="000D6A70"/>
    <w:rsid w:val="000D7175"/>
    <w:rsid w:val="000D75DE"/>
    <w:rsid w:val="000D7B39"/>
    <w:rsid w:val="000E04DB"/>
    <w:rsid w:val="000E05D5"/>
    <w:rsid w:val="000E0A53"/>
    <w:rsid w:val="000E0B39"/>
    <w:rsid w:val="000E2545"/>
    <w:rsid w:val="000E281B"/>
    <w:rsid w:val="000E3255"/>
    <w:rsid w:val="000E447E"/>
    <w:rsid w:val="000E4892"/>
    <w:rsid w:val="000E575E"/>
    <w:rsid w:val="000E5AA7"/>
    <w:rsid w:val="000E5C8C"/>
    <w:rsid w:val="000E6A31"/>
    <w:rsid w:val="000E72D9"/>
    <w:rsid w:val="000F07DB"/>
    <w:rsid w:val="000F12F7"/>
    <w:rsid w:val="000F1461"/>
    <w:rsid w:val="000F154B"/>
    <w:rsid w:val="000F1587"/>
    <w:rsid w:val="000F1900"/>
    <w:rsid w:val="000F1BF6"/>
    <w:rsid w:val="000F1CEE"/>
    <w:rsid w:val="000F1D46"/>
    <w:rsid w:val="000F296D"/>
    <w:rsid w:val="000F2A9A"/>
    <w:rsid w:val="000F2E2B"/>
    <w:rsid w:val="000F2F1A"/>
    <w:rsid w:val="000F49DE"/>
    <w:rsid w:val="000F527B"/>
    <w:rsid w:val="000F5BAE"/>
    <w:rsid w:val="000F5CAF"/>
    <w:rsid w:val="000F5D9C"/>
    <w:rsid w:val="000F5F3A"/>
    <w:rsid w:val="000F79E4"/>
    <w:rsid w:val="00100DBD"/>
    <w:rsid w:val="0010120D"/>
    <w:rsid w:val="0010165E"/>
    <w:rsid w:val="00102831"/>
    <w:rsid w:val="0010348F"/>
    <w:rsid w:val="00103808"/>
    <w:rsid w:val="0010662E"/>
    <w:rsid w:val="0010662F"/>
    <w:rsid w:val="001068F2"/>
    <w:rsid w:val="00106BA5"/>
    <w:rsid w:val="00106E90"/>
    <w:rsid w:val="0011098E"/>
    <w:rsid w:val="00110C02"/>
    <w:rsid w:val="001115D8"/>
    <w:rsid w:val="00111620"/>
    <w:rsid w:val="0011165A"/>
    <w:rsid w:val="00112903"/>
    <w:rsid w:val="00113BB6"/>
    <w:rsid w:val="00114627"/>
    <w:rsid w:val="00114C87"/>
    <w:rsid w:val="00114CA8"/>
    <w:rsid w:val="00114FE1"/>
    <w:rsid w:val="00116707"/>
    <w:rsid w:val="00117153"/>
    <w:rsid w:val="00117849"/>
    <w:rsid w:val="00120225"/>
    <w:rsid w:val="0012070D"/>
    <w:rsid w:val="0012087F"/>
    <w:rsid w:val="001218D5"/>
    <w:rsid w:val="001245E0"/>
    <w:rsid w:val="001256CB"/>
    <w:rsid w:val="001261D6"/>
    <w:rsid w:val="001278B3"/>
    <w:rsid w:val="001279D4"/>
    <w:rsid w:val="001305CE"/>
    <w:rsid w:val="00131732"/>
    <w:rsid w:val="00132434"/>
    <w:rsid w:val="001328E3"/>
    <w:rsid w:val="0013325D"/>
    <w:rsid w:val="0013385B"/>
    <w:rsid w:val="001342FF"/>
    <w:rsid w:val="001343BF"/>
    <w:rsid w:val="00134635"/>
    <w:rsid w:val="00135084"/>
    <w:rsid w:val="00135722"/>
    <w:rsid w:val="00135A0F"/>
    <w:rsid w:val="00135CA6"/>
    <w:rsid w:val="00140588"/>
    <w:rsid w:val="00140A7E"/>
    <w:rsid w:val="001413AC"/>
    <w:rsid w:val="0014274F"/>
    <w:rsid w:val="00143007"/>
    <w:rsid w:val="0014336A"/>
    <w:rsid w:val="0014372B"/>
    <w:rsid w:val="00143A66"/>
    <w:rsid w:val="0014499F"/>
    <w:rsid w:val="00144A4C"/>
    <w:rsid w:val="00144E34"/>
    <w:rsid w:val="00144F13"/>
    <w:rsid w:val="001450CD"/>
    <w:rsid w:val="00145C31"/>
    <w:rsid w:val="00145D64"/>
    <w:rsid w:val="001460AD"/>
    <w:rsid w:val="00146107"/>
    <w:rsid w:val="0014661B"/>
    <w:rsid w:val="00146A99"/>
    <w:rsid w:val="001501B5"/>
    <w:rsid w:val="001504F2"/>
    <w:rsid w:val="001510F9"/>
    <w:rsid w:val="00151D3B"/>
    <w:rsid w:val="0015221E"/>
    <w:rsid w:val="00154C6D"/>
    <w:rsid w:val="00154CD2"/>
    <w:rsid w:val="00155727"/>
    <w:rsid w:val="0015638C"/>
    <w:rsid w:val="00156446"/>
    <w:rsid w:val="00157002"/>
    <w:rsid w:val="00157628"/>
    <w:rsid w:val="00157CE5"/>
    <w:rsid w:val="00160CFC"/>
    <w:rsid w:val="0016172E"/>
    <w:rsid w:val="00162C3D"/>
    <w:rsid w:val="00162E7E"/>
    <w:rsid w:val="001638AC"/>
    <w:rsid w:val="001638F8"/>
    <w:rsid w:val="001639B2"/>
    <w:rsid w:val="001645D1"/>
    <w:rsid w:val="00164D60"/>
    <w:rsid w:val="00164EF4"/>
    <w:rsid w:val="00164F62"/>
    <w:rsid w:val="00165725"/>
    <w:rsid w:val="00165BA0"/>
    <w:rsid w:val="001662CA"/>
    <w:rsid w:val="00166662"/>
    <w:rsid w:val="0016730B"/>
    <w:rsid w:val="0017013E"/>
    <w:rsid w:val="001703E4"/>
    <w:rsid w:val="0017200D"/>
    <w:rsid w:val="00173131"/>
    <w:rsid w:val="00174191"/>
    <w:rsid w:val="00174953"/>
    <w:rsid w:val="0017568D"/>
    <w:rsid w:val="00175D92"/>
    <w:rsid w:val="0017627D"/>
    <w:rsid w:val="0017661E"/>
    <w:rsid w:val="0018026A"/>
    <w:rsid w:val="0018049A"/>
    <w:rsid w:val="001808DD"/>
    <w:rsid w:val="00180902"/>
    <w:rsid w:val="00180B3C"/>
    <w:rsid w:val="00180C3E"/>
    <w:rsid w:val="00181494"/>
    <w:rsid w:val="001816D2"/>
    <w:rsid w:val="001818FC"/>
    <w:rsid w:val="00181A8D"/>
    <w:rsid w:val="00182489"/>
    <w:rsid w:val="00182D56"/>
    <w:rsid w:val="00182E07"/>
    <w:rsid w:val="0018357A"/>
    <w:rsid w:val="001842B4"/>
    <w:rsid w:val="001849BB"/>
    <w:rsid w:val="00185087"/>
    <w:rsid w:val="0018587C"/>
    <w:rsid w:val="00185AD6"/>
    <w:rsid w:val="001867C7"/>
    <w:rsid w:val="00186AD4"/>
    <w:rsid w:val="001872D2"/>
    <w:rsid w:val="00187A2B"/>
    <w:rsid w:val="0019167E"/>
    <w:rsid w:val="00191989"/>
    <w:rsid w:val="001936B3"/>
    <w:rsid w:val="00194182"/>
    <w:rsid w:val="001951EC"/>
    <w:rsid w:val="00195757"/>
    <w:rsid w:val="001958D4"/>
    <w:rsid w:val="00195EDC"/>
    <w:rsid w:val="001965D6"/>
    <w:rsid w:val="001A1A76"/>
    <w:rsid w:val="001A22A4"/>
    <w:rsid w:val="001A23B9"/>
    <w:rsid w:val="001A430D"/>
    <w:rsid w:val="001A5411"/>
    <w:rsid w:val="001A79A8"/>
    <w:rsid w:val="001A7D1D"/>
    <w:rsid w:val="001B09C3"/>
    <w:rsid w:val="001B09EA"/>
    <w:rsid w:val="001B1466"/>
    <w:rsid w:val="001B1B11"/>
    <w:rsid w:val="001B1DCE"/>
    <w:rsid w:val="001B20E6"/>
    <w:rsid w:val="001B258F"/>
    <w:rsid w:val="001B2E67"/>
    <w:rsid w:val="001B3ABD"/>
    <w:rsid w:val="001B42AE"/>
    <w:rsid w:val="001B6327"/>
    <w:rsid w:val="001B6956"/>
    <w:rsid w:val="001B704C"/>
    <w:rsid w:val="001C014C"/>
    <w:rsid w:val="001C0A27"/>
    <w:rsid w:val="001C2250"/>
    <w:rsid w:val="001C3140"/>
    <w:rsid w:val="001C337E"/>
    <w:rsid w:val="001C3D30"/>
    <w:rsid w:val="001C4594"/>
    <w:rsid w:val="001C4FDA"/>
    <w:rsid w:val="001C5E2F"/>
    <w:rsid w:val="001C64BF"/>
    <w:rsid w:val="001C6BC7"/>
    <w:rsid w:val="001C727A"/>
    <w:rsid w:val="001D0B07"/>
    <w:rsid w:val="001D1002"/>
    <w:rsid w:val="001D117C"/>
    <w:rsid w:val="001D1FE8"/>
    <w:rsid w:val="001D209E"/>
    <w:rsid w:val="001D2119"/>
    <w:rsid w:val="001D421B"/>
    <w:rsid w:val="001D4EBE"/>
    <w:rsid w:val="001D66E0"/>
    <w:rsid w:val="001D72A0"/>
    <w:rsid w:val="001D7346"/>
    <w:rsid w:val="001D74A0"/>
    <w:rsid w:val="001D7CAF"/>
    <w:rsid w:val="001E1B65"/>
    <w:rsid w:val="001E401A"/>
    <w:rsid w:val="001E4395"/>
    <w:rsid w:val="001E4548"/>
    <w:rsid w:val="001E4A24"/>
    <w:rsid w:val="001E4BD7"/>
    <w:rsid w:val="001E5C4E"/>
    <w:rsid w:val="001E5C54"/>
    <w:rsid w:val="001E5F5B"/>
    <w:rsid w:val="001F0F8F"/>
    <w:rsid w:val="001F1736"/>
    <w:rsid w:val="001F2179"/>
    <w:rsid w:val="001F2E6A"/>
    <w:rsid w:val="001F6896"/>
    <w:rsid w:val="001F6A59"/>
    <w:rsid w:val="001F7EF3"/>
    <w:rsid w:val="00200563"/>
    <w:rsid w:val="00200749"/>
    <w:rsid w:val="00200919"/>
    <w:rsid w:val="002019E6"/>
    <w:rsid w:val="00201D4C"/>
    <w:rsid w:val="00202792"/>
    <w:rsid w:val="00203886"/>
    <w:rsid w:val="00204463"/>
    <w:rsid w:val="00204AF3"/>
    <w:rsid w:val="00205C3C"/>
    <w:rsid w:val="002068B1"/>
    <w:rsid w:val="002069F5"/>
    <w:rsid w:val="00206C88"/>
    <w:rsid w:val="0020753F"/>
    <w:rsid w:val="00211703"/>
    <w:rsid w:val="002117EA"/>
    <w:rsid w:val="00212486"/>
    <w:rsid w:val="00212802"/>
    <w:rsid w:val="002129D4"/>
    <w:rsid w:val="0021406B"/>
    <w:rsid w:val="002145A0"/>
    <w:rsid w:val="00214C59"/>
    <w:rsid w:val="00214D38"/>
    <w:rsid w:val="00214D88"/>
    <w:rsid w:val="002151A6"/>
    <w:rsid w:val="00215336"/>
    <w:rsid w:val="002156FD"/>
    <w:rsid w:val="0021603D"/>
    <w:rsid w:val="002161A2"/>
    <w:rsid w:val="00220073"/>
    <w:rsid w:val="002208FD"/>
    <w:rsid w:val="00220A92"/>
    <w:rsid w:val="0022117D"/>
    <w:rsid w:val="00221459"/>
    <w:rsid w:val="00221D11"/>
    <w:rsid w:val="00221D33"/>
    <w:rsid w:val="002221F8"/>
    <w:rsid w:val="00222B16"/>
    <w:rsid w:val="00222F8E"/>
    <w:rsid w:val="0022420F"/>
    <w:rsid w:val="00224325"/>
    <w:rsid w:val="00225741"/>
    <w:rsid w:val="00226B6E"/>
    <w:rsid w:val="00230183"/>
    <w:rsid w:val="002309E5"/>
    <w:rsid w:val="00230D25"/>
    <w:rsid w:val="00230FBB"/>
    <w:rsid w:val="00231576"/>
    <w:rsid w:val="00232565"/>
    <w:rsid w:val="00232B2F"/>
    <w:rsid w:val="002336B7"/>
    <w:rsid w:val="00233C42"/>
    <w:rsid w:val="00234255"/>
    <w:rsid w:val="00234B3C"/>
    <w:rsid w:val="00234B90"/>
    <w:rsid w:val="0023556A"/>
    <w:rsid w:val="00236A70"/>
    <w:rsid w:val="00240BAF"/>
    <w:rsid w:val="00241C7F"/>
    <w:rsid w:val="00241F72"/>
    <w:rsid w:val="002425E2"/>
    <w:rsid w:val="002428DF"/>
    <w:rsid w:val="00242917"/>
    <w:rsid w:val="00242DC3"/>
    <w:rsid w:val="00243792"/>
    <w:rsid w:val="00243E24"/>
    <w:rsid w:val="00244807"/>
    <w:rsid w:val="00245A44"/>
    <w:rsid w:val="00245A99"/>
    <w:rsid w:val="00245BE5"/>
    <w:rsid w:val="00246CD3"/>
    <w:rsid w:val="002473D1"/>
    <w:rsid w:val="00247FB0"/>
    <w:rsid w:val="0025014B"/>
    <w:rsid w:val="00250A38"/>
    <w:rsid w:val="00253435"/>
    <w:rsid w:val="00253B5B"/>
    <w:rsid w:val="0025427B"/>
    <w:rsid w:val="002543BC"/>
    <w:rsid w:val="002545F3"/>
    <w:rsid w:val="00254D80"/>
    <w:rsid w:val="00254DF8"/>
    <w:rsid w:val="0025567E"/>
    <w:rsid w:val="00256452"/>
    <w:rsid w:val="00256809"/>
    <w:rsid w:val="00256EE1"/>
    <w:rsid w:val="00257ADF"/>
    <w:rsid w:val="00257C87"/>
    <w:rsid w:val="002608D1"/>
    <w:rsid w:val="00261178"/>
    <w:rsid w:val="00261384"/>
    <w:rsid w:val="00261F26"/>
    <w:rsid w:val="00261F55"/>
    <w:rsid w:val="0026200A"/>
    <w:rsid w:val="00263937"/>
    <w:rsid w:val="00263956"/>
    <w:rsid w:val="00263C5C"/>
    <w:rsid w:val="00263CB0"/>
    <w:rsid w:val="002641FE"/>
    <w:rsid w:val="00264E00"/>
    <w:rsid w:val="00265F51"/>
    <w:rsid w:val="002664C7"/>
    <w:rsid w:val="0026682C"/>
    <w:rsid w:val="00267628"/>
    <w:rsid w:val="0027003B"/>
    <w:rsid w:val="002707BA"/>
    <w:rsid w:val="00270EB8"/>
    <w:rsid w:val="002711D3"/>
    <w:rsid w:val="00271244"/>
    <w:rsid w:val="00271341"/>
    <w:rsid w:val="002732F7"/>
    <w:rsid w:val="0027358E"/>
    <w:rsid w:val="0027372C"/>
    <w:rsid w:val="0027385F"/>
    <w:rsid w:val="002739FB"/>
    <w:rsid w:val="0027400E"/>
    <w:rsid w:val="00274678"/>
    <w:rsid w:val="00274787"/>
    <w:rsid w:val="00274B0C"/>
    <w:rsid w:val="00275877"/>
    <w:rsid w:val="00275B93"/>
    <w:rsid w:val="00276F13"/>
    <w:rsid w:val="0027722C"/>
    <w:rsid w:val="002772BE"/>
    <w:rsid w:val="00277D7C"/>
    <w:rsid w:val="00280834"/>
    <w:rsid w:val="002823D5"/>
    <w:rsid w:val="002824D2"/>
    <w:rsid w:val="002828E1"/>
    <w:rsid w:val="00282E5D"/>
    <w:rsid w:val="00283F91"/>
    <w:rsid w:val="0028452A"/>
    <w:rsid w:val="0028488A"/>
    <w:rsid w:val="0028532D"/>
    <w:rsid w:val="002857AB"/>
    <w:rsid w:val="00285C7D"/>
    <w:rsid w:val="00285D80"/>
    <w:rsid w:val="00290626"/>
    <w:rsid w:val="00290DE4"/>
    <w:rsid w:val="00291762"/>
    <w:rsid w:val="00291BB8"/>
    <w:rsid w:val="00291FB4"/>
    <w:rsid w:val="00291FEF"/>
    <w:rsid w:val="00292438"/>
    <w:rsid w:val="0029283B"/>
    <w:rsid w:val="00293028"/>
    <w:rsid w:val="00293667"/>
    <w:rsid w:val="0029372E"/>
    <w:rsid w:val="00293919"/>
    <w:rsid w:val="00293F3A"/>
    <w:rsid w:val="00295146"/>
    <w:rsid w:val="00296033"/>
    <w:rsid w:val="00296A8D"/>
    <w:rsid w:val="00297028"/>
    <w:rsid w:val="00297862"/>
    <w:rsid w:val="002A0116"/>
    <w:rsid w:val="002A0204"/>
    <w:rsid w:val="002A06AC"/>
    <w:rsid w:val="002A0B76"/>
    <w:rsid w:val="002A0D9C"/>
    <w:rsid w:val="002A1DD0"/>
    <w:rsid w:val="002A1F67"/>
    <w:rsid w:val="002A25ED"/>
    <w:rsid w:val="002A270F"/>
    <w:rsid w:val="002A2DC3"/>
    <w:rsid w:val="002A4284"/>
    <w:rsid w:val="002A4FD3"/>
    <w:rsid w:val="002A5549"/>
    <w:rsid w:val="002A605E"/>
    <w:rsid w:val="002A623C"/>
    <w:rsid w:val="002A6262"/>
    <w:rsid w:val="002A633F"/>
    <w:rsid w:val="002A642F"/>
    <w:rsid w:val="002A7297"/>
    <w:rsid w:val="002A7D5B"/>
    <w:rsid w:val="002B00C3"/>
    <w:rsid w:val="002B03C0"/>
    <w:rsid w:val="002B066E"/>
    <w:rsid w:val="002B282A"/>
    <w:rsid w:val="002B404F"/>
    <w:rsid w:val="002B40F4"/>
    <w:rsid w:val="002B4168"/>
    <w:rsid w:val="002B4DCA"/>
    <w:rsid w:val="002B52A7"/>
    <w:rsid w:val="002B5BBE"/>
    <w:rsid w:val="002B5CE6"/>
    <w:rsid w:val="002B64ED"/>
    <w:rsid w:val="002B6FD1"/>
    <w:rsid w:val="002B7D47"/>
    <w:rsid w:val="002C0863"/>
    <w:rsid w:val="002C12D8"/>
    <w:rsid w:val="002C1715"/>
    <w:rsid w:val="002C30A9"/>
    <w:rsid w:val="002C372B"/>
    <w:rsid w:val="002C507C"/>
    <w:rsid w:val="002C5650"/>
    <w:rsid w:val="002C5ED3"/>
    <w:rsid w:val="002C654D"/>
    <w:rsid w:val="002C6DCA"/>
    <w:rsid w:val="002C77C1"/>
    <w:rsid w:val="002D132F"/>
    <w:rsid w:val="002D1619"/>
    <w:rsid w:val="002D16B0"/>
    <w:rsid w:val="002D318A"/>
    <w:rsid w:val="002D3376"/>
    <w:rsid w:val="002D4289"/>
    <w:rsid w:val="002D46B9"/>
    <w:rsid w:val="002D4DF6"/>
    <w:rsid w:val="002D5060"/>
    <w:rsid w:val="002D52BC"/>
    <w:rsid w:val="002D556E"/>
    <w:rsid w:val="002D5629"/>
    <w:rsid w:val="002D5765"/>
    <w:rsid w:val="002D65FC"/>
    <w:rsid w:val="002D6BDB"/>
    <w:rsid w:val="002D6C0C"/>
    <w:rsid w:val="002D726A"/>
    <w:rsid w:val="002D751F"/>
    <w:rsid w:val="002D7AAB"/>
    <w:rsid w:val="002E120C"/>
    <w:rsid w:val="002E1458"/>
    <w:rsid w:val="002E1611"/>
    <w:rsid w:val="002E2A49"/>
    <w:rsid w:val="002E2A83"/>
    <w:rsid w:val="002E369D"/>
    <w:rsid w:val="002E3830"/>
    <w:rsid w:val="002E3ABF"/>
    <w:rsid w:val="002E44EA"/>
    <w:rsid w:val="002E53FE"/>
    <w:rsid w:val="002E5527"/>
    <w:rsid w:val="002E56BA"/>
    <w:rsid w:val="002E57BC"/>
    <w:rsid w:val="002E7FF6"/>
    <w:rsid w:val="002F079B"/>
    <w:rsid w:val="002F11CC"/>
    <w:rsid w:val="002F2193"/>
    <w:rsid w:val="002F22B2"/>
    <w:rsid w:val="002F25F1"/>
    <w:rsid w:val="002F4A40"/>
    <w:rsid w:val="002F4CE0"/>
    <w:rsid w:val="002F573C"/>
    <w:rsid w:val="002F5C08"/>
    <w:rsid w:val="002F5D29"/>
    <w:rsid w:val="002F67FF"/>
    <w:rsid w:val="002F6EC3"/>
    <w:rsid w:val="002F71E9"/>
    <w:rsid w:val="002F73EC"/>
    <w:rsid w:val="002F7A66"/>
    <w:rsid w:val="002F7AD9"/>
    <w:rsid w:val="003008F0"/>
    <w:rsid w:val="00300E8D"/>
    <w:rsid w:val="00301008"/>
    <w:rsid w:val="003027C7"/>
    <w:rsid w:val="003027D3"/>
    <w:rsid w:val="00303CDC"/>
    <w:rsid w:val="00303DFC"/>
    <w:rsid w:val="00305974"/>
    <w:rsid w:val="00305D8D"/>
    <w:rsid w:val="003076FF"/>
    <w:rsid w:val="00307CD8"/>
    <w:rsid w:val="0031053B"/>
    <w:rsid w:val="003105B7"/>
    <w:rsid w:val="003109C3"/>
    <w:rsid w:val="00310BF5"/>
    <w:rsid w:val="00310C5E"/>
    <w:rsid w:val="00311179"/>
    <w:rsid w:val="0031195F"/>
    <w:rsid w:val="00312442"/>
    <w:rsid w:val="00313C94"/>
    <w:rsid w:val="00313E61"/>
    <w:rsid w:val="003142EA"/>
    <w:rsid w:val="0031443D"/>
    <w:rsid w:val="0031486B"/>
    <w:rsid w:val="00314F4B"/>
    <w:rsid w:val="00316C67"/>
    <w:rsid w:val="00317225"/>
    <w:rsid w:val="0032090B"/>
    <w:rsid w:val="00320B70"/>
    <w:rsid w:val="003213A0"/>
    <w:rsid w:val="00321BD4"/>
    <w:rsid w:val="00321D9B"/>
    <w:rsid w:val="00322DBC"/>
    <w:rsid w:val="00322DD4"/>
    <w:rsid w:val="00322FD8"/>
    <w:rsid w:val="00323D0D"/>
    <w:rsid w:val="00324F9D"/>
    <w:rsid w:val="00325571"/>
    <w:rsid w:val="003257FF"/>
    <w:rsid w:val="00325A6D"/>
    <w:rsid w:val="00325DF3"/>
    <w:rsid w:val="00327435"/>
    <w:rsid w:val="003300F4"/>
    <w:rsid w:val="00331155"/>
    <w:rsid w:val="00331A9E"/>
    <w:rsid w:val="00331FB1"/>
    <w:rsid w:val="0033249D"/>
    <w:rsid w:val="00334313"/>
    <w:rsid w:val="00335597"/>
    <w:rsid w:val="00335A22"/>
    <w:rsid w:val="00335EE1"/>
    <w:rsid w:val="00337412"/>
    <w:rsid w:val="00337762"/>
    <w:rsid w:val="003414C9"/>
    <w:rsid w:val="003414D5"/>
    <w:rsid w:val="00341D3F"/>
    <w:rsid w:val="003437BD"/>
    <w:rsid w:val="0034493A"/>
    <w:rsid w:val="00344AFD"/>
    <w:rsid w:val="00345B4C"/>
    <w:rsid w:val="00346224"/>
    <w:rsid w:val="00346FB2"/>
    <w:rsid w:val="00346FDE"/>
    <w:rsid w:val="00347389"/>
    <w:rsid w:val="003511CE"/>
    <w:rsid w:val="00351AE2"/>
    <w:rsid w:val="00351AFD"/>
    <w:rsid w:val="003528F8"/>
    <w:rsid w:val="00352DB3"/>
    <w:rsid w:val="00354564"/>
    <w:rsid w:val="00355C79"/>
    <w:rsid w:val="003562F1"/>
    <w:rsid w:val="00356FE3"/>
    <w:rsid w:val="0035723D"/>
    <w:rsid w:val="00357CA9"/>
    <w:rsid w:val="00360AF8"/>
    <w:rsid w:val="00362C2E"/>
    <w:rsid w:val="00362EE7"/>
    <w:rsid w:val="00363404"/>
    <w:rsid w:val="00363449"/>
    <w:rsid w:val="00363470"/>
    <w:rsid w:val="003635D7"/>
    <w:rsid w:val="00364BEF"/>
    <w:rsid w:val="00364D38"/>
    <w:rsid w:val="00365432"/>
    <w:rsid w:val="00365536"/>
    <w:rsid w:val="00365587"/>
    <w:rsid w:val="00365B93"/>
    <w:rsid w:val="0036730D"/>
    <w:rsid w:val="00367ABF"/>
    <w:rsid w:val="00367CD9"/>
    <w:rsid w:val="003703A8"/>
    <w:rsid w:val="00370A51"/>
    <w:rsid w:val="00372A05"/>
    <w:rsid w:val="003730D3"/>
    <w:rsid w:val="003733F7"/>
    <w:rsid w:val="00373DF3"/>
    <w:rsid w:val="0037457D"/>
    <w:rsid w:val="00374B05"/>
    <w:rsid w:val="00374F0E"/>
    <w:rsid w:val="00375056"/>
    <w:rsid w:val="003753F0"/>
    <w:rsid w:val="00377475"/>
    <w:rsid w:val="0038035A"/>
    <w:rsid w:val="00380A0B"/>
    <w:rsid w:val="0038115A"/>
    <w:rsid w:val="00381160"/>
    <w:rsid w:val="003811E1"/>
    <w:rsid w:val="00381D42"/>
    <w:rsid w:val="00381E94"/>
    <w:rsid w:val="003831B2"/>
    <w:rsid w:val="00383728"/>
    <w:rsid w:val="00383BA0"/>
    <w:rsid w:val="00384DB8"/>
    <w:rsid w:val="0038616B"/>
    <w:rsid w:val="00386A7D"/>
    <w:rsid w:val="003870F1"/>
    <w:rsid w:val="0038758F"/>
    <w:rsid w:val="00387F28"/>
    <w:rsid w:val="00390025"/>
    <w:rsid w:val="00390745"/>
    <w:rsid w:val="003911B5"/>
    <w:rsid w:val="003919D8"/>
    <w:rsid w:val="00392826"/>
    <w:rsid w:val="00393A61"/>
    <w:rsid w:val="00393FD6"/>
    <w:rsid w:val="00396062"/>
    <w:rsid w:val="00396712"/>
    <w:rsid w:val="00397768"/>
    <w:rsid w:val="003A0BF0"/>
    <w:rsid w:val="003A0DFA"/>
    <w:rsid w:val="003A1475"/>
    <w:rsid w:val="003A1590"/>
    <w:rsid w:val="003A2372"/>
    <w:rsid w:val="003A5A62"/>
    <w:rsid w:val="003A5F53"/>
    <w:rsid w:val="003A60A1"/>
    <w:rsid w:val="003A761C"/>
    <w:rsid w:val="003A7966"/>
    <w:rsid w:val="003A7DB5"/>
    <w:rsid w:val="003B07CF"/>
    <w:rsid w:val="003B1B40"/>
    <w:rsid w:val="003B23BD"/>
    <w:rsid w:val="003B2AA1"/>
    <w:rsid w:val="003B372B"/>
    <w:rsid w:val="003B37A6"/>
    <w:rsid w:val="003B4EE5"/>
    <w:rsid w:val="003B5C15"/>
    <w:rsid w:val="003B6398"/>
    <w:rsid w:val="003B70B9"/>
    <w:rsid w:val="003B71CD"/>
    <w:rsid w:val="003C0667"/>
    <w:rsid w:val="003C22AB"/>
    <w:rsid w:val="003C2B1A"/>
    <w:rsid w:val="003C42E8"/>
    <w:rsid w:val="003C435E"/>
    <w:rsid w:val="003C4895"/>
    <w:rsid w:val="003C5AE3"/>
    <w:rsid w:val="003C5C89"/>
    <w:rsid w:val="003C68D1"/>
    <w:rsid w:val="003C740B"/>
    <w:rsid w:val="003D0022"/>
    <w:rsid w:val="003D2690"/>
    <w:rsid w:val="003D28DB"/>
    <w:rsid w:val="003D2E04"/>
    <w:rsid w:val="003D3D36"/>
    <w:rsid w:val="003D4CA4"/>
    <w:rsid w:val="003D4D1E"/>
    <w:rsid w:val="003D6701"/>
    <w:rsid w:val="003D680D"/>
    <w:rsid w:val="003D69D2"/>
    <w:rsid w:val="003D6C1F"/>
    <w:rsid w:val="003D74A8"/>
    <w:rsid w:val="003D78DA"/>
    <w:rsid w:val="003D78FB"/>
    <w:rsid w:val="003D795F"/>
    <w:rsid w:val="003D79A4"/>
    <w:rsid w:val="003D7AF4"/>
    <w:rsid w:val="003D7AFB"/>
    <w:rsid w:val="003E128A"/>
    <w:rsid w:val="003E16A5"/>
    <w:rsid w:val="003E1FDC"/>
    <w:rsid w:val="003E20B3"/>
    <w:rsid w:val="003E2F36"/>
    <w:rsid w:val="003E307C"/>
    <w:rsid w:val="003E3725"/>
    <w:rsid w:val="003E41EE"/>
    <w:rsid w:val="003E4F1E"/>
    <w:rsid w:val="003E63CA"/>
    <w:rsid w:val="003E6D7D"/>
    <w:rsid w:val="003E7E92"/>
    <w:rsid w:val="003F0596"/>
    <w:rsid w:val="003F0BF2"/>
    <w:rsid w:val="003F0EEE"/>
    <w:rsid w:val="003F1072"/>
    <w:rsid w:val="003F15E8"/>
    <w:rsid w:val="003F22DD"/>
    <w:rsid w:val="003F2CD6"/>
    <w:rsid w:val="003F4806"/>
    <w:rsid w:val="003F4CBB"/>
    <w:rsid w:val="003F6767"/>
    <w:rsid w:val="003F6F6B"/>
    <w:rsid w:val="003F72B3"/>
    <w:rsid w:val="00400A38"/>
    <w:rsid w:val="00400B4B"/>
    <w:rsid w:val="004020E0"/>
    <w:rsid w:val="004022B4"/>
    <w:rsid w:val="0040344F"/>
    <w:rsid w:val="00403500"/>
    <w:rsid w:val="00403A13"/>
    <w:rsid w:val="004041E4"/>
    <w:rsid w:val="00404BFE"/>
    <w:rsid w:val="00404CCF"/>
    <w:rsid w:val="004056A3"/>
    <w:rsid w:val="00406FC4"/>
    <w:rsid w:val="00407BD0"/>
    <w:rsid w:val="004102CF"/>
    <w:rsid w:val="00411399"/>
    <w:rsid w:val="00412722"/>
    <w:rsid w:val="004131D0"/>
    <w:rsid w:val="004132B2"/>
    <w:rsid w:val="0041394B"/>
    <w:rsid w:val="00414C26"/>
    <w:rsid w:val="00416333"/>
    <w:rsid w:val="004165AD"/>
    <w:rsid w:val="00416C18"/>
    <w:rsid w:val="00417D48"/>
    <w:rsid w:val="0042005B"/>
    <w:rsid w:val="00420D0F"/>
    <w:rsid w:val="00421400"/>
    <w:rsid w:val="004216FC"/>
    <w:rsid w:val="00421E65"/>
    <w:rsid w:val="00422C07"/>
    <w:rsid w:val="004230A0"/>
    <w:rsid w:val="004231B5"/>
    <w:rsid w:val="004233F7"/>
    <w:rsid w:val="00423535"/>
    <w:rsid w:val="00423892"/>
    <w:rsid w:val="00424B5D"/>
    <w:rsid w:val="004257F1"/>
    <w:rsid w:val="00425F4A"/>
    <w:rsid w:val="00427948"/>
    <w:rsid w:val="00427F47"/>
    <w:rsid w:val="004300F6"/>
    <w:rsid w:val="00430499"/>
    <w:rsid w:val="00430832"/>
    <w:rsid w:val="00430893"/>
    <w:rsid w:val="00431054"/>
    <w:rsid w:val="0043105B"/>
    <w:rsid w:val="004310AD"/>
    <w:rsid w:val="004314C4"/>
    <w:rsid w:val="00432EA5"/>
    <w:rsid w:val="00432F93"/>
    <w:rsid w:val="00433BCF"/>
    <w:rsid w:val="00433F9F"/>
    <w:rsid w:val="00434354"/>
    <w:rsid w:val="00434A62"/>
    <w:rsid w:val="00434AC1"/>
    <w:rsid w:val="00435043"/>
    <w:rsid w:val="00437514"/>
    <w:rsid w:val="00437703"/>
    <w:rsid w:val="004378D8"/>
    <w:rsid w:val="00440403"/>
    <w:rsid w:val="0044111F"/>
    <w:rsid w:val="004425CE"/>
    <w:rsid w:val="00444DB3"/>
    <w:rsid w:val="00445013"/>
    <w:rsid w:val="0044534E"/>
    <w:rsid w:val="00445BE4"/>
    <w:rsid w:val="00445E82"/>
    <w:rsid w:val="00445FE7"/>
    <w:rsid w:val="00446B9E"/>
    <w:rsid w:val="00447334"/>
    <w:rsid w:val="00447E58"/>
    <w:rsid w:val="00450578"/>
    <w:rsid w:val="00450D4F"/>
    <w:rsid w:val="00450D67"/>
    <w:rsid w:val="00451472"/>
    <w:rsid w:val="00452738"/>
    <w:rsid w:val="0045359D"/>
    <w:rsid w:val="00453D6E"/>
    <w:rsid w:val="004543C1"/>
    <w:rsid w:val="004543F2"/>
    <w:rsid w:val="004547ED"/>
    <w:rsid w:val="00455296"/>
    <w:rsid w:val="00455BAC"/>
    <w:rsid w:val="00455F2F"/>
    <w:rsid w:val="004567C3"/>
    <w:rsid w:val="00457096"/>
    <w:rsid w:val="00457C84"/>
    <w:rsid w:val="00460FF2"/>
    <w:rsid w:val="004627B2"/>
    <w:rsid w:val="00464CB9"/>
    <w:rsid w:val="0046555D"/>
    <w:rsid w:val="00465960"/>
    <w:rsid w:val="00465C0B"/>
    <w:rsid w:val="0046608C"/>
    <w:rsid w:val="00466168"/>
    <w:rsid w:val="004666F6"/>
    <w:rsid w:val="0046739F"/>
    <w:rsid w:val="00467430"/>
    <w:rsid w:val="00467A74"/>
    <w:rsid w:val="00467C1A"/>
    <w:rsid w:val="00470DE9"/>
    <w:rsid w:val="00470ED7"/>
    <w:rsid w:val="00471B83"/>
    <w:rsid w:val="004722C6"/>
    <w:rsid w:val="00472AFC"/>
    <w:rsid w:val="00473671"/>
    <w:rsid w:val="00474BFE"/>
    <w:rsid w:val="0047522D"/>
    <w:rsid w:val="00475501"/>
    <w:rsid w:val="00476D21"/>
    <w:rsid w:val="004803E3"/>
    <w:rsid w:val="004804D0"/>
    <w:rsid w:val="004806EC"/>
    <w:rsid w:val="00480F2B"/>
    <w:rsid w:val="00481381"/>
    <w:rsid w:val="00481813"/>
    <w:rsid w:val="00481815"/>
    <w:rsid w:val="00481D2F"/>
    <w:rsid w:val="00481F13"/>
    <w:rsid w:val="0048214C"/>
    <w:rsid w:val="004828EB"/>
    <w:rsid w:val="004829B0"/>
    <w:rsid w:val="0048345F"/>
    <w:rsid w:val="0048492C"/>
    <w:rsid w:val="00484D52"/>
    <w:rsid w:val="004859EB"/>
    <w:rsid w:val="004865D9"/>
    <w:rsid w:val="00486E21"/>
    <w:rsid w:val="00487A51"/>
    <w:rsid w:val="00487C23"/>
    <w:rsid w:val="00487D12"/>
    <w:rsid w:val="0049009F"/>
    <w:rsid w:val="00491B3C"/>
    <w:rsid w:val="0049269D"/>
    <w:rsid w:val="004939E6"/>
    <w:rsid w:val="00493FB7"/>
    <w:rsid w:val="00495964"/>
    <w:rsid w:val="00495F26"/>
    <w:rsid w:val="00496DDB"/>
    <w:rsid w:val="00496E8D"/>
    <w:rsid w:val="004974BD"/>
    <w:rsid w:val="004A3A06"/>
    <w:rsid w:val="004A3DFA"/>
    <w:rsid w:val="004A45D4"/>
    <w:rsid w:val="004A48E8"/>
    <w:rsid w:val="004A4EBE"/>
    <w:rsid w:val="004A5EAD"/>
    <w:rsid w:val="004A67C1"/>
    <w:rsid w:val="004A77D4"/>
    <w:rsid w:val="004B0FE4"/>
    <w:rsid w:val="004B3034"/>
    <w:rsid w:val="004B3621"/>
    <w:rsid w:val="004B40FD"/>
    <w:rsid w:val="004B44CA"/>
    <w:rsid w:val="004B4882"/>
    <w:rsid w:val="004B501D"/>
    <w:rsid w:val="004B538D"/>
    <w:rsid w:val="004B5F14"/>
    <w:rsid w:val="004B616F"/>
    <w:rsid w:val="004B644F"/>
    <w:rsid w:val="004B666D"/>
    <w:rsid w:val="004C06AA"/>
    <w:rsid w:val="004C12C9"/>
    <w:rsid w:val="004C352C"/>
    <w:rsid w:val="004C36FC"/>
    <w:rsid w:val="004C4783"/>
    <w:rsid w:val="004C5904"/>
    <w:rsid w:val="004C5FE4"/>
    <w:rsid w:val="004C6C98"/>
    <w:rsid w:val="004C715F"/>
    <w:rsid w:val="004C78B0"/>
    <w:rsid w:val="004D15F9"/>
    <w:rsid w:val="004D1673"/>
    <w:rsid w:val="004D26F9"/>
    <w:rsid w:val="004D2913"/>
    <w:rsid w:val="004D2D55"/>
    <w:rsid w:val="004D35CB"/>
    <w:rsid w:val="004D591E"/>
    <w:rsid w:val="004D5CD0"/>
    <w:rsid w:val="004D6508"/>
    <w:rsid w:val="004D66FD"/>
    <w:rsid w:val="004D7C16"/>
    <w:rsid w:val="004E0197"/>
    <w:rsid w:val="004E03AD"/>
    <w:rsid w:val="004E0E5E"/>
    <w:rsid w:val="004E1D79"/>
    <w:rsid w:val="004E32B9"/>
    <w:rsid w:val="004E3791"/>
    <w:rsid w:val="004E4137"/>
    <w:rsid w:val="004E4D20"/>
    <w:rsid w:val="004E56CA"/>
    <w:rsid w:val="004E5C1D"/>
    <w:rsid w:val="004E7A19"/>
    <w:rsid w:val="004E7D90"/>
    <w:rsid w:val="004F037C"/>
    <w:rsid w:val="004F0662"/>
    <w:rsid w:val="004F0BBB"/>
    <w:rsid w:val="004F1017"/>
    <w:rsid w:val="004F14DA"/>
    <w:rsid w:val="004F172B"/>
    <w:rsid w:val="004F1B91"/>
    <w:rsid w:val="004F22F8"/>
    <w:rsid w:val="004F27CF"/>
    <w:rsid w:val="004F4445"/>
    <w:rsid w:val="004F5DAC"/>
    <w:rsid w:val="004F6EDD"/>
    <w:rsid w:val="004F78AE"/>
    <w:rsid w:val="00500B52"/>
    <w:rsid w:val="00500F92"/>
    <w:rsid w:val="00501252"/>
    <w:rsid w:val="005015AF"/>
    <w:rsid w:val="00502A1C"/>
    <w:rsid w:val="00502C29"/>
    <w:rsid w:val="00502DCD"/>
    <w:rsid w:val="005040B0"/>
    <w:rsid w:val="00504D0E"/>
    <w:rsid w:val="00505188"/>
    <w:rsid w:val="00505679"/>
    <w:rsid w:val="00505842"/>
    <w:rsid w:val="0050633E"/>
    <w:rsid w:val="005066C4"/>
    <w:rsid w:val="005067D4"/>
    <w:rsid w:val="00506E76"/>
    <w:rsid w:val="005111DC"/>
    <w:rsid w:val="00511292"/>
    <w:rsid w:val="00511EA6"/>
    <w:rsid w:val="0051437B"/>
    <w:rsid w:val="00516192"/>
    <w:rsid w:val="00516C47"/>
    <w:rsid w:val="00516C5A"/>
    <w:rsid w:val="005209D9"/>
    <w:rsid w:val="00521735"/>
    <w:rsid w:val="00521902"/>
    <w:rsid w:val="00521DB6"/>
    <w:rsid w:val="00522462"/>
    <w:rsid w:val="00522EFA"/>
    <w:rsid w:val="00523A05"/>
    <w:rsid w:val="00523CCD"/>
    <w:rsid w:val="00523DF5"/>
    <w:rsid w:val="00524BEE"/>
    <w:rsid w:val="0052582E"/>
    <w:rsid w:val="00525AB4"/>
    <w:rsid w:val="00525E5A"/>
    <w:rsid w:val="00526481"/>
    <w:rsid w:val="00526D0B"/>
    <w:rsid w:val="00526E9A"/>
    <w:rsid w:val="005270CA"/>
    <w:rsid w:val="0052783F"/>
    <w:rsid w:val="00527A4E"/>
    <w:rsid w:val="00527E87"/>
    <w:rsid w:val="005308A2"/>
    <w:rsid w:val="00530B0F"/>
    <w:rsid w:val="00531244"/>
    <w:rsid w:val="00531496"/>
    <w:rsid w:val="00531A3A"/>
    <w:rsid w:val="00531B2F"/>
    <w:rsid w:val="00533017"/>
    <w:rsid w:val="00533875"/>
    <w:rsid w:val="005346E7"/>
    <w:rsid w:val="00534F98"/>
    <w:rsid w:val="0053512A"/>
    <w:rsid w:val="0053621D"/>
    <w:rsid w:val="00536409"/>
    <w:rsid w:val="0053662B"/>
    <w:rsid w:val="00536677"/>
    <w:rsid w:val="005366C4"/>
    <w:rsid w:val="00536EE9"/>
    <w:rsid w:val="0053773A"/>
    <w:rsid w:val="00540161"/>
    <w:rsid w:val="00540828"/>
    <w:rsid w:val="0054285F"/>
    <w:rsid w:val="00542F22"/>
    <w:rsid w:val="00543602"/>
    <w:rsid w:val="00543CEB"/>
    <w:rsid w:val="00543DA2"/>
    <w:rsid w:val="005446AA"/>
    <w:rsid w:val="005452BE"/>
    <w:rsid w:val="005474E7"/>
    <w:rsid w:val="00547E3C"/>
    <w:rsid w:val="00547E50"/>
    <w:rsid w:val="0055019D"/>
    <w:rsid w:val="0055091B"/>
    <w:rsid w:val="00550AC8"/>
    <w:rsid w:val="00551B56"/>
    <w:rsid w:val="00552BB3"/>
    <w:rsid w:val="00552EC7"/>
    <w:rsid w:val="00553105"/>
    <w:rsid w:val="005531A2"/>
    <w:rsid w:val="00553D9D"/>
    <w:rsid w:val="0055539E"/>
    <w:rsid w:val="005569A1"/>
    <w:rsid w:val="00556BB5"/>
    <w:rsid w:val="00557051"/>
    <w:rsid w:val="005572E3"/>
    <w:rsid w:val="00560F07"/>
    <w:rsid w:val="0056158D"/>
    <w:rsid w:val="00562071"/>
    <w:rsid w:val="00562537"/>
    <w:rsid w:val="00563569"/>
    <w:rsid w:val="00563CDD"/>
    <w:rsid w:val="005640F7"/>
    <w:rsid w:val="005657FA"/>
    <w:rsid w:val="005658AA"/>
    <w:rsid w:val="00565B96"/>
    <w:rsid w:val="0057045A"/>
    <w:rsid w:val="00570C63"/>
    <w:rsid w:val="00570F6D"/>
    <w:rsid w:val="00574119"/>
    <w:rsid w:val="0057419E"/>
    <w:rsid w:val="00574F25"/>
    <w:rsid w:val="00575D2F"/>
    <w:rsid w:val="00575E4B"/>
    <w:rsid w:val="00576A1C"/>
    <w:rsid w:val="005779E5"/>
    <w:rsid w:val="00577C0A"/>
    <w:rsid w:val="00577F6C"/>
    <w:rsid w:val="005809E3"/>
    <w:rsid w:val="00580F3C"/>
    <w:rsid w:val="0058152C"/>
    <w:rsid w:val="00581ECB"/>
    <w:rsid w:val="00583655"/>
    <w:rsid w:val="005836B6"/>
    <w:rsid w:val="005847F0"/>
    <w:rsid w:val="00584DEB"/>
    <w:rsid w:val="00586EC1"/>
    <w:rsid w:val="0058738A"/>
    <w:rsid w:val="00592FF6"/>
    <w:rsid w:val="00593189"/>
    <w:rsid w:val="0059341C"/>
    <w:rsid w:val="005936D3"/>
    <w:rsid w:val="00593AF5"/>
    <w:rsid w:val="00594DBA"/>
    <w:rsid w:val="00594F9F"/>
    <w:rsid w:val="005953FB"/>
    <w:rsid w:val="005962BD"/>
    <w:rsid w:val="00596904"/>
    <w:rsid w:val="00597557"/>
    <w:rsid w:val="00597B17"/>
    <w:rsid w:val="005A0078"/>
    <w:rsid w:val="005A0445"/>
    <w:rsid w:val="005A0464"/>
    <w:rsid w:val="005A0688"/>
    <w:rsid w:val="005A1A5E"/>
    <w:rsid w:val="005A21AC"/>
    <w:rsid w:val="005A277F"/>
    <w:rsid w:val="005A2E01"/>
    <w:rsid w:val="005A3DBD"/>
    <w:rsid w:val="005A3DF9"/>
    <w:rsid w:val="005A4F0B"/>
    <w:rsid w:val="005A5F34"/>
    <w:rsid w:val="005A779D"/>
    <w:rsid w:val="005A7BBB"/>
    <w:rsid w:val="005B1431"/>
    <w:rsid w:val="005B2A90"/>
    <w:rsid w:val="005B2DC3"/>
    <w:rsid w:val="005B5173"/>
    <w:rsid w:val="005B5D26"/>
    <w:rsid w:val="005B6687"/>
    <w:rsid w:val="005B66E8"/>
    <w:rsid w:val="005B670A"/>
    <w:rsid w:val="005B6C84"/>
    <w:rsid w:val="005C0B7A"/>
    <w:rsid w:val="005C0DAC"/>
    <w:rsid w:val="005C1C7A"/>
    <w:rsid w:val="005C1EAA"/>
    <w:rsid w:val="005C1FBD"/>
    <w:rsid w:val="005C1FD6"/>
    <w:rsid w:val="005C1FF1"/>
    <w:rsid w:val="005C3855"/>
    <w:rsid w:val="005C3A50"/>
    <w:rsid w:val="005C49D0"/>
    <w:rsid w:val="005C4E02"/>
    <w:rsid w:val="005C5372"/>
    <w:rsid w:val="005C5C95"/>
    <w:rsid w:val="005C5D18"/>
    <w:rsid w:val="005C5E65"/>
    <w:rsid w:val="005C770B"/>
    <w:rsid w:val="005C79AD"/>
    <w:rsid w:val="005D06A6"/>
    <w:rsid w:val="005D077E"/>
    <w:rsid w:val="005D07E7"/>
    <w:rsid w:val="005D0E34"/>
    <w:rsid w:val="005D10CE"/>
    <w:rsid w:val="005D249A"/>
    <w:rsid w:val="005D2A30"/>
    <w:rsid w:val="005D3372"/>
    <w:rsid w:val="005D45D1"/>
    <w:rsid w:val="005D4AD2"/>
    <w:rsid w:val="005D5411"/>
    <w:rsid w:val="005D5E49"/>
    <w:rsid w:val="005D68EF"/>
    <w:rsid w:val="005D6B7A"/>
    <w:rsid w:val="005D7012"/>
    <w:rsid w:val="005D7F28"/>
    <w:rsid w:val="005E223E"/>
    <w:rsid w:val="005E3592"/>
    <w:rsid w:val="005E41C2"/>
    <w:rsid w:val="005E4B7A"/>
    <w:rsid w:val="005E522E"/>
    <w:rsid w:val="005E5E8F"/>
    <w:rsid w:val="005E6A7D"/>
    <w:rsid w:val="005E7203"/>
    <w:rsid w:val="005E729D"/>
    <w:rsid w:val="005F1AFF"/>
    <w:rsid w:val="005F1B9D"/>
    <w:rsid w:val="005F20E8"/>
    <w:rsid w:val="005F2428"/>
    <w:rsid w:val="005F333D"/>
    <w:rsid w:val="005F5045"/>
    <w:rsid w:val="005F50F4"/>
    <w:rsid w:val="005F5268"/>
    <w:rsid w:val="005F52C3"/>
    <w:rsid w:val="005F52EA"/>
    <w:rsid w:val="005F576C"/>
    <w:rsid w:val="005F6D49"/>
    <w:rsid w:val="005F74BE"/>
    <w:rsid w:val="005F7DA8"/>
    <w:rsid w:val="0060000D"/>
    <w:rsid w:val="006002AF"/>
    <w:rsid w:val="0060224A"/>
    <w:rsid w:val="00602FC5"/>
    <w:rsid w:val="00604C28"/>
    <w:rsid w:val="006058C0"/>
    <w:rsid w:val="006062FA"/>
    <w:rsid w:val="0060672A"/>
    <w:rsid w:val="00606EC9"/>
    <w:rsid w:val="00606F84"/>
    <w:rsid w:val="00607654"/>
    <w:rsid w:val="00607733"/>
    <w:rsid w:val="00607FA1"/>
    <w:rsid w:val="00610232"/>
    <w:rsid w:val="00610317"/>
    <w:rsid w:val="00611CF8"/>
    <w:rsid w:val="00611D56"/>
    <w:rsid w:val="00611D6A"/>
    <w:rsid w:val="00611F6B"/>
    <w:rsid w:val="00612965"/>
    <w:rsid w:val="006152CB"/>
    <w:rsid w:val="00615370"/>
    <w:rsid w:val="006164D0"/>
    <w:rsid w:val="00617123"/>
    <w:rsid w:val="006200AA"/>
    <w:rsid w:val="006201B4"/>
    <w:rsid w:val="00620712"/>
    <w:rsid w:val="00620E69"/>
    <w:rsid w:val="006218B9"/>
    <w:rsid w:val="006225E0"/>
    <w:rsid w:val="00622938"/>
    <w:rsid w:val="00622AE9"/>
    <w:rsid w:val="00622BF5"/>
    <w:rsid w:val="00622E87"/>
    <w:rsid w:val="0062490C"/>
    <w:rsid w:val="006252AC"/>
    <w:rsid w:val="00625636"/>
    <w:rsid w:val="00625AFF"/>
    <w:rsid w:val="00625CA7"/>
    <w:rsid w:val="00626B32"/>
    <w:rsid w:val="00627029"/>
    <w:rsid w:val="006272BD"/>
    <w:rsid w:val="00627525"/>
    <w:rsid w:val="00630212"/>
    <w:rsid w:val="00630593"/>
    <w:rsid w:val="006309B0"/>
    <w:rsid w:val="00630F8D"/>
    <w:rsid w:val="0063129D"/>
    <w:rsid w:val="006318A1"/>
    <w:rsid w:val="006321A8"/>
    <w:rsid w:val="00633181"/>
    <w:rsid w:val="00633493"/>
    <w:rsid w:val="006348C3"/>
    <w:rsid w:val="00636963"/>
    <w:rsid w:val="00636E21"/>
    <w:rsid w:val="00636F72"/>
    <w:rsid w:val="00637A5B"/>
    <w:rsid w:val="00640192"/>
    <w:rsid w:val="0064116A"/>
    <w:rsid w:val="0064131D"/>
    <w:rsid w:val="0064266A"/>
    <w:rsid w:val="00642759"/>
    <w:rsid w:val="00643963"/>
    <w:rsid w:val="00643BA5"/>
    <w:rsid w:val="006448B8"/>
    <w:rsid w:val="00644A99"/>
    <w:rsid w:val="006452DB"/>
    <w:rsid w:val="00650D5C"/>
    <w:rsid w:val="00651D19"/>
    <w:rsid w:val="006531D5"/>
    <w:rsid w:val="00653275"/>
    <w:rsid w:val="006533EF"/>
    <w:rsid w:val="0065476A"/>
    <w:rsid w:val="00655440"/>
    <w:rsid w:val="00655EED"/>
    <w:rsid w:val="00657534"/>
    <w:rsid w:val="0066053E"/>
    <w:rsid w:val="00661051"/>
    <w:rsid w:val="00662D2B"/>
    <w:rsid w:val="0066341C"/>
    <w:rsid w:val="006635FC"/>
    <w:rsid w:val="00664101"/>
    <w:rsid w:val="00664420"/>
    <w:rsid w:val="00665AD1"/>
    <w:rsid w:val="006677D5"/>
    <w:rsid w:val="00667FBA"/>
    <w:rsid w:val="006707F5"/>
    <w:rsid w:val="00672490"/>
    <w:rsid w:val="006726A3"/>
    <w:rsid w:val="00672EA9"/>
    <w:rsid w:val="00673962"/>
    <w:rsid w:val="006744A3"/>
    <w:rsid w:val="00675892"/>
    <w:rsid w:val="00675C2C"/>
    <w:rsid w:val="006768C9"/>
    <w:rsid w:val="00676BA7"/>
    <w:rsid w:val="00677AE2"/>
    <w:rsid w:val="00677C4E"/>
    <w:rsid w:val="006801BD"/>
    <w:rsid w:val="0068156F"/>
    <w:rsid w:val="006817E2"/>
    <w:rsid w:val="00682080"/>
    <w:rsid w:val="006832A6"/>
    <w:rsid w:val="00683513"/>
    <w:rsid w:val="00683DCC"/>
    <w:rsid w:val="006840EE"/>
    <w:rsid w:val="006848CE"/>
    <w:rsid w:val="00684D50"/>
    <w:rsid w:val="00686572"/>
    <w:rsid w:val="00687261"/>
    <w:rsid w:val="0068757D"/>
    <w:rsid w:val="00690AA1"/>
    <w:rsid w:val="006916F5"/>
    <w:rsid w:val="006921D3"/>
    <w:rsid w:val="00693440"/>
    <w:rsid w:val="0069481D"/>
    <w:rsid w:val="00694E5E"/>
    <w:rsid w:val="00695A9E"/>
    <w:rsid w:val="00695AC0"/>
    <w:rsid w:val="00696DF9"/>
    <w:rsid w:val="00697551"/>
    <w:rsid w:val="006A018D"/>
    <w:rsid w:val="006A17F9"/>
    <w:rsid w:val="006A18A7"/>
    <w:rsid w:val="006A3309"/>
    <w:rsid w:val="006A4321"/>
    <w:rsid w:val="006A481E"/>
    <w:rsid w:val="006A501E"/>
    <w:rsid w:val="006A5937"/>
    <w:rsid w:val="006A5C4C"/>
    <w:rsid w:val="006A6894"/>
    <w:rsid w:val="006A6AD6"/>
    <w:rsid w:val="006A6D9E"/>
    <w:rsid w:val="006A7E84"/>
    <w:rsid w:val="006B114D"/>
    <w:rsid w:val="006B1B94"/>
    <w:rsid w:val="006B1BCD"/>
    <w:rsid w:val="006B1F2A"/>
    <w:rsid w:val="006B1F96"/>
    <w:rsid w:val="006B4948"/>
    <w:rsid w:val="006B5381"/>
    <w:rsid w:val="006B57A4"/>
    <w:rsid w:val="006B5C38"/>
    <w:rsid w:val="006B6115"/>
    <w:rsid w:val="006B6851"/>
    <w:rsid w:val="006B6F00"/>
    <w:rsid w:val="006C0A6B"/>
    <w:rsid w:val="006C0F8B"/>
    <w:rsid w:val="006C1247"/>
    <w:rsid w:val="006C31A2"/>
    <w:rsid w:val="006C364A"/>
    <w:rsid w:val="006C3B7A"/>
    <w:rsid w:val="006C3BAA"/>
    <w:rsid w:val="006C5286"/>
    <w:rsid w:val="006C5F4D"/>
    <w:rsid w:val="006C6814"/>
    <w:rsid w:val="006C6930"/>
    <w:rsid w:val="006C6C65"/>
    <w:rsid w:val="006C74B8"/>
    <w:rsid w:val="006D063A"/>
    <w:rsid w:val="006D06D3"/>
    <w:rsid w:val="006D0AD6"/>
    <w:rsid w:val="006D2540"/>
    <w:rsid w:val="006D3A0E"/>
    <w:rsid w:val="006D3B54"/>
    <w:rsid w:val="006D4013"/>
    <w:rsid w:val="006D47E8"/>
    <w:rsid w:val="006D5ECF"/>
    <w:rsid w:val="006D62B4"/>
    <w:rsid w:val="006D632A"/>
    <w:rsid w:val="006D7335"/>
    <w:rsid w:val="006D790F"/>
    <w:rsid w:val="006E03D5"/>
    <w:rsid w:val="006E0C64"/>
    <w:rsid w:val="006E1413"/>
    <w:rsid w:val="006E146C"/>
    <w:rsid w:val="006E1539"/>
    <w:rsid w:val="006E1F5B"/>
    <w:rsid w:val="006E27C4"/>
    <w:rsid w:val="006E2983"/>
    <w:rsid w:val="006E33AA"/>
    <w:rsid w:val="006E3DA2"/>
    <w:rsid w:val="006E3EB2"/>
    <w:rsid w:val="006E4D92"/>
    <w:rsid w:val="006E50E5"/>
    <w:rsid w:val="006E5217"/>
    <w:rsid w:val="006E5D11"/>
    <w:rsid w:val="006E6EF1"/>
    <w:rsid w:val="006E7499"/>
    <w:rsid w:val="006F04F3"/>
    <w:rsid w:val="006F0547"/>
    <w:rsid w:val="006F0B84"/>
    <w:rsid w:val="006F0FB4"/>
    <w:rsid w:val="006F1B17"/>
    <w:rsid w:val="006F223A"/>
    <w:rsid w:val="006F31F0"/>
    <w:rsid w:val="006F32DE"/>
    <w:rsid w:val="006F3745"/>
    <w:rsid w:val="006F407E"/>
    <w:rsid w:val="006F424E"/>
    <w:rsid w:val="006F5271"/>
    <w:rsid w:val="006F548B"/>
    <w:rsid w:val="006F64FA"/>
    <w:rsid w:val="006F6AAF"/>
    <w:rsid w:val="006F6CA6"/>
    <w:rsid w:val="006F6FD7"/>
    <w:rsid w:val="006F7375"/>
    <w:rsid w:val="006F73BC"/>
    <w:rsid w:val="006F7DAB"/>
    <w:rsid w:val="00700E4F"/>
    <w:rsid w:val="007017C5"/>
    <w:rsid w:val="00701B41"/>
    <w:rsid w:val="007024A0"/>
    <w:rsid w:val="0070266D"/>
    <w:rsid w:val="007028C4"/>
    <w:rsid w:val="007034E8"/>
    <w:rsid w:val="00704E74"/>
    <w:rsid w:val="00705A31"/>
    <w:rsid w:val="00706163"/>
    <w:rsid w:val="007062AD"/>
    <w:rsid w:val="00706F40"/>
    <w:rsid w:val="00707269"/>
    <w:rsid w:val="00707411"/>
    <w:rsid w:val="00707609"/>
    <w:rsid w:val="00707F86"/>
    <w:rsid w:val="00710479"/>
    <w:rsid w:val="00710AF8"/>
    <w:rsid w:val="0071154A"/>
    <w:rsid w:val="00711A17"/>
    <w:rsid w:val="00711E68"/>
    <w:rsid w:val="007130EF"/>
    <w:rsid w:val="0071362B"/>
    <w:rsid w:val="00714A1B"/>
    <w:rsid w:val="00715004"/>
    <w:rsid w:val="00715290"/>
    <w:rsid w:val="00716F96"/>
    <w:rsid w:val="007170A1"/>
    <w:rsid w:val="00717121"/>
    <w:rsid w:val="007171E9"/>
    <w:rsid w:val="007173C7"/>
    <w:rsid w:val="007178E3"/>
    <w:rsid w:val="00717F88"/>
    <w:rsid w:val="00720262"/>
    <w:rsid w:val="00720649"/>
    <w:rsid w:val="00721358"/>
    <w:rsid w:val="007218FB"/>
    <w:rsid w:val="00722334"/>
    <w:rsid w:val="00722580"/>
    <w:rsid w:val="00723790"/>
    <w:rsid w:val="00723C0A"/>
    <w:rsid w:val="00724800"/>
    <w:rsid w:val="00724BF5"/>
    <w:rsid w:val="007252A8"/>
    <w:rsid w:val="00725344"/>
    <w:rsid w:val="00725B9B"/>
    <w:rsid w:val="00725EBC"/>
    <w:rsid w:val="00726E7B"/>
    <w:rsid w:val="007270A1"/>
    <w:rsid w:val="00727454"/>
    <w:rsid w:val="007275A0"/>
    <w:rsid w:val="00730037"/>
    <w:rsid w:val="007317E6"/>
    <w:rsid w:val="00732538"/>
    <w:rsid w:val="00732766"/>
    <w:rsid w:val="0073318F"/>
    <w:rsid w:val="0073407E"/>
    <w:rsid w:val="007348BC"/>
    <w:rsid w:val="00734B62"/>
    <w:rsid w:val="00734FB2"/>
    <w:rsid w:val="00735232"/>
    <w:rsid w:val="0073603C"/>
    <w:rsid w:val="0073615C"/>
    <w:rsid w:val="007373D8"/>
    <w:rsid w:val="007377AF"/>
    <w:rsid w:val="00737FBD"/>
    <w:rsid w:val="0074091A"/>
    <w:rsid w:val="00741D51"/>
    <w:rsid w:val="00742474"/>
    <w:rsid w:val="0074287B"/>
    <w:rsid w:val="00742A56"/>
    <w:rsid w:val="00743DDC"/>
    <w:rsid w:val="00744957"/>
    <w:rsid w:val="00744A8D"/>
    <w:rsid w:val="00744D97"/>
    <w:rsid w:val="00745AD0"/>
    <w:rsid w:val="00747AFE"/>
    <w:rsid w:val="00750796"/>
    <w:rsid w:val="00750B78"/>
    <w:rsid w:val="007514D6"/>
    <w:rsid w:val="007516F4"/>
    <w:rsid w:val="00751EE2"/>
    <w:rsid w:val="0075259E"/>
    <w:rsid w:val="00752F34"/>
    <w:rsid w:val="00753CD8"/>
    <w:rsid w:val="00753F52"/>
    <w:rsid w:val="007544FC"/>
    <w:rsid w:val="00755165"/>
    <w:rsid w:val="0075530A"/>
    <w:rsid w:val="007555F0"/>
    <w:rsid w:val="007567E0"/>
    <w:rsid w:val="00756ADF"/>
    <w:rsid w:val="00757DED"/>
    <w:rsid w:val="0076078E"/>
    <w:rsid w:val="00760EBD"/>
    <w:rsid w:val="00761525"/>
    <w:rsid w:val="0076236C"/>
    <w:rsid w:val="00762B82"/>
    <w:rsid w:val="00762EE3"/>
    <w:rsid w:val="007634DA"/>
    <w:rsid w:val="00763810"/>
    <w:rsid w:val="007642DE"/>
    <w:rsid w:val="00764985"/>
    <w:rsid w:val="00764DEE"/>
    <w:rsid w:val="00764EB1"/>
    <w:rsid w:val="00765038"/>
    <w:rsid w:val="0076517C"/>
    <w:rsid w:val="00765522"/>
    <w:rsid w:val="00765C5E"/>
    <w:rsid w:val="0076775A"/>
    <w:rsid w:val="00767887"/>
    <w:rsid w:val="007678BA"/>
    <w:rsid w:val="0077032D"/>
    <w:rsid w:val="00771721"/>
    <w:rsid w:val="007736FA"/>
    <w:rsid w:val="0077377F"/>
    <w:rsid w:val="007739C7"/>
    <w:rsid w:val="0077432D"/>
    <w:rsid w:val="00774B59"/>
    <w:rsid w:val="00775714"/>
    <w:rsid w:val="007758DA"/>
    <w:rsid w:val="00776AE8"/>
    <w:rsid w:val="00776B2E"/>
    <w:rsid w:val="00776E55"/>
    <w:rsid w:val="0078155F"/>
    <w:rsid w:val="00781789"/>
    <w:rsid w:val="00781AEC"/>
    <w:rsid w:val="00783191"/>
    <w:rsid w:val="00783941"/>
    <w:rsid w:val="0078395E"/>
    <w:rsid w:val="0078456F"/>
    <w:rsid w:val="00784586"/>
    <w:rsid w:val="0078490D"/>
    <w:rsid w:val="00784AD1"/>
    <w:rsid w:val="00784BE2"/>
    <w:rsid w:val="00785F8D"/>
    <w:rsid w:val="007861CE"/>
    <w:rsid w:val="007869C3"/>
    <w:rsid w:val="00786C24"/>
    <w:rsid w:val="00786CFE"/>
    <w:rsid w:val="00786F75"/>
    <w:rsid w:val="00786F85"/>
    <w:rsid w:val="007874BE"/>
    <w:rsid w:val="00787C88"/>
    <w:rsid w:val="0079089A"/>
    <w:rsid w:val="00790A06"/>
    <w:rsid w:val="007911CC"/>
    <w:rsid w:val="00791B31"/>
    <w:rsid w:val="00791D38"/>
    <w:rsid w:val="0079204D"/>
    <w:rsid w:val="00792578"/>
    <w:rsid w:val="00792B3C"/>
    <w:rsid w:val="00792F18"/>
    <w:rsid w:val="00793F8F"/>
    <w:rsid w:val="00795580"/>
    <w:rsid w:val="00795DB7"/>
    <w:rsid w:val="00797397"/>
    <w:rsid w:val="0079781C"/>
    <w:rsid w:val="00797E47"/>
    <w:rsid w:val="007A1329"/>
    <w:rsid w:val="007A1C43"/>
    <w:rsid w:val="007A39D4"/>
    <w:rsid w:val="007A43C2"/>
    <w:rsid w:val="007A48FE"/>
    <w:rsid w:val="007A5559"/>
    <w:rsid w:val="007A57BC"/>
    <w:rsid w:val="007A5E68"/>
    <w:rsid w:val="007A6117"/>
    <w:rsid w:val="007A62AA"/>
    <w:rsid w:val="007A6D3D"/>
    <w:rsid w:val="007A6E82"/>
    <w:rsid w:val="007B0937"/>
    <w:rsid w:val="007B0B7B"/>
    <w:rsid w:val="007B1484"/>
    <w:rsid w:val="007B25C6"/>
    <w:rsid w:val="007B3470"/>
    <w:rsid w:val="007B62BB"/>
    <w:rsid w:val="007B7522"/>
    <w:rsid w:val="007B7771"/>
    <w:rsid w:val="007B7CAE"/>
    <w:rsid w:val="007C161A"/>
    <w:rsid w:val="007C2349"/>
    <w:rsid w:val="007C2576"/>
    <w:rsid w:val="007C2B4C"/>
    <w:rsid w:val="007C3890"/>
    <w:rsid w:val="007C4640"/>
    <w:rsid w:val="007C6292"/>
    <w:rsid w:val="007C6F61"/>
    <w:rsid w:val="007C7820"/>
    <w:rsid w:val="007D04C1"/>
    <w:rsid w:val="007D05C0"/>
    <w:rsid w:val="007D122F"/>
    <w:rsid w:val="007D140E"/>
    <w:rsid w:val="007D1AC6"/>
    <w:rsid w:val="007D3132"/>
    <w:rsid w:val="007D3152"/>
    <w:rsid w:val="007D3F0F"/>
    <w:rsid w:val="007D3F33"/>
    <w:rsid w:val="007D44FD"/>
    <w:rsid w:val="007D5054"/>
    <w:rsid w:val="007D567E"/>
    <w:rsid w:val="007D5F3F"/>
    <w:rsid w:val="007D697C"/>
    <w:rsid w:val="007D707D"/>
    <w:rsid w:val="007D72B9"/>
    <w:rsid w:val="007D785A"/>
    <w:rsid w:val="007E024C"/>
    <w:rsid w:val="007E1509"/>
    <w:rsid w:val="007E1EAB"/>
    <w:rsid w:val="007E2DD0"/>
    <w:rsid w:val="007E3117"/>
    <w:rsid w:val="007E311E"/>
    <w:rsid w:val="007E38EC"/>
    <w:rsid w:val="007E44B0"/>
    <w:rsid w:val="007E4F20"/>
    <w:rsid w:val="007E5EC2"/>
    <w:rsid w:val="007F04A9"/>
    <w:rsid w:val="007F0CDB"/>
    <w:rsid w:val="007F144D"/>
    <w:rsid w:val="007F244F"/>
    <w:rsid w:val="007F35BB"/>
    <w:rsid w:val="007F37D2"/>
    <w:rsid w:val="007F3832"/>
    <w:rsid w:val="007F3B47"/>
    <w:rsid w:val="007F5260"/>
    <w:rsid w:val="007F5792"/>
    <w:rsid w:val="007F674E"/>
    <w:rsid w:val="007F726B"/>
    <w:rsid w:val="007F7560"/>
    <w:rsid w:val="007F7D7A"/>
    <w:rsid w:val="0080057E"/>
    <w:rsid w:val="008007F2"/>
    <w:rsid w:val="00800875"/>
    <w:rsid w:val="00800B21"/>
    <w:rsid w:val="00800D09"/>
    <w:rsid w:val="00800DE0"/>
    <w:rsid w:val="00801844"/>
    <w:rsid w:val="00801AD5"/>
    <w:rsid w:val="00802B9E"/>
    <w:rsid w:val="0080356B"/>
    <w:rsid w:val="00805D3A"/>
    <w:rsid w:val="008077D9"/>
    <w:rsid w:val="008078A7"/>
    <w:rsid w:val="00811344"/>
    <w:rsid w:val="00811728"/>
    <w:rsid w:val="00811B6C"/>
    <w:rsid w:val="00812018"/>
    <w:rsid w:val="00815180"/>
    <w:rsid w:val="008151B7"/>
    <w:rsid w:val="00815F91"/>
    <w:rsid w:val="0082093B"/>
    <w:rsid w:val="00821997"/>
    <w:rsid w:val="00822E46"/>
    <w:rsid w:val="0082350F"/>
    <w:rsid w:val="00825A8B"/>
    <w:rsid w:val="00826521"/>
    <w:rsid w:val="00826E3B"/>
    <w:rsid w:val="008270CA"/>
    <w:rsid w:val="00827D9F"/>
    <w:rsid w:val="00830696"/>
    <w:rsid w:val="008312D4"/>
    <w:rsid w:val="00831D39"/>
    <w:rsid w:val="0083208D"/>
    <w:rsid w:val="008341A8"/>
    <w:rsid w:val="0083496D"/>
    <w:rsid w:val="00835AF3"/>
    <w:rsid w:val="00835D1F"/>
    <w:rsid w:val="00836524"/>
    <w:rsid w:val="008366DF"/>
    <w:rsid w:val="00836740"/>
    <w:rsid w:val="00837A9E"/>
    <w:rsid w:val="00840096"/>
    <w:rsid w:val="00840361"/>
    <w:rsid w:val="008403F5"/>
    <w:rsid w:val="00840CB9"/>
    <w:rsid w:val="00840EDC"/>
    <w:rsid w:val="00840EE0"/>
    <w:rsid w:val="008411D1"/>
    <w:rsid w:val="00841D1E"/>
    <w:rsid w:val="0084200F"/>
    <w:rsid w:val="0084219A"/>
    <w:rsid w:val="0084259F"/>
    <w:rsid w:val="0084268B"/>
    <w:rsid w:val="00843663"/>
    <w:rsid w:val="00843B58"/>
    <w:rsid w:val="00843D1C"/>
    <w:rsid w:val="00844190"/>
    <w:rsid w:val="0084477E"/>
    <w:rsid w:val="00845398"/>
    <w:rsid w:val="00845654"/>
    <w:rsid w:val="008456E2"/>
    <w:rsid w:val="00845752"/>
    <w:rsid w:val="00845954"/>
    <w:rsid w:val="008467B6"/>
    <w:rsid w:val="00847370"/>
    <w:rsid w:val="00847F29"/>
    <w:rsid w:val="00847FC2"/>
    <w:rsid w:val="00850246"/>
    <w:rsid w:val="00850CCB"/>
    <w:rsid w:val="008514FE"/>
    <w:rsid w:val="0085181E"/>
    <w:rsid w:val="00851B36"/>
    <w:rsid w:val="00851C8B"/>
    <w:rsid w:val="0085206E"/>
    <w:rsid w:val="00852482"/>
    <w:rsid w:val="00852F66"/>
    <w:rsid w:val="008543B6"/>
    <w:rsid w:val="008556D5"/>
    <w:rsid w:val="00855A85"/>
    <w:rsid w:val="00855CAA"/>
    <w:rsid w:val="00855CB2"/>
    <w:rsid w:val="00855ECA"/>
    <w:rsid w:val="00856AB2"/>
    <w:rsid w:val="00857137"/>
    <w:rsid w:val="00857B24"/>
    <w:rsid w:val="008610E7"/>
    <w:rsid w:val="008616C6"/>
    <w:rsid w:val="00862220"/>
    <w:rsid w:val="00862415"/>
    <w:rsid w:val="00862FAC"/>
    <w:rsid w:val="00863319"/>
    <w:rsid w:val="008634CD"/>
    <w:rsid w:val="0086373E"/>
    <w:rsid w:val="0086394F"/>
    <w:rsid w:val="008642F2"/>
    <w:rsid w:val="00864F35"/>
    <w:rsid w:val="00865459"/>
    <w:rsid w:val="0086587B"/>
    <w:rsid w:val="00865B76"/>
    <w:rsid w:val="00866171"/>
    <w:rsid w:val="00867005"/>
    <w:rsid w:val="0087209D"/>
    <w:rsid w:val="00872887"/>
    <w:rsid w:val="00873117"/>
    <w:rsid w:val="0087312F"/>
    <w:rsid w:val="008731CE"/>
    <w:rsid w:val="0087338A"/>
    <w:rsid w:val="008737E0"/>
    <w:rsid w:val="00873C6E"/>
    <w:rsid w:val="00873CCB"/>
    <w:rsid w:val="00874693"/>
    <w:rsid w:val="00874E36"/>
    <w:rsid w:val="008750E3"/>
    <w:rsid w:val="00875231"/>
    <w:rsid w:val="00875429"/>
    <w:rsid w:val="00875EDE"/>
    <w:rsid w:val="008779A3"/>
    <w:rsid w:val="00880BCD"/>
    <w:rsid w:val="00880DAB"/>
    <w:rsid w:val="00881A41"/>
    <w:rsid w:val="0088332E"/>
    <w:rsid w:val="0088355F"/>
    <w:rsid w:val="008836E0"/>
    <w:rsid w:val="0088380D"/>
    <w:rsid w:val="00883E8E"/>
    <w:rsid w:val="00884B2F"/>
    <w:rsid w:val="00886ADD"/>
    <w:rsid w:val="00887153"/>
    <w:rsid w:val="008872C8"/>
    <w:rsid w:val="008906AF"/>
    <w:rsid w:val="008916D4"/>
    <w:rsid w:val="008931A8"/>
    <w:rsid w:val="008931F4"/>
    <w:rsid w:val="008935FA"/>
    <w:rsid w:val="00894560"/>
    <w:rsid w:val="0089492E"/>
    <w:rsid w:val="008958CE"/>
    <w:rsid w:val="008973E3"/>
    <w:rsid w:val="00897A38"/>
    <w:rsid w:val="00897ABA"/>
    <w:rsid w:val="00897EE1"/>
    <w:rsid w:val="008A136D"/>
    <w:rsid w:val="008A1513"/>
    <w:rsid w:val="008A17A8"/>
    <w:rsid w:val="008A17DF"/>
    <w:rsid w:val="008A1CB4"/>
    <w:rsid w:val="008A1D5E"/>
    <w:rsid w:val="008A20D2"/>
    <w:rsid w:val="008A2575"/>
    <w:rsid w:val="008A2AF3"/>
    <w:rsid w:val="008A4C22"/>
    <w:rsid w:val="008A6083"/>
    <w:rsid w:val="008A6FF4"/>
    <w:rsid w:val="008A7ACD"/>
    <w:rsid w:val="008B00AA"/>
    <w:rsid w:val="008B07D4"/>
    <w:rsid w:val="008B1B24"/>
    <w:rsid w:val="008B2A25"/>
    <w:rsid w:val="008B2D63"/>
    <w:rsid w:val="008B4687"/>
    <w:rsid w:val="008B5633"/>
    <w:rsid w:val="008C081F"/>
    <w:rsid w:val="008C233D"/>
    <w:rsid w:val="008C2D92"/>
    <w:rsid w:val="008C332A"/>
    <w:rsid w:val="008C373B"/>
    <w:rsid w:val="008C403E"/>
    <w:rsid w:val="008C474E"/>
    <w:rsid w:val="008C4BF1"/>
    <w:rsid w:val="008C5427"/>
    <w:rsid w:val="008C5C97"/>
    <w:rsid w:val="008C6378"/>
    <w:rsid w:val="008C6562"/>
    <w:rsid w:val="008C666C"/>
    <w:rsid w:val="008C69F8"/>
    <w:rsid w:val="008C6D36"/>
    <w:rsid w:val="008C6ECF"/>
    <w:rsid w:val="008C725D"/>
    <w:rsid w:val="008C793D"/>
    <w:rsid w:val="008D0926"/>
    <w:rsid w:val="008D0B71"/>
    <w:rsid w:val="008D1788"/>
    <w:rsid w:val="008D18E8"/>
    <w:rsid w:val="008D29B0"/>
    <w:rsid w:val="008D2FFF"/>
    <w:rsid w:val="008D3339"/>
    <w:rsid w:val="008D39D4"/>
    <w:rsid w:val="008D3D90"/>
    <w:rsid w:val="008D4D14"/>
    <w:rsid w:val="008D4E9D"/>
    <w:rsid w:val="008D6416"/>
    <w:rsid w:val="008D673B"/>
    <w:rsid w:val="008D7649"/>
    <w:rsid w:val="008D7F37"/>
    <w:rsid w:val="008E1ED0"/>
    <w:rsid w:val="008E2039"/>
    <w:rsid w:val="008E30D4"/>
    <w:rsid w:val="008E3CDF"/>
    <w:rsid w:val="008E40EE"/>
    <w:rsid w:val="008E4688"/>
    <w:rsid w:val="008E4D26"/>
    <w:rsid w:val="008E4DF8"/>
    <w:rsid w:val="008E52A4"/>
    <w:rsid w:val="008E5876"/>
    <w:rsid w:val="008E6C98"/>
    <w:rsid w:val="008E7C7B"/>
    <w:rsid w:val="008E7D3A"/>
    <w:rsid w:val="008E7E17"/>
    <w:rsid w:val="008E7FE2"/>
    <w:rsid w:val="008F0837"/>
    <w:rsid w:val="008F10AB"/>
    <w:rsid w:val="008F10E7"/>
    <w:rsid w:val="008F1221"/>
    <w:rsid w:val="008F12E5"/>
    <w:rsid w:val="008F1A70"/>
    <w:rsid w:val="008F2335"/>
    <w:rsid w:val="008F2B1C"/>
    <w:rsid w:val="008F412D"/>
    <w:rsid w:val="008F4395"/>
    <w:rsid w:val="008F5725"/>
    <w:rsid w:val="008F5B23"/>
    <w:rsid w:val="008F6103"/>
    <w:rsid w:val="008F6109"/>
    <w:rsid w:val="008F7557"/>
    <w:rsid w:val="008F7E5F"/>
    <w:rsid w:val="008F7E9C"/>
    <w:rsid w:val="00901256"/>
    <w:rsid w:val="00903466"/>
    <w:rsid w:val="009037BC"/>
    <w:rsid w:val="00904A4E"/>
    <w:rsid w:val="00904B1A"/>
    <w:rsid w:val="00910417"/>
    <w:rsid w:val="00910E76"/>
    <w:rsid w:val="0091241B"/>
    <w:rsid w:val="0091286E"/>
    <w:rsid w:val="00913C00"/>
    <w:rsid w:val="00914886"/>
    <w:rsid w:val="00914A3C"/>
    <w:rsid w:val="00916737"/>
    <w:rsid w:val="009167F4"/>
    <w:rsid w:val="00917533"/>
    <w:rsid w:val="00920024"/>
    <w:rsid w:val="00920DDE"/>
    <w:rsid w:val="0092161D"/>
    <w:rsid w:val="009224B7"/>
    <w:rsid w:val="0092309D"/>
    <w:rsid w:val="00923238"/>
    <w:rsid w:val="00923E77"/>
    <w:rsid w:val="009245D7"/>
    <w:rsid w:val="009246A3"/>
    <w:rsid w:val="009246AD"/>
    <w:rsid w:val="00925667"/>
    <w:rsid w:val="00926291"/>
    <w:rsid w:val="009307CE"/>
    <w:rsid w:val="009316F8"/>
    <w:rsid w:val="009322F3"/>
    <w:rsid w:val="00932A0B"/>
    <w:rsid w:val="00932C36"/>
    <w:rsid w:val="009333DD"/>
    <w:rsid w:val="009339C3"/>
    <w:rsid w:val="00933E11"/>
    <w:rsid w:val="00934743"/>
    <w:rsid w:val="00934A75"/>
    <w:rsid w:val="009356EE"/>
    <w:rsid w:val="00935D68"/>
    <w:rsid w:val="009369F7"/>
    <w:rsid w:val="00937CD2"/>
    <w:rsid w:val="0094038B"/>
    <w:rsid w:val="0094072A"/>
    <w:rsid w:val="00940E47"/>
    <w:rsid w:val="00941A27"/>
    <w:rsid w:val="00942437"/>
    <w:rsid w:val="0094300F"/>
    <w:rsid w:val="009432A1"/>
    <w:rsid w:val="009432F8"/>
    <w:rsid w:val="0094341E"/>
    <w:rsid w:val="00943DA8"/>
    <w:rsid w:val="00946A6B"/>
    <w:rsid w:val="00946BCE"/>
    <w:rsid w:val="00946E10"/>
    <w:rsid w:val="009472AA"/>
    <w:rsid w:val="00947423"/>
    <w:rsid w:val="00950BC4"/>
    <w:rsid w:val="00951BB8"/>
    <w:rsid w:val="00952A57"/>
    <w:rsid w:val="009534AF"/>
    <w:rsid w:val="0095380F"/>
    <w:rsid w:val="00953ACC"/>
    <w:rsid w:val="009541EA"/>
    <w:rsid w:val="009548A6"/>
    <w:rsid w:val="0095495B"/>
    <w:rsid w:val="00954F39"/>
    <w:rsid w:val="00954FD3"/>
    <w:rsid w:val="009552D7"/>
    <w:rsid w:val="00955451"/>
    <w:rsid w:val="0095584F"/>
    <w:rsid w:val="00956230"/>
    <w:rsid w:val="009568AD"/>
    <w:rsid w:val="00957D1B"/>
    <w:rsid w:val="00961F1F"/>
    <w:rsid w:val="00962FDA"/>
    <w:rsid w:val="00963B84"/>
    <w:rsid w:val="00964549"/>
    <w:rsid w:val="0096492F"/>
    <w:rsid w:val="00964F29"/>
    <w:rsid w:val="0096621D"/>
    <w:rsid w:val="009669C4"/>
    <w:rsid w:val="00966B74"/>
    <w:rsid w:val="009671FE"/>
    <w:rsid w:val="00967529"/>
    <w:rsid w:val="00971022"/>
    <w:rsid w:val="00971EE5"/>
    <w:rsid w:val="009723BA"/>
    <w:rsid w:val="00973A19"/>
    <w:rsid w:val="00974B68"/>
    <w:rsid w:val="00974D80"/>
    <w:rsid w:val="00974E46"/>
    <w:rsid w:val="009758EE"/>
    <w:rsid w:val="0097595E"/>
    <w:rsid w:val="00975DD0"/>
    <w:rsid w:val="00975F30"/>
    <w:rsid w:val="009762B5"/>
    <w:rsid w:val="0097682A"/>
    <w:rsid w:val="009802DA"/>
    <w:rsid w:val="00980F30"/>
    <w:rsid w:val="00981F80"/>
    <w:rsid w:val="009824CA"/>
    <w:rsid w:val="00983468"/>
    <w:rsid w:val="0098453F"/>
    <w:rsid w:val="00984AA5"/>
    <w:rsid w:val="00985D0E"/>
    <w:rsid w:val="00986063"/>
    <w:rsid w:val="00986382"/>
    <w:rsid w:val="00986418"/>
    <w:rsid w:val="00986AD3"/>
    <w:rsid w:val="00986BB4"/>
    <w:rsid w:val="00986C77"/>
    <w:rsid w:val="00986F54"/>
    <w:rsid w:val="009873BC"/>
    <w:rsid w:val="0098779C"/>
    <w:rsid w:val="009918C9"/>
    <w:rsid w:val="009922DD"/>
    <w:rsid w:val="009925F4"/>
    <w:rsid w:val="00992F33"/>
    <w:rsid w:val="00993266"/>
    <w:rsid w:val="00993386"/>
    <w:rsid w:val="009935FB"/>
    <w:rsid w:val="00994DA5"/>
    <w:rsid w:val="009972A9"/>
    <w:rsid w:val="009A1D8B"/>
    <w:rsid w:val="009A34D4"/>
    <w:rsid w:val="009A3977"/>
    <w:rsid w:val="009A3BEC"/>
    <w:rsid w:val="009A4368"/>
    <w:rsid w:val="009A46EB"/>
    <w:rsid w:val="009A6ECF"/>
    <w:rsid w:val="009A7452"/>
    <w:rsid w:val="009B0CB8"/>
    <w:rsid w:val="009B110B"/>
    <w:rsid w:val="009B1325"/>
    <w:rsid w:val="009B1A27"/>
    <w:rsid w:val="009B1F19"/>
    <w:rsid w:val="009B279F"/>
    <w:rsid w:val="009B2A1D"/>
    <w:rsid w:val="009B3E40"/>
    <w:rsid w:val="009B40E2"/>
    <w:rsid w:val="009B48BF"/>
    <w:rsid w:val="009B5B20"/>
    <w:rsid w:val="009B5EA3"/>
    <w:rsid w:val="009B60C3"/>
    <w:rsid w:val="009B67B6"/>
    <w:rsid w:val="009B7160"/>
    <w:rsid w:val="009B7676"/>
    <w:rsid w:val="009B77BE"/>
    <w:rsid w:val="009B799F"/>
    <w:rsid w:val="009C0C7F"/>
    <w:rsid w:val="009C109C"/>
    <w:rsid w:val="009C245E"/>
    <w:rsid w:val="009C24C3"/>
    <w:rsid w:val="009C277E"/>
    <w:rsid w:val="009C361A"/>
    <w:rsid w:val="009C4048"/>
    <w:rsid w:val="009C4773"/>
    <w:rsid w:val="009C62AE"/>
    <w:rsid w:val="009C6C46"/>
    <w:rsid w:val="009D02CF"/>
    <w:rsid w:val="009D0AA8"/>
    <w:rsid w:val="009D1410"/>
    <w:rsid w:val="009D1A50"/>
    <w:rsid w:val="009D29ED"/>
    <w:rsid w:val="009D3FF5"/>
    <w:rsid w:val="009D4747"/>
    <w:rsid w:val="009D4824"/>
    <w:rsid w:val="009D6831"/>
    <w:rsid w:val="009D7358"/>
    <w:rsid w:val="009D79A1"/>
    <w:rsid w:val="009E0C36"/>
    <w:rsid w:val="009E0F97"/>
    <w:rsid w:val="009E1E84"/>
    <w:rsid w:val="009E1FA4"/>
    <w:rsid w:val="009E2184"/>
    <w:rsid w:val="009E3C82"/>
    <w:rsid w:val="009E44F5"/>
    <w:rsid w:val="009E4BEE"/>
    <w:rsid w:val="009E5276"/>
    <w:rsid w:val="009E5E4B"/>
    <w:rsid w:val="009E6548"/>
    <w:rsid w:val="009E69DD"/>
    <w:rsid w:val="009E7D83"/>
    <w:rsid w:val="009E7E1E"/>
    <w:rsid w:val="009F067C"/>
    <w:rsid w:val="009F07CD"/>
    <w:rsid w:val="009F0AE3"/>
    <w:rsid w:val="009F0B10"/>
    <w:rsid w:val="009F0C3F"/>
    <w:rsid w:val="009F175D"/>
    <w:rsid w:val="009F2D92"/>
    <w:rsid w:val="009F2FFA"/>
    <w:rsid w:val="009F3382"/>
    <w:rsid w:val="009F47A3"/>
    <w:rsid w:val="009F49F0"/>
    <w:rsid w:val="009F5253"/>
    <w:rsid w:val="009F5DBB"/>
    <w:rsid w:val="009F5E44"/>
    <w:rsid w:val="009F646C"/>
    <w:rsid w:val="009F6938"/>
    <w:rsid w:val="009F6DDC"/>
    <w:rsid w:val="009F7B85"/>
    <w:rsid w:val="00A00893"/>
    <w:rsid w:val="00A01594"/>
    <w:rsid w:val="00A01AA3"/>
    <w:rsid w:val="00A01ABA"/>
    <w:rsid w:val="00A033B9"/>
    <w:rsid w:val="00A03645"/>
    <w:rsid w:val="00A0555C"/>
    <w:rsid w:val="00A057E8"/>
    <w:rsid w:val="00A05896"/>
    <w:rsid w:val="00A06B13"/>
    <w:rsid w:val="00A07F96"/>
    <w:rsid w:val="00A10915"/>
    <w:rsid w:val="00A10F58"/>
    <w:rsid w:val="00A11441"/>
    <w:rsid w:val="00A11E56"/>
    <w:rsid w:val="00A13186"/>
    <w:rsid w:val="00A1330E"/>
    <w:rsid w:val="00A136B0"/>
    <w:rsid w:val="00A140FE"/>
    <w:rsid w:val="00A14545"/>
    <w:rsid w:val="00A147F8"/>
    <w:rsid w:val="00A1545E"/>
    <w:rsid w:val="00A15A8D"/>
    <w:rsid w:val="00A16132"/>
    <w:rsid w:val="00A162CC"/>
    <w:rsid w:val="00A1637E"/>
    <w:rsid w:val="00A163AC"/>
    <w:rsid w:val="00A16EFA"/>
    <w:rsid w:val="00A17AF7"/>
    <w:rsid w:val="00A20E13"/>
    <w:rsid w:val="00A2118E"/>
    <w:rsid w:val="00A21E80"/>
    <w:rsid w:val="00A22139"/>
    <w:rsid w:val="00A237ED"/>
    <w:rsid w:val="00A23E20"/>
    <w:rsid w:val="00A2430C"/>
    <w:rsid w:val="00A2455A"/>
    <w:rsid w:val="00A24C7C"/>
    <w:rsid w:val="00A25ECB"/>
    <w:rsid w:val="00A25FD7"/>
    <w:rsid w:val="00A260C7"/>
    <w:rsid w:val="00A26D5E"/>
    <w:rsid w:val="00A26E15"/>
    <w:rsid w:val="00A2732A"/>
    <w:rsid w:val="00A27D67"/>
    <w:rsid w:val="00A27D9D"/>
    <w:rsid w:val="00A30319"/>
    <w:rsid w:val="00A313E8"/>
    <w:rsid w:val="00A31D38"/>
    <w:rsid w:val="00A31E36"/>
    <w:rsid w:val="00A32E91"/>
    <w:rsid w:val="00A33EB0"/>
    <w:rsid w:val="00A342DB"/>
    <w:rsid w:val="00A346FD"/>
    <w:rsid w:val="00A34AD8"/>
    <w:rsid w:val="00A370C7"/>
    <w:rsid w:val="00A371CF"/>
    <w:rsid w:val="00A37378"/>
    <w:rsid w:val="00A40D02"/>
    <w:rsid w:val="00A41888"/>
    <w:rsid w:val="00A41A2C"/>
    <w:rsid w:val="00A4265E"/>
    <w:rsid w:val="00A43E4A"/>
    <w:rsid w:val="00A44784"/>
    <w:rsid w:val="00A46A67"/>
    <w:rsid w:val="00A46BA7"/>
    <w:rsid w:val="00A46EDC"/>
    <w:rsid w:val="00A47426"/>
    <w:rsid w:val="00A47716"/>
    <w:rsid w:val="00A50BAB"/>
    <w:rsid w:val="00A5106A"/>
    <w:rsid w:val="00A5158D"/>
    <w:rsid w:val="00A529DD"/>
    <w:rsid w:val="00A52C13"/>
    <w:rsid w:val="00A53C3B"/>
    <w:rsid w:val="00A54809"/>
    <w:rsid w:val="00A54AC1"/>
    <w:rsid w:val="00A56190"/>
    <w:rsid w:val="00A565A1"/>
    <w:rsid w:val="00A56EAC"/>
    <w:rsid w:val="00A57866"/>
    <w:rsid w:val="00A57C01"/>
    <w:rsid w:val="00A607C2"/>
    <w:rsid w:val="00A60DD3"/>
    <w:rsid w:val="00A6107A"/>
    <w:rsid w:val="00A619D7"/>
    <w:rsid w:val="00A62127"/>
    <w:rsid w:val="00A62198"/>
    <w:rsid w:val="00A62324"/>
    <w:rsid w:val="00A63C0B"/>
    <w:rsid w:val="00A6468C"/>
    <w:rsid w:val="00A647F5"/>
    <w:rsid w:val="00A64A0A"/>
    <w:rsid w:val="00A65BFF"/>
    <w:rsid w:val="00A65C75"/>
    <w:rsid w:val="00A6610C"/>
    <w:rsid w:val="00A66DC6"/>
    <w:rsid w:val="00A675F3"/>
    <w:rsid w:val="00A70021"/>
    <w:rsid w:val="00A70D97"/>
    <w:rsid w:val="00A71963"/>
    <w:rsid w:val="00A71FAD"/>
    <w:rsid w:val="00A72127"/>
    <w:rsid w:val="00A721AE"/>
    <w:rsid w:val="00A72F07"/>
    <w:rsid w:val="00A73867"/>
    <w:rsid w:val="00A73D3E"/>
    <w:rsid w:val="00A73F43"/>
    <w:rsid w:val="00A74191"/>
    <w:rsid w:val="00A74DFB"/>
    <w:rsid w:val="00A74EAC"/>
    <w:rsid w:val="00A76719"/>
    <w:rsid w:val="00A77569"/>
    <w:rsid w:val="00A8014C"/>
    <w:rsid w:val="00A80801"/>
    <w:rsid w:val="00A81473"/>
    <w:rsid w:val="00A81715"/>
    <w:rsid w:val="00A819F1"/>
    <w:rsid w:val="00A8449F"/>
    <w:rsid w:val="00A86251"/>
    <w:rsid w:val="00A86AAF"/>
    <w:rsid w:val="00A86F15"/>
    <w:rsid w:val="00A877EE"/>
    <w:rsid w:val="00A879D6"/>
    <w:rsid w:val="00A87CBD"/>
    <w:rsid w:val="00A87D42"/>
    <w:rsid w:val="00A87F0A"/>
    <w:rsid w:val="00A90308"/>
    <w:rsid w:val="00A90C5E"/>
    <w:rsid w:val="00A915A6"/>
    <w:rsid w:val="00A9161A"/>
    <w:rsid w:val="00A91E16"/>
    <w:rsid w:val="00A91F3B"/>
    <w:rsid w:val="00A9290B"/>
    <w:rsid w:val="00A93321"/>
    <w:rsid w:val="00A93B52"/>
    <w:rsid w:val="00A93D63"/>
    <w:rsid w:val="00A9540E"/>
    <w:rsid w:val="00A95411"/>
    <w:rsid w:val="00A967E5"/>
    <w:rsid w:val="00A97DFC"/>
    <w:rsid w:val="00AA046B"/>
    <w:rsid w:val="00AA0CD6"/>
    <w:rsid w:val="00AA104E"/>
    <w:rsid w:val="00AA12B4"/>
    <w:rsid w:val="00AA12D5"/>
    <w:rsid w:val="00AA151E"/>
    <w:rsid w:val="00AA1FDC"/>
    <w:rsid w:val="00AA3FDA"/>
    <w:rsid w:val="00AA4714"/>
    <w:rsid w:val="00AA4DDF"/>
    <w:rsid w:val="00AA58F4"/>
    <w:rsid w:val="00AA5DC1"/>
    <w:rsid w:val="00AA5E2C"/>
    <w:rsid w:val="00AA61AE"/>
    <w:rsid w:val="00AA6F90"/>
    <w:rsid w:val="00AA7AD4"/>
    <w:rsid w:val="00AA7DF4"/>
    <w:rsid w:val="00AB085A"/>
    <w:rsid w:val="00AB0A77"/>
    <w:rsid w:val="00AB0B11"/>
    <w:rsid w:val="00AB1D2B"/>
    <w:rsid w:val="00AB22A2"/>
    <w:rsid w:val="00AB2E29"/>
    <w:rsid w:val="00AB303B"/>
    <w:rsid w:val="00AB3492"/>
    <w:rsid w:val="00AB351A"/>
    <w:rsid w:val="00AB3B52"/>
    <w:rsid w:val="00AB3B86"/>
    <w:rsid w:val="00AB4353"/>
    <w:rsid w:val="00AB4741"/>
    <w:rsid w:val="00AB4ECA"/>
    <w:rsid w:val="00AB5B26"/>
    <w:rsid w:val="00AB6A15"/>
    <w:rsid w:val="00AB6FC1"/>
    <w:rsid w:val="00AB71B9"/>
    <w:rsid w:val="00AB74F6"/>
    <w:rsid w:val="00AB7844"/>
    <w:rsid w:val="00AC09DC"/>
    <w:rsid w:val="00AC0A34"/>
    <w:rsid w:val="00AC0AB4"/>
    <w:rsid w:val="00AC1BC2"/>
    <w:rsid w:val="00AC2CBD"/>
    <w:rsid w:val="00AC2DC7"/>
    <w:rsid w:val="00AC3110"/>
    <w:rsid w:val="00AC3658"/>
    <w:rsid w:val="00AC38AC"/>
    <w:rsid w:val="00AC38F7"/>
    <w:rsid w:val="00AC4749"/>
    <w:rsid w:val="00AC4F04"/>
    <w:rsid w:val="00AC5A9B"/>
    <w:rsid w:val="00AC60B8"/>
    <w:rsid w:val="00AC7CCC"/>
    <w:rsid w:val="00AC7E48"/>
    <w:rsid w:val="00AD0464"/>
    <w:rsid w:val="00AD0C47"/>
    <w:rsid w:val="00AD0C69"/>
    <w:rsid w:val="00AD3A3E"/>
    <w:rsid w:val="00AD4ADA"/>
    <w:rsid w:val="00AD55B5"/>
    <w:rsid w:val="00AD7F7E"/>
    <w:rsid w:val="00AE18ED"/>
    <w:rsid w:val="00AE1C88"/>
    <w:rsid w:val="00AE1D3C"/>
    <w:rsid w:val="00AE22AF"/>
    <w:rsid w:val="00AE426F"/>
    <w:rsid w:val="00AE5CC7"/>
    <w:rsid w:val="00AE6483"/>
    <w:rsid w:val="00AF04CE"/>
    <w:rsid w:val="00AF1C8C"/>
    <w:rsid w:val="00AF1D3F"/>
    <w:rsid w:val="00AF2117"/>
    <w:rsid w:val="00AF28C1"/>
    <w:rsid w:val="00AF3289"/>
    <w:rsid w:val="00AF4A79"/>
    <w:rsid w:val="00AF54A6"/>
    <w:rsid w:val="00AF61E6"/>
    <w:rsid w:val="00AF621E"/>
    <w:rsid w:val="00AF7224"/>
    <w:rsid w:val="00AF79C0"/>
    <w:rsid w:val="00AF7ADF"/>
    <w:rsid w:val="00AF7C2C"/>
    <w:rsid w:val="00B001E1"/>
    <w:rsid w:val="00B0035F"/>
    <w:rsid w:val="00B005AD"/>
    <w:rsid w:val="00B01114"/>
    <w:rsid w:val="00B01401"/>
    <w:rsid w:val="00B01E8F"/>
    <w:rsid w:val="00B02321"/>
    <w:rsid w:val="00B03137"/>
    <w:rsid w:val="00B04476"/>
    <w:rsid w:val="00B04721"/>
    <w:rsid w:val="00B04F74"/>
    <w:rsid w:val="00B056E2"/>
    <w:rsid w:val="00B0574A"/>
    <w:rsid w:val="00B05902"/>
    <w:rsid w:val="00B06961"/>
    <w:rsid w:val="00B07639"/>
    <w:rsid w:val="00B07878"/>
    <w:rsid w:val="00B109E4"/>
    <w:rsid w:val="00B10A3E"/>
    <w:rsid w:val="00B11473"/>
    <w:rsid w:val="00B11859"/>
    <w:rsid w:val="00B11CAE"/>
    <w:rsid w:val="00B153A9"/>
    <w:rsid w:val="00B15428"/>
    <w:rsid w:val="00B16D9C"/>
    <w:rsid w:val="00B17305"/>
    <w:rsid w:val="00B17FD9"/>
    <w:rsid w:val="00B20137"/>
    <w:rsid w:val="00B203FA"/>
    <w:rsid w:val="00B220B8"/>
    <w:rsid w:val="00B227FD"/>
    <w:rsid w:val="00B22F0B"/>
    <w:rsid w:val="00B23365"/>
    <w:rsid w:val="00B233F9"/>
    <w:rsid w:val="00B2434C"/>
    <w:rsid w:val="00B2464D"/>
    <w:rsid w:val="00B24654"/>
    <w:rsid w:val="00B24721"/>
    <w:rsid w:val="00B24E28"/>
    <w:rsid w:val="00B25459"/>
    <w:rsid w:val="00B25A39"/>
    <w:rsid w:val="00B273A5"/>
    <w:rsid w:val="00B27AF7"/>
    <w:rsid w:val="00B30351"/>
    <w:rsid w:val="00B30E70"/>
    <w:rsid w:val="00B30EC2"/>
    <w:rsid w:val="00B31475"/>
    <w:rsid w:val="00B31F03"/>
    <w:rsid w:val="00B31F69"/>
    <w:rsid w:val="00B3382E"/>
    <w:rsid w:val="00B33E15"/>
    <w:rsid w:val="00B342C3"/>
    <w:rsid w:val="00B3482C"/>
    <w:rsid w:val="00B35164"/>
    <w:rsid w:val="00B35F2A"/>
    <w:rsid w:val="00B37092"/>
    <w:rsid w:val="00B37575"/>
    <w:rsid w:val="00B378EB"/>
    <w:rsid w:val="00B37E43"/>
    <w:rsid w:val="00B409FC"/>
    <w:rsid w:val="00B416E2"/>
    <w:rsid w:val="00B41A5F"/>
    <w:rsid w:val="00B41B79"/>
    <w:rsid w:val="00B43369"/>
    <w:rsid w:val="00B43AF1"/>
    <w:rsid w:val="00B43DBC"/>
    <w:rsid w:val="00B450D1"/>
    <w:rsid w:val="00B45859"/>
    <w:rsid w:val="00B45F12"/>
    <w:rsid w:val="00B47070"/>
    <w:rsid w:val="00B5088B"/>
    <w:rsid w:val="00B52D56"/>
    <w:rsid w:val="00B52FB1"/>
    <w:rsid w:val="00B53B4F"/>
    <w:rsid w:val="00B53BCB"/>
    <w:rsid w:val="00B54219"/>
    <w:rsid w:val="00B54F52"/>
    <w:rsid w:val="00B550E6"/>
    <w:rsid w:val="00B55793"/>
    <w:rsid w:val="00B55B8D"/>
    <w:rsid w:val="00B55F42"/>
    <w:rsid w:val="00B5642E"/>
    <w:rsid w:val="00B565A1"/>
    <w:rsid w:val="00B56C7E"/>
    <w:rsid w:val="00B5715E"/>
    <w:rsid w:val="00B57B27"/>
    <w:rsid w:val="00B600D0"/>
    <w:rsid w:val="00B623B2"/>
    <w:rsid w:val="00B62A99"/>
    <w:rsid w:val="00B632FC"/>
    <w:rsid w:val="00B63795"/>
    <w:rsid w:val="00B63962"/>
    <w:rsid w:val="00B63EE5"/>
    <w:rsid w:val="00B65DC2"/>
    <w:rsid w:val="00B668E7"/>
    <w:rsid w:val="00B67100"/>
    <w:rsid w:val="00B67425"/>
    <w:rsid w:val="00B67875"/>
    <w:rsid w:val="00B67BE8"/>
    <w:rsid w:val="00B7147D"/>
    <w:rsid w:val="00B7160E"/>
    <w:rsid w:val="00B718DD"/>
    <w:rsid w:val="00B72BD3"/>
    <w:rsid w:val="00B731C7"/>
    <w:rsid w:val="00B733B5"/>
    <w:rsid w:val="00B73F31"/>
    <w:rsid w:val="00B74504"/>
    <w:rsid w:val="00B75476"/>
    <w:rsid w:val="00B76B8B"/>
    <w:rsid w:val="00B7706B"/>
    <w:rsid w:val="00B7709E"/>
    <w:rsid w:val="00B77D4A"/>
    <w:rsid w:val="00B81339"/>
    <w:rsid w:val="00B81795"/>
    <w:rsid w:val="00B81EF0"/>
    <w:rsid w:val="00B827CD"/>
    <w:rsid w:val="00B827D5"/>
    <w:rsid w:val="00B82FFF"/>
    <w:rsid w:val="00B839C7"/>
    <w:rsid w:val="00B83E98"/>
    <w:rsid w:val="00B847C0"/>
    <w:rsid w:val="00B85783"/>
    <w:rsid w:val="00B861BA"/>
    <w:rsid w:val="00B863AC"/>
    <w:rsid w:val="00B867AE"/>
    <w:rsid w:val="00B86A5D"/>
    <w:rsid w:val="00B86EB0"/>
    <w:rsid w:val="00B86F00"/>
    <w:rsid w:val="00B877A3"/>
    <w:rsid w:val="00B87E60"/>
    <w:rsid w:val="00B908AC"/>
    <w:rsid w:val="00B950E9"/>
    <w:rsid w:val="00B95B5F"/>
    <w:rsid w:val="00B95EA0"/>
    <w:rsid w:val="00B96A52"/>
    <w:rsid w:val="00B96EAC"/>
    <w:rsid w:val="00B97E12"/>
    <w:rsid w:val="00BA1D03"/>
    <w:rsid w:val="00BA1F14"/>
    <w:rsid w:val="00BA249B"/>
    <w:rsid w:val="00BA316E"/>
    <w:rsid w:val="00BA38F9"/>
    <w:rsid w:val="00BA4DC4"/>
    <w:rsid w:val="00BA5795"/>
    <w:rsid w:val="00BA6250"/>
    <w:rsid w:val="00BA6F11"/>
    <w:rsid w:val="00BA72D9"/>
    <w:rsid w:val="00BA76B1"/>
    <w:rsid w:val="00BB0684"/>
    <w:rsid w:val="00BB0898"/>
    <w:rsid w:val="00BB091E"/>
    <w:rsid w:val="00BB1220"/>
    <w:rsid w:val="00BB145B"/>
    <w:rsid w:val="00BB27A6"/>
    <w:rsid w:val="00BB3124"/>
    <w:rsid w:val="00BB34B0"/>
    <w:rsid w:val="00BB3CC4"/>
    <w:rsid w:val="00BB3F8E"/>
    <w:rsid w:val="00BB4B97"/>
    <w:rsid w:val="00BB5621"/>
    <w:rsid w:val="00BB5667"/>
    <w:rsid w:val="00BB648E"/>
    <w:rsid w:val="00BB6670"/>
    <w:rsid w:val="00BB6F23"/>
    <w:rsid w:val="00BB7D54"/>
    <w:rsid w:val="00BB7DDF"/>
    <w:rsid w:val="00BB7E9B"/>
    <w:rsid w:val="00BB7F86"/>
    <w:rsid w:val="00BC0234"/>
    <w:rsid w:val="00BC0CF7"/>
    <w:rsid w:val="00BC18AA"/>
    <w:rsid w:val="00BC2084"/>
    <w:rsid w:val="00BC2E6B"/>
    <w:rsid w:val="00BC332E"/>
    <w:rsid w:val="00BC3698"/>
    <w:rsid w:val="00BC3BB4"/>
    <w:rsid w:val="00BC3E92"/>
    <w:rsid w:val="00BC4148"/>
    <w:rsid w:val="00BC41F4"/>
    <w:rsid w:val="00BC4377"/>
    <w:rsid w:val="00BC46A5"/>
    <w:rsid w:val="00BC487B"/>
    <w:rsid w:val="00BC526E"/>
    <w:rsid w:val="00BC54BD"/>
    <w:rsid w:val="00BC54FE"/>
    <w:rsid w:val="00BC552E"/>
    <w:rsid w:val="00BC63B3"/>
    <w:rsid w:val="00BC71F4"/>
    <w:rsid w:val="00BC7569"/>
    <w:rsid w:val="00BC7DF2"/>
    <w:rsid w:val="00BD0DE1"/>
    <w:rsid w:val="00BD0E9C"/>
    <w:rsid w:val="00BD13EA"/>
    <w:rsid w:val="00BD167E"/>
    <w:rsid w:val="00BD1A4A"/>
    <w:rsid w:val="00BD27EA"/>
    <w:rsid w:val="00BD2C3B"/>
    <w:rsid w:val="00BD3587"/>
    <w:rsid w:val="00BD3867"/>
    <w:rsid w:val="00BD3D22"/>
    <w:rsid w:val="00BD3D48"/>
    <w:rsid w:val="00BD43D5"/>
    <w:rsid w:val="00BD5261"/>
    <w:rsid w:val="00BD65A7"/>
    <w:rsid w:val="00BD6DD3"/>
    <w:rsid w:val="00BD7F0E"/>
    <w:rsid w:val="00BE1171"/>
    <w:rsid w:val="00BE158E"/>
    <w:rsid w:val="00BE2A31"/>
    <w:rsid w:val="00BE4D39"/>
    <w:rsid w:val="00BE5001"/>
    <w:rsid w:val="00BE51EE"/>
    <w:rsid w:val="00BE66B9"/>
    <w:rsid w:val="00BE6F3F"/>
    <w:rsid w:val="00BF058E"/>
    <w:rsid w:val="00BF0C19"/>
    <w:rsid w:val="00BF1153"/>
    <w:rsid w:val="00BF1694"/>
    <w:rsid w:val="00BF407F"/>
    <w:rsid w:val="00C00673"/>
    <w:rsid w:val="00C01098"/>
    <w:rsid w:val="00C018DC"/>
    <w:rsid w:val="00C02468"/>
    <w:rsid w:val="00C02949"/>
    <w:rsid w:val="00C029CE"/>
    <w:rsid w:val="00C02AED"/>
    <w:rsid w:val="00C030C9"/>
    <w:rsid w:val="00C032AC"/>
    <w:rsid w:val="00C03718"/>
    <w:rsid w:val="00C03BE9"/>
    <w:rsid w:val="00C03DB1"/>
    <w:rsid w:val="00C04BB1"/>
    <w:rsid w:val="00C0525F"/>
    <w:rsid w:val="00C052E4"/>
    <w:rsid w:val="00C05409"/>
    <w:rsid w:val="00C054B5"/>
    <w:rsid w:val="00C060C7"/>
    <w:rsid w:val="00C0624E"/>
    <w:rsid w:val="00C06744"/>
    <w:rsid w:val="00C104AC"/>
    <w:rsid w:val="00C12AAC"/>
    <w:rsid w:val="00C14B67"/>
    <w:rsid w:val="00C14BE6"/>
    <w:rsid w:val="00C15425"/>
    <w:rsid w:val="00C15BD5"/>
    <w:rsid w:val="00C172F0"/>
    <w:rsid w:val="00C176ED"/>
    <w:rsid w:val="00C20B34"/>
    <w:rsid w:val="00C2132D"/>
    <w:rsid w:val="00C22672"/>
    <w:rsid w:val="00C22B24"/>
    <w:rsid w:val="00C22D4F"/>
    <w:rsid w:val="00C23196"/>
    <w:rsid w:val="00C23760"/>
    <w:rsid w:val="00C24377"/>
    <w:rsid w:val="00C244B7"/>
    <w:rsid w:val="00C25730"/>
    <w:rsid w:val="00C26C97"/>
    <w:rsid w:val="00C275D6"/>
    <w:rsid w:val="00C27E16"/>
    <w:rsid w:val="00C308B0"/>
    <w:rsid w:val="00C30E41"/>
    <w:rsid w:val="00C313C4"/>
    <w:rsid w:val="00C31A4F"/>
    <w:rsid w:val="00C31E27"/>
    <w:rsid w:val="00C32E19"/>
    <w:rsid w:val="00C33515"/>
    <w:rsid w:val="00C34525"/>
    <w:rsid w:val="00C35328"/>
    <w:rsid w:val="00C35AC7"/>
    <w:rsid w:val="00C35D68"/>
    <w:rsid w:val="00C3729F"/>
    <w:rsid w:val="00C3767B"/>
    <w:rsid w:val="00C40032"/>
    <w:rsid w:val="00C406D6"/>
    <w:rsid w:val="00C40967"/>
    <w:rsid w:val="00C40FEE"/>
    <w:rsid w:val="00C4171E"/>
    <w:rsid w:val="00C42265"/>
    <w:rsid w:val="00C423CF"/>
    <w:rsid w:val="00C42CEA"/>
    <w:rsid w:val="00C431A3"/>
    <w:rsid w:val="00C4361D"/>
    <w:rsid w:val="00C43928"/>
    <w:rsid w:val="00C43C6C"/>
    <w:rsid w:val="00C43E30"/>
    <w:rsid w:val="00C444C6"/>
    <w:rsid w:val="00C454B4"/>
    <w:rsid w:val="00C456FA"/>
    <w:rsid w:val="00C45A47"/>
    <w:rsid w:val="00C45C48"/>
    <w:rsid w:val="00C50BD2"/>
    <w:rsid w:val="00C511A1"/>
    <w:rsid w:val="00C511D5"/>
    <w:rsid w:val="00C51576"/>
    <w:rsid w:val="00C52064"/>
    <w:rsid w:val="00C52170"/>
    <w:rsid w:val="00C52937"/>
    <w:rsid w:val="00C53119"/>
    <w:rsid w:val="00C54671"/>
    <w:rsid w:val="00C54E86"/>
    <w:rsid w:val="00C5533A"/>
    <w:rsid w:val="00C56180"/>
    <w:rsid w:val="00C56E30"/>
    <w:rsid w:val="00C571A9"/>
    <w:rsid w:val="00C5757C"/>
    <w:rsid w:val="00C57F25"/>
    <w:rsid w:val="00C60177"/>
    <w:rsid w:val="00C60562"/>
    <w:rsid w:val="00C60A1F"/>
    <w:rsid w:val="00C61F5F"/>
    <w:rsid w:val="00C631D9"/>
    <w:rsid w:val="00C64987"/>
    <w:rsid w:val="00C653B2"/>
    <w:rsid w:val="00C65AA3"/>
    <w:rsid w:val="00C65E68"/>
    <w:rsid w:val="00C67AC9"/>
    <w:rsid w:val="00C70467"/>
    <w:rsid w:val="00C704A4"/>
    <w:rsid w:val="00C70AAF"/>
    <w:rsid w:val="00C70CC2"/>
    <w:rsid w:val="00C71515"/>
    <w:rsid w:val="00C72008"/>
    <w:rsid w:val="00C72494"/>
    <w:rsid w:val="00C731EF"/>
    <w:rsid w:val="00C73592"/>
    <w:rsid w:val="00C735A5"/>
    <w:rsid w:val="00C738B8"/>
    <w:rsid w:val="00C73EF5"/>
    <w:rsid w:val="00C74732"/>
    <w:rsid w:val="00C749E6"/>
    <w:rsid w:val="00C74E75"/>
    <w:rsid w:val="00C75024"/>
    <w:rsid w:val="00C7521E"/>
    <w:rsid w:val="00C7621F"/>
    <w:rsid w:val="00C76BCF"/>
    <w:rsid w:val="00C77AFC"/>
    <w:rsid w:val="00C77D63"/>
    <w:rsid w:val="00C81798"/>
    <w:rsid w:val="00C82778"/>
    <w:rsid w:val="00C82CA2"/>
    <w:rsid w:val="00C82D0F"/>
    <w:rsid w:val="00C845D7"/>
    <w:rsid w:val="00C84726"/>
    <w:rsid w:val="00C85D08"/>
    <w:rsid w:val="00C867E8"/>
    <w:rsid w:val="00C86893"/>
    <w:rsid w:val="00C86A60"/>
    <w:rsid w:val="00C871BC"/>
    <w:rsid w:val="00C871D2"/>
    <w:rsid w:val="00C872DE"/>
    <w:rsid w:val="00C87789"/>
    <w:rsid w:val="00C87AA0"/>
    <w:rsid w:val="00C87EC3"/>
    <w:rsid w:val="00C91571"/>
    <w:rsid w:val="00C91E6F"/>
    <w:rsid w:val="00C92D85"/>
    <w:rsid w:val="00C93050"/>
    <w:rsid w:val="00C93253"/>
    <w:rsid w:val="00C9356A"/>
    <w:rsid w:val="00C943BE"/>
    <w:rsid w:val="00C94C1D"/>
    <w:rsid w:val="00C954EB"/>
    <w:rsid w:val="00C955CA"/>
    <w:rsid w:val="00C95DB8"/>
    <w:rsid w:val="00C970C5"/>
    <w:rsid w:val="00C97C2F"/>
    <w:rsid w:val="00CA1174"/>
    <w:rsid w:val="00CA16BE"/>
    <w:rsid w:val="00CA172E"/>
    <w:rsid w:val="00CA202E"/>
    <w:rsid w:val="00CA3022"/>
    <w:rsid w:val="00CA34DA"/>
    <w:rsid w:val="00CA3C2A"/>
    <w:rsid w:val="00CA55B2"/>
    <w:rsid w:val="00CA6C58"/>
    <w:rsid w:val="00CA750B"/>
    <w:rsid w:val="00CA7B8E"/>
    <w:rsid w:val="00CA7C57"/>
    <w:rsid w:val="00CA7C99"/>
    <w:rsid w:val="00CB0000"/>
    <w:rsid w:val="00CB01F8"/>
    <w:rsid w:val="00CB0725"/>
    <w:rsid w:val="00CB20A4"/>
    <w:rsid w:val="00CB3BBD"/>
    <w:rsid w:val="00CB3EE7"/>
    <w:rsid w:val="00CB400A"/>
    <w:rsid w:val="00CB40F6"/>
    <w:rsid w:val="00CB4B54"/>
    <w:rsid w:val="00CB5FA5"/>
    <w:rsid w:val="00CB5FD4"/>
    <w:rsid w:val="00CB6058"/>
    <w:rsid w:val="00CB741A"/>
    <w:rsid w:val="00CB7BB0"/>
    <w:rsid w:val="00CC14FF"/>
    <w:rsid w:val="00CC1C3B"/>
    <w:rsid w:val="00CC2164"/>
    <w:rsid w:val="00CC29DB"/>
    <w:rsid w:val="00CC345E"/>
    <w:rsid w:val="00CC3C55"/>
    <w:rsid w:val="00CC4200"/>
    <w:rsid w:val="00CC4217"/>
    <w:rsid w:val="00CC523A"/>
    <w:rsid w:val="00CC579C"/>
    <w:rsid w:val="00CC76D6"/>
    <w:rsid w:val="00CD3AEE"/>
    <w:rsid w:val="00CD4491"/>
    <w:rsid w:val="00CD5CC4"/>
    <w:rsid w:val="00CD6A77"/>
    <w:rsid w:val="00CD6FE6"/>
    <w:rsid w:val="00CD7C21"/>
    <w:rsid w:val="00CE0134"/>
    <w:rsid w:val="00CE1328"/>
    <w:rsid w:val="00CE2ED7"/>
    <w:rsid w:val="00CE33E7"/>
    <w:rsid w:val="00CE350C"/>
    <w:rsid w:val="00CE5045"/>
    <w:rsid w:val="00CE644B"/>
    <w:rsid w:val="00CE64FA"/>
    <w:rsid w:val="00CE724D"/>
    <w:rsid w:val="00CE72E1"/>
    <w:rsid w:val="00CE7563"/>
    <w:rsid w:val="00CE7F49"/>
    <w:rsid w:val="00CF0275"/>
    <w:rsid w:val="00CF09D7"/>
    <w:rsid w:val="00CF2F96"/>
    <w:rsid w:val="00CF3B39"/>
    <w:rsid w:val="00CF3C75"/>
    <w:rsid w:val="00CF3D85"/>
    <w:rsid w:val="00CF420A"/>
    <w:rsid w:val="00CF4936"/>
    <w:rsid w:val="00CF54B3"/>
    <w:rsid w:val="00CF5816"/>
    <w:rsid w:val="00CF5900"/>
    <w:rsid w:val="00CF59EC"/>
    <w:rsid w:val="00CF62C8"/>
    <w:rsid w:val="00CF631D"/>
    <w:rsid w:val="00CF79EB"/>
    <w:rsid w:val="00D0038A"/>
    <w:rsid w:val="00D0100B"/>
    <w:rsid w:val="00D021F3"/>
    <w:rsid w:val="00D022BD"/>
    <w:rsid w:val="00D02851"/>
    <w:rsid w:val="00D02FB7"/>
    <w:rsid w:val="00D03E75"/>
    <w:rsid w:val="00D04127"/>
    <w:rsid w:val="00D04F9C"/>
    <w:rsid w:val="00D05DF4"/>
    <w:rsid w:val="00D06354"/>
    <w:rsid w:val="00D11C3F"/>
    <w:rsid w:val="00D12020"/>
    <w:rsid w:val="00D12085"/>
    <w:rsid w:val="00D122DA"/>
    <w:rsid w:val="00D1231D"/>
    <w:rsid w:val="00D12447"/>
    <w:rsid w:val="00D13181"/>
    <w:rsid w:val="00D146F3"/>
    <w:rsid w:val="00D147DA"/>
    <w:rsid w:val="00D1527F"/>
    <w:rsid w:val="00D15D0C"/>
    <w:rsid w:val="00D16225"/>
    <w:rsid w:val="00D16D90"/>
    <w:rsid w:val="00D17072"/>
    <w:rsid w:val="00D170F2"/>
    <w:rsid w:val="00D17358"/>
    <w:rsid w:val="00D17A37"/>
    <w:rsid w:val="00D20D13"/>
    <w:rsid w:val="00D210BF"/>
    <w:rsid w:val="00D228B9"/>
    <w:rsid w:val="00D23213"/>
    <w:rsid w:val="00D233B8"/>
    <w:rsid w:val="00D237BB"/>
    <w:rsid w:val="00D24978"/>
    <w:rsid w:val="00D24A8C"/>
    <w:rsid w:val="00D24D07"/>
    <w:rsid w:val="00D258A0"/>
    <w:rsid w:val="00D2603F"/>
    <w:rsid w:val="00D260BA"/>
    <w:rsid w:val="00D260ED"/>
    <w:rsid w:val="00D26F84"/>
    <w:rsid w:val="00D273A5"/>
    <w:rsid w:val="00D2768D"/>
    <w:rsid w:val="00D315F3"/>
    <w:rsid w:val="00D32954"/>
    <w:rsid w:val="00D33022"/>
    <w:rsid w:val="00D33374"/>
    <w:rsid w:val="00D33871"/>
    <w:rsid w:val="00D3393A"/>
    <w:rsid w:val="00D33A79"/>
    <w:rsid w:val="00D33FFF"/>
    <w:rsid w:val="00D3416A"/>
    <w:rsid w:val="00D3438E"/>
    <w:rsid w:val="00D35802"/>
    <w:rsid w:val="00D36255"/>
    <w:rsid w:val="00D36A72"/>
    <w:rsid w:val="00D36EC8"/>
    <w:rsid w:val="00D3765E"/>
    <w:rsid w:val="00D376FD"/>
    <w:rsid w:val="00D377C0"/>
    <w:rsid w:val="00D400BA"/>
    <w:rsid w:val="00D40438"/>
    <w:rsid w:val="00D42BD9"/>
    <w:rsid w:val="00D44915"/>
    <w:rsid w:val="00D4537F"/>
    <w:rsid w:val="00D46093"/>
    <w:rsid w:val="00D46810"/>
    <w:rsid w:val="00D47A7A"/>
    <w:rsid w:val="00D50924"/>
    <w:rsid w:val="00D5172C"/>
    <w:rsid w:val="00D51947"/>
    <w:rsid w:val="00D524F6"/>
    <w:rsid w:val="00D53839"/>
    <w:rsid w:val="00D53D02"/>
    <w:rsid w:val="00D54DA5"/>
    <w:rsid w:val="00D5549F"/>
    <w:rsid w:val="00D5562D"/>
    <w:rsid w:val="00D55BD9"/>
    <w:rsid w:val="00D60729"/>
    <w:rsid w:val="00D614DC"/>
    <w:rsid w:val="00D6168B"/>
    <w:rsid w:val="00D61A82"/>
    <w:rsid w:val="00D62018"/>
    <w:rsid w:val="00D62BCE"/>
    <w:rsid w:val="00D63868"/>
    <w:rsid w:val="00D6427E"/>
    <w:rsid w:val="00D64391"/>
    <w:rsid w:val="00D6449E"/>
    <w:rsid w:val="00D64730"/>
    <w:rsid w:val="00D64894"/>
    <w:rsid w:val="00D64A8E"/>
    <w:rsid w:val="00D64D5F"/>
    <w:rsid w:val="00D6612E"/>
    <w:rsid w:val="00D6672D"/>
    <w:rsid w:val="00D667E3"/>
    <w:rsid w:val="00D67A58"/>
    <w:rsid w:val="00D67C1D"/>
    <w:rsid w:val="00D70CC8"/>
    <w:rsid w:val="00D70CD1"/>
    <w:rsid w:val="00D719D6"/>
    <w:rsid w:val="00D73C77"/>
    <w:rsid w:val="00D74439"/>
    <w:rsid w:val="00D75268"/>
    <w:rsid w:val="00D75429"/>
    <w:rsid w:val="00D75619"/>
    <w:rsid w:val="00D76286"/>
    <w:rsid w:val="00D77067"/>
    <w:rsid w:val="00D774FA"/>
    <w:rsid w:val="00D7759F"/>
    <w:rsid w:val="00D801BB"/>
    <w:rsid w:val="00D8040B"/>
    <w:rsid w:val="00D808C2"/>
    <w:rsid w:val="00D80CDA"/>
    <w:rsid w:val="00D810FC"/>
    <w:rsid w:val="00D816F4"/>
    <w:rsid w:val="00D82795"/>
    <w:rsid w:val="00D83A47"/>
    <w:rsid w:val="00D854CC"/>
    <w:rsid w:val="00D854F7"/>
    <w:rsid w:val="00D85C71"/>
    <w:rsid w:val="00D85DD9"/>
    <w:rsid w:val="00D86005"/>
    <w:rsid w:val="00D86383"/>
    <w:rsid w:val="00D86C55"/>
    <w:rsid w:val="00D872C0"/>
    <w:rsid w:val="00D87745"/>
    <w:rsid w:val="00D90042"/>
    <w:rsid w:val="00D90198"/>
    <w:rsid w:val="00D91F51"/>
    <w:rsid w:val="00D94A1C"/>
    <w:rsid w:val="00D94DA5"/>
    <w:rsid w:val="00D94FAE"/>
    <w:rsid w:val="00D9577A"/>
    <w:rsid w:val="00D95C36"/>
    <w:rsid w:val="00D96CD2"/>
    <w:rsid w:val="00D97AA3"/>
    <w:rsid w:val="00DA054C"/>
    <w:rsid w:val="00DA093A"/>
    <w:rsid w:val="00DA0A71"/>
    <w:rsid w:val="00DA1704"/>
    <w:rsid w:val="00DA18F1"/>
    <w:rsid w:val="00DA1ABB"/>
    <w:rsid w:val="00DA4860"/>
    <w:rsid w:val="00DA53FA"/>
    <w:rsid w:val="00DA546A"/>
    <w:rsid w:val="00DA551B"/>
    <w:rsid w:val="00DA6311"/>
    <w:rsid w:val="00DA7249"/>
    <w:rsid w:val="00DB08C9"/>
    <w:rsid w:val="00DB0983"/>
    <w:rsid w:val="00DB0BAD"/>
    <w:rsid w:val="00DB121D"/>
    <w:rsid w:val="00DB1335"/>
    <w:rsid w:val="00DB1702"/>
    <w:rsid w:val="00DB1B70"/>
    <w:rsid w:val="00DB2183"/>
    <w:rsid w:val="00DB270F"/>
    <w:rsid w:val="00DB3361"/>
    <w:rsid w:val="00DB362B"/>
    <w:rsid w:val="00DB3631"/>
    <w:rsid w:val="00DB43C7"/>
    <w:rsid w:val="00DB4C32"/>
    <w:rsid w:val="00DB52F5"/>
    <w:rsid w:val="00DB6102"/>
    <w:rsid w:val="00DB6435"/>
    <w:rsid w:val="00DB6B8B"/>
    <w:rsid w:val="00DB7D6A"/>
    <w:rsid w:val="00DB7EFC"/>
    <w:rsid w:val="00DC0AC5"/>
    <w:rsid w:val="00DC0AFB"/>
    <w:rsid w:val="00DC0E6F"/>
    <w:rsid w:val="00DC3171"/>
    <w:rsid w:val="00DC32D4"/>
    <w:rsid w:val="00DC393A"/>
    <w:rsid w:val="00DC3DA9"/>
    <w:rsid w:val="00DC4176"/>
    <w:rsid w:val="00DC480C"/>
    <w:rsid w:val="00DC55B3"/>
    <w:rsid w:val="00DC6185"/>
    <w:rsid w:val="00DC691F"/>
    <w:rsid w:val="00DC6C93"/>
    <w:rsid w:val="00DC7B54"/>
    <w:rsid w:val="00DD0E8F"/>
    <w:rsid w:val="00DD19F7"/>
    <w:rsid w:val="00DD1C6A"/>
    <w:rsid w:val="00DD1C80"/>
    <w:rsid w:val="00DD2420"/>
    <w:rsid w:val="00DD2676"/>
    <w:rsid w:val="00DD29B9"/>
    <w:rsid w:val="00DD392D"/>
    <w:rsid w:val="00DD43DA"/>
    <w:rsid w:val="00DD4522"/>
    <w:rsid w:val="00DD455D"/>
    <w:rsid w:val="00DD4710"/>
    <w:rsid w:val="00DD4771"/>
    <w:rsid w:val="00DD5183"/>
    <w:rsid w:val="00DD56E5"/>
    <w:rsid w:val="00DD5899"/>
    <w:rsid w:val="00DD61A3"/>
    <w:rsid w:val="00DD6F3F"/>
    <w:rsid w:val="00DD74D1"/>
    <w:rsid w:val="00DD7D15"/>
    <w:rsid w:val="00DD7F2F"/>
    <w:rsid w:val="00DD7FD8"/>
    <w:rsid w:val="00DE0753"/>
    <w:rsid w:val="00DE0908"/>
    <w:rsid w:val="00DE0F46"/>
    <w:rsid w:val="00DE103A"/>
    <w:rsid w:val="00DE1664"/>
    <w:rsid w:val="00DE1D9E"/>
    <w:rsid w:val="00DE2636"/>
    <w:rsid w:val="00DE2D79"/>
    <w:rsid w:val="00DE411A"/>
    <w:rsid w:val="00DE444E"/>
    <w:rsid w:val="00DE4CFD"/>
    <w:rsid w:val="00DE557B"/>
    <w:rsid w:val="00DE5B33"/>
    <w:rsid w:val="00DE5BBE"/>
    <w:rsid w:val="00DE6BE2"/>
    <w:rsid w:val="00DE6EF2"/>
    <w:rsid w:val="00DE6F3A"/>
    <w:rsid w:val="00DE7CA3"/>
    <w:rsid w:val="00DE7EEB"/>
    <w:rsid w:val="00DF0998"/>
    <w:rsid w:val="00DF09DF"/>
    <w:rsid w:val="00DF1876"/>
    <w:rsid w:val="00DF2FD7"/>
    <w:rsid w:val="00DF3546"/>
    <w:rsid w:val="00DF48A8"/>
    <w:rsid w:val="00DF4E6E"/>
    <w:rsid w:val="00DF5291"/>
    <w:rsid w:val="00DF56EB"/>
    <w:rsid w:val="00DF5818"/>
    <w:rsid w:val="00DF5EC9"/>
    <w:rsid w:val="00DF5F96"/>
    <w:rsid w:val="00E00007"/>
    <w:rsid w:val="00E00187"/>
    <w:rsid w:val="00E006AB"/>
    <w:rsid w:val="00E00759"/>
    <w:rsid w:val="00E01711"/>
    <w:rsid w:val="00E01953"/>
    <w:rsid w:val="00E01CEC"/>
    <w:rsid w:val="00E025F7"/>
    <w:rsid w:val="00E02B01"/>
    <w:rsid w:val="00E030B8"/>
    <w:rsid w:val="00E03243"/>
    <w:rsid w:val="00E03EB5"/>
    <w:rsid w:val="00E03FB4"/>
    <w:rsid w:val="00E04723"/>
    <w:rsid w:val="00E048B7"/>
    <w:rsid w:val="00E05103"/>
    <w:rsid w:val="00E05305"/>
    <w:rsid w:val="00E0581C"/>
    <w:rsid w:val="00E0621D"/>
    <w:rsid w:val="00E066B6"/>
    <w:rsid w:val="00E0695B"/>
    <w:rsid w:val="00E077E9"/>
    <w:rsid w:val="00E07D7F"/>
    <w:rsid w:val="00E10823"/>
    <w:rsid w:val="00E10E93"/>
    <w:rsid w:val="00E11B13"/>
    <w:rsid w:val="00E120AE"/>
    <w:rsid w:val="00E135CE"/>
    <w:rsid w:val="00E13733"/>
    <w:rsid w:val="00E14C77"/>
    <w:rsid w:val="00E15043"/>
    <w:rsid w:val="00E15528"/>
    <w:rsid w:val="00E15CE3"/>
    <w:rsid w:val="00E166C2"/>
    <w:rsid w:val="00E167E9"/>
    <w:rsid w:val="00E171FD"/>
    <w:rsid w:val="00E200BA"/>
    <w:rsid w:val="00E204CF"/>
    <w:rsid w:val="00E20AF1"/>
    <w:rsid w:val="00E20D1C"/>
    <w:rsid w:val="00E20E31"/>
    <w:rsid w:val="00E21A46"/>
    <w:rsid w:val="00E221BC"/>
    <w:rsid w:val="00E2327D"/>
    <w:rsid w:val="00E2524A"/>
    <w:rsid w:val="00E257B2"/>
    <w:rsid w:val="00E25950"/>
    <w:rsid w:val="00E259CD"/>
    <w:rsid w:val="00E25F0C"/>
    <w:rsid w:val="00E27A1C"/>
    <w:rsid w:val="00E301AC"/>
    <w:rsid w:val="00E302B5"/>
    <w:rsid w:val="00E30CF8"/>
    <w:rsid w:val="00E3163D"/>
    <w:rsid w:val="00E322F7"/>
    <w:rsid w:val="00E332FD"/>
    <w:rsid w:val="00E33574"/>
    <w:rsid w:val="00E33C84"/>
    <w:rsid w:val="00E34FD7"/>
    <w:rsid w:val="00E36F94"/>
    <w:rsid w:val="00E37C48"/>
    <w:rsid w:val="00E37D8F"/>
    <w:rsid w:val="00E415EC"/>
    <w:rsid w:val="00E4244C"/>
    <w:rsid w:val="00E42683"/>
    <w:rsid w:val="00E427AF"/>
    <w:rsid w:val="00E4299A"/>
    <w:rsid w:val="00E434CB"/>
    <w:rsid w:val="00E435A5"/>
    <w:rsid w:val="00E43B88"/>
    <w:rsid w:val="00E44D8E"/>
    <w:rsid w:val="00E4506E"/>
    <w:rsid w:val="00E47192"/>
    <w:rsid w:val="00E4744D"/>
    <w:rsid w:val="00E47F38"/>
    <w:rsid w:val="00E50F59"/>
    <w:rsid w:val="00E51C39"/>
    <w:rsid w:val="00E53444"/>
    <w:rsid w:val="00E53E84"/>
    <w:rsid w:val="00E5401E"/>
    <w:rsid w:val="00E545B0"/>
    <w:rsid w:val="00E56866"/>
    <w:rsid w:val="00E56D57"/>
    <w:rsid w:val="00E614AA"/>
    <w:rsid w:val="00E61856"/>
    <w:rsid w:val="00E627D5"/>
    <w:rsid w:val="00E63586"/>
    <w:rsid w:val="00E637AD"/>
    <w:rsid w:val="00E63C8D"/>
    <w:rsid w:val="00E63D73"/>
    <w:rsid w:val="00E64381"/>
    <w:rsid w:val="00E648EC"/>
    <w:rsid w:val="00E65AFA"/>
    <w:rsid w:val="00E65EAF"/>
    <w:rsid w:val="00E65F4A"/>
    <w:rsid w:val="00E66083"/>
    <w:rsid w:val="00E6660E"/>
    <w:rsid w:val="00E66637"/>
    <w:rsid w:val="00E67EAD"/>
    <w:rsid w:val="00E70921"/>
    <w:rsid w:val="00E709A3"/>
    <w:rsid w:val="00E70D69"/>
    <w:rsid w:val="00E7103F"/>
    <w:rsid w:val="00E71049"/>
    <w:rsid w:val="00E71441"/>
    <w:rsid w:val="00E72123"/>
    <w:rsid w:val="00E7226A"/>
    <w:rsid w:val="00E725FA"/>
    <w:rsid w:val="00E72AD5"/>
    <w:rsid w:val="00E72C58"/>
    <w:rsid w:val="00E73B2D"/>
    <w:rsid w:val="00E73C4A"/>
    <w:rsid w:val="00E73D6C"/>
    <w:rsid w:val="00E7487C"/>
    <w:rsid w:val="00E7491F"/>
    <w:rsid w:val="00E75075"/>
    <w:rsid w:val="00E75149"/>
    <w:rsid w:val="00E75DB8"/>
    <w:rsid w:val="00E77265"/>
    <w:rsid w:val="00E8051B"/>
    <w:rsid w:val="00E810B0"/>
    <w:rsid w:val="00E81BB0"/>
    <w:rsid w:val="00E82030"/>
    <w:rsid w:val="00E820A4"/>
    <w:rsid w:val="00E827B8"/>
    <w:rsid w:val="00E82A87"/>
    <w:rsid w:val="00E82CFC"/>
    <w:rsid w:val="00E837DE"/>
    <w:rsid w:val="00E83A00"/>
    <w:rsid w:val="00E83BD7"/>
    <w:rsid w:val="00E83C30"/>
    <w:rsid w:val="00E83F84"/>
    <w:rsid w:val="00E8483D"/>
    <w:rsid w:val="00E86B81"/>
    <w:rsid w:val="00E86DE5"/>
    <w:rsid w:val="00E86FDD"/>
    <w:rsid w:val="00E871B9"/>
    <w:rsid w:val="00E87352"/>
    <w:rsid w:val="00E8799E"/>
    <w:rsid w:val="00E909F3"/>
    <w:rsid w:val="00E9105F"/>
    <w:rsid w:val="00E9210A"/>
    <w:rsid w:val="00E93030"/>
    <w:rsid w:val="00E931F9"/>
    <w:rsid w:val="00E934CB"/>
    <w:rsid w:val="00E93836"/>
    <w:rsid w:val="00E941F7"/>
    <w:rsid w:val="00E9517C"/>
    <w:rsid w:val="00E95825"/>
    <w:rsid w:val="00E95C15"/>
    <w:rsid w:val="00E971EC"/>
    <w:rsid w:val="00E97FC6"/>
    <w:rsid w:val="00EA050C"/>
    <w:rsid w:val="00EA09EC"/>
    <w:rsid w:val="00EA1E31"/>
    <w:rsid w:val="00EA1FDF"/>
    <w:rsid w:val="00EA3478"/>
    <w:rsid w:val="00EA3C12"/>
    <w:rsid w:val="00EA3E70"/>
    <w:rsid w:val="00EA3FB1"/>
    <w:rsid w:val="00EA58EF"/>
    <w:rsid w:val="00EA6025"/>
    <w:rsid w:val="00EA630A"/>
    <w:rsid w:val="00EA6EB0"/>
    <w:rsid w:val="00EA7E0E"/>
    <w:rsid w:val="00EA7F10"/>
    <w:rsid w:val="00EB0B3D"/>
    <w:rsid w:val="00EB139B"/>
    <w:rsid w:val="00EB1483"/>
    <w:rsid w:val="00EB2975"/>
    <w:rsid w:val="00EB387D"/>
    <w:rsid w:val="00EB62EC"/>
    <w:rsid w:val="00EB6D16"/>
    <w:rsid w:val="00EB77D1"/>
    <w:rsid w:val="00EC02E0"/>
    <w:rsid w:val="00EC0529"/>
    <w:rsid w:val="00EC152B"/>
    <w:rsid w:val="00EC1C0C"/>
    <w:rsid w:val="00EC30A6"/>
    <w:rsid w:val="00EC41CE"/>
    <w:rsid w:val="00EC42E5"/>
    <w:rsid w:val="00EC4442"/>
    <w:rsid w:val="00EC4E50"/>
    <w:rsid w:val="00EC50E9"/>
    <w:rsid w:val="00EC586F"/>
    <w:rsid w:val="00EC5CB5"/>
    <w:rsid w:val="00EC7091"/>
    <w:rsid w:val="00ED00B7"/>
    <w:rsid w:val="00ED236B"/>
    <w:rsid w:val="00ED26B4"/>
    <w:rsid w:val="00ED35E3"/>
    <w:rsid w:val="00ED35FB"/>
    <w:rsid w:val="00ED40CD"/>
    <w:rsid w:val="00ED4B7B"/>
    <w:rsid w:val="00ED5427"/>
    <w:rsid w:val="00ED5A53"/>
    <w:rsid w:val="00ED6C49"/>
    <w:rsid w:val="00EE06E0"/>
    <w:rsid w:val="00EE143A"/>
    <w:rsid w:val="00EE2FD2"/>
    <w:rsid w:val="00EE3D2C"/>
    <w:rsid w:val="00EE47BE"/>
    <w:rsid w:val="00EE4A3F"/>
    <w:rsid w:val="00EE4D7A"/>
    <w:rsid w:val="00EE5DCA"/>
    <w:rsid w:val="00EE6801"/>
    <w:rsid w:val="00EE74A5"/>
    <w:rsid w:val="00EE7DC8"/>
    <w:rsid w:val="00EE7FD1"/>
    <w:rsid w:val="00EF00AC"/>
    <w:rsid w:val="00EF048D"/>
    <w:rsid w:val="00EF2840"/>
    <w:rsid w:val="00EF306D"/>
    <w:rsid w:val="00EF3617"/>
    <w:rsid w:val="00EF397D"/>
    <w:rsid w:val="00EF39EC"/>
    <w:rsid w:val="00EF3AAC"/>
    <w:rsid w:val="00EF3B26"/>
    <w:rsid w:val="00EF4030"/>
    <w:rsid w:val="00EF4FF8"/>
    <w:rsid w:val="00EF5B6B"/>
    <w:rsid w:val="00EF6DD2"/>
    <w:rsid w:val="00F0055F"/>
    <w:rsid w:val="00F00B1A"/>
    <w:rsid w:val="00F01831"/>
    <w:rsid w:val="00F02D2F"/>
    <w:rsid w:val="00F03314"/>
    <w:rsid w:val="00F03B49"/>
    <w:rsid w:val="00F0534D"/>
    <w:rsid w:val="00F05664"/>
    <w:rsid w:val="00F066AD"/>
    <w:rsid w:val="00F11DCC"/>
    <w:rsid w:val="00F120D5"/>
    <w:rsid w:val="00F12DEF"/>
    <w:rsid w:val="00F12E2F"/>
    <w:rsid w:val="00F13A35"/>
    <w:rsid w:val="00F13B33"/>
    <w:rsid w:val="00F145DE"/>
    <w:rsid w:val="00F15676"/>
    <w:rsid w:val="00F1582B"/>
    <w:rsid w:val="00F1688E"/>
    <w:rsid w:val="00F2077A"/>
    <w:rsid w:val="00F212CD"/>
    <w:rsid w:val="00F216FB"/>
    <w:rsid w:val="00F21F3F"/>
    <w:rsid w:val="00F221E2"/>
    <w:rsid w:val="00F22C1A"/>
    <w:rsid w:val="00F22DE4"/>
    <w:rsid w:val="00F22E95"/>
    <w:rsid w:val="00F2327F"/>
    <w:rsid w:val="00F2395C"/>
    <w:rsid w:val="00F23E39"/>
    <w:rsid w:val="00F26233"/>
    <w:rsid w:val="00F266E8"/>
    <w:rsid w:val="00F26AD7"/>
    <w:rsid w:val="00F27260"/>
    <w:rsid w:val="00F27A32"/>
    <w:rsid w:val="00F303E7"/>
    <w:rsid w:val="00F30F2F"/>
    <w:rsid w:val="00F30FFD"/>
    <w:rsid w:val="00F31676"/>
    <w:rsid w:val="00F316EC"/>
    <w:rsid w:val="00F31AE1"/>
    <w:rsid w:val="00F31C03"/>
    <w:rsid w:val="00F31E21"/>
    <w:rsid w:val="00F32CB3"/>
    <w:rsid w:val="00F32DAC"/>
    <w:rsid w:val="00F32F84"/>
    <w:rsid w:val="00F33C5C"/>
    <w:rsid w:val="00F3407D"/>
    <w:rsid w:val="00F34FFD"/>
    <w:rsid w:val="00F353D5"/>
    <w:rsid w:val="00F35AA0"/>
    <w:rsid w:val="00F35B2F"/>
    <w:rsid w:val="00F370D8"/>
    <w:rsid w:val="00F376E4"/>
    <w:rsid w:val="00F40BEA"/>
    <w:rsid w:val="00F40DFA"/>
    <w:rsid w:val="00F4161B"/>
    <w:rsid w:val="00F419AD"/>
    <w:rsid w:val="00F41C14"/>
    <w:rsid w:val="00F4350F"/>
    <w:rsid w:val="00F43676"/>
    <w:rsid w:val="00F43DDE"/>
    <w:rsid w:val="00F44E44"/>
    <w:rsid w:val="00F4522B"/>
    <w:rsid w:val="00F45293"/>
    <w:rsid w:val="00F46F28"/>
    <w:rsid w:val="00F472D8"/>
    <w:rsid w:val="00F47A30"/>
    <w:rsid w:val="00F5389D"/>
    <w:rsid w:val="00F5451A"/>
    <w:rsid w:val="00F5454E"/>
    <w:rsid w:val="00F54A5E"/>
    <w:rsid w:val="00F54BED"/>
    <w:rsid w:val="00F54D0E"/>
    <w:rsid w:val="00F55852"/>
    <w:rsid w:val="00F562DF"/>
    <w:rsid w:val="00F5664A"/>
    <w:rsid w:val="00F56DCE"/>
    <w:rsid w:val="00F600BD"/>
    <w:rsid w:val="00F60BDC"/>
    <w:rsid w:val="00F618B9"/>
    <w:rsid w:val="00F62D1C"/>
    <w:rsid w:val="00F64893"/>
    <w:rsid w:val="00F6630F"/>
    <w:rsid w:val="00F665AA"/>
    <w:rsid w:val="00F67092"/>
    <w:rsid w:val="00F67CBB"/>
    <w:rsid w:val="00F7069C"/>
    <w:rsid w:val="00F70F73"/>
    <w:rsid w:val="00F71127"/>
    <w:rsid w:val="00F71E07"/>
    <w:rsid w:val="00F723E7"/>
    <w:rsid w:val="00F72A7B"/>
    <w:rsid w:val="00F72ED2"/>
    <w:rsid w:val="00F73286"/>
    <w:rsid w:val="00F74571"/>
    <w:rsid w:val="00F74F02"/>
    <w:rsid w:val="00F753BB"/>
    <w:rsid w:val="00F75F80"/>
    <w:rsid w:val="00F76328"/>
    <w:rsid w:val="00F77178"/>
    <w:rsid w:val="00F809C6"/>
    <w:rsid w:val="00F81540"/>
    <w:rsid w:val="00F824D2"/>
    <w:rsid w:val="00F82C9E"/>
    <w:rsid w:val="00F83883"/>
    <w:rsid w:val="00F841A4"/>
    <w:rsid w:val="00F842D8"/>
    <w:rsid w:val="00F84572"/>
    <w:rsid w:val="00F86E29"/>
    <w:rsid w:val="00F90F40"/>
    <w:rsid w:val="00F90F7C"/>
    <w:rsid w:val="00F911D6"/>
    <w:rsid w:val="00F91E12"/>
    <w:rsid w:val="00F924E5"/>
    <w:rsid w:val="00F92957"/>
    <w:rsid w:val="00F92BFB"/>
    <w:rsid w:val="00F9316C"/>
    <w:rsid w:val="00F933F1"/>
    <w:rsid w:val="00F94676"/>
    <w:rsid w:val="00F9486F"/>
    <w:rsid w:val="00F95184"/>
    <w:rsid w:val="00F955F6"/>
    <w:rsid w:val="00F9702D"/>
    <w:rsid w:val="00FA00CF"/>
    <w:rsid w:val="00FA05B0"/>
    <w:rsid w:val="00FA0CFB"/>
    <w:rsid w:val="00FA12DB"/>
    <w:rsid w:val="00FA1B30"/>
    <w:rsid w:val="00FA228F"/>
    <w:rsid w:val="00FA2814"/>
    <w:rsid w:val="00FA3856"/>
    <w:rsid w:val="00FA4AB4"/>
    <w:rsid w:val="00FA5635"/>
    <w:rsid w:val="00FA5AE2"/>
    <w:rsid w:val="00FA5F7E"/>
    <w:rsid w:val="00FA5F81"/>
    <w:rsid w:val="00FA6058"/>
    <w:rsid w:val="00FA62F4"/>
    <w:rsid w:val="00FA6D91"/>
    <w:rsid w:val="00FA70EF"/>
    <w:rsid w:val="00FA7CC4"/>
    <w:rsid w:val="00FA7E85"/>
    <w:rsid w:val="00FB06A7"/>
    <w:rsid w:val="00FB119C"/>
    <w:rsid w:val="00FB162D"/>
    <w:rsid w:val="00FB28DC"/>
    <w:rsid w:val="00FB2C22"/>
    <w:rsid w:val="00FB2F00"/>
    <w:rsid w:val="00FB3C51"/>
    <w:rsid w:val="00FB3DEE"/>
    <w:rsid w:val="00FB50CE"/>
    <w:rsid w:val="00FB6492"/>
    <w:rsid w:val="00FB757B"/>
    <w:rsid w:val="00FC036A"/>
    <w:rsid w:val="00FC0833"/>
    <w:rsid w:val="00FC09FC"/>
    <w:rsid w:val="00FC1570"/>
    <w:rsid w:val="00FC1F67"/>
    <w:rsid w:val="00FC1FFF"/>
    <w:rsid w:val="00FC23C8"/>
    <w:rsid w:val="00FC28CB"/>
    <w:rsid w:val="00FC2CDF"/>
    <w:rsid w:val="00FC30A7"/>
    <w:rsid w:val="00FC3744"/>
    <w:rsid w:val="00FC4351"/>
    <w:rsid w:val="00FC4D01"/>
    <w:rsid w:val="00FC5A10"/>
    <w:rsid w:val="00FC5A3B"/>
    <w:rsid w:val="00FC6547"/>
    <w:rsid w:val="00FC6975"/>
    <w:rsid w:val="00FC779A"/>
    <w:rsid w:val="00FD01AF"/>
    <w:rsid w:val="00FD0CF4"/>
    <w:rsid w:val="00FD2D8A"/>
    <w:rsid w:val="00FD2EBC"/>
    <w:rsid w:val="00FD37E6"/>
    <w:rsid w:val="00FD38DA"/>
    <w:rsid w:val="00FD49F9"/>
    <w:rsid w:val="00FD570A"/>
    <w:rsid w:val="00FD5E0B"/>
    <w:rsid w:val="00FD7EAC"/>
    <w:rsid w:val="00FE0237"/>
    <w:rsid w:val="00FE09CE"/>
    <w:rsid w:val="00FE158D"/>
    <w:rsid w:val="00FE1A1B"/>
    <w:rsid w:val="00FE20E3"/>
    <w:rsid w:val="00FE22E0"/>
    <w:rsid w:val="00FE31C7"/>
    <w:rsid w:val="00FE46BC"/>
    <w:rsid w:val="00FE58CB"/>
    <w:rsid w:val="00FE5CB3"/>
    <w:rsid w:val="00FE5F31"/>
    <w:rsid w:val="00FE6334"/>
    <w:rsid w:val="00FE6E7B"/>
    <w:rsid w:val="00FE7269"/>
    <w:rsid w:val="00FE7602"/>
    <w:rsid w:val="00FE7890"/>
    <w:rsid w:val="00FE7BD5"/>
    <w:rsid w:val="00FF3CAB"/>
    <w:rsid w:val="00FF45A6"/>
    <w:rsid w:val="00FF499F"/>
    <w:rsid w:val="00FF5022"/>
    <w:rsid w:val="00FF517B"/>
    <w:rsid w:val="00FF57EE"/>
    <w:rsid w:val="00FF59BC"/>
    <w:rsid w:val="00FF6E9D"/>
    <w:rsid w:val="00FF786D"/>
    <w:rsid w:val="033B8EA2"/>
    <w:rsid w:val="03C768DA"/>
    <w:rsid w:val="040F2F88"/>
    <w:rsid w:val="0488CADE"/>
    <w:rsid w:val="04B01E20"/>
    <w:rsid w:val="04B6B8EF"/>
    <w:rsid w:val="054C7C7E"/>
    <w:rsid w:val="054D2501"/>
    <w:rsid w:val="05A63DA6"/>
    <w:rsid w:val="06673FC2"/>
    <w:rsid w:val="06702C7B"/>
    <w:rsid w:val="07289997"/>
    <w:rsid w:val="0738237B"/>
    <w:rsid w:val="075376A9"/>
    <w:rsid w:val="08538F7E"/>
    <w:rsid w:val="0922A641"/>
    <w:rsid w:val="09FE76DE"/>
    <w:rsid w:val="0A5A4C91"/>
    <w:rsid w:val="0A7E002E"/>
    <w:rsid w:val="0A81A912"/>
    <w:rsid w:val="0AEEE712"/>
    <w:rsid w:val="0AF30B50"/>
    <w:rsid w:val="0AFB4B61"/>
    <w:rsid w:val="0B2F5A0D"/>
    <w:rsid w:val="0BCC0610"/>
    <w:rsid w:val="0C7DE79E"/>
    <w:rsid w:val="0C8EA4FE"/>
    <w:rsid w:val="0E3CE0C2"/>
    <w:rsid w:val="0F0C6A11"/>
    <w:rsid w:val="0F9253DC"/>
    <w:rsid w:val="0FD425E1"/>
    <w:rsid w:val="107B8420"/>
    <w:rsid w:val="1195D586"/>
    <w:rsid w:val="11BBBE01"/>
    <w:rsid w:val="1244B8B4"/>
    <w:rsid w:val="1333B197"/>
    <w:rsid w:val="1349F15A"/>
    <w:rsid w:val="14802053"/>
    <w:rsid w:val="1574E27F"/>
    <w:rsid w:val="16BE1FBE"/>
    <w:rsid w:val="1714BB3C"/>
    <w:rsid w:val="178C15FF"/>
    <w:rsid w:val="17A0345F"/>
    <w:rsid w:val="17C40960"/>
    <w:rsid w:val="182D2DA6"/>
    <w:rsid w:val="183BA4F5"/>
    <w:rsid w:val="1876D5A2"/>
    <w:rsid w:val="188C937B"/>
    <w:rsid w:val="18BAEC53"/>
    <w:rsid w:val="192E9C8B"/>
    <w:rsid w:val="1A08ABAF"/>
    <w:rsid w:val="1A7D60A7"/>
    <w:rsid w:val="1AB9E0A2"/>
    <w:rsid w:val="1ABBA9A9"/>
    <w:rsid w:val="1AC760BD"/>
    <w:rsid w:val="1DDA696B"/>
    <w:rsid w:val="1E770F42"/>
    <w:rsid w:val="1E7D5164"/>
    <w:rsid w:val="1F8D2161"/>
    <w:rsid w:val="1FC09B49"/>
    <w:rsid w:val="203A4242"/>
    <w:rsid w:val="20AECE6B"/>
    <w:rsid w:val="2185AB6E"/>
    <w:rsid w:val="2191F8AD"/>
    <w:rsid w:val="21D03780"/>
    <w:rsid w:val="222B1898"/>
    <w:rsid w:val="2492BD31"/>
    <w:rsid w:val="2520142F"/>
    <w:rsid w:val="253F6E20"/>
    <w:rsid w:val="255328D2"/>
    <w:rsid w:val="25FCB6E9"/>
    <w:rsid w:val="262A3EC3"/>
    <w:rsid w:val="26750541"/>
    <w:rsid w:val="269E5850"/>
    <w:rsid w:val="28861919"/>
    <w:rsid w:val="28B514CD"/>
    <w:rsid w:val="291D99F5"/>
    <w:rsid w:val="2B282BA8"/>
    <w:rsid w:val="2BF2C3ED"/>
    <w:rsid w:val="2D029A5D"/>
    <w:rsid w:val="2D1926BF"/>
    <w:rsid w:val="2D768DFE"/>
    <w:rsid w:val="2DB7CBEC"/>
    <w:rsid w:val="2E988261"/>
    <w:rsid w:val="2EC8DC1B"/>
    <w:rsid w:val="2ECB44BB"/>
    <w:rsid w:val="2F74F345"/>
    <w:rsid w:val="2F989DA3"/>
    <w:rsid w:val="2FEEA002"/>
    <w:rsid w:val="30C06DB1"/>
    <w:rsid w:val="31F73D54"/>
    <w:rsid w:val="328BC99B"/>
    <w:rsid w:val="32DA7D72"/>
    <w:rsid w:val="331192AA"/>
    <w:rsid w:val="33C57C4E"/>
    <w:rsid w:val="34192D7D"/>
    <w:rsid w:val="34EF76FB"/>
    <w:rsid w:val="35AA74E8"/>
    <w:rsid w:val="35D48CF1"/>
    <w:rsid w:val="37120E06"/>
    <w:rsid w:val="37558880"/>
    <w:rsid w:val="37DD7EB4"/>
    <w:rsid w:val="39939678"/>
    <w:rsid w:val="3A043CE5"/>
    <w:rsid w:val="3ABF3533"/>
    <w:rsid w:val="3BE551AF"/>
    <w:rsid w:val="3D8B9BC0"/>
    <w:rsid w:val="3D960EE2"/>
    <w:rsid w:val="3D9E1644"/>
    <w:rsid w:val="3DA39DD5"/>
    <w:rsid w:val="3E1150B3"/>
    <w:rsid w:val="3ED7E687"/>
    <w:rsid w:val="3F459709"/>
    <w:rsid w:val="3F878FD0"/>
    <w:rsid w:val="415903C3"/>
    <w:rsid w:val="4286487B"/>
    <w:rsid w:val="44777AA2"/>
    <w:rsid w:val="449F258D"/>
    <w:rsid w:val="44D49BE0"/>
    <w:rsid w:val="44DB5C9B"/>
    <w:rsid w:val="452FD267"/>
    <w:rsid w:val="45B345BE"/>
    <w:rsid w:val="460391A8"/>
    <w:rsid w:val="4620B675"/>
    <w:rsid w:val="466D9BA8"/>
    <w:rsid w:val="471B8F9F"/>
    <w:rsid w:val="4740F50C"/>
    <w:rsid w:val="485658BB"/>
    <w:rsid w:val="48906DEA"/>
    <w:rsid w:val="48BEA42A"/>
    <w:rsid w:val="48DAAF5A"/>
    <w:rsid w:val="497A9D04"/>
    <w:rsid w:val="4993BED7"/>
    <w:rsid w:val="499DD2C5"/>
    <w:rsid w:val="49E6DE8B"/>
    <w:rsid w:val="4A7C3BC8"/>
    <w:rsid w:val="4AF62B74"/>
    <w:rsid w:val="4AFAA947"/>
    <w:rsid w:val="4BAA7393"/>
    <w:rsid w:val="4C0CA479"/>
    <w:rsid w:val="4C509AA6"/>
    <w:rsid w:val="4C956F74"/>
    <w:rsid w:val="4CB091B1"/>
    <w:rsid w:val="4D31E455"/>
    <w:rsid w:val="4DAAFEE0"/>
    <w:rsid w:val="4E9C9A62"/>
    <w:rsid w:val="4EA0FF7C"/>
    <w:rsid w:val="4EDA6C6C"/>
    <w:rsid w:val="4FBF77D3"/>
    <w:rsid w:val="4FC04515"/>
    <w:rsid w:val="4FCE2108"/>
    <w:rsid w:val="50044BE0"/>
    <w:rsid w:val="50BC1927"/>
    <w:rsid w:val="50F1C499"/>
    <w:rsid w:val="513B2DE3"/>
    <w:rsid w:val="518E9E3E"/>
    <w:rsid w:val="53AFA125"/>
    <w:rsid w:val="53E278BC"/>
    <w:rsid w:val="5607B1CD"/>
    <w:rsid w:val="56131498"/>
    <w:rsid w:val="562C9703"/>
    <w:rsid w:val="566BF6D3"/>
    <w:rsid w:val="5823E88B"/>
    <w:rsid w:val="58370709"/>
    <w:rsid w:val="585F323C"/>
    <w:rsid w:val="585FA854"/>
    <w:rsid w:val="59B14AA7"/>
    <w:rsid w:val="59CAE452"/>
    <w:rsid w:val="5A3328F7"/>
    <w:rsid w:val="5AB48C98"/>
    <w:rsid w:val="5B104BD7"/>
    <w:rsid w:val="5B3D14BF"/>
    <w:rsid w:val="5B4B0564"/>
    <w:rsid w:val="5B64FCAC"/>
    <w:rsid w:val="5BF2F4E7"/>
    <w:rsid w:val="5C3B9B89"/>
    <w:rsid w:val="5C66C866"/>
    <w:rsid w:val="5CBE87B1"/>
    <w:rsid w:val="5D090462"/>
    <w:rsid w:val="5D257667"/>
    <w:rsid w:val="5D2708FD"/>
    <w:rsid w:val="5D65FD02"/>
    <w:rsid w:val="5DD14DC5"/>
    <w:rsid w:val="5FD9D356"/>
    <w:rsid w:val="606410F8"/>
    <w:rsid w:val="61184C4B"/>
    <w:rsid w:val="6119193C"/>
    <w:rsid w:val="61643E2A"/>
    <w:rsid w:val="61820816"/>
    <w:rsid w:val="61C934A8"/>
    <w:rsid w:val="61EC3634"/>
    <w:rsid w:val="6268C80A"/>
    <w:rsid w:val="62C9654B"/>
    <w:rsid w:val="63D051CE"/>
    <w:rsid w:val="64DA3072"/>
    <w:rsid w:val="66C9B387"/>
    <w:rsid w:val="66CA1CE5"/>
    <w:rsid w:val="6746D1E3"/>
    <w:rsid w:val="679B5497"/>
    <w:rsid w:val="67F46356"/>
    <w:rsid w:val="684A2A21"/>
    <w:rsid w:val="687F4E76"/>
    <w:rsid w:val="693BC2D0"/>
    <w:rsid w:val="6A0DDF8C"/>
    <w:rsid w:val="6A762145"/>
    <w:rsid w:val="6A90E7D0"/>
    <w:rsid w:val="6AD4E68A"/>
    <w:rsid w:val="6B1FF461"/>
    <w:rsid w:val="6C9FDBEC"/>
    <w:rsid w:val="6CED092C"/>
    <w:rsid w:val="6E6C64AA"/>
    <w:rsid w:val="6F5013FF"/>
    <w:rsid w:val="6FE9E5C8"/>
    <w:rsid w:val="70A5347F"/>
    <w:rsid w:val="70E928E1"/>
    <w:rsid w:val="7162BC25"/>
    <w:rsid w:val="71D9B96C"/>
    <w:rsid w:val="71E92894"/>
    <w:rsid w:val="72351BA5"/>
    <w:rsid w:val="7247B67F"/>
    <w:rsid w:val="725DBB1A"/>
    <w:rsid w:val="726FEF13"/>
    <w:rsid w:val="72D5A24F"/>
    <w:rsid w:val="7337F8B6"/>
    <w:rsid w:val="73511BF9"/>
    <w:rsid w:val="739DB774"/>
    <w:rsid w:val="73B0604E"/>
    <w:rsid w:val="73B82F9D"/>
    <w:rsid w:val="749BB79E"/>
    <w:rsid w:val="74CFE838"/>
    <w:rsid w:val="75031762"/>
    <w:rsid w:val="75CF9F75"/>
    <w:rsid w:val="7710D291"/>
    <w:rsid w:val="77800360"/>
    <w:rsid w:val="77F13F9F"/>
    <w:rsid w:val="79303A59"/>
    <w:rsid w:val="79777B27"/>
    <w:rsid w:val="79823EE7"/>
    <w:rsid w:val="7A10ACD8"/>
    <w:rsid w:val="7BB5B6E0"/>
    <w:rsid w:val="7BC5D3B6"/>
    <w:rsid w:val="7BC68B26"/>
    <w:rsid w:val="7BFD49D1"/>
    <w:rsid w:val="7C67F612"/>
    <w:rsid w:val="7CE7871D"/>
    <w:rsid w:val="7D2DA1BD"/>
    <w:rsid w:val="7F91419A"/>
    <w:rsid w:val="7F9E3BCC"/>
  </w:rsids>
  <m:mathPr>
    <m:mathFont m:val="Cambria Math"/>
    <m:brkBin m:val="before"/>
    <m:brkBinSub m:val="--"/>
    <m:smallFrac m:val="0"/>
    <m:dispDef/>
    <m:lMargin m:val="0"/>
    <m:rMargin m:val="0"/>
    <m:defJc m:val="centerGroup"/>
    <m:wrapIndent m:val="1440"/>
    <m:intLim m:val="subSup"/>
    <m:naryLim m:val="undOvr"/>
  </m:mathPr>
  <w:themeFontLang w:val="en-A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3A2F0"/>
  <w15:docId w15:val="{22C62349-7A86-4132-A31A-451BC17F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lsdException w:name="heading 6" w:semiHidden="1" w:uiPriority="2"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10662E"/>
    <w:pPr>
      <w:spacing w:after="120"/>
    </w:pPr>
  </w:style>
  <w:style w:type="paragraph" w:styleId="Heading1">
    <w:name w:val="heading 1"/>
    <w:next w:val="BodyText"/>
    <w:link w:val="Heading1Char"/>
    <w:uiPriority w:val="2"/>
    <w:qFormat/>
    <w:rsid w:val="006C6C65"/>
    <w:pPr>
      <w:keepNext/>
      <w:pageBreakBefore/>
      <w:numPr>
        <w:numId w:val="18"/>
      </w:numPr>
      <w:tabs>
        <w:tab w:val="clear" w:pos="993"/>
        <w:tab w:val="num" w:pos="851"/>
      </w:tabs>
      <w:spacing w:before="240" w:after="360"/>
      <w:ind w:left="851"/>
      <w:outlineLvl w:val="0"/>
    </w:pPr>
    <w:rPr>
      <w:rFonts w:eastAsia="Times New Roman" w:cs="Arial"/>
      <w:b/>
      <w:bCs/>
      <w:kern w:val="32"/>
      <w:sz w:val="32"/>
      <w:szCs w:val="32"/>
      <w:lang w:eastAsia="en-AU"/>
    </w:rPr>
  </w:style>
  <w:style w:type="paragraph" w:styleId="Heading2">
    <w:name w:val="heading 2"/>
    <w:basedOn w:val="Heading1"/>
    <w:next w:val="BodyText"/>
    <w:link w:val="Heading2Char"/>
    <w:uiPriority w:val="2"/>
    <w:qFormat/>
    <w:rsid w:val="006E5217"/>
    <w:pPr>
      <w:keepLines/>
      <w:pageBreakBefore w:val="0"/>
      <w:numPr>
        <w:ilvl w:val="1"/>
      </w:numPr>
      <w:spacing w:after="60"/>
      <w:outlineLvl w:val="1"/>
    </w:pPr>
    <w:rPr>
      <w:b w:val="0"/>
      <w:iCs/>
      <w:sz w:val="28"/>
      <w:szCs w:val="28"/>
    </w:rPr>
  </w:style>
  <w:style w:type="paragraph" w:styleId="Heading3">
    <w:name w:val="heading 3"/>
    <w:basedOn w:val="Heading2"/>
    <w:next w:val="BodyText"/>
    <w:link w:val="Heading3Char"/>
    <w:uiPriority w:val="2"/>
    <w:qFormat/>
    <w:rsid w:val="00212802"/>
    <w:pPr>
      <w:numPr>
        <w:ilvl w:val="2"/>
      </w:numPr>
      <w:outlineLvl w:val="2"/>
    </w:pPr>
    <w:rPr>
      <w:b/>
      <w:bCs w:val="0"/>
      <w:iCs w:val="0"/>
      <w:sz w:val="24"/>
    </w:rPr>
  </w:style>
  <w:style w:type="paragraph" w:styleId="Heading4">
    <w:name w:val="heading 4"/>
    <w:basedOn w:val="Heading3"/>
    <w:next w:val="BodyText"/>
    <w:link w:val="Heading4Char"/>
    <w:uiPriority w:val="2"/>
    <w:qFormat/>
    <w:rsid w:val="00354564"/>
    <w:pPr>
      <w:numPr>
        <w:ilvl w:val="3"/>
      </w:numPr>
      <w:outlineLvl w:val="3"/>
    </w:pPr>
    <w:rPr>
      <w:bCs/>
      <w:iCs/>
      <w:sz w:val="22"/>
    </w:rPr>
  </w:style>
  <w:style w:type="paragraph" w:styleId="Heading5">
    <w:name w:val="heading 5"/>
    <w:next w:val="BodyText"/>
    <w:link w:val="Heading5Char"/>
    <w:uiPriority w:val="2"/>
    <w:rsid w:val="00174191"/>
    <w:pPr>
      <w:keepNext/>
      <w:numPr>
        <w:ilvl w:val="4"/>
      </w:numPr>
      <w:spacing w:before="120"/>
      <w:ind w:left="851"/>
      <w:outlineLvl w:val="4"/>
    </w:pPr>
    <w:rPr>
      <w:rFonts w:eastAsia="Times New Roman" w:cs="Arial"/>
      <w:b/>
      <w:bCs/>
      <w:i/>
      <w:iCs/>
      <w:kern w:val="32"/>
      <w:szCs w:val="26"/>
      <w:lang w:eastAsia="en-AU"/>
    </w:rPr>
  </w:style>
  <w:style w:type="paragraph" w:styleId="Heading6">
    <w:name w:val="heading 6"/>
    <w:basedOn w:val="Heading5"/>
    <w:next w:val="BodyText"/>
    <w:link w:val="Heading6Char"/>
    <w:uiPriority w:val="2"/>
    <w:semiHidden/>
    <w:rsid w:val="00174191"/>
    <w:pPr>
      <w:numPr>
        <w:ilvl w:val="5"/>
      </w:numPr>
      <w:ind w:left="851"/>
      <w:outlineLvl w:val="5"/>
    </w:pPr>
    <w:rPr>
      <w:b w:val="0"/>
    </w:rPr>
  </w:style>
  <w:style w:type="paragraph" w:styleId="Heading7">
    <w:name w:val="heading 7"/>
    <w:basedOn w:val="Heading6"/>
    <w:next w:val="BodyText"/>
    <w:link w:val="Heading7Char"/>
    <w:uiPriority w:val="9"/>
    <w:semiHidden/>
    <w:qFormat/>
    <w:rsid w:val="007D122F"/>
    <w:pPr>
      <w:numPr>
        <w:ilvl w:val="6"/>
      </w:numPr>
      <w:spacing w:before="0"/>
      <w:ind w:left="1134"/>
      <w:outlineLvl w:val="6"/>
    </w:pPr>
    <w:rPr>
      <w:rFonts w:eastAsiaTheme="majorEastAsia" w:cstheme="majorBidi"/>
      <w:i w:val="0"/>
      <w:iCs w:val="0"/>
    </w:rPr>
  </w:style>
  <w:style w:type="paragraph" w:styleId="Heading8">
    <w:name w:val="heading 8"/>
    <w:basedOn w:val="Heading7"/>
    <w:next w:val="BodyText"/>
    <w:link w:val="Heading8Char"/>
    <w:uiPriority w:val="9"/>
    <w:semiHidden/>
    <w:qFormat/>
    <w:rsid w:val="007D122F"/>
    <w:pPr>
      <w:numPr>
        <w:ilvl w:val="7"/>
      </w:numPr>
      <w:ind w:left="1134"/>
      <w:outlineLvl w:val="7"/>
    </w:pPr>
    <w:rPr>
      <w:szCs w:val="20"/>
    </w:rPr>
  </w:style>
  <w:style w:type="paragraph" w:styleId="Heading9">
    <w:name w:val="heading 9"/>
    <w:basedOn w:val="Heading8"/>
    <w:next w:val="BodyText"/>
    <w:link w:val="Heading9Char"/>
    <w:uiPriority w:val="9"/>
    <w:semiHidden/>
    <w:qFormat/>
    <w:rsid w:val="007D122F"/>
    <w:pPr>
      <w:numPr>
        <w:ilvl w:val="8"/>
      </w:numPr>
      <w:ind w:left="1134"/>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90042"/>
    <w:pPr>
      <w:spacing w:after="120"/>
      <w:ind w:left="851"/>
    </w:pPr>
    <w:rPr>
      <w:rFonts w:eastAsia="Times New Roman"/>
      <w:szCs w:val="24"/>
      <w:lang w:eastAsia="en-AU"/>
    </w:rPr>
  </w:style>
  <w:style w:type="character" w:customStyle="1" w:styleId="BodyTextChar">
    <w:name w:val="Body Text Char"/>
    <w:basedOn w:val="DefaultParagraphFont"/>
    <w:link w:val="BodyText"/>
    <w:rsid w:val="00D90042"/>
    <w:rPr>
      <w:rFonts w:eastAsia="Times New Roman"/>
      <w:szCs w:val="24"/>
      <w:lang w:eastAsia="en-AU"/>
    </w:rPr>
  </w:style>
  <w:style w:type="paragraph" w:customStyle="1" w:styleId="Frontdate">
    <w:name w:val="Front:date"/>
    <w:basedOn w:val="Normal"/>
    <w:next w:val="BodyText"/>
    <w:link w:val="FrontdateChar"/>
    <w:uiPriority w:val="99"/>
    <w:semiHidden/>
    <w:rsid w:val="007D122F"/>
    <w:pPr>
      <w:keepLines/>
      <w:spacing w:before="200" w:after="0"/>
      <w:ind w:left="-567" w:right="1134"/>
      <w:jc w:val="center"/>
    </w:pPr>
    <w:rPr>
      <w:sz w:val="24"/>
      <w:lang w:eastAsia="en-AU"/>
    </w:rPr>
  </w:style>
  <w:style w:type="character" w:customStyle="1" w:styleId="FrontdateChar">
    <w:name w:val="Front:date Char"/>
    <w:link w:val="Frontdate"/>
    <w:uiPriority w:val="99"/>
    <w:semiHidden/>
    <w:locked/>
    <w:rsid w:val="007D122F"/>
    <w:rPr>
      <w:rFonts w:eastAsia="Times New Roman"/>
      <w:sz w:val="24"/>
      <w:szCs w:val="22"/>
      <w:lang w:eastAsia="en-AU"/>
    </w:rPr>
  </w:style>
  <w:style w:type="paragraph" w:customStyle="1" w:styleId="Frontversion">
    <w:name w:val="Front:version"/>
    <w:basedOn w:val="Frontdate"/>
    <w:next w:val="BodyText"/>
    <w:link w:val="FrontversionChar"/>
    <w:uiPriority w:val="99"/>
    <w:semiHidden/>
    <w:rsid w:val="007D122F"/>
  </w:style>
  <w:style w:type="character" w:customStyle="1" w:styleId="FrontversionChar">
    <w:name w:val="Front:version Char"/>
    <w:link w:val="Frontversion"/>
    <w:uiPriority w:val="99"/>
    <w:semiHidden/>
    <w:locked/>
    <w:rsid w:val="007D122F"/>
    <w:rPr>
      <w:rFonts w:eastAsia="Times New Roman"/>
      <w:sz w:val="24"/>
      <w:szCs w:val="22"/>
      <w:lang w:eastAsia="en-AU"/>
    </w:rPr>
  </w:style>
  <w:style w:type="character" w:customStyle="1" w:styleId="Version">
    <w:name w:val="Version"/>
    <w:uiPriority w:val="99"/>
    <w:semiHidden/>
    <w:rsid w:val="007D122F"/>
  </w:style>
  <w:style w:type="table" w:styleId="TableGrid">
    <w:name w:val="Table Grid"/>
    <w:basedOn w:val="TableNormal"/>
    <w:uiPriority w:val="59"/>
    <w:rsid w:val="007D122F"/>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C1F67"/>
    <w:pPr>
      <w:pBdr>
        <w:bottom w:val="single" w:sz="2" w:space="3" w:color="auto"/>
      </w:pBdr>
      <w:tabs>
        <w:tab w:val="right" w:pos="9639"/>
      </w:tabs>
      <w:spacing w:after="60"/>
    </w:pPr>
    <w:rPr>
      <w:sz w:val="18"/>
    </w:rPr>
  </w:style>
  <w:style w:type="character" w:customStyle="1" w:styleId="HeaderChar">
    <w:name w:val="Header Char"/>
    <w:basedOn w:val="DefaultParagraphFont"/>
    <w:link w:val="Header"/>
    <w:uiPriority w:val="99"/>
    <w:semiHidden/>
    <w:rsid w:val="002E1611"/>
    <w:rPr>
      <w:rFonts w:ascii="Calibri" w:eastAsia="Times New Roman" w:hAnsi="Calibri"/>
      <w:sz w:val="18"/>
      <w:szCs w:val="24"/>
    </w:rPr>
  </w:style>
  <w:style w:type="paragraph" w:styleId="Footer">
    <w:name w:val="footer"/>
    <w:basedOn w:val="Normal"/>
    <w:link w:val="FooterChar"/>
    <w:rsid w:val="00FC1F67"/>
    <w:pPr>
      <w:pBdr>
        <w:top w:val="single" w:sz="2" w:space="3" w:color="auto"/>
      </w:pBdr>
      <w:tabs>
        <w:tab w:val="center" w:pos="4820"/>
        <w:tab w:val="right" w:pos="9639"/>
      </w:tabs>
      <w:spacing w:after="0"/>
    </w:pPr>
    <w:rPr>
      <w:sz w:val="18"/>
    </w:rPr>
  </w:style>
  <w:style w:type="character" w:customStyle="1" w:styleId="FooterChar">
    <w:name w:val="Footer Char"/>
    <w:basedOn w:val="DefaultParagraphFont"/>
    <w:link w:val="Footer"/>
    <w:uiPriority w:val="99"/>
    <w:semiHidden/>
    <w:rsid w:val="00FC1F67"/>
    <w:rPr>
      <w:rFonts w:ascii="Calibri" w:eastAsia="Times New Roman" w:hAnsi="Calibri"/>
      <w:sz w:val="18"/>
      <w:szCs w:val="24"/>
    </w:rPr>
  </w:style>
  <w:style w:type="paragraph" w:customStyle="1" w:styleId="Footerlandscape">
    <w:name w:val="Footer landscape"/>
    <w:basedOn w:val="Footer"/>
    <w:uiPriority w:val="99"/>
    <w:semiHidden/>
    <w:rsid w:val="007D122F"/>
    <w:pPr>
      <w:pBdr>
        <w:top w:val="single" w:sz="2" w:space="2" w:color="auto"/>
      </w:pBdr>
      <w:tabs>
        <w:tab w:val="center" w:pos="6719"/>
        <w:tab w:val="right" w:pos="8505"/>
        <w:tab w:val="right" w:pos="13438"/>
      </w:tabs>
      <w:ind w:left="-1134"/>
    </w:pPr>
    <w:rPr>
      <w:noProof/>
      <w:lang w:eastAsia="en-AU"/>
    </w:rPr>
  </w:style>
  <w:style w:type="character" w:customStyle="1" w:styleId="Boldchar">
    <w:name w:val="Bold_char"/>
    <w:uiPriority w:val="99"/>
    <w:semiHidden/>
    <w:rsid w:val="007D122F"/>
    <w:rPr>
      <w:b/>
    </w:rPr>
  </w:style>
  <w:style w:type="character" w:styleId="Hyperlink">
    <w:name w:val="Hyperlink"/>
    <w:uiPriority w:val="99"/>
    <w:rsid w:val="0033249D"/>
    <w:rPr>
      <w:rFonts w:cs="Times New Roman"/>
      <w:color w:val="0000FF"/>
      <w:u w:val="single"/>
    </w:rPr>
  </w:style>
  <w:style w:type="paragraph" w:customStyle="1" w:styleId="Headingunnumbered2">
    <w:name w:val="Heading unnumbered 2"/>
    <w:basedOn w:val="Heading2"/>
    <w:next w:val="Bodytextforpreface"/>
    <w:uiPriority w:val="9"/>
    <w:semiHidden/>
    <w:rsid w:val="007D122F"/>
    <w:pPr>
      <w:numPr>
        <w:numId w:val="10"/>
      </w:numPr>
    </w:pPr>
    <w:rPr>
      <w:bCs w:val="0"/>
      <w:iCs w:val="0"/>
    </w:rPr>
  </w:style>
  <w:style w:type="paragraph" w:customStyle="1" w:styleId="Headingunnumbered1">
    <w:name w:val="Heading unnumbered 1"/>
    <w:basedOn w:val="Heading1"/>
    <w:next w:val="BodyText"/>
    <w:uiPriority w:val="9"/>
    <w:semiHidden/>
    <w:rsid w:val="00E34FD7"/>
    <w:pPr>
      <w:numPr>
        <w:numId w:val="10"/>
      </w:numPr>
    </w:pPr>
    <w:rPr>
      <w:szCs w:val="40"/>
    </w:rPr>
  </w:style>
  <w:style w:type="character" w:customStyle="1" w:styleId="Italchar">
    <w:name w:val="Ital_char"/>
    <w:uiPriority w:val="99"/>
    <w:semiHidden/>
    <w:rsid w:val="007D122F"/>
    <w:rPr>
      <w:i/>
    </w:rPr>
  </w:style>
  <w:style w:type="paragraph" w:customStyle="1" w:styleId="Tableheader">
    <w:name w:val="Table header"/>
    <w:basedOn w:val="Tabletext"/>
    <w:link w:val="TableheaderChar"/>
    <w:uiPriority w:val="4"/>
    <w:qFormat/>
    <w:rsid w:val="009802DA"/>
    <w:rPr>
      <w:b/>
      <w:szCs w:val="20"/>
    </w:rPr>
  </w:style>
  <w:style w:type="character" w:customStyle="1" w:styleId="TableheaderChar">
    <w:name w:val="Table header Char"/>
    <w:link w:val="Tableheader"/>
    <w:uiPriority w:val="4"/>
    <w:locked/>
    <w:rsid w:val="009802DA"/>
    <w:rPr>
      <w:rFonts w:ascii="Calibri" w:eastAsia="Times New Roman" w:hAnsi="Calibri"/>
      <w:b/>
      <w:sz w:val="18"/>
      <w:lang w:eastAsia="en-AU"/>
    </w:rPr>
  </w:style>
  <w:style w:type="character" w:customStyle="1" w:styleId="TableNormalTextChar">
    <w:name w:val="Table Normal Text Char"/>
    <w:link w:val="TableNormalText"/>
    <w:semiHidden/>
    <w:locked/>
    <w:rsid w:val="007D122F"/>
    <w:rPr>
      <w:rFonts w:cs="Arial"/>
      <w:sz w:val="18"/>
      <w:szCs w:val="24"/>
    </w:rPr>
  </w:style>
  <w:style w:type="paragraph" w:customStyle="1" w:styleId="TableNormalText">
    <w:name w:val="Table Normal Text"/>
    <w:basedOn w:val="BodyText"/>
    <w:link w:val="TableNormalTextChar"/>
    <w:semiHidden/>
    <w:rsid w:val="007D122F"/>
    <w:pPr>
      <w:spacing w:before="60" w:after="60"/>
    </w:pPr>
    <w:rPr>
      <w:rFonts w:eastAsiaTheme="minorHAnsi" w:cs="Arial"/>
      <w:sz w:val="18"/>
      <w:lang w:eastAsia="en-US"/>
    </w:rPr>
  </w:style>
  <w:style w:type="paragraph" w:customStyle="1" w:styleId="Tabletext">
    <w:name w:val="Table text"/>
    <w:basedOn w:val="BodyText"/>
    <w:link w:val="TabletextChar"/>
    <w:uiPriority w:val="4"/>
    <w:qFormat/>
    <w:rsid w:val="00D90042"/>
    <w:pPr>
      <w:spacing w:before="60" w:after="60"/>
      <w:ind w:left="0"/>
    </w:pPr>
    <w:rPr>
      <w:sz w:val="20"/>
    </w:rPr>
  </w:style>
  <w:style w:type="character" w:customStyle="1" w:styleId="Heading2Char">
    <w:name w:val="Heading 2 Char"/>
    <w:basedOn w:val="DefaultParagraphFont"/>
    <w:link w:val="Heading2"/>
    <w:uiPriority w:val="2"/>
    <w:rsid w:val="006E5217"/>
    <w:rPr>
      <w:rFonts w:ascii="Calibri" w:eastAsia="Times New Roman" w:hAnsi="Calibri" w:cs="Arial"/>
      <w:bCs/>
      <w:iCs/>
      <w:kern w:val="32"/>
      <w:sz w:val="28"/>
      <w:szCs w:val="28"/>
      <w:lang w:eastAsia="en-AU"/>
    </w:rPr>
  </w:style>
  <w:style w:type="character" w:customStyle="1" w:styleId="Heading1Char">
    <w:name w:val="Heading 1 Char"/>
    <w:basedOn w:val="DefaultParagraphFont"/>
    <w:link w:val="Heading1"/>
    <w:uiPriority w:val="2"/>
    <w:rsid w:val="006C6C65"/>
    <w:rPr>
      <w:rFonts w:eastAsia="Times New Roman" w:cs="Arial"/>
      <w:b/>
      <w:bCs/>
      <w:kern w:val="32"/>
      <w:sz w:val="32"/>
      <w:szCs w:val="32"/>
      <w:lang w:eastAsia="en-AU"/>
    </w:rPr>
  </w:style>
  <w:style w:type="character" w:styleId="CommentReference">
    <w:name w:val="annotation reference"/>
    <w:basedOn w:val="DefaultParagraphFont"/>
    <w:uiPriority w:val="99"/>
    <w:semiHidden/>
    <w:unhideWhenUsed/>
    <w:rsid w:val="007D122F"/>
    <w:rPr>
      <w:sz w:val="16"/>
      <w:szCs w:val="16"/>
    </w:rPr>
  </w:style>
  <w:style w:type="paragraph" w:styleId="CommentText">
    <w:name w:val="annotation text"/>
    <w:basedOn w:val="Normal"/>
    <w:link w:val="CommentTextChar"/>
    <w:uiPriority w:val="99"/>
    <w:semiHidden/>
    <w:rsid w:val="007D122F"/>
    <w:rPr>
      <w:szCs w:val="20"/>
    </w:rPr>
  </w:style>
  <w:style w:type="character" w:customStyle="1" w:styleId="CommentTextChar">
    <w:name w:val="Comment Text Char"/>
    <w:basedOn w:val="DefaultParagraphFont"/>
    <w:link w:val="CommentText"/>
    <w:uiPriority w:val="99"/>
    <w:semiHidden/>
    <w:rsid w:val="007D122F"/>
    <w:rPr>
      <w:rFonts w:eastAsia="Times New Roman"/>
    </w:rPr>
  </w:style>
  <w:style w:type="paragraph" w:styleId="CommentSubject">
    <w:name w:val="annotation subject"/>
    <w:basedOn w:val="CommentText"/>
    <w:next w:val="CommentText"/>
    <w:link w:val="CommentSubjectChar"/>
    <w:uiPriority w:val="99"/>
    <w:semiHidden/>
    <w:unhideWhenUsed/>
    <w:rsid w:val="007D122F"/>
    <w:rPr>
      <w:b/>
      <w:bCs/>
    </w:rPr>
  </w:style>
  <w:style w:type="character" w:customStyle="1" w:styleId="CommentSubjectChar">
    <w:name w:val="Comment Subject Char"/>
    <w:basedOn w:val="CommentTextChar"/>
    <w:link w:val="CommentSubject"/>
    <w:uiPriority w:val="99"/>
    <w:semiHidden/>
    <w:rsid w:val="007D122F"/>
    <w:rPr>
      <w:rFonts w:eastAsia="Times New Roman"/>
      <w:b/>
      <w:bCs/>
    </w:rPr>
  </w:style>
  <w:style w:type="paragraph" w:styleId="BalloonText">
    <w:name w:val="Balloon Text"/>
    <w:basedOn w:val="Normal"/>
    <w:link w:val="BalloonTextChar"/>
    <w:uiPriority w:val="99"/>
    <w:semiHidden/>
    <w:unhideWhenUsed/>
    <w:rsid w:val="007D122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22F"/>
    <w:rPr>
      <w:rFonts w:ascii="Tahoma" w:eastAsia="Times New Roman" w:hAnsi="Tahoma" w:cs="Tahoma"/>
      <w:sz w:val="16"/>
      <w:szCs w:val="16"/>
    </w:rPr>
  </w:style>
  <w:style w:type="paragraph" w:customStyle="1" w:styleId="Pageintentionallyleftblank">
    <w:name w:val="Page intentionally left blank"/>
    <w:basedOn w:val="BodyText"/>
    <w:next w:val="BodyText"/>
    <w:uiPriority w:val="99"/>
    <w:semiHidden/>
    <w:rsid w:val="007D122F"/>
    <w:pPr>
      <w:pageBreakBefore/>
      <w:spacing w:before="14000"/>
      <w:ind w:left="0"/>
      <w:jc w:val="center"/>
    </w:pPr>
    <w:rPr>
      <w:sz w:val="18"/>
    </w:rPr>
  </w:style>
  <w:style w:type="paragraph" w:customStyle="1" w:styleId="Headingunnumbered3">
    <w:name w:val="Heading unnumbered 3"/>
    <w:basedOn w:val="Headingunnumbered2"/>
    <w:next w:val="BodyText"/>
    <w:uiPriority w:val="99"/>
    <w:semiHidden/>
    <w:rsid w:val="007D122F"/>
    <w:pPr>
      <w:numPr>
        <w:ilvl w:val="2"/>
      </w:numPr>
    </w:pPr>
    <w:rPr>
      <w:sz w:val="24"/>
    </w:rPr>
  </w:style>
  <w:style w:type="numbering" w:customStyle="1" w:styleId="Unnumberedheading">
    <w:name w:val="Unnumbered heading"/>
    <w:uiPriority w:val="99"/>
    <w:rsid w:val="007D122F"/>
    <w:pPr>
      <w:numPr>
        <w:numId w:val="3"/>
      </w:numPr>
    </w:pPr>
  </w:style>
  <w:style w:type="paragraph" w:customStyle="1" w:styleId="Preface">
    <w:name w:val="Preface"/>
    <w:basedOn w:val="Headingunnumbered1"/>
    <w:next w:val="BodyText"/>
    <w:semiHidden/>
    <w:rsid w:val="007D122F"/>
    <w:pPr>
      <w:numPr>
        <w:numId w:val="4"/>
      </w:numPr>
      <w:tabs>
        <w:tab w:val="num" w:pos="1134"/>
      </w:tabs>
      <w:ind w:left="1134"/>
    </w:pPr>
  </w:style>
  <w:style w:type="character" w:customStyle="1" w:styleId="Heading3Char">
    <w:name w:val="Heading 3 Char"/>
    <w:basedOn w:val="DefaultParagraphFont"/>
    <w:link w:val="Heading3"/>
    <w:uiPriority w:val="2"/>
    <w:rsid w:val="00212802"/>
    <w:rPr>
      <w:rFonts w:ascii="Calibri" w:eastAsia="Times New Roman" w:hAnsi="Calibri" w:cs="Arial"/>
      <w:b/>
      <w:kern w:val="32"/>
      <w:sz w:val="24"/>
      <w:szCs w:val="28"/>
      <w:lang w:eastAsia="en-AU"/>
    </w:rPr>
  </w:style>
  <w:style w:type="paragraph" w:customStyle="1" w:styleId="Bodytextforpreface">
    <w:name w:val="Body text for preface"/>
    <w:basedOn w:val="BodyText"/>
    <w:uiPriority w:val="99"/>
    <w:semiHidden/>
    <w:rsid w:val="007D122F"/>
    <w:pPr>
      <w:ind w:left="0"/>
    </w:pPr>
  </w:style>
  <w:style w:type="paragraph" w:styleId="TOC1">
    <w:name w:val="toc 1"/>
    <w:basedOn w:val="BodyText"/>
    <w:next w:val="Normal"/>
    <w:uiPriority w:val="39"/>
    <w:rsid w:val="001F6896"/>
    <w:pPr>
      <w:tabs>
        <w:tab w:val="left" w:pos="567"/>
        <w:tab w:val="right" w:leader="dot" w:pos="7371"/>
      </w:tabs>
      <w:spacing w:before="120" w:after="60"/>
      <w:ind w:left="567" w:right="2552" w:hanging="567"/>
    </w:pPr>
    <w:rPr>
      <w:rFonts w:eastAsiaTheme="minorEastAsia" w:cstheme="minorBidi"/>
      <w:b/>
      <w:noProof/>
    </w:rPr>
  </w:style>
  <w:style w:type="character" w:styleId="PageNumber">
    <w:name w:val="page number"/>
    <w:semiHidden/>
    <w:rsid w:val="007D122F"/>
    <w:rPr>
      <w:rFonts w:cs="Times New Roman"/>
    </w:rPr>
  </w:style>
  <w:style w:type="character" w:customStyle="1" w:styleId="Heading4Char">
    <w:name w:val="Heading 4 Char"/>
    <w:basedOn w:val="DefaultParagraphFont"/>
    <w:link w:val="Heading4"/>
    <w:uiPriority w:val="2"/>
    <w:rsid w:val="000F2E2B"/>
    <w:rPr>
      <w:rFonts w:eastAsia="Times New Roman" w:cs="Arial"/>
      <w:b/>
      <w:bCs/>
      <w:iCs/>
      <w:kern w:val="32"/>
      <w:sz w:val="22"/>
      <w:szCs w:val="28"/>
      <w:lang w:eastAsia="en-AU"/>
    </w:rPr>
  </w:style>
  <w:style w:type="character" w:customStyle="1" w:styleId="Heading5Char">
    <w:name w:val="Heading 5 Char"/>
    <w:basedOn w:val="DefaultParagraphFont"/>
    <w:link w:val="Heading5"/>
    <w:uiPriority w:val="2"/>
    <w:rsid w:val="004C78B0"/>
    <w:rPr>
      <w:rFonts w:eastAsia="Times New Roman" w:cs="Arial"/>
      <w:b/>
      <w:bCs/>
      <w:i/>
      <w:iCs/>
      <w:kern w:val="32"/>
      <w:szCs w:val="26"/>
      <w:lang w:eastAsia="en-AU"/>
    </w:rPr>
  </w:style>
  <w:style w:type="character" w:customStyle="1" w:styleId="Heading6Char">
    <w:name w:val="Heading 6 Char"/>
    <w:basedOn w:val="DefaultParagraphFont"/>
    <w:link w:val="Heading6"/>
    <w:uiPriority w:val="2"/>
    <w:semiHidden/>
    <w:rsid w:val="00174191"/>
    <w:rPr>
      <w:rFonts w:eastAsia="Times New Roman" w:cs="Arial"/>
      <w:bCs/>
      <w:i/>
      <w:iCs/>
      <w:kern w:val="32"/>
      <w:szCs w:val="26"/>
      <w:lang w:eastAsia="en-AU"/>
    </w:rPr>
  </w:style>
  <w:style w:type="numbering" w:customStyle="1" w:styleId="HeadingsLongDocument">
    <w:name w:val="Headings Long Document"/>
    <w:uiPriority w:val="99"/>
    <w:rsid w:val="007D122F"/>
    <w:pPr>
      <w:numPr>
        <w:numId w:val="5"/>
      </w:numPr>
    </w:pPr>
  </w:style>
  <w:style w:type="paragraph" w:styleId="TOC2">
    <w:name w:val="toc 2"/>
    <w:basedOn w:val="TOC1"/>
    <w:next w:val="Normal"/>
    <w:uiPriority w:val="39"/>
    <w:rsid w:val="001F6896"/>
    <w:pPr>
      <w:tabs>
        <w:tab w:val="clear" w:pos="567"/>
        <w:tab w:val="left" w:pos="1134"/>
      </w:tabs>
      <w:spacing w:before="0" w:after="0"/>
      <w:ind w:left="1134"/>
    </w:pPr>
    <w:rPr>
      <w:b w:val="0"/>
    </w:rPr>
  </w:style>
  <w:style w:type="character" w:customStyle="1" w:styleId="Heading7Char">
    <w:name w:val="Heading 7 Char"/>
    <w:basedOn w:val="DefaultParagraphFont"/>
    <w:link w:val="Heading7"/>
    <w:uiPriority w:val="9"/>
    <w:semiHidden/>
    <w:rsid w:val="007D122F"/>
    <w:rPr>
      <w:rFonts w:eastAsiaTheme="majorEastAsia" w:cstheme="majorBidi"/>
      <w:bCs/>
      <w:kern w:val="32"/>
      <w:szCs w:val="26"/>
      <w:lang w:eastAsia="en-AU"/>
    </w:rPr>
  </w:style>
  <w:style w:type="character" w:customStyle="1" w:styleId="Heading8Char">
    <w:name w:val="Heading 8 Char"/>
    <w:basedOn w:val="DefaultParagraphFont"/>
    <w:link w:val="Heading8"/>
    <w:uiPriority w:val="9"/>
    <w:semiHidden/>
    <w:rsid w:val="007D122F"/>
    <w:rPr>
      <w:rFonts w:eastAsiaTheme="majorEastAsia" w:cstheme="majorBidi"/>
      <w:bCs/>
      <w:kern w:val="32"/>
      <w:lang w:eastAsia="en-AU"/>
    </w:rPr>
  </w:style>
  <w:style w:type="character" w:customStyle="1" w:styleId="Heading9Char">
    <w:name w:val="Heading 9 Char"/>
    <w:basedOn w:val="DefaultParagraphFont"/>
    <w:link w:val="Heading9"/>
    <w:uiPriority w:val="9"/>
    <w:semiHidden/>
    <w:rsid w:val="007D122F"/>
    <w:rPr>
      <w:rFonts w:eastAsiaTheme="majorEastAsia" w:cstheme="majorBidi"/>
      <w:bCs/>
      <w:iCs/>
      <w:kern w:val="32"/>
      <w:lang w:eastAsia="en-AU"/>
    </w:rPr>
  </w:style>
  <w:style w:type="paragraph" w:styleId="TOC3">
    <w:name w:val="toc 3"/>
    <w:basedOn w:val="TOC2"/>
    <w:next w:val="Normal"/>
    <w:uiPriority w:val="39"/>
    <w:rsid w:val="005A0688"/>
    <w:pPr>
      <w:tabs>
        <w:tab w:val="clear" w:pos="1134"/>
        <w:tab w:val="left" w:pos="1985"/>
      </w:tabs>
      <w:ind w:left="1985" w:hanging="851"/>
    </w:pPr>
    <w:rPr>
      <w:szCs w:val="22"/>
    </w:rPr>
  </w:style>
  <w:style w:type="paragraph" w:styleId="TOC7">
    <w:name w:val="toc 7"/>
    <w:basedOn w:val="TOC1"/>
    <w:next w:val="Normal"/>
    <w:uiPriority w:val="39"/>
    <w:rsid w:val="00061B69"/>
    <w:pPr>
      <w:tabs>
        <w:tab w:val="left" w:pos="1276"/>
      </w:tabs>
    </w:pPr>
  </w:style>
  <w:style w:type="paragraph" w:styleId="TOC4">
    <w:name w:val="toc 4"/>
    <w:basedOn w:val="Normal"/>
    <w:next w:val="Normal"/>
    <w:uiPriority w:val="39"/>
    <w:semiHidden/>
    <w:rsid w:val="007D122F"/>
    <w:pPr>
      <w:spacing w:after="100"/>
      <w:ind w:left="600"/>
    </w:pPr>
  </w:style>
  <w:style w:type="paragraph" w:styleId="TOC5">
    <w:name w:val="toc 5"/>
    <w:basedOn w:val="Normal"/>
    <w:next w:val="Normal"/>
    <w:uiPriority w:val="39"/>
    <w:semiHidden/>
    <w:rsid w:val="007D122F"/>
    <w:pPr>
      <w:spacing w:after="100"/>
      <w:ind w:left="800"/>
    </w:pPr>
  </w:style>
  <w:style w:type="paragraph" w:styleId="TOC6">
    <w:name w:val="toc 6"/>
    <w:basedOn w:val="Normal"/>
    <w:next w:val="Normal"/>
    <w:uiPriority w:val="39"/>
    <w:semiHidden/>
    <w:rsid w:val="007D122F"/>
    <w:pPr>
      <w:spacing w:after="100"/>
      <w:ind w:left="1000"/>
    </w:pPr>
  </w:style>
  <w:style w:type="paragraph" w:styleId="TOC8">
    <w:name w:val="toc 8"/>
    <w:basedOn w:val="Normal"/>
    <w:next w:val="Normal"/>
    <w:uiPriority w:val="39"/>
    <w:semiHidden/>
    <w:rsid w:val="007D122F"/>
    <w:pPr>
      <w:spacing w:after="100"/>
      <w:ind w:left="1400"/>
    </w:pPr>
  </w:style>
  <w:style w:type="paragraph" w:styleId="TOC9">
    <w:name w:val="toc 9"/>
    <w:basedOn w:val="Normal"/>
    <w:next w:val="Normal"/>
    <w:uiPriority w:val="39"/>
    <w:semiHidden/>
    <w:rsid w:val="007D122F"/>
    <w:pPr>
      <w:spacing w:after="100"/>
      <w:ind w:left="1600"/>
    </w:pPr>
  </w:style>
  <w:style w:type="paragraph" w:styleId="Revision">
    <w:name w:val="Revision"/>
    <w:hidden/>
    <w:uiPriority w:val="99"/>
    <w:semiHidden/>
    <w:rsid w:val="000403F2"/>
    <w:rPr>
      <w:rFonts w:eastAsia="Times New Roman"/>
      <w:szCs w:val="24"/>
    </w:rPr>
  </w:style>
  <w:style w:type="paragraph" w:customStyle="1" w:styleId="Guidancetext">
    <w:name w:val="Guidance text"/>
    <w:basedOn w:val="BodyText"/>
    <w:link w:val="GuidancetextChar"/>
    <w:semiHidden/>
    <w:rsid w:val="00060DC7"/>
    <w:pPr>
      <w:ind w:left="0"/>
    </w:pPr>
    <w:rPr>
      <w:i/>
      <w:color w:val="B10F1F" w:themeColor="accent6"/>
      <w:szCs w:val="16"/>
    </w:rPr>
  </w:style>
  <w:style w:type="character" w:customStyle="1" w:styleId="GuidancetextChar">
    <w:name w:val="Guidance text Char"/>
    <w:link w:val="Guidancetext"/>
    <w:semiHidden/>
    <w:rsid w:val="00060DC7"/>
    <w:rPr>
      <w:rFonts w:eastAsia="Times New Roman"/>
      <w:i/>
      <w:color w:val="B10F1F" w:themeColor="accent6"/>
      <w:szCs w:val="16"/>
      <w:lang w:eastAsia="en-AU"/>
    </w:rPr>
  </w:style>
  <w:style w:type="table" w:customStyle="1" w:styleId="TableADHA">
    <w:name w:val="Table ADHA"/>
    <w:basedOn w:val="Tablenolines"/>
    <w:uiPriority w:val="99"/>
    <w:rsid w:val="00033919"/>
    <w:rPr>
      <w:szCs w:val="20"/>
      <w:lang w:val="en-US" w:eastAsia="en-AU"/>
    </w:rPr>
    <w:tblPr/>
  </w:style>
  <w:style w:type="table" w:customStyle="1" w:styleId="Tablenolines">
    <w:name w:val="Table no lines"/>
    <w:basedOn w:val="TableNormal"/>
    <w:uiPriority w:val="99"/>
    <w:rsid w:val="00FC09FC"/>
    <w:pPr>
      <w:spacing w:before="60" w:after="60"/>
    </w:pPr>
    <w:rPr>
      <w:sz w:val="20"/>
    </w:rPr>
    <w:tblPr/>
  </w:style>
  <w:style w:type="paragraph" w:styleId="Title">
    <w:name w:val="Title"/>
    <w:link w:val="TitleChar"/>
    <w:uiPriority w:val="10"/>
    <w:semiHidden/>
    <w:rsid w:val="00961F1F"/>
    <w:pPr>
      <w:spacing w:after="480"/>
    </w:pPr>
    <w:rPr>
      <w:rFonts w:eastAsia="Times New Roman" w:cs="Arial"/>
      <w:b/>
      <w:bCs/>
      <w:kern w:val="28"/>
      <w:sz w:val="32"/>
      <w:szCs w:val="32"/>
      <w:lang w:eastAsia="en-AU"/>
    </w:rPr>
  </w:style>
  <w:style w:type="character" w:customStyle="1" w:styleId="TitleChar">
    <w:name w:val="Title Char"/>
    <w:basedOn w:val="DefaultParagraphFont"/>
    <w:link w:val="Title"/>
    <w:uiPriority w:val="10"/>
    <w:semiHidden/>
    <w:rsid w:val="00961F1F"/>
    <w:rPr>
      <w:rFonts w:ascii="Calibri" w:eastAsia="Times New Roman" w:hAnsi="Calibri" w:cs="Arial"/>
      <w:b/>
      <w:bCs/>
      <w:kern w:val="28"/>
      <w:sz w:val="32"/>
      <w:szCs w:val="32"/>
      <w:lang w:eastAsia="en-AU"/>
    </w:rPr>
  </w:style>
  <w:style w:type="paragraph" w:customStyle="1" w:styleId="Frontpage">
    <w:name w:val="Front page"/>
    <w:basedOn w:val="Normal"/>
    <w:semiHidden/>
    <w:qFormat/>
    <w:rsid w:val="000C3C72"/>
    <w:pPr>
      <w:spacing w:line="240" w:lineRule="exact"/>
    </w:pPr>
    <w:rPr>
      <w:rFonts w:cs="Calibri"/>
      <w:b/>
    </w:rPr>
  </w:style>
  <w:style w:type="paragraph" w:customStyle="1" w:styleId="FrontPageDate">
    <w:name w:val="FrontPageDate"/>
    <w:semiHidden/>
    <w:qFormat/>
    <w:rsid w:val="00845398"/>
    <w:pPr>
      <w:spacing w:after="120"/>
    </w:pPr>
    <w:rPr>
      <w:rFonts w:eastAsia="Calibri" w:cs="Calibri"/>
      <w:szCs w:val="24"/>
    </w:rPr>
  </w:style>
  <w:style w:type="paragraph" w:customStyle="1" w:styleId="FrontPageVersion">
    <w:name w:val="FrontPageVersion"/>
    <w:semiHidden/>
    <w:qFormat/>
    <w:rsid w:val="007D122F"/>
    <w:pPr>
      <w:spacing w:after="120"/>
    </w:pPr>
    <w:rPr>
      <w:rFonts w:eastAsia="Calibri" w:cs="Calibri"/>
      <w:sz w:val="24"/>
      <w:szCs w:val="24"/>
    </w:rPr>
  </w:style>
  <w:style w:type="character" w:customStyle="1" w:styleId="TabletextChar">
    <w:name w:val="Table text Char"/>
    <w:link w:val="Tabletext"/>
    <w:uiPriority w:val="4"/>
    <w:locked/>
    <w:rsid w:val="00D90042"/>
    <w:rPr>
      <w:rFonts w:eastAsia="Times New Roman"/>
      <w:sz w:val="20"/>
      <w:szCs w:val="24"/>
      <w:lang w:eastAsia="en-AU"/>
    </w:rPr>
  </w:style>
  <w:style w:type="paragraph" w:customStyle="1" w:styleId="Subject">
    <w:name w:val="Subject"/>
    <w:semiHidden/>
    <w:rsid w:val="00DB08C9"/>
    <w:rPr>
      <w:rFonts w:eastAsia="Times New Roman"/>
      <w:b/>
      <w:sz w:val="32"/>
      <w:szCs w:val="36"/>
      <w:lang w:eastAsia="en-AU"/>
    </w:rPr>
  </w:style>
  <w:style w:type="table" w:styleId="ColorfulGrid-Accent6">
    <w:name w:val="Colorful Grid Accent 6"/>
    <w:basedOn w:val="TableNormal"/>
    <w:uiPriority w:val="73"/>
    <w:rsid w:val="007D122F"/>
    <w:rPr>
      <w:color w:val="000000" w:themeColor="text1"/>
    </w:rPr>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paragraph" w:styleId="Caption">
    <w:name w:val="caption"/>
    <w:basedOn w:val="BodyText"/>
    <w:next w:val="BodyText"/>
    <w:uiPriority w:val="1"/>
    <w:qFormat/>
    <w:rsid w:val="00695A9E"/>
    <w:pPr>
      <w:widowControl w:val="0"/>
      <w:spacing w:before="240" w:after="240"/>
      <w:jc w:val="center"/>
    </w:pPr>
    <w:rPr>
      <w:bCs/>
      <w:i/>
      <w:sz w:val="20"/>
      <w:szCs w:val="18"/>
    </w:rPr>
  </w:style>
  <w:style w:type="paragraph" w:customStyle="1" w:styleId="Figure">
    <w:name w:val="Figure"/>
    <w:next w:val="BodyText"/>
    <w:uiPriority w:val="1"/>
    <w:qFormat/>
    <w:rsid w:val="009802DA"/>
    <w:pPr>
      <w:keepNext/>
      <w:widowControl w:val="0"/>
      <w:ind w:left="-567" w:right="-567"/>
      <w:jc w:val="center"/>
    </w:pPr>
    <w:rPr>
      <w:rFonts w:eastAsia="Times New Roman"/>
      <w:noProof/>
      <w:szCs w:val="24"/>
      <w:lang w:eastAsia="en-AU"/>
    </w:rPr>
  </w:style>
  <w:style w:type="paragraph" w:styleId="FootnoteText">
    <w:name w:val="footnote text"/>
    <w:link w:val="FootnoteTextChar"/>
    <w:uiPriority w:val="99"/>
    <w:semiHidden/>
    <w:rsid w:val="006921D3"/>
    <w:rPr>
      <w:rFonts w:eastAsia="Times New Roman"/>
      <w:sz w:val="18"/>
    </w:rPr>
  </w:style>
  <w:style w:type="character" w:customStyle="1" w:styleId="FootnoteTextChar">
    <w:name w:val="Footnote Text Char"/>
    <w:basedOn w:val="DefaultParagraphFont"/>
    <w:link w:val="FootnoteText"/>
    <w:uiPriority w:val="99"/>
    <w:semiHidden/>
    <w:rsid w:val="006921D3"/>
    <w:rPr>
      <w:rFonts w:ascii="Calibri" w:eastAsia="Times New Roman" w:hAnsi="Calibri"/>
      <w:sz w:val="18"/>
    </w:rPr>
  </w:style>
  <w:style w:type="character" w:styleId="FootnoteReference">
    <w:name w:val="footnote reference"/>
    <w:basedOn w:val="DefaultParagraphFont"/>
    <w:uiPriority w:val="99"/>
    <w:semiHidden/>
    <w:unhideWhenUsed/>
    <w:rsid w:val="007D122F"/>
    <w:rPr>
      <w:vertAlign w:val="superscript"/>
    </w:rPr>
  </w:style>
  <w:style w:type="paragraph" w:styleId="ListBullet">
    <w:name w:val="List Bullet"/>
    <w:basedOn w:val="BodyText"/>
    <w:qFormat/>
    <w:rsid w:val="00174191"/>
    <w:pPr>
      <w:numPr>
        <w:numId w:val="37"/>
      </w:numPr>
    </w:pPr>
  </w:style>
  <w:style w:type="paragraph" w:styleId="ListBullet2">
    <w:name w:val="List Bullet 2"/>
    <w:basedOn w:val="ListBullet"/>
    <w:rsid w:val="003B372B"/>
    <w:pPr>
      <w:numPr>
        <w:ilvl w:val="1"/>
      </w:numPr>
    </w:pPr>
  </w:style>
  <w:style w:type="paragraph" w:styleId="ListBullet3">
    <w:name w:val="List Bullet 3"/>
    <w:basedOn w:val="ListBullet2"/>
    <w:rsid w:val="003B372B"/>
    <w:pPr>
      <w:numPr>
        <w:ilvl w:val="2"/>
      </w:numPr>
    </w:pPr>
  </w:style>
  <w:style w:type="paragraph" w:styleId="ListNumber">
    <w:name w:val="List Number"/>
    <w:basedOn w:val="BodyText"/>
    <w:qFormat/>
    <w:rsid w:val="00174191"/>
    <w:pPr>
      <w:numPr>
        <w:numId w:val="2"/>
      </w:numPr>
    </w:pPr>
  </w:style>
  <w:style w:type="paragraph" w:styleId="ListNumber2">
    <w:name w:val="List Number 2"/>
    <w:basedOn w:val="ListNumber"/>
    <w:rsid w:val="007D122F"/>
    <w:pPr>
      <w:numPr>
        <w:ilvl w:val="1"/>
      </w:numPr>
    </w:pPr>
  </w:style>
  <w:style w:type="paragraph" w:styleId="ListNumber3">
    <w:name w:val="List Number 3"/>
    <w:basedOn w:val="ListNumber2"/>
    <w:rsid w:val="007D122F"/>
    <w:pPr>
      <w:numPr>
        <w:ilvl w:val="2"/>
      </w:numPr>
    </w:pPr>
  </w:style>
  <w:style w:type="numbering" w:customStyle="1" w:styleId="ListBullets">
    <w:name w:val="List Bullets"/>
    <w:uiPriority w:val="99"/>
    <w:rsid w:val="003B372B"/>
    <w:pPr>
      <w:numPr>
        <w:numId w:val="7"/>
      </w:numPr>
    </w:pPr>
  </w:style>
  <w:style w:type="paragraph" w:customStyle="1" w:styleId="BodyTextNote">
    <w:name w:val="Body Text Note"/>
    <w:basedOn w:val="BodyText"/>
    <w:next w:val="BodyText"/>
    <w:semiHidden/>
    <w:rsid w:val="007D122F"/>
    <w:pPr>
      <w:ind w:left="2268" w:hanging="1134"/>
    </w:pPr>
  </w:style>
  <w:style w:type="character" w:customStyle="1" w:styleId="Subscript">
    <w:name w:val="Subscript"/>
    <w:semiHidden/>
    <w:rsid w:val="007D122F"/>
    <w:rPr>
      <w:vertAlign w:val="subscript"/>
    </w:rPr>
  </w:style>
  <w:style w:type="paragraph" w:customStyle="1" w:styleId="Instructions">
    <w:name w:val="Instructions"/>
    <w:basedOn w:val="BodyText"/>
    <w:link w:val="InstructionsChar"/>
    <w:semiHidden/>
    <w:qFormat/>
    <w:rsid w:val="00C92D85"/>
    <w:pPr>
      <w:widowControl w:val="0"/>
    </w:pPr>
    <w:rPr>
      <w:i/>
      <w:vanish/>
      <w:color w:val="1E6DB6" w:themeColor="accent1"/>
    </w:rPr>
  </w:style>
  <w:style w:type="paragraph" w:customStyle="1" w:styleId="Tabletextgray">
    <w:name w:val="Table text: gray"/>
    <w:basedOn w:val="Tabletext"/>
    <w:uiPriority w:val="5"/>
    <w:semiHidden/>
    <w:rsid w:val="007D122F"/>
    <w:rPr>
      <w:color w:val="969696"/>
    </w:rPr>
  </w:style>
  <w:style w:type="numbering" w:customStyle="1" w:styleId="AppendixList">
    <w:name w:val="Appendix List"/>
    <w:uiPriority w:val="99"/>
    <w:rsid w:val="00173131"/>
    <w:pPr>
      <w:numPr>
        <w:numId w:val="8"/>
      </w:numPr>
    </w:pPr>
  </w:style>
  <w:style w:type="paragraph" w:customStyle="1" w:styleId="Appendix1">
    <w:name w:val="Appendix 1"/>
    <w:basedOn w:val="Heading1"/>
    <w:next w:val="BodyText"/>
    <w:link w:val="Appendix1Char"/>
    <w:uiPriority w:val="8"/>
    <w:qFormat/>
    <w:rsid w:val="00732538"/>
    <w:pPr>
      <w:numPr>
        <w:numId w:val="31"/>
      </w:numPr>
    </w:pPr>
  </w:style>
  <w:style w:type="character" w:customStyle="1" w:styleId="Appendix1Char">
    <w:name w:val="Appendix 1 Char"/>
    <w:basedOn w:val="Heading1Char"/>
    <w:link w:val="Appendix1"/>
    <w:uiPriority w:val="8"/>
    <w:rsid w:val="00732538"/>
    <w:rPr>
      <w:rFonts w:ascii="Calibri" w:eastAsia="Times New Roman" w:hAnsi="Calibri" w:cs="Arial"/>
      <w:b/>
      <w:bCs/>
      <w:kern w:val="32"/>
      <w:sz w:val="32"/>
      <w:szCs w:val="32"/>
      <w:lang w:eastAsia="en-AU"/>
    </w:rPr>
  </w:style>
  <w:style w:type="paragraph" w:customStyle="1" w:styleId="Appendix2">
    <w:name w:val="Appendix 2"/>
    <w:basedOn w:val="Heading2"/>
    <w:next w:val="BodyText"/>
    <w:link w:val="Appendix2Char"/>
    <w:uiPriority w:val="8"/>
    <w:qFormat/>
    <w:rsid w:val="00173131"/>
    <w:pPr>
      <w:numPr>
        <w:numId w:val="31"/>
      </w:numPr>
    </w:pPr>
  </w:style>
  <w:style w:type="character" w:customStyle="1" w:styleId="Appendix2Char">
    <w:name w:val="Appendix 2 Char"/>
    <w:basedOn w:val="Heading2Char"/>
    <w:link w:val="Appendix2"/>
    <w:uiPriority w:val="8"/>
    <w:rsid w:val="00173131"/>
    <w:rPr>
      <w:rFonts w:ascii="Calibri" w:eastAsia="Times New Roman" w:hAnsi="Calibri" w:cs="Arial"/>
      <w:b w:val="0"/>
      <w:bCs/>
      <w:iCs/>
      <w:kern w:val="32"/>
      <w:sz w:val="28"/>
      <w:szCs w:val="28"/>
      <w:lang w:eastAsia="en-AU"/>
    </w:rPr>
  </w:style>
  <w:style w:type="paragraph" w:customStyle="1" w:styleId="Appendix3">
    <w:name w:val="Appendix 3"/>
    <w:basedOn w:val="Heading3"/>
    <w:next w:val="BodyText"/>
    <w:link w:val="Appendix3Char"/>
    <w:uiPriority w:val="8"/>
    <w:qFormat/>
    <w:rsid w:val="00173131"/>
    <w:pPr>
      <w:numPr>
        <w:numId w:val="31"/>
      </w:numPr>
    </w:pPr>
  </w:style>
  <w:style w:type="character" w:customStyle="1" w:styleId="Appendix3Char">
    <w:name w:val="Appendix 3 Char"/>
    <w:basedOn w:val="Heading3Char"/>
    <w:link w:val="Appendix3"/>
    <w:uiPriority w:val="8"/>
    <w:rsid w:val="00173131"/>
    <w:rPr>
      <w:rFonts w:ascii="Calibri" w:eastAsia="Times New Roman" w:hAnsi="Calibri" w:cs="Arial"/>
      <w:b/>
      <w:kern w:val="32"/>
      <w:sz w:val="24"/>
      <w:szCs w:val="28"/>
      <w:lang w:eastAsia="en-AU"/>
    </w:rPr>
  </w:style>
  <w:style w:type="paragraph" w:customStyle="1" w:styleId="Appendix4">
    <w:name w:val="Appendix 4"/>
    <w:basedOn w:val="Heading4"/>
    <w:next w:val="BodyText"/>
    <w:link w:val="Appendix4Char"/>
    <w:uiPriority w:val="8"/>
    <w:rsid w:val="00173131"/>
    <w:pPr>
      <w:numPr>
        <w:numId w:val="31"/>
      </w:numPr>
    </w:pPr>
  </w:style>
  <w:style w:type="character" w:customStyle="1" w:styleId="Appendix4Char">
    <w:name w:val="Appendix 4 Char"/>
    <w:basedOn w:val="Heading4Char"/>
    <w:link w:val="Appendix4"/>
    <w:uiPriority w:val="8"/>
    <w:rsid w:val="00173131"/>
    <w:rPr>
      <w:rFonts w:eastAsia="Times New Roman" w:cs="Arial"/>
      <w:b/>
      <w:bCs/>
      <w:iCs/>
      <w:kern w:val="32"/>
      <w:sz w:val="22"/>
      <w:szCs w:val="28"/>
      <w:lang w:eastAsia="en-AU"/>
    </w:rPr>
  </w:style>
  <w:style w:type="paragraph" w:customStyle="1" w:styleId="Frontmatter1">
    <w:name w:val="Front matter 1"/>
    <w:basedOn w:val="Headingunnumbered1"/>
    <w:semiHidden/>
    <w:qFormat/>
    <w:rsid w:val="00865459"/>
    <w:pPr>
      <w:numPr>
        <w:numId w:val="0"/>
      </w:numPr>
    </w:pPr>
  </w:style>
  <w:style w:type="paragraph" w:customStyle="1" w:styleId="Frontmatter2">
    <w:name w:val="Front matter 2"/>
    <w:basedOn w:val="Headingunnumbered2"/>
    <w:semiHidden/>
    <w:qFormat/>
    <w:rsid w:val="00732538"/>
    <w:pPr>
      <w:numPr>
        <w:ilvl w:val="0"/>
        <w:numId w:val="0"/>
      </w:numPr>
      <w:outlineLvl w:val="9"/>
    </w:pPr>
  </w:style>
  <w:style w:type="character" w:customStyle="1" w:styleId="Versionnumber">
    <w:name w:val="Version number"/>
    <w:basedOn w:val="DefaultParagraphFont"/>
    <w:uiPriority w:val="1"/>
    <w:semiHidden/>
    <w:rsid w:val="007D122F"/>
    <w:rPr>
      <w:sz w:val="24"/>
    </w:rPr>
  </w:style>
  <w:style w:type="character" w:customStyle="1" w:styleId="Documentstatus">
    <w:name w:val="Document status"/>
    <w:basedOn w:val="DefaultParagraphFont"/>
    <w:uiPriority w:val="1"/>
    <w:semiHidden/>
    <w:rsid w:val="007D122F"/>
    <w:rPr>
      <w:sz w:val="24"/>
    </w:rPr>
  </w:style>
  <w:style w:type="character" w:styleId="PlaceholderText">
    <w:name w:val="Placeholder Text"/>
    <w:basedOn w:val="DefaultParagraphFont"/>
    <w:uiPriority w:val="99"/>
    <w:semiHidden/>
    <w:rsid w:val="007D122F"/>
    <w:rPr>
      <w:color w:val="808080"/>
    </w:rPr>
  </w:style>
  <w:style w:type="paragraph" w:styleId="Date">
    <w:name w:val="Date"/>
    <w:next w:val="Normal"/>
    <w:link w:val="DateChar"/>
    <w:uiPriority w:val="99"/>
    <w:semiHidden/>
    <w:rsid w:val="000C3C72"/>
    <w:rPr>
      <w:rFonts w:eastAsia="Times New Roman"/>
      <w:b/>
      <w:szCs w:val="24"/>
    </w:rPr>
  </w:style>
  <w:style w:type="character" w:customStyle="1" w:styleId="DateChar">
    <w:name w:val="Date Char"/>
    <w:basedOn w:val="DefaultParagraphFont"/>
    <w:link w:val="Date"/>
    <w:uiPriority w:val="99"/>
    <w:semiHidden/>
    <w:rsid w:val="000C3C72"/>
    <w:rPr>
      <w:rFonts w:ascii="Calibri" w:eastAsia="Times New Roman" w:hAnsi="Calibri"/>
      <w:b/>
      <w:sz w:val="22"/>
      <w:szCs w:val="24"/>
    </w:rPr>
  </w:style>
  <w:style w:type="paragraph" w:styleId="ListContinue">
    <w:name w:val="List Continue"/>
    <w:basedOn w:val="Normal"/>
    <w:uiPriority w:val="99"/>
    <w:semiHidden/>
    <w:rsid w:val="007D122F"/>
    <w:pPr>
      <w:ind w:left="283"/>
      <w:contextualSpacing/>
    </w:pPr>
  </w:style>
  <w:style w:type="paragraph" w:styleId="ListContinue2">
    <w:name w:val="List Continue 2"/>
    <w:basedOn w:val="Normal"/>
    <w:uiPriority w:val="99"/>
    <w:semiHidden/>
    <w:rsid w:val="007D122F"/>
    <w:pPr>
      <w:ind w:left="566"/>
      <w:contextualSpacing/>
    </w:pPr>
  </w:style>
  <w:style w:type="paragraph" w:styleId="ListContinue3">
    <w:name w:val="List Continue 3"/>
    <w:basedOn w:val="Normal"/>
    <w:uiPriority w:val="99"/>
    <w:semiHidden/>
    <w:rsid w:val="007D122F"/>
    <w:pPr>
      <w:ind w:left="849"/>
      <w:contextualSpacing/>
    </w:pPr>
  </w:style>
  <w:style w:type="paragraph" w:styleId="TOCHeading">
    <w:name w:val="TOC Heading"/>
    <w:basedOn w:val="Heading1"/>
    <w:next w:val="Normal"/>
    <w:uiPriority w:val="39"/>
    <w:qFormat/>
    <w:rsid w:val="007D122F"/>
    <w:pPr>
      <w:keepLines/>
      <w:pageBreakBefore w:val="0"/>
      <w:numPr>
        <w:numId w:val="0"/>
      </w:numPr>
      <w:spacing w:before="480" w:line="276" w:lineRule="auto"/>
    </w:pPr>
    <w:rPr>
      <w:sz w:val="40"/>
      <w:szCs w:val="40"/>
    </w:rPr>
  </w:style>
  <w:style w:type="paragraph" w:customStyle="1" w:styleId="Tablebullet">
    <w:name w:val="Table bullet"/>
    <w:basedOn w:val="Tabletext"/>
    <w:uiPriority w:val="5"/>
    <w:qFormat/>
    <w:rsid w:val="002E53FE"/>
    <w:pPr>
      <w:numPr>
        <w:numId w:val="11"/>
      </w:numPr>
    </w:pPr>
  </w:style>
  <w:style w:type="paragraph" w:customStyle="1" w:styleId="Tablebullet2">
    <w:name w:val="Table bullet 2"/>
    <w:basedOn w:val="Tablebullet"/>
    <w:uiPriority w:val="5"/>
    <w:rsid w:val="007D122F"/>
    <w:pPr>
      <w:numPr>
        <w:ilvl w:val="1"/>
      </w:numPr>
    </w:pPr>
  </w:style>
  <w:style w:type="paragraph" w:customStyle="1" w:styleId="Tablebullet3">
    <w:name w:val="Table bullet 3"/>
    <w:basedOn w:val="Tablebullet2"/>
    <w:uiPriority w:val="5"/>
    <w:rsid w:val="007D122F"/>
    <w:pPr>
      <w:numPr>
        <w:ilvl w:val="2"/>
      </w:numPr>
    </w:pPr>
  </w:style>
  <w:style w:type="numbering" w:customStyle="1" w:styleId="Tablebullets">
    <w:name w:val="Table bullets"/>
    <w:uiPriority w:val="99"/>
    <w:rsid w:val="007D122F"/>
    <w:pPr>
      <w:numPr>
        <w:numId w:val="11"/>
      </w:numPr>
    </w:pPr>
  </w:style>
  <w:style w:type="paragraph" w:customStyle="1" w:styleId="Tablenumber1">
    <w:name w:val="Table number 1"/>
    <w:basedOn w:val="Tabletext"/>
    <w:uiPriority w:val="5"/>
    <w:qFormat/>
    <w:rsid w:val="002E53FE"/>
    <w:pPr>
      <w:numPr>
        <w:numId w:val="13"/>
      </w:numPr>
    </w:pPr>
  </w:style>
  <w:style w:type="paragraph" w:customStyle="1" w:styleId="Tablenumber2">
    <w:name w:val="Table number 2"/>
    <w:basedOn w:val="Tablenumber1"/>
    <w:uiPriority w:val="5"/>
    <w:qFormat/>
    <w:rsid w:val="0011165A"/>
    <w:pPr>
      <w:numPr>
        <w:ilvl w:val="1"/>
      </w:numPr>
    </w:pPr>
  </w:style>
  <w:style w:type="numbering" w:customStyle="1" w:styleId="Tablenumber">
    <w:name w:val="Table number"/>
    <w:uiPriority w:val="99"/>
    <w:rsid w:val="0011165A"/>
    <w:pPr>
      <w:numPr>
        <w:numId w:val="14"/>
      </w:numPr>
    </w:pPr>
  </w:style>
  <w:style w:type="paragraph" w:customStyle="1" w:styleId="Tablenumber3">
    <w:name w:val="Table number 3"/>
    <w:basedOn w:val="Tablenumber2"/>
    <w:uiPriority w:val="5"/>
    <w:qFormat/>
    <w:rsid w:val="0011165A"/>
    <w:pPr>
      <w:numPr>
        <w:ilvl w:val="2"/>
      </w:numPr>
    </w:pPr>
  </w:style>
  <w:style w:type="character" w:customStyle="1" w:styleId="SpecAttributeCaption">
    <w:name w:val="SpecAttribute_Caption"/>
    <w:semiHidden/>
    <w:rsid w:val="004A5EAD"/>
    <w:rPr>
      <w:rFonts w:ascii="Verdana" w:hAnsi="Verdana"/>
      <w:b/>
      <w:sz w:val="18"/>
    </w:rPr>
  </w:style>
  <w:style w:type="character" w:customStyle="1" w:styleId="SpecAttributeCaptionSmall">
    <w:name w:val="SpecAttribute_CaptionSmall"/>
    <w:semiHidden/>
    <w:rsid w:val="004A5EAD"/>
    <w:rPr>
      <w:rFonts w:ascii="Verdana" w:hAnsi="Verdana"/>
      <w:b/>
      <w:sz w:val="14"/>
    </w:rPr>
  </w:style>
  <w:style w:type="character" w:customStyle="1" w:styleId="SpecAttributeValue">
    <w:name w:val="SpecAttribute_Value"/>
    <w:rsid w:val="004A5EAD"/>
    <w:rPr>
      <w:rFonts w:ascii="Verdana" w:hAnsi="Verdana"/>
      <w:sz w:val="20"/>
    </w:rPr>
  </w:style>
  <w:style w:type="character" w:customStyle="1" w:styleId="SpecAttributeValueMiddle">
    <w:name w:val="SpecAttribute_ValueMiddle"/>
    <w:semiHidden/>
    <w:rsid w:val="004A5EAD"/>
    <w:rPr>
      <w:rFonts w:ascii="Verdana" w:hAnsi="Verdana"/>
      <w:sz w:val="16"/>
    </w:rPr>
  </w:style>
  <w:style w:type="character" w:customStyle="1" w:styleId="SpecAttributeValueSmall">
    <w:name w:val="SpecAttribute_ValueSmall"/>
    <w:semiHidden/>
    <w:rsid w:val="004A5EAD"/>
    <w:rPr>
      <w:rFonts w:ascii="Verdana" w:hAnsi="Verdana"/>
      <w:sz w:val="14"/>
    </w:rPr>
  </w:style>
  <w:style w:type="paragraph" w:customStyle="1" w:styleId="SpecificationItem">
    <w:name w:val="Specification Item"/>
    <w:basedOn w:val="BodyText"/>
    <w:semiHidden/>
    <w:rsid w:val="004A5EAD"/>
    <w:pPr>
      <w:keepLines/>
      <w:ind w:left="0"/>
    </w:pPr>
    <w:rPr>
      <w:b/>
    </w:rPr>
  </w:style>
  <w:style w:type="paragraph" w:customStyle="1" w:styleId="Whitespace">
    <w:name w:val="White space"/>
    <w:basedOn w:val="Normal"/>
    <w:semiHidden/>
    <w:qFormat/>
    <w:rsid w:val="00174191"/>
    <w:pPr>
      <w:keepNext/>
      <w:keepLines/>
      <w:spacing w:before="8160" w:after="0"/>
    </w:pPr>
    <w:rPr>
      <w:b/>
      <w:sz w:val="18"/>
      <w:lang w:eastAsia="en-AU"/>
    </w:rPr>
  </w:style>
  <w:style w:type="character" w:styleId="FollowedHyperlink">
    <w:name w:val="FollowedHyperlink"/>
    <w:basedOn w:val="DefaultParagraphFont"/>
    <w:uiPriority w:val="99"/>
    <w:semiHidden/>
    <w:unhideWhenUsed/>
    <w:rsid w:val="00C31A4F"/>
    <w:rPr>
      <w:color w:val="954F72" w:themeColor="followedHyperlink"/>
      <w:u w:val="single"/>
    </w:rPr>
  </w:style>
  <w:style w:type="paragraph" w:customStyle="1" w:styleId="Whitespacepadding">
    <w:name w:val="White space padding"/>
    <w:basedOn w:val="BodyText"/>
    <w:next w:val="BodyText"/>
    <w:uiPriority w:val="5"/>
    <w:qFormat/>
    <w:rsid w:val="00781AEC"/>
    <w:pPr>
      <w:spacing w:after="0"/>
    </w:pPr>
    <w:rPr>
      <w:sz w:val="16"/>
      <w:szCs w:val="16"/>
    </w:rPr>
  </w:style>
  <w:style w:type="paragraph" w:customStyle="1" w:styleId="Code">
    <w:name w:val="Code"/>
    <w:basedOn w:val="BodyText"/>
    <w:link w:val="CodeChar"/>
    <w:uiPriority w:val="2"/>
    <w:qFormat/>
    <w:rsid w:val="00A47426"/>
    <w:pPr>
      <w:spacing w:after="0"/>
    </w:pPr>
    <w:rPr>
      <w:rFonts w:ascii="Courier New" w:hAnsi="Courier New" w:cs="Courier New"/>
      <w:sz w:val="18"/>
      <w:szCs w:val="18"/>
    </w:rPr>
  </w:style>
  <w:style w:type="character" w:customStyle="1" w:styleId="CodeChar">
    <w:name w:val="Code Char"/>
    <w:basedOn w:val="BodyTextChar"/>
    <w:link w:val="Code"/>
    <w:uiPriority w:val="2"/>
    <w:rsid w:val="009F47A3"/>
    <w:rPr>
      <w:rFonts w:ascii="Courier New" w:eastAsia="Times New Roman" w:hAnsi="Courier New" w:cs="Courier New"/>
      <w:sz w:val="18"/>
      <w:szCs w:val="18"/>
      <w:lang w:eastAsia="en-AU"/>
    </w:rPr>
  </w:style>
  <w:style w:type="paragraph" w:customStyle="1" w:styleId="Boxedbold">
    <w:name w:val="Boxed bold"/>
    <w:basedOn w:val="BodyText"/>
    <w:rsid w:val="0033249D"/>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character" w:customStyle="1" w:styleId="InstructionsChar">
    <w:name w:val="Instructions Char"/>
    <w:basedOn w:val="BodyTextChar"/>
    <w:link w:val="Instructions"/>
    <w:semiHidden/>
    <w:rsid w:val="00C92D85"/>
    <w:rPr>
      <w:rFonts w:ascii="Calibri" w:eastAsia="Times New Roman" w:hAnsi="Calibri"/>
      <w:i/>
      <w:vanish/>
      <w:color w:val="1E6DB6" w:themeColor="accent1"/>
      <w:sz w:val="22"/>
      <w:szCs w:val="24"/>
      <w:lang w:eastAsia="en-AU"/>
    </w:rPr>
  </w:style>
  <w:style w:type="paragraph" w:customStyle="1" w:styleId="Statusfields">
    <w:name w:val="Status fields"/>
    <w:basedOn w:val="BodyText"/>
    <w:semiHidden/>
    <w:rsid w:val="00F54D0E"/>
    <w:pPr>
      <w:ind w:left="0"/>
    </w:pPr>
    <w:rPr>
      <w:sz w:val="24"/>
      <w:szCs w:val="20"/>
    </w:rPr>
  </w:style>
  <w:style w:type="paragraph" w:customStyle="1" w:styleId="DocumentID">
    <w:name w:val="Document ID"/>
    <w:basedOn w:val="BodyText"/>
    <w:uiPriority w:val="98"/>
    <w:semiHidden/>
    <w:qFormat/>
    <w:rsid w:val="00F64893"/>
    <w:pPr>
      <w:spacing w:after="480"/>
      <w:ind w:left="0"/>
    </w:pPr>
    <w:rPr>
      <w:sz w:val="20"/>
      <w:szCs w:val="18"/>
    </w:rPr>
  </w:style>
  <w:style w:type="paragraph" w:customStyle="1" w:styleId="Referencebodytext">
    <w:name w:val="Reference body text"/>
    <w:basedOn w:val="BodyText"/>
    <w:semiHidden/>
    <w:rsid w:val="00132434"/>
    <w:pPr>
      <w:spacing w:after="240"/>
      <w:ind w:left="1418" w:hanging="1417"/>
    </w:pPr>
    <w:rPr>
      <w:rFonts w:eastAsiaTheme="minorHAnsi"/>
      <w:sz w:val="20"/>
      <w:szCs w:val="20"/>
    </w:rPr>
  </w:style>
  <w:style w:type="paragraph" w:styleId="Bibliography">
    <w:name w:val="Bibliography"/>
    <w:basedOn w:val="Normal"/>
    <w:next w:val="Normal"/>
    <w:uiPriority w:val="37"/>
    <w:semiHidden/>
    <w:unhideWhenUsed/>
    <w:rsid w:val="00E820A4"/>
  </w:style>
  <w:style w:type="paragraph" w:styleId="BlockText">
    <w:name w:val="Block Text"/>
    <w:basedOn w:val="Normal"/>
    <w:uiPriority w:val="99"/>
    <w:semiHidden/>
    <w:unhideWhenUsed/>
    <w:rsid w:val="00290626"/>
    <w:pPr>
      <w:pBdr>
        <w:top w:val="single" w:sz="2" w:space="10" w:color="auto"/>
        <w:left w:val="single" w:sz="2" w:space="10" w:color="auto"/>
        <w:bottom w:val="single" w:sz="2" w:space="10" w:color="auto"/>
        <w:right w:val="single" w:sz="2" w:space="10" w:color="auto"/>
      </w:pBdr>
      <w:ind w:left="851" w:right="851"/>
    </w:pPr>
    <w:rPr>
      <w:rFonts w:eastAsiaTheme="minorEastAsia" w:cstheme="minorBidi"/>
      <w:i/>
      <w:iCs/>
      <w:color w:val="000000" w:themeColor="text1"/>
    </w:rPr>
  </w:style>
  <w:style w:type="paragraph" w:styleId="BodyText2">
    <w:name w:val="Body Text 2"/>
    <w:basedOn w:val="Normal"/>
    <w:link w:val="BodyText2Char"/>
    <w:uiPriority w:val="99"/>
    <w:semiHidden/>
    <w:rsid w:val="00E820A4"/>
    <w:pPr>
      <w:spacing w:line="480" w:lineRule="auto"/>
    </w:pPr>
  </w:style>
  <w:style w:type="character" w:customStyle="1" w:styleId="BodyText2Char">
    <w:name w:val="Body Text 2 Char"/>
    <w:basedOn w:val="DefaultParagraphFont"/>
    <w:link w:val="BodyText2"/>
    <w:uiPriority w:val="99"/>
    <w:semiHidden/>
    <w:rsid w:val="00E820A4"/>
    <w:rPr>
      <w:rFonts w:eastAsia="Times New Roman"/>
      <w:szCs w:val="24"/>
    </w:rPr>
  </w:style>
  <w:style w:type="paragraph" w:styleId="BodyText3">
    <w:name w:val="Body Text 3"/>
    <w:basedOn w:val="Normal"/>
    <w:link w:val="BodyText3Char"/>
    <w:uiPriority w:val="99"/>
    <w:semiHidden/>
    <w:rsid w:val="00E820A4"/>
    <w:rPr>
      <w:sz w:val="16"/>
      <w:szCs w:val="16"/>
    </w:rPr>
  </w:style>
  <w:style w:type="character" w:customStyle="1" w:styleId="BodyText3Char">
    <w:name w:val="Body Text 3 Char"/>
    <w:basedOn w:val="DefaultParagraphFont"/>
    <w:link w:val="BodyText3"/>
    <w:uiPriority w:val="99"/>
    <w:semiHidden/>
    <w:rsid w:val="00E820A4"/>
    <w:rPr>
      <w:rFonts w:eastAsia="Times New Roman"/>
      <w:sz w:val="16"/>
      <w:szCs w:val="16"/>
    </w:rPr>
  </w:style>
  <w:style w:type="paragraph" w:styleId="BodyTextFirstIndent">
    <w:name w:val="Body Text First Indent"/>
    <w:basedOn w:val="BodyText"/>
    <w:link w:val="BodyTextFirstIndentChar"/>
    <w:uiPriority w:val="99"/>
    <w:semiHidden/>
    <w:unhideWhenUsed/>
    <w:rsid w:val="00E820A4"/>
    <w:pPr>
      <w:ind w:left="0" w:firstLine="360"/>
    </w:pPr>
    <w:rPr>
      <w:lang w:eastAsia="en-US"/>
    </w:rPr>
  </w:style>
  <w:style w:type="character" w:customStyle="1" w:styleId="BodyTextFirstIndentChar">
    <w:name w:val="Body Text First Indent Char"/>
    <w:basedOn w:val="BodyTextChar"/>
    <w:link w:val="BodyTextFirstIndent"/>
    <w:uiPriority w:val="99"/>
    <w:semiHidden/>
    <w:rsid w:val="00E820A4"/>
    <w:rPr>
      <w:rFonts w:ascii="Calibri" w:eastAsia="Times New Roman" w:hAnsi="Calibri"/>
      <w:sz w:val="22"/>
      <w:szCs w:val="24"/>
      <w:lang w:eastAsia="en-AU"/>
    </w:rPr>
  </w:style>
  <w:style w:type="paragraph" w:styleId="BodyTextIndent">
    <w:name w:val="Body Text Indent"/>
    <w:basedOn w:val="Normal"/>
    <w:link w:val="BodyTextIndentChar"/>
    <w:uiPriority w:val="99"/>
    <w:semiHidden/>
    <w:unhideWhenUsed/>
    <w:rsid w:val="00E820A4"/>
    <w:pPr>
      <w:ind w:left="283"/>
    </w:pPr>
  </w:style>
  <w:style w:type="character" w:customStyle="1" w:styleId="BodyTextIndentChar">
    <w:name w:val="Body Text Indent Char"/>
    <w:basedOn w:val="DefaultParagraphFont"/>
    <w:link w:val="BodyTextIndent"/>
    <w:uiPriority w:val="99"/>
    <w:semiHidden/>
    <w:rsid w:val="00E820A4"/>
    <w:rPr>
      <w:rFonts w:eastAsia="Times New Roman"/>
      <w:szCs w:val="24"/>
    </w:rPr>
  </w:style>
  <w:style w:type="paragraph" w:styleId="BodyTextFirstIndent2">
    <w:name w:val="Body Text First Indent 2"/>
    <w:basedOn w:val="BodyTextIndent"/>
    <w:link w:val="BodyTextFirstIndent2Char"/>
    <w:uiPriority w:val="99"/>
    <w:semiHidden/>
    <w:unhideWhenUsed/>
    <w:rsid w:val="00E820A4"/>
    <w:pPr>
      <w:ind w:left="360" w:firstLine="360"/>
    </w:pPr>
  </w:style>
  <w:style w:type="character" w:customStyle="1" w:styleId="BodyTextFirstIndent2Char">
    <w:name w:val="Body Text First Indent 2 Char"/>
    <w:basedOn w:val="BodyTextIndentChar"/>
    <w:link w:val="BodyTextFirstIndent2"/>
    <w:uiPriority w:val="99"/>
    <w:semiHidden/>
    <w:rsid w:val="00E820A4"/>
    <w:rPr>
      <w:rFonts w:eastAsia="Times New Roman"/>
      <w:szCs w:val="24"/>
    </w:rPr>
  </w:style>
  <w:style w:type="paragraph" w:styleId="BodyTextIndent2">
    <w:name w:val="Body Text Indent 2"/>
    <w:basedOn w:val="Normal"/>
    <w:link w:val="BodyTextIndent2Char"/>
    <w:uiPriority w:val="99"/>
    <w:semiHidden/>
    <w:unhideWhenUsed/>
    <w:rsid w:val="00E820A4"/>
    <w:pPr>
      <w:spacing w:line="480" w:lineRule="auto"/>
      <w:ind w:left="283"/>
    </w:pPr>
  </w:style>
  <w:style w:type="character" w:customStyle="1" w:styleId="BodyTextIndent2Char">
    <w:name w:val="Body Text Indent 2 Char"/>
    <w:basedOn w:val="DefaultParagraphFont"/>
    <w:link w:val="BodyTextIndent2"/>
    <w:uiPriority w:val="99"/>
    <w:semiHidden/>
    <w:rsid w:val="00E820A4"/>
    <w:rPr>
      <w:rFonts w:eastAsia="Times New Roman"/>
      <w:szCs w:val="24"/>
    </w:rPr>
  </w:style>
  <w:style w:type="paragraph" w:styleId="BodyTextIndent3">
    <w:name w:val="Body Text Indent 3"/>
    <w:basedOn w:val="Normal"/>
    <w:link w:val="BodyTextIndent3Char"/>
    <w:uiPriority w:val="99"/>
    <w:semiHidden/>
    <w:unhideWhenUsed/>
    <w:rsid w:val="00E820A4"/>
    <w:pPr>
      <w:ind w:left="283"/>
    </w:pPr>
    <w:rPr>
      <w:sz w:val="16"/>
      <w:szCs w:val="16"/>
    </w:rPr>
  </w:style>
  <w:style w:type="character" w:customStyle="1" w:styleId="BodyTextIndent3Char">
    <w:name w:val="Body Text Indent 3 Char"/>
    <w:basedOn w:val="DefaultParagraphFont"/>
    <w:link w:val="BodyTextIndent3"/>
    <w:uiPriority w:val="99"/>
    <w:semiHidden/>
    <w:rsid w:val="00E820A4"/>
    <w:rPr>
      <w:rFonts w:eastAsia="Times New Roman"/>
      <w:sz w:val="16"/>
      <w:szCs w:val="16"/>
    </w:rPr>
  </w:style>
  <w:style w:type="paragraph" w:styleId="Closing">
    <w:name w:val="Closing"/>
    <w:basedOn w:val="Normal"/>
    <w:link w:val="ClosingChar"/>
    <w:uiPriority w:val="99"/>
    <w:semiHidden/>
    <w:unhideWhenUsed/>
    <w:rsid w:val="00E820A4"/>
    <w:pPr>
      <w:spacing w:after="0"/>
      <w:ind w:left="4252"/>
    </w:pPr>
  </w:style>
  <w:style w:type="character" w:customStyle="1" w:styleId="ClosingChar">
    <w:name w:val="Closing Char"/>
    <w:basedOn w:val="DefaultParagraphFont"/>
    <w:link w:val="Closing"/>
    <w:uiPriority w:val="99"/>
    <w:semiHidden/>
    <w:rsid w:val="00E820A4"/>
    <w:rPr>
      <w:rFonts w:eastAsia="Times New Roman"/>
      <w:szCs w:val="24"/>
    </w:rPr>
  </w:style>
  <w:style w:type="paragraph" w:styleId="DocumentMap">
    <w:name w:val="Document Map"/>
    <w:basedOn w:val="Normal"/>
    <w:link w:val="DocumentMapChar"/>
    <w:uiPriority w:val="99"/>
    <w:semiHidden/>
    <w:unhideWhenUsed/>
    <w:rsid w:val="00E820A4"/>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20A4"/>
    <w:rPr>
      <w:rFonts w:ascii="Tahoma" w:eastAsia="Times New Roman" w:hAnsi="Tahoma" w:cs="Tahoma"/>
      <w:sz w:val="16"/>
      <w:szCs w:val="16"/>
    </w:rPr>
  </w:style>
  <w:style w:type="paragraph" w:styleId="E-mailSignature">
    <w:name w:val="E-mail Signature"/>
    <w:basedOn w:val="Normal"/>
    <w:link w:val="E-mailSignatureChar"/>
    <w:uiPriority w:val="99"/>
    <w:semiHidden/>
    <w:unhideWhenUsed/>
    <w:rsid w:val="00E820A4"/>
    <w:pPr>
      <w:spacing w:after="0"/>
    </w:pPr>
  </w:style>
  <w:style w:type="character" w:customStyle="1" w:styleId="E-mailSignatureChar">
    <w:name w:val="E-mail Signature Char"/>
    <w:basedOn w:val="DefaultParagraphFont"/>
    <w:link w:val="E-mailSignature"/>
    <w:uiPriority w:val="99"/>
    <w:semiHidden/>
    <w:rsid w:val="00E820A4"/>
    <w:rPr>
      <w:rFonts w:eastAsia="Times New Roman"/>
      <w:szCs w:val="24"/>
    </w:rPr>
  </w:style>
  <w:style w:type="paragraph" w:styleId="EndnoteText">
    <w:name w:val="endnote text"/>
    <w:basedOn w:val="Normal"/>
    <w:link w:val="EndnoteTextChar"/>
    <w:uiPriority w:val="99"/>
    <w:semiHidden/>
    <w:unhideWhenUsed/>
    <w:rsid w:val="00E820A4"/>
    <w:pPr>
      <w:spacing w:after="0"/>
    </w:pPr>
    <w:rPr>
      <w:szCs w:val="20"/>
    </w:rPr>
  </w:style>
  <w:style w:type="character" w:customStyle="1" w:styleId="EndnoteTextChar">
    <w:name w:val="Endnote Text Char"/>
    <w:basedOn w:val="DefaultParagraphFont"/>
    <w:link w:val="EndnoteText"/>
    <w:uiPriority w:val="99"/>
    <w:semiHidden/>
    <w:rsid w:val="00E820A4"/>
    <w:rPr>
      <w:rFonts w:eastAsia="Times New Roman"/>
    </w:rPr>
  </w:style>
  <w:style w:type="paragraph" w:styleId="EnvelopeAddress">
    <w:name w:val="envelope address"/>
    <w:basedOn w:val="Normal"/>
    <w:uiPriority w:val="99"/>
    <w:semiHidden/>
    <w:unhideWhenUsed/>
    <w:rsid w:val="00E820A4"/>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E820A4"/>
    <w:pPr>
      <w:spacing w:after="0"/>
    </w:pPr>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E820A4"/>
    <w:pPr>
      <w:spacing w:after="0"/>
    </w:pPr>
    <w:rPr>
      <w:i/>
      <w:iCs/>
    </w:rPr>
  </w:style>
  <w:style w:type="character" w:customStyle="1" w:styleId="HTMLAddressChar">
    <w:name w:val="HTML Address Char"/>
    <w:basedOn w:val="DefaultParagraphFont"/>
    <w:link w:val="HTMLAddress"/>
    <w:uiPriority w:val="99"/>
    <w:semiHidden/>
    <w:rsid w:val="00E820A4"/>
    <w:rPr>
      <w:rFonts w:eastAsia="Times New Roman"/>
      <w:i/>
      <w:iCs/>
      <w:szCs w:val="24"/>
    </w:rPr>
  </w:style>
  <w:style w:type="paragraph" w:styleId="HTMLPreformatted">
    <w:name w:val="HTML Preformatted"/>
    <w:basedOn w:val="Normal"/>
    <w:link w:val="HTMLPreformattedChar"/>
    <w:uiPriority w:val="99"/>
    <w:semiHidden/>
    <w:unhideWhenUsed/>
    <w:rsid w:val="00E820A4"/>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E820A4"/>
    <w:rPr>
      <w:rFonts w:ascii="Consolas" w:eastAsia="Times New Roman" w:hAnsi="Consolas" w:cs="Consolas"/>
    </w:rPr>
  </w:style>
  <w:style w:type="paragraph" w:styleId="Index1">
    <w:name w:val="index 1"/>
    <w:basedOn w:val="Normal"/>
    <w:next w:val="Normal"/>
    <w:autoRedefine/>
    <w:uiPriority w:val="99"/>
    <w:semiHidden/>
    <w:unhideWhenUsed/>
    <w:rsid w:val="00E820A4"/>
    <w:pPr>
      <w:spacing w:after="0"/>
      <w:ind w:left="200" w:hanging="200"/>
    </w:pPr>
  </w:style>
  <w:style w:type="paragraph" w:styleId="Index2">
    <w:name w:val="index 2"/>
    <w:basedOn w:val="Normal"/>
    <w:next w:val="Normal"/>
    <w:autoRedefine/>
    <w:uiPriority w:val="99"/>
    <w:semiHidden/>
    <w:unhideWhenUsed/>
    <w:rsid w:val="00E820A4"/>
    <w:pPr>
      <w:spacing w:after="0"/>
      <w:ind w:left="400" w:hanging="200"/>
    </w:pPr>
  </w:style>
  <w:style w:type="paragraph" w:styleId="Index3">
    <w:name w:val="index 3"/>
    <w:basedOn w:val="Normal"/>
    <w:next w:val="Normal"/>
    <w:autoRedefine/>
    <w:uiPriority w:val="99"/>
    <w:semiHidden/>
    <w:unhideWhenUsed/>
    <w:rsid w:val="00E820A4"/>
    <w:pPr>
      <w:spacing w:after="0"/>
      <w:ind w:left="600" w:hanging="200"/>
    </w:pPr>
  </w:style>
  <w:style w:type="paragraph" w:styleId="Index4">
    <w:name w:val="index 4"/>
    <w:basedOn w:val="Normal"/>
    <w:next w:val="Normal"/>
    <w:autoRedefine/>
    <w:uiPriority w:val="99"/>
    <w:semiHidden/>
    <w:unhideWhenUsed/>
    <w:rsid w:val="00E820A4"/>
    <w:pPr>
      <w:spacing w:after="0"/>
      <w:ind w:left="800" w:hanging="200"/>
    </w:pPr>
  </w:style>
  <w:style w:type="paragraph" w:styleId="Index5">
    <w:name w:val="index 5"/>
    <w:basedOn w:val="Normal"/>
    <w:next w:val="Normal"/>
    <w:autoRedefine/>
    <w:uiPriority w:val="99"/>
    <w:semiHidden/>
    <w:unhideWhenUsed/>
    <w:rsid w:val="00E820A4"/>
    <w:pPr>
      <w:spacing w:after="0"/>
      <w:ind w:left="1000" w:hanging="200"/>
    </w:pPr>
  </w:style>
  <w:style w:type="paragraph" w:styleId="Index6">
    <w:name w:val="index 6"/>
    <w:basedOn w:val="Normal"/>
    <w:next w:val="Normal"/>
    <w:autoRedefine/>
    <w:uiPriority w:val="99"/>
    <w:semiHidden/>
    <w:unhideWhenUsed/>
    <w:rsid w:val="00E820A4"/>
    <w:pPr>
      <w:spacing w:after="0"/>
      <w:ind w:left="1200" w:hanging="200"/>
    </w:pPr>
  </w:style>
  <w:style w:type="paragraph" w:styleId="Index7">
    <w:name w:val="index 7"/>
    <w:basedOn w:val="Normal"/>
    <w:next w:val="Normal"/>
    <w:autoRedefine/>
    <w:uiPriority w:val="99"/>
    <w:semiHidden/>
    <w:unhideWhenUsed/>
    <w:rsid w:val="00E820A4"/>
    <w:pPr>
      <w:spacing w:after="0"/>
      <w:ind w:left="1400" w:hanging="200"/>
    </w:pPr>
  </w:style>
  <w:style w:type="paragraph" w:styleId="Index8">
    <w:name w:val="index 8"/>
    <w:basedOn w:val="Normal"/>
    <w:next w:val="Normal"/>
    <w:autoRedefine/>
    <w:uiPriority w:val="99"/>
    <w:semiHidden/>
    <w:unhideWhenUsed/>
    <w:rsid w:val="00E820A4"/>
    <w:pPr>
      <w:spacing w:after="0"/>
      <w:ind w:left="1600" w:hanging="200"/>
    </w:pPr>
  </w:style>
  <w:style w:type="paragraph" w:styleId="Index9">
    <w:name w:val="index 9"/>
    <w:basedOn w:val="Normal"/>
    <w:next w:val="Normal"/>
    <w:autoRedefine/>
    <w:uiPriority w:val="99"/>
    <w:semiHidden/>
    <w:unhideWhenUsed/>
    <w:rsid w:val="00E820A4"/>
    <w:pPr>
      <w:spacing w:after="0"/>
      <w:ind w:left="1800" w:hanging="200"/>
    </w:pPr>
  </w:style>
  <w:style w:type="paragraph" w:styleId="IndexHeading">
    <w:name w:val="index heading"/>
    <w:basedOn w:val="Normal"/>
    <w:next w:val="Index1"/>
    <w:uiPriority w:val="99"/>
    <w:semiHidden/>
    <w:unhideWhenUsed/>
    <w:rsid w:val="00E820A4"/>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rsid w:val="00E820A4"/>
    <w:pPr>
      <w:pBdr>
        <w:bottom w:val="single" w:sz="4" w:space="4" w:color="1E6DB6" w:themeColor="accent1"/>
      </w:pBdr>
      <w:spacing w:before="200" w:after="280"/>
      <w:ind w:left="936" w:right="936"/>
    </w:pPr>
    <w:rPr>
      <w:b/>
      <w:bCs/>
      <w:i/>
      <w:iCs/>
      <w:color w:val="1E6DB6" w:themeColor="accent1"/>
    </w:rPr>
  </w:style>
  <w:style w:type="character" w:customStyle="1" w:styleId="IntenseQuoteChar">
    <w:name w:val="Intense Quote Char"/>
    <w:basedOn w:val="DefaultParagraphFont"/>
    <w:link w:val="IntenseQuote"/>
    <w:uiPriority w:val="30"/>
    <w:semiHidden/>
    <w:rsid w:val="00E820A4"/>
    <w:rPr>
      <w:rFonts w:eastAsia="Times New Roman"/>
      <w:b/>
      <w:bCs/>
      <w:i/>
      <w:iCs/>
      <w:color w:val="1E6DB6" w:themeColor="accent1"/>
      <w:szCs w:val="24"/>
    </w:rPr>
  </w:style>
  <w:style w:type="paragraph" w:styleId="List">
    <w:name w:val="List"/>
    <w:basedOn w:val="Normal"/>
    <w:uiPriority w:val="99"/>
    <w:semiHidden/>
    <w:unhideWhenUsed/>
    <w:rsid w:val="00E820A4"/>
    <w:pPr>
      <w:ind w:left="283" w:hanging="283"/>
      <w:contextualSpacing/>
    </w:pPr>
  </w:style>
  <w:style w:type="paragraph" w:styleId="List2">
    <w:name w:val="List 2"/>
    <w:basedOn w:val="Normal"/>
    <w:uiPriority w:val="99"/>
    <w:semiHidden/>
    <w:unhideWhenUsed/>
    <w:rsid w:val="00E820A4"/>
    <w:pPr>
      <w:ind w:left="566" w:hanging="283"/>
      <w:contextualSpacing/>
    </w:pPr>
  </w:style>
  <w:style w:type="paragraph" w:styleId="List3">
    <w:name w:val="List 3"/>
    <w:basedOn w:val="Normal"/>
    <w:uiPriority w:val="99"/>
    <w:semiHidden/>
    <w:unhideWhenUsed/>
    <w:rsid w:val="00E820A4"/>
    <w:pPr>
      <w:ind w:left="849" w:hanging="283"/>
      <w:contextualSpacing/>
    </w:pPr>
  </w:style>
  <w:style w:type="paragraph" w:styleId="List4">
    <w:name w:val="List 4"/>
    <w:basedOn w:val="Normal"/>
    <w:uiPriority w:val="99"/>
    <w:semiHidden/>
    <w:unhideWhenUsed/>
    <w:rsid w:val="00E820A4"/>
    <w:pPr>
      <w:ind w:left="1132" w:hanging="283"/>
      <w:contextualSpacing/>
    </w:pPr>
  </w:style>
  <w:style w:type="paragraph" w:styleId="List5">
    <w:name w:val="List 5"/>
    <w:basedOn w:val="Normal"/>
    <w:uiPriority w:val="99"/>
    <w:semiHidden/>
    <w:unhideWhenUsed/>
    <w:rsid w:val="00E820A4"/>
    <w:pPr>
      <w:ind w:left="1415" w:hanging="283"/>
      <w:contextualSpacing/>
    </w:pPr>
  </w:style>
  <w:style w:type="paragraph" w:styleId="ListBullet4">
    <w:name w:val="List Bullet 4"/>
    <w:basedOn w:val="Normal"/>
    <w:uiPriority w:val="99"/>
    <w:semiHidden/>
    <w:unhideWhenUsed/>
    <w:rsid w:val="00E820A4"/>
    <w:pPr>
      <w:numPr>
        <w:numId w:val="21"/>
      </w:numPr>
      <w:contextualSpacing/>
    </w:pPr>
  </w:style>
  <w:style w:type="paragraph" w:styleId="ListBullet5">
    <w:name w:val="List Bullet 5"/>
    <w:basedOn w:val="Normal"/>
    <w:uiPriority w:val="99"/>
    <w:semiHidden/>
    <w:unhideWhenUsed/>
    <w:rsid w:val="00E820A4"/>
    <w:pPr>
      <w:numPr>
        <w:numId w:val="22"/>
      </w:numPr>
      <w:contextualSpacing/>
    </w:pPr>
  </w:style>
  <w:style w:type="paragraph" w:styleId="ListContinue4">
    <w:name w:val="List Continue 4"/>
    <w:basedOn w:val="Normal"/>
    <w:uiPriority w:val="99"/>
    <w:semiHidden/>
    <w:unhideWhenUsed/>
    <w:rsid w:val="00E820A4"/>
    <w:pPr>
      <w:ind w:left="1132"/>
      <w:contextualSpacing/>
    </w:pPr>
  </w:style>
  <w:style w:type="paragraph" w:styleId="ListContinue5">
    <w:name w:val="List Continue 5"/>
    <w:basedOn w:val="Normal"/>
    <w:uiPriority w:val="99"/>
    <w:semiHidden/>
    <w:unhideWhenUsed/>
    <w:rsid w:val="00E820A4"/>
    <w:pPr>
      <w:ind w:left="1415"/>
      <w:contextualSpacing/>
    </w:pPr>
  </w:style>
  <w:style w:type="paragraph" w:styleId="ListNumber4">
    <w:name w:val="List Number 4"/>
    <w:basedOn w:val="Normal"/>
    <w:uiPriority w:val="99"/>
    <w:semiHidden/>
    <w:unhideWhenUsed/>
    <w:rsid w:val="00E820A4"/>
    <w:pPr>
      <w:numPr>
        <w:numId w:val="23"/>
      </w:numPr>
      <w:contextualSpacing/>
    </w:pPr>
  </w:style>
  <w:style w:type="paragraph" w:styleId="ListNumber5">
    <w:name w:val="List Number 5"/>
    <w:basedOn w:val="Normal"/>
    <w:uiPriority w:val="99"/>
    <w:semiHidden/>
    <w:unhideWhenUsed/>
    <w:rsid w:val="00E820A4"/>
    <w:pPr>
      <w:numPr>
        <w:numId w:val="24"/>
      </w:numPr>
      <w:contextualSpacing/>
    </w:pPr>
  </w:style>
  <w:style w:type="paragraph" w:styleId="ListParagraph">
    <w:name w:val="List Paragraph"/>
    <w:basedOn w:val="Normal"/>
    <w:uiPriority w:val="34"/>
    <w:semiHidden/>
    <w:rsid w:val="00E820A4"/>
    <w:pPr>
      <w:ind w:left="720"/>
      <w:contextualSpacing/>
    </w:pPr>
  </w:style>
  <w:style w:type="paragraph" w:styleId="MacroText">
    <w:name w:val="macro"/>
    <w:link w:val="MacroTextChar"/>
    <w:uiPriority w:val="99"/>
    <w:semiHidden/>
    <w:unhideWhenUsed/>
    <w:rsid w:val="00E820A4"/>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Consolas"/>
    </w:rPr>
  </w:style>
  <w:style w:type="character" w:customStyle="1" w:styleId="MacroTextChar">
    <w:name w:val="Macro Text Char"/>
    <w:basedOn w:val="DefaultParagraphFont"/>
    <w:link w:val="MacroText"/>
    <w:uiPriority w:val="99"/>
    <w:semiHidden/>
    <w:rsid w:val="00E820A4"/>
    <w:rPr>
      <w:rFonts w:ascii="Consolas" w:eastAsia="Times New Roman" w:hAnsi="Consolas" w:cs="Consolas"/>
    </w:rPr>
  </w:style>
  <w:style w:type="paragraph" w:styleId="MessageHeader">
    <w:name w:val="Message Header"/>
    <w:basedOn w:val="Normal"/>
    <w:link w:val="MessageHeaderChar"/>
    <w:uiPriority w:val="99"/>
    <w:semiHidden/>
    <w:unhideWhenUsed/>
    <w:rsid w:val="00E820A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E820A4"/>
    <w:rPr>
      <w:rFonts w:asciiTheme="majorHAnsi" w:eastAsiaTheme="majorEastAsia" w:hAnsiTheme="majorHAnsi" w:cstheme="majorBidi"/>
      <w:sz w:val="24"/>
      <w:szCs w:val="24"/>
      <w:shd w:val="pct20" w:color="auto" w:fill="auto"/>
    </w:rPr>
  </w:style>
  <w:style w:type="paragraph" w:styleId="NoSpacing">
    <w:name w:val="No Spacing"/>
    <w:uiPriority w:val="1"/>
    <w:semiHidden/>
    <w:rsid w:val="00E820A4"/>
    <w:rPr>
      <w:rFonts w:eastAsia="Times New Roman"/>
      <w:szCs w:val="24"/>
    </w:rPr>
  </w:style>
  <w:style w:type="paragraph" w:styleId="NormalWeb">
    <w:name w:val="Normal (Web)"/>
    <w:basedOn w:val="Normal"/>
    <w:uiPriority w:val="99"/>
    <w:semiHidden/>
    <w:unhideWhenUsed/>
    <w:rsid w:val="000F2E2B"/>
  </w:style>
  <w:style w:type="paragraph" w:styleId="NormalIndent">
    <w:name w:val="Normal Indent"/>
    <w:basedOn w:val="Normal"/>
    <w:uiPriority w:val="99"/>
    <w:semiHidden/>
    <w:unhideWhenUsed/>
    <w:rsid w:val="00E820A4"/>
    <w:pPr>
      <w:ind w:left="720"/>
    </w:pPr>
  </w:style>
  <w:style w:type="paragraph" w:styleId="NoteHeading">
    <w:name w:val="Note Heading"/>
    <w:basedOn w:val="Normal"/>
    <w:next w:val="Normal"/>
    <w:link w:val="NoteHeadingChar"/>
    <w:uiPriority w:val="99"/>
    <w:semiHidden/>
    <w:unhideWhenUsed/>
    <w:rsid w:val="00E820A4"/>
    <w:pPr>
      <w:spacing w:after="0"/>
    </w:pPr>
  </w:style>
  <w:style w:type="character" w:customStyle="1" w:styleId="NoteHeadingChar">
    <w:name w:val="Note Heading Char"/>
    <w:basedOn w:val="DefaultParagraphFont"/>
    <w:link w:val="NoteHeading"/>
    <w:uiPriority w:val="99"/>
    <w:semiHidden/>
    <w:rsid w:val="00E820A4"/>
    <w:rPr>
      <w:rFonts w:eastAsia="Times New Roman"/>
      <w:szCs w:val="24"/>
    </w:rPr>
  </w:style>
  <w:style w:type="paragraph" w:styleId="PlainText">
    <w:name w:val="Plain Text"/>
    <w:basedOn w:val="Normal"/>
    <w:link w:val="PlainTextChar"/>
    <w:uiPriority w:val="99"/>
    <w:semiHidden/>
    <w:unhideWhenUsed/>
    <w:rsid w:val="00E820A4"/>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E820A4"/>
    <w:rPr>
      <w:rFonts w:ascii="Consolas" w:eastAsia="Times New Roman" w:hAnsi="Consolas" w:cs="Consolas"/>
      <w:sz w:val="21"/>
      <w:szCs w:val="21"/>
    </w:rPr>
  </w:style>
  <w:style w:type="paragraph" w:styleId="Quote">
    <w:name w:val="Quote"/>
    <w:basedOn w:val="Normal"/>
    <w:next w:val="Normal"/>
    <w:link w:val="QuoteChar"/>
    <w:uiPriority w:val="29"/>
    <w:semiHidden/>
    <w:rsid w:val="00E820A4"/>
    <w:rPr>
      <w:i/>
      <w:iCs/>
      <w:color w:val="000000" w:themeColor="text1"/>
    </w:rPr>
  </w:style>
  <w:style w:type="character" w:customStyle="1" w:styleId="QuoteChar">
    <w:name w:val="Quote Char"/>
    <w:basedOn w:val="DefaultParagraphFont"/>
    <w:link w:val="Quote"/>
    <w:uiPriority w:val="29"/>
    <w:semiHidden/>
    <w:rsid w:val="00E820A4"/>
    <w:rPr>
      <w:rFonts w:eastAsia="Times New Roman"/>
      <w:i/>
      <w:iCs/>
      <w:color w:val="000000" w:themeColor="text1"/>
      <w:szCs w:val="24"/>
    </w:rPr>
  </w:style>
  <w:style w:type="paragraph" w:styleId="Salutation">
    <w:name w:val="Salutation"/>
    <w:basedOn w:val="Normal"/>
    <w:next w:val="Normal"/>
    <w:link w:val="SalutationChar"/>
    <w:uiPriority w:val="99"/>
    <w:semiHidden/>
    <w:unhideWhenUsed/>
    <w:rsid w:val="00E820A4"/>
  </w:style>
  <w:style w:type="character" w:customStyle="1" w:styleId="SalutationChar">
    <w:name w:val="Salutation Char"/>
    <w:basedOn w:val="DefaultParagraphFont"/>
    <w:link w:val="Salutation"/>
    <w:uiPriority w:val="99"/>
    <w:semiHidden/>
    <w:rsid w:val="00E820A4"/>
    <w:rPr>
      <w:rFonts w:eastAsia="Times New Roman"/>
      <w:szCs w:val="24"/>
    </w:rPr>
  </w:style>
  <w:style w:type="paragraph" w:styleId="Signature">
    <w:name w:val="Signature"/>
    <w:basedOn w:val="Normal"/>
    <w:link w:val="SignatureChar"/>
    <w:uiPriority w:val="99"/>
    <w:semiHidden/>
    <w:unhideWhenUsed/>
    <w:rsid w:val="00E820A4"/>
    <w:pPr>
      <w:spacing w:after="0"/>
      <w:ind w:left="4252"/>
    </w:pPr>
  </w:style>
  <w:style w:type="character" w:customStyle="1" w:styleId="SignatureChar">
    <w:name w:val="Signature Char"/>
    <w:basedOn w:val="DefaultParagraphFont"/>
    <w:link w:val="Signature"/>
    <w:uiPriority w:val="99"/>
    <w:semiHidden/>
    <w:rsid w:val="00E820A4"/>
    <w:rPr>
      <w:rFonts w:eastAsia="Times New Roman"/>
      <w:szCs w:val="24"/>
    </w:rPr>
  </w:style>
  <w:style w:type="paragraph" w:styleId="Subtitle">
    <w:name w:val="Subtitle"/>
    <w:basedOn w:val="Normal"/>
    <w:next w:val="Normal"/>
    <w:link w:val="SubtitleChar"/>
    <w:uiPriority w:val="11"/>
    <w:semiHidden/>
    <w:rsid w:val="00E820A4"/>
    <w:pPr>
      <w:numPr>
        <w:ilvl w:val="1"/>
      </w:numPr>
    </w:pPr>
    <w:rPr>
      <w:rFonts w:asciiTheme="majorHAnsi" w:eastAsiaTheme="majorEastAsia" w:hAnsiTheme="majorHAnsi" w:cstheme="majorBidi"/>
      <w:i/>
      <w:iCs/>
      <w:color w:val="1E6DB6" w:themeColor="accent1"/>
      <w:spacing w:val="15"/>
      <w:sz w:val="24"/>
    </w:rPr>
  </w:style>
  <w:style w:type="character" w:customStyle="1" w:styleId="SubtitleChar">
    <w:name w:val="Subtitle Char"/>
    <w:basedOn w:val="DefaultParagraphFont"/>
    <w:link w:val="Subtitle"/>
    <w:uiPriority w:val="11"/>
    <w:semiHidden/>
    <w:rsid w:val="00E820A4"/>
    <w:rPr>
      <w:rFonts w:asciiTheme="majorHAnsi" w:eastAsiaTheme="majorEastAsia" w:hAnsiTheme="majorHAnsi" w:cstheme="majorBidi"/>
      <w:i/>
      <w:iCs/>
      <w:color w:val="1E6DB6" w:themeColor="accent1"/>
      <w:spacing w:val="15"/>
      <w:sz w:val="24"/>
      <w:szCs w:val="24"/>
    </w:rPr>
  </w:style>
  <w:style w:type="paragraph" w:styleId="TableofAuthorities">
    <w:name w:val="table of authorities"/>
    <w:basedOn w:val="Normal"/>
    <w:next w:val="Normal"/>
    <w:uiPriority w:val="99"/>
    <w:semiHidden/>
    <w:unhideWhenUsed/>
    <w:rsid w:val="00E820A4"/>
    <w:pPr>
      <w:spacing w:after="0"/>
      <w:ind w:left="200" w:hanging="200"/>
    </w:pPr>
  </w:style>
  <w:style w:type="paragraph" w:styleId="TableofFigures">
    <w:name w:val="table of figures"/>
    <w:basedOn w:val="Normal"/>
    <w:next w:val="Normal"/>
    <w:uiPriority w:val="99"/>
    <w:semiHidden/>
    <w:unhideWhenUsed/>
    <w:rsid w:val="00E820A4"/>
    <w:pPr>
      <w:spacing w:after="0"/>
    </w:pPr>
  </w:style>
  <w:style w:type="paragraph" w:styleId="TOAHeading">
    <w:name w:val="toa heading"/>
    <w:basedOn w:val="Normal"/>
    <w:next w:val="Normal"/>
    <w:uiPriority w:val="99"/>
    <w:semiHidden/>
    <w:unhideWhenUsed/>
    <w:rsid w:val="00E820A4"/>
    <w:pPr>
      <w:spacing w:before="120"/>
    </w:pPr>
    <w:rPr>
      <w:rFonts w:asciiTheme="majorHAnsi" w:eastAsiaTheme="majorEastAsia" w:hAnsiTheme="majorHAnsi" w:cstheme="majorBidi"/>
      <w:b/>
      <w:bCs/>
      <w:sz w:val="24"/>
    </w:rPr>
  </w:style>
  <w:style w:type="table" w:customStyle="1" w:styleId="TableADHAwide">
    <w:name w:val="Table ADHA wide"/>
    <w:basedOn w:val="TableADHA"/>
    <w:uiPriority w:val="99"/>
    <w:rsid w:val="00033919"/>
    <w:tblPr/>
    <w:tblStylePr w:type="neCell">
      <w:rPr>
        <w:rFonts w:ascii="Calibri" w:hAnsi="Calibri"/>
      </w:rPr>
    </w:tblStylePr>
  </w:style>
  <w:style w:type="paragraph" w:customStyle="1" w:styleId="BodyTextOutdented">
    <w:name w:val="Body Text Outdented"/>
    <w:basedOn w:val="BodyText"/>
    <w:rsid w:val="006E1413"/>
    <w:pPr>
      <w:ind w:left="0"/>
    </w:pPr>
  </w:style>
  <w:style w:type="paragraph" w:customStyle="1" w:styleId="ProductVersion">
    <w:name w:val="Product Version"/>
    <w:basedOn w:val="Title"/>
    <w:semiHidden/>
    <w:qFormat/>
    <w:rsid w:val="002D7AAB"/>
  </w:style>
  <w:style w:type="paragraph" w:customStyle="1" w:styleId="Smallprint">
    <w:name w:val="Small print"/>
    <w:basedOn w:val="Normal"/>
    <w:semiHidden/>
    <w:rsid w:val="00F64893"/>
    <w:pPr>
      <w:framePr w:hSpace="181" w:wrap="notBeside" w:hAnchor="text" w:yAlign="bottom"/>
    </w:pPr>
    <w:rPr>
      <w:sz w:val="18"/>
      <w:lang w:eastAsia="en-AU"/>
    </w:rPr>
  </w:style>
  <w:style w:type="character" w:customStyle="1" w:styleId="SpecAttributeValueSize9">
    <w:name w:val="SpecAttribute_ValueSize9"/>
    <w:semiHidden/>
    <w:rsid w:val="006C3BAA"/>
    <w:rPr>
      <w:rFonts w:ascii="Verdana" w:hAnsi="Verdana"/>
      <w:sz w:val="18"/>
    </w:rPr>
  </w:style>
  <w:style w:type="table" w:customStyle="1" w:styleId="Tablecodesample">
    <w:name w:val="Table code sample"/>
    <w:basedOn w:val="TableNormal"/>
    <w:uiPriority w:val="99"/>
    <w:rsid w:val="00FC09FC"/>
    <w:pPr>
      <w:spacing w:before="60" w:after="60" w:line="276" w:lineRule="auto"/>
      <w:contextualSpacing/>
    </w:pPr>
    <w:rPr>
      <w:rFonts w:ascii="Courier New" w:hAnsi="Courier New"/>
      <w:sz w:val="18"/>
    </w:rPr>
    <w:tblPr/>
  </w:style>
  <w:style w:type="paragraph" w:customStyle="1" w:styleId="Codeoutdented">
    <w:name w:val="Code outdented"/>
    <w:basedOn w:val="Normal"/>
    <w:link w:val="CodeoutdentedChar"/>
    <w:uiPriority w:val="2"/>
    <w:qFormat/>
    <w:rsid w:val="0085181E"/>
    <w:pPr>
      <w:spacing w:before="60" w:after="60" w:line="276" w:lineRule="auto"/>
      <w:contextualSpacing/>
    </w:pPr>
    <w:rPr>
      <w:rFonts w:ascii="Courier New" w:hAnsi="Courier New" w:cs="Courier New"/>
      <w:sz w:val="18"/>
      <w:szCs w:val="18"/>
      <w:lang w:eastAsia="en-AU"/>
    </w:rPr>
  </w:style>
  <w:style w:type="character" w:customStyle="1" w:styleId="CodeoutdentedChar">
    <w:name w:val="Code outdented Char"/>
    <w:basedOn w:val="DefaultParagraphFont"/>
    <w:link w:val="Codeoutdented"/>
    <w:uiPriority w:val="2"/>
    <w:rsid w:val="003D2690"/>
    <w:rPr>
      <w:rFonts w:ascii="Courier New" w:eastAsia="Times New Roman" w:hAnsi="Courier New" w:cs="Courier New"/>
      <w:sz w:val="18"/>
      <w:szCs w:val="18"/>
      <w:lang w:eastAsia="en-AU"/>
    </w:rPr>
  </w:style>
  <w:style w:type="paragraph" w:customStyle="1" w:styleId="Smallprintbold">
    <w:name w:val="Small print bold"/>
    <w:basedOn w:val="Normal"/>
    <w:next w:val="Smallprint"/>
    <w:link w:val="SmallprintboldChar"/>
    <w:semiHidden/>
    <w:rsid w:val="00B04476"/>
    <w:pPr>
      <w:framePr w:hSpace="181" w:wrap="notBeside" w:hAnchor="text" w:yAlign="bottom"/>
      <w:widowControl w:val="0"/>
      <w:spacing w:before="120" w:after="0"/>
    </w:pPr>
    <w:rPr>
      <w:b/>
      <w:sz w:val="18"/>
      <w:lang w:eastAsia="en-AU"/>
    </w:rPr>
  </w:style>
  <w:style w:type="character" w:customStyle="1" w:styleId="SmallprintboldChar">
    <w:name w:val="Small print bold Char"/>
    <w:basedOn w:val="DefaultParagraphFont"/>
    <w:link w:val="Smallprintbold"/>
    <w:semiHidden/>
    <w:rsid w:val="00B04476"/>
    <w:rPr>
      <w:rFonts w:ascii="Calibri" w:eastAsia="Times New Roman" w:hAnsi="Calibri"/>
      <w:b/>
      <w:sz w:val="18"/>
      <w:szCs w:val="24"/>
      <w:lang w:eastAsia="en-AU"/>
    </w:rPr>
  </w:style>
  <w:style w:type="table" w:customStyle="1" w:styleId="Default">
    <w:name w:val="Default"/>
    <w:basedOn w:val="TableADHAwide"/>
    <w:uiPriority w:val="99"/>
    <w:rsid w:val="00FC09FC"/>
    <w:tblPr>
      <w:tblInd w:w="851"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Bullets">
    <w:name w:val="Bullets"/>
    <w:uiPriority w:val="99"/>
    <w:rsid w:val="00A163AC"/>
    <w:pPr>
      <w:numPr>
        <w:numId w:val="38"/>
      </w:numPr>
    </w:pPr>
  </w:style>
  <w:style w:type="character" w:styleId="UnresolvedMention">
    <w:name w:val="Unresolved Mention"/>
    <w:basedOn w:val="DefaultParagraphFont"/>
    <w:uiPriority w:val="99"/>
    <w:semiHidden/>
    <w:unhideWhenUsed/>
    <w:rsid w:val="001A79A8"/>
    <w:rPr>
      <w:color w:val="605E5C"/>
      <w:shd w:val="clear" w:color="auto" w:fill="E1DFDD"/>
    </w:rPr>
  </w:style>
  <w:style w:type="paragraph" w:customStyle="1" w:styleId="Style1">
    <w:name w:val="Style1"/>
    <w:basedOn w:val="Frontpage"/>
    <w:qFormat/>
    <w:rsid w:val="00793F8F"/>
  </w:style>
  <w:style w:type="paragraph" w:customStyle="1" w:styleId="paragraph">
    <w:name w:val="paragraph"/>
    <w:basedOn w:val="Normal"/>
    <w:rsid w:val="00920024"/>
    <w:pPr>
      <w:spacing w:before="100" w:beforeAutospacing="1" w:after="100" w:afterAutospacing="1"/>
    </w:pPr>
    <w:rPr>
      <w:rFonts w:ascii="Times New Roman" w:eastAsia="Times New Roman" w:hAnsi="Times New Roman"/>
      <w:sz w:val="24"/>
      <w:szCs w:val="24"/>
      <w:lang w:eastAsia="en-AU"/>
    </w:rPr>
  </w:style>
  <w:style w:type="character" w:customStyle="1" w:styleId="normaltextrun">
    <w:name w:val="normaltextrun"/>
    <w:basedOn w:val="DefaultParagraphFont"/>
    <w:rsid w:val="00920024"/>
  </w:style>
  <w:style w:type="character" w:customStyle="1" w:styleId="eop">
    <w:name w:val="eop"/>
    <w:basedOn w:val="DefaultParagraphFont"/>
    <w:rsid w:val="00920024"/>
  </w:style>
  <w:style w:type="character" w:customStyle="1" w:styleId="superscript">
    <w:name w:val="superscript"/>
    <w:basedOn w:val="DefaultParagraphFont"/>
    <w:rsid w:val="00920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59576">
      <w:bodyDiv w:val="1"/>
      <w:marLeft w:val="0"/>
      <w:marRight w:val="0"/>
      <w:marTop w:val="0"/>
      <w:marBottom w:val="0"/>
      <w:divBdr>
        <w:top w:val="none" w:sz="0" w:space="0" w:color="auto"/>
        <w:left w:val="none" w:sz="0" w:space="0" w:color="auto"/>
        <w:bottom w:val="none" w:sz="0" w:space="0" w:color="auto"/>
        <w:right w:val="none" w:sz="0" w:space="0" w:color="auto"/>
      </w:divBdr>
    </w:div>
    <w:div w:id="110100573">
      <w:bodyDiv w:val="1"/>
      <w:marLeft w:val="0"/>
      <w:marRight w:val="0"/>
      <w:marTop w:val="0"/>
      <w:marBottom w:val="0"/>
      <w:divBdr>
        <w:top w:val="none" w:sz="0" w:space="0" w:color="auto"/>
        <w:left w:val="none" w:sz="0" w:space="0" w:color="auto"/>
        <w:bottom w:val="none" w:sz="0" w:space="0" w:color="auto"/>
        <w:right w:val="none" w:sz="0" w:space="0" w:color="auto"/>
      </w:divBdr>
    </w:div>
    <w:div w:id="125127417">
      <w:bodyDiv w:val="1"/>
      <w:marLeft w:val="0"/>
      <w:marRight w:val="0"/>
      <w:marTop w:val="0"/>
      <w:marBottom w:val="0"/>
      <w:divBdr>
        <w:top w:val="none" w:sz="0" w:space="0" w:color="auto"/>
        <w:left w:val="none" w:sz="0" w:space="0" w:color="auto"/>
        <w:bottom w:val="none" w:sz="0" w:space="0" w:color="auto"/>
        <w:right w:val="none" w:sz="0" w:space="0" w:color="auto"/>
      </w:divBdr>
    </w:div>
    <w:div w:id="134687306">
      <w:bodyDiv w:val="1"/>
      <w:marLeft w:val="0"/>
      <w:marRight w:val="0"/>
      <w:marTop w:val="0"/>
      <w:marBottom w:val="0"/>
      <w:divBdr>
        <w:top w:val="none" w:sz="0" w:space="0" w:color="auto"/>
        <w:left w:val="none" w:sz="0" w:space="0" w:color="auto"/>
        <w:bottom w:val="none" w:sz="0" w:space="0" w:color="auto"/>
        <w:right w:val="none" w:sz="0" w:space="0" w:color="auto"/>
      </w:divBdr>
      <w:divsChild>
        <w:div w:id="451940462">
          <w:marLeft w:val="0"/>
          <w:marRight w:val="0"/>
          <w:marTop w:val="0"/>
          <w:marBottom w:val="0"/>
          <w:divBdr>
            <w:top w:val="none" w:sz="0" w:space="0" w:color="auto"/>
            <w:left w:val="none" w:sz="0" w:space="0" w:color="auto"/>
            <w:bottom w:val="none" w:sz="0" w:space="0" w:color="auto"/>
            <w:right w:val="none" w:sz="0" w:space="0" w:color="auto"/>
          </w:divBdr>
        </w:div>
        <w:div w:id="1047266133">
          <w:marLeft w:val="0"/>
          <w:marRight w:val="0"/>
          <w:marTop w:val="0"/>
          <w:marBottom w:val="0"/>
          <w:divBdr>
            <w:top w:val="none" w:sz="0" w:space="0" w:color="auto"/>
            <w:left w:val="none" w:sz="0" w:space="0" w:color="auto"/>
            <w:bottom w:val="none" w:sz="0" w:space="0" w:color="auto"/>
            <w:right w:val="none" w:sz="0" w:space="0" w:color="auto"/>
          </w:divBdr>
        </w:div>
        <w:div w:id="1335382545">
          <w:marLeft w:val="0"/>
          <w:marRight w:val="0"/>
          <w:marTop w:val="0"/>
          <w:marBottom w:val="0"/>
          <w:divBdr>
            <w:top w:val="none" w:sz="0" w:space="0" w:color="auto"/>
            <w:left w:val="none" w:sz="0" w:space="0" w:color="auto"/>
            <w:bottom w:val="none" w:sz="0" w:space="0" w:color="auto"/>
            <w:right w:val="none" w:sz="0" w:space="0" w:color="auto"/>
          </w:divBdr>
        </w:div>
        <w:div w:id="1335499547">
          <w:marLeft w:val="0"/>
          <w:marRight w:val="0"/>
          <w:marTop w:val="0"/>
          <w:marBottom w:val="0"/>
          <w:divBdr>
            <w:top w:val="none" w:sz="0" w:space="0" w:color="auto"/>
            <w:left w:val="none" w:sz="0" w:space="0" w:color="auto"/>
            <w:bottom w:val="none" w:sz="0" w:space="0" w:color="auto"/>
            <w:right w:val="none" w:sz="0" w:space="0" w:color="auto"/>
          </w:divBdr>
        </w:div>
        <w:div w:id="1684279469">
          <w:marLeft w:val="0"/>
          <w:marRight w:val="0"/>
          <w:marTop w:val="0"/>
          <w:marBottom w:val="0"/>
          <w:divBdr>
            <w:top w:val="none" w:sz="0" w:space="0" w:color="auto"/>
            <w:left w:val="none" w:sz="0" w:space="0" w:color="auto"/>
            <w:bottom w:val="none" w:sz="0" w:space="0" w:color="auto"/>
            <w:right w:val="none" w:sz="0" w:space="0" w:color="auto"/>
          </w:divBdr>
        </w:div>
        <w:div w:id="1705128827">
          <w:marLeft w:val="0"/>
          <w:marRight w:val="0"/>
          <w:marTop w:val="0"/>
          <w:marBottom w:val="0"/>
          <w:divBdr>
            <w:top w:val="none" w:sz="0" w:space="0" w:color="auto"/>
            <w:left w:val="none" w:sz="0" w:space="0" w:color="auto"/>
            <w:bottom w:val="none" w:sz="0" w:space="0" w:color="auto"/>
            <w:right w:val="none" w:sz="0" w:space="0" w:color="auto"/>
          </w:divBdr>
        </w:div>
      </w:divsChild>
    </w:div>
    <w:div w:id="352338842">
      <w:bodyDiv w:val="1"/>
      <w:marLeft w:val="0"/>
      <w:marRight w:val="0"/>
      <w:marTop w:val="0"/>
      <w:marBottom w:val="0"/>
      <w:divBdr>
        <w:top w:val="none" w:sz="0" w:space="0" w:color="auto"/>
        <w:left w:val="none" w:sz="0" w:space="0" w:color="auto"/>
        <w:bottom w:val="none" w:sz="0" w:space="0" w:color="auto"/>
        <w:right w:val="none" w:sz="0" w:space="0" w:color="auto"/>
      </w:divBdr>
      <w:divsChild>
        <w:div w:id="244655512">
          <w:marLeft w:val="0"/>
          <w:marRight w:val="0"/>
          <w:marTop w:val="0"/>
          <w:marBottom w:val="0"/>
          <w:divBdr>
            <w:top w:val="none" w:sz="0" w:space="0" w:color="auto"/>
            <w:left w:val="none" w:sz="0" w:space="0" w:color="auto"/>
            <w:bottom w:val="none" w:sz="0" w:space="0" w:color="auto"/>
            <w:right w:val="none" w:sz="0" w:space="0" w:color="auto"/>
          </w:divBdr>
        </w:div>
        <w:div w:id="330985354">
          <w:marLeft w:val="0"/>
          <w:marRight w:val="0"/>
          <w:marTop w:val="0"/>
          <w:marBottom w:val="0"/>
          <w:divBdr>
            <w:top w:val="none" w:sz="0" w:space="0" w:color="auto"/>
            <w:left w:val="none" w:sz="0" w:space="0" w:color="auto"/>
            <w:bottom w:val="none" w:sz="0" w:space="0" w:color="auto"/>
            <w:right w:val="none" w:sz="0" w:space="0" w:color="auto"/>
          </w:divBdr>
        </w:div>
        <w:div w:id="513422086">
          <w:marLeft w:val="0"/>
          <w:marRight w:val="0"/>
          <w:marTop w:val="0"/>
          <w:marBottom w:val="0"/>
          <w:divBdr>
            <w:top w:val="none" w:sz="0" w:space="0" w:color="auto"/>
            <w:left w:val="none" w:sz="0" w:space="0" w:color="auto"/>
            <w:bottom w:val="none" w:sz="0" w:space="0" w:color="auto"/>
            <w:right w:val="none" w:sz="0" w:space="0" w:color="auto"/>
          </w:divBdr>
        </w:div>
        <w:div w:id="946500897">
          <w:marLeft w:val="0"/>
          <w:marRight w:val="0"/>
          <w:marTop w:val="0"/>
          <w:marBottom w:val="0"/>
          <w:divBdr>
            <w:top w:val="none" w:sz="0" w:space="0" w:color="auto"/>
            <w:left w:val="none" w:sz="0" w:space="0" w:color="auto"/>
            <w:bottom w:val="none" w:sz="0" w:space="0" w:color="auto"/>
            <w:right w:val="none" w:sz="0" w:space="0" w:color="auto"/>
          </w:divBdr>
        </w:div>
        <w:div w:id="1052583652">
          <w:marLeft w:val="0"/>
          <w:marRight w:val="0"/>
          <w:marTop w:val="0"/>
          <w:marBottom w:val="0"/>
          <w:divBdr>
            <w:top w:val="none" w:sz="0" w:space="0" w:color="auto"/>
            <w:left w:val="none" w:sz="0" w:space="0" w:color="auto"/>
            <w:bottom w:val="none" w:sz="0" w:space="0" w:color="auto"/>
            <w:right w:val="none" w:sz="0" w:space="0" w:color="auto"/>
          </w:divBdr>
        </w:div>
        <w:div w:id="1237592497">
          <w:marLeft w:val="0"/>
          <w:marRight w:val="0"/>
          <w:marTop w:val="0"/>
          <w:marBottom w:val="0"/>
          <w:divBdr>
            <w:top w:val="none" w:sz="0" w:space="0" w:color="auto"/>
            <w:left w:val="none" w:sz="0" w:space="0" w:color="auto"/>
            <w:bottom w:val="none" w:sz="0" w:space="0" w:color="auto"/>
            <w:right w:val="none" w:sz="0" w:space="0" w:color="auto"/>
          </w:divBdr>
        </w:div>
        <w:div w:id="1709722681">
          <w:marLeft w:val="0"/>
          <w:marRight w:val="0"/>
          <w:marTop w:val="0"/>
          <w:marBottom w:val="0"/>
          <w:divBdr>
            <w:top w:val="none" w:sz="0" w:space="0" w:color="auto"/>
            <w:left w:val="none" w:sz="0" w:space="0" w:color="auto"/>
            <w:bottom w:val="none" w:sz="0" w:space="0" w:color="auto"/>
            <w:right w:val="none" w:sz="0" w:space="0" w:color="auto"/>
          </w:divBdr>
        </w:div>
        <w:div w:id="1961449952">
          <w:marLeft w:val="0"/>
          <w:marRight w:val="0"/>
          <w:marTop w:val="0"/>
          <w:marBottom w:val="0"/>
          <w:divBdr>
            <w:top w:val="none" w:sz="0" w:space="0" w:color="auto"/>
            <w:left w:val="none" w:sz="0" w:space="0" w:color="auto"/>
            <w:bottom w:val="none" w:sz="0" w:space="0" w:color="auto"/>
            <w:right w:val="none" w:sz="0" w:space="0" w:color="auto"/>
          </w:divBdr>
        </w:div>
        <w:div w:id="1964533422">
          <w:marLeft w:val="0"/>
          <w:marRight w:val="0"/>
          <w:marTop w:val="0"/>
          <w:marBottom w:val="0"/>
          <w:divBdr>
            <w:top w:val="none" w:sz="0" w:space="0" w:color="auto"/>
            <w:left w:val="none" w:sz="0" w:space="0" w:color="auto"/>
            <w:bottom w:val="none" w:sz="0" w:space="0" w:color="auto"/>
            <w:right w:val="none" w:sz="0" w:space="0" w:color="auto"/>
          </w:divBdr>
        </w:div>
      </w:divsChild>
    </w:div>
    <w:div w:id="357780776">
      <w:bodyDiv w:val="1"/>
      <w:marLeft w:val="0"/>
      <w:marRight w:val="0"/>
      <w:marTop w:val="0"/>
      <w:marBottom w:val="0"/>
      <w:divBdr>
        <w:top w:val="none" w:sz="0" w:space="0" w:color="auto"/>
        <w:left w:val="none" w:sz="0" w:space="0" w:color="auto"/>
        <w:bottom w:val="none" w:sz="0" w:space="0" w:color="auto"/>
        <w:right w:val="none" w:sz="0" w:space="0" w:color="auto"/>
      </w:divBdr>
      <w:divsChild>
        <w:div w:id="352153916">
          <w:marLeft w:val="0"/>
          <w:marRight w:val="0"/>
          <w:marTop w:val="0"/>
          <w:marBottom w:val="0"/>
          <w:divBdr>
            <w:top w:val="none" w:sz="0" w:space="0" w:color="auto"/>
            <w:left w:val="none" w:sz="0" w:space="0" w:color="auto"/>
            <w:bottom w:val="none" w:sz="0" w:space="0" w:color="auto"/>
            <w:right w:val="none" w:sz="0" w:space="0" w:color="auto"/>
          </w:divBdr>
        </w:div>
        <w:div w:id="582494105">
          <w:marLeft w:val="0"/>
          <w:marRight w:val="0"/>
          <w:marTop w:val="0"/>
          <w:marBottom w:val="0"/>
          <w:divBdr>
            <w:top w:val="none" w:sz="0" w:space="0" w:color="auto"/>
            <w:left w:val="none" w:sz="0" w:space="0" w:color="auto"/>
            <w:bottom w:val="none" w:sz="0" w:space="0" w:color="auto"/>
            <w:right w:val="none" w:sz="0" w:space="0" w:color="auto"/>
          </w:divBdr>
        </w:div>
        <w:div w:id="606694438">
          <w:marLeft w:val="0"/>
          <w:marRight w:val="0"/>
          <w:marTop w:val="0"/>
          <w:marBottom w:val="0"/>
          <w:divBdr>
            <w:top w:val="none" w:sz="0" w:space="0" w:color="auto"/>
            <w:left w:val="none" w:sz="0" w:space="0" w:color="auto"/>
            <w:bottom w:val="none" w:sz="0" w:space="0" w:color="auto"/>
            <w:right w:val="none" w:sz="0" w:space="0" w:color="auto"/>
          </w:divBdr>
        </w:div>
        <w:div w:id="887452501">
          <w:marLeft w:val="0"/>
          <w:marRight w:val="0"/>
          <w:marTop w:val="0"/>
          <w:marBottom w:val="0"/>
          <w:divBdr>
            <w:top w:val="none" w:sz="0" w:space="0" w:color="auto"/>
            <w:left w:val="none" w:sz="0" w:space="0" w:color="auto"/>
            <w:bottom w:val="none" w:sz="0" w:space="0" w:color="auto"/>
            <w:right w:val="none" w:sz="0" w:space="0" w:color="auto"/>
          </w:divBdr>
        </w:div>
        <w:div w:id="1107583403">
          <w:marLeft w:val="0"/>
          <w:marRight w:val="0"/>
          <w:marTop w:val="0"/>
          <w:marBottom w:val="0"/>
          <w:divBdr>
            <w:top w:val="none" w:sz="0" w:space="0" w:color="auto"/>
            <w:left w:val="none" w:sz="0" w:space="0" w:color="auto"/>
            <w:bottom w:val="none" w:sz="0" w:space="0" w:color="auto"/>
            <w:right w:val="none" w:sz="0" w:space="0" w:color="auto"/>
          </w:divBdr>
        </w:div>
        <w:div w:id="1588540920">
          <w:marLeft w:val="0"/>
          <w:marRight w:val="0"/>
          <w:marTop w:val="0"/>
          <w:marBottom w:val="0"/>
          <w:divBdr>
            <w:top w:val="none" w:sz="0" w:space="0" w:color="auto"/>
            <w:left w:val="none" w:sz="0" w:space="0" w:color="auto"/>
            <w:bottom w:val="none" w:sz="0" w:space="0" w:color="auto"/>
            <w:right w:val="none" w:sz="0" w:space="0" w:color="auto"/>
          </w:divBdr>
        </w:div>
        <w:div w:id="1877308643">
          <w:marLeft w:val="0"/>
          <w:marRight w:val="0"/>
          <w:marTop w:val="0"/>
          <w:marBottom w:val="0"/>
          <w:divBdr>
            <w:top w:val="none" w:sz="0" w:space="0" w:color="auto"/>
            <w:left w:val="none" w:sz="0" w:space="0" w:color="auto"/>
            <w:bottom w:val="none" w:sz="0" w:space="0" w:color="auto"/>
            <w:right w:val="none" w:sz="0" w:space="0" w:color="auto"/>
          </w:divBdr>
        </w:div>
      </w:divsChild>
    </w:div>
    <w:div w:id="422840516">
      <w:bodyDiv w:val="1"/>
      <w:marLeft w:val="0"/>
      <w:marRight w:val="0"/>
      <w:marTop w:val="0"/>
      <w:marBottom w:val="0"/>
      <w:divBdr>
        <w:top w:val="none" w:sz="0" w:space="0" w:color="auto"/>
        <w:left w:val="none" w:sz="0" w:space="0" w:color="auto"/>
        <w:bottom w:val="none" w:sz="0" w:space="0" w:color="auto"/>
        <w:right w:val="none" w:sz="0" w:space="0" w:color="auto"/>
      </w:divBdr>
    </w:div>
    <w:div w:id="648090936">
      <w:bodyDiv w:val="1"/>
      <w:marLeft w:val="0"/>
      <w:marRight w:val="0"/>
      <w:marTop w:val="0"/>
      <w:marBottom w:val="0"/>
      <w:divBdr>
        <w:top w:val="none" w:sz="0" w:space="0" w:color="auto"/>
        <w:left w:val="none" w:sz="0" w:space="0" w:color="auto"/>
        <w:bottom w:val="none" w:sz="0" w:space="0" w:color="auto"/>
        <w:right w:val="none" w:sz="0" w:space="0" w:color="auto"/>
      </w:divBdr>
      <w:divsChild>
        <w:div w:id="67266589">
          <w:marLeft w:val="0"/>
          <w:marRight w:val="0"/>
          <w:marTop w:val="0"/>
          <w:marBottom w:val="0"/>
          <w:divBdr>
            <w:top w:val="none" w:sz="0" w:space="0" w:color="auto"/>
            <w:left w:val="none" w:sz="0" w:space="0" w:color="auto"/>
            <w:bottom w:val="none" w:sz="0" w:space="0" w:color="auto"/>
            <w:right w:val="none" w:sz="0" w:space="0" w:color="auto"/>
          </w:divBdr>
        </w:div>
        <w:div w:id="1500851048">
          <w:marLeft w:val="0"/>
          <w:marRight w:val="0"/>
          <w:marTop w:val="0"/>
          <w:marBottom w:val="0"/>
          <w:divBdr>
            <w:top w:val="none" w:sz="0" w:space="0" w:color="auto"/>
            <w:left w:val="none" w:sz="0" w:space="0" w:color="auto"/>
            <w:bottom w:val="none" w:sz="0" w:space="0" w:color="auto"/>
            <w:right w:val="none" w:sz="0" w:space="0" w:color="auto"/>
          </w:divBdr>
        </w:div>
        <w:div w:id="1614047731">
          <w:marLeft w:val="-75"/>
          <w:marRight w:val="0"/>
          <w:marTop w:val="30"/>
          <w:marBottom w:val="30"/>
          <w:divBdr>
            <w:top w:val="none" w:sz="0" w:space="0" w:color="auto"/>
            <w:left w:val="none" w:sz="0" w:space="0" w:color="auto"/>
            <w:bottom w:val="none" w:sz="0" w:space="0" w:color="auto"/>
            <w:right w:val="none" w:sz="0" w:space="0" w:color="auto"/>
          </w:divBdr>
          <w:divsChild>
            <w:div w:id="101724556">
              <w:marLeft w:val="0"/>
              <w:marRight w:val="0"/>
              <w:marTop w:val="0"/>
              <w:marBottom w:val="0"/>
              <w:divBdr>
                <w:top w:val="none" w:sz="0" w:space="0" w:color="auto"/>
                <w:left w:val="none" w:sz="0" w:space="0" w:color="auto"/>
                <w:bottom w:val="none" w:sz="0" w:space="0" w:color="auto"/>
                <w:right w:val="none" w:sz="0" w:space="0" w:color="auto"/>
              </w:divBdr>
              <w:divsChild>
                <w:div w:id="2064939837">
                  <w:marLeft w:val="0"/>
                  <w:marRight w:val="0"/>
                  <w:marTop w:val="0"/>
                  <w:marBottom w:val="0"/>
                  <w:divBdr>
                    <w:top w:val="none" w:sz="0" w:space="0" w:color="auto"/>
                    <w:left w:val="none" w:sz="0" w:space="0" w:color="auto"/>
                    <w:bottom w:val="none" w:sz="0" w:space="0" w:color="auto"/>
                    <w:right w:val="none" w:sz="0" w:space="0" w:color="auto"/>
                  </w:divBdr>
                </w:div>
              </w:divsChild>
            </w:div>
            <w:div w:id="168954331">
              <w:marLeft w:val="0"/>
              <w:marRight w:val="0"/>
              <w:marTop w:val="0"/>
              <w:marBottom w:val="0"/>
              <w:divBdr>
                <w:top w:val="none" w:sz="0" w:space="0" w:color="auto"/>
                <w:left w:val="none" w:sz="0" w:space="0" w:color="auto"/>
                <w:bottom w:val="none" w:sz="0" w:space="0" w:color="auto"/>
                <w:right w:val="none" w:sz="0" w:space="0" w:color="auto"/>
              </w:divBdr>
              <w:divsChild>
                <w:div w:id="516622774">
                  <w:marLeft w:val="0"/>
                  <w:marRight w:val="0"/>
                  <w:marTop w:val="0"/>
                  <w:marBottom w:val="0"/>
                  <w:divBdr>
                    <w:top w:val="none" w:sz="0" w:space="0" w:color="auto"/>
                    <w:left w:val="none" w:sz="0" w:space="0" w:color="auto"/>
                    <w:bottom w:val="none" w:sz="0" w:space="0" w:color="auto"/>
                    <w:right w:val="none" w:sz="0" w:space="0" w:color="auto"/>
                  </w:divBdr>
                </w:div>
              </w:divsChild>
            </w:div>
            <w:div w:id="451943701">
              <w:marLeft w:val="0"/>
              <w:marRight w:val="0"/>
              <w:marTop w:val="0"/>
              <w:marBottom w:val="0"/>
              <w:divBdr>
                <w:top w:val="none" w:sz="0" w:space="0" w:color="auto"/>
                <w:left w:val="none" w:sz="0" w:space="0" w:color="auto"/>
                <w:bottom w:val="none" w:sz="0" w:space="0" w:color="auto"/>
                <w:right w:val="none" w:sz="0" w:space="0" w:color="auto"/>
              </w:divBdr>
              <w:divsChild>
                <w:div w:id="294875611">
                  <w:marLeft w:val="0"/>
                  <w:marRight w:val="0"/>
                  <w:marTop w:val="0"/>
                  <w:marBottom w:val="0"/>
                  <w:divBdr>
                    <w:top w:val="none" w:sz="0" w:space="0" w:color="auto"/>
                    <w:left w:val="none" w:sz="0" w:space="0" w:color="auto"/>
                    <w:bottom w:val="none" w:sz="0" w:space="0" w:color="auto"/>
                    <w:right w:val="none" w:sz="0" w:space="0" w:color="auto"/>
                  </w:divBdr>
                </w:div>
              </w:divsChild>
            </w:div>
            <w:div w:id="791022617">
              <w:marLeft w:val="0"/>
              <w:marRight w:val="0"/>
              <w:marTop w:val="0"/>
              <w:marBottom w:val="0"/>
              <w:divBdr>
                <w:top w:val="none" w:sz="0" w:space="0" w:color="auto"/>
                <w:left w:val="none" w:sz="0" w:space="0" w:color="auto"/>
                <w:bottom w:val="none" w:sz="0" w:space="0" w:color="auto"/>
                <w:right w:val="none" w:sz="0" w:space="0" w:color="auto"/>
              </w:divBdr>
              <w:divsChild>
                <w:div w:id="1502240512">
                  <w:marLeft w:val="0"/>
                  <w:marRight w:val="0"/>
                  <w:marTop w:val="0"/>
                  <w:marBottom w:val="0"/>
                  <w:divBdr>
                    <w:top w:val="none" w:sz="0" w:space="0" w:color="auto"/>
                    <w:left w:val="none" w:sz="0" w:space="0" w:color="auto"/>
                    <w:bottom w:val="none" w:sz="0" w:space="0" w:color="auto"/>
                    <w:right w:val="none" w:sz="0" w:space="0" w:color="auto"/>
                  </w:divBdr>
                </w:div>
              </w:divsChild>
            </w:div>
            <w:div w:id="832916771">
              <w:marLeft w:val="0"/>
              <w:marRight w:val="0"/>
              <w:marTop w:val="0"/>
              <w:marBottom w:val="0"/>
              <w:divBdr>
                <w:top w:val="none" w:sz="0" w:space="0" w:color="auto"/>
                <w:left w:val="none" w:sz="0" w:space="0" w:color="auto"/>
                <w:bottom w:val="none" w:sz="0" w:space="0" w:color="auto"/>
                <w:right w:val="none" w:sz="0" w:space="0" w:color="auto"/>
              </w:divBdr>
              <w:divsChild>
                <w:div w:id="1338577262">
                  <w:marLeft w:val="0"/>
                  <w:marRight w:val="0"/>
                  <w:marTop w:val="0"/>
                  <w:marBottom w:val="0"/>
                  <w:divBdr>
                    <w:top w:val="none" w:sz="0" w:space="0" w:color="auto"/>
                    <w:left w:val="none" w:sz="0" w:space="0" w:color="auto"/>
                    <w:bottom w:val="none" w:sz="0" w:space="0" w:color="auto"/>
                    <w:right w:val="none" w:sz="0" w:space="0" w:color="auto"/>
                  </w:divBdr>
                </w:div>
              </w:divsChild>
            </w:div>
            <w:div w:id="1005011435">
              <w:marLeft w:val="0"/>
              <w:marRight w:val="0"/>
              <w:marTop w:val="0"/>
              <w:marBottom w:val="0"/>
              <w:divBdr>
                <w:top w:val="none" w:sz="0" w:space="0" w:color="auto"/>
                <w:left w:val="none" w:sz="0" w:space="0" w:color="auto"/>
                <w:bottom w:val="none" w:sz="0" w:space="0" w:color="auto"/>
                <w:right w:val="none" w:sz="0" w:space="0" w:color="auto"/>
              </w:divBdr>
              <w:divsChild>
                <w:div w:id="1348214267">
                  <w:marLeft w:val="0"/>
                  <w:marRight w:val="0"/>
                  <w:marTop w:val="0"/>
                  <w:marBottom w:val="0"/>
                  <w:divBdr>
                    <w:top w:val="none" w:sz="0" w:space="0" w:color="auto"/>
                    <w:left w:val="none" w:sz="0" w:space="0" w:color="auto"/>
                    <w:bottom w:val="none" w:sz="0" w:space="0" w:color="auto"/>
                    <w:right w:val="none" w:sz="0" w:space="0" w:color="auto"/>
                  </w:divBdr>
                </w:div>
              </w:divsChild>
            </w:div>
            <w:div w:id="1006596549">
              <w:marLeft w:val="0"/>
              <w:marRight w:val="0"/>
              <w:marTop w:val="0"/>
              <w:marBottom w:val="0"/>
              <w:divBdr>
                <w:top w:val="none" w:sz="0" w:space="0" w:color="auto"/>
                <w:left w:val="none" w:sz="0" w:space="0" w:color="auto"/>
                <w:bottom w:val="none" w:sz="0" w:space="0" w:color="auto"/>
                <w:right w:val="none" w:sz="0" w:space="0" w:color="auto"/>
              </w:divBdr>
              <w:divsChild>
                <w:div w:id="2135446545">
                  <w:marLeft w:val="0"/>
                  <w:marRight w:val="0"/>
                  <w:marTop w:val="0"/>
                  <w:marBottom w:val="0"/>
                  <w:divBdr>
                    <w:top w:val="none" w:sz="0" w:space="0" w:color="auto"/>
                    <w:left w:val="none" w:sz="0" w:space="0" w:color="auto"/>
                    <w:bottom w:val="none" w:sz="0" w:space="0" w:color="auto"/>
                    <w:right w:val="none" w:sz="0" w:space="0" w:color="auto"/>
                  </w:divBdr>
                </w:div>
              </w:divsChild>
            </w:div>
            <w:div w:id="1189375793">
              <w:marLeft w:val="0"/>
              <w:marRight w:val="0"/>
              <w:marTop w:val="0"/>
              <w:marBottom w:val="0"/>
              <w:divBdr>
                <w:top w:val="none" w:sz="0" w:space="0" w:color="auto"/>
                <w:left w:val="none" w:sz="0" w:space="0" w:color="auto"/>
                <w:bottom w:val="none" w:sz="0" w:space="0" w:color="auto"/>
                <w:right w:val="none" w:sz="0" w:space="0" w:color="auto"/>
              </w:divBdr>
              <w:divsChild>
                <w:div w:id="1083720490">
                  <w:marLeft w:val="0"/>
                  <w:marRight w:val="0"/>
                  <w:marTop w:val="0"/>
                  <w:marBottom w:val="0"/>
                  <w:divBdr>
                    <w:top w:val="none" w:sz="0" w:space="0" w:color="auto"/>
                    <w:left w:val="none" w:sz="0" w:space="0" w:color="auto"/>
                    <w:bottom w:val="none" w:sz="0" w:space="0" w:color="auto"/>
                    <w:right w:val="none" w:sz="0" w:space="0" w:color="auto"/>
                  </w:divBdr>
                </w:div>
                <w:div w:id="1303773499">
                  <w:marLeft w:val="0"/>
                  <w:marRight w:val="0"/>
                  <w:marTop w:val="0"/>
                  <w:marBottom w:val="0"/>
                  <w:divBdr>
                    <w:top w:val="none" w:sz="0" w:space="0" w:color="auto"/>
                    <w:left w:val="none" w:sz="0" w:space="0" w:color="auto"/>
                    <w:bottom w:val="none" w:sz="0" w:space="0" w:color="auto"/>
                    <w:right w:val="none" w:sz="0" w:space="0" w:color="auto"/>
                  </w:divBdr>
                </w:div>
              </w:divsChild>
            </w:div>
            <w:div w:id="1226603719">
              <w:marLeft w:val="0"/>
              <w:marRight w:val="0"/>
              <w:marTop w:val="0"/>
              <w:marBottom w:val="0"/>
              <w:divBdr>
                <w:top w:val="none" w:sz="0" w:space="0" w:color="auto"/>
                <w:left w:val="none" w:sz="0" w:space="0" w:color="auto"/>
                <w:bottom w:val="none" w:sz="0" w:space="0" w:color="auto"/>
                <w:right w:val="none" w:sz="0" w:space="0" w:color="auto"/>
              </w:divBdr>
              <w:divsChild>
                <w:div w:id="1922253774">
                  <w:marLeft w:val="0"/>
                  <w:marRight w:val="0"/>
                  <w:marTop w:val="0"/>
                  <w:marBottom w:val="0"/>
                  <w:divBdr>
                    <w:top w:val="none" w:sz="0" w:space="0" w:color="auto"/>
                    <w:left w:val="none" w:sz="0" w:space="0" w:color="auto"/>
                    <w:bottom w:val="none" w:sz="0" w:space="0" w:color="auto"/>
                    <w:right w:val="none" w:sz="0" w:space="0" w:color="auto"/>
                  </w:divBdr>
                </w:div>
              </w:divsChild>
            </w:div>
            <w:div w:id="1255944005">
              <w:marLeft w:val="0"/>
              <w:marRight w:val="0"/>
              <w:marTop w:val="0"/>
              <w:marBottom w:val="0"/>
              <w:divBdr>
                <w:top w:val="none" w:sz="0" w:space="0" w:color="auto"/>
                <w:left w:val="none" w:sz="0" w:space="0" w:color="auto"/>
                <w:bottom w:val="none" w:sz="0" w:space="0" w:color="auto"/>
                <w:right w:val="none" w:sz="0" w:space="0" w:color="auto"/>
              </w:divBdr>
              <w:divsChild>
                <w:div w:id="359626702">
                  <w:marLeft w:val="0"/>
                  <w:marRight w:val="0"/>
                  <w:marTop w:val="0"/>
                  <w:marBottom w:val="0"/>
                  <w:divBdr>
                    <w:top w:val="none" w:sz="0" w:space="0" w:color="auto"/>
                    <w:left w:val="none" w:sz="0" w:space="0" w:color="auto"/>
                    <w:bottom w:val="none" w:sz="0" w:space="0" w:color="auto"/>
                    <w:right w:val="none" w:sz="0" w:space="0" w:color="auto"/>
                  </w:divBdr>
                </w:div>
              </w:divsChild>
            </w:div>
            <w:div w:id="1462966285">
              <w:marLeft w:val="0"/>
              <w:marRight w:val="0"/>
              <w:marTop w:val="0"/>
              <w:marBottom w:val="0"/>
              <w:divBdr>
                <w:top w:val="none" w:sz="0" w:space="0" w:color="auto"/>
                <w:left w:val="none" w:sz="0" w:space="0" w:color="auto"/>
                <w:bottom w:val="none" w:sz="0" w:space="0" w:color="auto"/>
                <w:right w:val="none" w:sz="0" w:space="0" w:color="auto"/>
              </w:divBdr>
              <w:divsChild>
                <w:div w:id="1540389128">
                  <w:marLeft w:val="0"/>
                  <w:marRight w:val="0"/>
                  <w:marTop w:val="0"/>
                  <w:marBottom w:val="0"/>
                  <w:divBdr>
                    <w:top w:val="none" w:sz="0" w:space="0" w:color="auto"/>
                    <w:left w:val="none" w:sz="0" w:space="0" w:color="auto"/>
                    <w:bottom w:val="none" w:sz="0" w:space="0" w:color="auto"/>
                    <w:right w:val="none" w:sz="0" w:space="0" w:color="auto"/>
                  </w:divBdr>
                </w:div>
              </w:divsChild>
            </w:div>
            <w:div w:id="1576670308">
              <w:marLeft w:val="0"/>
              <w:marRight w:val="0"/>
              <w:marTop w:val="0"/>
              <w:marBottom w:val="0"/>
              <w:divBdr>
                <w:top w:val="none" w:sz="0" w:space="0" w:color="auto"/>
                <w:left w:val="none" w:sz="0" w:space="0" w:color="auto"/>
                <w:bottom w:val="none" w:sz="0" w:space="0" w:color="auto"/>
                <w:right w:val="none" w:sz="0" w:space="0" w:color="auto"/>
              </w:divBdr>
              <w:divsChild>
                <w:div w:id="467938970">
                  <w:marLeft w:val="0"/>
                  <w:marRight w:val="0"/>
                  <w:marTop w:val="0"/>
                  <w:marBottom w:val="0"/>
                  <w:divBdr>
                    <w:top w:val="none" w:sz="0" w:space="0" w:color="auto"/>
                    <w:left w:val="none" w:sz="0" w:space="0" w:color="auto"/>
                    <w:bottom w:val="none" w:sz="0" w:space="0" w:color="auto"/>
                    <w:right w:val="none" w:sz="0" w:space="0" w:color="auto"/>
                  </w:divBdr>
                </w:div>
              </w:divsChild>
            </w:div>
            <w:div w:id="1988515266">
              <w:marLeft w:val="0"/>
              <w:marRight w:val="0"/>
              <w:marTop w:val="0"/>
              <w:marBottom w:val="0"/>
              <w:divBdr>
                <w:top w:val="none" w:sz="0" w:space="0" w:color="auto"/>
                <w:left w:val="none" w:sz="0" w:space="0" w:color="auto"/>
                <w:bottom w:val="none" w:sz="0" w:space="0" w:color="auto"/>
                <w:right w:val="none" w:sz="0" w:space="0" w:color="auto"/>
              </w:divBdr>
              <w:divsChild>
                <w:div w:id="1109617568">
                  <w:marLeft w:val="0"/>
                  <w:marRight w:val="0"/>
                  <w:marTop w:val="0"/>
                  <w:marBottom w:val="0"/>
                  <w:divBdr>
                    <w:top w:val="none" w:sz="0" w:space="0" w:color="auto"/>
                    <w:left w:val="none" w:sz="0" w:space="0" w:color="auto"/>
                    <w:bottom w:val="none" w:sz="0" w:space="0" w:color="auto"/>
                    <w:right w:val="none" w:sz="0" w:space="0" w:color="auto"/>
                  </w:divBdr>
                </w:div>
              </w:divsChild>
            </w:div>
            <w:div w:id="2131627753">
              <w:marLeft w:val="0"/>
              <w:marRight w:val="0"/>
              <w:marTop w:val="0"/>
              <w:marBottom w:val="0"/>
              <w:divBdr>
                <w:top w:val="none" w:sz="0" w:space="0" w:color="auto"/>
                <w:left w:val="none" w:sz="0" w:space="0" w:color="auto"/>
                <w:bottom w:val="none" w:sz="0" w:space="0" w:color="auto"/>
                <w:right w:val="none" w:sz="0" w:space="0" w:color="auto"/>
              </w:divBdr>
              <w:divsChild>
                <w:div w:id="12200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10508">
      <w:bodyDiv w:val="1"/>
      <w:marLeft w:val="0"/>
      <w:marRight w:val="0"/>
      <w:marTop w:val="0"/>
      <w:marBottom w:val="0"/>
      <w:divBdr>
        <w:top w:val="none" w:sz="0" w:space="0" w:color="auto"/>
        <w:left w:val="none" w:sz="0" w:space="0" w:color="auto"/>
        <w:bottom w:val="none" w:sz="0" w:space="0" w:color="auto"/>
        <w:right w:val="none" w:sz="0" w:space="0" w:color="auto"/>
      </w:divBdr>
      <w:divsChild>
        <w:div w:id="739520615">
          <w:marLeft w:val="0"/>
          <w:marRight w:val="0"/>
          <w:marTop w:val="0"/>
          <w:marBottom w:val="0"/>
          <w:divBdr>
            <w:top w:val="none" w:sz="0" w:space="0" w:color="auto"/>
            <w:left w:val="none" w:sz="0" w:space="0" w:color="auto"/>
            <w:bottom w:val="none" w:sz="0" w:space="0" w:color="auto"/>
            <w:right w:val="none" w:sz="0" w:space="0" w:color="auto"/>
          </w:divBdr>
        </w:div>
        <w:div w:id="1021778509">
          <w:marLeft w:val="0"/>
          <w:marRight w:val="0"/>
          <w:marTop w:val="0"/>
          <w:marBottom w:val="0"/>
          <w:divBdr>
            <w:top w:val="none" w:sz="0" w:space="0" w:color="auto"/>
            <w:left w:val="none" w:sz="0" w:space="0" w:color="auto"/>
            <w:bottom w:val="none" w:sz="0" w:space="0" w:color="auto"/>
            <w:right w:val="none" w:sz="0" w:space="0" w:color="auto"/>
          </w:divBdr>
        </w:div>
        <w:div w:id="1208107629">
          <w:marLeft w:val="0"/>
          <w:marRight w:val="0"/>
          <w:marTop w:val="0"/>
          <w:marBottom w:val="0"/>
          <w:divBdr>
            <w:top w:val="none" w:sz="0" w:space="0" w:color="auto"/>
            <w:left w:val="none" w:sz="0" w:space="0" w:color="auto"/>
            <w:bottom w:val="none" w:sz="0" w:space="0" w:color="auto"/>
            <w:right w:val="none" w:sz="0" w:space="0" w:color="auto"/>
          </w:divBdr>
        </w:div>
        <w:div w:id="1933776685">
          <w:marLeft w:val="0"/>
          <w:marRight w:val="0"/>
          <w:marTop w:val="0"/>
          <w:marBottom w:val="0"/>
          <w:divBdr>
            <w:top w:val="none" w:sz="0" w:space="0" w:color="auto"/>
            <w:left w:val="none" w:sz="0" w:space="0" w:color="auto"/>
            <w:bottom w:val="none" w:sz="0" w:space="0" w:color="auto"/>
            <w:right w:val="none" w:sz="0" w:space="0" w:color="auto"/>
          </w:divBdr>
        </w:div>
        <w:div w:id="2074310956">
          <w:marLeft w:val="0"/>
          <w:marRight w:val="0"/>
          <w:marTop w:val="0"/>
          <w:marBottom w:val="0"/>
          <w:divBdr>
            <w:top w:val="none" w:sz="0" w:space="0" w:color="auto"/>
            <w:left w:val="none" w:sz="0" w:space="0" w:color="auto"/>
            <w:bottom w:val="none" w:sz="0" w:space="0" w:color="auto"/>
            <w:right w:val="none" w:sz="0" w:space="0" w:color="auto"/>
          </w:divBdr>
        </w:div>
        <w:div w:id="2121874495">
          <w:marLeft w:val="0"/>
          <w:marRight w:val="0"/>
          <w:marTop w:val="0"/>
          <w:marBottom w:val="0"/>
          <w:divBdr>
            <w:top w:val="none" w:sz="0" w:space="0" w:color="auto"/>
            <w:left w:val="none" w:sz="0" w:space="0" w:color="auto"/>
            <w:bottom w:val="none" w:sz="0" w:space="0" w:color="auto"/>
            <w:right w:val="none" w:sz="0" w:space="0" w:color="auto"/>
          </w:divBdr>
        </w:div>
        <w:div w:id="2138836243">
          <w:marLeft w:val="0"/>
          <w:marRight w:val="0"/>
          <w:marTop w:val="0"/>
          <w:marBottom w:val="0"/>
          <w:divBdr>
            <w:top w:val="none" w:sz="0" w:space="0" w:color="auto"/>
            <w:left w:val="none" w:sz="0" w:space="0" w:color="auto"/>
            <w:bottom w:val="none" w:sz="0" w:space="0" w:color="auto"/>
            <w:right w:val="none" w:sz="0" w:space="0" w:color="auto"/>
          </w:divBdr>
        </w:div>
      </w:divsChild>
    </w:div>
    <w:div w:id="681783318">
      <w:bodyDiv w:val="1"/>
      <w:marLeft w:val="0"/>
      <w:marRight w:val="0"/>
      <w:marTop w:val="0"/>
      <w:marBottom w:val="0"/>
      <w:divBdr>
        <w:top w:val="none" w:sz="0" w:space="0" w:color="auto"/>
        <w:left w:val="none" w:sz="0" w:space="0" w:color="auto"/>
        <w:bottom w:val="none" w:sz="0" w:space="0" w:color="auto"/>
        <w:right w:val="none" w:sz="0" w:space="0" w:color="auto"/>
      </w:divBdr>
      <w:divsChild>
        <w:div w:id="238369977">
          <w:marLeft w:val="0"/>
          <w:marRight w:val="0"/>
          <w:marTop w:val="0"/>
          <w:marBottom w:val="0"/>
          <w:divBdr>
            <w:top w:val="none" w:sz="0" w:space="0" w:color="auto"/>
            <w:left w:val="none" w:sz="0" w:space="0" w:color="auto"/>
            <w:bottom w:val="none" w:sz="0" w:space="0" w:color="auto"/>
            <w:right w:val="none" w:sz="0" w:space="0" w:color="auto"/>
          </w:divBdr>
        </w:div>
        <w:div w:id="481775985">
          <w:marLeft w:val="0"/>
          <w:marRight w:val="0"/>
          <w:marTop w:val="0"/>
          <w:marBottom w:val="0"/>
          <w:divBdr>
            <w:top w:val="none" w:sz="0" w:space="0" w:color="auto"/>
            <w:left w:val="none" w:sz="0" w:space="0" w:color="auto"/>
            <w:bottom w:val="none" w:sz="0" w:space="0" w:color="auto"/>
            <w:right w:val="none" w:sz="0" w:space="0" w:color="auto"/>
          </w:divBdr>
        </w:div>
        <w:div w:id="1105032110">
          <w:marLeft w:val="0"/>
          <w:marRight w:val="0"/>
          <w:marTop w:val="0"/>
          <w:marBottom w:val="0"/>
          <w:divBdr>
            <w:top w:val="none" w:sz="0" w:space="0" w:color="auto"/>
            <w:left w:val="none" w:sz="0" w:space="0" w:color="auto"/>
            <w:bottom w:val="none" w:sz="0" w:space="0" w:color="auto"/>
            <w:right w:val="none" w:sz="0" w:space="0" w:color="auto"/>
          </w:divBdr>
        </w:div>
        <w:div w:id="1684475637">
          <w:marLeft w:val="0"/>
          <w:marRight w:val="0"/>
          <w:marTop w:val="0"/>
          <w:marBottom w:val="0"/>
          <w:divBdr>
            <w:top w:val="none" w:sz="0" w:space="0" w:color="auto"/>
            <w:left w:val="none" w:sz="0" w:space="0" w:color="auto"/>
            <w:bottom w:val="none" w:sz="0" w:space="0" w:color="auto"/>
            <w:right w:val="none" w:sz="0" w:space="0" w:color="auto"/>
          </w:divBdr>
        </w:div>
        <w:div w:id="1752386684">
          <w:marLeft w:val="0"/>
          <w:marRight w:val="0"/>
          <w:marTop w:val="0"/>
          <w:marBottom w:val="0"/>
          <w:divBdr>
            <w:top w:val="none" w:sz="0" w:space="0" w:color="auto"/>
            <w:left w:val="none" w:sz="0" w:space="0" w:color="auto"/>
            <w:bottom w:val="none" w:sz="0" w:space="0" w:color="auto"/>
            <w:right w:val="none" w:sz="0" w:space="0" w:color="auto"/>
          </w:divBdr>
        </w:div>
        <w:div w:id="1772503991">
          <w:marLeft w:val="0"/>
          <w:marRight w:val="0"/>
          <w:marTop w:val="0"/>
          <w:marBottom w:val="0"/>
          <w:divBdr>
            <w:top w:val="none" w:sz="0" w:space="0" w:color="auto"/>
            <w:left w:val="none" w:sz="0" w:space="0" w:color="auto"/>
            <w:bottom w:val="none" w:sz="0" w:space="0" w:color="auto"/>
            <w:right w:val="none" w:sz="0" w:space="0" w:color="auto"/>
          </w:divBdr>
        </w:div>
        <w:div w:id="1960795235">
          <w:marLeft w:val="0"/>
          <w:marRight w:val="0"/>
          <w:marTop w:val="0"/>
          <w:marBottom w:val="0"/>
          <w:divBdr>
            <w:top w:val="none" w:sz="0" w:space="0" w:color="auto"/>
            <w:left w:val="none" w:sz="0" w:space="0" w:color="auto"/>
            <w:bottom w:val="none" w:sz="0" w:space="0" w:color="auto"/>
            <w:right w:val="none" w:sz="0" w:space="0" w:color="auto"/>
          </w:divBdr>
        </w:div>
      </w:divsChild>
    </w:div>
    <w:div w:id="708840518">
      <w:bodyDiv w:val="1"/>
      <w:marLeft w:val="0"/>
      <w:marRight w:val="0"/>
      <w:marTop w:val="0"/>
      <w:marBottom w:val="0"/>
      <w:divBdr>
        <w:top w:val="none" w:sz="0" w:space="0" w:color="auto"/>
        <w:left w:val="none" w:sz="0" w:space="0" w:color="auto"/>
        <w:bottom w:val="none" w:sz="0" w:space="0" w:color="auto"/>
        <w:right w:val="none" w:sz="0" w:space="0" w:color="auto"/>
      </w:divBdr>
      <w:divsChild>
        <w:div w:id="790898315">
          <w:marLeft w:val="0"/>
          <w:marRight w:val="0"/>
          <w:marTop w:val="0"/>
          <w:marBottom w:val="0"/>
          <w:divBdr>
            <w:top w:val="none" w:sz="0" w:space="0" w:color="auto"/>
            <w:left w:val="none" w:sz="0" w:space="0" w:color="auto"/>
            <w:bottom w:val="none" w:sz="0" w:space="0" w:color="auto"/>
            <w:right w:val="none" w:sz="0" w:space="0" w:color="auto"/>
          </w:divBdr>
        </w:div>
        <w:div w:id="1034421671">
          <w:marLeft w:val="0"/>
          <w:marRight w:val="0"/>
          <w:marTop w:val="0"/>
          <w:marBottom w:val="0"/>
          <w:divBdr>
            <w:top w:val="none" w:sz="0" w:space="0" w:color="auto"/>
            <w:left w:val="none" w:sz="0" w:space="0" w:color="auto"/>
            <w:bottom w:val="none" w:sz="0" w:space="0" w:color="auto"/>
            <w:right w:val="none" w:sz="0" w:space="0" w:color="auto"/>
          </w:divBdr>
        </w:div>
        <w:div w:id="1120879470">
          <w:marLeft w:val="0"/>
          <w:marRight w:val="0"/>
          <w:marTop w:val="0"/>
          <w:marBottom w:val="0"/>
          <w:divBdr>
            <w:top w:val="none" w:sz="0" w:space="0" w:color="auto"/>
            <w:left w:val="none" w:sz="0" w:space="0" w:color="auto"/>
            <w:bottom w:val="none" w:sz="0" w:space="0" w:color="auto"/>
            <w:right w:val="none" w:sz="0" w:space="0" w:color="auto"/>
          </w:divBdr>
        </w:div>
        <w:div w:id="1673334214">
          <w:marLeft w:val="0"/>
          <w:marRight w:val="0"/>
          <w:marTop w:val="0"/>
          <w:marBottom w:val="0"/>
          <w:divBdr>
            <w:top w:val="none" w:sz="0" w:space="0" w:color="auto"/>
            <w:left w:val="none" w:sz="0" w:space="0" w:color="auto"/>
            <w:bottom w:val="none" w:sz="0" w:space="0" w:color="auto"/>
            <w:right w:val="none" w:sz="0" w:space="0" w:color="auto"/>
          </w:divBdr>
        </w:div>
        <w:div w:id="1941834869">
          <w:marLeft w:val="0"/>
          <w:marRight w:val="0"/>
          <w:marTop w:val="0"/>
          <w:marBottom w:val="0"/>
          <w:divBdr>
            <w:top w:val="none" w:sz="0" w:space="0" w:color="auto"/>
            <w:left w:val="none" w:sz="0" w:space="0" w:color="auto"/>
            <w:bottom w:val="none" w:sz="0" w:space="0" w:color="auto"/>
            <w:right w:val="none" w:sz="0" w:space="0" w:color="auto"/>
          </w:divBdr>
        </w:div>
        <w:div w:id="2047286836">
          <w:marLeft w:val="0"/>
          <w:marRight w:val="0"/>
          <w:marTop w:val="0"/>
          <w:marBottom w:val="0"/>
          <w:divBdr>
            <w:top w:val="none" w:sz="0" w:space="0" w:color="auto"/>
            <w:left w:val="none" w:sz="0" w:space="0" w:color="auto"/>
            <w:bottom w:val="none" w:sz="0" w:space="0" w:color="auto"/>
            <w:right w:val="none" w:sz="0" w:space="0" w:color="auto"/>
          </w:divBdr>
        </w:div>
        <w:div w:id="2119716931">
          <w:marLeft w:val="0"/>
          <w:marRight w:val="0"/>
          <w:marTop w:val="0"/>
          <w:marBottom w:val="0"/>
          <w:divBdr>
            <w:top w:val="none" w:sz="0" w:space="0" w:color="auto"/>
            <w:left w:val="none" w:sz="0" w:space="0" w:color="auto"/>
            <w:bottom w:val="none" w:sz="0" w:space="0" w:color="auto"/>
            <w:right w:val="none" w:sz="0" w:space="0" w:color="auto"/>
          </w:divBdr>
        </w:div>
      </w:divsChild>
    </w:div>
    <w:div w:id="775367717">
      <w:bodyDiv w:val="1"/>
      <w:marLeft w:val="0"/>
      <w:marRight w:val="0"/>
      <w:marTop w:val="0"/>
      <w:marBottom w:val="0"/>
      <w:divBdr>
        <w:top w:val="none" w:sz="0" w:space="0" w:color="auto"/>
        <w:left w:val="none" w:sz="0" w:space="0" w:color="auto"/>
        <w:bottom w:val="none" w:sz="0" w:space="0" w:color="auto"/>
        <w:right w:val="none" w:sz="0" w:space="0" w:color="auto"/>
      </w:divBdr>
    </w:div>
    <w:div w:id="852110327">
      <w:bodyDiv w:val="1"/>
      <w:marLeft w:val="0"/>
      <w:marRight w:val="0"/>
      <w:marTop w:val="0"/>
      <w:marBottom w:val="0"/>
      <w:divBdr>
        <w:top w:val="none" w:sz="0" w:space="0" w:color="auto"/>
        <w:left w:val="none" w:sz="0" w:space="0" w:color="auto"/>
        <w:bottom w:val="none" w:sz="0" w:space="0" w:color="auto"/>
        <w:right w:val="none" w:sz="0" w:space="0" w:color="auto"/>
      </w:divBdr>
      <w:divsChild>
        <w:div w:id="269432778">
          <w:marLeft w:val="0"/>
          <w:marRight w:val="0"/>
          <w:marTop w:val="0"/>
          <w:marBottom w:val="0"/>
          <w:divBdr>
            <w:top w:val="none" w:sz="0" w:space="0" w:color="auto"/>
            <w:left w:val="none" w:sz="0" w:space="0" w:color="auto"/>
            <w:bottom w:val="none" w:sz="0" w:space="0" w:color="auto"/>
            <w:right w:val="none" w:sz="0" w:space="0" w:color="auto"/>
          </w:divBdr>
        </w:div>
        <w:div w:id="661349836">
          <w:marLeft w:val="0"/>
          <w:marRight w:val="0"/>
          <w:marTop w:val="0"/>
          <w:marBottom w:val="0"/>
          <w:divBdr>
            <w:top w:val="none" w:sz="0" w:space="0" w:color="auto"/>
            <w:left w:val="none" w:sz="0" w:space="0" w:color="auto"/>
            <w:bottom w:val="none" w:sz="0" w:space="0" w:color="auto"/>
            <w:right w:val="none" w:sz="0" w:space="0" w:color="auto"/>
          </w:divBdr>
        </w:div>
        <w:div w:id="717358387">
          <w:marLeft w:val="0"/>
          <w:marRight w:val="0"/>
          <w:marTop w:val="0"/>
          <w:marBottom w:val="0"/>
          <w:divBdr>
            <w:top w:val="none" w:sz="0" w:space="0" w:color="auto"/>
            <w:left w:val="none" w:sz="0" w:space="0" w:color="auto"/>
            <w:bottom w:val="none" w:sz="0" w:space="0" w:color="auto"/>
            <w:right w:val="none" w:sz="0" w:space="0" w:color="auto"/>
          </w:divBdr>
        </w:div>
        <w:div w:id="1343388625">
          <w:marLeft w:val="0"/>
          <w:marRight w:val="0"/>
          <w:marTop w:val="0"/>
          <w:marBottom w:val="0"/>
          <w:divBdr>
            <w:top w:val="none" w:sz="0" w:space="0" w:color="auto"/>
            <w:left w:val="none" w:sz="0" w:space="0" w:color="auto"/>
            <w:bottom w:val="none" w:sz="0" w:space="0" w:color="auto"/>
            <w:right w:val="none" w:sz="0" w:space="0" w:color="auto"/>
          </w:divBdr>
        </w:div>
        <w:div w:id="1440562404">
          <w:marLeft w:val="0"/>
          <w:marRight w:val="0"/>
          <w:marTop w:val="0"/>
          <w:marBottom w:val="0"/>
          <w:divBdr>
            <w:top w:val="none" w:sz="0" w:space="0" w:color="auto"/>
            <w:left w:val="none" w:sz="0" w:space="0" w:color="auto"/>
            <w:bottom w:val="none" w:sz="0" w:space="0" w:color="auto"/>
            <w:right w:val="none" w:sz="0" w:space="0" w:color="auto"/>
          </w:divBdr>
        </w:div>
        <w:div w:id="1511213948">
          <w:marLeft w:val="0"/>
          <w:marRight w:val="0"/>
          <w:marTop w:val="0"/>
          <w:marBottom w:val="0"/>
          <w:divBdr>
            <w:top w:val="none" w:sz="0" w:space="0" w:color="auto"/>
            <w:left w:val="none" w:sz="0" w:space="0" w:color="auto"/>
            <w:bottom w:val="none" w:sz="0" w:space="0" w:color="auto"/>
            <w:right w:val="none" w:sz="0" w:space="0" w:color="auto"/>
          </w:divBdr>
        </w:div>
        <w:div w:id="1591544717">
          <w:marLeft w:val="0"/>
          <w:marRight w:val="0"/>
          <w:marTop w:val="0"/>
          <w:marBottom w:val="0"/>
          <w:divBdr>
            <w:top w:val="none" w:sz="0" w:space="0" w:color="auto"/>
            <w:left w:val="none" w:sz="0" w:space="0" w:color="auto"/>
            <w:bottom w:val="none" w:sz="0" w:space="0" w:color="auto"/>
            <w:right w:val="none" w:sz="0" w:space="0" w:color="auto"/>
          </w:divBdr>
        </w:div>
        <w:div w:id="1711565349">
          <w:marLeft w:val="0"/>
          <w:marRight w:val="0"/>
          <w:marTop w:val="0"/>
          <w:marBottom w:val="0"/>
          <w:divBdr>
            <w:top w:val="none" w:sz="0" w:space="0" w:color="auto"/>
            <w:left w:val="none" w:sz="0" w:space="0" w:color="auto"/>
            <w:bottom w:val="none" w:sz="0" w:space="0" w:color="auto"/>
            <w:right w:val="none" w:sz="0" w:space="0" w:color="auto"/>
          </w:divBdr>
        </w:div>
        <w:div w:id="2117359311">
          <w:marLeft w:val="0"/>
          <w:marRight w:val="0"/>
          <w:marTop w:val="0"/>
          <w:marBottom w:val="0"/>
          <w:divBdr>
            <w:top w:val="none" w:sz="0" w:space="0" w:color="auto"/>
            <w:left w:val="none" w:sz="0" w:space="0" w:color="auto"/>
            <w:bottom w:val="none" w:sz="0" w:space="0" w:color="auto"/>
            <w:right w:val="none" w:sz="0" w:space="0" w:color="auto"/>
          </w:divBdr>
        </w:div>
      </w:divsChild>
    </w:div>
    <w:div w:id="1206141431">
      <w:bodyDiv w:val="1"/>
      <w:marLeft w:val="0"/>
      <w:marRight w:val="0"/>
      <w:marTop w:val="0"/>
      <w:marBottom w:val="0"/>
      <w:divBdr>
        <w:top w:val="none" w:sz="0" w:space="0" w:color="auto"/>
        <w:left w:val="none" w:sz="0" w:space="0" w:color="auto"/>
        <w:bottom w:val="none" w:sz="0" w:space="0" w:color="auto"/>
        <w:right w:val="none" w:sz="0" w:space="0" w:color="auto"/>
      </w:divBdr>
      <w:divsChild>
        <w:div w:id="549193784">
          <w:marLeft w:val="-75"/>
          <w:marRight w:val="0"/>
          <w:marTop w:val="30"/>
          <w:marBottom w:val="30"/>
          <w:divBdr>
            <w:top w:val="none" w:sz="0" w:space="0" w:color="auto"/>
            <w:left w:val="none" w:sz="0" w:space="0" w:color="auto"/>
            <w:bottom w:val="none" w:sz="0" w:space="0" w:color="auto"/>
            <w:right w:val="none" w:sz="0" w:space="0" w:color="auto"/>
          </w:divBdr>
          <w:divsChild>
            <w:div w:id="61148809">
              <w:marLeft w:val="0"/>
              <w:marRight w:val="0"/>
              <w:marTop w:val="0"/>
              <w:marBottom w:val="0"/>
              <w:divBdr>
                <w:top w:val="none" w:sz="0" w:space="0" w:color="auto"/>
                <w:left w:val="none" w:sz="0" w:space="0" w:color="auto"/>
                <w:bottom w:val="none" w:sz="0" w:space="0" w:color="auto"/>
                <w:right w:val="none" w:sz="0" w:space="0" w:color="auto"/>
              </w:divBdr>
              <w:divsChild>
                <w:div w:id="881208500">
                  <w:marLeft w:val="0"/>
                  <w:marRight w:val="0"/>
                  <w:marTop w:val="0"/>
                  <w:marBottom w:val="0"/>
                  <w:divBdr>
                    <w:top w:val="none" w:sz="0" w:space="0" w:color="auto"/>
                    <w:left w:val="none" w:sz="0" w:space="0" w:color="auto"/>
                    <w:bottom w:val="none" w:sz="0" w:space="0" w:color="auto"/>
                    <w:right w:val="none" w:sz="0" w:space="0" w:color="auto"/>
                  </w:divBdr>
                </w:div>
              </w:divsChild>
            </w:div>
            <w:div w:id="105199306">
              <w:marLeft w:val="0"/>
              <w:marRight w:val="0"/>
              <w:marTop w:val="0"/>
              <w:marBottom w:val="0"/>
              <w:divBdr>
                <w:top w:val="none" w:sz="0" w:space="0" w:color="auto"/>
                <w:left w:val="none" w:sz="0" w:space="0" w:color="auto"/>
                <w:bottom w:val="none" w:sz="0" w:space="0" w:color="auto"/>
                <w:right w:val="none" w:sz="0" w:space="0" w:color="auto"/>
              </w:divBdr>
              <w:divsChild>
                <w:div w:id="642546978">
                  <w:marLeft w:val="0"/>
                  <w:marRight w:val="0"/>
                  <w:marTop w:val="0"/>
                  <w:marBottom w:val="0"/>
                  <w:divBdr>
                    <w:top w:val="none" w:sz="0" w:space="0" w:color="auto"/>
                    <w:left w:val="none" w:sz="0" w:space="0" w:color="auto"/>
                    <w:bottom w:val="none" w:sz="0" w:space="0" w:color="auto"/>
                    <w:right w:val="none" w:sz="0" w:space="0" w:color="auto"/>
                  </w:divBdr>
                </w:div>
                <w:div w:id="938757019">
                  <w:marLeft w:val="0"/>
                  <w:marRight w:val="0"/>
                  <w:marTop w:val="0"/>
                  <w:marBottom w:val="0"/>
                  <w:divBdr>
                    <w:top w:val="none" w:sz="0" w:space="0" w:color="auto"/>
                    <w:left w:val="none" w:sz="0" w:space="0" w:color="auto"/>
                    <w:bottom w:val="none" w:sz="0" w:space="0" w:color="auto"/>
                    <w:right w:val="none" w:sz="0" w:space="0" w:color="auto"/>
                  </w:divBdr>
                </w:div>
              </w:divsChild>
            </w:div>
            <w:div w:id="275719477">
              <w:marLeft w:val="0"/>
              <w:marRight w:val="0"/>
              <w:marTop w:val="0"/>
              <w:marBottom w:val="0"/>
              <w:divBdr>
                <w:top w:val="none" w:sz="0" w:space="0" w:color="auto"/>
                <w:left w:val="none" w:sz="0" w:space="0" w:color="auto"/>
                <w:bottom w:val="none" w:sz="0" w:space="0" w:color="auto"/>
                <w:right w:val="none" w:sz="0" w:space="0" w:color="auto"/>
              </w:divBdr>
              <w:divsChild>
                <w:div w:id="1758941597">
                  <w:marLeft w:val="0"/>
                  <w:marRight w:val="0"/>
                  <w:marTop w:val="0"/>
                  <w:marBottom w:val="0"/>
                  <w:divBdr>
                    <w:top w:val="none" w:sz="0" w:space="0" w:color="auto"/>
                    <w:left w:val="none" w:sz="0" w:space="0" w:color="auto"/>
                    <w:bottom w:val="none" w:sz="0" w:space="0" w:color="auto"/>
                    <w:right w:val="none" w:sz="0" w:space="0" w:color="auto"/>
                  </w:divBdr>
                </w:div>
              </w:divsChild>
            </w:div>
            <w:div w:id="472217546">
              <w:marLeft w:val="0"/>
              <w:marRight w:val="0"/>
              <w:marTop w:val="0"/>
              <w:marBottom w:val="0"/>
              <w:divBdr>
                <w:top w:val="none" w:sz="0" w:space="0" w:color="auto"/>
                <w:left w:val="none" w:sz="0" w:space="0" w:color="auto"/>
                <w:bottom w:val="none" w:sz="0" w:space="0" w:color="auto"/>
                <w:right w:val="none" w:sz="0" w:space="0" w:color="auto"/>
              </w:divBdr>
              <w:divsChild>
                <w:div w:id="873733680">
                  <w:marLeft w:val="0"/>
                  <w:marRight w:val="0"/>
                  <w:marTop w:val="0"/>
                  <w:marBottom w:val="0"/>
                  <w:divBdr>
                    <w:top w:val="none" w:sz="0" w:space="0" w:color="auto"/>
                    <w:left w:val="none" w:sz="0" w:space="0" w:color="auto"/>
                    <w:bottom w:val="none" w:sz="0" w:space="0" w:color="auto"/>
                    <w:right w:val="none" w:sz="0" w:space="0" w:color="auto"/>
                  </w:divBdr>
                </w:div>
              </w:divsChild>
            </w:div>
            <w:div w:id="824932744">
              <w:marLeft w:val="0"/>
              <w:marRight w:val="0"/>
              <w:marTop w:val="0"/>
              <w:marBottom w:val="0"/>
              <w:divBdr>
                <w:top w:val="none" w:sz="0" w:space="0" w:color="auto"/>
                <w:left w:val="none" w:sz="0" w:space="0" w:color="auto"/>
                <w:bottom w:val="none" w:sz="0" w:space="0" w:color="auto"/>
                <w:right w:val="none" w:sz="0" w:space="0" w:color="auto"/>
              </w:divBdr>
              <w:divsChild>
                <w:div w:id="1774088655">
                  <w:marLeft w:val="0"/>
                  <w:marRight w:val="0"/>
                  <w:marTop w:val="0"/>
                  <w:marBottom w:val="0"/>
                  <w:divBdr>
                    <w:top w:val="none" w:sz="0" w:space="0" w:color="auto"/>
                    <w:left w:val="none" w:sz="0" w:space="0" w:color="auto"/>
                    <w:bottom w:val="none" w:sz="0" w:space="0" w:color="auto"/>
                    <w:right w:val="none" w:sz="0" w:space="0" w:color="auto"/>
                  </w:divBdr>
                </w:div>
              </w:divsChild>
            </w:div>
            <w:div w:id="1000504551">
              <w:marLeft w:val="0"/>
              <w:marRight w:val="0"/>
              <w:marTop w:val="0"/>
              <w:marBottom w:val="0"/>
              <w:divBdr>
                <w:top w:val="none" w:sz="0" w:space="0" w:color="auto"/>
                <w:left w:val="none" w:sz="0" w:space="0" w:color="auto"/>
                <w:bottom w:val="none" w:sz="0" w:space="0" w:color="auto"/>
                <w:right w:val="none" w:sz="0" w:space="0" w:color="auto"/>
              </w:divBdr>
              <w:divsChild>
                <w:div w:id="302321723">
                  <w:marLeft w:val="0"/>
                  <w:marRight w:val="0"/>
                  <w:marTop w:val="0"/>
                  <w:marBottom w:val="0"/>
                  <w:divBdr>
                    <w:top w:val="none" w:sz="0" w:space="0" w:color="auto"/>
                    <w:left w:val="none" w:sz="0" w:space="0" w:color="auto"/>
                    <w:bottom w:val="none" w:sz="0" w:space="0" w:color="auto"/>
                    <w:right w:val="none" w:sz="0" w:space="0" w:color="auto"/>
                  </w:divBdr>
                </w:div>
              </w:divsChild>
            </w:div>
            <w:div w:id="1286812856">
              <w:marLeft w:val="0"/>
              <w:marRight w:val="0"/>
              <w:marTop w:val="0"/>
              <w:marBottom w:val="0"/>
              <w:divBdr>
                <w:top w:val="none" w:sz="0" w:space="0" w:color="auto"/>
                <w:left w:val="none" w:sz="0" w:space="0" w:color="auto"/>
                <w:bottom w:val="none" w:sz="0" w:space="0" w:color="auto"/>
                <w:right w:val="none" w:sz="0" w:space="0" w:color="auto"/>
              </w:divBdr>
              <w:divsChild>
                <w:div w:id="1256207422">
                  <w:marLeft w:val="0"/>
                  <w:marRight w:val="0"/>
                  <w:marTop w:val="0"/>
                  <w:marBottom w:val="0"/>
                  <w:divBdr>
                    <w:top w:val="none" w:sz="0" w:space="0" w:color="auto"/>
                    <w:left w:val="none" w:sz="0" w:space="0" w:color="auto"/>
                    <w:bottom w:val="none" w:sz="0" w:space="0" w:color="auto"/>
                    <w:right w:val="none" w:sz="0" w:space="0" w:color="auto"/>
                  </w:divBdr>
                </w:div>
              </w:divsChild>
            </w:div>
            <w:div w:id="1479376428">
              <w:marLeft w:val="0"/>
              <w:marRight w:val="0"/>
              <w:marTop w:val="0"/>
              <w:marBottom w:val="0"/>
              <w:divBdr>
                <w:top w:val="none" w:sz="0" w:space="0" w:color="auto"/>
                <w:left w:val="none" w:sz="0" w:space="0" w:color="auto"/>
                <w:bottom w:val="none" w:sz="0" w:space="0" w:color="auto"/>
                <w:right w:val="none" w:sz="0" w:space="0" w:color="auto"/>
              </w:divBdr>
              <w:divsChild>
                <w:div w:id="1319787">
                  <w:marLeft w:val="0"/>
                  <w:marRight w:val="0"/>
                  <w:marTop w:val="0"/>
                  <w:marBottom w:val="0"/>
                  <w:divBdr>
                    <w:top w:val="none" w:sz="0" w:space="0" w:color="auto"/>
                    <w:left w:val="none" w:sz="0" w:space="0" w:color="auto"/>
                    <w:bottom w:val="none" w:sz="0" w:space="0" w:color="auto"/>
                    <w:right w:val="none" w:sz="0" w:space="0" w:color="auto"/>
                  </w:divBdr>
                </w:div>
              </w:divsChild>
            </w:div>
            <w:div w:id="1493250740">
              <w:marLeft w:val="0"/>
              <w:marRight w:val="0"/>
              <w:marTop w:val="0"/>
              <w:marBottom w:val="0"/>
              <w:divBdr>
                <w:top w:val="none" w:sz="0" w:space="0" w:color="auto"/>
                <w:left w:val="none" w:sz="0" w:space="0" w:color="auto"/>
                <w:bottom w:val="none" w:sz="0" w:space="0" w:color="auto"/>
                <w:right w:val="none" w:sz="0" w:space="0" w:color="auto"/>
              </w:divBdr>
              <w:divsChild>
                <w:div w:id="609316977">
                  <w:marLeft w:val="0"/>
                  <w:marRight w:val="0"/>
                  <w:marTop w:val="0"/>
                  <w:marBottom w:val="0"/>
                  <w:divBdr>
                    <w:top w:val="none" w:sz="0" w:space="0" w:color="auto"/>
                    <w:left w:val="none" w:sz="0" w:space="0" w:color="auto"/>
                    <w:bottom w:val="none" w:sz="0" w:space="0" w:color="auto"/>
                    <w:right w:val="none" w:sz="0" w:space="0" w:color="auto"/>
                  </w:divBdr>
                </w:div>
              </w:divsChild>
            </w:div>
            <w:div w:id="1598782100">
              <w:marLeft w:val="0"/>
              <w:marRight w:val="0"/>
              <w:marTop w:val="0"/>
              <w:marBottom w:val="0"/>
              <w:divBdr>
                <w:top w:val="none" w:sz="0" w:space="0" w:color="auto"/>
                <w:left w:val="none" w:sz="0" w:space="0" w:color="auto"/>
                <w:bottom w:val="none" w:sz="0" w:space="0" w:color="auto"/>
                <w:right w:val="none" w:sz="0" w:space="0" w:color="auto"/>
              </w:divBdr>
              <w:divsChild>
                <w:div w:id="1842743205">
                  <w:marLeft w:val="0"/>
                  <w:marRight w:val="0"/>
                  <w:marTop w:val="0"/>
                  <w:marBottom w:val="0"/>
                  <w:divBdr>
                    <w:top w:val="none" w:sz="0" w:space="0" w:color="auto"/>
                    <w:left w:val="none" w:sz="0" w:space="0" w:color="auto"/>
                    <w:bottom w:val="none" w:sz="0" w:space="0" w:color="auto"/>
                    <w:right w:val="none" w:sz="0" w:space="0" w:color="auto"/>
                  </w:divBdr>
                </w:div>
              </w:divsChild>
            </w:div>
            <w:div w:id="1838574482">
              <w:marLeft w:val="0"/>
              <w:marRight w:val="0"/>
              <w:marTop w:val="0"/>
              <w:marBottom w:val="0"/>
              <w:divBdr>
                <w:top w:val="none" w:sz="0" w:space="0" w:color="auto"/>
                <w:left w:val="none" w:sz="0" w:space="0" w:color="auto"/>
                <w:bottom w:val="none" w:sz="0" w:space="0" w:color="auto"/>
                <w:right w:val="none" w:sz="0" w:space="0" w:color="auto"/>
              </w:divBdr>
              <w:divsChild>
                <w:div w:id="462231283">
                  <w:marLeft w:val="0"/>
                  <w:marRight w:val="0"/>
                  <w:marTop w:val="0"/>
                  <w:marBottom w:val="0"/>
                  <w:divBdr>
                    <w:top w:val="none" w:sz="0" w:space="0" w:color="auto"/>
                    <w:left w:val="none" w:sz="0" w:space="0" w:color="auto"/>
                    <w:bottom w:val="none" w:sz="0" w:space="0" w:color="auto"/>
                    <w:right w:val="none" w:sz="0" w:space="0" w:color="auto"/>
                  </w:divBdr>
                </w:div>
              </w:divsChild>
            </w:div>
            <w:div w:id="1906377239">
              <w:marLeft w:val="0"/>
              <w:marRight w:val="0"/>
              <w:marTop w:val="0"/>
              <w:marBottom w:val="0"/>
              <w:divBdr>
                <w:top w:val="none" w:sz="0" w:space="0" w:color="auto"/>
                <w:left w:val="none" w:sz="0" w:space="0" w:color="auto"/>
                <w:bottom w:val="none" w:sz="0" w:space="0" w:color="auto"/>
                <w:right w:val="none" w:sz="0" w:space="0" w:color="auto"/>
              </w:divBdr>
              <w:divsChild>
                <w:div w:id="981814684">
                  <w:marLeft w:val="0"/>
                  <w:marRight w:val="0"/>
                  <w:marTop w:val="0"/>
                  <w:marBottom w:val="0"/>
                  <w:divBdr>
                    <w:top w:val="none" w:sz="0" w:space="0" w:color="auto"/>
                    <w:left w:val="none" w:sz="0" w:space="0" w:color="auto"/>
                    <w:bottom w:val="none" w:sz="0" w:space="0" w:color="auto"/>
                    <w:right w:val="none" w:sz="0" w:space="0" w:color="auto"/>
                  </w:divBdr>
                </w:div>
              </w:divsChild>
            </w:div>
            <w:div w:id="2072969622">
              <w:marLeft w:val="0"/>
              <w:marRight w:val="0"/>
              <w:marTop w:val="0"/>
              <w:marBottom w:val="0"/>
              <w:divBdr>
                <w:top w:val="none" w:sz="0" w:space="0" w:color="auto"/>
                <w:left w:val="none" w:sz="0" w:space="0" w:color="auto"/>
                <w:bottom w:val="none" w:sz="0" w:space="0" w:color="auto"/>
                <w:right w:val="none" w:sz="0" w:space="0" w:color="auto"/>
              </w:divBdr>
              <w:divsChild>
                <w:div w:id="2140799189">
                  <w:marLeft w:val="0"/>
                  <w:marRight w:val="0"/>
                  <w:marTop w:val="0"/>
                  <w:marBottom w:val="0"/>
                  <w:divBdr>
                    <w:top w:val="none" w:sz="0" w:space="0" w:color="auto"/>
                    <w:left w:val="none" w:sz="0" w:space="0" w:color="auto"/>
                    <w:bottom w:val="none" w:sz="0" w:space="0" w:color="auto"/>
                    <w:right w:val="none" w:sz="0" w:space="0" w:color="auto"/>
                  </w:divBdr>
                </w:div>
              </w:divsChild>
            </w:div>
            <w:div w:id="2073456360">
              <w:marLeft w:val="0"/>
              <w:marRight w:val="0"/>
              <w:marTop w:val="0"/>
              <w:marBottom w:val="0"/>
              <w:divBdr>
                <w:top w:val="none" w:sz="0" w:space="0" w:color="auto"/>
                <w:left w:val="none" w:sz="0" w:space="0" w:color="auto"/>
                <w:bottom w:val="none" w:sz="0" w:space="0" w:color="auto"/>
                <w:right w:val="none" w:sz="0" w:space="0" w:color="auto"/>
              </w:divBdr>
              <w:divsChild>
                <w:div w:id="204579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892767">
          <w:marLeft w:val="0"/>
          <w:marRight w:val="0"/>
          <w:marTop w:val="0"/>
          <w:marBottom w:val="0"/>
          <w:divBdr>
            <w:top w:val="none" w:sz="0" w:space="0" w:color="auto"/>
            <w:left w:val="none" w:sz="0" w:space="0" w:color="auto"/>
            <w:bottom w:val="none" w:sz="0" w:space="0" w:color="auto"/>
            <w:right w:val="none" w:sz="0" w:space="0" w:color="auto"/>
          </w:divBdr>
        </w:div>
        <w:div w:id="1427388097">
          <w:marLeft w:val="0"/>
          <w:marRight w:val="0"/>
          <w:marTop w:val="0"/>
          <w:marBottom w:val="0"/>
          <w:divBdr>
            <w:top w:val="none" w:sz="0" w:space="0" w:color="auto"/>
            <w:left w:val="none" w:sz="0" w:space="0" w:color="auto"/>
            <w:bottom w:val="none" w:sz="0" w:space="0" w:color="auto"/>
            <w:right w:val="none" w:sz="0" w:space="0" w:color="auto"/>
          </w:divBdr>
        </w:div>
      </w:divsChild>
    </w:div>
    <w:div w:id="1484734039">
      <w:bodyDiv w:val="1"/>
      <w:marLeft w:val="0"/>
      <w:marRight w:val="0"/>
      <w:marTop w:val="0"/>
      <w:marBottom w:val="0"/>
      <w:divBdr>
        <w:top w:val="none" w:sz="0" w:space="0" w:color="auto"/>
        <w:left w:val="none" w:sz="0" w:space="0" w:color="auto"/>
        <w:bottom w:val="none" w:sz="0" w:space="0" w:color="auto"/>
        <w:right w:val="none" w:sz="0" w:space="0" w:color="auto"/>
      </w:divBdr>
    </w:div>
    <w:div w:id="1577128330">
      <w:bodyDiv w:val="1"/>
      <w:marLeft w:val="0"/>
      <w:marRight w:val="0"/>
      <w:marTop w:val="0"/>
      <w:marBottom w:val="0"/>
      <w:divBdr>
        <w:top w:val="none" w:sz="0" w:space="0" w:color="auto"/>
        <w:left w:val="none" w:sz="0" w:space="0" w:color="auto"/>
        <w:bottom w:val="none" w:sz="0" w:space="0" w:color="auto"/>
        <w:right w:val="none" w:sz="0" w:space="0" w:color="auto"/>
      </w:divBdr>
    </w:div>
    <w:div w:id="1643192317">
      <w:bodyDiv w:val="1"/>
      <w:marLeft w:val="0"/>
      <w:marRight w:val="0"/>
      <w:marTop w:val="0"/>
      <w:marBottom w:val="0"/>
      <w:divBdr>
        <w:top w:val="none" w:sz="0" w:space="0" w:color="auto"/>
        <w:left w:val="none" w:sz="0" w:space="0" w:color="auto"/>
        <w:bottom w:val="none" w:sz="0" w:space="0" w:color="auto"/>
        <w:right w:val="none" w:sz="0" w:space="0" w:color="auto"/>
      </w:divBdr>
    </w:div>
    <w:div w:id="1663460212">
      <w:bodyDiv w:val="1"/>
      <w:marLeft w:val="0"/>
      <w:marRight w:val="0"/>
      <w:marTop w:val="0"/>
      <w:marBottom w:val="0"/>
      <w:divBdr>
        <w:top w:val="none" w:sz="0" w:space="0" w:color="auto"/>
        <w:left w:val="none" w:sz="0" w:space="0" w:color="auto"/>
        <w:bottom w:val="none" w:sz="0" w:space="0" w:color="auto"/>
        <w:right w:val="none" w:sz="0" w:space="0" w:color="auto"/>
      </w:divBdr>
    </w:div>
    <w:div w:id="1812283311">
      <w:bodyDiv w:val="1"/>
      <w:marLeft w:val="0"/>
      <w:marRight w:val="0"/>
      <w:marTop w:val="0"/>
      <w:marBottom w:val="0"/>
      <w:divBdr>
        <w:top w:val="none" w:sz="0" w:space="0" w:color="auto"/>
        <w:left w:val="none" w:sz="0" w:space="0" w:color="auto"/>
        <w:bottom w:val="none" w:sz="0" w:space="0" w:color="auto"/>
        <w:right w:val="none" w:sz="0" w:space="0" w:color="auto"/>
      </w:divBdr>
      <w:divsChild>
        <w:div w:id="1129259">
          <w:marLeft w:val="0"/>
          <w:marRight w:val="0"/>
          <w:marTop w:val="0"/>
          <w:marBottom w:val="0"/>
          <w:divBdr>
            <w:top w:val="none" w:sz="0" w:space="0" w:color="auto"/>
            <w:left w:val="none" w:sz="0" w:space="0" w:color="auto"/>
            <w:bottom w:val="none" w:sz="0" w:space="0" w:color="auto"/>
            <w:right w:val="none" w:sz="0" w:space="0" w:color="auto"/>
          </w:divBdr>
        </w:div>
        <w:div w:id="94256569">
          <w:marLeft w:val="0"/>
          <w:marRight w:val="0"/>
          <w:marTop w:val="0"/>
          <w:marBottom w:val="0"/>
          <w:divBdr>
            <w:top w:val="none" w:sz="0" w:space="0" w:color="auto"/>
            <w:left w:val="none" w:sz="0" w:space="0" w:color="auto"/>
            <w:bottom w:val="none" w:sz="0" w:space="0" w:color="auto"/>
            <w:right w:val="none" w:sz="0" w:space="0" w:color="auto"/>
          </w:divBdr>
        </w:div>
        <w:div w:id="1160392023">
          <w:marLeft w:val="0"/>
          <w:marRight w:val="0"/>
          <w:marTop w:val="0"/>
          <w:marBottom w:val="0"/>
          <w:divBdr>
            <w:top w:val="none" w:sz="0" w:space="0" w:color="auto"/>
            <w:left w:val="none" w:sz="0" w:space="0" w:color="auto"/>
            <w:bottom w:val="none" w:sz="0" w:space="0" w:color="auto"/>
            <w:right w:val="none" w:sz="0" w:space="0" w:color="auto"/>
          </w:divBdr>
        </w:div>
        <w:div w:id="1820688333">
          <w:marLeft w:val="0"/>
          <w:marRight w:val="0"/>
          <w:marTop w:val="0"/>
          <w:marBottom w:val="0"/>
          <w:divBdr>
            <w:top w:val="none" w:sz="0" w:space="0" w:color="auto"/>
            <w:left w:val="none" w:sz="0" w:space="0" w:color="auto"/>
            <w:bottom w:val="none" w:sz="0" w:space="0" w:color="auto"/>
            <w:right w:val="none" w:sz="0" w:space="0" w:color="auto"/>
          </w:divBdr>
        </w:div>
        <w:div w:id="2145197630">
          <w:marLeft w:val="0"/>
          <w:marRight w:val="0"/>
          <w:marTop w:val="0"/>
          <w:marBottom w:val="0"/>
          <w:divBdr>
            <w:top w:val="none" w:sz="0" w:space="0" w:color="auto"/>
            <w:left w:val="none" w:sz="0" w:space="0" w:color="auto"/>
            <w:bottom w:val="none" w:sz="0" w:space="0" w:color="auto"/>
            <w:right w:val="none" w:sz="0" w:space="0" w:color="auto"/>
          </w:divBdr>
        </w:div>
      </w:divsChild>
    </w:div>
    <w:div w:id="1839685155">
      <w:bodyDiv w:val="1"/>
      <w:marLeft w:val="0"/>
      <w:marRight w:val="0"/>
      <w:marTop w:val="0"/>
      <w:marBottom w:val="0"/>
      <w:divBdr>
        <w:top w:val="none" w:sz="0" w:space="0" w:color="auto"/>
        <w:left w:val="none" w:sz="0" w:space="0" w:color="auto"/>
        <w:bottom w:val="none" w:sz="0" w:space="0" w:color="auto"/>
        <w:right w:val="none" w:sz="0" w:space="0" w:color="auto"/>
      </w:divBdr>
    </w:div>
    <w:div w:id="1961573502">
      <w:bodyDiv w:val="1"/>
      <w:marLeft w:val="0"/>
      <w:marRight w:val="0"/>
      <w:marTop w:val="0"/>
      <w:marBottom w:val="0"/>
      <w:divBdr>
        <w:top w:val="none" w:sz="0" w:space="0" w:color="auto"/>
        <w:left w:val="none" w:sz="0" w:space="0" w:color="auto"/>
        <w:bottom w:val="none" w:sz="0" w:space="0" w:color="auto"/>
        <w:right w:val="none" w:sz="0" w:space="0" w:color="auto"/>
      </w:divBdr>
    </w:div>
    <w:div w:id="2028632397">
      <w:bodyDiv w:val="1"/>
      <w:marLeft w:val="0"/>
      <w:marRight w:val="0"/>
      <w:marTop w:val="0"/>
      <w:marBottom w:val="0"/>
      <w:divBdr>
        <w:top w:val="none" w:sz="0" w:space="0" w:color="auto"/>
        <w:left w:val="none" w:sz="0" w:space="0" w:color="auto"/>
        <w:bottom w:val="none" w:sz="0" w:space="0" w:color="auto"/>
        <w:right w:val="none" w:sz="0" w:space="0" w:color="auto"/>
      </w:divBdr>
    </w:div>
    <w:div w:id="2058308614">
      <w:bodyDiv w:val="1"/>
      <w:marLeft w:val="0"/>
      <w:marRight w:val="0"/>
      <w:marTop w:val="0"/>
      <w:marBottom w:val="0"/>
      <w:divBdr>
        <w:top w:val="none" w:sz="0" w:space="0" w:color="auto"/>
        <w:left w:val="none" w:sz="0" w:space="0" w:color="auto"/>
        <w:bottom w:val="none" w:sz="0" w:space="0" w:color="auto"/>
        <w:right w:val="none" w:sz="0" w:space="0" w:color="auto"/>
      </w:divBdr>
    </w:div>
    <w:div w:id="2065367495">
      <w:bodyDiv w:val="1"/>
      <w:marLeft w:val="0"/>
      <w:marRight w:val="0"/>
      <w:marTop w:val="0"/>
      <w:marBottom w:val="0"/>
      <w:divBdr>
        <w:top w:val="none" w:sz="0" w:space="0" w:color="auto"/>
        <w:left w:val="none" w:sz="0" w:space="0" w:color="auto"/>
        <w:bottom w:val="none" w:sz="0" w:space="0" w:color="auto"/>
        <w:right w:val="none" w:sz="0" w:space="0" w:color="auto"/>
      </w:divBdr>
      <w:divsChild>
        <w:div w:id="5985556">
          <w:marLeft w:val="0"/>
          <w:marRight w:val="0"/>
          <w:marTop w:val="0"/>
          <w:marBottom w:val="0"/>
          <w:divBdr>
            <w:top w:val="none" w:sz="0" w:space="0" w:color="auto"/>
            <w:left w:val="none" w:sz="0" w:space="0" w:color="auto"/>
            <w:bottom w:val="none" w:sz="0" w:space="0" w:color="auto"/>
            <w:right w:val="none" w:sz="0" w:space="0" w:color="auto"/>
          </w:divBdr>
        </w:div>
        <w:div w:id="269968997">
          <w:marLeft w:val="0"/>
          <w:marRight w:val="0"/>
          <w:marTop w:val="0"/>
          <w:marBottom w:val="0"/>
          <w:divBdr>
            <w:top w:val="none" w:sz="0" w:space="0" w:color="auto"/>
            <w:left w:val="none" w:sz="0" w:space="0" w:color="auto"/>
            <w:bottom w:val="none" w:sz="0" w:space="0" w:color="auto"/>
            <w:right w:val="none" w:sz="0" w:space="0" w:color="auto"/>
          </w:divBdr>
        </w:div>
        <w:div w:id="1093356846">
          <w:marLeft w:val="0"/>
          <w:marRight w:val="0"/>
          <w:marTop w:val="0"/>
          <w:marBottom w:val="0"/>
          <w:divBdr>
            <w:top w:val="none" w:sz="0" w:space="0" w:color="auto"/>
            <w:left w:val="none" w:sz="0" w:space="0" w:color="auto"/>
            <w:bottom w:val="none" w:sz="0" w:space="0" w:color="auto"/>
            <w:right w:val="none" w:sz="0" w:space="0" w:color="auto"/>
          </w:divBdr>
        </w:div>
        <w:div w:id="1489664615">
          <w:marLeft w:val="0"/>
          <w:marRight w:val="0"/>
          <w:marTop w:val="0"/>
          <w:marBottom w:val="0"/>
          <w:divBdr>
            <w:top w:val="none" w:sz="0" w:space="0" w:color="auto"/>
            <w:left w:val="none" w:sz="0" w:space="0" w:color="auto"/>
            <w:bottom w:val="none" w:sz="0" w:space="0" w:color="auto"/>
            <w:right w:val="none" w:sz="0" w:space="0" w:color="auto"/>
          </w:divBdr>
        </w:div>
        <w:div w:id="1653563210">
          <w:marLeft w:val="0"/>
          <w:marRight w:val="0"/>
          <w:marTop w:val="0"/>
          <w:marBottom w:val="0"/>
          <w:divBdr>
            <w:top w:val="none" w:sz="0" w:space="0" w:color="auto"/>
            <w:left w:val="none" w:sz="0" w:space="0" w:color="auto"/>
            <w:bottom w:val="none" w:sz="0" w:space="0" w:color="auto"/>
            <w:right w:val="none" w:sz="0" w:space="0" w:color="auto"/>
          </w:divBdr>
        </w:div>
        <w:div w:id="2040542998">
          <w:marLeft w:val="0"/>
          <w:marRight w:val="0"/>
          <w:marTop w:val="0"/>
          <w:marBottom w:val="0"/>
          <w:divBdr>
            <w:top w:val="none" w:sz="0" w:space="0" w:color="auto"/>
            <w:left w:val="none" w:sz="0" w:space="0" w:color="auto"/>
            <w:bottom w:val="none" w:sz="0" w:space="0" w:color="auto"/>
            <w:right w:val="none" w:sz="0" w:space="0" w:color="auto"/>
          </w:divBdr>
        </w:div>
      </w:divsChild>
    </w:div>
    <w:div w:id="2072842753">
      <w:bodyDiv w:val="1"/>
      <w:marLeft w:val="0"/>
      <w:marRight w:val="0"/>
      <w:marTop w:val="0"/>
      <w:marBottom w:val="0"/>
      <w:divBdr>
        <w:top w:val="none" w:sz="0" w:space="0" w:color="auto"/>
        <w:left w:val="none" w:sz="0" w:space="0" w:color="auto"/>
        <w:bottom w:val="none" w:sz="0" w:space="0" w:color="auto"/>
        <w:right w:val="none" w:sz="0" w:space="0" w:color="auto"/>
      </w:divBdr>
      <w:divsChild>
        <w:div w:id="274413429">
          <w:marLeft w:val="0"/>
          <w:marRight w:val="0"/>
          <w:marTop w:val="0"/>
          <w:marBottom w:val="0"/>
          <w:divBdr>
            <w:top w:val="none" w:sz="0" w:space="0" w:color="auto"/>
            <w:left w:val="none" w:sz="0" w:space="0" w:color="auto"/>
            <w:bottom w:val="none" w:sz="0" w:space="0" w:color="auto"/>
            <w:right w:val="none" w:sz="0" w:space="0" w:color="auto"/>
          </w:divBdr>
        </w:div>
        <w:div w:id="768618141">
          <w:marLeft w:val="0"/>
          <w:marRight w:val="0"/>
          <w:marTop w:val="0"/>
          <w:marBottom w:val="0"/>
          <w:divBdr>
            <w:top w:val="none" w:sz="0" w:space="0" w:color="auto"/>
            <w:left w:val="none" w:sz="0" w:space="0" w:color="auto"/>
            <w:bottom w:val="none" w:sz="0" w:space="0" w:color="auto"/>
            <w:right w:val="none" w:sz="0" w:space="0" w:color="auto"/>
          </w:divBdr>
        </w:div>
        <w:div w:id="917901236">
          <w:marLeft w:val="0"/>
          <w:marRight w:val="0"/>
          <w:marTop w:val="0"/>
          <w:marBottom w:val="0"/>
          <w:divBdr>
            <w:top w:val="none" w:sz="0" w:space="0" w:color="auto"/>
            <w:left w:val="none" w:sz="0" w:space="0" w:color="auto"/>
            <w:bottom w:val="none" w:sz="0" w:space="0" w:color="auto"/>
            <w:right w:val="none" w:sz="0" w:space="0" w:color="auto"/>
          </w:divBdr>
        </w:div>
        <w:div w:id="1124075936">
          <w:marLeft w:val="0"/>
          <w:marRight w:val="0"/>
          <w:marTop w:val="0"/>
          <w:marBottom w:val="0"/>
          <w:divBdr>
            <w:top w:val="none" w:sz="0" w:space="0" w:color="auto"/>
            <w:left w:val="none" w:sz="0" w:space="0" w:color="auto"/>
            <w:bottom w:val="none" w:sz="0" w:space="0" w:color="auto"/>
            <w:right w:val="none" w:sz="0" w:space="0" w:color="auto"/>
          </w:divBdr>
        </w:div>
        <w:div w:id="1175027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healthsoftware.humanservices.gov.au/claiming/ext-vnd/"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digitalhealth.gov.au/" TargetMode="Externa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help@digitalhealth.gov.au" TargetMode="External"/><Relationship Id="rId20" Type="http://schemas.openxmlformats.org/officeDocument/2006/relationships/hyperlink" Target="mailto:help@digitalhealth.gov.au" TargetMode="External"/><Relationship Id="rId29" Type="http://schemas.openxmlformats.org/officeDocument/2006/relationships/hyperlink" Target="https://www.servicesaustralia.gov.au/healthcare-identifiers-hi-service-for-it-supporting-organisations?context=2287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6.xml"/><Relationship Id="rId10" Type="http://schemas.openxmlformats.org/officeDocument/2006/relationships/header" Target="header1.xml"/><Relationship Id="rId19" Type="http://schemas.openxmlformats.org/officeDocument/2006/relationships/hyperlink" Target="tel:1300%20901%20001" TargetMode="External"/><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healthsoftware.humanservices.gov.au/claiming/ext-vnd/healthcare_identifiers%23a4" TargetMode="External"/><Relationship Id="rId27" Type="http://schemas.openxmlformats.org/officeDocument/2006/relationships/header" Target="header7.xml"/><Relationship Id="rId30"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an.howell\Documents\Agency%20Office%20Templates\External%20Long%20Document%20v2.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A9DEF2657646329D11A1CF709F1355"/>
        <w:category>
          <w:name w:val="General"/>
          <w:gallery w:val="placeholder"/>
        </w:category>
        <w:types>
          <w:type w:val="bbPlcHdr"/>
        </w:types>
        <w:behaviors>
          <w:behavior w:val="content"/>
        </w:behaviors>
        <w:guid w:val="{4132B241-BC9B-4223-9FBB-9DC8932AD1C1}"/>
      </w:docPartPr>
      <w:docPartBody>
        <w:p w:rsidR="00583655" w:rsidRDefault="00583655">
          <w:pPr>
            <w:pStyle w:val="3CA9DEF2657646329D11A1CF709F1355"/>
          </w:pPr>
          <w:r>
            <w:rPr>
              <w:rStyle w:val="PlaceholderText"/>
              <w:szCs w:val="32"/>
              <w:lang w:eastAsia="en-US"/>
            </w:rPr>
            <w:t>[Click and t</w:t>
          </w:r>
          <w:r w:rsidRPr="00EA3C12">
            <w:rPr>
              <w:rStyle w:val="PlaceholderText"/>
              <w:szCs w:val="32"/>
              <w:lang w:eastAsia="en-US"/>
            </w:rPr>
            <w:t xml:space="preserve">ype product or subject matter or </w:t>
          </w:r>
          <w:r>
            <w:rPr>
              <w:rStyle w:val="PlaceholderText"/>
              <w:szCs w:val="32"/>
              <w:lang w:eastAsia="en-US"/>
            </w:rPr>
            <w:t xml:space="preserve">type </w:t>
          </w:r>
          <w:r w:rsidRPr="00EA3C12">
            <w:rPr>
              <w:rStyle w:val="PlaceholderText"/>
              <w:szCs w:val="32"/>
              <w:lang w:eastAsia="en-US"/>
            </w:rPr>
            <w:t>space if not required]</w:t>
          </w:r>
        </w:p>
      </w:docPartBody>
    </w:docPart>
    <w:docPart>
      <w:docPartPr>
        <w:name w:val="63B981A2E88A47868B96266B38D7BD52"/>
        <w:category>
          <w:name w:val="General"/>
          <w:gallery w:val="placeholder"/>
        </w:category>
        <w:types>
          <w:type w:val="bbPlcHdr"/>
        </w:types>
        <w:behaviors>
          <w:behavior w:val="content"/>
        </w:behaviors>
        <w:guid w:val="{D129EA1A-8C39-497D-9CEE-B33158A2AB6A}"/>
      </w:docPartPr>
      <w:docPartBody>
        <w:p w:rsidR="00583655" w:rsidRDefault="00583655">
          <w:pPr>
            <w:pStyle w:val="63B981A2E88A47868B96266B38D7BD52"/>
          </w:pPr>
          <w:r>
            <w:rPr>
              <w:rStyle w:val="PlaceholderText"/>
              <w:rFonts w:cs="Times New Roman"/>
              <w:szCs w:val="28"/>
              <w:lang w:eastAsia="en-US"/>
            </w:rPr>
            <w:t>[Click and t</w:t>
          </w:r>
          <w:r w:rsidRPr="002A5549">
            <w:rPr>
              <w:rStyle w:val="PlaceholderText"/>
              <w:rFonts w:cs="Times New Roman"/>
              <w:szCs w:val="28"/>
              <w:lang w:eastAsia="en-US"/>
            </w:rPr>
            <w:t>ype</w:t>
          </w:r>
          <w:r>
            <w:rPr>
              <w:rStyle w:val="PlaceholderText"/>
              <w:rFonts w:cs="Times New Roman"/>
              <w:szCs w:val="28"/>
              <w:lang w:eastAsia="en-US"/>
            </w:rPr>
            <w:t xml:space="preserve"> title or document type</w:t>
          </w:r>
          <w:r w:rsidRPr="002A5549">
            <w:rPr>
              <w:rStyle w:val="PlaceholderText"/>
              <w:rFonts w:cs="Times New Roman"/>
              <w:szCs w:val="28"/>
              <w:lang w:eastAsia="en-US"/>
            </w:rPr>
            <w:t>]</w:t>
          </w:r>
        </w:p>
      </w:docPartBody>
    </w:docPart>
    <w:docPart>
      <w:docPartPr>
        <w:name w:val="D918F21E8CB24012A8D439FFD44ACBC3"/>
        <w:category>
          <w:name w:val="General"/>
          <w:gallery w:val="placeholder"/>
        </w:category>
        <w:types>
          <w:type w:val="bbPlcHdr"/>
        </w:types>
        <w:behaviors>
          <w:behavior w:val="content"/>
        </w:behaviors>
        <w:guid w:val="{318F5918-DD47-493A-922D-3FA538197D40}"/>
      </w:docPartPr>
      <w:docPartBody>
        <w:p w:rsidR="00583655" w:rsidRDefault="00583655">
          <w:pPr>
            <w:pStyle w:val="D918F21E8CB24012A8D439FFD44ACBC3"/>
          </w:pPr>
          <w:r w:rsidRPr="00E135CE">
            <w:rPr>
              <w:rStyle w:val="PlaceholderText"/>
            </w:rPr>
            <w:t>Select status.</w:t>
          </w:r>
        </w:p>
      </w:docPartBody>
    </w:docPart>
    <w:docPart>
      <w:docPartPr>
        <w:name w:val="7219254D988D49D0B4324166B411823F"/>
        <w:category>
          <w:name w:val="General"/>
          <w:gallery w:val="placeholder"/>
        </w:category>
        <w:types>
          <w:type w:val="bbPlcHdr"/>
        </w:types>
        <w:behaviors>
          <w:behavior w:val="content"/>
        </w:behaviors>
        <w:guid w:val="{D0E49AB9-3D22-4FBC-8988-EABAB0B441B6}"/>
      </w:docPartPr>
      <w:docPartBody>
        <w:p w:rsidR="00583655" w:rsidRDefault="00583655">
          <w:pPr>
            <w:pStyle w:val="7219254D988D49D0B4324166B411823F"/>
          </w:pPr>
          <w:r w:rsidRPr="00E135CE">
            <w:rPr>
              <w:rStyle w:val="PlaceholderText"/>
            </w:rPr>
            <w:t>Select audience.</w:t>
          </w:r>
        </w:p>
      </w:docPartBody>
    </w:docPart>
    <w:docPart>
      <w:docPartPr>
        <w:name w:val="3FE1A652CE8B4D9F83D8A7AB8AC923A2"/>
        <w:category>
          <w:name w:val="General"/>
          <w:gallery w:val="placeholder"/>
        </w:category>
        <w:types>
          <w:type w:val="bbPlcHdr"/>
        </w:types>
        <w:behaviors>
          <w:behavior w:val="content"/>
        </w:behaviors>
        <w:guid w:val="{E18D1505-CACC-4B47-A2AA-CA5B55A9F19E}"/>
      </w:docPartPr>
      <w:docPartBody>
        <w:p w:rsidR="00583655" w:rsidRDefault="00583655">
          <w:pPr>
            <w:pStyle w:val="3FE1A652CE8B4D9F83D8A7AB8AC923A2"/>
          </w:pPr>
          <w:r w:rsidRPr="00E135CE">
            <w:rPr>
              <w:rStyle w:val="PlaceholderText"/>
            </w:rPr>
            <w:t>Select intended use.</w:t>
          </w:r>
        </w:p>
      </w:docPartBody>
    </w:docPart>
    <w:docPart>
      <w:docPartPr>
        <w:name w:val="8DE9B669DB824418971299BFB03D053F"/>
        <w:category>
          <w:name w:val="General"/>
          <w:gallery w:val="placeholder"/>
        </w:category>
        <w:types>
          <w:type w:val="bbPlcHdr"/>
        </w:types>
        <w:behaviors>
          <w:behavior w:val="content"/>
        </w:behaviors>
        <w:guid w:val="{B47D4238-9B8D-4126-AAC0-2FC2314F1B12}"/>
      </w:docPartPr>
      <w:docPartBody>
        <w:p w:rsidR="00583655" w:rsidRDefault="00583655">
          <w:pPr>
            <w:pStyle w:val="8DE9B669DB824418971299BFB03D053F"/>
          </w:pPr>
          <w:r w:rsidRPr="0034493A">
            <w:rPr>
              <w:rStyle w:val="PlaceholderText"/>
              <w:b/>
              <w:szCs w:val="24"/>
            </w:rPr>
            <w:t>Type space to delete label.</w:t>
          </w:r>
        </w:p>
      </w:docPartBody>
    </w:docPart>
    <w:docPart>
      <w:docPartPr>
        <w:name w:val="5A1D250E522D4E429E7CB13D70699D6D"/>
        <w:category>
          <w:name w:val="General"/>
          <w:gallery w:val="placeholder"/>
        </w:category>
        <w:types>
          <w:type w:val="bbPlcHdr"/>
        </w:types>
        <w:behaviors>
          <w:behavior w:val="content"/>
        </w:behaviors>
        <w:guid w:val="{2C531AB9-D431-4251-ADA1-62B8127C0ACA}"/>
      </w:docPartPr>
      <w:docPartBody>
        <w:p w:rsidR="00583655" w:rsidRDefault="00583655">
          <w:pPr>
            <w:pStyle w:val="5A1D250E522D4E429E7CB13D70699D6D"/>
          </w:pPr>
          <w:r w:rsidRPr="00E135CE">
            <w:rPr>
              <w:rStyle w:val="PlaceholderText"/>
            </w:rPr>
            <w:t>[Click here and type document identifier]</w:t>
          </w:r>
        </w:p>
      </w:docPartBody>
    </w:docPart>
    <w:docPart>
      <w:docPartPr>
        <w:name w:val="3133D18345B346BE8F2BD96EDF6F52A6"/>
        <w:category>
          <w:name w:val="General"/>
          <w:gallery w:val="placeholder"/>
        </w:category>
        <w:types>
          <w:type w:val="bbPlcHdr"/>
        </w:types>
        <w:behaviors>
          <w:behavior w:val="content"/>
        </w:behaviors>
        <w:guid w:val="{E9846362-28EA-47DD-8300-D9913D61FA97}"/>
      </w:docPartPr>
      <w:docPartBody>
        <w:p w:rsidR="00583655" w:rsidRDefault="00583655">
          <w:pPr>
            <w:pStyle w:val="3133D18345B346BE8F2BD96EDF6F52A6"/>
          </w:pPr>
          <w:r w:rsidRPr="003F2CD6">
            <w:rPr>
              <w:rStyle w:val="PlaceholderText"/>
            </w:rPr>
            <w:t>Select draft version</w:t>
          </w:r>
        </w:p>
      </w:docPartBody>
    </w:docPart>
    <w:docPart>
      <w:docPartPr>
        <w:name w:val="3CBFD38E117C4760804F0B60459DAD00"/>
        <w:category>
          <w:name w:val="General"/>
          <w:gallery w:val="placeholder"/>
        </w:category>
        <w:types>
          <w:type w:val="bbPlcHdr"/>
        </w:types>
        <w:behaviors>
          <w:behavior w:val="content"/>
        </w:behaviors>
        <w:guid w:val="{F381660A-DFAF-446A-AED2-05B53F5DEAEA}"/>
      </w:docPartPr>
      <w:docPartBody>
        <w:p w:rsidR="00583655" w:rsidRDefault="00583655">
          <w:pPr>
            <w:pStyle w:val="3CBFD38E117C4760804F0B60459DAD00"/>
          </w:pPr>
          <w:r>
            <w:rPr>
              <w:rStyle w:val="PlaceholderText"/>
              <w:b/>
              <w:color w:val="FF0000"/>
              <w:sz w:val="28"/>
              <w:szCs w:val="28"/>
            </w:rPr>
            <w:t>SELECT PROTECTIVE MARKING</w:t>
          </w:r>
        </w:p>
      </w:docPartBody>
    </w:docPart>
    <w:docPart>
      <w:docPartPr>
        <w:name w:val="682AB40767F3461B9DA2666D4BA8DB79"/>
        <w:category>
          <w:name w:val="General"/>
          <w:gallery w:val="placeholder"/>
        </w:category>
        <w:types>
          <w:type w:val="bbPlcHdr"/>
        </w:types>
        <w:behaviors>
          <w:behavior w:val="content"/>
        </w:behaviors>
        <w:guid w:val="{8A186627-B21C-4116-A1D5-34AFA91AF047}"/>
      </w:docPartPr>
      <w:docPartBody>
        <w:p w:rsidR="00583655" w:rsidRDefault="00583655">
          <w:pPr>
            <w:pStyle w:val="682AB40767F3461B9DA2666D4BA8DB79"/>
          </w:pPr>
          <w:r w:rsidRPr="00B02058">
            <w:rPr>
              <w:rStyle w:val="PlaceholderText"/>
              <w:rFonts w:eastAsiaTheme="minorHAnsi"/>
            </w:rPr>
            <w:t>[</w:t>
          </w:r>
          <w:r>
            <w:rPr>
              <w:rStyle w:val="PlaceholderText"/>
              <w:rFonts w:eastAsiaTheme="minorHAnsi"/>
            </w:rPr>
            <w:t>Title of accountable executive</w:t>
          </w:r>
          <w:r w:rsidRPr="00B02058">
            <w:rPr>
              <w:rStyle w:val="PlaceholderText"/>
              <w:rFonts w:eastAsiaTheme="minorHAnsi"/>
            </w:rPr>
            <w:t>]</w:t>
          </w:r>
        </w:p>
      </w:docPartBody>
    </w:docPart>
    <w:docPart>
      <w:docPartPr>
        <w:name w:val="9380220649E640159169250C4462D89B"/>
        <w:category>
          <w:name w:val="General"/>
          <w:gallery w:val="placeholder"/>
        </w:category>
        <w:types>
          <w:type w:val="bbPlcHdr"/>
        </w:types>
        <w:behaviors>
          <w:behavior w:val="content"/>
        </w:behaviors>
        <w:guid w:val="{D878B8C2-1F43-4BF0-92E7-F12109530AB8}"/>
      </w:docPartPr>
      <w:docPartBody>
        <w:p w:rsidR="00583655" w:rsidRDefault="00583655">
          <w:pPr>
            <w:pStyle w:val="9380220649E640159169250C4462D89B"/>
          </w:pPr>
          <w:r w:rsidRPr="00B02058">
            <w:rPr>
              <w:rStyle w:val="PlaceholderText"/>
              <w:rFonts w:eastAsiaTheme="minorHAnsi"/>
            </w:rPr>
            <w:t>[</w:t>
          </w:r>
          <w:r>
            <w:rPr>
              <w:rStyle w:val="PlaceholderText"/>
              <w:rFonts w:eastAsiaTheme="minorHAnsi"/>
            </w:rPr>
            <w:t>Next scheduled date of r</w:t>
          </w:r>
          <w:r w:rsidRPr="00B02058">
            <w:rPr>
              <w:rStyle w:val="PlaceholderText"/>
              <w:rFonts w:eastAsiaTheme="minorHAnsi"/>
            </w:rPr>
            <w:t>eview]</w:t>
          </w:r>
        </w:p>
      </w:docPartBody>
    </w:docPart>
    <w:docPart>
      <w:docPartPr>
        <w:name w:val="0A7CD73CAC18434294439466FBE180E5"/>
        <w:category>
          <w:name w:val="General"/>
          <w:gallery w:val="placeholder"/>
        </w:category>
        <w:types>
          <w:type w:val="bbPlcHdr"/>
        </w:types>
        <w:behaviors>
          <w:behavior w:val="content"/>
        </w:behaviors>
        <w:guid w:val="{14980860-78BD-4767-9F8E-FC087A78F74F}"/>
      </w:docPartPr>
      <w:docPartBody>
        <w:p w:rsidR="00583655" w:rsidRDefault="00583655">
          <w:pPr>
            <w:pStyle w:val="0A7CD73CAC18434294439466FBE180E5"/>
          </w:pPr>
          <w:r w:rsidRPr="00080ECD">
            <w:rPr>
              <w:rStyle w:val="PlaceholderText"/>
              <w:rFonts w:eastAsiaTheme="minorHAnsi"/>
            </w:rPr>
            <w:t>[Contact for Enquiries]</w:t>
          </w:r>
        </w:p>
      </w:docPartBody>
    </w:docPart>
    <w:docPart>
      <w:docPartPr>
        <w:name w:val="D2017F2BE20D45AE9D93F7BE4D293C7D"/>
        <w:category>
          <w:name w:val="General"/>
          <w:gallery w:val="placeholder"/>
        </w:category>
        <w:types>
          <w:type w:val="bbPlcHdr"/>
        </w:types>
        <w:behaviors>
          <w:behavior w:val="content"/>
        </w:behaviors>
        <w:guid w:val="{07FA0421-A1CC-419D-B897-139ECF22A5AF}"/>
      </w:docPartPr>
      <w:docPartBody>
        <w:p w:rsidR="00583655" w:rsidRDefault="00583655">
          <w:pPr>
            <w:pStyle w:val="D2017F2BE20D45AE9D93F7BE4D293C7D"/>
          </w:pPr>
          <w:r>
            <w:t>Contact person’s email address</w:t>
          </w:r>
        </w:p>
      </w:docPartBody>
    </w:docPart>
    <w:docPart>
      <w:docPartPr>
        <w:name w:val="05711278A1854A8BBDCA57AE1AFA9C06"/>
        <w:category>
          <w:name w:val="General"/>
          <w:gallery w:val="placeholder"/>
        </w:category>
        <w:types>
          <w:type w:val="bbPlcHdr"/>
        </w:types>
        <w:behaviors>
          <w:behavior w:val="content"/>
        </w:behaviors>
        <w:guid w:val="{ED25F032-A76C-441E-B82C-3066A43FD705}"/>
      </w:docPartPr>
      <w:docPartBody>
        <w:p w:rsidR="00583655" w:rsidRDefault="00583655">
          <w:pPr>
            <w:pStyle w:val="05711278A1854A8BBDCA57AE1AFA9C06"/>
          </w:pPr>
          <w:r w:rsidRPr="00C046F3">
            <w:rPr>
              <w:rStyle w:val="PlaceholderText"/>
            </w:rPr>
            <w:t>[Subject]</w:t>
          </w:r>
        </w:p>
      </w:docPartBody>
    </w:docPart>
    <w:docPart>
      <w:docPartPr>
        <w:name w:val="5B748A6373C847A9919DB0F0419B36F1"/>
        <w:category>
          <w:name w:val="General"/>
          <w:gallery w:val="placeholder"/>
        </w:category>
        <w:types>
          <w:type w:val="bbPlcHdr"/>
        </w:types>
        <w:behaviors>
          <w:behavior w:val="content"/>
        </w:behaviors>
        <w:guid w:val="{7E099550-B380-4620-ADF6-128E9F911057}"/>
      </w:docPartPr>
      <w:docPartBody>
        <w:p w:rsidR="00583655" w:rsidRDefault="00583655">
          <w:pPr>
            <w:pStyle w:val="5B748A6373C847A9919DB0F0419B36F1"/>
          </w:pPr>
          <w:r w:rsidRPr="00C046F3">
            <w:rPr>
              <w:rStyle w:val="PlaceholderText"/>
            </w:rPr>
            <w:t>[Title]</w:t>
          </w:r>
        </w:p>
      </w:docPartBody>
    </w:docPart>
    <w:docPart>
      <w:docPartPr>
        <w:name w:val="62711E91994A42899AFB4707FB1958CE"/>
        <w:category>
          <w:name w:val="General"/>
          <w:gallery w:val="placeholder"/>
        </w:category>
        <w:types>
          <w:type w:val="bbPlcHdr"/>
        </w:types>
        <w:behaviors>
          <w:behavior w:val="content"/>
        </w:behaviors>
        <w:guid w:val="{38AC71EF-1199-4200-BE6A-80FF858EFAAE}"/>
      </w:docPartPr>
      <w:docPartBody>
        <w:p w:rsidR="00583655" w:rsidRDefault="00583655">
          <w:pPr>
            <w:pStyle w:val="62711E91994A42899AFB4707FB1958CE"/>
          </w:pPr>
          <w:r w:rsidRPr="00843D1C">
            <w:rPr>
              <w:rStyle w:val="PlaceholderText"/>
            </w:rPr>
            <w:t>[Type version number to display on approved document e.g. v1.0]</w:t>
          </w:r>
        </w:p>
      </w:docPartBody>
    </w:docPart>
    <w:docPart>
      <w:docPartPr>
        <w:name w:val="0F69AF680D364C1BB098D6600BFE2290"/>
        <w:category>
          <w:name w:val="General"/>
          <w:gallery w:val="placeholder"/>
        </w:category>
        <w:types>
          <w:type w:val="bbPlcHdr"/>
        </w:types>
        <w:behaviors>
          <w:behavior w:val="content"/>
        </w:behaviors>
        <w:guid w:val="{EFFBC9C8-F101-4613-913E-E5E0B4789FBE}"/>
      </w:docPartPr>
      <w:docPartBody>
        <w:p w:rsidR="00583655" w:rsidRDefault="00583655">
          <w:pPr>
            <w:pStyle w:val="0F69AF680D364C1BB098D6600BFE2290"/>
          </w:pPr>
          <w:r w:rsidRPr="006D53B6">
            <w:rPr>
              <w:rStyle w:val="PlaceholderText"/>
            </w:rPr>
            <w:t>Click here to enter text.</w:t>
          </w:r>
        </w:p>
      </w:docPartBody>
    </w:docPart>
    <w:docPart>
      <w:docPartPr>
        <w:name w:val="1BE5CCB7B7B546E5A40DB96B08348E01"/>
        <w:category>
          <w:name w:val="General"/>
          <w:gallery w:val="placeholder"/>
        </w:category>
        <w:types>
          <w:type w:val="bbPlcHdr"/>
        </w:types>
        <w:behaviors>
          <w:behavior w:val="content"/>
        </w:behaviors>
        <w:guid w:val="{349C9F0E-031F-4C6A-B9F3-6297216BF283}"/>
      </w:docPartPr>
      <w:docPartBody>
        <w:p w:rsidR="00583655" w:rsidRDefault="00583655">
          <w:pPr>
            <w:pStyle w:val="1BE5CCB7B7B546E5A40DB96B08348E01"/>
          </w:pPr>
          <w:r w:rsidRPr="001368BA">
            <w:rPr>
              <w:rStyle w:val="PlaceholderText"/>
              <w:szCs w:val="16"/>
            </w:rPr>
            <w:t>Choose status.</w:t>
          </w:r>
        </w:p>
      </w:docPartBody>
    </w:docPart>
    <w:docPart>
      <w:docPartPr>
        <w:name w:val="BB0F7D05ECBF4E54853030DC2353E779"/>
        <w:category>
          <w:name w:val="General"/>
          <w:gallery w:val="placeholder"/>
        </w:category>
        <w:types>
          <w:type w:val="bbPlcHdr"/>
        </w:types>
        <w:behaviors>
          <w:behavior w:val="content"/>
        </w:behaviors>
        <w:guid w:val="{2ADA0C9D-4F54-4BFC-827A-ABECFE7E54A7}"/>
      </w:docPartPr>
      <w:docPartBody>
        <w:p w:rsidR="00583655" w:rsidRDefault="00583655">
          <w:pPr>
            <w:pStyle w:val="BB0F7D05ECBF4E54853030DC2353E779"/>
          </w:pPr>
          <w:r w:rsidRPr="001368BA">
            <w:rPr>
              <w:rStyle w:val="PlaceholderText"/>
              <w:szCs w:val="16"/>
            </w:rPr>
            <w:t>Choose audience.</w:t>
          </w:r>
        </w:p>
      </w:docPartBody>
    </w:docPart>
    <w:docPart>
      <w:docPartPr>
        <w:name w:val="48934FA6A6284876B73C52C473A16AA1"/>
        <w:category>
          <w:name w:val="General"/>
          <w:gallery w:val="placeholder"/>
        </w:category>
        <w:types>
          <w:type w:val="bbPlcHdr"/>
        </w:types>
        <w:behaviors>
          <w:behavior w:val="content"/>
        </w:behaviors>
        <w:guid w:val="{54AF3600-4788-4A7D-B598-DF7AF587D3AB}"/>
      </w:docPartPr>
      <w:docPartBody>
        <w:p w:rsidR="00583655" w:rsidRDefault="00583655">
          <w:pPr>
            <w:pStyle w:val="48934FA6A6284876B73C52C473A16AA1"/>
          </w:pPr>
          <w:r w:rsidRPr="001368BA">
            <w:rPr>
              <w:rStyle w:val="PlaceholderText"/>
              <w:szCs w:val="16"/>
            </w:rPr>
            <w:t>Choose intended use.</w:t>
          </w:r>
        </w:p>
      </w:docPartBody>
    </w:docPart>
    <w:docPart>
      <w:docPartPr>
        <w:name w:val="4536FB3E227D4519983766EFF43E419B"/>
        <w:category>
          <w:name w:val="General"/>
          <w:gallery w:val="placeholder"/>
        </w:category>
        <w:types>
          <w:type w:val="bbPlcHdr"/>
        </w:types>
        <w:behaviors>
          <w:behavior w:val="content"/>
        </w:behaviors>
        <w:guid w:val="{FFEA070C-5F12-486B-948B-A8487F2212C6}"/>
      </w:docPartPr>
      <w:docPartBody>
        <w:p w:rsidR="00583655" w:rsidRDefault="00583655">
          <w:pPr>
            <w:pStyle w:val="4536FB3E227D4519983766EFF43E419B"/>
          </w:pPr>
          <w:r w:rsidRPr="00061AD2">
            <w:rPr>
              <w:rStyle w:val="PlaceholderText"/>
              <w:szCs w:val="16"/>
            </w:rPr>
            <w:t>[To be approved]</w:t>
          </w:r>
        </w:p>
      </w:docPartBody>
    </w:docPart>
    <w:docPart>
      <w:docPartPr>
        <w:name w:val="7BE633EBAC5046CE8814ED8E630306BD"/>
        <w:category>
          <w:name w:val="General"/>
          <w:gallery w:val="placeholder"/>
        </w:category>
        <w:types>
          <w:type w:val="bbPlcHdr"/>
        </w:types>
        <w:behaviors>
          <w:behavior w:val="content"/>
        </w:behaviors>
        <w:guid w:val="{8A0BA654-3520-4F78-81BA-F07252F65856}"/>
      </w:docPartPr>
      <w:docPartBody>
        <w:p w:rsidR="00583655" w:rsidRDefault="00583655">
          <w:pPr>
            <w:pStyle w:val="7BE633EBAC5046CE8814ED8E630306BD"/>
          </w:pPr>
          <w:r w:rsidRPr="001368BA">
            <w:rPr>
              <w:rStyle w:val="PlaceholderText"/>
              <w:szCs w:val="16"/>
            </w:rPr>
            <w:t>Choose status.</w:t>
          </w:r>
        </w:p>
      </w:docPartBody>
    </w:docPart>
    <w:docPart>
      <w:docPartPr>
        <w:name w:val="D57B5A770F004655972BD8B1DF277C0C"/>
        <w:category>
          <w:name w:val="General"/>
          <w:gallery w:val="placeholder"/>
        </w:category>
        <w:types>
          <w:type w:val="bbPlcHdr"/>
        </w:types>
        <w:behaviors>
          <w:behavior w:val="content"/>
        </w:behaviors>
        <w:guid w:val="{0CF705F8-0E48-4443-A91A-C590810C1BC3}"/>
      </w:docPartPr>
      <w:docPartBody>
        <w:p w:rsidR="00583655" w:rsidRDefault="00583655">
          <w:pPr>
            <w:pStyle w:val="D57B5A770F004655972BD8B1DF277C0C"/>
          </w:pPr>
          <w:r w:rsidRPr="001368BA">
            <w:rPr>
              <w:rStyle w:val="PlaceholderText"/>
              <w:szCs w:val="16"/>
            </w:rPr>
            <w:t>Choose audience.</w:t>
          </w:r>
        </w:p>
      </w:docPartBody>
    </w:docPart>
    <w:docPart>
      <w:docPartPr>
        <w:name w:val="C4D73CC9DDFE4CF98552B1DB9F0922C5"/>
        <w:category>
          <w:name w:val="General"/>
          <w:gallery w:val="placeholder"/>
        </w:category>
        <w:types>
          <w:type w:val="bbPlcHdr"/>
        </w:types>
        <w:behaviors>
          <w:behavior w:val="content"/>
        </w:behaviors>
        <w:guid w:val="{516DB17A-D6E2-442E-BA27-4236BD28E292}"/>
      </w:docPartPr>
      <w:docPartBody>
        <w:p w:rsidR="00583655" w:rsidRDefault="00583655">
          <w:pPr>
            <w:pStyle w:val="C4D73CC9DDFE4CF98552B1DB9F0922C5"/>
          </w:pPr>
          <w:r w:rsidRPr="001368BA">
            <w:rPr>
              <w:rStyle w:val="PlaceholderText"/>
              <w:szCs w:val="16"/>
            </w:rPr>
            <w:t>Choose intended use.</w:t>
          </w:r>
        </w:p>
      </w:docPartBody>
    </w:docPart>
    <w:docPart>
      <w:docPartPr>
        <w:name w:val="FBE3F753C80C4CCFB7D8007B9BFA8EA8"/>
        <w:category>
          <w:name w:val="General"/>
          <w:gallery w:val="placeholder"/>
        </w:category>
        <w:types>
          <w:type w:val="bbPlcHdr"/>
        </w:types>
        <w:behaviors>
          <w:behavior w:val="content"/>
        </w:behaviors>
        <w:guid w:val="{53073813-2228-423E-935C-16E88CA5F38C}"/>
      </w:docPartPr>
      <w:docPartBody>
        <w:p w:rsidR="00D76F2F" w:rsidRDefault="00583655">
          <w:pPr>
            <w:pStyle w:val="FBE3F753C80C4CCFB7D8007B9BFA8EA8"/>
          </w:pPr>
          <w:r w:rsidRPr="00E135CE">
            <w:rPr>
              <w:rStyle w:val="PlaceholderText"/>
            </w:rPr>
            <w:t>[To be approved]</w:t>
          </w:r>
        </w:p>
      </w:docPartBody>
    </w:docPart>
    <w:docPart>
      <w:docPartPr>
        <w:name w:val="D48C975E9C414E68B9A17862A3D6D5B8"/>
        <w:category>
          <w:name w:val="General"/>
          <w:gallery w:val="placeholder"/>
        </w:category>
        <w:types>
          <w:type w:val="bbPlcHdr"/>
        </w:types>
        <w:behaviors>
          <w:behavior w:val="content"/>
        </w:behaviors>
        <w:guid w:val="{90C8D94A-8654-495A-9297-D1DAF48E8C8C}"/>
      </w:docPartPr>
      <w:docPartBody>
        <w:p w:rsidR="00D76F2F" w:rsidRDefault="00583655">
          <w:pPr>
            <w:pStyle w:val="D48C975E9C414E68B9A17862A3D6D5B8"/>
          </w:pPr>
          <w:r w:rsidRPr="00E135CE">
            <w:rPr>
              <w:rStyle w:val="PlaceholderText"/>
            </w:rPr>
            <w:t>[Type version number to display on approved document e.g. v1.0]</w:t>
          </w:r>
        </w:p>
      </w:docPartBody>
    </w:docPart>
    <w:docPart>
      <w:docPartPr>
        <w:name w:val="D542FA9BD163471CA3EDF8221C7FEFFF"/>
        <w:category>
          <w:name w:val="General"/>
          <w:gallery w:val="placeholder"/>
        </w:category>
        <w:types>
          <w:type w:val="bbPlcHdr"/>
        </w:types>
        <w:behaviors>
          <w:behavior w:val="content"/>
        </w:behaviors>
        <w:guid w:val="{FFBF8440-08EA-479E-9E8A-73807A09AD01}"/>
      </w:docPartPr>
      <w:docPartBody>
        <w:p w:rsidR="00D76F2F" w:rsidRDefault="00583655">
          <w:pPr>
            <w:pStyle w:val="D542FA9BD163471CA3EDF8221C7FEFFF"/>
          </w:pPr>
          <w:r w:rsidRPr="00061AD2">
            <w:rPr>
              <w:rStyle w:val="PlaceholderText"/>
              <w:szCs w:val="16"/>
            </w:rPr>
            <w:t>[To be approved]</w:t>
          </w:r>
        </w:p>
      </w:docPartBody>
    </w:docPart>
    <w:docPart>
      <w:docPartPr>
        <w:name w:val="EDC6C84B10B04F8AA73EDC96457682AA"/>
        <w:category>
          <w:name w:val="General"/>
          <w:gallery w:val="placeholder"/>
        </w:category>
        <w:types>
          <w:type w:val="bbPlcHdr"/>
        </w:types>
        <w:behaviors>
          <w:behavior w:val="content"/>
        </w:behaviors>
        <w:guid w:val="{4B4CD350-678B-488E-B3CB-C9B497344E59}"/>
      </w:docPartPr>
      <w:docPartBody>
        <w:p w:rsidR="00DA3520" w:rsidRDefault="00583655">
          <w:pPr>
            <w:pStyle w:val="EDC6C84B10B04F8AA73EDC96457682AA"/>
          </w:pPr>
          <w:r w:rsidRPr="00C046F3">
            <w:rPr>
              <w:rStyle w:val="PlaceholderText"/>
            </w:rPr>
            <w:t>[Title]</w:t>
          </w:r>
        </w:p>
      </w:docPartBody>
    </w:docPart>
    <w:docPart>
      <w:docPartPr>
        <w:name w:val="2A8A4D91280E4741B69830D8B927B27B"/>
        <w:category>
          <w:name w:val="General"/>
          <w:gallery w:val="placeholder"/>
        </w:category>
        <w:types>
          <w:type w:val="bbPlcHdr"/>
        </w:types>
        <w:behaviors>
          <w:behavior w:val="content"/>
        </w:behaviors>
        <w:guid w:val="{C3AB772E-446F-4A46-A44A-5EE6BA796DC2}"/>
      </w:docPartPr>
      <w:docPartBody>
        <w:p w:rsidR="00DA3520" w:rsidRDefault="00583655">
          <w:pPr>
            <w:pStyle w:val="2A8A4D91280E4741B69830D8B927B27B"/>
          </w:pPr>
          <w:r w:rsidRPr="00010A8F">
            <w:rPr>
              <w:rStyle w:val="PlaceholderText"/>
              <w:szCs w:val="16"/>
            </w:rPr>
            <w:t>Select version or blank</w:t>
          </w:r>
        </w:p>
      </w:docPartBody>
    </w:docPart>
    <w:docPart>
      <w:docPartPr>
        <w:name w:val="50E324BEFDA24E78B39DECD42EFC6F18"/>
        <w:category>
          <w:name w:val="General"/>
          <w:gallery w:val="placeholder"/>
        </w:category>
        <w:types>
          <w:type w:val="bbPlcHdr"/>
        </w:types>
        <w:behaviors>
          <w:behavior w:val="content"/>
        </w:behaviors>
        <w:guid w:val="{88A56C4A-2982-473B-A23D-D6D43DAAC8E2}"/>
      </w:docPartPr>
      <w:docPartBody>
        <w:p w:rsidR="00DA3520" w:rsidRDefault="00583655">
          <w:pPr>
            <w:pStyle w:val="50E324BEFDA24E78B39DECD42EFC6F18"/>
          </w:pPr>
          <w:r>
            <w:rPr>
              <w:rStyle w:val="PlaceholderText"/>
              <w:szCs w:val="16"/>
            </w:rPr>
            <w:t>D</w:t>
          </w:r>
          <w:r w:rsidRPr="001368BA">
            <w:rPr>
              <w:rStyle w:val="PlaceholderText"/>
              <w:szCs w:val="16"/>
            </w:rPr>
            <w:t>ocument identifier</w:t>
          </w:r>
        </w:p>
      </w:docPartBody>
    </w:docPart>
    <w:docPart>
      <w:docPartPr>
        <w:name w:val="6E84EF9B8E284EC58402ABB6C8E9194B"/>
        <w:category>
          <w:name w:val="General"/>
          <w:gallery w:val="placeholder"/>
        </w:category>
        <w:types>
          <w:type w:val="bbPlcHdr"/>
        </w:types>
        <w:behaviors>
          <w:behavior w:val="content"/>
        </w:behaviors>
        <w:guid w:val="{EF16A7C9-166F-4DF3-91D3-373F880EAA49}"/>
      </w:docPartPr>
      <w:docPartBody>
        <w:p w:rsidR="00DA3520" w:rsidRDefault="00583655">
          <w:pPr>
            <w:pStyle w:val="6E84EF9B8E284EC58402ABB6C8E9194B"/>
          </w:pPr>
          <w:r>
            <w:rPr>
              <w:rStyle w:val="PlaceholderText"/>
              <w:szCs w:val="16"/>
            </w:rPr>
            <w:t>D</w:t>
          </w:r>
          <w:r w:rsidRPr="001368BA">
            <w:rPr>
              <w:rStyle w:val="PlaceholderText"/>
              <w:szCs w:val="16"/>
            </w:rPr>
            <w:t>ocument identifier.</w:t>
          </w:r>
        </w:p>
      </w:docPartBody>
    </w:docPart>
    <w:docPart>
      <w:docPartPr>
        <w:name w:val="18D29FE2147C4557AC48B36F0AECC526"/>
        <w:category>
          <w:name w:val="General"/>
          <w:gallery w:val="placeholder"/>
        </w:category>
        <w:types>
          <w:type w:val="bbPlcHdr"/>
        </w:types>
        <w:behaviors>
          <w:behavior w:val="content"/>
        </w:behaviors>
        <w:guid w:val="{5DC9574D-9135-4A79-8BDA-89781F777B50}"/>
      </w:docPartPr>
      <w:docPartBody>
        <w:p w:rsidR="00DA3520" w:rsidRDefault="00583655">
          <w:pPr>
            <w:pStyle w:val="18D29FE2147C4557AC48B36F0AECC526"/>
          </w:pPr>
          <w:r>
            <w:t>Select version or blank</w:t>
          </w:r>
        </w:p>
      </w:docPartBody>
    </w:docPart>
    <w:docPart>
      <w:docPartPr>
        <w:name w:val="9F2109AC8516447B936FC134B7240124"/>
        <w:category>
          <w:name w:val="General"/>
          <w:gallery w:val="placeholder"/>
        </w:category>
        <w:types>
          <w:type w:val="bbPlcHdr"/>
        </w:types>
        <w:behaviors>
          <w:behavior w:val="content"/>
        </w:behaviors>
        <w:guid w:val="{2C98C431-599D-4D76-8972-907B9B0664C2}"/>
      </w:docPartPr>
      <w:docPartBody>
        <w:p w:rsidR="00DA3520" w:rsidRDefault="00583655">
          <w:pPr>
            <w:pStyle w:val="9F2109AC8516447B936FC134B7240124"/>
          </w:pPr>
          <w:r w:rsidRPr="006D53B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655"/>
    <w:rsid w:val="000137C2"/>
    <w:rsid w:val="00030653"/>
    <w:rsid w:val="00054FE9"/>
    <w:rsid w:val="0007031E"/>
    <w:rsid w:val="00071F73"/>
    <w:rsid w:val="000A3FD5"/>
    <w:rsid w:val="000B4225"/>
    <w:rsid w:val="000C2272"/>
    <w:rsid w:val="000C4F3C"/>
    <w:rsid w:val="000C5385"/>
    <w:rsid w:val="000D286E"/>
    <w:rsid w:val="000F74BF"/>
    <w:rsid w:val="0011233E"/>
    <w:rsid w:val="00135722"/>
    <w:rsid w:val="0013729E"/>
    <w:rsid w:val="001379CB"/>
    <w:rsid w:val="0014196A"/>
    <w:rsid w:val="00141A82"/>
    <w:rsid w:val="001522F6"/>
    <w:rsid w:val="00164F8C"/>
    <w:rsid w:val="00174953"/>
    <w:rsid w:val="00185087"/>
    <w:rsid w:val="00186E37"/>
    <w:rsid w:val="001D7D0A"/>
    <w:rsid w:val="001F2E6A"/>
    <w:rsid w:val="00205550"/>
    <w:rsid w:val="00244D3C"/>
    <w:rsid w:val="002545F3"/>
    <w:rsid w:val="00261178"/>
    <w:rsid w:val="00291762"/>
    <w:rsid w:val="002A633F"/>
    <w:rsid w:val="002C12D8"/>
    <w:rsid w:val="002E047B"/>
    <w:rsid w:val="003030AD"/>
    <w:rsid w:val="00324F9D"/>
    <w:rsid w:val="00353A93"/>
    <w:rsid w:val="003745B6"/>
    <w:rsid w:val="00382388"/>
    <w:rsid w:val="00386935"/>
    <w:rsid w:val="003C2B1A"/>
    <w:rsid w:val="003C7EF9"/>
    <w:rsid w:val="003D3DEC"/>
    <w:rsid w:val="003E0D05"/>
    <w:rsid w:val="003E1267"/>
    <w:rsid w:val="003E3725"/>
    <w:rsid w:val="003F098B"/>
    <w:rsid w:val="003F57CB"/>
    <w:rsid w:val="00404CCF"/>
    <w:rsid w:val="00406596"/>
    <w:rsid w:val="00407D2D"/>
    <w:rsid w:val="00422B9B"/>
    <w:rsid w:val="00427948"/>
    <w:rsid w:val="00431B4F"/>
    <w:rsid w:val="004668EB"/>
    <w:rsid w:val="0047522D"/>
    <w:rsid w:val="00481F13"/>
    <w:rsid w:val="004828EB"/>
    <w:rsid w:val="00482DB1"/>
    <w:rsid w:val="004A1153"/>
    <w:rsid w:val="004D2913"/>
    <w:rsid w:val="004E4137"/>
    <w:rsid w:val="004E4A40"/>
    <w:rsid w:val="00505D0C"/>
    <w:rsid w:val="005067D4"/>
    <w:rsid w:val="00521DF8"/>
    <w:rsid w:val="00583655"/>
    <w:rsid w:val="005873C2"/>
    <w:rsid w:val="005A0078"/>
    <w:rsid w:val="005D2A30"/>
    <w:rsid w:val="005D3372"/>
    <w:rsid w:val="005E55BA"/>
    <w:rsid w:val="00602FC5"/>
    <w:rsid w:val="00610317"/>
    <w:rsid w:val="006123E2"/>
    <w:rsid w:val="00622BF5"/>
    <w:rsid w:val="00625CA7"/>
    <w:rsid w:val="0066053E"/>
    <w:rsid w:val="006817E2"/>
    <w:rsid w:val="006B1F2A"/>
    <w:rsid w:val="007317E6"/>
    <w:rsid w:val="00742115"/>
    <w:rsid w:val="00753B68"/>
    <w:rsid w:val="007572C1"/>
    <w:rsid w:val="00767069"/>
    <w:rsid w:val="00783829"/>
    <w:rsid w:val="0078543C"/>
    <w:rsid w:val="007C575C"/>
    <w:rsid w:val="007E291F"/>
    <w:rsid w:val="00805D3A"/>
    <w:rsid w:val="00812018"/>
    <w:rsid w:val="008204C9"/>
    <w:rsid w:val="00837691"/>
    <w:rsid w:val="0085502F"/>
    <w:rsid w:val="008624FD"/>
    <w:rsid w:val="0086373E"/>
    <w:rsid w:val="0087312F"/>
    <w:rsid w:val="00882A2C"/>
    <w:rsid w:val="008B74DD"/>
    <w:rsid w:val="008E1133"/>
    <w:rsid w:val="008E30D4"/>
    <w:rsid w:val="008F47E0"/>
    <w:rsid w:val="00904D9D"/>
    <w:rsid w:val="009279AF"/>
    <w:rsid w:val="00947423"/>
    <w:rsid w:val="00951BB8"/>
    <w:rsid w:val="00953F14"/>
    <w:rsid w:val="009552D7"/>
    <w:rsid w:val="009671FE"/>
    <w:rsid w:val="009B7160"/>
    <w:rsid w:val="00A07F96"/>
    <w:rsid w:val="00A147F8"/>
    <w:rsid w:val="00A342DB"/>
    <w:rsid w:val="00A36B27"/>
    <w:rsid w:val="00A41F0D"/>
    <w:rsid w:val="00A82A19"/>
    <w:rsid w:val="00A95F19"/>
    <w:rsid w:val="00AB351A"/>
    <w:rsid w:val="00B01114"/>
    <w:rsid w:val="00B171A0"/>
    <w:rsid w:val="00B5088B"/>
    <w:rsid w:val="00B56635"/>
    <w:rsid w:val="00B62A99"/>
    <w:rsid w:val="00B718DD"/>
    <w:rsid w:val="00B73162"/>
    <w:rsid w:val="00B877A3"/>
    <w:rsid w:val="00BD6D1E"/>
    <w:rsid w:val="00BE4D39"/>
    <w:rsid w:val="00C01B64"/>
    <w:rsid w:val="00C02468"/>
    <w:rsid w:val="00C42CEA"/>
    <w:rsid w:val="00C7626D"/>
    <w:rsid w:val="00CA172E"/>
    <w:rsid w:val="00CC2B6F"/>
    <w:rsid w:val="00CC523A"/>
    <w:rsid w:val="00CD09CC"/>
    <w:rsid w:val="00CE3DDE"/>
    <w:rsid w:val="00CE7F49"/>
    <w:rsid w:val="00CF081A"/>
    <w:rsid w:val="00D12085"/>
    <w:rsid w:val="00D26D76"/>
    <w:rsid w:val="00D26F49"/>
    <w:rsid w:val="00D4537F"/>
    <w:rsid w:val="00D60A08"/>
    <w:rsid w:val="00D76F2F"/>
    <w:rsid w:val="00D82795"/>
    <w:rsid w:val="00D872C0"/>
    <w:rsid w:val="00D87A73"/>
    <w:rsid w:val="00D90198"/>
    <w:rsid w:val="00DA3520"/>
    <w:rsid w:val="00E0304F"/>
    <w:rsid w:val="00E15CE3"/>
    <w:rsid w:val="00E40C39"/>
    <w:rsid w:val="00E4506E"/>
    <w:rsid w:val="00E4744D"/>
    <w:rsid w:val="00EB7877"/>
    <w:rsid w:val="00F00B1A"/>
    <w:rsid w:val="00F2136A"/>
    <w:rsid w:val="00F4350F"/>
    <w:rsid w:val="00F453A6"/>
    <w:rsid w:val="00F541A3"/>
    <w:rsid w:val="00F55DEC"/>
    <w:rsid w:val="00F770F3"/>
    <w:rsid w:val="00F87820"/>
    <w:rsid w:val="00FA2814"/>
    <w:rsid w:val="00FC036A"/>
  </w:rsids>
  <m:mathPr>
    <m:mathFont m:val="Cambria Math"/>
    <m:brkBin m:val="before"/>
    <m:brkBinSub m:val="--"/>
    <m:smallFrac m:val="0"/>
    <m:dispDef/>
    <m:lMargin m:val="0"/>
    <m:rMargin m:val="0"/>
    <m:defJc m:val="centerGroup"/>
    <m:wrapIndent m:val="1440"/>
    <m:intLim m:val="subSup"/>
    <m:naryLim m:val="undOvr"/>
  </m:mathPr>
  <w:themeFontLang w:val="en-AU" w:eastAsia="ko-K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3655"/>
    <w:rPr>
      <w:color w:val="808080"/>
    </w:rPr>
  </w:style>
  <w:style w:type="paragraph" w:customStyle="1" w:styleId="3CA9DEF2657646329D11A1CF709F1355">
    <w:name w:val="3CA9DEF2657646329D11A1CF709F1355"/>
  </w:style>
  <w:style w:type="paragraph" w:customStyle="1" w:styleId="63B981A2E88A47868B96266B38D7BD52">
    <w:name w:val="63B981A2E88A47868B96266B38D7BD52"/>
  </w:style>
  <w:style w:type="paragraph" w:customStyle="1" w:styleId="D918F21E8CB24012A8D439FFD44ACBC3">
    <w:name w:val="D918F21E8CB24012A8D439FFD44ACBC3"/>
  </w:style>
  <w:style w:type="paragraph" w:customStyle="1" w:styleId="7219254D988D49D0B4324166B411823F">
    <w:name w:val="7219254D988D49D0B4324166B411823F"/>
  </w:style>
  <w:style w:type="paragraph" w:customStyle="1" w:styleId="3FE1A652CE8B4D9F83D8A7AB8AC923A2">
    <w:name w:val="3FE1A652CE8B4D9F83D8A7AB8AC923A2"/>
  </w:style>
  <w:style w:type="paragraph" w:customStyle="1" w:styleId="8DE9B669DB824418971299BFB03D053F">
    <w:name w:val="8DE9B669DB824418971299BFB03D053F"/>
  </w:style>
  <w:style w:type="paragraph" w:customStyle="1" w:styleId="5A1D250E522D4E429E7CB13D70699D6D">
    <w:name w:val="5A1D250E522D4E429E7CB13D70699D6D"/>
  </w:style>
  <w:style w:type="paragraph" w:customStyle="1" w:styleId="3133D18345B346BE8F2BD96EDF6F52A6">
    <w:name w:val="3133D18345B346BE8F2BD96EDF6F52A6"/>
  </w:style>
  <w:style w:type="paragraph" w:customStyle="1" w:styleId="3CBFD38E117C4760804F0B60459DAD00">
    <w:name w:val="3CBFD38E117C4760804F0B60459DAD00"/>
  </w:style>
  <w:style w:type="paragraph" w:customStyle="1" w:styleId="682AB40767F3461B9DA2666D4BA8DB79">
    <w:name w:val="682AB40767F3461B9DA2666D4BA8DB79"/>
  </w:style>
  <w:style w:type="paragraph" w:customStyle="1" w:styleId="9380220649E640159169250C4462D89B">
    <w:name w:val="9380220649E640159169250C4462D89B"/>
  </w:style>
  <w:style w:type="paragraph" w:customStyle="1" w:styleId="0A7CD73CAC18434294439466FBE180E5">
    <w:name w:val="0A7CD73CAC18434294439466FBE180E5"/>
  </w:style>
  <w:style w:type="paragraph" w:customStyle="1" w:styleId="D2017F2BE20D45AE9D93F7BE4D293C7D">
    <w:name w:val="D2017F2BE20D45AE9D93F7BE4D293C7D"/>
  </w:style>
  <w:style w:type="paragraph" w:customStyle="1" w:styleId="05711278A1854A8BBDCA57AE1AFA9C06">
    <w:name w:val="05711278A1854A8BBDCA57AE1AFA9C06"/>
  </w:style>
  <w:style w:type="paragraph" w:customStyle="1" w:styleId="5B748A6373C847A9919DB0F0419B36F1">
    <w:name w:val="5B748A6373C847A9919DB0F0419B36F1"/>
  </w:style>
  <w:style w:type="paragraph" w:customStyle="1" w:styleId="62711E91994A42899AFB4707FB1958CE">
    <w:name w:val="62711E91994A42899AFB4707FB1958CE"/>
  </w:style>
  <w:style w:type="paragraph" w:customStyle="1" w:styleId="0F69AF680D364C1BB098D6600BFE2290">
    <w:name w:val="0F69AF680D364C1BB098D6600BFE2290"/>
  </w:style>
  <w:style w:type="paragraph" w:customStyle="1" w:styleId="1BE5CCB7B7B546E5A40DB96B08348E01">
    <w:name w:val="1BE5CCB7B7B546E5A40DB96B08348E01"/>
  </w:style>
  <w:style w:type="paragraph" w:customStyle="1" w:styleId="BB0F7D05ECBF4E54853030DC2353E779">
    <w:name w:val="BB0F7D05ECBF4E54853030DC2353E779"/>
  </w:style>
  <w:style w:type="paragraph" w:customStyle="1" w:styleId="48934FA6A6284876B73C52C473A16AA1">
    <w:name w:val="48934FA6A6284876B73C52C473A16AA1"/>
  </w:style>
  <w:style w:type="paragraph" w:customStyle="1" w:styleId="4536FB3E227D4519983766EFF43E419B">
    <w:name w:val="4536FB3E227D4519983766EFF43E419B"/>
  </w:style>
  <w:style w:type="paragraph" w:customStyle="1" w:styleId="7BE633EBAC5046CE8814ED8E630306BD">
    <w:name w:val="7BE633EBAC5046CE8814ED8E630306BD"/>
  </w:style>
  <w:style w:type="paragraph" w:customStyle="1" w:styleId="D57B5A770F004655972BD8B1DF277C0C">
    <w:name w:val="D57B5A770F004655972BD8B1DF277C0C"/>
  </w:style>
  <w:style w:type="paragraph" w:customStyle="1" w:styleId="C4D73CC9DDFE4CF98552B1DB9F0922C5">
    <w:name w:val="C4D73CC9DDFE4CF98552B1DB9F0922C5"/>
  </w:style>
  <w:style w:type="paragraph" w:customStyle="1" w:styleId="FBE3F753C80C4CCFB7D8007B9BFA8EA8">
    <w:name w:val="FBE3F753C80C4CCFB7D8007B9BFA8EA8"/>
    <w:pPr>
      <w:spacing w:line="278" w:lineRule="auto"/>
    </w:pPr>
    <w:rPr>
      <w:kern w:val="2"/>
      <w:sz w:val="24"/>
      <w:szCs w:val="24"/>
      <w14:ligatures w14:val="standardContextual"/>
    </w:rPr>
  </w:style>
  <w:style w:type="paragraph" w:customStyle="1" w:styleId="D48C975E9C414E68B9A17862A3D6D5B8">
    <w:name w:val="D48C975E9C414E68B9A17862A3D6D5B8"/>
    <w:pPr>
      <w:spacing w:line="278" w:lineRule="auto"/>
    </w:pPr>
    <w:rPr>
      <w:kern w:val="2"/>
      <w:sz w:val="24"/>
      <w:szCs w:val="24"/>
      <w14:ligatures w14:val="standardContextual"/>
    </w:rPr>
  </w:style>
  <w:style w:type="paragraph" w:customStyle="1" w:styleId="D542FA9BD163471CA3EDF8221C7FEFFF">
    <w:name w:val="D542FA9BD163471CA3EDF8221C7FEFFF"/>
    <w:pPr>
      <w:spacing w:line="278" w:lineRule="auto"/>
    </w:pPr>
    <w:rPr>
      <w:kern w:val="2"/>
      <w:sz w:val="24"/>
      <w:szCs w:val="24"/>
      <w14:ligatures w14:val="standardContextual"/>
    </w:rPr>
  </w:style>
  <w:style w:type="paragraph" w:customStyle="1" w:styleId="EDC6C84B10B04F8AA73EDC96457682AA">
    <w:name w:val="EDC6C84B10B04F8AA73EDC96457682AA"/>
    <w:pPr>
      <w:spacing w:line="278" w:lineRule="auto"/>
    </w:pPr>
    <w:rPr>
      <w:kern w:val="2"/>
      <w:sz w:val="24"/>
      <w:szCs w:val="24"/>
      <w14:ligatures w14:val="standardContextual"/>
    </w:rPr>
  </w:style>
  <w:style w:type="paragraph" w:customStyle="1" w:styleId="2A8A4D91280E4741B69830D8B927B27B">
    <w:name w:val="2A8A4D91280E4741B69830D8B927B27B"/>
    <w:pPr>
      <w:spacing w:line="278" w:lineRule="auto"/>
    </w:pPr>
    <w:rPr>
      <w:kern w:val="2"/>
      <w:sz w:val="24"/>
      <w:szCs w:val="24"/>
      <w14:ligatures w14:val="standardContextual"/>
    </w:rPr>
  </w:style>
  <w:style w:type="paragraph" w:customStyle="1" w:styleId="50E324BEFDA24E78B39DECD42EFC6F18">
    <w:name w:val="50E324BEFDA24E78B39DECD42EFC6F18"/>
    <w:pPr>
      <w:spacing w:line="278" w:lineRule="auto"/>
    </w:pPr>
    <w:rPr>
      <w:kern w:val="2"/>
      <w:sz w:val="24"/>
      <w:szCs w:val="24"/>
      <w14:ligatures w14:val="standardContextual"/>
    </w:rPr>
  </w:style>
  <w:style w:type="paragraph" w:customStyle="1" w:styleId="6E84EF9B8E284EC58402ABB6C8E9194B">
    <w:name w:val="6E84EF9B8E284EC58402ABB6C8E9194B"/>
    <w:pPr>
      <w:spacing w:line="278" w:lineRule="auto"/>
    </w:pPr>
    <w:rPr>
      <w:kern w:val="2"/>
      <w:sz w:val="24"/>
      <w:szCs w:val="24"/>
      <w14:ligatures w14:val="standardContextual"/>
    </w:rPr>
  </w:style>
  <w:style w:type="paragraph" w:customStyle="1" w:styleId="18D29FE2147C4557AC48B36F0AECC526">
    <w:name w:val="18D29FE2147C4557AC48B36F0AECC526"/>
    <w:pPr>
      <w:spacing w:line="278" w:lineRule="auto"/>
    </w:pPr>
    <w:rPr>
      <w:kern w:val="2"/>
      <w:sz w:val="24"/>
      <w:szCs w:val="24"/>
      <w14:ligatures w14:val="standardContextual"/>
    </w:rPr>
  </w:style>
  <w:style w:type="paragraph" w:customStyle="1" w:styleId="9F2109AC8516447B936FC134B7240124">
    <w:name w:val="9F2109AC8516447B936FC134B724012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NEHTACollab.XSL" StyleName="NEHTA Collaboration">
</b:Sources>
</file>

<file path=customXml/item2.xml><?xml version="1.0" encoding="utf-8"?>
<root>
  <dateOfApproval>2025-11-26T00:00:00</dateOfApproval>
  <DocStatus>Approved</DocStatus>
  <Audience>for external</Audience>
  <IntendedUse>use</IntendedUse>
  <Revision/>
  <DocumentVersionNumber> </DocumentVersionNumber>
  <DocumentID>DH-4202:2025</DocumentID>
</root>
</file>

<file path=customXml/item3.xml><?xml version="1.0" encoding="utf-8"?>
<root>
  <versionPublished>v5.0.1</versionPublished>
</root>
</file>

<file path=customXml/itemProps1.xml><?xml version="1.0" encoding="utf-8"?>
<ds:datastoreItem xmlns:ds="http://schemas.openxmlformats.org/officeDocument/2006/customXml" ds:itemID="{D299FA2D-E9C2-4B94-9753-A1A00053395A}">
  <ds:schemaRefs>
    <ds:schemaRef ds:uri="http://schemas.openxmlformats.org/officeDocument/2006/bibliography"/>
  </ds:schemaRefs>
</ds:datastoreItem>
</file>

<file path=customXml/itemProps2.xml><?xml version="1.0" encoding="utf-8"?>
<ds:datastoreItem xmlns:ds="http://schemas.openxmlformats.org/officeDocument/2006/customXml" ds:itemID="{E2F2F3AA-4CD9-4DBD-A736-CDA785365897}">
  <ds:schemaRefs/>
</ds:datastoreItem>
</file>

<file path=customXml/itemProps3.xml><?xml version="1.0" encoding="utf-8"?>
<ds:datastoreItem xmlns:ds="http://schemas.openxmlformats.org/officeDocument/2006/customXml" ds:itemID="{FE7B4EB5-E916-4A7E-BF8C-86E56810F32F}">
  <ds:schemaRefs/>
</ds:datastoreItem>
</file>

<file path=docProps/app.xml><?xml version="1.0" encoding="utf-8"?>
<Properties xmlns="http://schemas.openxmlformats.org/officeDocument/2006/extended-properties" xmlns:vt="http://schemas.openxmlformats.org/officeDocument/2006/docPropsVTypes">
  <Template>External Long Document v2.6.dotx</Template>
  <TotalTime>805</TotalTime>
  <Pages>35</Pages>
  <Words>7428</Words>
  <Characters>40190</Characters>
  <Application>Microsoft Office Word</Application>
  <DocSecurity>0</DocSecurity>
  <Lines>1913</Lines>
  <Paragraphs>1442</Paragraphs>
  <ScaleCrop>false</ScaleCrop>
  <HeadingPairs>
    <vt:vector size="2" baseType="variant">
      <vt:variant>
        <vt:lpstr>Title</vt:lpstr>
      </vt:variant>
      <vt:variant>
        <vt:i4>1</vt:i4>
      </vt:variant>
    </vt:vector>
  </HeadingPairs>
  <TitlesOfParts>
    <vt:vector size="1" baseType="lpstr">
      <vt:lpstr>Implementation Conformance Statement</vt:lpstr>
    </vt:vector>
  </TitlesOfParts>
  <Company>Australian Digital Health Agency</Company>
  <LinksUpToDate>false</LinksUpToDate>
  <CharactersWithSpaces>46176</CharactersWithSpaces>
  <SharedDoc>false</SharedDoc>
  <HLinks>
    <vt:vector size="192" baseType="variant">
      <vt:variant>
        <vt:i4>6029343</vt:i4>
      </vt:variant>
      <vt:variant>
        <vt:i4>222</vt:i4>
      </vt:variant>
      <vt:variant>
        <vt:i4>0</vt:i4>
      </vt:variant>
      <vt:variant>
        <vt:i4>5</vt:i4>
      </vt:variant>
      <vt:variant>
        <vt:lpwstr>https://www.servicesaustralia.gov.au/healthcare-identifiers-hi-service-for-it-supporting-organisations?context=22876</vt:lpwstr>
      </vt:variant>
      <vt:variant>
        <vt:lpwstr/>
      </vt:variant>
      <vt:variant>
        <vt:i4>3735556</vt:i4>
      </vt:variant>
      <vt:variant>
        <vt:i4>195</vt:i4>
      </vt:variant>
      <vt:variant>
        <vt:i4>0</vt:i4>
      </vt:variant>
      <vt:variant>
        <vt:i4>5</vt:i4>
      </vt:variant>
      <vt:variant>
        <vt:lpwstr>https://healthsoftware.humanservices.gov.au/claiming/ext-vnd/healthcare_identifiers%23a4</vt:lpwstr>
      </vt:variant>
      <vt:variant>
        <vt:lpwstr/>
      </vt:variant>
      <vt:variant>
        <vt:i4>5242901</vt:i4>
      </vt:variant>
      <vt:variant>
        <vt:i4>192</vt:i4>
      </vt:variant>
      <vt:variant>
        <vt:i4>0</vt:i4>
      </vt:variant>
      <vt:variant>
        <vt:i4>5</vt:i4>
      </vt:variant>
      <vt:variant>
        <vt:lpwstr>https://healthsoftware.humanservices.gov.au/claiming/ext-vnd/</vt:lpwstr>
      </vt:variant>
      <vt:variant>
        <vt:lpwstr/>
      </vt:variant>
      <vt:variant>
        <vt:i4>1441846</vt:i4>
      </vt:variant>
      <vt:variant>
        <vt:i4>152</vt:i4>
      </vt:variant>
      <vt:variant>
        <vt:i4>0</vt:i4>
      </vt:variant>
      <vt:variant>
        <vt:i4>5</vt:i4>
      </vt:variant>
      <vt:variant>
        <vt:lpwstr/>
      </vt:variant>
      <vt:variant>
        <vt:lpwstr>_Toc203138484</vt:lpwstr>
      </vt:variant>
      <vt:variant>
        <vt:i4>1441846</vt:i4>
      </vt:variant>
      <vt:variant>
        <vt:i4>146</vt:i4>
      </vt:variant>
      <vt:variant>
        <vt:i4>0</vt:i4>
      </vt:variant>
      <vt:variant>
        <vt:i4>5</vt:i4>
      </vt:variant>
      <vt:variant>
        <vt:lpwstr/>
      </vt:variant>
      <vt:variant>
        <vt:lpwstr>_Toc203138483</vt:lpwstr>
      </vt:variant>
      <vt:variant>
        <vt:i4>1441846</vt:i4>
      </vt:variant>
      <vt:variant>
        <vt:i4>140</vt:i4>
      </vt:variant>
      <vt:variant>
        <vt:i4>0</vt:i4>
      </vt:variant>
      <vt:variant>
        <vt:i4>5</vt:i4>
      </vt:variant>
      <vt:variant>
        <vt:lpwstr/>
      </vt:variant>
      <vt:variant>
        <vt:lpwstr>_Toc203138482</vt:lpwstr>
      </vt:variant>
      <vt:variant>
        <vt:i4>1441846</vt:i4>
      </vt:variant>
      <vt:variant>
        <vt:i4>134</vt:i4>
      </vt:variant>
      <vt:variant>
        <vt:i4>0</vt:i4>
      </vt:variant>
      <vt:variant>
        <vt:i4>5</vt:i4>
      </vt:variant>
      <vt:variant>
        <vt:lpwstr/>
      </vt:variant>
      <vt:variant>
        <vt:lpwstr>_Toc203138481</vt:lpwstr>
      </vt:variant>
      <vt:variant>
        <vt:i4>1441846</vt:i4>
      </vt:variant>
      <vt:variant>
        <vt:i4>128</vt:i4>
      </vt:variant>
      <vt:variant>
        <vt:i4>0</vt:i4>
      </vt:variant>
      <vt:variant>
        <vt:i4>5</vt:i4>
      </vt:variant>
      <vt:variant>
        <vt:lpwstr/>
      </vt:variant>
      <vt:variant>
        <vt:lpwstr>_Toc203138480</vt:lpwstr>
      </vt:variant>
      <vt:variant>
        <vt:i4>1638454</vt:i4>
      </vt:variant>
      <vt:variant>
        <vt:i4>122</vt:i4>
      </vt:variant>
      <vt:variant>
        <vt:i4>0</vt:i4>
      </vt:variant>
      <vt:variant>
        <vt:i4>5</vt:i4>
      </vt:variant>
      <vt:variant>
        <vt:lpwstr/>
      </vt:variant>
      <vt:variant>
        <vt:lpwstr>_Toc203138479</vt:lpwstr>
      </vt:variant>
      <vt:variant>
        <vt:i4>1638454</vt:i4>
      </vt:variant>
      <vt:variant>
        <vt:i4>116</vt:i4>
      </vt:variant>
      <vt:variant>
        <vt:i4>0</vt:i4>
      </vt:variant>
      <vt:variant>
        <vt:i4>5</vt:i4>
      </vt:variant>
      <vt:variant>
        <vt:lpwstr/>
      </vt:variant>
      <vt:variant>
        <vt:lpwstr>_Toc203138478</vt:lpwstr>
      </vt:variant>
      <vt:variant>
        <vt:i4>1638454</vt:i4>
      </vt:variant>
      <vt:variant>
        <vt:i4>110</vt:i4>
      </vt:variant>
      <vt:variant>
        <vt:i4>0</vt:i4>
      </vt:variant>
      <vt:variant>
        <vt:i4>5</vt:i4>
      </vt:variant>
      <vt:variant>
        <vt:lpwstr/>
      </vt:variant>
      <vt:variant>
        <vt:lpwstr>_Toc203138477</vt:lpwstr>
      </vt:variant>
      <vt:variant>
        <vt:i4>1638454</vt:i4>
      </vt:variant>
      <vt:variant>
        <vt:i4>104</vt:i4>
      </vt:variant>
      <vt:variant>
        <vt:i4>0</vt:i4>
      </vt:variant>
      <vt:variant>
        <vt:i4>5</vt:i4>
      </vt:variant>
      <vt:variant>
        <vt:lpwstr/>
      </vt:variant>
      <vt:variant>
        <vt:lpwstr>_Toc203138476</vt:lpwstr>
      </vt:variant>
      <vt:variant>
        <vt:i4>1638454</vt:i4>
      </vt:variant>
      <vt:variant>
        <vt:i4>98</vt:i4>
      </vt:variant>
      <vt:variant>
        <vt:i4>0</vt:i4>
      </vt:variant>
      <vt:variant>
        <vt:i4>5</vt:i4>
      </vt:variant>
      <vt:variant>
        <vt:lpwstr/>
      </vt:variant>
      <vt:variant>
        <vt:lpwstr>_Toc203138475</vt:lpwstr>
      </vt:variant>
      <vt:variant>
        <vt:i4>1638454</vt:i4>
      </vt:variant>
      <vt:variant>
        <vt:i4>92</vt:i4>
      </vt:variant>
      <vt:variant>
        <vt:i4>0</vt:i4>
      </vt:variant>
      <vt:variant>
        <vt:i4>5</vt:i4>
      </vt:variant>
      <vt:variant>
        <vt:lpwstr/>
      </vt:variant>
      <vt:variant>
        <vt:lpwstr>_Toc203138474</vt:lpwstr>
      </vt:variant>
      <vt:variant>
        <vt:i4>1638454</vt:i4>
      </vt:variant>
      <vt:variant>
        <vt:i4>86</vt:i4>
      </vt:variant>
      <vt:variant>
        <vt:i4>0</vt:i4>
      </vt:variant>
      <vt:variant>
        <vt:i4>5</vt:i4>
      </vt:variant>
      <vt:variant>
        <vt:lpwstr/>
      </vt:variant>
      <vt:variant>
        <vt:lpwstr>_Toc203138473</vt:lpwstr>
      </vt:variant>
      <vt:variant>
        <vt:i4>1638454</vt:i4>
      </vt:variant>
      <vt:variant>
        <vt:i4>80</vt:i4>
      </vt:variant>
      <vt:variant>
        <vt:i4>0</vt:i4>
      </vt:variant>
      <vt:variant>
        <vt:i4>5</vt:i4>
      </vt:variant>
      <vt:variant>
        <vt:lpwstr/>
      </vt:variant>
      <vt:variant>
        <vt:lpwstr>_Toc203138472</vt:lpwstr>
      </vt:variant>
      <vt:variant>
        <vt:i4>1638454</vt:i4>
      </vt:variant>
      <vt:variant>
        <vt:i4>74</vt:i4>
      </vt:variant>
      <vt:variant>
        <vt:i4>0</vt:i4>
      </vt:variant>
      <vt:variant>
        <vt:i4>5</vt:i4>
      </vt:variant>
      <vt:variant>
        <vt:lpwstr/>
      </vt:variant>
      <vt:variant>
        <vt:lpwstr>_Toc203138471</vt:lpwstr>
      </vt:variant>
      <vt:variant>
        <vt:i4>1638454</vt:i4>
      </vt:variant>
      <vt:variant>
        <vt:i4>68</vt:i4>
      </vt:variant>
      <vt:variant>
        <vt:i4>0</vt:i4>
      </vt:variant>
      <vt:variant>
        <vt:i4>5</vt:i4>
      </vt:variant>
      <vt:variant>
        <vt:lpwstr/>
      </vt:variant>
      <vt:variant>
        <vt:lpwstr>_Toc203138470</vt:lpwstr>
      </vt:variant>
      <vt:variant>
        <vt:i4>1572918</vt:i4>
      </vt:variant>
      <vt:variant>
        <vt:i4>62</vt:i4>
      </vt:variant>
      <vt:variant>
        <vt:i4>0</vt:i4>
      </vt:variant>
      <vt:variant>
        <vt:i4>5</vt:i4>
      </vt:variant>
      <vt:variant>
        <vt:lpwstr/>
      </vt:variant>
      <vt:variant>
        <vt:lpwstr>_Toc203138469</vt:lpwstr>
      </vt:variant>
      <vt:variant>
        <vt:i4>1572918</vt:i4>
      </vt:variant>
      <vt:variant>
        <vt:i4>56</vt:i4>
      </vt:variant>
      <vt:variant>
        <vt:i4>0</vt:i4>
      </vt:variant>
      <vt:variant>
        <vt:i4>5</vt:i4>
      </vt:variant>
      <vt:variant>
        <vt:lpwstr/>
      </vt:variant>
      <vt:variant>
        <vt:lpwstr>_Toc203138468</vt:lpwstr>
      </vt:variant>
      <vt:variant>
        <vt:i4>1572918</vt:i4>
      </vt:variant>
      <vt:variant>
        <vt:i4>50</vt:i4>
      </vt:variant>
      <vt:variant>
        <vt:i4>0</vt:i4>
      </vt:variant>
      <vt:variant>
        <vt:i4>5</vt:i4>
      </vt:variant>
      <vt:variant>
        <vt:lpwstr/>
      </vt:variant>
      <vt:variant>
        <vt:lpwstr>_Toc203138467</vt:lpwstr>
      </vt:variant>
      <vt:variant>
        <vt:i4>1572918</vt:i4>
      </vt:variant>
      <vt:variant>
        <vt:i4>44</vt:i4>
      </vt:variant>
      <vt:variant>
        <vt:i4>0</vt:i4>
      </vt:variant>
      <vt:variant>
        <vt:i4>5</vt:i4>
      </vt:variant>
      <vt:variant>
        <vt:lpwstr/>
      </vt:variant>
      <vt:variant>
        <vt:lpwstr>_Toc203138466</vt:lpwstr>
      </vt:variant>
      <vt:variant>
        <vt:i4>1572918</vt:i4>
      </vt:variant>
      <vt:variant>
        <vt:i4>38</vt:i4>
      </vt:variant>
      <vt:variant>
        <vt:i4>0</vt:i4>
      </vt:variant>
      <vt:variant>
        <vt:i4>5</vt:i4>
      </vt:variant>
      <vt:variant>
        <vt:lpwstr/>
      </vt:variant>
      <vt:variant>
        <vt:lpwstr>_Toc203138465</vt:lpwstr>
      </vt:variant>
      <vt:variant>
        <vt:i4>1572918</vt:i4>
      </vt:variant>
      <vt:variant>
        <vt:i4>32</vt:i4>
      </vt:variant>
      <vt:variant>
        <vt:i4>0</vt:i4>
      </vt:variant>
      <vt:variant>
        <vt:i4>5</vt:i4>
      </vt:variant>
      <vt:variant>
        <vt:lpwstr/>
      </vt:variant>
      <vt:variant>
        <vt:lpwstr>_Toc203138464</vt:lpwstr>
      </vt:variant>
      <vt:variant>
        <vt:i4>1572918</vt:i4>
      </vt:variant>
      <vt:variant>
        <vt:i4>26</vt:i4>
      </vt:variant>
      <vt:variant>
        <vt:i4>0</vt:i4>
      </vt:variant>
      <vt:variant>
        <vt:i4>5</vt:i4>
      </vt:variant>
      <vt:variant>
        <vt:lpwstr/>
      </vt:variant>
      <vt:variant>
        <vt:lpwstr>_Toc203138463</vt:lpwstr>
      </vt:variant>
      <vt:variant>
        <vt:i4>1572918</vt:i4>
      </vt:variant>
      <vt:variant>
        <vt:i4>20</vt:i4>
      </vt:variant>
      <vt:variant>
        <vt:i4>0</vt:i4>
      </vt:variant>
      <vt:variant>
        <vt:i4>5</vt:i4>
      </vt:variant>
      <vt:variant>
        <vt:lpwstr/>
      </vt:variant>
      <vt:variant>
        <vt:lpwstr>_Toc203138462</vt:lpwstr>
      </vt:variant>
      <vt:variant>
        <vt:i4>1572918</vt:i4>
      </vt:variant>
      <vt:variant>
        <vt:i4>14</vt:i4>
      </vt:variant>
      <vt:variant>
        <vt:i4>0</vt:i4>
      </vt:variant>
      <vt:variant>
        <vt:i4>5</vt:i4>
      </vt:variant>
      <vt:variant>
        <vt:lpwstr/>
      </vt:variant>
      <vt:variant>
        <vt:lpwstr>_Toc203138461</vt:lpwstr>
      </vt:variant>
      <vt:variant>
        <vt:i4>2097237</vt:i4>
      </vt:variant>
      <vt:variant>
        <vt:i4>9</vt:i4>
      </vt:variant>
      <vt:variant>
        <vt:i4>0</vt:i4>
      </vt:variant>
      <vt:variant>
        <vt:i4>5</vt:i4>
      </vt:variant>
      <vt:variant>
        <vt:lpwstr>mailto:help@digitalhealth.gov.au</vt:lpwstr>
      </vt:variant>
      <vt:variant>
        <vt:lpwstr/>
      </vt:variant>
      <vt:variant>
        <vt:i4>5570585</vt:i4>
      </vt:variant>
      <vt:variant>
        <vt:i4>6</vt:i4>
      </vt:variant>
      <vt:variant>
        <vt:i4>0</vt:i4>
      </vt:variant>
      <vt:variant>
        <vt:i4>5</vt:i4>
      </vt:variant>
      <vt:variant>
        <vt:lpwstr>tel:1300 901 001</vt:lpwstr>
      </vt:variant>
      <vt:variant>
        <vt:lpwstr/>
      </vt:variant>
      <vt:variant>
        <vt:i4>917590</vt:i4>
      </vt:variant>
      <vt:variant>
        <vt:i4>3</vt:i4>
      </vt:variant>
      <vt:variant>
        <vt:i4>0</vt:i4>
      </vt:variant>
      <vt:variant>
        <vt:i4>5</vt:i4>
      </vt:variant>
      <vt:variant>
        <vt:lpwstr>http://www.digitalhealth.gov.au/</vt:lpwstr>
      </vt:variant>
      <vt:variant>
        <vt:lpwstr/>
      </vt:variant>
      <vt:variant>
        <vt:i4>2097237</vt:i4>
      </vt:variant>
      <vt:variant>
        <vt:i4>0</vt:i4>
      </vt:variant>
      <vt:variant>
        <vt:i4>0</vt:i4>
      </vt:variant>
      <vt:variant>
        <vt:i4>5</vt:i4>
      </vt:variant>
      <vt:variant>
        <vt:lpwstr>mailto:help@digitalhealth.gov.au</vt:lpwstr>
      </vt:variant>
      <vt:variant>
        <vt:lpwstr/>
      </vt:variant>
      <vt:variant>
        <vt:i4>5898363</vt:i4>
      </vt:variant>
      <vt:variant>
        <vt:i4>0</vt:i4>
      </vt:variant>
      <vt:variant>
        <vt:i4>0</vt:i4>
      </vt:variant>
      <vt:variant>
        <vt:i4>5</vt:i4>
      </vt:variant>
      <vt:variant>
        <vt:lpwstr>mailto:Pranathi.Gade@digitalhealth.gov.au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Conformance Statement</dc:title>
  <dc:subject>Healthcare Identifiers Service</dc:subject>
  <dc:creator>Australian Digital Health Agency</dc:creator>
  <cp:keywords/>
  <cp:lastModifiedBy>Louise Stevanovic</cp:lastModifiedBy>
  <cp:revision>291</cp:revision>
  <cp:lastPrinted>2021-07-05T14:02:00Z</cp:lastPrinted>
  <dcterms:created xsi:type="dcterms:W3CDTF">2025-11-02T02:48:00Z</dcterms:created>
  <dcterms:modified xsi:type="dcterms:W3CDTF">2025-12-02T00:56:00Z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2.6</vt:lpwstr>
  </property>
  <property fmtid="{D5CDD505-2E9C-101B-9397-08002B2CF9AE}" pid="3" name="Template owner">
    <vt:lpwstr>Internal Communications</vt:lpwstr>
  </property>
  <property fmtid="{D5CDD505-2E9C-101B-9397-08002B2CF9AE}" pid="4" name="Template approval date">
    <vt:lpwstr>26 August 2020</vt:lpwstr>
  </property>
  <property fmtid="{D5CDD505-2E9C-101B-9397-08002B2CF9AE}" pid="5" name="Template name">
    <vt:lpwstr>External long</vt:lpwstr>
  </property>
  <property fmtid="{D5CDD505-2E9C-101B-9397-08002B2CF9AE}" pid="6" name="MSIP_Label_40c15abd-c727-4d65-8c9b-7b89f3a8c37e_Enabled">
    <vt:lpwstr>true</vt:lpwstr>
  </property>
  <property fmtid="{D5CDD505-2E9C-101B-9397-08002B2CF9AE}" pid="7" name="MSIP_Label_40c15abd-c727-4d65-8c9b-7b89f3a8c37e_SetDate">
    <vt:lpwstr>2024-06-28T01:22:46Z</vt:lpwstr>
  </property>
  <property fmtid="{D5CDD505-2E9C-101B-9397-08002B2CF9AE}" pid="8" name="MSIP_Label_40c15abd-c727-4d65-8c9b-7b89f3a8c37e_Method">
    <vt:lpwstr>Privileged</vt:lpwstr>
  </property>
  <property fmtid="{D5CDD505-2E9C-101B-9397-08002B2CF9AE}" pid="9" name="MSIP_Label_40c15abd-c727-4d65-8c9b-7b89f3a8c37e_Name">
    <vt:lpwstr>839da1de15bb</vt:lpwstr>
  </property>
  <property fmtid="{D5CDD505-2E9C-101B-9397-08002B2CF9AE}" pid="10" name="MSIP_Label_40c15abd-c727-4d65-8c9b-7b89f3a8c37e_SiteId">
    <vt:lpwstr>49c6971e-d016-4e1a-b041-95533ede53a1</vt:lpwstr>
  </property>
  <property fmtid="{D5CDD505-2E9C-101B-9397-08002B2CF9AE}" pid="11" name="MSIP_Label_40c15abd-c727-4d65-8c9b-7b89f3a8c37e_ActionId">
    <vt:lpwstr>de727c8c-101f-4657-8d19-f4e64f466dd5</vt:lpwstr>
  </property>
  <property fmtid="{D5CDD505-2E9C-101B-9397-08002B2CF9AE}" pid="12" name="MSIP_Label_40c15abd-c727-4d65-8c9b-7b89f3a8c37e_ContentBits">
    <vt:lpwstr>3</vt:lpwstr>
  </property>
</Properties>
</file>