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1A95A" w14:textId="77777777" w:rsidR="000E5AEC" w:rsidRPr="00D64BE6" w:rsidRDefault="000E5AEC"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p>
    <w:p w14:paraId="7A4AA7E6" w14:textId="77777777" w:rsidR="00374EDC" w:rsidRPr="00FC0387" w:rsidRDefault="0057222E" w:rsidP="005D5A7E">
      <w:pPr>
        <w:rPr>
          <w:rStyle w:val="Subject"/>
        </w:rPr>
      </w:pPr>
      <w:sdt>
        <w:sdtPr>
          <w:rPr>
            <w:rStyle w:val="Subject"/>
            <w:szCs w:val="28"/>
          </w:rPr>
          <w:alias w:val="Subject"/>
          <w:tag w:val=""/>
          <w:id w:val="439959842"/>
          <w:lock w:val="sdtLocked"/>
          <w:placeholder>
            <w:docPart w:val="5419DDBB2E4A484CAA656C3C87F09883"/>
          </w:placeholder>
          <w:dataBinding w:xpath="/root[1]/Subject[1]" w:storeItemID="{04FCC22D-C615-4C5D-9373-0A3A21D4C977}"/>
          <w:text/>
        </w:sdtPr>
        <w:sdtEndPr>
          <w:rPr>
            <w:rStyle w:val="DefaultParagraphFont"/>
            <w:b w:val="0"/>
            <w:sz w:val="22"/>
          </w:rPr>
        </w:sdtEndPr>
        <w:sdtContent>
          <w:r w:rsidR="001D349A">
            <w:rPr>
              <w:rStyle w:val="Subject"/>
              <w:szCs w:val="28"/>
            </w:rPr>
            <w:t>My Health Record</w:t>
          </w:r>
        </w:sdtContent>
      </w:sdt>
    </w:p>
    <w:p w14:paraId="1D182A54" w14:textId="77777777" w:rsidR="00DB2D5D" w:rsidRPr="008A0755" w:rsidRDefault="0057222E" w:rsidP="001D349A">
      <w:pPr>
        <w:pStyle w:val="Title"/>
      </w:pPr>
      <w:sdt>
        <w:sdtPr>
          <w:rPr>
            <w:rFonts w:cs="Calibri"/>
          </w:rPr>
          <w:alias w:val="Title"/>
          <w:tag w:val=""/>
          <w:id w:val="962547465"/>
          <w:lock w:val="sdtLocked"/>
          <w:placeholder>
            <w:docPart w:val="7593898DF6A744228CC3F86360ADBDC1"/>
          </w:placeholder>
          <w:dataBinding w:xpath="/root[1]/Title[1]" w:storeItemID="{04FCC22D-C615-4C5D-9373-0A3A21D4C977}"/>
          <w:text/>
        </w:sdtPr>
        <w:sdtEndPr/>
        <w:sdtContent>
          <w:r w:rsidR="00FE7629">
            <w:rPr>
              <w:rFonts w:cs="Calibri"/>
            </w:rPr>
            <w:t xml:space="preserve">Portal Operator </w:t>
          </w:r>
          <w:r w:rsidR="00FE7629" w:rsidRPr="00824E00">
            <w:rPr>
              <w:rFonts w:cs="Calibri"/>
            </w:rPr>
            <w:t xml:space="preserve">– </w:t>
          </w:r>
          <w:r w:rsidR="00FE7629">
            <w:rPr>
              <w:rFonts w:cs="Calibri"/>
            </w:rPr>
            <w:t>Production Environment Access Request Form</w:t>
          </w:r>
        </w:sdtContent>
      </w:sdt>
    </w:p>
    <w:p w14:paraId="431C9116" w14:textId="73CB9D9B" w:rsidR="001C4614" w:rsidRDefault="0057222E" w:rsidP="00463826">
      <w:pPr>
        <w:pStyle w:val="BodyText"/>
        <w:spacing w:after="0"/>
      </w:pPr>
      <w:sdt>
        <w:sdtPr>
          <w:alias w:val="Date of approval (complete AFTER approval)"/>
          <w:tag w:val="DateOfApproval"/>
          <w:id w:val="1102925292"/>
          <w:lock w:val="sdtLocked"/>
          <w:placeholder>
            <w:docPart w:val="2C1F95DE799C4BA78D141884BD2CBDEA"/>
          </w:placeholder>
          <w:dataBinding w:xpath="/root[1]/dateOfApproval[1]" w:storeItemID="{04FCC22D-C615-4C5D-9373-0A3A21D4C977}"/>
          <w:date w:fullDate="2022-03-18T00:00:00Z">
            <w:dateFormat w:val="d MMMM yyyy"/>
            <w:lid w:val="en-AU"/>
            <w:storeMappedDataAs w:val="dateTime"/>
            <w:calendar w:val="gregorian"/>
          </w:date>
        </w:sdtPr>
        <w:sdtEndPr/>
        <w:sdtContent>
          <w:r w:rsidR="007C0B4D">
            <w:t>18 March 2022</w:t>
          </w:r>
        </w:sdtContent>
      </w:sdt>
      <w:r w:rsidR="00934D18">
        <w:t xml:space="preserve"> </w:t>
      </w:r>
      <w:sdt>
        <w:sdtPr>
          <w:alias w:val="Version"/>
          <w:tag w:val="Version"/>
          <w:id w:val="-1822030721"/>
          <w:lock w:val="sdtLocked"/>
          <w:placeholder>
            <w:docPart w:val="83B5B4AEB57A4384BF5C2ED6AB438E7A"/>
          </w:placeholder>
          <w:dataBinding w:xpath="/root[1]/DocVersion[1]" w:storeItemID="{04FCC22D-C615-4C5D-9373-0A3A21D4C977}"/>
          <w:text/>
        </w:sdtPr>
        <w:sdtEndPr/>
        <w:sdtContent>
          <w:r w:rsidR="00B44138">
            <w:t>v</w:t>
          </w:r>
          <w:r w:rsidR="00986634">
            <w:t>3</w:t>
          </w:r>
          <w:r w:rsidR="00E47EFA">
            <w:t>.</w:t>
          </w:r>
          <w:r w:rsidR="007C0B4D">
            <w:t>5</w:t>
          </w:r>
        </w:sdtContent>
      </w:sdt>
    </w:p>
    <w:p w14:paraId="39F6D827" w14:textId="7EE7576E" w:rsidR="00A42970" w:rsidRDefault="0057222E" w:rsidP="004616FE">
      <w:pPr>
        <w:pStyle w:val="BodyText"/>
        <w:spacing w:after="0"/>
      </w:pPr>
      <w:sdt>
        <w:sdtPr>
          <w:rPr>
            <w:szCs w:val="16"/>
          </w:rPr>
          <w:alias w:val="Status"/>
          <w:tag w:val="DocStatus"/>
          <w:id w:val="-924804483"/>
          <w:lock w:val="sdtLocked"/>
          <w:placeholder>
            <w:docPart w:val="66B20D18A85B49F48DABEC4977CEDE65"/>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D94377">
            <w:rPr>
              <w:szCs w:val="16"/>
            </w:rPr>
            <w:t>Approved</w:t>
          </w:r>
        </w:sdtContent>
      </w:sdt>
      <w:r w:rsidR="00A42970" w:rsidRPr="00877406">
        <w:rPr>
          <w:szCs w:val="16"/>
        </w:rPr>
        <w:t xml:space="preserve"> </w:t>
      </w:r>
      <w:sdt>
        <w:sdtPr>
          <w:rPr>
            <w:szCs w:val="16"/>
          </w:rPr>
          <w:alias w:val="Audience"/>
          <w:tag w:val="Audience"/>
          <w:id w:val="358949364"/>
          <w:lock w:val="sdtLocked"/>
          <w:placeholder>
            <w:docPart w:val="5D0FE6184F1B4733BA817B7058470B6C"/>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1D349A">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851655B54AED45FCADA2AB6E8532AB5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1D349A">
            <w:t>use</w:t>
          </w:r>
        </w:sdtContent>
      </w:sdt>
    </w:p>
    <w:p w14:paraId="4DCF1DDE" w14:textId="2CBBBAEA" w:rsidR="00B82A66" w:rsidRPr="00841A99" w:rsidRDefault="0057222E" w:rsidP="00B82A66">
      <w:pPr>
        <w:pStyle w:val="BodyText"/>
        <w:rPr>
          <w:rFonts w:cs="Calibri"/>
          <w:b/>
        </w:rPr>
      </w:pPr>
      <w:sdt>
        <w:sdtPr>
          <w:rPr>
            <w:b/>
          </w:rPr>
          <w:alias w:val="Document identifer label"/>
          <w:tag w:val="Document identifer label"/>
          <w:id w:val="1531763492"/>
          <w:lock w:val="sdtLocked"/>
          <w:placeholder>
            <w:docPart w:val="FCDD525688E44B448E8473D890D06DF7"/>
          </w:placeholder>
        </w:sdtPr>
        <w:sdtEndPr>
          <w:rPr>
            <w:b w:val="0"/>
          </w:rPr>
        </w:sdtEndPr>
        <w:sdtContent>
          <w:r w:rsidR="00B82A66" w:rsidRPr="00804C31">
            <w:t>Document ID:</w:t>
          </w:r>
        </w:sdtContent>
      </w:sdt>
      <w:r w:rsidR="00B82A66" w:rsidRPr="00804C31">
        <w:t xml:space="preserve"> </w:t>
      </w:r>
      <w:sdt>
        <w:sdtPr>
          <w:alias w:val="Document identifier"/>
          <w:tag w:val="DocumentID"/>
          <w:id w:val="1408191130"/>
          <w:lock w:val="sdtLocked"/>
          <w:placeholder>
            <w:docPart w:val="803C677FF44E46DC8E50D2713ED78BB1"/>
          </w:placeholder>
          <w:dataBinding w:xpath="/root[1]/DocumentID[1]" w:storeItemID="{04FCC22D-C615-4C5D-9373-0A3A21D4C977}"/>
          <w:text/>
        </w:sdtPr>
        <w:sdtEndPr/>
        <w:sdtContent>
          <w:r w:rsidR="008C7E78" w:rsidRPr="008C7E78">
            <w:t>DH-</w:t>
          </w:r>
          <w:r>
            <w:t>3624</w:t>
          </w:r>
          <w:r w:rsidR="008C7E78" w:rsidRPr="008C7E78">
            <w:t>:</w:t>
          </w:r>
          <w:r>
            <w:t>2022</w:t>
          </w:r>
        </w:sdtContent>
      </w:sdt>
    </w:p>
    <w:p w14:paraId="1DB9B55A" w14:textId="77777777" w:rsidR="00463826" w:rsidRDefault="0057222E" w:rsidP="007237D8">
      <w:pPr>
        <w:pStyle w:val="BodyText"/>
      </w:pPr>
      <w:sdt>
        <w:sdtPr>
          <w:alias w:val="Draft version number (make blank after approval)"/>
          <w:tag w:val="DocumentVersionNumber"/>
          <w:id w:val="1828089265"/>
          <w:lock w:val="sdtLocked"/>
          <w:placeholder>
            <w:docPart w:val="82E1676C2F364E2690A1ADF1BB936638"/>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371F4A">
            <w:t xml:space="preserve"> </w:t>
          </w:r>
        </w:sdtContent>
      </w:sdt>
    </w:p>
    <w:p w14:paraId="786F0027" w14:textId="77777777" w:rsidR="00C72E6B" w:rsidRPr="00C72E6B" w:rsidRDefault="001D349A" w:rsidP="00DC47B8">
      <w:pPr>
        <w:pStyle w:val="Heading1unnumbered"/>
        <w:spacing w:before="0"/>
      </w:pPr>
      <w:r>
        <w:t xml:space="preserve"> </w:t>
      </w:r>
    </w:p>
    <w:p w14:paraId="5565DCCA" w14:textId="77777777" w:rsidR="001D349A" w:rsidRDefault="001D349A" w:rsidP="001D349A"/>
    <w:tbl>
      <w:tblPr>
        <w:tblStyle w:val="TableGrid"/>
        <w:tblpPr w:leftFromText="180" w:rightFromText="180" w:vertAnchor="text" w:horzAnchor="page" w:tblpX="1086" w:tblpY="58"/>
        <w:tblW w:w="9918" w:type="dxa"/>
        <w:tblLook w:val="04A0" w:firstRow="1" w:lastRow="0" w:firstColumn="1" w:lastColumn="0" w:noHBand="0" w:noVBand="1"/>
      </w:tblPr>
      <w:tblGrid>
        <w:gridCol w:w="9918"/>
      </w:tblGrid>
      <w:tr w:rsidR="001D349A" w:rsidRPr="00987712" w14:paraId="668BDD3B" w14:textId="77777777" w:rsidTr="000F0F8A">
        <w:tc>
          <w:tcPr>
            <w:tcW w:w="9918" w:type="dxa"/>
            <w:shd w:val="clear" w:color="auto" w:fill="D9D9D9" w:themeFill="background1" w:themeFillShade="D9"/>
          </w:tcPr>
          <w:p w14:paraId="3FD41EB4" w14:textId="77777777" w:rsidR="001D349A" w:rsidRPr="004270DE" w:rsidRDefault="001D349A" w:rsidP="000F0F8A">
            <w:pPr>
              <w:spacing w:after="120"/>
              <w:rPr>
                <w:rFonts w:cs="Calibri"/>
              </w:rPr>
            </w:pPr>
            <w:r w:rsidRPr="004270DE">
              <w:rPr>
                <w:rFonts w:cs="Calibri"/>
                <w:b/>
              </w:rPr>
              <w:t>Purpose of this form</w:t>
            </w:r>
          </w:p>
          <w:p w14:paraId="47AAB9C1" w14:textId="1CB60894" w:rsidR="001D349A" w:rsidRPr="00C30C74" w:rsidRDefault="001D349A" w:rsidP="000F0F8A">
            <w:pPr>
              <w:spacing w:after="120"/>
              <w:rPr>
                <w:rFonts w:cs="Calibri"/>
              </w:rPr>
            </w:pPr>
            <w:r w:rsidRPr="00C30C74">
              <w:rPr>
                <w:rFonts w:cs="Calibri"/>
              </w:rPr>
              <w:t>The purpose of this</w:t>
            </w:r>
            <w:r w:rsidR="002A6F6D" w:rsidRPr="00C30C74">
              <w:rPr>
                <w:rFonts w:cs="Calibri"/>
              </w:rPr>
              <w:t xml:space="preserve"> </w:t>
            </w:r>
            <w:r w:rsidRPr="00C30C74">
              <w:rPr>
                <w:rFonts w:cs="Calibri"/>
              </w:rPr>
              <w:t xml:space="preserve">form is for </w:t>
            </w:r>
            <w:r w:rsidR="00725811">
              <w:rPr>
                <w:rFonts w:cs="Calibri"/>
              </w:rPr>
              <w:t xml:space="preserve">mobile app </w:t>
            </w:r>
            <w:r w:rsidRPr="00C30C74">
              <w:rPr>
                <w:rFonts w:cs="Calibri"/>
              </w:rPr>
              <w:t>developers to</w:t>
            </w:r>
            <w:r w:rsidRPr="00C30C74" w:rsidDel="000F6984">
              <w:rPr>
                <w:rFonts w:cs="Calibri"/>
              </w:rPr>
              <w:t xml:space="preserve"> </w:t>
            </w:r>
            <w:r w:rsidRPr="00C30C74">
              <w:rPr>
                <w:rFonts w:cs="Calibri"/>
              </w:rPr>
              <w:t xml:space="preserve">request </w:t>
            </w:r>
            <w:r w:rsidR="00725811">
              <w:rPr>
                <w:rFonts w:cs="Calibri"/>
              </w:rPr>
              <w:t xml:space="preserve">access </w:t>
            </w:r>
            <w:r w:rsidRPr="00C30C74">
              <w:rPr>
                <w:rFonts w:cs="Calibri"/>
              </w:rPr>
              <w:t>to the My Health Record Production Environment by providing information about the developer’s organisation, details of their application (app), declaring that the app conforms to the mandatory My Health Record requirements and technical specifications and has undergone the necessary testing.</w:t>
            </w:r>
          </w:p>
          <w:p w14:paraId="7BA4FD32" w14:textId="6D2D7345" w:rsidR="001D349A" w:rsidRPr="00C30C74" w:rsidRDefault="001D349A" w:rsidP="000F0F8A">
            <w:pPr>
              <w:spacing w:after="120"/>
              <w:rPr>
                <w:rFonts w:cs="Calibri"/>
                <w:b/>
              </w:rPr>
            </w:pPr>
            <w:r w:rsidRPr="00C30C74">
              <w:rPr>
                <w:rFonts w:cs="Calibri"/>
              </w:rPr>
              <w:t xml:space="preserve">For further information about connecting with the My Health Record system, please refer to the </w:t>
            </w:r>
            <w:r w:rsidR="008B1F7B" w:rsidRPr="008B1F7B">
              <w:rPr>
                <w:rFonts w:cs="Calibri"/>
                <w:i/>
              </w:rPr>
              <w:t>My Health Record</w:t>
            </w:r>
            <w:r w:rsidR="008B1F7B">
              <w:rPr>
                <w:rFonts w:cs="Calibri"/>
              </w:rPr>
              <w:t xml:space="preserve"> - </w:t>
            </w:r>
            <w:r w:rsidR="00E613F3" w:rsidRPr="00E613F3">
              <w:rPr>
                <w:rFonts w:cs="Calibri"/>
                <w:i/>
              </w:rPr>
              <w:t>App Vendor Guide to the Connection Process</w:t>
            </w:r>
            <w:r w:rsidRPr="00C30C74">
              <w:rPr>
                <w:rFonts w:cs="Calibri"/>
              </w:rPr>
              <w:t>.</w:t>
            </w:r>
          </w:p>
          <w:p w14:paraId="41C05331" w14:textId="77777777" w:rsidR="001D349A" w:rsidRPr="004270DE" w:rsidRDefault="001D349A" w:rsidP="000F0F8A">
            <w:pPr>
              <w:spacing w:after="120"/>
              <w:rPr>
                <w:rFonts w:cs="Calibri"/>
                <w:b/>
              </w:rPr>
            </w:pPr>
            <w:r w:rsidRPr="004270DE">
              <w:rPr>
                <w:rFonts w:cs="Calibri"/>
                <w:b/>
              </w:rPr>
              <w:t>Form instructions</w:t>
            </w:r>
          </w:p>
          <w:p w14:paraId="0A4445B0" w14:textId="467E3E68" w:rsidR="001D349A" w:rsidRPr="004270DE" w:rsidRDefault="001D349A" w:rsidP="000F0F8A">
            <w:pPr>
              <w:spacing w:after="120"/>
              <w:rPr>
                <w:rFonts w:cs="Calibri"/>
              </w:rPr>
            </w:pPr>
            <w:r w:rsidRPr="004270DE">
              <w:rPr>
                <w:rFonts w:cs="Calibri"/>
              </w:rPr>
              <w:t xml:space="preserve">If you </w:t>
            </w:r>
            <w:r w:rsidRPr="004270DE">
              <w:rPr>
                <w:rFonts w:cs="Calibri"/>
                <w:b/>
              </w:rPr>
              <w:t xml:space="preserve">are requesting My Health Record Production Environment </w:t>
            </w:r>
            <w:r w:rsidR="00725811">
              <w:rPr>
                <w:rFonts w:cs="Calibri"/>
                <w:b/>
              </w:rPr>
              <w:t>access</w:t>
            </w:r>
            <w:r w:rsidR="00E33D4E" w:rsidRPr="004270DE">
              <w:rPr>
                <w:rFonts w:cs="Calibri"/>
                <w:b/>
              </w:rPr>
              <w:t xml:space="preserve"> </w:t>
            </w:r>
            <w:r w:rsidRPr="004270DE">
              <w:rPr>
                <w:rFonts w:cs="Calibri"/>
                <w:b/>
              </w:rPr>
              <w:t>for the first time</w:t>
            </w:r>
            <w:r w:rsidRPr="004270DE">
              <w:rPr>
                <w:rFonts w:cs="Calibri"/>
              </w:rPr>
              <w:t>:</w:t>
            </w:r>
          </w:p>
          <w:p w14:paraId="78321DF7" w14:textId="77777777" w:rsidR="001D349A" w:rsidRPr="004270DE" w:rsidRDefault="001D349A" w:rsidP="000F0F8A">
            <w:pPr>
              <w:pStyle w:val="ListParagraph"/>
              <w:numPr>
                <w:ilvl w:val="0"/>
                <w:numId w:val="23"/>
              </w:numPr>
              <w:spacing w:after="120"/>
              <w:rPr>
                <w:rFonts w:ascii="Calibri" w:hAnsi="Calibri" w:cs="Calibri"/>
                <w:sz w:val="22"/>
              </w:rPr>
            </w:pPr>
            <w:r w:rsidRPr="004270DE">
              <w:rPr>
                <w:rFonts w:ascii="Calibri" w:hAnsi="Calibri" w:cs="Calibri"/>
                <w:sz w:val="22"/>
              </w:rPr>
              <w:t>Please complete all required sections of this form; and</w:t>
            </w:r>
          </w:p>
          <w:p w14:paraId="35B4934D" w14:textId="77777777" w:rsidR="001D349A" w:rsidRPr="004270DE" w:rsidRDefault="001D349A" w:rsidP="000F0F8A">
            <w:pPr>
              <w:pStyle w:val="ListParagraph"/>
              <w:numPr>
                <w:ilvl w:val="0"/>
                <w:numId w:val="23"/>
              </w:numPr>
              <w:spacing w:after="120"/>
              <w:rPr>
                <w:rFonts w:ascii="Calibri" w:hAnsi="Calibri" w:cs="Calibri"/>
                <w:sz w:val="22"/>
              </w:rPr>
            </w:pPr>
            <w:r w:rsidRPr="004270DE">
              <w:rPr>
                <w:rFonts w:ascii="Calibri" w:hAnsi="Calibri" w:cs="Calibri"/>
                <w:sz w:val="22"/>
              </w:rPr>
              <w:t xml:space="preserve">Send a copy of the completed form to </w:t>
            </w:r>
            <w:hyperlink r:id="rId13" w:history="1">
              <w:r w:rsidRPr="004270DE">
                <w:rPr>
                  <w:rStyle w:val="Hyperlink"/>
                  <w:rFonts w:ascii="Calibri" w:hAnsi="Calibri" w:cs="Calibri"/>
                  <w:sz w:val="22"/>
                </w:rPr>
                <w:t>help@digitalhealth.gov.au</w:t>
              </w:r>
            </w:hyperlink>
          </w:p>
          <w:p w14:paraId="6B83D380" w14:textId="57DCEDFC" w:rsidR="001D349A" w:rsidRPr="004270DE" w:rsidRDefault="001D349A" w:rsidP="000F0F8A">
            <w:pPr>
              <w:spacing w:after="120"/>
              <w:rPr>
                <w:rFonts w:cs="Calibri"/>
                <w:b/>
              </w:rPr>
            </w:pPr>
            <w:r w:rsidRPr="004270DE">
              <w:rPr>
                <w:rFonts w:cs="Calibri"/>
              </w:rPr>
              <w:t xml:space="preserve">If you are </w:t>
            </w:r>
            <w:r w:rsidRPr="004270DE">
              <w:rPr>
                <w:rFonts w:cs="Calibri"/>
                <w:b/>
              </w:rPr>
              <w:t>changing or upgrading your app (</w:t>
            </w:r>
            <w:proofErr w:type="gramStart"/>
            <w:r w:rsidRPr="004270DE">
              <w:rPr>
                <w:rFonts w:cs="Calibri"/>
                <w:b/>
              </w:rPr>
              <w:t>e.g.</w:t>
            </w:r>
            <w:proofErr w:type="gramEnd"/>
            <w:r w:rsidRPr="004270DE">
              <w:rPr>
                <w:rFonts w:cs="Calibri"/>
                <w:b/>
              </w:rPr>
              <w:t xml:space="preserve"> major or minor versions, </w:t>
            </w:r>
            <w:r w:rsidRPr="004270DE">
              <w:rPr>
                <w:rFonts w:cs="Calibri"/>
                <w:b/>
                <w:bCs/>
              </w:rPr>
              <w:t>adding/</w:t>
            </w:r>
            <w:r w:rsidRPr="004270DE">
              <w:rPr>
                <w:rFonts w:cs="Calibri"/>
                <w:b/>
              </w:rPr>
              <w:t xml:space="preserve">removing a function, requesting </w:t>
            </w:r>
            <w:r w:rsidR="00725811">
              <w:rPr>
                <w:rFonts w:cs="Calibri"/>
                <w:b/>
              </w:rPr>
              <w:t>access</w:t>
            </w:r>
            <w:r w:rsidR="00E33D4E" w:rsidRPr="004270DE">
              <w:rPr>
                <w:rFonts w:cs="Calibri"/>
                <w:b/>
              </w:rPr>
              <w:t xml:space="preserve"> </w:t>
            </w:r>
            <w:r w:rsidRPr="004270DE">
              <w:rPr>
                <w:rFonts w:cs="Calibri"/>
                <w:b/>
              </w:rPr>
              <w:t xml:space="preserve">to new APIs, </w:t>
            </w:r>
            <w:r w:rsidRPr="004270DE">
              <w:rPr>
                <w:rFonts w:cs="Calibri"/>
                <w:b/>
                <w:bCs/>
              </w:rPr>
              <w:t>addressing an issue</w:t>
            </w:r>
            <w:r w:rsidRPr="004270DE">
              <w:rPr>
                <w:rFonts w:cs="Calibri"/>
              </w:rPr>
              <w:t xml:space="preserve"> </w:t>
            </w:r>
            <w:r w:rsidRPr="004270DE">
              <w:rPr>
                <w:rFonts w:cs="Calibri"/>
                <w:b/>
                <w:bCs/>
              </w:rPr>
              <w:t>reported by the System Operator</w:t>
            </w:r>
            <w:r w:rsidRPr="004270DE">
              <w:rPr>
                <w:rFonts w:cs="Calibri"/>
                <w:b/>
              </w:rPr>
              <w:t>)</w:t>
            </w:r>
            <w:r w:rsidRPr="004270DE">
              <w:rPr>
                <w:rFonts w:cs="Calibri"/>
              </w:rPr>
              <w:t xml:space="preserve">, please refer to the </w:t>
            </w:r>
            <w:r w:rsidRPr="004270DE">
              <w:rPr>
                <w:rFonts w:cs="Calibri"/>
                <w:i/>
              </w:rPr>
              <w:t>My Health Record – Managing Your App in Production</w:t>
            </w:r>
            <w:r w:rsidRPr="004270DE">
              <w:rPr>
                <w:rFonts w:cs="Calibri"/>
              </w:rPr>
              <w:t xml:space="preserve"> document for guidance on when to use this form and notify the My Health Record System Operator of the change or upgrade.</w:t>
            </w:r>
          </w:p>
          <w:p w14:paraId="3B55D03C" w14:textId="77777777" w:rsidR="00117B49" w:rsidRDefault="00117B49" w:rsidP="000F0F8A">
            <w:pPr>
              <w:spacing w:after="120"/>
              <w:rPr>
                <w:rFonts w:cs="Calibri"/>
                <w:b/>
              </w:rPr>
            </w:pPr>
          </w:p>
          <w:p w14:paraId="662255A7" w14:textId="77777777" w:rsidR="001D349A" w:rsidRPr="0092027F" w:rsidRDefault="001D349A" w:rsidP="000F0F8A">
            <w:pPr>
              <w:spacing w:after="120"/>
              <w:rPr>
                <w:rFonts w:cs="Calibri"/>
                <w:b/>
              </w:rPr>
            </w:pPr>
            <w:r w:rsidRPr="0092027F">
              <w:rPr>
                <w:rFonts w:cs="Calibri"/>
                <w:b/>
              </w:rPr>
              <w:t>Privacy Statement</w:t>
            </w:r>
          </w:p>
          <w:p w14:paraId="4E3CC8ED" w14:textId="418F639C" w:rsidR="001D349A" w:rsidRPr="0092027F" w:rsidRDefault="001D349A" w:rsidP="000F0F8A">
            <w:pPr>
              <w:spacing w:after="120"/>
              <w:rPr>
                <w:rFonts w:cs="Calibri"/>
              </w:rPr>
            </w:pPr>
            <w:r w:rsidRPr="0092027F">
              <w:rPr>
                <w:rFonts w:cs="Calibri"/>
              </w:rPr>
              <w:t xml:space="preserve">If you apply to </w:t>
            </w:r>
            <w:r w:rsidR="00725811">
              <w:rPr>
                <w:rFonts w:cs="Calibri"/>
              </w:rPr>
              <w:t>access</w:t>
            </w:r>
            <w:r w:rsidR="00E33D4E">
              <w:rPr>
                <w:rFonts w:cs="Calibri"/>
              </w:rPr>
              <w:t xml:space="preserve"> </w:t>
            </w:r>
            <w:r w:rsidRPr="0092027F">
              <w:rPr>
                <w:rFonts w:cs="Calibri"/>
              </w:rPr>
              <w:t>the My Health Record Production Environment, we (the System Operator of the My Health Record system) will collect personal information about you as the authorised person to apply for access, personal information of the people you describe in this form who will have responsibility for both general incident management and security incident management, and your organisation’s name, which may contain personal information such as an individual’s personal name.</w:t>
            </w:r>
          </w:p>
          <w:p w14:paraId="0CF4FD19" w14:textId="4DF470D8" w:rsidR="001D349A" w:rsidRPr="0092027F" w:rsidRDefault="001D349A" w:rsidP="000F0F8A">
            <w:pPr>
              <w:spacing w:after="120"/>
              <w:rPr>
                <w:rFonts w:cs="Arial"/>
                <w:color w:val="1F497D"/>
              </w:rPr>
            </w:pPr>
            <w:r w:rsidRPr="0092027F">
              <w:t xml:space="preserve">We will collect and use this personal information for the purposes of granting your organisation </w:t>
            </w:r>
            <w:r w:rsidR="00725811">
              <w:t>access</w:t>
            </w:r>
            <w:r w:rsidR="00E33D4E" w:rsidRPr="0092027F">
              <w:t xml:space="preserve"> </w:t>
            </w:r>
            <w:r w:rsidRPr="0092027F">
              <w:t xml:space="preserve">to the Production Environment and contacting the relevant person for general enquiries about your organisation, </w:t>
            </w:r>
            <w:proofErr w:type="gramStart"/>
            <w:r w:rsidRPr="0092027F">
              <w:t>app</w:t>
            </w:r>
            <w:proofErr w:type="gramEnd"/>
            <w:r w:rsidRPr="0092027F">
              <w:t xml:space="preserve"> or application, and for general incident and security management.</w:t>
            </w:r>
          </w:p>
          <w:p w14:paraId="2D9E691F" w14:textId="3C1AEFF0" w:rsidR="001D349A" w:rsidRPr="0092027F" w:rsidRDefault="001D349A" w:rsidP="000F0F8A">
            <w:pPr>
              <w:spacing w:after="120"/>
              <w:rPr>
                <w:rFonts w:cs="Times New Roman"/>
              </w:rPr>
            </w:pPr>
            <w:r w:rsidRPr="0092027F">
              <w:t xml:space="preserve">Without this information your organisation and app will not be able to </w:t>
            </w:r>
            <w:r w:rsidR="00725811">
              <w:t xml:space="preserve">access </w:t>
            </w:r>
            <w:r w:rsidRPr="0092027F">
              <w:t xml:space="preserve">the My Health Record Production Environment. We will only disclose personal information about you or others you have included </w:t>
            </w:r>
            <w:r w:rsidRPr="0092027F">
              <w:lastRenderedPageBreak/>
              <w:t>in this form to our contractors and delegates to assist us in operating the My Health Record system. Contractors and delegates are bound by strict obligations to treat individuals’ personal information with the same level of respect, privacy and security as us. We will not disclose personal information included in this form overseas.</w:t>
            </w:r>
          </w:p>
          <w:p w14:paraId="31339737" w14:textId="22EC6FE8" w:rsidR="001D349A" w:rsidRPr="0092027F" w:rsidRDefault="001D349A" w:rsidP="000F0F8A">
            <w:pPr>
              <w:spacing w:after="120"/>
              <w:rPr>
                <w:rFonts w:cs="Arial"/>
                <w:color w:val="1F497D"/>
              </w:rPr>
            </w:pPr>
            <w:r w:rsidRPr="0092027F">
              <w:t xml:space="preserve">For more information or to find out how you can access and correct </w:t>
            </w:r>
            <w:r w:rsidR="00E33D4E">
              <w:t xml:space="preserve">your </w:t>
            </w:r>
            <w:r w:rsidRPr="0092027F">
              <w:t xml:space="preserve">personal information, complain about a breach of privacy, or for further details about how we manage your personal information, please see our privacy policy at </w:t>
            </w:r>
            <w:hyperlink r:id="rId14" w:history="1">
              <w:r w:rsidRPr="0092027F">
                <w:rPr>
                  <w:rStyle w:val="Hyperlink"/>
                </w:rPr>
                <w:t>www.myhealthrecord.gov.au/privacy</w:t>
              </w:r>
            </w:hyperlink>
            <w:r w:rsidRPr="0092027F">
              <w:t>. We can be contacted by calling 1800 723 471 (select option 1), by visiting your nearest Medicare service centre, or by writing [Privacy Officer, My Health Record system, GPO Box 9942, SYDNEY NSW 2001].</w:t>
            </w:r>
          </w:p>
          <w:p w14:paraId="233CE15D" w14:textId="77777777" w:rsidR="001D349A" w:rsidRPr="0092027F" w:rsidRDefault="001D349A" w:rsidP="000F0F8A">
            <w:pPr>
              <w:spacing w:after="120"/>
              <w:rPr>
                <w:rFonts w:cs="Arial"/>
                <w:i/>
              </w:rPr>
            </w:pPr>
            <w:r w:rsidRPr="0092027F">
              <w:rPr>
                <w:rFonts w:cs="Arial"/>
              </w:rPr>
              <w:t xml:space="preserve">For a glossary of terms used in this form, please refer to the My Health Record Glossary available via the My Health Record website: </w:t>
            </w:r>
            <w:hyperlink r:id="rId15" w:history="1">
              <w:r w:rsidRPr="0092027F">
                <w:rPr>
                  <w:rStyle w:val="Hyperlink"/>
                  <w:rFonts w:cs="Arial"/>
                </w:rPr>
                <w:t>https://myhealthrecord.gov.au/internet/mhr/publishing.nsf/Content/glossary</w:t>
              </w:r>
            </w:hyperlink>
          </w:p>
          <w:p w14:paraId="719E7217" w14:textId="77777777" w:rsidR="001D349A" w:rsidRPr="00987712" w:rsidRDefault="001D349A" w:rsidP="000F0F8A">
            <w:pPr>
              <w:spacing w:after="120"/>
              <w:rPr>
                <w:color w:val="0000FF"/>
                <w:sz w:val="20"/>
                <w:szCs w:val="10"/>
                <w:u w:val="single"/>
              </w:rPr>
            </w:pPr>
            <w:r w:rsidRPr="0092027F">
              <w:rPr>
                <w:rFonts w:cs="Arial"/>
              </w:rPr>
              <w:t xml:space="preserve">For support in completing this form, please contact the My Health Record Operations team at </w:t>
            </w:r>
            <w:hyperlink r:id="rId16" w:history="1">
              <w:r w:rsidRPr="0092027F">
                <w:rPr>
                  <w:rStyle w:val="Hyperlink"/>
                </w:rPr>
                <w:t>help@digitalhealth.gov.au</w:t>
              </w:r>
            </w:hyperlink>
            <w:r w:rsidRPr="0092027F">
              <w:t>.</w:t>
            </w:r>
          </w:p>
        </w:tc>
      </w:tr>
    </w:tbl>
    <w:p w14:paraId="1EB30A76" w14:textId="77777777" w:rsidR="001D349A" w:rsidRPr="00E66A88" w:rsidRDefault="001D349A" w:rsidP="001D349A">
      <w:pPr>
        <w:ind w:left="-567"/>
        <w:rPr>
          <w:b/>
          <w:sz w:val="20"/>
          <w:szCs w:val="34"/>
        </w:rPr>
      </w:pPr>
    </w:p>
    <w:p w14:paraId="55A5052B" w14:textId="77777777" w:rsidR="001D349A" w:rsidRDefault="001D349A" w:rsidP="001D349A">
      <w:pPr>
        <w:rPr>
          <w:b/>
          <w:sz w:val="34"/>
          <w:szCs w:val="34"/>
        </w:rPr>
      </w:pPr>
      <w:r>
        <w:rPr>
          <w:b/>
          <w:sz w:val="34"/>
          <w:szCs w:val="34"/>
        </w:rPr>
        <w:br w:type="page"/>
      </w:r>
    </w:p>
    <w:p w14:paraId="36C41438" w14:textId="77777777" w:rsidR="001D349A" w:rsidRPr="00987712" w:rsidRDefault="001D349A" w:rsidP="000F0F8A">
      <w:pPr>
        <w:rPr>
          <w:rFonts w:eastAsia="Calibri" w:cs="Arial"/>
          <w:b/>
          <w:sz w:val="34"/>
          <w:szCs w:val="34"/>
        </w:rPr>
      </w:pPr>
      <w:r w:rsidRPr="00987712">
        <w:rPr>
          <w:b/>
          <w:sz w:val="34"/>
          <w:szCs w:val="34"/>
        </w:rPr>
        <w:lastRenderedPageBreak/>
        <w:t>Organisation and App Details</w:t>
      </w:r>
    </w:p>
    <w:tbl>
      <w:tblPr>
        <w:tblStyle w:val="TableGrid"/>
        <w:tblW w:w="9923" w:type="dxa"/>
        <w:tblInd w:w="-5" w:type="dxa"/>
        <w:tblLayout w:type="fixed"/>
        <w:tblLook w:val="04A0" w:firstRow="1" w:lastRow="0" w:firstColumn="1" w:lastColumn="0" w:noHBand="0" w:noVBand="1"/>
      </w:tblPr>
      <w:tblGrid>
        <w:gridCol w:w="2410"/>
        <w:gridCol w:w="1418"/>
        <w:gridCol w:w="391"/>
        <w:gridCol w:w="34"/>
        <w:gridCol w:w="992"/>
        <w:gridCol w:w="992"/>
        <w:gridCol w:w="107"/>
        <w:gridCol w:w="941"/>
        <w:gridCol w:w="937"/>
        <w:gridCol w:w="1701"/>
      </w:tblGrid>
      <w:tr w:rsidR="001D349A" w:rsidRPr="001D349A" w14:paraId="469A838D" w14:textId="77777777" w:rsidTr="00937500">
        <w:trPr>
          <w:cantSplit/>
        </w:trPr>
        <w:tc>
          <w:tcPr>
            <w:tcW w:w="9923" w:type="dxa"/>
            <w:gridSpan w:val="10"/>
            <w:shd w:val="clear" w:color="auto" w:fill="000000" w:themeFill="text1"/>
          </w:tcPr>
          <w:p w14:paraId="1B487AC4"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Type of Production Environment Access Request</w:t>
            </w:r>
          </w:p>
        </w:tc>
      </w:tr>
      <w:tr w:rsidR="001D349A" w:rsidRPr="001D349A" w14:paraId="6216BA8F" w14:textId="77777777" w:rsidTr="00937500">
        <w:trPr>
          <w:cantSplit/>
          <w:trHeight w:val="559"/>
        </w:trPr>
        <w:tc>
          <w:tcPr>
            <w:tcW w:w="2410" w:type="dxa"/>
            <w:vMerge w:val="restart"/>
            <w:shd w:val="clear" w:color="auto" w:fill="D9D9D9" w:themeFill="background1" w:themeFillShade="D9"/>
          </w:tcPr>
          <w:p w14:paraId="30B5839A" w14:textId="77777777" w:rsidR="001D349A" w:rsidRPr="00247FE9" w:rsidRDefault="001D349A" w:rsidP="002F557E">
            <w:pPr>
              <w:pStyle w:val="ListParagraph"/>
              <w:numPr>
                <w:ilvl w:val="1"/>
                <w:numId w:val="20"/>
              </w:numPr>
              <w:spacing w:after="0" w:line="240" w:lineRule="auto"/>
              <w:ind w:left="312" w:hanging="312"/>
              <w:rPr>
                <w:rFonts w:ascii="Calibri" w:hAnsi="Calibri" w:cs="Calibri"/>
                <w:b/>
                <w:sz w:val="22"/>
              </w:rPr>
            </w:pPr>
            <w:r w:rsidRPr="00247FE9">
              <w:rPr>
                <w:rFonts w:ascii="Calibri" w:hAnsi="Calibri" w:cs="Calibri"/>
                <w:b/>
                <w:sz w:val="22"/>
              </w:rPr>
              <w:t>Please indicate the nature of your Production Environment Access request</w:t>
            </w:r>
          </w:p>
          <w:p w14:paraId="3E867A72" w14:textId="77777777" w:rsidR="001D349A" w:rsidRPr="001D349A" w:rsidRDefault="001D349A" w:rsidP="001A2D85">
            <w:pPr>
              <w:rPr>
                <w:rFonts w:cs="Calibri"/>
                <w:i/>
                <w:sz w:val="20"/>
                <w:szCs w:val="20"/>
              </w:rPr>
            </w:pPr>
            <w:r w:rsidRPr="001D349A">
              <w:rPr>
                <w:rFonts w:cs="Calibri"/>
                <w:i/>
                <w:sz w:val="20"/>
                <w:szCs w:val="20"/>
              </w:rPr>
              <w:t>If A is selected, please complete all questions in this form.</w:t>
            </w:r>
          </w:p>
          <w:p w14:paraId="4814368A" w14:textId="77777777" w:rsidR="000F0F8A" w:rsidRDefault="000F0F8A" w:rsidP="001A2D85">
            <w:pPr>
              <w:pStyle w:val="ListParagraph"/>
              <w:spacing w:after="0" w:line="240" w:lineRule="auto"/>
              <w:ind w:left="0"/>
              <w:rPr>
                <w:rFonts w:ascii="Calibri" w:hAnsi="Calibri" w:cs="Calibri"/>
                <w:i/>
                <w:szCs w:val="20"/>
              </w:rPr>
            </w:pPr>
          </w:p>
          <w:p w14:paraId="4A7D1EC7" w14:textId="77777777" w:rsidR="000F0F8A" w:rsidRPr="001D349A" w:rsidRDefault="000F0F8A" w:rsidP="001A2D85">
            <w:pPr>
              <w:pStyle w:val="ListParagraph"/>
              <w:spacing w:after="0" w:line="240" w:lineRule="auto"/>
              <w:ind w:left="0"/>
              <w:rPr>
                <w:rFonts w:ascii="Calibri" w:hAnsi="Calibri" w:cs="Calibri"/>
                <w:b/>
                <w:szCs w:val="20"/>
              </w:rPr>
            </w:pPr>
          </w:p>
        </w:tc>
        <w:tc>
          <w:tcPr>
            <w:tcW w:w="7513" w:type="dxa"/>
            <w:gridSpan w:val="9"/>
          </w:tcPr>
          <w:p w14:paraId="3D129F8B" w14:textId="77777777" w:rsidR="001D349A" w:rsidRPr="00247FE9" w:rsidRDefault="0057222E" w:rsidP="001D349A">
            <w:pPr>
              <w:pStyle w:val="ListParagraph"/>
              <w:numPr>
                <w:ilvl w:val="0"/>
                <w:numId w:val="19"/>
              </w:numPr>
              <w:spacing w:after="0" w:line="240" w:lineRule="auto"/>
              <w:rPr>
                <w:rFonts w:ascii="Calibri" w:hAnsi="Calibri" w:cs="Calibri"/>
                <w:color w:val="000000" w:themeColor="text1"/>
                <w:szCs w:val="20"/>
              </w:rPr>
            </w:pPr>
            <w:sdt>
              <w:sdtPr>
                <w:rPr>
                  <w:rFonts w:ascii="Calibri" w:eastAsia="Meiryo" w:hAnsi="Calibri" w:cs="Calibri"/>
                  <w:color w:val="000000" w:themeColor="text1"/>
                  <w:szCs w:val="20"/>
                </w:rPr>
                <w:id w:val="-741861261"/>
                <w14:checkbox>
                  <w14:checked w14:val="0"/>
                  <w14:checkedState w14:val="2612" w14:font="Tahoma"/>
                  <w14:uncheckedState w14:val="2610" w14:font="Tahoma"/>
                </w14:checkbox>
              </w:sdtPr>
              <w:sdtEndPr/>
              <w:sdtContent>
                <w:r w:rsidR="001D349A" w:rsidRPr="00952AD6">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w:t>
            </w:r>
            <w:r w:rsidR="001D349A" w:rsidRPr="00247FE9">
              <w:rPr>
                <w:rFonts w:ascii="Calibri" w:hAnsi="Calibri" w:cs="Calibri"/>
                <w:b/>
                <w:color w:val="000000" w:themeColor="text1"/>
                <w:szCs w:val="20"/>
              </w:rPr>
              <w:t>First request</w:t>
            </w:r>
            <w:r w:rsidR="001D349A" w:rsidRPr="00247FE9">
              <w:rPr>
                <w:rFonts w:ascii="Calibri" w:hAnsi="Calibri" w:cs="Calibri"/>
                <w:color w:val="000000" w:themeColor="text1"/>
                <w:szCs w:val="20"/>
              </w:rPr>
              <w:t xml:space="preserve"> for Production Environment access</w:t>
            </w:r>
          </w:p>
          <w:p w14:paraId="0E7F7CE1" w14:textId="77777777" w:rsidR="001D349A" w:rsidRPr="00247FE9" w:rsidRDefault="0057222E" w:rsidP="001D349A">
            <w:pPr>
              <w:pStyle w:val="ListParagraph"/>
              <w:numPr>
                <w:ilvl w:val="0"/>
                <w:numId w:val="19"/>
              </w:numPr>
              <w:spacing w:after="0" w:line="240" w:lineRule="auto"/>
              <w:rPr>
                <w:rFonts w:ascii="Calibri" w:hAnsi="Calibri" w:cs="Calibri"/>
                <w:i/>
                <w:szCs w:val="20"/>
              </w:rPr>
            </w:pPr>
            <w:sdt>
              <w:sdtPr>
                <w:rPr>
                  <w:rFonts w:ascii="Calibri" w:eastAsia="Meiryo" w:hAnsi="Calibri" w:cs="Calibri"/>
                  <w:color w:val="000000" w:themeColor="text1"/>
                  <w:szCs w:val="20"/>
                </w:rPr>
                <w:id w:val="775988320"/>
                <w14:checkbox>
                  <w14:checked w14:val="0"/>
                  <w14:checkedState w14:val="2612" w14:font="Tahoma"/>
                  <w14:uncheckedState w14:val="2610" w14:font="Tahoma"/>
                </w14:checkbox>
              </w:sdtPr>
              <w:sdtEndPr/>
              <w:sdtContent>
                <w:r w:rsidR="001D349A" w:rsidRPr="00247FE9">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Existing app in Production Environment – </w:t>
            </w:r>
            <w:r w:rsidR="001D349A" w:rsidRPr="00247FE9">
              <w:rPr>
                <w:rFonts w:ascii="Calibri" w:hAnsi="Calibri" w:cs="Calibri"/>
                <w:b/>
                <w:color w:val="000000" w:themeColor="text1"/>
                <w:szCs w:val="20"/>
              </w:rPr>
              <w:t>change or upgrade</w:t>
            </w:r>
          </w:p>
          <w:p w14:paraId="4BE66DFF" w14:textId="77777777" w:rsidR="001D349A" w:rsidRPr="00247FE9" w:rsidRDefault="0057222E" w:rsidP="001D349A">
            <w:pPr>
              <w:pStyle w:val="ListParagraph"/>
              <w:numPr>
                <w:ilvl w:val="0"/>
                <w:numId w:val="19"/>
              </w:numPr>
              <w:spacing w:after="0" w:line="240" w:lineRule="auto"/>
              <w:rPr>
                <w:rFonts w:ascii="Calibri" w:hAnsi="Calibri" w:cs="Calibri"/>
                <w:i/>
                <w:szCs w:val="20"/>
              </w:rPr>
            </w:pPr>
            <w:sdt>
              <w:sdtPr>
                <w:rPr>
                  <w:rFonts w:ascii="Calibri" w:eastAsia="Meiryo" w:hAnsi="Calibri" w:cs="Calibri"/>
                  <w:color w:val="000000" w:themeColor="text1"/>
                  <w:szCs w:val="20"/>
                </w:rPr>
                <w:id w:val="417684119"/>
                <w14:checkbox>
                  <w14:checked w14:val="0"/>
                  <w14:checkedState w14:val="2612" w14:font="Tahoma"/>
                  <w14:uncheckedState w14:val="2610" w14:font="Tahoma"/>
                </w14:checkbox>
              </w:sdtPr>
              <w:sdtEndPr/>
              <w:sdtContent>
                <w:r w:rsidR="001D349A" w:rsidRPr="00247FE9">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Addressing a production issue that was reported by the System Operator</w:t>
            </w:r>
          </w:p>
        </w:tc>
      </w:tr>
      <w:tr w:rsidR="001D349A" w:rsidRPr="001D349A" w14:paraId="1684916F" w14:textId="77777777" w:rsidTr="00937500">
        <w:trPr>
          <w:cantSplit/>
          <w:trHeight w:val="372"/>
        </w:trPr>
        <w:tc>
          <w:tcPr>
            <w:tcW w:w="2410" w:type="dxa"/>
            <w:vMerge/>
            <w:shd w:val="clear" w:color="auto" w:fill="D9D9D9" w:themeFill="background1" w:themeFillShade="D9"/>
          </w:tcPr>
          <w:p w14:paraId="1CFFE182" w14:textId="77777777" w:rsidR="001D349A" w:rsidRPr="001D349A" w:rsidRDefault="001D349A" w:rsidP="001D349A">
            <w:pPr>
              <w:pStyle w:val="ListParagraph"/>
              <w:numPr>
                <w:ilvl w:val="1"/>
                <w:numId w:val="20"/>
              </w:numPr>
              <w:spacing w:after="0" w:line="240" w:lineRule="auto"/>
              <w:ind w:left="317" w:hanging="317"/>
              <w:rPr>
                <w:rFonts w:ascii="Calibri" w:hAnsi="Calibri" w:cs="Calibri"/>
                <w:b/>
                <w:szCs w:val="20"/>
              </w:rPr>
            </w:pPr>
          </w:p>
        </w:tc>
        <w:tc>
          <w:tcPr>
            <w:tcW w:w="7513" w:type="dxa"/>
            <w:gridSpan w:val="9"/>
            <w:shd w:val="clear" w:color="auto" w:fill="F2F2F2" w:themeFill="background1" w:themeFillShade="F2"/>
          </w:tcPr>
          <w:p w14:paraId="1F7AFEBD" w14:textId="77777777" w:rsidR="0083691D" w:rsidRDefault="001D349A" w:rsidP="001A2D85">
            <w:pPr>
              <w:rPr>
                <w:rFonts w:cs="Calibri"/>
                <w:b/>
                <w:sz w:val="20"/>
                <w:szCs w:val="20"/>
              </w:rPr>
            </w:pPr>
            <w:r w:rsidRPr="001D349A">
              <w:rPr>
                <w:rFonts w:cs="Calibri"/>
                <w:b/>
                <w:sz w:val="20"/>
                <w:szCs w:val="20"/>
              </w:rPr>
              <w:t>If B or C is selected, please provide a detailed description of the change or upgrade, inclusive of the issue number and description if applicable</w:t>
            </w:r>
            <w:r w:rsidR="0083691D">
              <w:rPr>
                <w:rFonts w:cs="Calibri"/>
                <w:b/>
                <w:sz w:val="20"/>
                <w:szCs w:val="20"/>
              </w:rPr>
              <w:t xml:space="preserve"> </w:t>
            </w:r>
          </w:p>
          <w:p w14:paraId="4C8B4937" w14:textId="28127090" w:rsidR="001D349A" w:rsidRPr="001D349A" w:rsidRDefault="0083691D" w:rsidP="001A2D85">
            <w:pPr>
              <w:rPr>
                <w:rFonts w:eastAsia="Meiryo" w:cs="Calibri"/>
                <w:b/>
                <w:color w:val="000000" w:themeColor="text1"/>
                <w:sz w:val="20"/>
                <w:szCs w:val="20"/>
              </w:rPr>
            </w:pPr>
            <w:r w:rsidRPr="0083691D">
              <w:rPr>
                <w:rFonts w:cs="Calibri"/>
                <w:i/>
                <w:sz w:val="20"/>
                <w:szCs w:val="20"/>
              </w:rPr>
              <w:t>(This information will be used to assess whether your app will need to re-complete Notice of Connection (N</w:t>
            </w:r>
            <w:r w:rsidR="000E03AE">
              <w:rPr>
                <w:rFonts w:cs="Calibri"/>
                <w:i/>
                <w:sz w:val="20"/>
                <w:szCs w:val="20"/>
              </w:rPr>
              <w:t>O</w:t>
            </w:r>
            <w:r w:rsidRPr="0083691D">
              <w:rPr>
                <w:rFonts w:cs="Calibri"/>
                <w:i/>
                <w:sz w:val="20"/>
                <w:szCs w:val="20"/>
              </w:rPr>
              <w:t>C) testing</w:t>
            </w:r>
            <w:r>
              <w:rPr>
                <w:rFonts w:cs="Calibri"/>
                <w:i/>
                <w:sz w:val="20"/>
                <w:szCs w:val="20"/>
              </w:rPr>
              <w:t>)</w:t>
            </w:r>
          </w:p>
        </w:tc>
      </w:tr>
      <w:tr w:rsidR="001D349A" w:rsidRPr="001D349A" w14:paraId="050EBCF6" w14:textId="77777777" w:rsidTr="00937500">
        <w:trPr>
          <w:cantSplit/>
          <w:trHeight w:val="1642"/>
        </w:trPr>
        <w:tc>
          <w:tcPr>
            <w:tcW w:w="2410" w:type="dxa"/>
            <w:vMerge/>
            <w:shd w:val="clear" w:color="auto" w:fill="D9D9D9" w:themeFill="background1" w:themeFillShade="D9"/>
          </w:tcPr>
          <w:p w14:paraId="76CC099E" w14:textId="77777777" w:rsidR="001D349A" w:rsidRPr="001D349A" w:rsidRDefault="001D349A" w:rsidP="001D349A">
            <w:pPr>
              <w:pStyle w:val="ListParagraph"/>
              <w:numPr>
                <w:ilvl w:val="1"/>
                <w:numId w:val="20"/>
              </w:numPr>
              <w:spacing w:after="0" w:line="240" w:lineRule="auto"/>
              <w:ind w:left="317" w:hanging="317"/>
              <w:rPr>
                <w:rFonts w:ascii="Calibri" w:hAnsi="Calibri" w:cs="Calibri"/>
                <w:b/>
                <w:szCs w:val="20"/>
              </w:rPr>
            </w:pPr>
          </w:p>
        </w:tc>
        <w:tc>
          <w:tcPr>
            <w:tcW w:w="7513" w:type="dxa"/>
            <w:gridSpan w:val="9"/>
          </w:tcPr>
          <w:p w14:paraId="0C99D861" w14:textId="77777777" w:rsidR="001D349A" w:rsidRPr="001D349A" w:rsidRDefault="001D349A" w:rsidP="001A2D85">
            <w:pPr>
              <w:rPr>
                <w:rFonts w:cs="Calibri"/>
                <w:b/>
                <w:sz w:val="20"/>
                <w:szCs w:val="20"/>
              </w:rPr>
            </w:pPr>
          </w:p>
        </w:tc>
      </w:tr>
      <w:tr w:rsidR="001D349A" w:rsidRPr="001D349A" w14:paraId="5E45317A" w14:textId="77777777" w:rsidTr="00937500">
        <w:trPr>
          <w:cantSplit/>
        </w:trPr>
        <w:tc>
          <w:tcPr>
            <w:tcW w:w="9923" w:type="dxa"/>
            <w:gridSpan w:val="10"/>
            <w:shd w:val="clear" w:color="auto" w:fill="000000" w:themeFill="text1"/>
          </w:tcPr>
          <w:p w14:paraId="2173D3EE"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Organisation Details</w:t>
            </w:r>
          </w:p>
          <w:p w14:paraId="73960B87" w14:textId="77777777" w:rsidR="001D349A" w:rsidRPr="001D349A" w:rsidRDefault="001D349A" w:rsidP="001A2D85">
            <w:pPr>
              <w:rPr>
                <w:rFonts w:cs="Calibri"/>
                <w:i/>
                <w:sz w:val="20"/>
                <w:szCs w:val="20"/>
              </w:rPr>
            </w:pPr>
            <w:r w:rsidRPr="001D349A">
              <w:rPr>
                <w:rFonts w:cs="Calibri"/>
                <w:i/>
                <w:sz w:val="20"/>
                <w:szCs w:val="20"/>
              </w:rPr>
              <w:t>This information will be used by the System Operator to identify your organisation. Please complete all fields.</w:t>
            </w:r>
          </w:p>
        </w:tc>
      </w:tr>
      <w:tr w:rsidR="001D349A" w:rsidRPr="001D349A" w14:paraId="13A1C2E4" w14:textId="77777777" w:rsidTr="00937500">
        <w:trPr>
          <w:cantSplit/>
          <w:trHeight w:val="371"/>
        </w:trPr>
        <w:tc>
          <w:tcPr>
            <w:tcW w:w="2410" w:type="dxa"/>
            <w:shd w:val="clear" w:color="auto" w:fill="D9D9D9" w:themeFill="background1" w:themeFillShade="D9"/>
          </w:tcPr>
          <w:p w14:paraId="1F8803D8" w14:textId="77777777" w:rsidR="001D349A" w:rsidRPr="00247FE9" w:rsidRDefault="001D349A" w:rsidP="002F557E">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Organisation Name</w:t>
            </w:r>
          </w:p>
        </w:tc>
        <w:tc>
          <w:tcPr>
            <w:tcW w:w="7513" w:type="dxa"/>
            <w:gridSpan w:val="9"/>
            <w:shd w:val="clear" w:color="auto" w:fill="auto"/>
          </w:tcPr>
          <w:p w14:paraId="400825DF" w14:textId="77777777" w:rsidR="001D349A" w:rsidRPr="001D349A" w:rsidRDefault="001D349A" w:rsidP="001A2D85">
            <w:pPr>
              <w:pStyle w:val="ListParagraph"/>
              <w:spacing w:after="0" w:line="240" w:lineRule="auto"/>
              <w:ind w:left="33"/>
              <w:rPr>
                <w:rFonts w:ascii="Calibri" w:hAnsi="Calibri" w:cs="Calibri"/>
                <w:b/>
                <w:szCs w:val="20"/>
              </w:rPr>
            </w:pPr>
          </w:p>
        </w:tc>
      </w:tr>
      <w:tr w:rsidR="001D349A" w:rsidRPr="001D349A" w14:paraId="66F49C23" w14:textId="77777777" w:rsidTr="00937500">
        <w:trPr>
          <w:cantSplit/>
          <w:trHeight w:val="349"/>
        </w:trPr>
        <w:tc>
          <w:tcPr>
            <w:tcW w:w="2410" w:type="dxa"/>
            <w:vMerge w:val="restart"/>
            <w:shd w:val="clear" w:color="auto" w:fill="D9D9D9" w:themeFill="background1" w:themeFillShade="D9"/>
          </w:tcPr>
          <w:p w14:paraId="3FBE675D" w14:textId="77777777" w:rsidR="001D349A" w:rsidRPr="004F5A62" w:rsidRDefault="001D349A" w:rsidP="002F557E">
            <w:pPr>
              <w:pStyle w:val="ListParagraph"/>
              <w:numPr>
                <w:ilvl w:val="1"/>
                <w:numId w:val="20"/>
              </w:numPr>
              <w:spacing w:after="0" w:line="240" w:lineRule="auto"/>
              <w:ind w:left="317" w:hanging="317"/>
              <w:rPr>
                <w:rFonts w:cs="Calibri"/>
              </w:rPr>
            </w:pPr>
            <w:r w:rsidRPr="004F5A62">
              <w:rPr>
                <w:rFonts w:ascii="Calibri" w:hAnsi="Calibri" w:cs="Calibri"/>
                <w:b/>
                <w:sz w:val="22"/>
              </w:rPr>
              <w:t>Organisation Address</w:t>
            </w:r>
          </w:p>
        </w:tc>
        <w:tc>
          <w:tcPr>
            <w:tcW w:w="7513" w:type="dxa"/>
            <w:gridSpan w:val="9"/>
            <w:shd w:val="clear" w:color="auto" w:fill="auto"/>
          </w:tcPr>
          <w:p w14:paraId="06904004" w14:textId="77777777" w:rsidR="001D349A" w:rsidRPr="001D349A" w:rsidRDefault="001D349A" w:rsidP="001A2D85">
            <w:pPr>
              <w:pStyle w:val="ListParagraph"/>
              <w:spacing w:after="0" w:line="240" w:lineRule="auto"/>
              <w:rPr>
                <w:rFonts w:ascii="Calibri" w:hAnsi="Calibri" w:cs="Calibri"/>
                <w:b/>
                <w:szCs w:val="20"/>
              </w:rPr>
            </w:pPr>
          </w:p>
        </w:tc>
      </w:tr>
      <w:tr w:rsidR="001D349A" w:rsidRPr="001D349A" w14:paraId="5396F4BB" w14:textId="77777777" w:rsidTr="00937500">
        <w:trPr>
          <w:cantSplit/>
          <w:trHeight w:val="355"/>
        </w:trPr>
        <w:tc>
          <w:tcPr>
            <w:tcW w:w="2410" w:type="dxa"/>
            <w:vMerge/>
            <w:shd w:val="clear" w:color="auto" w:fill="D9D9D9" w:themeFill="background1" w:themeFillShade="D9"/>
          </w:tcPr>
          <w:p w14:paraId="5116DDE1" w14:textId="77777777" w:rsidR="001D349A" w:rsidRPr="00247FE9" w:rsidRDefault="001D349A" w:rsidP="001A2D85">
            <w:pPr>
              <w:ind w:left="33"/>
              <w:rPr>
                <w:rFonts w:cs="Calibri"/>
                <w:b/>
              </w:rPr>
            </w:pPr>
          </w:p>
        </w:tc>
        <w:tc>
          <w:tcPr>
            <w:tcW w:w="1418" w:type="dxa"/>
            <w:shd w:val="clear" w:color="auto" w:fill="F2F2F2" w:themeFill="background1" w:themeFillShade="F2"/>
          </w:tcPr>
          <w:p w14:paraId="754AE18B" w14:textId="77777777" w:rsidR="001D349A" w:rsidRPr="001D349A" w:rsidRDefault="001D349A" w:rsidP="001A2D85">
            <w:pPr>
              <w:rPr>
                <w:rFonts w:cs="Calibri"/>
                <w:sz w:val="20"/>
                <w:szCs w:val="20"/>
              </w:rPr>
            </w:pPr>
            <w:r w:rsidRPr="001D349A">
              <w:rPr>
                <w:rFonts w:cs="Calibri"/>
                <w:b/>
                <w:sz w:val="20"/>
                <w:szCs w:val="20"/>
              </w:rPr>
              <w:t>State</w:t>
            </w:r>
          </w:p>
        </w:tc>
        <w:tc>
          <w:tcPr>
            <w:tcW w:w="1417" w:type="dxa"/>
            <w:gridSpan w:val="3"/>
            <w:shd w:val="clear" w:color="auto" w:fill="FFFFFF" w:themeFill="background1"/>
          </w:tcPr>
          <w:p w14:paraId="54BB8569" w14:textId="77777777" w:rsidR="001D349A" w:rsidRPr="001D349A" w:rsidRDefault="001D349A" w:rsidP="001A2D85">
            <w:pPr>
              <w:rPr>
                <w:rFonts w:cs="Calibri"/>
                <w:sz w:val="20"/>
                <w:szCs w:val="20"/>
              </w:rPr>
            </w:pPr>
          </w:p>
        </w:tc>
        <w:tc>
          <w:tcPr>
            <w:tcW w:w="992" w:type="dxa"/>
            <w:shd w:val="clear" w:color="auto" w:fill="F2F2F2" w:themeFill="background1" w:themeFillShade="F2"/>
          </w:tcPr>
          <w:p w14:paraId="38F9E6FC" w14:textId="77777777" w:rsidR="001D349A" w:rsidRPr="001D349A" w:rsidRDefault="001D349A" w:rsidP="001A2D85">
            <w:pPr>
              <w:rPr>
                <w:rFonts w:cs="Calibri"/>
                <w:sz w:val="20"/>
                <w:szCs w:val="20"/>
              </w:rPr>
            </w:pPr>
            <w:r w:rsidRPr="001D349A">
              <w:rPr>
                <w:rFonts w:cs="Calibri"/>
                <w:b/>
                <w:sz w:val="20"/>
                <w:szCs w:val="20"/>
              </w:rPr>
              <w:t>Postcode</w:t>
            </w:r>
          </w:p>
        </w:tc>
        <w:tc>
          <w:tcPr>
            <w:tcW w:w="3686" w:type="dxa"/>
            <w:gridSpan w:val="4"/>
            <w:shd w:val="clear" w:color="auto" w:fill="FFFFFF" w:themeFill="background1"/>
          </w:tcPr>
          <w:p w14:paraId="661F2337" w14:textId="77777777" w:rsidR="001D349A" w:rsidRPr="001D349A" w:rsidRDefault="001D349A" w:rsidP="001A2D85">
            <w:pPr>
              <w:rPr>
                <w:rFonts w:cs="Calibri"/>
                <w:sz w:val="20"/>
                <w:szCs w:val="20"/>
              </w:rPr>
            </w:pPr>
          </w:p>
        </w:tc>
      </w:tr>
      <w:tr w:rsidR="001D349A" w:rsidRPr="001D349A" w14:paraId="1D9FDC4E" w14:textId="77777777" w:rsidTr="00937500">
        <w:trPr>
          <w:cantSplit/>
          <w:trHeight w:val="424"/>
        </w:trPr>
        <w:tc>
          <w:tcPr>
            <w:tcW w:w="2410" w:type="dxa"/>
            <w:shd w:val="clear" w:color="auto" w:fill="D9D9D9" w:themeFill="background1" w:themeFillShade="D9"/>
          </w:tcPr>
          <w:p w14:paraId="61379E85"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Organisation Contact Number</w:t>
            </w:r>
          </w:p>
        </w:tc>
        <w:tc>
          <w:tcPr>
            <w:tcW w:w="7513" w:type="dxa"/>
            <w:gridSpan w:val="9"/>
            <w:shd w:val="clear" w:color="auto" w:fill="auto"/>
          </w:tcPr>
          <w:p w14:paraId="2DC9466F" w14:textId="77777777" w:rsidR="001D349A" w:rsidRPr="001D349A" w:rsidRDefault="001D349A" w:rsidP="001A2D85">
            <w:pPr>
              <w:pStyle w:val="ListParagraph"/>
              <w:spacing w:after="0" w:line="240" w:lineRule="auto"/>
              <w:ind w:left="0"/>
              <w:rPr>
                <w:rFonts w:ascii="Calibri" w:hAnsi="Calibri" w:cs="Calibri"/>
                <w:b/>
                <w:szCs w:val="20"/>
              </w:rPr>
            </w:pPr>
          </w:p>
        </w:tc>
      </w:tr>
      <w:tr w:rsidR="001D349A" w:rsidRPr="001D349A" w14:paraId="3B071C24" w14:textId="77777777" w:rsidTr="00937500">
        <w:trPr>
          <w:cantSplit/>
          <w:trHeight w:val="339"/>
        </w:trPr>
        <w:tc>
          <w:tcPr>
            <w:tcW w:w="2410" w:type="dxa"/>
            <w:shd w:val="clear" w:color="auto" w:fill="D9D9D9" w:themeFill="background1" w:themeFillShade="D9"/>
          </w:tcPr>
          <w:p w14:paraId="18D356DC"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ABN</w:t>
            </w:r>
          </w:p>
        </w:tc>
        <w:tc>
          <w:tcPr>
            <w:tcW w:w="2835" w:type="dxa"/>
            <w:gridSpan w:val="4"/>
            <w:shd w:val="clear" w:color="auto" w:fill="auto"/>
          </w:tcPr>
          <w:p w14:paraId="7EB7E413" w14:textId="77777777" w:rsidR="001D349A" w:rsidRPr="001D349A" w:rsidRDefault="001D349A" w:rsidP="001A2D85">
            <w:pPr>
              <w:pStyle w:val="ListParagraph"/>
              <w:spacing w:after="0" w:line="240" w:lineRule="auto"/>
              <w:ind w:left="0"/>
              <w:rPr>
                <w:rFonts w:ascii="Calibri" w:hAnsi="Calibri" w:cs="Calibri"/>
                <w:b/>
                <w:szCs w:val="20"/>
              </w:rPr>
            </w:pPr>
          </w:p>
        </w:tc>
        <w:tc>
          <w:tcPr>
            <w:tcW w:w="992" w:type="dxa"/>
            <w:shd w:val="clear" w:color="auto" w:fill="D9D9D9" w:themeFill="background1" w:themeFillShade="D9"/>
          </w:tcPr>
          <w:p w14:paraId="6FB5A8E8" w14:textId="77777777" w:rsidR="001D349A" w:rsidRPr="00247FE9" w:rsidRDefault="001D349A" w:rsidP="001D349A">
            <w:pPr>
              <w:pStyle w:val="ListParagraph"/>
              <w:numPr>
                <w:ilvl w:val="1"/>
                <w:numId w:val="20"/>
              </w:numPr>
              <w:spacing w:after="0" w:line="240" w:lineRule="auto"/>
              <w:ind w:left="287" w:hanging="287"/>
              <w:rPr>
                <w:rFonts w:ascii="Calibri" w:hAnsi="Calibri" w:cs="Calibri"/>
                <w:b/>
                <w:sz w:val="22"/>
              </w:rPr>
            </w:pPr>
            <w:r w:rsidRPr="00247FE9">
              <w:rPr>
                <w:rFonts w:ascii="Calibri" w:hAnsi="Calibri" w:cs="Calibri"/>
                <w:b/>
                <w:sz w:val="22"/>
              </w:rPr>
              <w:t xml:space="preserve"> ACN</w:t>
            </w:r>
          </w:p>
        </w:tc>
        <w:tc>
          <w:tcPr>
            <w:tcW w:w="3686" w:type="dxa"/>
            <w:gridSpan w:val="4"/>
            <w:shd w:val="clear" w:color="auto" w:fill="auto"/>
          </w:tcPr>
          <w:p w14:paraId="271DBDCD" w14:textId="77777777" w:rsidR="001D349A" w:rsidRPr="001D349A" w:rsidRDefault="001D349A" w:rsidP="001A2D85">
            <w:pPr>
              <w:pStyle w:val="ListParagraph"/>
              <w:spacing w:after="0" w:line="240" w:lineRule="auto"/>
              <w:ind w:left="0"/>
              <w:rPr>
                <w:rFonts w:ascii="Calibri" w:hAnsi="Calibri" w:cs="Calibri"/>
                <w:b/>
                <w:szCs w:val="20"/>
              </w:rPr>
            </w:pPr>
          </w:p>
        </w:tc>
      </w:tr>
      <w:tr w:rsidR="001D349A" w:rsidRPr="001D349A" w14:paraId="6A958FCF" w14:textId="77777777" w:rsidTr="00937500">
        <w:trPr>
          <w:cantSplit/>
          <w:trHeight w:val="339"/>
        </w:trPr>
        <w:tc>
          <w:tcPr>
            <w:tcW w:w="9923" w:type="dxa"/>
            <w:gridSpan w:val="10"/>
            <w:shd w:val="clear" w:color="auto" w:fill="000000" w:themeFill="text1"/>
          </w:tcPr>
          <w:p w14:paraId="1ACF7389"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Contact Information</w:t>
            </w:r>
          </w:p>
          <w:p w14:paraId="23901C2C" w14:textId="77777777" w:rsidR="001D349A" w:rsidRPr="001D349A" w:rsidRDefault="001D349A" w:rsidP="005331DD">
            <w:pPr>
              <w:pStyle w:val="ListParagraph"/>
              <w:spacing w:after="0" w:line="240" w:lineRule="auto"/>
              <w:ind w:left="0"/>
              <w:rPr>
                <w:rFonts w:ascii="Calibri" w:hAnsi="Calibri" w:cs="Calibri"/>
                <w:b/>
                <w:szCs w:val="20"/>
              </w:rPr>
            </w:pPr>
            <w:r w:rsidRPr="001D349A">
              <w:rPr>
                <w:rFonts w:ascii="Calibri" w:hAnsi="Calibri" w:cs="Calibri"/>
                <w:i/>
                <w:szCs w:val="20"/>
              </w:rPr>
              <w:t>This information will be used by the System Operator for My Health Record related correspondence. Please complete all</w:t>
            </w:r>
            <w:r w:rsidR="005331DD">
              <w:rPr>
                <w:rFonts w:ascii="Calibri" w:hAnsi="Calibri" w:cs="Calibri"/>
                <w:i/>
                <w:szCs w:val="20"/>
              </w:rPr>
              <w:t xml:space="preserve"> relevant</w:t>
            </w:r>
            <w:r w:rsidRPr="001D349A">
              <w:rPr>
                <w:rFonts w:ascii="Calibri" w:hAnsi="Calibri" w:cs="Calibri"/>
                <w:i/>
                <w:szCs w:val="20"/>
              </w:rPr>
              <w:t xml:space="preserve"> fields.</w:t>
            </w:r>
          </w:p>
        </w:tc>
      </w:tr>
      <w:tr w:rsidR="001D349A" w:rsidRPr="001D349A" w14:paraId="5E9092CD" w14:textId="77777777" w:rsidTr="00937500">
        <w:trPr>
          <w:cantSplit/>
          <w:trHeight w:val="410"/>
        </w:trPr>
        <w:tc>
          <w:tcPr>
            <w:tcW w:w="9923" w:type="dxa"/>
            <w:gridSpan w:val="10"/>
            <w:shd w:val="clear" w:color="auto" w:fill="D9D9D9" w:themeFill="background1" w:themeFillShade="D9"/>
          </w:tcPr>
          <w:p w14:paraId="06BAF183"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Contacts</w:t>
            </w:r>
          </w:p>
          <w:p w14:paraId="4AA0708F" w14:textId="77777777" w:rsidR="002E0EEE" w:rsidRDefault="001D349A" w:rsidP="001A2D85">
            <w:pPr>
              <w:rPr>
                <w:rFonts w:cs="Calibri"/>
                <w:i/>
                <w:sz w:val="20"/>
                <w:szCs w:val="20"/>
              </w:rPr>
            </w:pPr>
            <w:r w:rsidRPr="001D349A">
              <w:rPr>
                <w:rFonts w:cs="Calibri"/>
                <w:i/>
                <w:sz w:val="20"/>
                <w:szCs w:val="20"/>
              </w:rPr>
              <w:t>Please ensure you provide all details for both a primary and secondary contact. This information will be used by the System Operator to make contact during business hours and after hours for incident management (such as system, security and privacy) and administrative purposes.</w:t>
            </w:r>
            <w:r w:rsidR="001E3001">
              <w:rPr>
                <w:rFonts w:cs="Calibri"/>
                <w:i/>
                <w:sz w:val="20"/>
                <w:szCs w:val="20"/>
              </w:rPr>
              <w:t xml:space="preserve"> </w:t>
            </w:r>
          </w:p>
          <w:p w14:paraId="4CCFE4FD" w14:textId="2161AE2C" w:rsidR="001D349A" w:rsidRPr="001D349A" w:rsidRDefault="002E0EEE" w:rsidP="001A2D85">
            <w:pPr>
              <w:rPr>
                <w:rFonts w:cs="Calibri"/>
                <w:b/>
                <w:sz w:val="20"/>
                <w:szCs w:val="20"/>
              </w:rPr>
            </w:pPr>
            <w:r w:rsidRPr="002E0EEE">
              <w:rPr>
                <w:rFonts w:cs="Calibri"/>
                <w:b/>
                <w:i/>
                <w:sz w:val="20"/>
                <w:szCs w:val="20"/>
              </w:rPr>
              <w:t xml:space="preserve">Note: </w:t>
            </w:r>
            <w:r w:rsidR="001E3001">
              <w:rPr>
                <w:rFonts w:cs="Calibri"/>
                <w:i/>
                <w:sz w:val="20"/>
                <w:szCs w:val="20"/>
              </w:rPr>
              <w:t xml:space="preserve">Contacts </w:t>
            </w:r>
            <w:r>
              <w:rPr>
                <w:rFonts w:cs="Calibri"/>
                <w:i/>
                <w:sz w:val="20"/>
                <w:szCs w:val="20"/>
              </w:rPr>
              <w:t>must have the authority and be able to resolve, or coordinate the resolution of, any technical, security or operational issues affecting the Portal Operator.</w:t>
            </w:r>
          </w:p>
        </w:tc>
      </w:tr>
      <w:tr w:rsidR="001D349A" w:rsidRPr="001D349A" w14:paraId="5F7D25D7" w14:textId="77777777" w:rsidTr="00937500">
        <w:trPr>
          <w:cantSplit/>
          <w:trHeight w:val="273"/>
        </w:trPr>
        <w:tc>
          <w:tcPr>
            <w:tcW w:w="9923" w:type="dxa"/>
            <w:gridSpan w:val="10"/>
            <w:shd w:val="clear" w:color="auto" w:fill="FEEAD1" w:themeFill="accent3" w:themeFillTint="33"/>
          </w:tcPr>
          <w:p w14:paraId="6B5CBAF4" w14:textId="77777777" w:rsidR="001D349A" w:rsidRPr="00247FE9" w:rsidRDefault="001D349A" w:rsidP="001D349A">
            <w:pPr>
              <w:pStyle w:val="ListParagraph"/>
              <w:numPr>
                <w:ilvl w:val="2"/>
                <w:numId w:val="20"/>
              </w:numPr>
              <w:spacing w:after="0" w:line="240" w:lineRule="auto"/>
              <w:ind w:left="317" w:hanging="284"/>
              <w:rPr>
                <w:rFonts w:ascii="Calibri" w:hAnsi="Calibri" w:cs="Calibri"/>
                <w:b/>
                <w:sz w:val="22"/>
              </w:rPr>
            </w:pPr>
            <w:bookmarkStart w:id="0" w:name="_Ref465349017"/>
            <w:r w:rsidRPr="00247FE9">
              <w:rPr>
                <w:rFonts w:ascii="Calibri" w:hAnsi="Calibri" w:cs="Calibri"/>
                <w:b/>
                <w:sz w:val="22"/>
              </w:rPr>
              <w:t>Business Hours</w:t>
            </w:r>
            <w:bookmarkEnd w:id="0"/>
          </w:p>
        </w:tc>
      </w:tr>
      <w:tr w:rsidR="001D349A" w:rsidRPr="001D349A" w14:paraId="01F0A002" w14:textId="77777777" w:rsidTr="00937500">
        <w:trPr>
          <w:cantSplit/>
          <w:trHeight w:val="288"/>
        </w:trPr>
        <w:tc>
          <w:tcPr>
            <w:tcW w:w="2410" w:type="dxa"/>
            <w:tcBorders>
              <w:right w:val="nil"/>
            </w:tcBorders>
            <w:shd w:val="clear" w:color="auto" w:fill="F2F2F2" w:themeFill="background1" w:themeFillShade="F2"/>
          </w:tcPr>
          <w:p w14:paraId="5F21850A" w14:textId="77777777" w:rsidR="001D349A" w:rsidRPr="001D349A" w:rsidRDefault="001D349A" w:rsidP="001A2D85">
            <w:pPr>
              <w:rPr>
                <w:rFonts w:cs="Calibri"/>
                <w:b/>
                <w:sz w:val="20"/>
                <w:szCs w:val="20"/>
              </w:rPr>
            </w:pPr>
          </w:p>
        </w:tc>
        <w:tc>
          <w:tcPr>
            <w:tcW w:w="3827" w:type="dxa"/>
            <w:gridSpan w:val="5"/>
            <w:tcBorders>
              <w:top w:val="nil"/>
              <w:left w:val="nil"/>
              <w:bottom w:val="nil"/>
              <w:right w:val="single" w:sz="4" w:space="0" w:color="auto"/>
            </w:tcBorders>
            <w:shd w:val="clear" w:color="auto" w:fill="F2F2F2" w:themeFill="background1" w:themeFillShade="F2"/>
          </w:tcPr>
          <w:p w14:paraId="23F9CBF8" w14:textId="77777777" w:rsidR="001D349A" w:rsidRPr="001D349A" w:rsidRDefault="001D349A" w:rsidP="001A2D85">
            <w:pPr>
              <w:jc w:val="center"/>
              <w:rPr>
                <w:rFonts w:cs="Calibri"/>
                <w:b/>
                <w:sz w:val="20"/>
                <w:szCs w:val="20"/>
              </w:rPr>
            </w:pPr>
            <w:r w:rsidRPr="001D349A">
              <w:rPr>
                <w:rFonts w:cs="Calibri"/>
                <w:b/>
                <w:sz w:val="20"/>
                <w:szCs w:val="20"/>
              </w:rPr>
              <w:t>Primary Contact Person</w:t>
            </w:r>
          </w:p>
        </w:tc>
        <w:tc>
          <w:tcPr>
            <w:tcW w:w="3686" w:type="dxa"/>
            <w:gridSpan w:val="4"/>
            <w:tcBorders>
              <w:left w:val="single" w:sz="4" w:space="0" w:color="auto"/>
            </w:tcBorders>
            <w:shd w:val="clear" w:color="auto" w:fill="F2F2F2" w:themeFill="background1" w:themeFillShade="F2"/>
          </w:tcPr>
          <w:p w14:paraId="41129BD2" w14:textId="77777777" w:rsidR="001D349A" w:rsidRPr="001D349A" w:rsidRDefault="001D349A" w:rsidP="001A2D85">
            <w:pPr>
              <w:jc w:val="center"/>
              <w:rPr>
                <w:rFonts w:cs="Calibri"/>
                <w:b/>
                <w:sz w:val="20"/>
                <w:szCs w:val="20"/>
              </w:rPr>
            </w:pPr>
            <w:r w:rsidRPr="001D349A">
              <w:rPr>
                <w:rFonts w:cs="Calibri"/>
                <w:b/>
                <w:sz w:val="20"/>
                <w:szCs w:val="20"/>
              </w:rPr>
              <w:t>Secondary Contact Person</w:t>
            </w:r>
          </w:p>
        </w:tc>
      </w:tr>
      <w:tr w:rsidR="001D349A" w:rsidRPr="001D349A" w14:paraId="73419F63" w14:textId="77777777" w:rsidTr="00937500">
        <w:trPr>
          <w:cantSplit/>
          <w:trHeight w:val="278"/>
        </w:trPr>
        <w:tc>
          <w:tcPr>
            <w:tcW w:w="2410" w:type="dxa"/>
            <w:shd w:val="clear" w:color="auto" w:fill="F2F2F2" w:themeFill="background1" w:themeFillShade="F2"/>
          </w:tcPr>
          <w:p w14:paraId="0737229B" w14:textId="77777777" w:rsidR="001D349A" w:rsidRPr="001D349A" w:rsidRDefault="001D349A" w:rsidP="001A2D85">
            <w:pPr>
              <w:rPr>
                <w:rFonts w:cs="Calibri"/>
                <w:b/>
                <w:sz w:val="20"/>
                <w:szCs w:val="20"/>
              </w:rPr>
            </w:pPr>
            <w:r w:rsidRPr="001D349A">
              <w:rPr>
                <w:rFonts w:cs="Calibri"/>
                <w:b/>
                <w:sz w:val="20"/>
                <w:szCs w:val="20"/>
              </w:rPr>
              <w:t>Name</w:t>
            </w:r>
          </w:p>
        </w:tc>
        <w:tc>
          <w:tcPr>
            <w:tcW w:w="3827" w:type="dxa"/>
            <w:gridSpan w:val="5"/>
            <w:shd w:val="clear" w:color="auto" w:fill="FFFFFF" w:themeFill="background1"/>
          </w:tcPr>
          <w:p w14:paraId="6937386D" w14:textId="77777777" w:rsidR="001D349A" w:rsidRPr="001D349A" w:rsidRDefault="001D349A" w:rsidP="001A2D85">
            <w:pPr>
              <w:rPr>
                <w:rFonts w:cs="Calibri"/>
                <w:b/>
                <w:sz w:val="20"/>
                <w:szCs w:val="20"/>
              </w:rPr>
            </w:pPr>
          </w:p>
        </w:tc>
        <w:tc>
          <w:tcPr>
            <w:tcW w:w="3686" w:type="dxa"/>
            <w:gridSpan w:val="4"/>
            <w:shd w:val="clear" w:color="auto" w:fill="FFFFFF" w:themeFill="background1"/>
          </w:tcPr>
          <w:p w14:paraId="067C8D33" w14:textId="77777777" w:rsidR="001D349A" w:rsidRPr="001D349A" w:rsidRDefault="001D349A" w:rsidP="001A2D85">
            <w:pPr>
              <w:rPr>
                <w:rFonts w:cs="Calibri"/>
                <w:b/>
                <w:sz w:val="20"/>
                <w:szCs w:val="20"/>
              </w:rPr>
            </w:pPr>
          </w:p>
        </w:tc>
      </w:tr>
      <w:tr w:rsidR="001D349A" w:rsidRPr="001D349A" w14:paraId="28017225" w14:textId="77777777" w:rsidTr="00937500">
        <w:trPr>
          <w:cantSplit/>
          <w:trHeight w:val="278"/>
        </w:trPr>
        <w:tc>
          <w:tcPr>
            <w:tcW w:w="2410" w:type="dxa"/>
            <w:shd w:val="clear" w:color="auto" w:fill="F2F2F2" w:themeFill="background1" w:themeFillShade="F2"/>
          </w:tcPr>
          <w:p w14:paraId="378C8C35" w14:textId="77777777" w:rsidR="001D349A" w:rsidRPr="001D349A" w:rsidRDefault="001D349A" w:rsidP="001A2D85">
            <w:pPr>
              <w:rPr>
                <w:rFonts w:cs="Calibri"/>
                <w:b/>
                <w:sz w:val="20"/>
                <w:szCs w:val="20"/>
              </w:rPr>
            </w:pPr>
            <w:r w:rsidRPr="001D349A">
              <w:rPr>
                <w:rFonts w:cs="Calibri"/>
                <w:b/>
                <w:sz w:val="20"/>
                <w:szCs w:val="20"/>
              </w:rPr>
              <w:t>Position</w:t>
            </w:r>
          </w:p>
        </w:tc>
        <w:tc>
          <w:tcPr>
            <w:tcW w:w="3827" w:type="dxa"/>
            <w:gridSpan w:val="5"/>
            <w:shd w:val="clear" w:color="auto" w:fill="FFFFFF" w:themeFill="background1"/>
          </w:tcPr>
          <w:p w14:paraId="25EB8ED1" w14:textId="77777777" w:rsidR="001D349A" w:rsidRPr="001D349A" w:rsidRDefault="001D349A" w:rsidP="001A2D85">
            <w:pPr>
              <w:rPr>
                <w:rFonts w:cs="Calibri"/>
                <w:b/>
                <w:sz w:val="20"/>
                <w:szCs w:val="20"/>
              </w:rPr>
            </w:pPr>
          </w:p>
        </w:tc>
        <w:tc>
          <w:tcPr>
            <w:tcW w:w="3686" w:type="dxa"/>
            <w:gridSpan w:val="4"/>
            <w:shd w:val="clear" w:color="auto" w:fill="FFFFFF" w:themeFill="background1"/>
          </w:tcPr>
          <w:p w14:paraId="58D2BF4A" w14:textId="77777777" w:rsidR="001D349A" w:rsidRPr="001D349A" w:rsidRDefault="001D349A" w:rsidP="001A2D85">
            <w:pPr>
              <w:rPr>
                <w:rFonts w:cs="Calibri"/>
                <w:b/>
                <w:sz w:val="20"/>
                <w:szCs w:val="20"/>
              </w:rPr>
            </w:pPr>
          </w:p>
        </w:tc>
      </w:tr>
      <w:tr w:rsidR="001D349A" w:rsidRPr="001D349A" w14:paraId="00CEA78D" w14:textId="77777777" w:rsidTr="00937500">
        <w:trPr>
          <w:cantSplit/>
          <w:trHeight w:val="278"/>
        </w:trPr>
        <w:tc>
          <w:tcPr>
            <w:tcW w:w="2410" w:type="dxa"/>
            <w:shd w:val="clear" w:color="auto" w:fill="F2F2F2" w:themeFill="background1" w:themeFillShade="F2"/>
          </w:tcPr>
          <w:p w14:paraId="5A84BD5F" w14:textId="77777777" w:rsidR="001D349A" w:rsidRPr="001D349A" w:rsidRDefault="001D349A" w:rsidP="001A2D85">
            <w:pPr>
              <w:rPr>
                <w:rFonts w:cs="Calibri"/>
                <w:b/>
                <w:sz w:val="20"/>
                <w:szCs w:val="20"/>
              </w:rPr>
            </w:pPr>
            <w:r w:rsidRPr="001D349A">
              <w:rPr>
                <w:rFonts w:cs="Calibri"/>
                <w:b/>
                <w:sz w:val="20"/>
                <w:szCs w:val="20"/>
              </w:rPr>
              <w:t>Primary Contact Number</w:t>
            </w:r>
          </w:p>
        </w:tc>
        <w:tc>
          <w:tcPr>
            <w:tcW w:w="3827" w:type="dxa"/>
            <w:gridSpan w:val="5"/>
            <w:shd w:val="clear" w:color="auto" w:fill="FFFFFF" w:themeFill="background1"/>
          </w:tcPr>
          <w:p w14:paraId="3161CDBD" w14:textId="77777777" w:rsidR="001D349A" w:rsidRPr="001D349A" w:rsidRDefault="001D349A" w:rsidP="001A2D85">
            <w:pPr>
              <w:rPr>
                <w:rFonts w:cs="Calibri"/>
                <w:b/>
                <w:sz w:val="20"/>
                <w:szCs w:val="20"/>
              </w:rPr>
            </w:pPr>
          </w:p>
        </w:tc>
        <w:tc>
          <w:tcPr>
            <w:tcW w:w="3686" w:type="dxa"/>
            <w:gridSpan w:val="4"/>
            <w:shd w:val="clear" w:color="auto" w:fill="FFFFFF" w:themeFill="background1"/>
          </w:tcPr>
          <w:p w14:paraId="101E988A" w14:textId="77777777" w:rsidR="001D349A" w:rsidRPr="001D349A" w:rsidRDefault="001D349A" w:rsidP="001A2D85">
            <w:pPr>
              <w:rPr>
                <w:rFonts w:cs="Calibri"/>
                <w:b/>
                <w:sz w:val="20"/>
                <w:szCs w:val="20"/>
              </w:rPr>
            </w:pPr>
          </w:p>
        </w:tc>
      </w:tr>
      <w:tr w:rsidR="001D349A" w:rsidRPr="001D349A" w14:paraId="5CE331CD" w14:textId="77777777" w:rsidTr="00937500">
        <w:trPr>
          <w:cantSplit/>
          <w:trHeight w:val="278"/>
        </w:trPr>
        <w:tc>
          <w:tcPr>
            <w:tcW w:w="2410" w:type="dxa"/>
            <w:tcBorders>
              <w:bottom w:val="single" w:sz="4" w:space="0" w:color="auto"/>
            </w:tcBorders>
            <w:shd w:val="clear" w:color="auto" w:fill="F2F2F2" w:themeFill="background1" w:themeFillShade="F2"/>
          </w:tcPr>
          <w:p w14:paraId="12FE6F4B" w14:textId="77777777" w:rsidR="001D349A" w:rsidRPr="001D349A" w:rsidRDefault="001D349A" w:rsidP="001A2D85">
            <w:pPr>
              <w:rPr>
                <w:rFonts w:cs="Calibri"/>
                <w:b/>
                <w:sz w:val="20"/>
                <w:szCs w:val="20"/>
              </w:rPr>
            </w:pPr>
            <w:r w:rsidRPr="001D349A">
              <w:rPr>
                <w:rFonts w:cs="Calibri"/>
                <w:b/>
                <w:sz w:val="20"/>
                <w:szCs w:val="20"/>
              </w:rPr>
              <w:t>Secondary Contact Number</w:t>
            </w:r>
          </w:p>
        </w:tc>
        <w:tc>
          <w:tcPr>
            <w:tcW w:w="3827" w:type="dxa"/>
            <w:gridSpan w:val="5"/>
            <w:tcBorders>
              <w:bottom w:val="single" w:sz="4" w:space="0" w:color="auto"/>
            </w:tcBorders>
            <w:shd w:val="clear" w:color="auto" w:fill="FFFFFF" w:themeFill="background1"/>
          </w:tcPr>
          <w:p w14:paraId="46004406"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133E6CDE" w14:textId="77777777" w:rsidR="001D349A" w:rsidRPr="001D349A" w:rsidRDefault="001D349A" w:rsidP="001A2D85">
            <w:pPr>
              <w:rPr>
                <w:rFonts w:cs="Calibri"/>
                <w:b/>
                <w:sz w:val="20"/>
                <w:szCs w:val="20"/>
              </w:rPr>
            </w:pPr>
          </w:p>
        </w:tc>
      </w:tr>
      <w:tr w:rsidR="001D349A" w:rsidRPr="001D349A" w14:paraId="2650A863" w14:textId="77777777" w:rsidTr="00937500">
        <w:trPr>
          <w:cantSplit/>
          <w:trHeight w:val="278"/>
        </w:trPr>
        <w:tc>
          <w:tcPr>
            <w:tcW w:w="2410" w:type="dxa"/>
            <w:tcBorders>
              <w:bottom w:val="single" w:sz="4" w:space="0" w:color="auto"/>
            </w:tcBorders>
            <w:shd w:val="clear" w:color="auto" w:fill="F2F2F2" w:themeFill="background1" w:themeFillShade="F2"/>
          </w:tcPr>
          <w:p w14:paraId="12FA654F" w14:textId="77777777" w:rsidR="001D349A" w:rsidRPr="001D349A" w:rsidRDefault="001D349A" w:rsidP="001A2D85">
            <w:pPr>
              <w:rPr>
                <w:rFonts w:cs="Calibri"/>
                <w:b/>
                <w:sz w:val="20"/>
                <w:szCs w:val="20"/>
              </w:rPr>
            </w:pPr>
            <w:r w:rsidRPr="001D349A">
              <w:rPr>
                <w:rFonts w:cs="Calibri"/>
                <w:b/>
                <w:sz w:val="20"/>
                <w:szCs w:val="20"/>
              </w:rPr>
              <w:t>Email Address</w:t>
            </w:r>
          </w:p>
        </w:tc>
        <w:tc>
          <w:tcPr>
            <w:tcW w:w="3827" w:type="dxa"/>
            <w:gridSpan w:val="5"/>
            <w:tcBorders>
              <w:bottom w:val="single" w:sz="4" w:space="0" w:color="auto"/>
            </w:tcBorders>
            <w:shd w:val="clear" w:color="auto" w:fill="FFFFFF" w:themeFill="background1"/>
          </w:tcPr>
          <w:p w14:paraId="2B0D4764"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377889F1" w14:textId="77777777" w:rsidR="001D349A" w:rsidRPr="001D349A" w:rsidRDefault="001D349A" w:rsidP="001A2D85">
            <w:pPr>
              <w:rPr>
                <w:rFonts w:cs="Calibri"/>
                <w:b/>
                <w:sz w:val="20"/>
                <w:szCs w:val="20"/>
              </w:rPr>
            </w:pPr>
          </w:p>
        </w:tc>
      </w:tr>
      <w:tr w:rsidR="001D349A" w:rsidRPr="001D349A" w14:paraId="2EC36391" w14:textId="77777777" w:rsidTr="00937500">
        <w:trPr>
          <w:cantSplit/>
          <w:trHeight w:val="410"/>
        </w:trPr>
        <w:tc>
          <w:tcPr>
            <w:tcW w:w="9923" w:type="dxa"/>
            <w:gridSpan w:val="10"/>
            <w:tcBorders>
              <w:bottom w:val="single" w:sz="4" w:space="0" w:color="auto"/>
            </w:tcBorders>
            <w:shd w:val="clear" w:color="auto" w:fill="FEEAD1" w:themeFill="accent3" w:themeFillTint="33"/>
          </w:tcPr>
          <w:p w14:paraId="7F589C87" w14:textId="77777777" w:rsidR="001D349A" w:rsidRPr="00247FE9" w:rsidRDefault="001D349A" w:rsidP="001D349A">
            <w:pPr>
              <w:pStyle w:val="ListParagraph"/>
              <w:numPr>
                <w:ilvl w:val="2"/>
                <w:numId w:val="20"/>
              </w:numPr>
              <w:spacing w:after="0" w:line="240" w:lineRule="auto"/>
              <w:ind w:left="743" w:hanging="710"/>
              <w:rPr>
                <w:rFonts w:ascii="Calibri" w:hAnsi="Calibri" w:cs="Calibri"/>
                <w:b/>
                <w:sz w:val="22"/>
              </w:rPr>
            </w:pPr>
            <w:r w:rsidRPr="00247FE9">
              <w:rPr>
                <w:rFonts w:ascii="Calibri" w:hAnsi="Calibri" w:cs="Calibri"/>
                <w:b/>
                <w:sz w:val="22"/>
              </w:rPr>
              <w:t>After Hours</w:t>
            </w:r>
          </w:p>
          <w:p w14:paraId="0579DA96" w14:textId="6F16ADB3" w:rsidR="001D349A" w:rsidRPr="001D349A" w:rsidRDefault="0057222E" w:rsidP="001A2D85">
            <w:pPr>
              <w:rPr>
                <w:rFonts w:cs="Calibri"/>
                <w:b/>
                <w:sz w:val="20"/>
                <w:szCs w:val="20"/>
              </w:rPr>
            </w:pPr>
            <w:sdt>
              <w:sdtPr>
                <w:rPr>
                  <w:rFonts w:cs="Calibri"/>
                  <w:color w:val="000000" w:themeColor="text1"/>
                  <w:sz w:val="20"/>
                  <w:szCs w:val="20"/>
                </w:rPr>
                <w:id w:val="1624116011"/>
                <w14:checkbox>
                  <w14:checked w14:val="0"/>
                  <w14:checkedState w14:val="2612" w14:font="Tahoma"/>
                  <w14:uncheckedState w14:val="2610" w14:font="Tahoma"/>
                </w14:checkbox>
              </w:sdtPr>
              <w:sdtEndPr/>
              <w:sdtContent>
                <w:r w:rsidR="00F64197">
                  <w:rPr>
                    <w:rFonts w:ascii="Tahoma" w:hAnsi="Tahoma" w:cs="Tahoma"/>
                    <w:color w:val="000000" w:themeColor="text1"/>
                    <w:sz w:val="20"/>
                    <w:szCs w:val="20"/>
                  </w:rPr>
                  <w:t>☐</w:t>
                </w:r>
              </w:sdtContent>
            </w:sdt>
            <w:r w:rsidR="001D349A" w:rsidRPr="001D349A">
              <w:rPr>
                <w:rFonts w:cs="Calibri"/>
                <w:color w:val="000000" w:themeColor="text1"/>
                <w:sz w:val="20"/>
                <w:szCs w:val="20"/>
              </w:rPr>
              <w:t xml:space="preserve">  </w:t>
            </w:r>
            <w:r w:rsidR="001D349A" w:rsidRPr="001D349A">
              <w:rPr>
                <w:rFonts w:cs="Calibri"/>
                <w:sz w:val="20"/>
                <w:szCs w:val="20"/>
              </w:rPr>
              <w:t xml:space="preserve">Same contacts as those listed in Question </w:t>
            </w:r>
            <w:r w:rsidR="001D349A" w:rsidRPr="001D349A">
              <w:rPr>
                <w:rFonts w:cs="Calibri"/>
                <w:sz w:val="20"/>
                <w:szCs w:val="20"/>
              </w:rPr>
              <w:fldChar w:fldCharType="begin"/>
            </w:r>
            <w:r w:rsidR="001D349A" w:rsidRPr="001D349A">
              <w:rPr>
                <w:rFonts w:cs="Calibri"/>
                <w:sz w:val="20"/>
                <w:szCs w:val="20"/>
              </w:rPr>
              <w:instrText xml:space="preserve"> REF _Ref465349017 \r  \* MERGEFORMAT </w:instrText>
            </w:r>
            <w:r w:rsidR="001D349A" w:rsidRPr="001D349A">
              <w:rPr>
                <w:rFonts w:cs="Calibri"/>
                <w:sz w:val="20"/>
                <w:szCs w:val="20"/>
              </w:rPr>
              <w:fldChar w:fldCharType="separate"/>
            </w:r>
            <w:r w:rsidR="00DA09EB">
              <w:rPr>
                <w:rFonts w:cs="Calibri"/>
                <w:sz w:val="20"/>
                <w:szCs w:val="20"/>
              </w:rPr>
              <w:t>3.1.1</w:t>
            </w:r>
            <w:r w:rsidR="001D349A" w:rsidRPr="001D349A">
              <w:rPr>
                <w:rFonts w:cs="Calibri"/>
                <w:sz w:val="20"/>
                <w:szCs w:val="20"/>
              </w:rPr>
              <w:fldChar w:fldCharType="end"/>
            </w:r>
            <w:r w:rsidR="001D349A" w:rsidRPr="001D349A">
              <w:rPr>
                <w:rFonts w:cs="Calibri"/>
                <w:sz w:val="20"/>
                <w:szCs w:val="20"/>
              </w:rPr>
              <w:t xml:space="preserve"> above</w:t>
            </w:r>
          </w:p>
        </w:tc>
      </w:tr>
      <w:tr w:rsidR="001D349A" w:rsidRPr="001D349A" w14:paraId="629AD1E0" w14:textId="77777777" w:rsidTr="00937500">
        <w:trPr>
          <w:cantSplit/>
          <w:trHeight w:val="289"/>
        </w:trPr>
        <w:tc>
          <w:tcPr>
            <w:tcW w:w="2410" w:type="dxa"/>
            <w:tcBorders>
              <w:bottom w:val="single" w:sz="4" w:space="0" w:color="auto"/>
              <w:right w:val="nil"/>
            </w:tcBorders>
            <w:shd w:val="clear" w:color="auto" w:fill="F2F2F2" w:themeFill="background1" w:themeFillShade="F2"/>
          </w:tcPr>
          <w:p w14:paraId="18CF7890" w14:textId="77777777" w:rsidR="001D349A" w:rsidRPr="001D349A" w:rsidRDefault="001D349A" w:rsidP="001A2D85">
            <w:pPr>
              <w:rPr>
                <w:rFonts w:cs="Calibri"/>
                <w:b/>
                <w:sz w:val="20"/>
                <w:szCs w:val="20"/>
              </w:rPr>
            </w:pPr>
          </w:p>
        </w:tc>
        <w:tc>
          <w:tcPr>
            <w:tcW w:w="3827" w:type="dxa"/>
            <w:gridSpan w:val="5"/>
            <w:tcBorders>
              <w:top w:val="nil"/>
              <w:left w:val="nil"/>
              <w:bottom w:val="nil"/>
              <w:right w:val="nil"/>
            </w:tcBorders>
            <w:shd w:val="clear" w:color="auto" w:fill="F2F2F2" w:themeFill="background1" w:themeFillShade="F2"/>
          </w:tcPr>
          <w:p w14:paraId="6A50D958" w14:textId="77777777" w:rsidR="001D349A" w:rsidRPr="001D349A" w:rsidRDefault="001D349A" w:rsidP="001A2D85">
            <w:pPr>
              <w:jc w:val="center"/>
              <w:rPr>
                <w:rFonts w:cs="Calibri"/>
                <w:b/>
                <w:sz w:val="20"/>
                <w:szCs w:val="20"/>
              </w:rPr>
            </w:pPr>
            <w:r w:rsidRPr="001D349A">
              <w:rPr>
                <w:rFonts w:cs="Calibri"/>
                <w:b/>
                <w:sz w:val="20"/>
                <w:szCs w:val="20"/>
              </w:rPr>
              <w:t>Primary Contact Person</w:t>
            </w:r>
          </w:p>
        </w:tc>
        <w:tc>
          <w:tcPr>
            <w:tcW w:w="3686" w:type="dxa"/>
            <w:gridSpan w:val="4"/>
            <w:tcBorders>
              <w:left w:val="nil"/>
              <w:bottom w:val="single" w:sz="4" w:space="0" w:color="auto"/>
            </w:tcBorders>
            <w:shd w:val="clear" w:color="auto" w:fill="F2F2F2" w:themeFill="background1" w:themeFillShade="F2"/>
          </w:tcPr>
          <w:p w14:paraId="3AAEE52D" w14:textId="77777777" w:rsidR="001D349A" w:rsidRPr="001D349A" w:rsidRDefault="001D349A" w:rsidP="001A2D85">
            <w:pPr>
              <w:jc w:val="center"/>
              <w:rPr>
                <w:rFonts w:cs="Calibri"/>
                <w:b/>
                <w:sz w:val="20"/>
                <w:szCs w:val="20"/>
              </w:rPr>
            </w:pPr>
            <w:r w:rsidRPr="001D349A">
              <w:rPr>
                <w:rFonts w:cs="Calibri"/>
                <w:b/>
                <w:sz w:val="20"/>
                <w:szCs w:val="20"/>
              </w:rPr>
              <w:t>Secondary Contact Person</w:t>
            </w:r>
          </w:p>
        </w:tc>
      </w:tr>
      <w:tr w:rsidR="001D349A" w:rsidRPr="001D349A" w14:paraId="268675B1" w14:textId="77777777" w:rsidTr="00937500">
        <w:trPr>
          <w:cantSplit/>
          <w:trHeight w:val="277"/>
        </w:trPr>
        <w:tc>
          <w:tcPr>
            <w:tcW w:w="2410" w:type="dxa"/>
            <w:tcBorders>
              <w:bottom w:val="single" w:sz="4" w:space="0" w:color="auto"/>
            </w:tcBorders>
            <w:shd w:val="clear" w:color="auto" w:fill="F2F2F2" w:themeFill="background1" w:themeFillShade="F2"/>
          </w:tcPr>
          <w:p w14:paraId="6872791B" w14:textId="77777777" w:rsidR="001D349A" w:rsidRPr="001D349A" w:rsidRDefault="001D349A" w:rsidP="001A2D85">
            <w:pPr>
              <w:rPr>
                <w:rFonts w:cs="Calibri"/>
                <w:b/>
                <w:sz w:val="20"/>
                <w:szCs w:val="20"/>
              </w:rPr>
            </w:pPr>
            <w:r w:rsidRPr="001D349A">
              <w:rPr>
                <w:rFonts w:cs="Calibri"/>
                <w:b/>
                <w:sz w:val="20"/>
                <w:szCs w:val="20"/>
              </w:rPr>
              <w:t>Name</w:t>
            </w:r>
          </w:p>
        </w:tc>
        <w:tc>
          <w:tcPr>
            <w:tcW w:w="3827" w:type="dxa"/>
            <w:gridSpan w:val="5"/>
            <w:tcBorders>
              <w:bottom w:val="single" w:sz="4" w:space="0" w:color="auto"/>
            </w:tcBorders>
            <w:shd w:val="clear" w:color="auto" w:fill="FFFFFF" w:themeFill="background1"/>
          </w:tcPr>
          <w:p w14:paraId="0A9CEEE2"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4185010F" w14:textId="77777777" w:rsidR="001D349A" w:rsidRPr="001D349A" w:rsidRDefault="001D349A" w:rsidP="001A2D85">
            <w:pPr>
              <w:rPr>
                <w:rFonts w:cs="Calibri"/>
                <w:b/>
                <w:sz w:val="20"/>
                <w:szCs w:val="20"/>
              </w:rPr>
            </w:pPr>
          </w:p>
        </w:tc>
      </w:tr>
      <w:tr w:rsidR="001D349A" w:rsidRPr="001D349A" w14:paraId="56EBEC29" w14:textId="77777777" w:rsidTr="00937500">
        <w:trPr>
          <w:cantSplit/>
          <w:trHeight w:val="277"/>
        </w:trPr>
        <w:tc>
          <w:tcPr>
            <w:tcW w:w="2410" w:type="dxa"/>
            <w:tcBorders>
              <w:bottom w:val="single" w:sz="4" w:space="0" w:color="auto"/>
            </w:tcBorders>
            <w:shd w:val="clear" w:color="auto" w:fill="F2F2F2" w:themeFill="background1" w:themeFillShade="F2"/>
          </w:tcPr>
          <w:p w14:paraId="0F5DC798" w14:textId="77777777" w:rsidR="001D349A" w:rsidRPr="001D349A" w:rsidRDefault="001D349A" w:rsidP="001A2D85">
            <w:pPr>
              <w:rPr>
                <w:rFonts w:cs="Calibri"/>
                <w:b/>
                <w:sz w:val="20"/>
                <w:szCs w:val="20"/>
              </w:rPr>
            </w:pPr>
            <w:r w:rsidRPr="001D349A">
              <w:rPr>
                <w:rFonts w:cs="Calibri"/>
                <w:b/>
                <w:sz w:val="20"/>
                <w:szCs w:val="20"/>
              </w:rPr>
              <w:t>Position</w:t>
            </w:r>
          </w:p>
        </w:tc>
        <w:tc>
          <w:tcPr>
            <w:tcW w:w="3827" w:type="dxa"/>
            <w:gridSpan w:val="5"/>
            <w:tcBorders>
              <w:bottom w:val="single" w:sz="4" w:space="0" w:color="auto"/>
            </w:tcBorders>
            <w:shd w:val="clear" w:color="auto" w:fill="FFFFFF" w:themeFill="background1"/>
          </w:tcPr>
          <w:p w14:paraId="1BBEBFDA"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7FD2D96B" w14:textId="77777777" w:rsidR="001D349A" w:rsidRPr="001D349A" w:rsidRDefault="001D349A" w:rsidP="001A2D85">
            <w:pPr>
              <w:rPr>
                <w:rFonts w:cs="Calibri"/>
                <w:b/>
                <w:sz w:val="20"/>
                <w:szCs w:val="20"/>
              </w:rPr>
            </w:pPr>
          </w:p>
        </w:tc>
      </w:tr>
      <w:tr w:rsidR="001D349A" w:rsidRPr="001D349A" w14:paraId="7288BAC8" w14:textId="77777777" w:rsidTr="00937500">
        <w:trPr>
          <w:cantSplit/>
          <w:trHeight w:val="277"/>
        </w:trPr>
        <w:tc>
          <w:tcPr>
            <w:tcW w:w="2410" w:type="dxa"/>
            <w:tcBorders>
              <w:bottom w:val="single" w:sz="4" w:space="0" w:color="auto"/>
            </w:tcBorders>
            <w:shd w:val="clear" w:color="auto" w:fill="F2F2F2" w:themeFill="background1" w:themeFillShade="F2"/>
          </w:tcPr>
          <w:p w14:paraId="33CFB856" w14:textId="77777777" w:rsidR="001D349A" w:rsidRPr="001D349A" w:rsidRDefault="001D349A" w:rsidP="001A2D85">
            <w:pPr>
              <w:rPr>
                <w:rFonts w:cs="Calibri"/>
                <w:b/>
                <w:sz w:val="20"/>
                <w:szCs w:val="20"/>
              </w:rPr>
            </w:pPr>
            <w:r w:rsidRPr="001D349A">
              <w:rPr>
                <w:rFonts w:cs="Calibri"/>
                <w:b/>
                <w:sz w:val="20"/>
                <w:szCs w:val="20"/>
              </w:rPr>
              <w:t>Primary Contact Number</w:t>
            </w:r>
          </w:p>
        </w:tc>
        <w:tc>
          <w:tcPr>
            <w:tcW w:w="3827" w:type="dxa"/>
            <w:gridSpan w:val="5"/>
            <w:tcBorders>
              <w:bottom w:val="single" w:sz="4" w:space="0" w:color="auto"/>
            </w:tcBorders>
            <w:shd w:val="clear" w:color="auto" w:fill="FFFFFF" w:themeFill="background1"/>
          </w:tcPr>
          <w:p w14:paraId="42DF941B"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1641B9FC" w14:textId="77777777" w:rsidR="001D349A" w:rsidRPr="001D349A" w:rsidRDefault="001D349A" w:rsidP="001A2D85">
            <w:pPr>
              <w:rPr>
                <w:rFonts w:cs="Calibri"/>
                <w:b/>
                <w:sz w:val="20"/>
                <w:szCs w:val="20"/>
              </w:rPr>
            </w:pPr>
          </w:p>
        </w:tc>
      </w:tr>
      <w:tr w:rsidR="001D349A" w:rsidRPr="001D349A" w14:paraId="3AEB6642" w14:textId="77777777" w:rsidTr="00937500">
        <w:trPr>
          <w:cantSplit/>
          <w:trHeight w:val="277"/>
        </w:trPr>
        <w:tc>
          <w:tcPr>
            <w:tcW w:w="2410" w:type="dxa"/>
            <w:tcBorders>
              <w:bottom w:val="single" w:sz="4" w:space="0" w:color="auto"/>
            </w:tcBorders>
            <w:shd w:val="clear" w:color="auto" w:fill="F2F2F2" w:themeFill="background1" w:themeFillShade="F2"/>
          </w:tcPr>
          <w:p w14:paraId="02727A61" w14:textId="77777777" w:rsidR="001D349A" w:rsidRPr="001D349A" w:rsidRDefault="001D349A" w:rsidP="001A2D85">
            <w:pPr>
              <w:rPr>
                <w:rFonts w:cs="Calibri"/>
                <w:b/>
                <w:sz w:val="20"/>
                <w:szCs w:val="20"/>
              </w:rPr>
            </w:pPr>
            <w:r w:rsidRPr="001D349A">
              <w:rPr>
                <w:rFonts w:cs="Calibri"/>
                <w:b/>
                <w:sz w:val="20"/>
                <w:szCs w:val="20"/>
              </w:rPr>
              <w:t>Secondary Contact Number</w:t>
            </w:r>
          </w:p>
        </w:tc>
        <w:tc>
          <w:tcPr>
            <w:tcW w:w="3827" w:type="dxa"/>
            <w:gridSpan w:val="5"/>
            <w:tcBorders>
              <w:bottom w:val="single" w:sz="4" w:space="0" w:color="auto"/>
            </w:tcBorders>
            <w:shd w:val="clear" w:color="auto" w:fill="FFFFFF" w:themeFill="background1"/>
          </w:tcPr>
          <w:p w14:paraId="7CCD881E"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73EBDF88" w14:textId="77777777" w:rsidR="001D349A" w:rsidRPr="001D349A" w:rsidRDefault="001D349A" w:rsidP="001A2D85">
            <w:pPr>
              <w:rPr>
                <w:rFonts w:cs="Calibri"/>
                <w:b/>
                <w:sz w:val="20"/>
                <w:szCs w:val="20"/>
              </w:rPr>
            </w:pPr>
          </w:p>
        </w:tc>
      </w:tr>
      <w:tr w:rsidR="001D349A" w:rsidRPr="001D349A" w14:paraId="069B0875" w14:textId="77777777" w:rsidTr="00937500">
        <w:trPr>
          <w:cantSplit/>
          <w:trHeight w:val="277"/>
        </w:trPr>
        <w:tc>
          <w:tcPr>
            <w:tcW w:w="2410" w:type="dxa"/>
            <w:tcBorders>
              <w:bottom w:val="single" w:sz="4" w:space="0" w:color="auto"/>
            </w:tcBorders>
            <w:shd w:val="clear" w:color="auto" w:fill="F2F2F2" w:themeFill="background1" w:themeFillShade="F2"/>
          </w:tcPr>
          <w:p w14:paraId="73BEC392" w14:textId="77777777" w:rsidR="001D349A" w:rsidRPr="001D349A" w:rsidRDefault="001D349A" w:rsidP="001A2D85">
            <w:pPr>
              <w:rPr>
                <w:rFonts w:cs="Calibri"/>
                <w:b/>
                <w:sz w:val="20"/>
                <w:szCs w:val="20"/>
              </w:rPr>
            </w:pPr>
            <w:r w:rsidRPr="001D349A">
              <w:rPr>
                <w:rFonts w:cs="Calibri"/>
                <w:b/>
                <w:sz w:val="20"/>
                <w:szCs w:val="20"/>
              </w:rPr>
              <w:lastRenderedPageBreak/>
              <w:t>Email Address</w:t>
            </w:r>
          </w:p>
        </w:tc>
        <w:tc>
          <w:tcPr>
            <w:tcW w:w="3827" w:type="dxa"/>
            <w:gridSpan w:val="5"/>
            <w:tcBorders>
              <w:bottom w:val="single" w:sz="4" w:space="0" w:color="auto"/>
            </w:tcBorders>
            <w:shd w:val="clear" w:color="auto" w:fill="FFFFFF" w:themeFill="background1"/>
          </w:tcPr>
          <w:p w14:paraId="7861B0D2" w14:textId="77777777" w:rsidR="001D349A" w:rsidRPr="001D349A" w:rsidRDefault="001D349A" w:rsidP="001A2D85">
            <w:pPr>
              <w:rPr>
                <w:rFonts w:cs="Calibri"/>
                <w:b/>
                <w:sz w:val="20"/>
                <w:szCs w:val="20"/>
              </w:rPr>
            </w:pPr>
          </w:p>
        </w:tc>
        <w:tc>
          <w:tcPr>
            <w:tcW w:w="3686" w:type="dxa"/>
            <w:gridSpan w:val="4"/>
            <w:tcBorders>
              <w:bottom w:val="single" w:sz="4" w:space="0" w:color="auto"/>
            </w:tcBorders>
            <w:shd w:val="clear" w:color="auto" w:fill="FFFFFF" w:themeFill="background1"/>
          </w:tcPr>
          <w:p w14:paraId="56C960FF" w14:textId="77777777" w:rsidR="001D349A" w:rsidRPr="001D349A" w:rsidRDefault="001D349A" w:rsidP="001A2D85">
            <w:pPr>
              <w:rPr>
                <w:rFonts w:cs="Calibri"/>
                <w:b/>
                <w:sz w:val="20"/>
                <w:szCs w:val="20"/>
              </w:rPr>
            </w:pPr>
          </w:p>
        </w:tc>
      </w:tr>
      <w:tr w:rsidR="001D349A" w:rsidRPr="001D349A" w14:paraId="60E0EE60" w14:textId="77777777" w:rsidTr="00937500">
        <w:trPr>
          <w:cantSplit/>
          <w:trHeight w:val="424"/>
        </w:trPr>
        <w:tc>
          <w:tcPr>
            <w:tcW w:w="9923" w:type="dxa"/>
            <w:gridSpan w:val="10"/>
            <w:shd w:val="clear" w:color="auto" w:fill="000000" w:themeFill="text1"/>
          </w:tcPr>
          <w:p w14:paraId="04A0209D" w14:textId="77777777" w:rsidR="001D349A" w:rsidRPr="00247FE9" w:rsidRDefault="001D349A" w:rsidP="001D349A">
            <w:pPr>
              <w:pStyle w:val="ListParagraph"/>
              <w:numPr>
                <w:ilvl w:val="0"/>
                <w:numId w:val="20"/>
              </w:numPr>
              <w:spacing w:after="0" w:line="240" w:lineRule="auto"/>
              <w:ind w:left="317" w:hanging="284"/>
              <w:rPr>
                <w:rFonts w:ascii="Calibri" w:hAnsi="Calibri" w:cs="Calibri"/>
                <w:b/>
                <w:sz w:val="22"/>
              </w:rPr>
            </w:pPr>
            <w:r w:rsidRPr="00247FE9">
              <w:rPr>
                <w:rFonts w:ascii="Calibri" w:hAnsi="Calibri" w:cs="Calibri"/>
                <w:b/>
                <w:sz w:val="22"/>
              </w:rPr>
              <w:t>App Details</w:t>
            </w:r>
          </w:p>
          <w:p w14:paraId="0E0FCBAE" w14:textId="77777777" w:rsidR="005331DD" w:rsidRDefault="001D349A" w:rsidP="001A2D85">
            <w:pPr>
              <w:rPr>
                <w:rFonts w:cs="Calibri"/>
                <w:i/>
                <w:sz w:val="20"/>
                <w:szCs w:val="20"/>
              </w:rPr>
            </w:pPr>
            <w:r w:rsidRPr="001D349A">
              <w:rPr>
                <w:rFonts w:cs="Calibri"/>
                <w:i/>
                <w:sz w:val="20"/>
                <w:szCs w:val="20"/>
              </w:rPr>
              <w:t>This information will be used by the System Operator to</w:t>
            </w:r>
            <w:r w:rsidR="00C4757F">
              <w:rPr>
                <w:rFonts w:cs="Calibri"/>
                <w:i/>
                <w:sz w:val="20"/>
                <w:szCs w:val="20"/>
              </w:rPr>
              <w:t>:</w:t>
            </w:r>
            <w:r w:rsidRPr="001D349A">
              <w:rPr>
                <w:rFonts w:cs="Calibri"/>
                <w:i/>
                <w:sz w:val="20"/>
                <w:szCs w:val="20"/>
              </w:rPr>
              <w:t xml:space="preserve"> assess your app for My Health Record Production Environment access, technically provision this access</w:t>
            </w:r>
            <w:r w:rsidR="00C4757F">
              <w:rPr>
                <w:rFonts w:cs="Calibri"/>
                <w:i/>
                <w:sz w:val="20"/>
                <w:szCs w:val="20"/>
              </w:rPr>
              <w:t>,</w:t>
            </w:r>
            <w:r w:rsidRPr="001D349A">
              <w:rPr>
                <w:rFonts w:cs="Calibri"/>
                <w:i/>
                <w:sz w:val="20"/>
                <w:szCs w:val="20"/>
              </w:rPr>
              <w:t xml:space="preserve"> and understand how your app’s users will be supported. </w:t>
            </w:r>
          </w:p>
          <w:p w14:paraId="0F057EDF" w14:textId="77777777" w:rsidR="001D349A" w:rsidRPr="001D349A" w:rsidRDefault="001D349A" w:rsidP="001A2D85">
            <w:pPr>
              <w:rPr>
                <w:rFonts w:cs="Calibri"/>
                <w:i/>
                <w:sz w:val="20"/>
                <w:szCs w:val="20"/>
              </w:rPr>
            </w:pPr>
            <w:r w:rsidRPr="001D349A">
              <w:rPr>
                <w:rFonts w:cs="Calibri"/>
                <w:i/>
                <w:sz w:val="20"/>
                <w:szCs w:val="20"/>
              </w:rPr>
              <w:t>Please complete all fields.</w:t>
            </w:r>
          </w:p>
        </w:tc>
      </w:tr>
      <w:tr w:rsidR="001D349A" w:rsidRPr="001D349A" w14:paraId="24EC3075" w14:textId="77777777" w:rsidTr="00937500">
        <w:trPr>
          <w:cantSplit/>
          <w:trHeight w:val="424"/>
        </w:trPr>
        <w:tc>
          <w:tcPr>
            <w:tcW w:w="6237" w:type="dxa"/>
            <w:gridSpan w:val="6"/>
            <w:shd w:val="clear" w:color="auto" w:fill="D9D9D9" w:themeFill="background1" w:themeFillShade="D9"/>
          </w:tcPr>
          <w:p w14:paraId="3025D003"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App Name</w:t>
            </w:r>
          </w:p>
          <w:p w14:paraId="35A9D596" w14:textId="4C541494" w:rsidR="001D349A" w:rsidRPr="001D349A" w:rsidRDefault="001D349A" w:rsidP="0079451D">
            <w:pPr>
              <w:pStyle w:val="ListParagraph"/>
              <w:numPr>
                <w:ilvl w:val="0"/>
                <w:numId w:val="35"/>
              </w:numPr>
              <w:spacing w:after="0" w:line="240" w:lineRule="auto"/>
              <w:jc w:val="both"/>
              <w:rPr>
                <w:rFonts w:ascii="Calibri" w:hAnsi="Calibri" w:cs="Calibri"/>
                <w:b/>
                <w:szCs w:val="20"/>
              </w:rPr>
            </w:pPr>
            <w:r w:rsidRPr="001D349A">
              <w:rPr>
                <w:rFonts w:ascii="Calibri" w:hAnsi="Calibri" w:cs="Calibri"/>
                <w:i/>
                <w:szCs w:val="20"/>
              </w:rPr>
              <w:t xml:space="preserve">Exact name of the app as referred to in the </w:t>
            </w:r>
            <w:r w:rsidR="009B1544">
              <w:rPr>
                <w:rFonts w:ascii="Calibri" w:hAnsi="Calibri" w:cs="Calibri"/>
                <w:i/>
                <w:szCs w:val="20"/>
              </w:rPr>
              <w:t>App S</w:t>
            </w:r>
            <w:r w:rsidRPr="001D349A">
              <w:rPr>
                <w:rFonts w:ascii="Calibri" w:hAnsi="Calibri" w:cs="Calibri"/>
                <w:i/>
                <w:szCs w:val="20"/>
              </w:rPr>
              <w:t>to</w:t>
            </w:r>
            <w:r w:rsidR="00C4757F">
              <w:rPr>
                <w:rFonts w:ascii="Calibri" w:hAnsi="Calibri" w:cs="Calibri"/>
                <w:i/>
                <w:szCs w:val="20"/>
              </w:rPr>
              <w:t>re</w:t>
            </w:r>
            <w:r w:rsidR="009B1544">
              <w:rPr>
                <w:rFonts w:ascii="Calibri" w:hAnsi="Calibri" w:cs="Calibri"/>
                <w:i/>
                <w:szCs w:val="20"/>
              </w:rPr>
              <w:t xml:space="preserve"> and/or Google Play</w:t>
            </w:r>
            <w:r w:rsidR="00C4757F">
              <w:rPr>
                <w:rFonts w:ascii="Calibri" w:hAnsi="Calibri" w:cs="Calibri"/>
                <w:i/>
                <w:szCs w:val="20"/>
              </w:rPr>
              <w:t xml:space="preserve"> and System Operator hosted c</w:t>
            </w:r>
            <w:r w:rsidRPr="001D349A">
              <w:rPr>
                <w:rFonts w:ascii="Calibri" w:hAnsi="Calibri" w:cs="Calibri"/>
                <w:i/>
                <w:szCs w:val="20"/>
              </w:rPr>
              <w:t>onsent screens</w:t>
            </w:r>
          </w:p>
        </w:tc>
        <w:tc>
          <w:tcPr>
            <w:tcW w:w="3686" w:type="dxa"/>
            <w:gridSpan w:val="4"/>
            <w:shd w:val="clear" w:color="auto" w:fill="auto"/>
          </w:tcPr>
          <w:p w14:paraId="4F73B4CE" w14:textId="77777777" w:rsidR="001D349A" w:rsidRPr="001D349A" w:rsidRDefault="001D349A" w:rsidP="001A2D85">
            <w:pPr>
              <w:pStyle w:val="ListParagraph"/>
              <w:spacing w:after="0" w:line="240" w:lineRule="auto"/>
              <w:ind w:left="74"/>
              <w:rPr>
                <w:rFonts w:ascii="Calibri" w:hAnsi="Calibri" w:cs="Calibri"/>
                <w:szCs w:val="20"/>
              </w:rPr>
            </w:pPr>
          </w:p>
        </w:tc>
      </w:tr>
      <w:tr w:rsidR="00FD4A6B" w:rsidRPr="001D349A" w14:paraId="4D758DEB" w14:textId="77777777" w:rsidTr="00E33D4E">
        <w:trPr>
          <w:cantSplit/>
          <w:trHeight w:val="132"/>
        </w:trPr>
        <w:tc>
          <w:tcPr>
            <w:tcW w:w="2410" w:type="dxa"/>
            <w:vMerge w:val="restart"/>
            <w:shd w:val="clear" w:color="auto" w:fill="D9D9D9" w:themeFill="background1" w:themeFillShade="D9"/>
          </w:tcPr>
          <w:p w14:paraId="140BC861"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r w:rsidRPr="00247FE9">
              <w:rPr>
                <w:rFonts w:ascii="Calibri" w:hAnsi="Calibri" w:cs="Calibri"/>
                <w:b/>
                <w:sz w:val="22"/>
              </w:rPr>
              <w:t>App Type</w:t>
            </w:r>
          </w:p>
          <w:p w14:paraId="2312FCD8" w14:textId="4086D3A9" w:rsidR="00FD4A6B" w:rsidRPr="001D349A" w:rsidRDefault="00FD4A6B" w:rsidP="00FD4A6B">
            <w:pPr>
              <w:ind w:left="36"/>
              <w:rPr>
                <w:rFonts w:cs="Calibri"/>
                <w:i/>
                <w:sz w:val="20"/>
                <w:szCs w:val="20"/>
              </w:rPr>
            </w:pPr>
          </w:p>
        </w:tc>
        <w:tc>
          <w:tcPr>
            <w:tcW w:w="7513" w:type="dxa"/>
            <w:gridSpan w:val="9"/>
            <w:tcBorders>
              <w:bottom w:val="single" w:sz="4" w:space="0" w:color="auto"/>
            </w:tcBorders>
            <w:shd w:val="clear" w:color="auto" w:fill="auto"/>
            <w:vAlign w:val="center"/>
          </w:tcPr>
          <w:p w14:paraId="10C54877" w14:textId="67B0900B"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55C20E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80pt;height:19pt" o:ole="">
                  <v:imagedata r:id="rId17" o:title=""/>
                </v:shape>
                <w:control r:id="rId18" w:name="OptionButton32" w:shapeid="_x0000_i1049"/>
              </w:object>
            </w:r>
          </w:p>
          <w:p w14:paraId="050C8C78" w14:textId="7B79C72E" w:rsidR="00FD4A6B" w:rsidRPr="001D349A" w:rsidRDefault="00FD4A6B" w:rsidP="00FD4A6B">
            <w:pPr>
              <w:rPr>
                <w:rFonts w:cs="Calibri"/>
                <w:sz w:val="20"/>
                <w:szCs w:val="20"/>
              </w:rPr>
            </w:pPr>
            <w:r w:rsidRPr="005C7998">
              <w:rPr>
                <w:rFonts w:cs="Calibri"/>
                <w:i/>
                <w:sz w:val="18"/>
                <w:szCs w:val="18"/>
              </w:rPr>
              <w:t>(Mobile Applications developed to run natively on a specific mobile device or platform (e.g. iOS, Android)</w:t>
            </w:r>
            <w:r>
              <w:rPr>
                <w:rFonts w:cs="Calibri"/>
                <w:i/>
                <w:sz w:val="18"/>
                <w:szCs w:val="18"/>
              </w:rPr>
              <w:t>)</w:t>
            </w:r>
          </w:p>
        </w:tc>
      </w:tr>
      <w:tr w:rsidR="00FD4A6B" w:rsidRPr="001D349A" w14:paraId="3C33D641" w14:textId="77777777" w:rsidTr="00E33D4E">
        <w:trPr>
          <w:cantSplit/>
          <w:trHeight w:val="132"/>
        </w:trPr>
        <w:tc>
          <w:tcPr>
            <w:tcW w:w="2410" w:type="dxa"/>
            <w:vMerge/>
            <w:shd w:val="clear" w:color="auto" w:fill="D9D9D9" w:themeFill="background1" w:themeFillShade="D9"/>
          </w:tcPr>
          <w:p w14:paraId="0189BF17"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7513" w:type="dxa"/>
            <w:gridSpan w:val="9"/>
            <w:tcBorders>
              <w:bottom w:val="single" w:sz="4" w:space="0" w:color="auto"/>
            </w:tcBorders>
            <w:shd w:val="clear" w:color="auto" w:fill="auto"/>
            <w:vAlign w:val="center"/>
          </w:tcPr>
          <w:p w14:paraId="3A650356" w14:textId="201B921F"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09DB3AA2">
                <v:shape id="_x0000_i1051" type="#_x0000_t75" style="width:91pt;height:19pt" o:ole="">
                  <v:imagedata r:id="rId19" o:title=""/>
                </v:shape>
                <w:control r:id="rId20" w:name="OptionButton31" w:shapeid="_x0000_i1051"/>
              </w:object>
            </w:r>
          </w:p>
          <w:p w14:paraId="1C747EDE" w14:textId="503DD3B5" w:rsidR="00FD4A6B" w:rsidRPr="001D349A" w:rsidRDefault="00FD4A6B" w:rsidP="00FD4A6B">
            <w:pPr>
              <w:rPr>
                <w:rFonts w:cs="Calibri"/>
                <w:sz w:val="20"/>
                <w:szCs w:val="20"/>
              </w:rPr>
            </w:pPr>
            <w:r w:rsidRPr="005C7998">
              <w:rPr>
                <w:rFonts w:cs="Calibri"/>
                <w:i/>
                <w:sz w:val="18"/>
                <w:szCs w:val="18"/>
              </w:rPr>
              <w:t>(Web Apps are powered by a web browser (e.g. Chrome, Firefox, Safari etc) through the internet. Web applications are typically built using HTML, CSS and JavaScript and served through a mobile or desktop browser. Web applications can be built to look and feel just like a native application but will always runs through a visible browser.</w:t>
            </w:r>
            <w:r w:rsidRPr="008506D9">
              <w:rPr>
                <w:rFonts w:cs="Calibri"/>
                <w:i/>
                <w:sz w:val="18"/>
                <w:szCs w:val="18"/>
              </w:rPr>
              <w:t>)</w:t>
            </w:r>
          </w:p>
        </w:tc>
      </w:tr>
      <w:tr w:rsidR="00FD4A6B" w:rsidRPr="001D349A" w14:paraId="694CE1CC" w14:textId="77777777" w:rsidTr="00E33D4E">
        <w:trPr>
          <w:cantSplit/>
          <w:trHeight w:val="132"/>
        </w:trPr>
        <w:tc>
          <w:tcPr>
            <w:tcW w:w="2410" w:type="dxa"/>
            <w:vMerge/>
            <w:shd w:val="clear" w:color="auto" w:fill="D9D9D9" w:themeFill="background1" w:themeFillShade="D9"/>
          </w:tcPr>
          <w:p w14:paraId="2BAF4528"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7513" w:type="dxa"/>
            <w:gridSpan w:val="9"/>
            <w:tcBorders>
              <w:bottom w:val="single" w:sz="4" w:space="0" w:color="auto"/>
            </w:tcBorders>
            <w:shd w:val="clear" w:color="auto" w:fill="auto"/>
            <w:vAlign w:val="center"/>
          </w:tcPr>
          <w:p w14:paraId="793E80E8" w14:textId="622D3024"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6EEF9BF2">
                <v:shape id="_x0000_i1053" type="#_x0000_t75" style="width:126.5pt;height:19pt" o:ole="">
                  <v:imagedata r:id="rId21" o:title=""/>
                </v:shape>
                <w:control r:id="rId22" w:name="OptionButton33" w:shapeid="_x0000_i1053"/>
              </w:object>
            </w:r>
          </w:p>
          <w:p w14:paraId="7DFCE0E6" w14:textId="6DE436FE" w:rsidR="00FD4A6B" w:rsidRPr="001D349A" w:rsidRDefault="00FD4A6B" w:rsidP="00FD4A6B">
            <w:pPr>
              <w:rPr>
                <w:rFonts w:cs="Calibri"/>
                <w:sz w:val="20"/>
                <w:szCs w:val="20"/>
              </w:rPr>
            </w:pPr>
            <w:r w:rsidRPr="002C2071">
              <w:rPr>
                <w:rFonts w:cs="Calibri"/>
                <w:i/>
                <w:sz w:val="18"/>
                <w:szCs w:val="18"/>
              </w:rPr>
              <w:t>(Web applications that can appear and behave as native applications on mobile devices but do not require installation of the application on the device</w:t>
            </w:r>
            <w:r w:rsidRPr="008506D9">
              <w:rPr>
                <w:rFonts w:cs="Calibri"/>
                <w:i/>
                <w:sz w:val="18"/>
                <w:szCs w:val="18"/>
              </w:rPr>
              <w:t>)</w:t>
            </w:r>
          </w:p>
        </w:tc>
      </w:tr>
      <w:tr w:rsidR="00FD4A6B" w:rsidRPr="001D349A" w14:paraId="025B6774" w14:textId="77777777" w:rsidTr="00E33D4E">
        <w:trPr>
          <w:cantSplit/>
          <w:trHeight w:val="132"/>
        </w:trPr>
        <w:tc>
          <w:tcPr>
            <w:tcW w:w="2410" w:type="dxa"/>
            <w:vMerge/>
            <w:tcBorders>
              <w:bottom w:val="single" w:sz="4" w:space="0" w:color="auto"/>
            </w:tcBorders>
            <w:shd w:val="clear" w:color="auto" w:fill="D9D9D9" w:themeFill="background1" w:themeFillShade="D9"/>
          </w:tcPr>
          <w:p w14:paraId="457F2DE5"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7513" w:type="dxa"/>
            <w:gridSpan w:val="9"/>
            <w:tcBorders>
              <w:bottom w:val="single" w:sz="4" w:space="0" w:color="auto"/>
            </w:tcBorders>
            <w:shd w:val="clear" w:color="auto" w:fill="auto"/>
            <w:vAlign w:val="center"/>
          </w:tcPr>
          <w:p w14:paraId="1FA249DD" w14:textId="0C26DADC"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671EB212">
                <v:shape id="_x0000_i1055" type="#_x0000_t75" style="width:71.5pt;height:19pt" o:ole="">
                  <v:imagedata r:id="rId23" o:title=""/>
                </v:shape>
                <w:control r:id="rId24" w:name="OptionButton3" w:shapeid="_x0000_i1055"/>
              </w:object>
            </w:r>
          </w:p>
          <w:p w14:paraId="3B107B6A" w14:textId="2FF85749" w:rsidR="00FD4A6B" w:rsidRPr="001D349A" w:rsidRDefault="00FD4A6B" w:rsidP="00FD4A6B">
            <w:pPr>
              <w:rPr>
                <w:rFonts w:cs="Calibri"/>
                <w:sz w:val="20"/>
                <w:szCs w:val="20"/>
              </w:rPr>
            </w:pPr>
            <w:r w:rsidRPr="005C7998">
              <w:rPr>
                <w:rFonts w:cs="Calibri"/>
                <w:i/>
                <w:sz w:val="18"/>
                <w:szCs w:val="18"/>
              </w:rPr>
              <w:t>(Hybrid Apps are usually coded in HTML, CSS and JavaScript. They are run through an invisible browser which has been packaged into a native application. This enables the application to have the look, feel and functionality of a native application. Hybrid applications allow developers to minimise development time as minimal work is required to target various mobile operating systems. An additional benefit of using a hybrid application framework includes allowing developers to access Native API calls which can be used to enable binary security mechanisms from the device itself. Hybrid Applications can also be distributed through</w:t>
            </w:r>
            <w:r>
              <w:rPr>
                <w:rFonts w:cs="Calibri"/>
                <w:i/>
                <w:sz w:val="18"/>
                <w:szCs w:val="18"/>
              </w:rPr>
              <w:t xml:space="preserve"> </w:t>
            </w:r>
            <w:r w:rsidRPr="005C7998">
              <w:rPr>
                <w:rFonts w:cs="Calibri"/>
                <w:i/>
                <w:sz w:val="18"/>
                <w:szCs w:val="18"/>
              </w:rPr>
              <w:t>native application stores (allowing for additional vetting)</w:t>
            </w:r>
            <w:r w:rsidRPr="008506D9">
              <w:rPr>
                <w:rFonts w:cs="Calibri"/>
                <w:i/>
                <w:sz w:val="18"/>
                <w:szCs w:val="18"/>
              </w:rPr>
              <w:t>)</w:t>
            </w:r>
          </w:p>
        </w:tc>
      </w:tr>
      <w:tr w:rsidR="001D349A" w:rsidRPr="001D349A" w14:paraId="775A870F" w14:textId="77777777" w:rsidTr="00937500">
        <w:trPr>
          <w:cantSplit/>
          <w:trHeight w:val="761"/>
        </w:trPr>
        <w:tc>
          <w:tcPr>
            <w:tcW w:w="2410" w:type="dxa"/>
            <w:vMerge w:val="restart"/>
            <w:tcBorders>
              <w:top w:val="single" w:sz="4" w:space="0" w:color="auto"/>
            </w:tcBorders>
            <w:shd w:val="clear" w:color="auto" w:fill="D9D9D9" w:themeFill="background1" w:themeFillShade="D9"/>
          </w:tcPr>
          <w:p w14:paraId="31D23E4C"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Call back URLs</w:t>
            </w:r>
          </w:p>
          <w:p w14:paraId="69ACBFDA" w14:textId="77777777" w:rsidR="001D349A" w:rsidRDefault="001D349A" w:rsidP="001A2D85">
            <w:pPr>
              <w:rPr>
                <w:rFonts w:cs="Calibri"/>
                <w:i/>
                <w:sz w:val="20"/>
                <w:szCs w:val="20"/>
              </w:rPr>
            </w:pPr>
            <w:r w:rsidRPr="001D349A">
              <w:rPr>
                <w:rFonts w:cs="Calibri"/>
                <w:i/>
                <w:sz w:val="20"/>
                <w:szCs w:val="20"/>
              </w:rPr>
              <w:t xml:space="preserve">These details are required to ensure your app </w:t>
            </w:r>
            <w:proofErr w:type="gramStart"/>
            <w:r w:rsidRPr="001D349A">
              <w:rPr>
                <w:rFonts w:cs="Calibri"/>
                <w:i/>
                <w:sz w:val="20"/>
                <w:szCs w:val="20"/>
              </w:rPr>
              <w:t>is able to</w:t>
            </w:r>
            <w:proofErr w:type="gramEnd"/>
            <w:r w:rsidRPr="001D349A">
              <w:rPr>
                <w:rFonts w:cs="Calibri"/>
                <w:i/>
                <w:sz w:val="20"/>
                <w:szCs w:val="20"/>
              </w:rPr>
              <w:t xml:space="preserve"> communicate with the My Health Record system</w:t>
            </w:r>
          </w:p>
          <w:p w14:paraId="2348EAA9" w14:textId="77777777" w:rsidR="0079019E" w:rsidRDefault="0079019E" w:rsidP="001A2D85">
            <w:pPr>
              <w:rPr>
                <w:rFonts w:cs="Calibri"/>
                <w:i/>
                <w:sz w:val="20"/>
                <w:szCs w:val="20"/>
              </w:rPr>
            </w:pPr>
          </w:p>
          <w:p w14:paraId="3F5F0E6A" w14:textId="77777777" w:rsidR="0079019E" w:rsidRPr="001D349A" w:rsidRDefault="0079019E" w:rsidP="001A2D85">
            <w:pPr>
              <w:rPr>
                <w:rFonts w:cs="Calibri"/>
                <w:sz w:val="20"/>
                <w:szCs w:val="20"/>
              </w:rPr>
            </w:pPr>
          </w:p>
        </w:tc>
        <w:tc>
          <w:tcPr>
            <w:tcW w:w="3827" w:type="dxa"/>
            <w:gridSpan w:val="5"/>
            <w:tcBorders>
              <w:top w:val="single" w:sz="4" w:space="0" w:color="auto"/>
            </w:tcBorders>
            <w:shd w:val="clear" w:color="auto" w:fill="F2F2F2" w:themeFill="background1" w:themeFillShade="F2"/>
          </w:tcPr>
          <w:p w14:paraId="3CB8DB1D" w14:textId="77777777" w:rsidR="001D349A" w:rsidRPr="001D349A" w:rsidRDefault="001D349A" w:rsidP="001A2D85">
            <w:pPr>
              <w:rPr>
                <w:rFonts w:cs="Calibri"/>
                <w:b/>
                <w:sz w:val="20"/>
                <w:szCs w:val="20"/>
              </w:rPr>
            </w:pPr>
            <w:r w:rsidRPr="001D349A">
              <w:rPr>
                <w:rFonts w:cs="Calibri"/>
                <w:b/>
                <w:sz w:val="20"/>
                <w:szCs w:val="20"/>
              </w:rPr>
              <w:t>URL to receive authentication tokens</w:t>
            </w:r>
          </w:p>
          <w:p w14:paraId="1ABAC2E0" w14:textId="77777777" w:rsidR="001D349A" w:rsidRPr="001D349A" w:rsidRDefault="001D349A" w:rsidP="001A2D85">
            <w:pPr>
              <w:rPr>
                <w:rFonts w:cs="Calibri"/>
                <w:i/>
                <w:sz w:val="20"/>
                <w:szCs w:val="20"/>
              </w:rPr>
            </w:pPr>
            <w:r w:rsidRPr="001D349A">
              <w:rPr>
                <w:rFonts w:cs="Calibri"/>
                <w:i/>
                <w:sz w:val="20"/>
                <w:szCs w:val="20"/>
              </w:rPr>
              <w:t>(OAuth call back URL is used to handle the OAuth authorization code, and error code for error scenarios, from the My Health Record system)</w:t>
            </w:r>
          </w:p>
        </w:tc>
        <w:tc>
          <w:tcPr>
            <w:tcW w:w="3686" w:type="dxa"/>
            <w:gridSpan w:val="4"/>
            <w:tcBorders>
              <w:top w:val="single" w:sz="4" w:space="0" w:color="auto"/>
            </w:tcBorders>
            <w:shd w:val="clear" w:color="auto" w:fill="auto"/>
          </w:tcPr>
          <w:p w14:paraId="09D2CEF7"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1A2DEC7D" w14:textId="77777777" w:rsidTr="00937500">
        <w:trPr>
          <w:cantSplit/>
          <w:trHeight w:val="761"/>
        </w:trPr>
        <w:tc>
          <w:tcPr>
            <w:tcW w:w="2410" w:type="dxa"/>
            <w:vMerge/>
            <w:shd w:val="clear" w:color="auto" w:fill="D9D9D9" w:themeFill="background1" w:themeFillShade="D9"/>
          </w:tcPr>
          <w:p w14:paraId="66FC4687" w14:textId="77777777" w:rsidR="001D349A" w:rsidRPr="001D349A" w:rsidRDefault="001D349A" w:rsidP="001A2D85">
            <w:pPr>
              <w:ind w:left="33"/>
              <w:rPr>
                <w:rFonts w:cs="Calibri"/>
                <w:sz w:val="20"/>
                <w:szCs w:val="20"/>
              </w:rPr>
            </w:pPr>
          </w:p>
        </w:tc>
        <w:tc>
          <w:tcPr>
            <w:tcW w:w="3827" w:type="dxa"/>
            <w:gridSpan w:val="5"/>
            <w:shd w:val="clear" w:color="auto" w:fill="F2F2F2" w:themeFill="background1" w:themeFillShade="F2"/>
          </w:tcPr>
          <w:p w14:paraId="772AA173" w14:textId="77777777" w:rsidR="001D349A" w:rsidRPr="001D349A" w:rsidRDefault="001D349A" w:rsidP="001A2D85">
            <w:pPr>
              <w:rPr>
                <w:rFonts w:cs="Calibri"/>
                <w:b/>
                <w:sz w:val="20"/>
                <w:szCs w:val="20"/>
              </w:rPr>
            </w:pPr>
            <w:r w:rsidRPr="001D349A">
              <w:rPr>
                <w:rFonts w:cs="Calibri"/>
                <w:b/>
                <w:sz w:val="20"/>
                <w:szCs w:val="20"/>
              </w:rPr>
              <w:t>URL to receive push notifications</w:t>
            </w:r>
          </w:p>
          <w:p w14:paraId="3980B502" w14:textId="77777777" w:rsidR="001D349A" w:rsidRPr="001D349A" w:rsidRDefault="001D349A" w:rsidP="001A2D85">
            <w:pPr>
              <w:rPr>
                <w:rFonts w:cs="Calibri"/>
                <w:i/>
                <w:sz w:val="20"/>
                <w:szCs w:val="20"/>
              </w:rPr>
            </w:pPr>
            <w:r w:rsidRPr="001D349A">
              <w:rPr>
                <w:rFonts w:cs="Calibri"/>
                <w:i/>
                <w:sz w:val="20"/>
                <w:szCs w:val="20"/>
              </w:rPr>
              <w:t>(Push notification call back URL is used to handle push notifications from the My Health Record system)</w:t>
            </w:r>
          </w:p>
        </w:tc>
        <w:tc>
          <w:tcPr>
            <w:tcW w:w="3686" w:type="dxa"/>
            <w:gridSpan w:val="4"/>
            <w:shd w:val="clear" w:color="auto" w:fill="auto"/>
          </w:tcPr>
          <w:p w14:paraId="19ACEDDD"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6BFB16D9" w14:textId="77777777" w:rsidTr="00937500">
        <w:trPr>
          <w:cantSplit/>
          <w:trHeight w:val="761"/>
        </w:trPr>
        <w:tc>
          <w:tcPr>
            <w:tcW w:w="3828" w:type="dxa"/>
            <w:gridSpan w:val="2"/>
            <w:shd w:val="clear" w:color="auto" w:fill="D9D9D9" w:themeFill="background1" w:themeFillShade="D9"/>
          </w:tcPr>
          <w:p w14:paraId="6ED62989" w14:textId="77777777" w:rsidR="001D349A" w:rsidRDefault="00BE4A18" w:rsidP="001A2D85">
            <w:pPr>
              <w:pStyle w:val="ListParagraph"/>
              <w:numPr>
                <w:ilvl w:val="1"/>
                <w:numId w:val="20"/>
              </w:numPr>
              <w:spacing w:after="0" w:line="240" w:lineRule="auto"/>
              <w:ind w:left="317" w:hanging="317"/>
              <w:rPr>
                <w:rFonts w:ascii="Calibri" w:hAnsi="Calibri" w:cs="Calibri"/>
                <w:b/>
                <w:sz w:val="22"/>
              </w:rPr>
            </w:pPr>
            <w:r>
              <w:rPr>
                <w:rFonts w:ascii="Calibri" w:hAnsi="Calibri" w:cs="Calibri"/>
                <w:b/>
                <w:sz w:val="22"/>
              </w:rPr>
              <w:t>A</w:t>
            </w:r>
            <w:r w:rsidR="001D349A" w:rsidRPr="00247FE9">
              <w:rPr>
                <w:rFonts w:ascii="Calibri" w:hAnsi="Calibri" w:cs="Calibri"/>
                <w:b/>
                <w:sz w:val="22"/>
              </w:rPr>
              <w:t xml:space="preserve"> short description of the purpose of your app, and attach the app’s Use Cases or User Stories</w:t>
            </w:r>
          </w:p>
          <w:p w14:paraId="29045A77" w14:textId="77777777" w:rsidR="00F27BAF" w:rsidRPr="00F27BAF" w:rsidRDefault="00F27BAF" w:rsidP="00F27BAF">
            <w:pPr>
              <w:rPr>
                <w:rFonts w:cs="Calibri"/>
                <w:b/>
                <w:sz w:val="20"/>
                <w:szCs w:val="20"/>
              </w:rPr>
            </w:pPr>
          </w:p>
          <w:p w14:paraId="270F5E13" w14:textId="77777777" w:rsidR="001D349A" w:rsidRPr="00A8373C" w:rsidRDefault="001D349A" w:rsidP="00A8373C">
            <w:pPr>
              <w:rPr>
                <w:rFonts w:cs="Calibri"/>
                <w:i/>
                <w:sz w:val="20"/>
                <w:szCs w:val="20"/>
              </w:rPr>
            </w:pPr>
            <w:r w:rsidRPr="00A8373C">
              <w:rPr>
                <w:rFonts w:cs="Calibri"/>
                <w:i/>
                <w:sz w:val="20"/>
                <w:szCs w:val="20"/>
              </w:rPr>
              <w:t>The short description will be used on the MyHealthRecord.gov.au website as well as the app support contact details in Q4.5.</w:t>
            </w:r>
          </w:p>
          <w:p w14:paraId="1398C663" w14:textId="77777777" w:rsidR="001D349A" w:rsidRPr="00A8373C" w:rsidRDefault="001D349A" w:rsidP="00A8373C">
            <w:pPr>
              <w:rPr>
                <w:rFonts w:cs="Calibri"/>
                <w:i/>
                <w:sz w:val="20"/>
                <w:szCs w:val="20"/>
              </w:rPr>
            </w:pPr>
            <w:r w:rsidRPr="00A8373C">
              <w:rPr>
                <w:rFonts w:cs="Calibri"/>
                <w:i/>
                <w:sz w:val="20"/>
                <w:szCs w:val="20"/>
              </w:rPr>
              <w:t>The Use Cases or User Stories document must clearly articulate:</w:t>
            </w:r>
          </w:p>
          <w:p w14:paraId="66FF8261" w14:textId="77777777" w:rsidR="001D349A" w:rsidRPr="00A8373C" w:rsidRDefault="001D349A" w:rsidP="00A8373C">
            <w:pPr>
              <w:pStyle w:val="ListParagraph"/>
              <w:numPr>
                <w:ilvl w:val="0"/>
                <w:numId w:val="32"/>
              </w:numPr>
              <w:rPr>
                <w:rFonts w:ascii="Calibri" w:hAnsi="Calibri" w:cs="Calibri"/>
                <w:i/>
                <w:szCs w:val="20"/>
              </w:rPr>
            </w:pPr>
            <w:r w:rsidRPr="00A8373C">
              <w:rPr>
                <w:rFonts w:ascii="Calibri" w:hAnsi="Calibri" w:cs="Calibri"/>
                <w:i/>
                <w:szCs w:val="20"/>
              </w:rPr>
              <w:t>How a consumer interacts with the app and the My Health Record data/system to produce a health or wellness outcome.</w:t>
            </w:r>
          </w:p>
          <w:p w14:paraId="0E23967D" w14:textId="0CDF5EA3" w:rsidR="0079019E" w:rsidRPr="001D349A" w:rsidRDefault="001D349A" w:rsidP="00DA09EB">
            <w:pPr>
              <w:pStyle w:val="ListParagraph"/>
              <w:numPr>
                <w:ilvl w:val="0"/>
                <w:numId w:val="32"/>
              </w:numPr>
              <w:rPr>
                <w:rFonts w:cs="Calibri"/>
                <w:b/>
                <w:szCs w:val="20"/>
              </w:rPr>
            </w:pPr>
            <w:r w:rsidRPr="00A8373C">
              <w:rPr>
                <w:rFonts w:ascii="Calibri" w:hAnsi="Calibri" w:cs="Calibri"/>
                <w:i/>
                <w:szCs w:val="20"/>
              </w:rPr>
              <w:t>Which third parties (if any) will access the data retrieved, detailing the expected consumer benefits.</w:t>
            </w:r>
          </w:p>
        </w:tc>
        <w:tc>
          <w:tcPr>
            <w:tcW w:w="6095" w:type="dxa"/>
            <w:gridSpan w:val="8"/>
            <w:shd w:val="clear" w:color="auto" w:fill="auto"/>
          </w:tcPr>
          <w:p w14:paraId="0650FCB3"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24268BE2"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644"/>
        </w:trPr>
        <w:tc>
          <w:tcPr>
            <w:tcW w:w="9923" w:type="dxa"/>
            <w:gridSpan w:val="10"/>
            <w:tcBorders>
              <w:bottom w:val="single" w:sz="4" w:space="0" w:color="auto"/>
            </w:tcBorders>
            <w:shd w:val="clear" w:color="auto" w:fill="D9D9D9" w:themeFill="background1" w:themeFillShade="D9"/>
          </w:tcPr>
          <w:p w14:paraId="1AA86909"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bCs/>
                <w:kern w:val="32"/>
                <w:sz w:val="22"/>
              </w:rPr>
            </w:pPr>
            <w:r w:rsidRPr="00247FE9">
              <w:rPr>
                <w:rFonts w:ascii="Calibri" w:hAnsi="Calibri" w:cs="Calibri"/>
                <w:b/>
                <w:bCs/>
                <w:kern w:val="32"/>
                <w:sz w:val="22"/>
              </w:rPr>
              <w:lastRenderedPageBreak/>
              <w:t>What customer support channels will support your app users?</w:t>
            </w:r>
          </w:p>
          <w:p w14:paraId="49D24ED1" w14:textId="77777777" w:rsidR="001D349A" w:rsidRPr="001D349A" w:rsidRDefault="001D349A" w:rsidP="001A2D85">
            <w:pPr>
              <w:rPr>
                <w:rFonts w:eastAsia="Times New Roman" w:cs="Calibri"/>
                <w:i/>
                <w:sz w:val="20"/>
                <w:szCs w:val="20"/>
              </w:rPr>
            </w:pPr>
            <w:r w:rsidRPr="001D349A">
              <w:rPr>
                <w:rFonts w:cs="Calibri"/>
                <w:i/>
                <w:sz w:val="20"/>
                <w:szCs w:val="20"/>
              </w:rPr>
              <w:t>This information will be published on the My Health Record website and will be used to help direct your app’s users to app support channels if required.</w:t>
            </w:r>
          </w:p>
        </w:tc>
      </w:tr>
      <w:tr w:rsidR="001D349A" w:rsidRPr="001D349A" w14:paraId="1527479B"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543"/>
        </w:trPr>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D11C6A"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Customer Support Channel</w:t>
            </w:r>
          </w:p>
          <w:p w14:paraId="723BFB00"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(Select all that apply)</w:t>
            </w:r>
          </w:p>
        </w:tc>
        <w:tc>
          <w:tcPr>
            <w:tcW w:w="4875"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192FCE"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Support Details</w:t>
            </w:r>
          </w:p>
          <w:p w14:paraId="1B4BAE9B"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contact number, email address, web address)</w:t>
            </w:r>
          </w:p>
        </w:tc>
        <w:tc>
          <w:tcPr>
            <w:tcW w:w="263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762FB3"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Hours of Support</w:t>
            </w:r>
          </w:p>
          <w:p w14:paraId="6E10CA21"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24 hours, 9:00 – 17:00 AEST)</w:t>
            </w:r>
          </w:p>
        </w:tc>
      </w:tr>
      <w:tr w:rsidR="001D349A" w:rsidRPr="001D349A" w14:paraId="18AEBBEA"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341"/>
        </w:trPr>
        <w:tc>
          <w:tcPr>
            <w:tcW w:w="2410" w:type="dxa"/>
            <w:tcBorders>
              <w:top w:val="single" w:sz="4" w:space="0" w:color="auto"/>
              <w:left w:val="single" w:sz="4" w:space="0" w:color="auto"/>
              <w:bottom w:val="single" w:sz="4" w:space="0" w:color="auto"/>
              <w:right w:val="single" w:sz="4" w:space="0" w:color="auto"/>
            </w:tcBorders>
          </w:tcPr>
          <w:p w14:paraId="1EF2C347" w14:textId="77777777" w:rsidR="001D349A" w:rsidRPr="001D349A" w:rsidRDefault="0057222E" w:rsidP="001A2D85">
            <w:pPr>
              <w:pStyle w:val="ListParagraph"/>
              <w:ind w:left="0"/>
              <w:rPr>
                <w:rFonts w:ascii="Calibri" w:hAnsi="Calibri" w:cs="Calibri"/>
                <w:szCs w:val="20"/>
              </w:rPr>
            </w:pPr>
            <w:sdt>
              <w:sdtPr>
                <w:rPr>
                  <w:rFonts w:ascii="Calibri" w:hAnsi="Calibri" w:cs="Calibri"/>
                  <w:color w:val="000000" w:themeColor="text1"/>
                  <w:szCs w:val="20"/>
                </w:rPr>
                <w:id w:val="-1356423265"/>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Contact help desk</w:t>
            </w:r>
          </w:p>
        </w:tc>
        <w:tc>
          <w:tcPr>
            <w:tcW w:w="4875" w:type="dxa"/>
            <w:gridSpan w:val="7"/>
            <w:tcBorders>
              <w:top w:val="single" w:sz="4" w:space="0" w:color="auto"/>
              <w:left w:val="single" w:sz="4" w:space="0" w:color="auto"/>
              <w:bottom w:val="single" w:sz="4" w:space="0" w:color="auto"/>
              <w:right w:val="single" w:sz="4" w:space="0" w:color="auto"/>
            </w:tcBorders>
          </w:tcPr>
          <w:p w14:paraId="623A3696" w14:textId="77777777" w:rsidR="001D349A" w:rsidRPr="001D349A" w:rsidRDefault="001D349A" w:rsidP="001A2D85">
            <w:pPr>
              <w:pStyle w:val="ListParagraph"/>
              <w:ind w:left="0"/>
              <w:rPr>
                <w:rFonts w:ascii="Calibri" w:hAnsi="Calibri" w:cs="Calibri"/>
                <w:szCs w:val="20"/>
              </w:rPr>
            </w:pPr>
          </w:p>
        </w:tc>
        <w:tc>
          <w:tcPr>
            <w:tcW w:w="2638" w:type="dxa"/>
            <w:gridSpan w:val="2"/>
            <w:tcBorders>
              <w:top w:val="single" w:sz="4" w:space="0" w:color="auto"/>
              <w:left w:val="single" w:sz="4" w:space="0" w:color="auto"/>
              <w:bottom w:val="single" w:sz="4" w:space="0" w:color="auto"/>
              <w:right w:val="single" w:sz="4" w:space="0" w:color="auto"/>
            </w:tcBorders>
          </w:tcPr>
          <w:p w14:paraId="6E4CF061" w14:textId="77777777" w:rsidR="001D349A" w:rsidRPr="001D349A" w:rsidRDefault="001D349A" w:rsidP="001A2D85">
            <w:pPr>
              <w:pStyle w:val="ListParagraph"/>
              <w:ind w:left="-32"/>
              <w:rPr>
                <w:rFonts w:ascii="Calibri" w:hAnsi="Calibri" w:cs="Calibri"/>
                <w:szCs w:val="20"/>
              </w:rPr>
            </w:pPr>
          </w:p>
        </w:tc>
      </w:tr>
      <w:tr w:rsidR="001D349A" w:rsidRPr="001D349A" w14:paraId="6CF20521"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77"/>
        </w:trPr>
        <w:tc>
          <w:tcPr>
            <w:tcW w:w="2410" w:type="dxa"/>
            <w:tcBorders>
              <w:top w:val="single" w:sz="4" w:space="0" w:color="auto"/>
              <w:left w:val="single" w:sz="4" w:space="0" w:color="auto"/>
              <w:bottom w:val="single" w:sz="4" w:space="0" w:color="auto"/>
              <w:right w:val="single" w:sz="4" w:space="0" w:color="auto"/>
            </w:tcBorders>
          </w:tcPr>
          <w:p w14:paraId="026BD175" w14:textId="77777777" w:rsidR="001D349A" w:rsidRPr="001D349A" w:rsidRDefault="0057222E" w:rsidP="001A2D85">
            <w:pPr>
              <w:pStyle w:val="ListParagraph"/>
              <w:ind w:left="0"/>
              <w:rPr>
                <w:rFonts w:ascii="Calibri" w:hAnsi="Calibri" w:cs="Calibri"/>
                <w:color w:val="000000" w:themeColor="text1"/>
                <w:szCs w:val="20"/>
              </w:rPr>
            </w:pPr>
            <w:sdt>
              <w:sdtPr>
                <w:rPr>
                  <w:rFonts w:ascii="Calibri" w:hAnsi="Calibri" w:cs="Calibri"/>
                  <w:color w:val="000000" w:themeColor="text1"/>
                  <w:szCs w:val="20"/>
                </w:rPr>
                <w:id w:val="173070406"/>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Email</w:t>
            </w:r>
          </w:p>
        </w:tc>
        <w:tc>
          <w:tcPr>
            <w:tcW w:w="4875" w:type="dxa"/>
            <w:gridSpan w:val="7"/>
            <w:tcBorders>
              <w:top w:val="single" w:sz="4" w:space="0" w:color="auto"/>
              <w:left w:val="single" w:sz="4" w:space="0" w:color="auto"/>
              <w:bottom w:val="single" w:sz="4" w:space="0" w:color="auto"/>
              <w:right w:val="single" w:sz="4" w:space="0" w:color="auto"/>
            </w:tcBorders>
          </w:tcPr>
          <w:p w14:paraId="7D4F39FC" w14:textId="77777777" w:rsidR="001D349A" w:rsidRPr="001D349A" w:rsidRDefault="001D349A" w:rsidP="001A2D85">
            <w:pPr>
              <w:pStyle w:val="ListParagraph"/>
              <w:ind w:left="0"/>
              <w:rPr>
                <w:rFonts w:ascii="Calibri" w:hAnsi="Calibri" w:cs="Calibri"/>
                <w:szCs w:val="20"/>
              </w:rPr>
            </w:pPr>
          </w:p>
        </w:tc>
        <w:tc>
          <w:tcPr>
            <w:tcW w:w="2638" w:type="dxa"/>
            <w:gridSpan w:val="2"/>
            <w:tcBorders>
              <w:top w:val="single" w:sz="4" w:space="0" w:color="auto"/>
              <w:left w:val="single" w:sz="4" w:space="0" w:color="auto"/>
              <w:bottom w:val="single" w:sz="4" w:space="0" w:color="auto"/>
              <w:right w:val="single" w:sz="4" w:space="0" w:color="auto"/>
            </w:tcBorders>
          </w:tcPr>
          <w:p w14:paraId="63707980" w14:textId="77777777" w:rsidR="001D349A" w:rsidRPr="001D349A" w:rsidRDefault="001D349A" w:rsidP="001A2D85">
            <w:pPr>
              <w:pStyle w:val="ListParagraph"/>
              <w:ind w:left="-32"/>
              <w:rPr>
                <w:rFonts w:ascii="Calibri" w:hAnsi="Calibri" w:cs="Calibri"/>
                <w:szCs w:val="20"/>
              </w:rPr>
            </w:pPr>
          </w:p>
        </w:tc>
      </w:tr>
      <w:tr w:rsidR="001D349A" w:rsidRPr="001D349A" w14:paraId="7B1675E1"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91"/>
        </w:trPr>
        <w:tc>
          <w:tcPr>
            <w:tcW w:w="2410" w:type="dxa"/>
            <w:tcBorders>
              <w:top w:val="single" w:sz="4" w:space="0" w:color="auto"/>
              <w:left w:val="single" w:sz="4" w:space="0" w:color="auto"/>
              <w:bottom w:val="single" w:sz="4" w:space="0" w:color="auto"/>
              <w:right w:val="single" w:sz="4" w:space="0" w:color="auto"/>
            </w:tcBorders>
          </w:tcPr>
          <w:p w14:paraId="1BBBB6D4" w14:textId="77777777" w:rsidR="001D349A" w:rsidRPr="001D349A" w:rsidRDefault="0057222E" w:rsidP="001A2D85">
            <w:pPr>
              <w:pStyle w:val="ListParagraph"/>
              <w:ind w:left="0"/>
              <w:rPr>
                <w:rFonts w:ascii="Calibri" w:hAnsi="Calibri" w:cs="Calibri"/>
                <w:szCs w:val="20"/>
              </w:rPr>
            </w:pPr>
            <w:sdt>
              <w:sdtPr>
                <w:rPr>
                  <w:rFonts w:ascii="Calibri" w:hAnsi="Calibri" w:cs="Calibri"/>
                  <w:color w:val="000000" w:themeColor="text1"/>
                  <w:szCs w:val="20"/>
                </w:rPr>
                <w:id w:val="1343972021"/>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Online live chat </w:t>
            </w:r>
          </w:p>
        </w:tc>
        <w:tc>
          <w:tcPr>
            <w:tcW w:w="4875" w:type="dxa"/>
            <w:gridSpan w:val="7"/>
            <w:tcBorders>
              <w:top w:val="single" w:sz="4" w:space="0" w:color="auto"/>
              <w:left w:val="single" w:sz="4" w:space="0" w:color="auto"/>
              <w:bottom w:val="single" w:sz="4" w:space="0" w:color="auto"/>
              <w:right w:val="single" w:sz="4" w:space="0" w:color="auto"/>
            </w:tcBorders>
          </w:tcPr>
          <w:p w14:paraId="0B61B5F7" w14:textId="77777777" w:rsidR="001D349A" w:rsidRPr="001D349A" w:rsidRDefault="001D349A" w:rsidP="001A2D85">
            <w:pPr>
              <w:pStyle w:val="ListParagraph"/>
              <w:ind w:left="0"/>
              <w:rPr>
                <w:rFonts w:ascii="Calibri" w:hAnsi="Calibri" w:cs="Calibri"/>
                <w:szCs w:val="20"/>
              </w:rPr>
            </w:pPr>
          </w:p>
        </w:tc>
        <w:tc>
          <w:tcPr>
            <w:tcW w:w="2638" w:type="dxa"/>
            <w:gridSpan w:val="2"/>
            <w:tcBorders>
              <w:top w:val="single" w:sz="4" w:space="0" w:color="auto"/>
              <w:left w:val="single" w:sz="4" w:space="0" w:color="auto"/>
              <w:bottom w:val="single" w:sz="4" w:space="0" w:color="auto"/>
              <w:right w:val="single" w:sz="4" w:space="0" w:color="auto"/>
            </w:tcBorders>
          </w:tcPr>
          <w:p w14:paraId="3E8E7B21" w14:textId="77777777" w:rsidR="001D349A" w:rsidRPr="001D349A" w:rsidRDefault="001D349A" w:rsidP="001A2D85">
            <w:pPr>
              <w:pStyle w:val="ListParagraph"/>
              <w:ind w:left="-32"/>
              <w:rPr>
                <w:rFonts w:ascii="Calibri" w:hAnsi="Calibri" w:cs="Calibri"/>
                <w:szCs w:val="20"/>
              </w:rPr>
            </w:pPr>
          </w:p>
        </w:tc>
      </w:tr>
      <w:tr w:rsidR="001D349A" w:rsidRPr="001D349A" w14:paraId="791FDB2F"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708"/>
        </w:trPr>
        <w:tc>
          <w:tcPr>
            <w:tcW w:w="2410" w:type="dxa"/>
            <w:tcBorders>
              <w:top w:val="single" w:sz="4" w:space="0" w:color="auto"/>
              <w:left w:val="single" w:sz="4" w:space="0" w:color="auto"/>
              <w:bottom w:val="single" w:sz="4" w:space="0" w:color="auto"/>
              <w:right w:val="single" w:sz="4" w:space="0" w:color="auto"/>
            </w:tcBorders>
          </w:tcPr>
          <w:p w14:paraId="27B5313A" w14:textId="77777777" w:rsidR="001D349A" w:rsidRPr="001D349A" w:rsidRDefault="0057222E" w:rsidP="001A2D85">
            <w:pPr>
              <w:pStyle w:val="ListParagraph"/>
              <w:spacing w:after="0" w:line="240" w:lineRule="auto"/>
              <w:ind w:left="0"/>
              <w:rPr>
                <w:rFonts w:ascii="Calibri" w:hAnsi="Calibri" w:cs="Calibri"/>
                <w:szCs w:val="20"/>
              </w:rPr>
            </w:pPr>
            <w:sdt>
              <w:sdtPr>
                <w:rPr>
                  <w:rFonts w:ascii="Calibri" w:hAnsi="Calibri" w:cs="Calibri"/>
                  <w:color w:val="000000" w:themeColor="text1"/>
                  <w:szCs w:val="20"/>
                </w:rPr>
                <w:id w:val="357550843"/>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In-app support</w:t>
            </w:r>
          </w:p>
          <w:p w14:paraId="6D2E348A"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FAQ, online query form)</w:t>
            </w:r>
          </w:p>
        </w:tc>
        <w:tc>
          <w:tcPr>
            <w:tcW w:w="4875" w:type="dxa"/>
            <w:gridSpan w:val="7"/>
            <w:tcBorders>
              <w:top w:val="single" w:sz="4" w:space="0" w:color="auto"/>
              <w:left w:val="single" w:sz="4" w:space="0" w:color="auto"/>
              <w:bottom w:val="single" w:sz="4" w:space="0" w:color="auto"/>
              <w:right w:val="single" w:sz="4" w:space="0" w:color="auto"/>
            </w:tcBorders>
          </w:tcPr>
          <w:p w14:paraId="20A2945C" w14:textId="77777777" w:rsidR="001D349A" w:rsidRPr="001D349A" w:rsidRDefault="001D349A" w:rsidP="001A2D85">
            <w:pPr>
              <w:pStyle w:val="ListParagraph"/>
              <w:ind w:left="0"/>
              <w:rPr>
                <w:rFonts w:ascii="Calibri" w:hAnsi="Calibri" w:cs="Calibri"/>
                <w:szCs w:val="20"/>
              </w:rPr>
            </w:pPr>
          </w:p>
        </w:tc>
        <w:tc>
          <w:tcPr>
            <w:tcW w:w="2638" w:type="dxa"/>
            <w:gridSpan w:val="2"/>
            <w:tcBorders>
              <w:top w:val="single" w:sz="4" w:space="0" w:color="auto"/>
              <w:left w:val="single" w:sz="4" w:space="0" w:color="auto"/>
              <w:bottom w:val="single" w:sz="4" w:space="0" w:color="auto"/>
              <w:right w:val="single" w:sz="4" w:space="0" w:color="auto"/>
            </w:tcBorders>
          </w:tcPr>
          <w:p w14:paraId="18225B93" w14:textId="77777777" w:rsidR="001D349A" w:rsidRPr="001D349A" w:rsidRDefault="001D349A" w:rsidP="001A2D85">
            <w:pPr>
              <w:pStyle w:val="ListParagraph"/>
              <w:ind w:left="-32"/>
              <w:rPr>
                <w:rFonts w:ascii="Calibri" w:hAnsi="Calibri" w:cs="Calibri"/>
                <w:szCs w:val="20"/>
              </w:rPr>
            </w:pPr>
          </w:p>
        </w:tc>
      </w:tr>
      <w:tr w:rsidR="001D349A" w:rsidRPr="001D349A" w14:paraId="7B8A6684"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782"/>
        </w:trPr>
        <w:tc>
          <w:tcPr>
            <w:tcW w:w="2410" w:type="dxa"/>
            <w:tcBorders>
              <w:top w:val="single" w:sz="4" w:space="0" w:color="auto"/>
              <w:left w:val="single" w:sz="4" w:space="0" w:color="auto"/>
              <w:bottom w:val="single" w:sz="4" w:space="0" w:color="auto"/>
              <w:right w:val="single" w:sz="4" w:space="0" w:color="auto"/>
            </w:tcBorders>
          </w:tcPr>
          <w:p w14:paraId="56289089" w14:textId="77777777" w:rsidR="001D349A" w:rsidRPr="001D349A" w:rsidRDefault="0057222E" w:rsidP="001A2D85">
            <w:pPr>
              <w:pStyle w:val="ListParagraph"/>
              <w:spacing w:after="0" w:line="240" w:lineRule="auto"/>
              <w:ind w:left="0"/>
              <w:rPr>
                <w:rFonts w:ascii="Calibri" w:hAnsi="Calibri" w:cs="Calibri"/>
                <w:szCs w:val="20"/>
              </w:rPr>
            </w:pPr>
            <w:sdt>
              <w:sdtPr>
                <w:rPr>
                  <w:rFonts w:ascii="Calibri" w:hAnsi="Calibri" w:cs="Calibri"/>
                  <w:color w:val="000000" w:themeColor="text1"/>
                  <w:szCs w:val="20"/>
                </w:rPr>
                <w:id w:val="1743295958"/>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w:t>
            </w:r>
            <w:proofErr w:type="gramStart"/>
            <w:r w:rsidR="001D349A" w:rsidRPr="001D349A">
              <w:rPr>
                <w:rFonts w:ascii="Calibri" w:hAnsi="Calibri" w:cs="Calibri"/>
                <w:szCs w:val="20"/>
              </w:rPr>
              <w:t>Other</w:t>
            </w:r>
            <w:proofErr w:type="gramEnd"/>
            <w:r w:rsidR="001D349A" w:rsidRPr="001D349A">
              <w:rPr>
                <w:rFonts w:ascii="Calibri" w:hAnsi="Calibri" w:cs="Calibri"/>
                <w:szCs w:val="20"/>
              </w:rPr>
              <w:t xml:space="preserve"> channel</w:t>
            </w:r>
          </w:p>
          <w:p w14:paraId="6D3DB85A"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Please provide further information</w:t>
            </w:r>
          </w:p>
        </w:tc>
        <w:tc>
          <w:tcPr>
            <w:tcW w:w="7513" w:type="dxa"/>
            <w:gridSpan w:val="9"/>
            <w:tcBorders>
              <w:top w:val="single" w:sz="4" w:space="0" w:color="auto"/>
              <w:left w:val="single" w:sz="4" w:space="0" w:color="auto"/>
              <w:bottom w:val="single" w:sz="4" w:space="0" w:color="auto"/>
              <w:right w:val="single" w:sz="4" w:space="0" w:color="auto"/>
            </w:tcBorders>
          </w:tcPr>
          <w:p w14:paraId="73D633B4" w14:textId="77777777" w:rsidR="001D349A" w:rsidRPr="001D349A" w:rsidRDefault="001D349A" w:rsidP="001A2D85">
            <w:pPr>
              <w:pStyle w:val="ListParagraph"/>
              <w:spacing w:after="0" w:line="240" w:lineRule="auto"/>
              <w:ind w:left="-35"/>
              <w:rPr>
                <w:rFonts w:ascii="Calibri" w:hAnsi="Calibri" w:cs="Calibri"/>
                <w:szCs w:val="20"/>
              </w:rPr>
            </w:pPr>
            <w:r w:rsidRPr="001D349A">
              <w:rPr>
                <w:rFonts w:ascii="Calibri" w:hAnsi="Calibri" w:cs="Calibri"/>
                <w:i/>
                <w:szCs w:val="20"/>
              </w:rPr>
              <w:t xml:space="preserve"> </w:t>
            </w:r>
          </w:p>
        </w:tc>
      </w:tr>
      <w:tr w:rsidR="001D349A" w:rsidRPr="001D349A" w14:paraId="113ED5DB"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85"/>
        </w:trPr>
        <w:tc>
          <w:tcPr>
            <w:tcW w:w="2410" w:type="dxa"/>
            <w:vMerge w:val="restart"/>
            <w:tcBorders>
              <w:top w:val="single" w:sz="4" w:space="0" w:color="auto"/>
            </w:tcBorders>
            <w:shd w:val="clear" w:color="auto" w:fill="D9D9D9" w:themeFill="background1" w:themeFillShade="D9"/>
          </w:tcPr>
          <w:p w14:paraId="078BC5FA" w14:textId="6737C259" w:rsidR="001D349A" w:rsidRPr="001D349A" w:rsidRDefault="0006761B" w:rsidP="00247FE9">
            <w:pPr>
              <w:pStyle w:val="ListParagraph"/>
              <w:numPr>
                <w:ilvl w:val="1"/>
                <w:numId w:val="20"/>
              </w:numPr>
              <w:spacing w:after="0" w:line="240" w:lineRule="auto"/>
              <w:ind w:left="317" w:hanging="317"/>
              <w:rPr>
                <w:rFonts w:ascii="Calibri" w:hAnsi="Calibri" w:cs="Calibri"/>
                <w:b/>
                <w:szCs w:val="20"/>
              </w:rPr>
            </w:pPr>
            <w:r>
              <w:rPr>
                <w:rFonts w:ascii="Calibri" w:hAnsi="Calibri" w:cs="Calibri"/>
                <w:b/>
                <w:sz w:val="22"/>
              </w:rPr>
              <w:t>For mobile apps, h</w:t>
            </w:r>
            <w:r w:rsidR="001D349A" w:rsidRPr="00247FE9">
              <w:rPr>
                <w:rFonts w:ascii="Calibri" w:hAnsi="Calibri" w:cs="Calibri"/>
                <w:b/>
                <w:sz w:val="22"/>
              </w:rPr>
              <w:t>ow will your app be made available to users?</w:t>
            </w:r>
          </w:p>
        </w:tc>
        <w:tc>
          <w:tcPr>
            <w:tcW w:w="3934" w:type="dxa"/>
            <w:gridSpan w:val="6"/>
            <w:tcBorders>
              <w:top w:val="single" w:sz="4" w:space="0" w:color="auto"/>
            </w:tcBorders>
            <w:shd w:val="clear" w:color="auto" w:fill="F2F2F2" w:themeFill="background1" w:themeFillShade="F2"/>
          </w:tcPr>
          <w:p w14:paraId="1836AA37" w14:textId="77777777" w:rsidR="001D349A" w:rsidRPr="001D349A" w:rsidRDefault="001D349A" w:rsidP="001A2D85">
            <w:pPr>
              <w:pStyle w:val="ListParagraph"/>
              <w:keepNext/>
              <w:keepLines/>
              <w:spacing w:after="0"/>
              <w:ind w:left="0"/>
              <w:rPr>
                <w:rFonts w:ascii="Calibri" w:hAnsi="Calibri" w:cs="Calibri"/>
                <w:b/>
                <w:color w:val="000000" w:themeColor="text1"/>
                <w:szCs w:val="20"/>
              </w:rPr>
            </w:pPr>
            <w:r w:rsidRPr="001D349A">
              <w:rPr>
                <w:rFonts w:ascii="Calibri" w:hAnsi="Calibri" w:cs="Calibri"/>
                <w:b/>
                <w:color w:val="000000" w:themeColor="text1"/>
                <w:szCs w:val="20"/>
              </w:rPr>
              <w:t>App Distribution Channel</w:t>
            </w:r>
          </w:p>
        </w:tc>
        <w:tc>
          <w:tcPr>
            <w:tcW w:w="3579" w:type="dxa"/>
            <w:gridSpan w:val="3"/>
            <w:tcBorders>
              <w:top w:val="single" w:sz="4" w:space="0" w:color="auto"/>
            </w:tcBorders>
            <w:shd w:val="clear" w:color="auto" w:fill="F2F2F2" w:themeFill="background1" w:themeFillShade="F2"/>
          </w:tcPr>
          <w:p w14:paraId="042CC1C6" w14:textId="77777777" w:rsidR="001D349A" w:rsidRPr="001D349A" w:rsidRDefault="001D349A" w:rsidP="001A2D85">
            <w:pPr>
              <w:keepNext/>
              <w:keepLines/>
              <w:ind w:right="-108"/>
              <w:contextualSpacing/>
              <w:rPr>
                <w:rFonts w:cs="Calibri"/>
                <w:b/>
                <w:color w:val="000000" w:themeColor="text1"/>
                <w:sz w:val="20"/>
                <w:szCs w:val="20"/>
              </w:rPr>
            </w:pPr>
            <w:r w:rsidRPr="001D349A">
              <w:rPr>
                <w:rFonts w:cs="Calibri"/>
                <w:b/>
                <w:color w:val="000000" w:themeColor="text1"/>
                <w:sz w:val="20"/>
                <w:szCs w:val="20"/>
              </w:rPr>
              <w:t xml:space="preserve">App Version Number </w:t>
            </w:r>
          </w:p>
          <w:p w14:paraId="44126879" w14:textId="7A850632" w:rsidR="001D349A" w:rsidRPr="001D349A" w:rsidRDefault="001D349A" w:rsidP="001A2D85">
            <w:pPr>
              <w:pStyle w:val="ListParagraph"/>
              <w:keepNext/>
              <w:keepLines/>
              <w:spacing w:after="0"/>
              <w:ind w:left="0" w:right="-108"/>
              <w:rPr>
                <w:rFonts w:ascii="Calibri" w:hAnsi="Calibri" w:cs="Calibri"/>
                <w:color w:val="000000" w:themeColor="text1"/>
                <w:szCs w:val="20"/>
              </w:rPr>
            </w:pPr>
            <w:r w:rsidRPr="001D349A">
              <w:rPr>
                <w:rFonts w:ascii="Calibri" w:hAnsi="Calibri" w:cs="Calibri"/>
                <w:i/>
                <w:color w:val="000000" w:themeColor="text1"/>
                <w:szCs w:val="20"/>
              </w:rPr>
              <w:t>This must be the same version that has successfully completed Notice of Connection (</w:t>
            </w:r>
            <w:r w:rsidR="00C211A0">
              <w:rPr>
                <w:rFonts w:ascii="Calibri" w:hAnsi="Calibri" w:cs="Calibri"/>
                <w:i/>
                <w:color w:val="000000" w:themeColor="text1"/>
                <w:szCs w:val="20"/>
              </w:rPr>
              <w:t>NOC</w:t>
            </w:r>
            <w:r w:rsidRPr="001D349A">
              <w:rPr>
                <w:rFonts w:ascii="Calibri" w:hAnsi="Calibri" w:cs="Calibri"/>
                <w:i/>
                <w:color w:val="000000" w:themeColor="text1"/>
                <w:szCs w:val="20"/>
              </w:rPr>
              <w:t xml:space="preserve">) testing and requires My Health Record Production Environment access. </w:t>
            </w:r>
          </w:p>
        </w:tc>
      </w:tr>
      <w:tr w:rsidR="001D349A" w:rsidRPr="001D349A" w14:paraId="3243FC2C"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94"/>
        </w:trPr>
        <w:tc>
          <w:tcPr>
            <w:tcW w:w="2410" w:type="dxa"/>
            <w:vMerge/>
            <w:shd w:val="clear" w:color="auto" w:fill="D9D9D9" w:themeFill="background1" w:themeFillShade="D9"/>
          </w:tcPr>
          <w:p w14:paraId="329EFB9D" w14:textId="77777777" w:rsidR="001D349A" w:rsidRPr="001D349A" w:rsidRDefault="001D349A" w:rsidP="001A2D85">
            <w:pPr>
              <w:pStyle w:val="ListParagraph"/>
              <w:keepNext/>
              <w:keepLines/>
              <w:spacing w:after="0" w:line="240" w:lineRule="auto"/>
              <w:ind w:left="33"/>
              <w:rPr>
                <w:rFonts w:ascii="Calibri" w:hAnsi="Calibri" w:cs="Calibri"/>
                <w:b/>
                <w:szCs w:val="20"/>
              </w:rPr>
            </w:pPr>
          </w:p>
        </w:tc>
        <w:tc>
          <w:tcPr>
            <w:tcW w:w="3934" w:type="dxa"/>
            <w:gridSpan w:val="6"/>
            <w:vAlign w:val="center"/>
          </w:tcPr>
          <w:p w14:paraId="182793B3" w14:textId="77777777" w:rsidR="001D349A" w:rsidRPr="001D349A" w:rsidRDefault="0057222E" w:rsidP="001A2D85">
            <w:pPr>
              <w:pStyle w:val="ListParagraph"/>
              <w:keepNext/>
              <w:keepLines/>
              <w:spacing w:after="0"/>
              <w:ind w:left="0"/>
              <w:rPr>
                <w:rFonts w:ascii="Calibri" w:hAnsi="Calibri" w:cs="Calibri"/>
                <w:color w:val="000000" w:themeColor="text1"/>
                <w:szCs w:val="20"/>
              </w:rPr>
            </w:pPr>
            <w:sdt>
              <w:sdtPr>
                <w:rPr>
                  <w:rFonts w:ascii="Calibri" w:hAnsi="Calibri" w:cs="Calibri"/>
                  <w:color w:val="000000" w:themeColor="text1"/>
                  <w:szCs w:val="20"/>
                </w:rPr>
                <w:id w:val="-417782398"/>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Apple App Store</w:t>
            </w:r>
          </w:p>
        </w:tc>
        <w:tc>
          <w:tcPr>
            <w:tcW w:w="3579" w:type="dxa"/>
            <w:gridSpan w:val="3"/>
            <w:vAlign w:val="center"/>
          </w:tcPr>
          <w:p w14:paraId="4159EF74"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711E1CBD"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94"/>
        </w:trPr>
        <w:tc>
          <w:tcPr>
            <w:tcW w:w="2410" w:type="dxa"/>
            <w:vMerge/>
            <w:shd w:val="clear" w:color="auto" w:fill="D9D9D9" w:themeFill="background1" w:themeFillShade="D9"/>
          </w:tcPr>
          <w:p w14:paraId="752E0550" w14:textId="77777777" w:rsidR="001D349A" w:rsidRPr="001D349A" w:rsidRDefault="001D349A" w:rsidP="001D349A">
            <w:pPr>
              <w:pStyle w:val="ListParagraph"/>
              <w:keepNext/>
              <w:keepLines/>
              <w:numPr>
                <w:ilvl w:val="1"/>
                <w:numId w:val="17"/>
              </w:numPr>
              <w:spacing w:after="0" w:line="240" w:lineRule="auto"/>
              <w:ind w:left="454"/>
              <w:rPr>
                <w:rFonts w:ascii="Calibri" w:hAnsi="Calibri" w:cs="Calibri"/>
                <w:b/>
                <w:bCs/>
                <w:kern w:val="32"/>
                <w:szCs w:val="20"/>
              </w:rPr>
            </w:pPr>
          </w:p>
        </w:tc>
        <w:tc>
          <w:tcPr>
            <w:tcW w:w="3934" w:type="dxa"/>
            <w:gridSpan w:val="6"/>
            <w:vAlign w:val="center"/>
          </w:tcPr>
          <w:p w14:paraId="018ECC65" w14:textId="77777777" w:rsidR="001D349A" w:rsidRPr="001D349A" w:rsidRDefault="0057222E" w:rsidP="001A2D85">
            <w:pPr>
              <w:pStyle w:val="ListParagraph"/>
              <w:keepNext/>
              <w:keepLines/>
              <w:spacing w:after="0"/>
              <w:ind w:left="0"/>
              <w:rPr>
                <w:rFonts w:ascii="Calibri" w:hAnsi="Calibri" w:cs="Calibri"/>
                <w:color w:val="000000" w:themeColor="text1"/>
                <w:szCs w:val="20"/>
              </w:rPr>
            </w:pPr>
            <w:sdt>
              <w:sdtPr>
                <w:rPr>
                  <w:rFonts w:ascii="Calibri" w:hAnsi="Calibri" w:cs="Calibri"/>
                  <w:color w:val="000000" w:themeColor="text1"/>
                  <w:szCs w:val="20"/>
                </w:rPr>
                <w:id w:val="-623003794"/>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Google Play</w:t>
            </w:r>
          </w:p>
        </w:tc>
        <w:tc>
          <w:tcPr>
            <w:tcW w:w="3579" w:type="dxa"/>
            <w:gridSpan w:val="3"/>
            <w:vAlign w:val="center"/>
          </w:tcPr>
          <w:p w14:paraId="5E43FBC2"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5FF47183"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495"/>
        </w:trPr>
        <w:tc>
          <w:tcPr>
            <w:tcW w:w="2410" w:type="dxa"/>
            <w:vMerge/>
            <w:shd w:val="clear" w:color="auto" w:fill="D9D9D9" w:themeFill="background1" w:themeFillShade="D9"/>
          </w:tcPr>
          <w:p w14:paraId="2B416D1B" w14:textId="77777777" w:rsidR="001D349A" w:rsidRPr="001D349A" w:rsidRDefault="001D349A" w:rsidP="001D349A">
            <w:pPr>
              <w:pStyle w:val="ListParagraph"/>
              <w:keepNext/>
              <w:keepLines/>
              <w:numPr>
                <w:ilvl w:val="1"/>
                <w:numId w:val="17"/>
              </w:numPr>
              <w:spacing w:after="0" w:line="240" w:lineRule="auto"/>
              <w:ind w:left="454"/>
              <w:rPr>
                <w:rFonts w:ascii="Calibri" w:hAnsi="Calibri" w:cs="Calibri"/>
                <w:b/>
                <w:bCs/>
                <w:kern w:val="32"/>
                <w:szCs w:val="20"/>
              </w:rPr>
            </w:pPr>
          </w:p>
        </w:tc>
        <w:tc>
          <w:tcPr>
            <w:tcW w:w="1809" w:type="dxa"/>
            <w:gridSpan w:val="2"/>
            <w:vAlign w:val="center"/>
          </w:tcPr>
          <w:p w14:paraId="080374C3" w14:textId="77777777" w:rsidR="001D349A" w:rsidRPr="001D349A" w:rsidRDefault="0057222E" w:rsidP="001A2D85">
            <w:pPr>
              <w:pStyle w:val="ListParagraph"/>
              <w:keepNext/>
              <w:keepLines/>
              <w:spacing w:after="0" w:line="240" w:lineRule="auto"/>
              <w:ind w:left="0"/>
              <w:rPr>
                <w:rFonts w:ascii="Calibri" w:hAnsi="Calibri" w:cs="Calibri"/>
                <w:szCs w:val="20"/>
              </w:rPr>
            </w:pPr>
            <w:sdt>
              <w:sdtPr>
                <w:rPr>
                  <w:rFonts w:ascii="Calibri" w:hAnsi="Calibri" w:cs="Calibri"/>
                  <w:szCs w:val="20"/>
                </w:rPr>
                <w:id w:val="-537506844"/>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szCs w:val="20"/>
                  </w:rPr>
                  <w:t>☐</w:t>
                </w:r>
              </w:sdtContent>
            </w:sdt>
            <w:r w:rsidR="001D349A" w:rsidRPr="001D349A">
              <w:rPr>
                <w:rFonts w:ascii="Calibri" w:hAnsi="Calibri" w:cs="Calibri"/>
                <w:szCs w:val="20"/>
              </w:rPr>
              <w:t xml:space="preserve">  Other</w:t>
            </w:r>
          </w:p>
          <w:p w14:paraId="07A3090D" w14:textId="77777777" w:rsidR="001D349A" w:rsidRPr="001D349A" w:rsidRDefault="001D349A" w:rsidP="001A2D85">
            <w:pPr>
              <w:pStyle w:val="ListParagraph"/>
              <w:keepNext/>
              <w:keepLines/>
              <w:spacing w:after="0"/>
              <w:ind w:left="0"/>
              <w:rPr>
                <w:rFonts w:ascii="Calibri" w:hAnsi="Calibri" w:cs="Calibri"/>
                <w:b/>
                <w:i/>
                <w:color w:val="000000" w:themeColor="text1"/>
                <w:szCs w:val="20"/>
              </w:rPr>
            </w:pPr>
            <w:r w:rsidRPr="001D349A">
              <w:rPr>
                <w:rFonts w:ascii="Calibri" w:hAnsi="Calibri" w:cs="Calibri"/>
                <w:szCs w:val="20"/>
              </w:rPr>
              <w:t>(</w:t>
            </w:r>
            <w:r w:rsidRPr="001D349A">
              <w:rPr>
                <w:rFonts w:ascii="Calibri" w:hAnsi="Calibri" w:cs="Calibri"/>
                <w:i/>
                <w:szCs w:val="20"/>
              </w:rPr>
              <w:t>Please specify)</w:t>
            </w:r>
          </w:p>
        </w:tc>
        <w:tc>
          <w:tcPr>
            <w:tcW w:w="2125" w:type="dxa"/>
            <w:gridSpan w:val="4"/>
            <w:vAlign w:val="center"/>
          </w:tcPr>
          <w:p w14:paraId="149EF1A5"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c>
          <w:tcPr>
            <w:tcW w:w="3579" w:type="dxa"/>
            <w:gridSpan w:val="3"/>
            <w:vAlign w:val="center"/>
          </w:tcPr>
          <w:p w14:paraId="30A90A14"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4B39A12C"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99"/>
        </w:trPr>
        <w:tc>
          <w:tcPr>
            <w:tcW w:w="2410" w:type="dxa"/>
            <w:shd w:val="clear" w:color="auto" w:fill="D9D9D9" w:themeFill="background1" w:themeFillShade="D9"/>
          </w:tcPr>
          <w:p w14:paraId="3FB39D09"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bCs/>
                <w:kern w:val="32"/>
                <w:sz w:val="22"/>
              </w:rPr>
            </w:pPr>
            <w:r w:rsidRPr="00247FE9">
              <w:rPr>
                <w:rFonts w:ascii="Calibri" w:hAnsi="Calibri" w:cs="Calibri"/>
                <w:b/>
                <w:bCs/>
                <w:kern w:val="32"/>
                <w:sz w:val="22"/>
              </w:rPr>
              <w:t>For web apps, please provide the web URL</w:t>
            </w:r>
          </w:p>
        </w:tc>
        <w:tc>
          <w:tcPr>
            <w:tcW w:w="7513" w:type="dxa"/>
            <w:gridSpan w:val="9"/>
          </w:tcPr>
          <w:p w14:paraId="689C3211" w14:textId="77777777" w:rsidR="001D349A" w:rsidRPr="001D349A" w:rsidRDefault="001D349A" w:rsidP="001A2D85">
            <w:pPr>
              <w:pStyle w:val="ListParagraph"/>
              <w:ind w:left="0"/>
              <w:rPr>
                <w:rFonts w:ascii="Calibri" w:hAnsi="Calibri" w:cs="Calibri"/>
                <w:color w:val="000000" w:themeColor="text1"/>
                <w:szCs w:val="20"/>
              </w:rPr>
            </w:pPr>
          </w:p>
        </w:tc>
      </w:tr>
      <w:tr w:rsidR="001D349A" w:rsidRPr="001D349A" w14:paraId="28BCC82F" w14:textId="77777777" w:rsidTr="00937500">
        <w:trPr>
          <w:cantSplit/>
          <w:trHeight w:val="1696"/>
        </w:trPr>
        <w:tc>
          <w:tcPr>
            <w:tcW w:w="2410" w:type="dxa"/>
            <w:vMerge w:val="restart"/>
            <w:shd w:val="clear" w:color="auto" w:fill="D9D9D9" w:themeFill="background1" w:themeFillShade="D9"/>
          </w:tcPr>
          <w:p w14:paraId="216197DD"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Will representatives be able to access a My Health Record using your app?</w:t>
            </w:r>
          </w:p>
          <w:p w14:paraId="380BCC88" w14:textId="77777777" w:rsidR="001D349A" w:rsidRPr="001D349A" w:rsidRDefault="001D349A" w:rsidP="001A2D85">
            <w:pPr>
              <w:pStyle w:val="ListParagraph"/>
              <w:spacing w:after="0" w:line="240" w:lineRule="auto"/>
              <w:ind w:left="0"/>
              <w:rPr>
                <w:rFonts w:ascii="Calibri" w:hAnsi="Calibri" w:cs="Calibri"/>
                <w:i/>
                <w:szCs w:val="20"/>
              </w:rPr>
            </w:pPr>
          </w:p>
          <w:p w14:paraId="37B24FAE" w14:textId="5E3CB7D3" w:rsidR="001D349A" w:rsidRPr="001D349A" w:rsidRDefault="001D349A" w:rsidP="001A2D85">
            <w:pPr>
              <w:pStyle w:val="ListParagraph"/>
              <w:spacing w:after="0" w:line="240" w:lineRule="auto"/>
              <w:ind w:left="0"/>
              <w:rPr>
                <w:rFonts w:ascii="Calibri" w:hAnsi="Calibri" w:cs="Calibri"/>
                <w:b/>
                <w:szCs w:val="20"/>
              </w:rPr>
            </w:pPr>
            <w:r w:rsidRPr="001D349A">
              <w:rPr>
                <w:rFonts w:ascii="Calibri" w:hAnsi="Calibri" w:cs="Calibri"/>
                <w:i/>
                <w:szCs w:val="20"/>
              </w:rPr>
              <w:t xml:space="preserve">Refer to the </w:t>
            </w:r>
            <w:hyperlink r:id="rId25" w:history="1">
              <w:r w:rsidRPr="00937500">
                <w:rPr>
                  <w:rStyle w:val="Hyperlink"/>
                  <w:rFonts w:ascii="Calibri" w:hAnsi="Calibri" w:cs="Calibri"/>
                  <w:i/>
                  <w:szCs w:val="20"/>
                </w:rPr>
                <w:t>My Health Record Glossary</w:t>
              </w:r>
            </w:hyperlink>
            <w:r w:rsidRPr="001D349A">
              <w:rPr>
                <w:rFonts w:ascii="Calibri" w:hAnsi="Calibri" w:cs="Calibri"/>
                <w:i/>
                <w:szCs w:val="20"/>
              </w:rPr>
              <w:t xml:space="preserve"> for definitions of representative types</w:t>
            </w:r>
          </w:p>
        </w:tc>
        <w:tc>
          <w:tcPr>
            <w:tcW w:w="1843" w:type="dxa"/>
            <w:gridSpan w:val="3"/>
            <w:shd w:val="clear" w:color="auto" w:fill="auto"/>
          </w:tcPr>
          <w:p w14:paraId="4EA78A9F" w14:textId="77777777" w:rsidR="001D349A" w:rsidRPr="00581BEB" w:rsidRDefault="001D349A" w:rsidP="00581BEB">
            <w:pPr>
              <w:jc w:val="center"/>
              <w:rPr>
                <w:rFonts w:cs="Calibri"/>
                <w:szCs w:val="20"/>
              </w:rPr>
            </w:pPr>
          </w:p>
          <w:p w14:paraId="0C7DC963" w14:textId="300072F4" w:rsidR="001D349A" w:rsidRPr="00A74710" w:rsidRDefault="001D349A" w:rsidP="00581BEB">
            <w:pPr>
              <w:jc w:val="center"/>
              <w:rPr>
                <w:rFonts w:cs="Calibri"/>
                <w:sz w:val="20"/>
                <w:szCs w:val="20"/>
              </w:rPr>
            </w:pPr>
            <w:r w:rsidRPr="00A74710">
              <w:rPr>
                <w:rFonts w:cs="Calibri"/>
                <w:sz w:val="20"/>
                <w:szCs w:val="20"/>
              </w:rPr>
              <w:object w:dxaOrig="225" w:dyaOrig="225" w14:anchorId="73C7D1F4">
                <v:shape id="_x0000_i1057" type="#_x0000_t75" style="width:42.5pt;height:18.5pt" o:ole="">
                  <v:imagedata r:id="rId26" o:title=""/>
                </v:shape>
                <w:control r:id="rId27" w:name="AuthReps" w:shapeid="_x0000_i1057"/>
              </w:object>
            </w:r>
          </w:p>
          <w:p w14:paraId="50A3835A" w14:textId="77777777" w:rsidR="00581BEB" w:rsidRPr="001D349A" w:rsidRDefault="00581BEB" w:rsidP="00581BEB">
            <w:pPr>
              <w:jc w:val="center"/>
              <w:rPr>
                <w:rFonts w:cs="Calibri"/>
                <w:sz w:val="20"/>
                <w:szCs w:val="20"/>
              </w:rPr>
            </w:pPr>
            <w:r w:rsidRPr="00581BEB">
              <w:rPr>
                <w:rFonts w:cs="Calibri"/>
                <w:sz w:val="20"/>
                <w:szCs w:val="20"/>
              </w:rPr>
              <w:t>Authorised Representatives only</w:t>
            </w:r>
          </w:p>
        </w:tc>
        <w:tc>
          <w:tcPr>
            <w:tcW w:w="1984" w:type="dxa"/>
            <w:gridSpan w:val="2"/>
            <w:shd w:val="clear" w:color="auto" w:fill="auto"/>
          </w:tcPr>
          <w:p w14:paraId="2BF2E9DD" w14:textId="77777777" w:rsidR="001D349A" w:rsidRPr="00581BEB" w:rsidRDefault="001D349A" w:rsidP="00581BEB">
            <w:pPr>
              <w:jc w:val="center"/>
              <w:rPr>
                <w:rFonts w:cs="Calibri"/>
                <w:szCs w:val="20"/>
              </w:rPr>
            </w:pPr>
          </w:p>
          <w:p w14:paraId="210298C8" w14:textId="5CDD0251" w:rsidR="001D349A" w:rsidRDefault="001D349A" w:rsidP="00581BEB">
            <w:pPr>
              <w:jc w:val="center"/>
              <w:rPr>
                <w:rFonts w:cs="Calibri"/>
                <w:sz w:val="20"/>
                <w:szCs w:val="20"/>
              </w:rPr>
            </w:pPr>
            <w:r w:rsidRPr="001D349A">
              <w:rPr>
                <w:rFonts w:cs="Calibri"/>
                <w:sz w:val="20"/>
                <w:szCs w:val="20"/>
              </w:rPr>
              <w:object w:dxaOrig="225" w:dyaOrig="225" w14:anchorId="53CE6F75">
                <v:shape id="_x0000_i1059" type="#_x0000_t75" style="width:35.5pt;height:17.5pt" o:ole="">
                  <v:imagedata r:id="rId28" o:title=""/>
                </v:shape>
                <w:control r:id="rId29" w:name="AuthReps1" w:shapeid="_x0000_i1059"/>
              </w:object>
            </w:r>
          </w:p>
          <w:p w14:paraId="7BABEDCB" w14:textId="77777777" w:rsidR="00581BEB" w:rsidRPr="001D349A" w:rsidRDefault="00581BEB" w:rsidP="00581BEB">
            <w:pPr>
              <w:jc w:val="center"/>
              <w:rPr>
                <w:rFonts w:cs="Calibri"/>
                <w:sz w:val="20"/>
                <w:szCs w:val="20"/>
              </w:rPr>
            </w:pPr>
            <w:r w:rsidRPr="00581BEB">
              <w:rPr>
                <w:rFonts w:cs="Calibri"/>
                <w:sz w:val="20"/>
                <w:szCs w:val="20"/>
              </w:rPr>
              <w:t>Nominated Representatives only</w:t>
            </w:r>
          </w:p>
        </w:tc>
        <w:tc>
          <w:tcPr>
            <w:tcW w:w="1985" w:type="dxa"/>
            <w:gridSpan w:val="3"/>
            <w:shd w:val="clear" w:color="auto" w:fill="auto"/>
          </w:tcPr>
          <w:p w14:paraId="0DCE8D58" w14:textId="77777777" w:rsidR="001D349A" w:rsidRPr="00581BEB" w:rsidRDefault="001D349A" w:rsidP="00581BEB">
            <w:pPr>
              <w:jc w:val="center"/>
              <w:rPr>
                <w:rFonts w:cs="Calibri"/>
                <w:szCs w:val="20"/>
              </w:rPr>
            </w:pPr>
          </w:p>
          <w:p w14:paraId="4811218A" w14:textId="67AE5DA6" w:rsidR="001D349A" w:rsidRDefault="001D349A" w:rsidP="00581BEB">
            <w:pPr>
              <w:jc w:val="center"/>
              <w:rPr>
                <w:rFonts w:cs="Calibri"/>
                <w:sz w:val="20"/>
                <w:szCs w:val="20"/>
              </w:rPr>
            </w:pPr>
            <w:r w:rsidRPr="001D349A">
              <w:rPr>
                <w:rFonts w:cs="Calibri"/>
                <w:sz w:val="20"/>
                <w:szCs w:val="20"/>
              </w:rPr>
              <w:object w:dxaOrig="225" w:dyaOrig="225" w14:anchorId="3196B20C">
                <v:shape id="_x0000_i1061" type="#_x0000_t75" style="width:39pt;height:18.5pt" o:ole="">
                  <v:imagedata r:id="rId30" o:title=""/>
                </v:shape>
                <w:control r:id="rId31" w:name="AuthReps2" w:shapeid="_x0000_i1061"/>
              </w:object>
            </w:r>
          </w:p>
          <w:p w14:paraId="54408A4A" w14:textId="77777777" w:rsidR="00581BEB" w:rsidRPr="001D349A" w:rsidRDefault="00581BEB" w:rsidP="00581BEB">
            <w:pPr>
              <w:jc w:val="center"/>
              <w:rPr>
                <w:rFonts w:cs="Calibri"/>
                <w:sz w:val="20"/>
                <w:szCs w:val="20"/>
              </w:rPr>
            </w:pPr>
            <w:r w:rsidRPr="00581BEB">
              <w:rPr>
                <w:rFonts w:cs="Calibri"/>
                <w:sz w:val="20"/>
                <w:szCs w:val="20"/>
              </w:rPr>
              <w:t>Both Authorised and Nominated Representatives</w:t>
            </w:r>
          </w:p>
        </w:tc>
        <w:tc>
          <w:tcPr>
            <w:tcW w:w="1701" w:type="dxa"/>
            <w:shd w:val="clear" w:color="auto" w:fill="auto"/>
          </w:tcPr>
          <w:p w14:paraId="4B062CF2" w14:textId="77777777" w:rsidR="001D349A" w:rsidRPr="00581BEB" w:rsidRDefault="001D349A" w:rsidP="00581BEB">
            <w:pPr>
              <w:jc w:val="center"/>
              <w:rPr>
                <w:rFonts w:cs="Calibri"/>
                <w:szCs w:val="20"/>
              </w:rPr>
            </w:pPr>
          </w:p>
          <w:p w14:paraId="46F7279D" w14:textId="1FC7F3C5" w:rsidR="001D349A" w:rsidRDefault="001D349A" w:rsidP="00581BEB">
            <w:pPr>
              <w:jc w:val="center"/>
              <w:rPr>
                <w:rFonts w:cs="Calibri"/>
                <w:sz w:val="20"/>
                <w:szCs w:val="20"/>
              </w:rPr>
            </w:pPr>
            <w:r w:rsidRPr="001D349A">
              <w:rPr>
                <w:rFonts w:cs="Calibri"/>
                <w:sz w:val="20"/>
                <w:szCs w:val="20"/>
              </w:rPr>
              <w:object w:dxaOrig="225" w:dyaOrig="225" w14:anchorId="7D394854">
                <v:shape id="_x0000_i1063" type="#_x0000_t75" style="width:39.5pt;height:17.5pt" o:ole="">
                  <v:imagedata r:id="rId32" o:title=""/>
                </v:shape>
                <w:control r:id="rId33" w:name="AuthReps3" w:shapeid="_x0000_i1063"/>
              </w:object>
            </w:r>
          </w:p>
          <w:p w14:paraId="12B79ADD" w14:textId="77777777" w:rsidR="00581BEB" w:rsidRPr="001D349A" w:rsidRDefault="00581BEB" w:rsidP="00581BEB">
            <w:pPr>
              <w:jc w:val="center"/>
              <w:rPr>
                <w:rFonts w:cs="Calibri"/>
                <w:sz w:val="20"/>
                <w:szCs w:val="20"/>
              </w:rPr>
            </w:pPr>
            <w:r w:rsidRPr="00581BEB">
              <w:rPr>
                <w:rFonts w:cs="Calibri"/>
                <w:sz w:val="20"/>
                <w:szCs w:val="20"/>
              </w:rPr>
              <w:t>None, no representative access</w:t>
            </w:r>
          </w:p>
        </w:tc>
      </w:tr>
      <w:tr w:rsidR="001D349A" w:rsidRPr="001D349A" w14:paraId="5B1CE25F" w14:textId="77777777" w:rsidTr="00937500">
        <w:trPr>
          <w:cantSplit/>
          <w:trHeight w:val="567"/>
        </w:trPr>
        <w:tc>
          <w:tcPr>
            <w:tcW w:w="2410" w:type="dxa"/>
            <w:vMerge/>
            <w:shd w:val="clear" w:color="auto" w:fill="D9D9D9" w:themeFill="background1" w:themeFillShade="D9"/>
            <w:vAlign w:val="center"/>
          </w:tcPr>
          <w:p w14:paraId="6D5879E1" w14:textId="77777777" w:rsidR="001D349A" w:rsidRPr="001D349A" w:rsidRDefault="001D349A" w:rsidP="001A2D85">
            <w:pPr>
              <w:rPr>
                <w:rFonts w:cs="Calibri"/>
                <w:sz w:val="20"/>
                <w:szCs w:val="20"/>
              </w:rPr>
            </w:pPr>
          </w:p>
        </w:tc>
        <w:tc>
          <w:tcPr>
            <w:tcW w:w="7513" w:type="dxa"/>
            <w:gridSpan w:val="9"/>
            <w:shd w:val="clear" w:color="auto" w:fill="F2F2F2" w:themeFill="background1" w:themeFillShade="F2"/>
          </w:tcPr>
          <w:p w14:paraId="76489F87" w14:textId="77777777" w:rsidR="001D349A" w:rsidRPr="001D349A" w:rsidRDefault="001D349A" w:rsidP="001A2D85">
            <w:pPr>
              <w:pStyle w:val="ListParagraph"/>
              <w:spacing w:after="0" w:line="240" w:lineRule="auto"/>
              <w:ind w:left="0"/>
              <w:rPr>
                <w:rFonts w:ascii="Calibri" w:eastAsia="Times New Roman" w:hAnsi="Calibri" w:cs="Calibri"/>
                <w:b/>
                <w:bCs/>
                <w:kern w:val="32"/>
                <w:szCs w:val="20"/>
                <w:lang w:eastAsia="en-AU"/>
              </w:rPr>
            </w:pPr>
            <w:r w:rsidRPr="001D349A">
              <w:rPr>
                <w:rFonts w:ascii="Calibri" w:eastAsia="Times New Roman" w:hAnsi="Calibri" w:cs="Calibri"/>
                <w:b/>
                <w:bCs/>
                <w:kern w:val="32"/>
                <w:szCs w:val="20"/>
                <w:lang w:eastAsia="en-AU"/>
              </w:rPr>
              <w:t>If A, B or C are selected, please describe the nature of the representative access in your app (e.g. storage and sharing of this data retrieved by representatives).</w:t>
            </w:r>
          </w:p>
        </w:tc>
      </w:tr>
      <w:tr w:rsidR="001D349A" w:rsidRPr="001D349A" w14:paraId="69AE4971" w14:textId="77777777" w:rsidTr="00937500">
        <w:trPr>
          <w:cantSplit/>
          <w:trHeight w:val="624"/>
        </w:trPr>
        <w:tc>
          <w:tcPr>
            <w:tcW w:w="2410" w:type="dxa"/>
            <w:vMerge/>
            <w:shd w:val="clear" w:color="auto" w:fill="D9D9D9" w:themeFill="background1" w:themeFillShade="D9"/>
            <w:vAlign w:val="center"/>
          </w:tcPr>
          <w:p w14:paraId="7E2538BD" w14:textId="77777777" w:rsidR="001D349A" w:rsidRPr="001D349A" w:rsidRDefault="001D349A" w:rsidP="001A2D85">
            <w:pPr>
              <w:rPr>
                <w:rFonts w:cs="Calibri"/>
                <w:sz w:val="20"/>
                <w:szCs w:val="20"/>
              </w:rPr>
            </w:pPr>
          </w:p>
        </w:tc>
        <w:tc>
          <w:tcPr>
            <w:tcW w:w="7513" w:type="dxa"/>
            <w:gridSpan w:val="9"/>
            <w:shd w:val="clear" w:color="auto" w:fill="auto"/>
          </w:tcPr>
          <w:p w14:paraId="74FEAFE1" w14:textId="77777777" w:rsidR="001D349A" w:rsidRPr="001D349A" w:rsidRDefault="001D349A" w:rsidP="001A2D85">
            <w:pPr>
              <w:rPr>
                <w:rFonts w:cs="Calibri"/>
                <w:sz w:val="20"/>
                <w:szCs w:val="20"/>
              </w:rPr>
            </w:pPr>
          </w:p>
        </w:tc>
      </w:tr>
      <w:tr w:rsidR="001D349A" w:rsidRPr="001D349A" w14:paraId="7E52EB27"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276"/>
        </w:trPr>
        <w:tc>
          <w:tcPr>
            <w:tcW w:w="9923" w:type="dxa"/>
            <w:gridSpan w:val="10"/>
            <w:shd w:val="clear" w:color="auto" w:fill="000000" w:themeFill="text1"/>
          </w:tcPr>
          <w:p w14:paraId="5E4453E2" w14:textId="77777777" w:rsidR="001D349A" w:rsidRPr="00247FE9" w:rsidRDefault="001D349A" w:rsidP="001A2D85">
            <w:pPr>
              <w:rPr>
                <w:rFonts w:eastAsia="Meiryo" w:cs="Calibri"/>
                <w:color w:val="000000" w:themeColor="text1"/>
              </w:rPr>
            </w:pPr>
            <w:r w:rsidRPr="00247FE9">
              <w:rPr>
                <w:rFonts w:cs="Calibri"/>
                <w:b/>
                <w:color w:val="FFFFFF" w:themeColor="background1"/>
              </w:rPr>
              <w:t xml:space="preserve">5. Interaction </w:t>
            </w:r>
            <w:r w:rsidRPr="00247FE9">
              <w:rPr>
                <w:rFonts w:cs="Calibri"/>
                <w:b/>
              </w:rPr>
              <w:t>Model and Requested APIs</w:t>
            </w:r>
          </w:p>
        </w:tc>
      </w:tr>
      <w:tr w:rsidR="0024372E" w:rsidRPr="001D349A" w14:paraId="7B486EB0" w14:textId="77777777" w:rsidTr="00937500">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cantSplit/>
          <w:trHeight w:val="1404"/>
        </w:trPr>
        <w:tc>
          <w:tcPr>
            <w:tcW w:w="2410" w:type="dxa"/>
            <w:shd w:val="clear" w:color="auto" w:fill="D9D9D9" w:themeFill="background1" w:themeFillShade="D9"/>
          </w:tcPr>
          <w:p w14:paraId="4E142024" w14:textId="77777777" w:rsidR="0024372E" w:rsidRPr="001D349A" w:rsidRDefault="0024372E" w:rsidP="001A2D85">
            <w:pPr>
              <w:pStyle w:val="ListParagraph"/>
              <w:spacing w:after="0" w:line="240" w:lineRule="auto"/>
              <w:ind w:left="341" w:hanging="284"/>
              <w:rPr>
                <w:rFonts w:ascii="Calibri" w:eastAsia="Times New Roman" w:hAnsi="Calibri" w:cs="Calibri"/>
                <w:bCs/>
                <w:kern w:val="32"/>
                <w:szCs w:val="20"/>
                <w:lang w:eastAsia="en-AU"/>
              </w:rPr>
            </w:pPr>
            <w:r w:rsidRPr="00247FE9">
              <w:rPr>
                <w:rFonts w:ascii="Calibri" w:hAnsi="Calibri" w:cs="Calibri"/>
                <w:b/>
                <w:sz w:val="22"/>
              </w:rPr>
              <w:t>5.1 Please select the interaction model that is applicable for your app</w:t>
            </w:r>
          </w:p>
        </w:tc>
        <w:tc>
          <w:tcPr>
            <w:tcW w:w="3827" w:type="dxa"/>
            <w:gridSpan w:val="5"/>
            <w:shd w:val="clear" w:color="auto" w:fill="auto"/>
            <w:vAlign w:val="center"/>
          </w:tcPr>
          <w:p w14:paraId="7521F159" w14:textId="6711DB7B" w:rsidR="0024372E" w:rsidRDefault="0024372E" w:rsidP="00160570">
            <w:pPr>
              <w:pStyle w:val="ListParagraph"/>
              <w:spacing w:after="0" w:line="240" w:lineRule="auto"/>
              <w:ind w:left="0"/>
              <w:jc w:val="center"/>
              <w:rPr>
                <w:rFonts w:ascii="Calibri" w:eastAsia="Times New Roman" w:hAnsi="Calibri" w:cs="Calibri"/>
                <w:bCs/>
                <w:kern w:val="32"/>
                <w:szCs w:val="20"/>
              </w:rPr>
            </w:pPr>
            <w:r w:rsidRPr="001D349A">
              <w:rPr>
                <w:rFonts w:ascii="Calibri" w:eastAsia="Times New Roman" w:hAnsi="Calibri" w:cs="Calibri"/>
                <w:bCs/>
                <w:kern w:val="32"/>
                <w:szCs w:val="20"/>
              </w:rPr>
              <w:object w:dxaOrig="225" w:dyaOrig="225" w14:anchorId="1998B3C8">
                <v:shape id="_x0000_i1065" type="#_x0000_t75" style="width:56.5pt;height:23.5pt" o:ole="">
                  <v:imagedata r:id="rId34" o:title=""/>
                </v:shape>
                <w:control r:id="rId35" w:name="OptionButton1" w:shapeid="_x0000_i1065"/>
              </w:object>
            </w:r>
          </w:p>
          <w:p w14:paraId="3234CF3B" w14:textId="77777777" w:rsidR="0024372E" w:rsidRDefault="0024372E" w:rsidP="00160570">
            <w:pPr>
              <w:pStyle w:val="ListParagraph"/>
              <w:spacing w:after="0" w:line="240" w:lineRule="auto"/>
              <w:ind w:left="0"/>
              <w:jc w:val="center"/>
              <w:rPr>
                <w:rFonts w:ascii="Calibri" w:eastAsia="Times New Roman" w:hAnsi="Calibri" w:cs="Calibri"/>
                <w:bCs/>
                <w:kern w:val="32"/>
                <w:szCs w:val="20"/>
                <w:lang w:eastAsia="en-AU"/>
              </w:rPr>
            </w:pPr>
            <w:r w:rsidRPr="00F956CF">
              <w:rPr>
                <w:rFonts w:ascii="Calibri" w:eastAsia="Times New Roman" w:hAnsi="Calibri" w:cs="Calibri"/>
                <w:bCs/>
                <w:kern w:val="32"/>
                <w:szCs w:val="20"/>
                <w:lang w:eastAsia="en-AU"/>
              </w:rPr>
              <w:t>Consumer</w:t>
            </w:r>
            <w:r w:rsidR="00CD19FC">
              <w:rPr>
                <w:rFonts w:ascii="Calibri" w:eastAsia="Times New Roman" w:hAnsi="Calibri" w:cs="Calibri"/>
                <w:bCs/>
                <w:kern w:val="32"/>
                <w:szCs w:val="20"/>
                <w:lang w:eastAsia="en-AU"/>
              </w:rPr>
              <w:t xml:space="preserve"> </w:t>
            </w:r>
            <w:r w:rsidRPr="00F956CF">
              <w:rPr>
                <w:rFonts w:ascii="Calibri" w:eastAsia="Times New Roman" w:hAnsi="Calibri" w:cs="Calibri"/>
                <w:bCs/>
                <w:kern w:val="32"/>
                <w:szCs w:val="20"/>
                <w:lang w:eastAsia="en-AU"/>
              </w:rPr>
              <w:t>/</w:t>
            </w:r>
            <w:r>
              <w:rPr>
                <w:rFonts w:ascii="Calibri" w:eastAsia="Times New Roman" w:hAnsi="Calibri" w:cs="Calibri"/>
                <w:bCs/>
                <w:kern w:val="32"/>
                <w:szCs w:val="20"/>
                <w:lang w:eastAsia="en-AU"/>
              </w:rPr>
              <w:t xml:space="preserve"> </w:t>
            </w:r>
            <w:r w:rsidRPr="00F956CF">
              <w:rPr>
                <w:rFonts w:ascii="Calibri" w:eastAsia="Times New Roman" w:hAnsi="Calibri" w:cs="Calibri"/>
                <w:bCs/>
                <w:kern w:val="32"/>
                <w:szCs w:val="20"/>
                <w:lang w:eastAsia="en-AU"/>
              </w:rPr>
              <w:t>self-care</w:t>
            </w:r>
          </w:p>
          <w:p w14:paraId="2EFED37D" w14:textId="77777777" w:rsidR="0024372E" w:rsidRPr="001D349A" w:rsidRDefault="0024372E" w:rsidP="00160570">
            <w:pPr>
              <w:pStyle w:val="ListParagraph"/>
              <w:spacing w:after="0" w:line="240" w:lineRule="auto"/>
              <w:ind w:left="0"/>
              <w:jc w:val="center"/>
              <w:rPr>
                <w:rFonts w:ascii="Calibri" w:eastAsia="Times New Roman" w:hAnsi="Calibri" w:cs="Calibri"/>
                <w:bCs/>
                <w:kern w:val="32"/>
                <w:szCs w:val="20"/>
                <w:lang w:eastAsia="en-AU"/>
              </w:rPr>
            </w:pPr>
          </w:p>
        </w:tc>
        <w:tc>
          <w:tcPr>
            <w:tcW w:w="3686" w:type="dxa"/>
            <w:gridSpan w:val="4"/>
            <w:shd w:val="clear" w:color="auto" w:fill="auto"/>
            <w:vAlign w:val="center"/>
          </w:tcPr>
          <w:p w14:paraId="01044013" w14:textId="0E980933" w:rsidR="0024372E" w:rsidRDefault="0024372E" w:rsidP="00160570">
            <w:pPr>
              <w:pStyle w:val="ListParagraph"/>
              <w:spacing w:after="0" w:line="240" w:lineRule="auto"/>
              <w:ind w:left="0"/>
              <w:jc w:val="center"/>
              <w:rPr>
                <w:rFonts w:ascii="Calibri" w:eastAsia="Times New Roman" w:hAnsi="Calibri" w:cs="Calibri"/>
                <w:bCs/>
                <w:kern w:val="32"/>
                <w:szCs w:val="20"/>
              </w:rPr>
            </w:pPr>
            <w:r w:rsidRPr="001D349A">
              <w:rPr>
                <w:rFonts w:ascii="Calibri" w:eastAsia="Times New Roman" w:hAnsi="Calibri" w:cs="Calibri"/>
                <w:bCs/>
                <w:kern w:val="32"/>
                <w:szCs w:val="20"/>
              </w:rPr>
              <w:object w:dxaOrig="225" w:dyaOrig="225" w14:anchorId="1235BD7A">
                <v:shape id="_x0000_i1067" type="#_x0000_t75" style="width:58pt;height:23pt" o:ole="">
                  <v:imagedata r:id="rId36" o:title=""/>
                </v:shape>
                <w:control r:id="rId37" w:name="OptionButton4" w:shapeid="_x0000_i1067"/>
              </w:object>
            </w:r>
          </w:p>
          <w:p w14:paraId="1B1ACE54" w14:textId="77777777" w:rsidR="0024372E" w:rsidRDefault="0024372E" w:rsidP="00160570">
            <w:pPr>
              <w:pStyle w:val="ListParagraph"/>
              <w:spacing w:after="0" w:line="240" w:lineRule="auto"/>
              <w:ind w:left="0"/>
              <w:jc w:val="center"/>
              <w:rPr>
                <w:rFonts w:ascii="Calibri" w:eastAsia="Times New Roman" w:hAnsi="Calibri" w:cs="Calibri"/>
                <w:bCs/>
                <w:kern w:val="32"/>
                <w:szCs w:val="20"/>
                <w:lang w:eastAsia="en-AU"/>
              </w:rPr>
            </w:pPr>
            <w:r>
              <w:rPr>
                <w:rFonts w:ascii="Calibri" w:eastAsia="Times New Roman" w:hAnsi="Calibri" w:cs="Calibri"/>
                <w:bCs/>
                <w:kern w:val="32"/>
                <w:szCs w:val="20"/>
                <w:lang w:eastAsia="en-AU"/>
              </w:rPr>
              <w:t>C</w:t>
            </w:r>
            <w:r w:rsidRPr="00F956CF">
              <w:rPr>
                <w:rFonts w:ascii="Calibri" w:eastAsia="Times New Roman" w:hAnsi="Calibri" w:cs="Calibri"/>
                <w:bCs/>
                <w:kern w:val="32"/>
                <w:szCs w:val="20"/>
                <w:lang w:eastAsia="en-AU"/>
              </w:rPr>
              <w:t>onsumer connection via platform</w:t>
            </w:r>
          </w:p>
          <w:p w14:paraId="6E6A338C" w14:textId="77777777" w:rsidR="00FD4436" w:rsidRPr="001D349A" w:rsidRDefault="00FD4436" w:rsidP="00160570">
            <w:pPr>
              <w:pStyle w:val="ListParagraph"/>
              <w:spacing w:after="0" w:line="240" w:lineRule="auto"/>
              <w:ind w:left="0"/>
              <w:jc w:val="center"/>
              <w:rPr>
                <w:rFonts w:ascii="Calibri" w:eastAsia="Times New Roman" w:hAnsi="Calibri" w:cs="Calibri"/>
                <w:bCs/>
                <w:kern w:val="32"/>
                <w:szCs w:val="20"/>
                <w:lang w:eastAsia="en-AU"/>
              </w:rPr>
            </w:pPr>
          </w:p>
        </w:tc>
      </w:tr>
    </w:tbl>
    <w:p w14:paraId="6D98FD8C" w14:textId="721EA779" w:rsidR="005D0267" w:rsidRDefault="005D0267"/>
    <w:tbl>
      <w:tblPr>
        <w:tblStyle w:val="TableGrid"/>
        <w:tblW w:w="9923"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2410"/>
        <w:gridCol w:w="1281"/>
        <w:gridCol w:w="704"/>
        <w:gridCol w:w="1842"/>
        <w:gridCol w:w="3686"/>
      </w:tblGrid>
      <w:tr w:rsidR="001D349A" w:rsidRPr="001D349A" w14:paraId="3EAA5712" w14:textId="77777777" w:rsidTr="005D4A4A">
        <w:trPr>
          <w:cantSplit/>
          <w:trHeight w:val="907"/>
        </w:trPr>
        <w:tc>
          <w:tcPr>
            <w:tcW w:w="2410" w:type="dxa"/>
            <w:vMerge w:val="restart"/>
            <w:shd w:val="clear" w:color="auto" w:fill="D9D9D9" w:themeFill="background1" w:themeFillShade="D9"/>
          </w:tcPr>
          <w:p w14:paraId="24CB6308" w14:textId="5A64F1B1" w:rsidR="001D349A" w:rsidRPr="00413739" w:rsidRDefault="001D349A" w:rsidP="00413739">
            <w:pPr>
              <w:pStyle w:val="ListParagraph"/>
              <w:spacing w:after="0" w:line="240" w:lineRule="auto"/>
              <w:ind w:left="341" w:hanging="284"/>
              <w:rPr>
                <w:rFonts w:ascii="Calibri" w:hAnsi="Calibri" w:cs="Calibri"/>
                <w:b/>
                <w:sz w:val="22"/>
              </w:rPr>
            </w:pPr>
            <w:r w:rsidRPr="00247FE9">
              <w:rPr>
                <w:rFonts w:ascii="Calibri" w:eastAsia="Times New Roman" w:hAnsi="Calibri" w:cs="Calibri"/>
                <w:b/>
                <w:bCs/>
                <w:kern w:val="32"/>
                <w:sz w:val="22"/>
                <w:lang w:eastAsia="en-AU"/>
              </w:rPr>
              <w:lastRenderedPageBreak/>
              <w:t>5.2</w:t>
            </w:r>
            <w:r w:rsidRPr="001D349A">
              <w:rPr>
                <w:rFonts w:ascii="Calibri" w:eastAsia="Times New Roman" w:hAnsi="Calibri" w:cs="Calibri"/>
                <w:b/>
                <w:bCs/>
                <w:kern w:val="32"/>
                <w:szCs w:val="20"/>
                <w:lang w:eastAsia="en-AU"/>
              </w:rPr>
              <w:t xml:space="preserve"> </w:t>
            </w:r>
            <w:r w:rsidRPr="00247FE9">
              <w:rPr>
                <w:rFonts w:ascii="Calibri" w:hAnsi="Calibri" w:cs="Calibri"/>
                <w:b/>
                <w:sz w:val="22"/>
              </w:rPr>
              <w:t xml:space="preserve">If Model 4 is selected, please provide the name and version number of the intermediary server </w:t>
            </w:r>
          </w:p>
        </w:tc>
        <w:tc>
          <w:tcPr>
            <w:tcW w:w="3827" w:type="dxa"/>
            <w:gridSpan w:val="3"/>
            <w:shd w:val="clear" w:color="auto" w:fill="F2F2F2" w:themeFill="background1" w:themeFillShade="F2"/>
            <w:vAlign w:val="center"/>
          </w:tcPr>
          <w:p w14:paraId="29A2DE95" w14:textId="77777777" w:rsidR="001D349A" w:rsidRPr="001D349A" w:rsidRDefault="001D349A" w:rsidP="001D349A">
            <w:pPr>
              <w:pStyle w:val="ListParagraph"/>
              <w:numPr>
                <w:ilvl w:val="0"/>
                <w:numId w:val="26"/>
              </w:numPr>
              <w:spacing w:after="0" w:line="240" w:lineRule="auto"/>
              <w:rPr>
                <w:rFonts w:ascii="Calibri" w:eastAsia="Times New Roman" w:hAnsi="Calibri" w:cs="Calibri"/>
                <w:bCs/>
                <w:kern w:val="32"/>
                <w:szCs w:val="20"/>
                <w:lang w:eastAsia="en-AU"/>
              </w:rPr>
            </w:pPr>
            <w:r w:rsidRPr="001D349A">
              <w:rPr>
                <w:rFonts w:ascii="Calibri" w:eastAsia="Times New Roman" w:hAnsi="Calibri" w:cs="Calibri"/>
                <w:bCs/>
                <w:kern w:val="32"/>
                <w:szCs w:val="20"/>
                <w:lang w:eastAsia="en-AU"/>
              </w:rPr>
              <w:t>Name of the intermediary server</w:t>
            </w:r>
          </w:p>
        </w:tc>
        <w:tc>
          <w:tcPr>
            <w:tcW w:w="3686" w:type="dxa"/>
            <w:shd w:val="clear" w:color="auto" w:fill="FFFFFF" w:themeFill="background1"/>
            <w:vAlign w:val="center"/>
          </w:tcPr>
          <w:p w14:paraId="6841C834" w14:textId="77777777" w:rsidR="001D349A" w:rsidRPr="001D349A" w:rsidRDefault="001D349A" w:rsidP="001A2D85">
            <w:pPr>
              <w:pStyle w:val="ListParagraph"/>
              <w:spacing w:after="0" w:line="240" w:lineRule="auto"/>
              <w:ind w:left="0"/>
              <w:rPr>
                <w:rFonts w:ascii="Calibri" w:eastAsia="Times New Roman" w:hAnsi="Calibri" w:cs="Calibri"/>
                <w:bCs/>
                <w:kern w:val="32"/>
                <w:szCs w:val="20"/>
                <w:lang w:eastAsia="en-AU"/>
              </w:rPr>
            </w:pPr>
          </w:p>
        </w:tc>
      </w:tr>
      <w:tr w:rsidR="001D349A" w:rsidRPr="001D349A" w14:paraId="5DD04949" w14:textId="77777777" w:rsidTr="005D4A4A">
        <w:trPr>
          <w:cantSplit/>
        </w:trPr>
        <w:tc>
          <w:tcPr>
            <w:tcW w:w="2410" w:type="dxa"/>
            <w:vMerge/>
            <w:shd w:val="clear" w:color="auto" w:fill="D9D9D9" w:themeFill="background1" w:themeFillShade="D9"/>
          </w:tcPr>
          <w:p w14:paraId="27DB21C3" w14:textId="77777777" w:rsidR="001D349A" w:rsidRPr="001D349A" w:rsidRDefault="001D349A" w:rsidP="001A2D85">
            <w:pPr>
              <w:pStyle w:val="ListParagraph"/>
              <w:spacing w:after="0" w:line="240" w:lineRule="auto"/>
              <w:ind w:left="435"/>
              <w:rPr>
                <w:rFonts w:ascii="Calibri" w:eastAsia="Times New Roman" w:hAnsi="Calibri" w:cs="Calibri"/>
                <w:bCs/>
                <w:kern w:val="32"/>
                <w:szCs w:val="20"/>
                <w:lang w:eastAsia="en-AU"/>
              </w:rPr>
            </w:pPr>
          </w:p>
        </w:tc>
        <w:tc>
          <w:tcPr>
            <w:tcW w:w="3827" w:type="dxa"/>
            <w:gridSpan w:val="3"/>
            <w:shd w:val="clear" w:color="auto" w:fill="F2F2F2" w:themeFill="background1" w:themeFillShade="F2"/>
            <w:vAlign w:val="center"/>
          </w:tcPr>
          <w:p w14:paraId="1CAAEF9D" w14:textId="77777777" w:rsidR="001D349A" w:rsidRPr="001D349A" w:rsidRDefault="001D349A" w:rsidP="001D349A">
            <w:pPr>
              <w:pStyle w:val="ListParagraph"/>
              <w:numPr>
                <w:ilvl w:val="0"/>
                <w:numId w:val="26"/>
              </w:numPr>
              <w:spacing w:after="0" w:line="240" w:lineRule="auto"/>
              <w:rPr>
                <w:rFonts w:ascii="Calibri" w:eastAsia="Times New Roman" w:hAnsi="Calibri" w:cs="Calibri"/>
                <w:bCs/>
                <w:kern w:val="32"/>
                <w:szCs w:val="20"/>
                <w:lang w:eastAsia="en-AU"/>
              </w:rPr>
            </w:pPr>
            <w:r w:rsidRPr="001D349A">
              <w:rPr>
                <w:rFonts w:ascii="Calibri" w:eastAsia="Times New Roman" w:hAnsi="Calibri" w:cs="Calibri"/>
                <w:bCs/>
                <w:kern w:val="32"/>
                <w:szCs w:val="20"/>
                <w:lang w:eastAsia="en-AU"/>
              </w:rPr>
              <w:t>Version number of the intermediary server</w:t>
            </w:r>
          </w:p>
        </w:tc>
        <w:tc>
          <w:tcPr>
            <w:tcW w:w="3686" w:type="dxa"/>
            <w:shd w:val="clear" w:color="auto" w:fill="FFFFFF" w:themeFill="background1"/>
            <w:vAlign w:val="center"/>
          </w:tcPr>
          <w:p w14:paraId="64B70F3B" w14:textId="77777777" w:rsidR="001D349A" w:rsidRPr="001D349A" w:rsidRDefault="001D349A" w:rsidP="001A2D85">
            <w:pPr>
              <w:pStyle w:val="ListParagraph"/>
              <w:spacing w:after="0" w:line="240" w:lineRule="auto"/>
              <w:ind w:left="0"/>
              <w:rPr>
                <w:rFonts w:ascii="Calibri" w:eastAsia="Times New Roman" w:hAnsi="Calibri" w:cs="Calibri"/>
                <w:bCs/>
                <w:kern w:val="32"/>
                <w:szCs w:val="20"/>
                <w:lang w:eastAsia="en-AU"/>
              </w:rPr>
            </w:pPr>
          </w:p>
        </w:tc>
      </w:tr>
      <w:tr w:rsidR="001D349A" w:rsidRPr="001D349A" w14:paraId="349A0D98" w14:textId="77777777" w:rsidTr="005D4A4A">
        <w:trPr>
          <w:cantSplit/>
          <w:trHeight w:val="547"/>
        </w:trPr>
        <w:tc>
          <w:tcPr>
            <w:tcW w:w="2410" w:type="dxa"/>
            <w:vMerge w:val="restart"/>
            <w:shd w:val="clear" w:color="auto" w:fill="D9D9D9" w:themeFill="background1" w:themeFillShade="D9"/>
          </w:tcPr>
          <w:p w14:paraId="1A986338" w14:textId="77777777" w:rsidR="00C67197" w:rsidRDefault="001D349A" w:rsidP="00C67197">
            <w:pPr>
              <w:pStyle w:val="ListParagraph"/>
              <w:keepNext/>
              <w:spacing w:after="0" w:line="240" w:lineRule="auto"/>
              <w:ind w:left="341" w:hanging="341"/>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5.3 If Model 4 is selected, please provide the Common Name for the following certificates to be used to authenticate the intermediary server to the Mobile Gateway/My Health Record.</w:t>
            </w:r>
          </w:p>
          <w:p w14:paraId="63230BD2" w14:textId="77777777" w:rsidR="00247FE9" w:rsidRPr="001D349A" w:rsidRDefault="001D349A" w:rsidP="00C67197">
            <w:pPr>
              <w:pStyle w:val="ListParagraph"/>
              <w:keepNext/>
              <w:spacing w:after="0" w:line="240" w:lineRule="auto"/>
              <w:ind w:left="0"/>
              <w:rPr>
                <w:rFonts w:ascii="Calibri" w:eastAsia="Times New Roman" w:hAnsi="Calibri" w:cs="Calibri"/>
                <w:b/>
                <w:bCs/>
                <w:kern w:val="32"/>
                <w:szCs w:val="20"/>
                <w:lang w:eastAsia="en-AU"/>
              </w:rPr>
            </w:pPr>
            <w:r w:rsidRPr="00247FE9">
              <w:rPr>
                <w:rFonts w:ascii="Calibri" w:eastAsia="Times New Roman" w:hAnsi="Calibri" w:cs="Calibri"/>
                <w:bCs/>
                <w:i/>
                <w:kern w:val="32"/>
                <w:szCs w:val="20"/>
                <w:lang w:eastAsia="en-AU"/>
              </w:rPr>
              <w:br/>
            </w:r>
            <w:r w:rsidRPr="001D349A">
              <w:rPr>
                <w:rFonts w:ascii="Calibri" w:eastAsia="Times New Roman" w:hAnsi="Calibri" w:cs="Calibri"/>
                <w:bCs/>
                <w:i/>
                <w:kern w:val="32"/>
                <w:szCs w:val="20"/>
                <w:lang w:eastAsia="en-AU"/>
              </w:rPr>
              <w:t>(The certificates need to be Gatekeeper certified.</w:t>
            </w:r>
            <w:r w:rsidRPr="001D349A">
              <w:rPr>
                <w:rStyle w:val="FootnoteReference"/>
                <w:rFonts w:ascii="Calibri" w:eastAsia="Times New Roman" w:hAnsi="Calibri" w:cs="Calibri"/>
                <w:bCs/>
                <w:i/>
                <w:kern w:val="32"/>
                <w:szCs w:val="20"/>
                <w:lang w:eastAsia="en-AU"/>
              </w:rPr>
              <w:t xml:space="preserve"> </w:t>
            </w:r>
            <w:r w:rsidRPr="001D349A">
              <w:rPr>
                <w:rStyle w:val="FootnoteReference"/>
                <w:rFonts w:ascii="Calibri" w:eastAsia="Times New Roman" w:hAnsi="Calibri" w:cs="Calibri"/>
                <w:bCs/>
                <w:i/>
                <w:kern w:val="32"/>
                <w:szCs w:val="20"/>
                <w:lang w:eastAsia="en-AU"/>
              </w:rPr>
              <w:footnoteReference w:id="1"/>
            </w:r>
            <w:r w:rsidRPr="001D349A">
              <w:rPr>
                <w:rFonts w:ascii="Calibri" w:eastAsia="Times New Roman" w:hAnsi="Calibri" w:cs="Calibri"/>
                <w:bCs/>
                <w:i/>
                <w:kern w:val="32"/>
                <w:szCs w:val="20"/>
                <w:lang w:eastAsia="en-AU"/>
              </w:rPr>
              <w:t>)</w:t>
            </w:r>
          </w:p>
        </w:tc>
        <w:tc>
          <w:tcPr>
            <w:tcW w:w="3827" w:type="dxa"/>
            <w:gridSpan w:val="3"/>
            <w:shd w:val="clear" w:color="auto" w:fill="F2F2F2" w:themeFill="background1" w:themeFillShade="F2"/>
          </w:tcPr>
          <w:p w14:paraId="52896522"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w:t>
            </w:r>
          </w:p>
        </w:tc>
        <w:tc>
          <w:tcPr>
            <w:tcW w:w="3686" w:type="dxa"/>
            <w:shd w:val="clear" w:color="auto" w:fill="FFFFFF" w:themeFill="background1"/>
          </w:tcPr>
          <w:p w14:paraId="7BF9AE20"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1DF02DC9" w14:textId="77777777" w:rsidTr="005D4A4A">
        <w:trPr>
          <w:cantSplit/>
          <w:trHeight w:val="547"/>
        </w:trPr>
        <w:tc>
          <w:tcPr>
            <w:tcW w:w="2410" w:type="dxa"/>
            <w:vMerge/>
            <w:shd w:val="clear" w:color="auto" w:fill="D9D9D9" w:themeFill="background1" w:themeFillShade="D9"/>
          </w:tcPr>
          <w:p w14:paraId="15083F63"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827" w:type="dxa"/>
            <w:gridSpan w:val="3"/>
            <w:shd w:val="clear" w:color="auto" w:fill="F2F2F2" w:themeFill="background1" w:themeFillShade="F2"/>
          </w:tcPr>
          <w:p w14:paraId="78747128"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certificate’s issuer (intermediate certification authority)</w:t>
            </w:r>
            <w:r w:rsidRPr="001D349A">
              <w:rPr>
                <w:rStyle w:val="FootnoteReference"/>
                <w:rFonts w:ascii="Calibri" w:hAnsi="Calibri" w:cs="Calibri"/>
                <w:szCs w:val="20"/>
              </w:rPr>
              <w:t xml:space="preserve"> </w:t>
            </w:r>
          </w:p>
        </w:tc>
        <w:tc>
          <w:tcPr>
            <w:tcW w:w="3686" w:type="dxa"/>
            <w:shd w:val="clear" w:color="auto" w:fill="FFFFFF" w:themeFill="background1"/>
          </w:tcPr>
          <w:p w14:paraId="26261494"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3ABE9062" w14:textId="77777777" w:rsidTr="005D4A4A">
        <w:trPr>
          <w:cantSplit/>
          <w:trHeight w:val="547"/>
        </w:trPr>
        <w:tc>
          <w:tcPr>
            <w:tcW w:w="2410" w:type="dxa"/>
            <w:vMerge/>
            <w:shd w:val="clear" w:color="auto" w:fill="D9D9D9" w:themeFill="background1" w:themeFillShade="D9"/>
          </w:tcPr>
          <w:p w14:paraId="22193E74"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827" w:type="dxa"/>
            <w:gridSpan w:val="3"/>
            <w:shd w:val="clear" w:color="auto" w:fill="F2F2F2" w:themeFill="background1" w:themeFillShade="F2"/>
          </w:tcPr>
          <w:p w14:paraId="3D7DB817"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certificate’s root certification authority</w:t>
            </w:r>
          </w:p>
        </w:tc>
        <w:tc>
          <w:tcPr>
            <w:tcW w:w="3686" w:type="dxa"/>
            <w:shd w:val="clear" w:color="auto" w:fill="FFFFFF" w:themeFill="background1"/>
          </w:tcPr>
          <w:p w14:paraId="1B0C1CEE"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1766A57C" w14:textId="77777777" w:rsidTr="005D4A4A">
        <w:trPr>
          <w:cantSplit/>
          <w:trHeight w:val="547"/>
        </w:trPr>
        <w:tc>
          <w:tcPr>
            <w:tcW w:w="2410" w:type="dxa"/>
            <w:vMerge/>
            <w:shd w:val="clear" w:color="auto" w:fill="D9D9D9" w:themeFill="background1" w:themeFillShade="D9"/>
          </w:tcPr>
          <w:p w14:paraId="3BB5C2BD"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7513" w:type="dxa"/>
            <w:gridSpan w:val="4"/>
            <w:shd w:val="clear" w:color="auto" w:fill="F2F2F2" w:themeFill="background1" w:themeFillShade="F2"/>
          </w:tcPr>
          <w:p w14:paraId="46FC9CE9" w14:textId="77777777" w:rsidR="001D349A" w:rsidRPr="001D349A" w:rsidRDefault="001D349A" w:rsidP="001A2D85">
            <w:pPr>
              <w:rPr>
                <w:rFonts w:cs="Calibri"/>
                <w:i/>
                <w:sz w:val="20"/>
                <w:szCs w:val="20"/>
              </w:rPr>
            </w:pPr>
            <w:r w:rsidRPr="001D349A">
              <w:rPr>
                <w:rFonts w:cs="Calibri"/>
                <w:i/>
                <w:sz w:val="20"/>
                <w:szCs w:val="20"/>
              </w:rPr>
              <w:t>Please attach digital certificates for each of the following:</w:t>
            </w:r>
          </w:p>
          <w:p w14:paraId="641C5EB9" w14:textId="77777777" w:rsidR="001D349A" w:rsidRPr="004F466B" w:rsidRDefault="00801438" w:rsidP="004F466B">
            <w:pPr>
              <w:pStyle w:val="ListParagraph"/>
              <w:numPr>
                <w:ilvl w:val="0"/>
                <w:numId w:val="34"/>
              </w:numPr>
              <w:rPr>
                <w:rFonts w:ascii="Calibri" w:hAnsi="Calibri" w:cs="Calibri"/>
                <w:i/>
                <w:szCs w:val="20"/>
              </w:rPr>
            </w:pPr>
            <w:r>
              <w:rPr>
                <w:rFonts w:ascii="Calibri" w:hAnsi="Calibri" w:cs="Calibri"/>
                <w:i/>
                <w:szCs w:val="20"/>
              </w:rPr>
              <w:t>intermediary server</w:t>
            </w:r>
          </w:p>
          <w:p w14:paraId="2F6AD55F" w14:textId="77777777" w:rsidR="001D349A" w:rsidRPr="004F466B" w:rsidRDefault="001D349A" w:rsidP="004F466B">
            <w:pPr>
              <w:pStyle w:val="ListParagraph"/>
              <w:numPr>
                <w:ilvl w:val="0"/>
                <w:numId w:val="34"/>
              </w:numPr>
              <w:rPr>
                <w:rFonts w:ascii="Calibri" w:hAnsi="Calibri" w:cs="Calibri"/>
                <w:i/>
                <w:szCs w:val="20"/>
              </w:rPr>
            </w:pPr>
            <w:r w:rsidRPr="004F466B">
              <w:rPr>
                <w:rFonts w:ascii="Calibri" w:hAnsi="Calibri" w:cs="Calibri"/>
                <w:i/>
                <w:szCs w:val="20"/>
              </w:rPr>
              <w:t>intermedi</w:t>
            </w:r>
            <w:r w:rsidR="00801438">
              <w:rPr>
                <w:rFonts w:ascii="Calibri" w:hAnsi="Calibri" w:cs="Calibri"/>
                <w:i/>
                <w:szCs w:val="20"/>
              </w:rPr>
              <w:t>ary server certificate's issuer</w:t>
            </w:r>
          </w:p>
          <w:p w14:paraId="30886226" w14:textId="77777777" w:rsidR="004F466B" w:rsidRPr="004F466B" w:rsidRDefault="00801438" w:rsidP="004F466B">
            <w:pPr>
              <w:pStyle w:val="ListParagraph"/>
              <w:numPr>
                <w:ilvl w:val="0"/>
                <w:numId w:val="34"/>
              </w:numPr>
              <w:rPr>
                <w:rFonts w:ascii="Calibri" w:hAnsi="Calibri" w:cs="Calibri"/>
                <w:i/>
                <w:szCs w:val="20"/>
              </w:rPr>
            </w:pPr>
            <w:r>
              <w:rPr>
                <w:rFonts w:ascii="Calibri" w:hAnsi="Calibri" w:cs="Calibri"/>
                <w:i/>
                <w:szCs w:val="20"/>
              </w:rPr>
              <w:t>a</w:t>
            </w:r>
            <w:r w:rsidR="001D349A" w:rsidRPr="004F466B">
              <w:rPr>
                <w:rFonts w:ascii="Calibri" w:hAnsi="Calibri" w:cs="Calibri"/>
                <w:i/>
                <w:szCs w:val="20"/>
              </w:rPr>
              <w:t>ny remaining intermediate CAs in the chain of trust to the Root CA</w:t>
            </w:r>
          </w:p>
          <w:p w14:paraId="7B2A0DF7" w14:textId="77777777" w:rsidR="001D349A" w:rsidRPr="004F466B" w:rsidRDefault="001D349A" w:rsidP="004F466B">
            <w:pPr>
              <w:pStyle w:val="ListParagraph"/>
              <w:numPr>
                <w:ilvl w:val="0"/>
                <w:numId w:val="34"/>
              </w:numPr>
              <w:rPr>
                <w:rFonts w:eastAsiaTheme="minorHAnsi" w:cs="Calibri"/>
                <w:i/>
                <w:szCs w:val="20"/>
              </w:rPr>
            </w:pPr>
            <w:r w:rsidRPr="004F466B">
              <w:rPr>
                <w:rFonts w:ascii="Calibri" w:hAnsi="Calibri" w:cs="Calibri"/>
                <w:i/>
                <w:szCs w:val="20"/>
              </w:rPr>
              <w:t>Root CA.</w:t>
            </w:r>
          </w:p>
        </w:tc>
      </w:tr>
      <w:tr w:rsidR="001D349A" w:rsidRPr="001D349A" w14:paraId="7A8A04BA" w14:textId="77777777" w:rsidTr="005D4A4A">
        <w:trPr>
          <w:cantSplit/>
          <w:trHeight w:val="547"/>
        </w:trPr>
        <w:tc>
          <w:tcPr>
            <w:tcW w:w="2410" w:type="dxa"/>
            <w:vMerge/>
            <w:shd w:val="clear" w:color="auto" w:fill="D9D9D9" w:themeFill="background1" w:themeFillShade="D9"/>
          </w:tcPr>
          <w:p w14:paraId="57E73720"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827" w:type="dxa"/>
            <w:gridSpan w:val="3"/>
            <w:shd w:val="clear" w:color="auto" w:fill="F2F2F2" w:themeFill="background1" w:themeFillShade="F2"/>
          </w:tcPr>
          <w:p w14:paraId="5C3A9F7D" w14:textId="77777777" w:rsidR="001D349A" w:rsidRPr="001D349A" w:rsidRDefault="001D349A" w:rsidP="001A2D85">
            <w:pPr>
              <w:pStyle w:val="ListParagraph"/>
              <w:keepNext/>
              <w:spacing w:after="0" w:line="240" w:lineRule="auto"/>
              <w:ind w:left="0"/>
              <w:rPr>
                <w:rFonts w:ascii="Calibri" w:eastAsia="Times New Roman" w:hAnsi="Calibri" w:cs="Calibri"/>
                <w:b/>
                <w:bCs/>
                <w:kern w:val="32"/>
                <w:szCs w:val="20"/>
                <w:lang w:eastAsia="en-AU"/>
              </w:rPr>
            </w:pPr>
            <w:r w:rsidRPr="001D349A">
              <w:rPr>
                <w:rFonts w:ascii="Calibri" w:hAnsi="Calibri" w:cs="Calibri"/>
                <w:szCs w:val="20"/>
              </w:rPr>
              <w:t>URL of the intermediary server certificate's Certificate Revocation List (CRL)</w:t>
            </w:r>
          </w:p>
        </w:tc>
        <w:tc>
          <w:tcPr>
            <w:tcW w:w="3686" w:type="dxa"/>
            <w:shd w:val="clear" w:color="auto" w:fill="FFFFFF" w:themeFill="background1"/>
          </w:tcPr>
          <w:p w14:paraId="50056895" w14:textId="77777777" w:rsidR="00247FE9" w:rsidRPr="00247FE9" w:rsidRDefault="00247FE9" w:rsidP="00247FE9">
            <w:pPr>
              <w:keepNext/>
              <w:rPr>
                <w:rFonts w:eastAsia="Times New Roman" w:cs="Calibri"/>
                <w:bCs/>
                <w:kern w:val="32"/>
                <w:szCs w:val="20"/>
                <w:lang w:eastAsia="en-AU"/>
              </w:rPr>
            </w:pPr>
          </w:p>
        </w:tc>
      </w:tr>
      <w:tr w:rsidR="001D349A" w:rsidRPr="001D349A" w14:paraId="682D6142" w14:textId="77777777" w:rsidTr="005D4A4A">
        <w:trPr>
          <w:cantSplit/>
          <w:trHeight w:val="547"/>
        </w:trPr>
        <w:tc>
          <w:tcPr>
            <w:tcW w:w="9923" w:type="dxa"/>
            <w:gridSpan w:val="5"/>
            <w:shd w:val="clear" w:color="auto" w:fill="D9D9D9" w:themeFill="background1" w:themeFillShade="D9"/>
          </w:tcPr>
          <w:p w14:paraId="1BE4434A" w14:textId="77777777" w:rsidR="001D349A" w:rsidRPr="00247FE9" w:rsidRDefault="001D349A" w:rsidP="001A2D85">
            <w:pPr>
              <w:pStyle w:val="ListParagraph"/>
              <w:keepNext/>
              <w:spacing w:after="0" w:line="240" w:lineRule="auto"/>
              <w:ind w:left="341" w:hanging="284"/>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5.4 Please select the APIs that your app will use in the Production Environment</w:t>
            </w:r>
          </w:p>
          <w:p w14:paraId="1EF64121" w14:textId="32EC3941" w:rsidR="001D349A" w:rsidRPr="001D349A" w:rsidRDefault="001D349A" w:rsidP="001A2D85">
            <w:pPr>
              <w:keepNext/>
              <w:ind w:left="34"/>
              <w:rPr>
                <w:rFonts w:cs="Calibri"/>
                <w:b/>
                <w:color w:val="000000" w:themeColor="text1"/>
                <w:sz w:val="20"/>
                <w:szCs w:val="20"/>
              </w:rPr>
            </w:pPr>
            <w:r w:rsidRPr="001D349A">
              <w:rPr>
                <w:rFonts w:eastAsia="Times New Roman" w:cs="Calibri"/>
                <w:bCs/>
                <w:i/>
                <w:kern w:val="32"/>
                <w:sz w:val="20"/>
                <w:szCs w:val="20"/>
                <w:lang w:eastAsia="en-AU"/>
              </w:rPr>
              <w:t xml:space="preserve">Please refer to the </w:t>
            </w:r>
            <w:hyperlink r:id="rId38" w:history="1">
              <w:r w:rsidR="00530028" w:rsidRPr="007A4E8B">
                <w:rPr>
                  <w:rStyle w:val="Hyperlink"/>
                  <w:rFonts w:eastAsia="Times New Roman" w:cs="Calibri"/>
                  <w:bCs/>
                  <w:i/>
                  <w:kern w:val="32"/>
                  <w:sz w:val="20"/>
                  <w:szCs w:val="20"/>
                  <w:lang w:eastAsia="en-AU"/>
                </w:rPr>
                <w:t>FHIR Gateway API Specification</w:t>
              </w:r>
            </w:hyperlink>
            <w:r w:rsidR="00530028" w:rsidRPr="00150DEB">
              <w:rPr>
                <w:rFonts w:eastAsia="Times New Roman" w:cs="Calibri"/>
                <w:bCs/>
                <w:kern w:val="32"/>
                <w:sz w:val="20"/>
                <w:szCs w:val="20"/>
                <w:lang w:eastAsia="en-AU"/>
              </w:rPr>
              <w:t xml:space="preserve"> </w:t>
            </w:r>
            <w:r w:rsidR="00530028" w:rsidRPr="00530028">
              <w:rPr>
                <w:rFonts w:eastAsia="Times New Roman" w:cs="Calibri"/>
                <w:bCs/>
                <w:i/>
                <w:kern w:val="32"/>
                <w:sz w:val="20"/>
                <w:szCs w:val="20"/>
                <w:lang w:eastAsia="en-AU"/>
              </w:rPr>
              <w:t>for the list of available interfaces</w:t>
            </w:r>
          </w:p>
        </w:tc>
      </w:tr>
      <w:tr w:rsidR="001D349A" w:rsidRPr="001D349A" w14:paraId="62964342" w14:textId="77777777" w:rsidTr="005D4A4A">
        <w:trPr>
          <w:cantSplit/>
          <w:trHeight w:val="380"/>
        </w:trPr>
        <w:tc>
          <w:tcPr>
            <w:tcW w:w="4395" w:type="dxa"/>
            <w:gridSpan w:val="3"/>
            <w:tcBorders>
              <w:bottom w:val="single" w:sz="8" w:space="0" w:color="auto"/>
            </w:tcBorders>
            <w:shd w:val="clear" w:color="auto" w:fill="F2F2F2" w:themeFill="background1" w:themeFillShade="F2"/>
          </w:tcPr>
          <w:p w14:paraId="2FF90BC0" w14:textId="77777777" w:rsidR="001D349A" w:rsidRPr="001D349A" w:rsidRDefault="001D349A" w:rsidP="001D349A">
            <w:pPr>
              <w:pStyle w:val="ListParagraph"/>
              <w:numPr>
                <w:ilvl w:val="0"/>
                <w:numId w:val="22"/>
              </w:numPr>
              <w:spacing w:after="0" w:line="240" w:lineRule="auto"/>
              <w:ind w:left="204" w:hanging="170"/>
              <w:rPr>
                <w:rFonts w:ascii="Calibri" w:hAnsi="Calibri" w:cs="Calibri"/>
                <w:b/>
                <w:color w:val="000000" w:themeColor="text1"/>
                <w:szCs w:val="20"/>
              </w:rPr>
            </w:pPr>
            <w:r w:rsidRPr="001D349A">
              <w:rPr>
                <w:rFonts w:ascii="Calibri" w:hAnsi="Calibri" w:cs="Calibri"/>
                <w:b/>
                <w:color w:val="000000" w:themeColor="text1"/>
                <w:szCs w:val="20"/>
              </w:rPr>
              <w:t>Select the applicable My Health Record APIs</w:t>
            </w:r>
          </w:p>
        </w:tc>
        <w:tc>
          <w:tcPr>
            <w:tcW w:w="5528" w:type="dxa"/>
            <w:gridSpan w:val="2"/>
            <w:tcBorders>
              <w:bottom w:val="single" w:sz="8" w:space="0" w:color="auto"/>
            </w:tcBorders>
            <w:shd w:val="clear" w:color="auto" w:fill="F2F2F2" w:themeFill="background1" w:themeFillShade="F2"/>
          </w:tcPr>
          <w:p w14:paraId="00449860" w14:textId="77777777" w:rsidR="001D349A" w:rsidRPr="001D349A" w:rsidRDefault="001D349A" w:rsidP="001D349A">
            <w:pPr>
              <w:pStyle w:val="ListParagraph"/>
              <w:numPr>
                <w:ilvl w:val="0"/>
                <w:numId w:val="22"/>
              </w:numPr>
              <w:spacing w:after="0" w:line="240" w:lineRule="auto"/>
              <w:ind w:left="170" w:hanging="170"/>
              <w:rPr>
                <w:rFonts w:ascii="Calibri" w:hAnsi="Calibri" w:cs="Calibri"/>
                <w:b/>
                <w:color w:val="000000" w:themeColor="text1"/>
                <w:szCs w:val="20"/>
              </w:rPr>
            </w:pPr>
            <w:r w:rsidRPr="001D349A">
              <w:rPr>
                <w:rFonts w:ascii="Calibri" w:hAnsi="Calibri" w:cs="Calibri"/>
                <w:b/>
                <w:color w:val="000000" w:themeColor="text1"/>
                <w:szCs w:val="20"/>
              </w:rPr>
              <w:t>Specify the API version number</w:t>
            </w:r>
          </w:p>
        </w:tc>
      </w:tr>
      <w:tr w:rsidR="001D349A" w:rsidRPr="001D349A" w14:paraId="168A9C85" w14:textId="77777777" w:rsidTr="005D4A4A">
        <w:trPr>
          <w:cantSplit/>
          <w:trHeight w:val="403"/>
        </w:trPr>
        <w:tc>
          <w:tcPr>
            <w:tcW w:w="4395" w:type="dxa"/>
            <w:gridSpan w:val="3"/>
            <w:tcBorders>
              <w:bottom w:val="single" w:sz="8" w:space="0" w:color="auto"/>
              <w:right w:val="single" w:sz="8" w:space="0" w:color="auto"/>
            </w:tcBorders>
            <w:shd w:val="clear" w:color="auto" w:fill="auto"/>
            <w:vAlign w:val="center"/>
          </w:tcPr>
          <w:p w14:paraId="399F3782" w14:textId="77777777" w:rsidR="001D349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32156352"/>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Individual Initial Authentication</w:t>
            </w:r>
          </w:p>
        </w:tc>
        <w:tc>
          <w:tcPr>
            <w:tcW w:w="5528" w:type="dxa"/>
            <w:gridSpan w:val="2"/>
            <w:tcBorders>
              <w:left w:val="single" w:sz="8" w:space="0" w:color="auto"/>
              <w:bottom w:val="single" w:sz="8" w:space="0" w:color="auto"/>
            </w:tcBorders>
            <w:shd w:val="clear" w:color="auto" w:fill="FFFFFF" w:themeFill="background1"/>
            <w:vAlign w:val="center"/>
          </w:tcPr>
          <w:p w14:paraId="2C215A1C"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r w:rsidRPr="001D349A">
              <w:rPr>
                <w:rFonts w:ascii="Calibri" w:hAnsi="Calibri" w:cs="Calibri"/>
                <w:color w:val="000000" w:themeColor="text1"/>
                <w:szCs w:val="20"/>
              </w:rPr>
              <w:t>Not applicable</w:t>
            </w:r>
          </w:p>
        </w:tc>
      </w:tr>
      <w:tr w:rsidR="001D349A" w:rsidRPr="001D349A" w14:paraId="298E3F06"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5EA36492" w14:textId="77777777" w:rsidR="001D349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694804547"/>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or Refresh Token</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3D560F1A" w14:textId="77777777" w:rsidR="001D349A" w:rsidRPr="001D349A" w:rsidRDefault="001D349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color w:val="000000" w:themeColor="text1"/>
                <w:szCs w:val="20"/>
              </w:rPr>
              <w:t>Not applicable</w:t>
            </w:r>
          </w:p>
        </w:tc>
      </w:tr>
      <w:tr w:rsidR="001D349A" w:rsidRPr="001D349A" w14:paraId="4C15817F"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51149635" w14:textId="77777777" w:rsidR="001D349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396553037"/>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Individual Provider Authentication</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1DD33E9B" w14:textId="77777777" w:rsidR="001D349A" w:rsidRPr="001D349A" w:rsidRDefault="001D349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color w:val="000000" w:themeColor="text1"/>
                <w:szCs w:val="20"/>
              </w:rPr>
              <w:t>Not applicable</w:t>
            </w:r>
          </w:p>
        </w:tc>
      </w:tr>
      <w:tr w:rsidR="001D349A" w:rsidRPr="001D349A" w14:paraId="4B45DBA2"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7015C006" w14:textId="77777777" w:rsidR="001D349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785271953"/>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Record List</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0D748CAF"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57410324"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5207A952" w14:textId="77777777" w:rsidR="001D349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39346606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Patient Details</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0AF795F8"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44D960F8"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742250D2" w14:textId="77777777" w:rsidR="001D349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80065209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Search Document List</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638372D6"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7466EE54"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tcPr>
          <w:p w14:paraId="6269F324" w14:textId="77777777" w:rsidR="001D349A" w:rsidRPr="001D349A" w:rsidRDefault="0057222E" w:rsidP="001A2D85">
            <w:pPr>
              <w:pStyle w:val="ListParagraph"/>
              <w:spacing w:after="0" w:line="240" w:lineRule="auto"/>
              <w:ind w:left="0"/>
              <w:rPr>
                <w:rFonts w:ascii="Calibri" w:hAnsi="Calibri" w:cs="Calibri"/>
                <w:i/>
                <w:color w:val="000000" w:themeColor="text1"/>
                <w:szCs w:val="20"/>
              </w:rPr>
            </w:pPr>
            <w:sdt>
              <w:sdtPr>
                <w:rPr>
                  <w:rFonts w:ascii="Calibri" w:eastAsia="Meiryo" w:hAnsi="Calibri" w:cs="Calibri"/>
                  <w:color w:val="000000" w:themeColor="text1"/>
                  <w:szCs w:val="20"/>
                </w:rPr>
                <w:id w:val="-1345401476"/>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Personal Health Summary (Allergies)</w:t>
            </w:r>
          </w:p>
        </w:tc>
        <w:tc>
          <w:tcPr>
            <w:tcW w:w="5528" w:type="dxa"/>
            <w:gridSpan w:val="2"/>
            <w:tcBorders>
              <w:top w:val="single" w:sz="8" w:space="0" w:color="auto"/>
              <w:left w:val="single" w:sz="8" w:space="0" w:color="auto"/>
              <w:bottom w:val="single" w:sz="8" w:space="0" w:color="auto"/>
            </w:tcBorders>
            <w:shd w:val="clear" w:color="auto" w:fill="FFFFFF" w:themeFill="background1"/>
          </w:tcPr>
          <w:p w14:paraId="15A19F3F"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41536B25"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2BD2006E" w14:textId="77777777" w:rsidR="001D349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8661755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Personal Health Summary (Medications)</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326755C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1C2F1312"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78B1B259" w14:textId="77777777" w:rsidR="001D349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5447850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Allergies List (SHS)</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5413F1C6"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6B52C242"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54FB60B8" w14:textId="77777777" w:rsidR="001D349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84103317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PBS Items</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4ABA621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545ACDF9" w14:textId="77777777" w:rsidTr="005D4A4A">
        <w:trPr>
          <w:cantSplit/>
          <w:trHeight w:val="323"/>
        </w:trPr>
        <w:tc>
          <w:tcPr>
            <w:tcW w:w="4395" w:type="dxa"/>
            <w:gridSpan w:val="3"/>
            <w:tcBorders>
              <w:top w:val="single" w:sz="8" w:space="0" w:color="auto"/>
              <w:bottom w:val="single" w:sz="8" w:space="0" w:color="auto"/>
              <w:right w:val="single" w:sz="8" w:space="0" w:color="auto"/>
            </w:tcBorders>
            <w:shd w:val="clear" w:color="auto" w:fill="auto"/>
            <w:vAlign w:val="center"/>
          </w:tcPr>
          <w:p w14:paraId="60F34201" w14:textId="77777777" w:rsidR="001D349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17317905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MBS Items</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6F380D15"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161353EC" w14:textId="77777777" w:rsidTr="005D4A4A">
        <w:trPr>
          <w:cantSplit/>
          <w:trHeight w:val="403"/>
        </w:trPr>
        <w:tc>
          <w:tcPr>
            <w:tcW w:w="4395" w:type="dxa"/>
            <w:gridSpan w:val="3"/>
            <w:tcBorders>
              <w:top w:val="single" w:sz="8" w:space="0" w:color="auto"/>
              <w:bottom w:val="single" w:sz="8" w:space="0" w:color="auto"/>
              <w:right w:val="single" w:sz="8" w:space="0" w:color="auto"/>
            </w:tcBorders>
            <w:shd w:val="clear" w:color="auto" w:fill="auto"/>
            <w:vAlign w:val="center"/>
          </w:tcPr>
          <w:p w14:paraId="3A9CA04D" w14:textId="77777777" w:rsidR="001D349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39476977"/>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Prescription and Dispense List</w:t>
            </w:r>
          </w:p>
        </w:tc>
        <w:tc>
          <w:tcPr>
            <w:tcW w:w="5528" w:type="dxa"/>
            <w:gridSpan w:val="2"/>
            <w:tcBorders>
              <w:top w:val="single" w:sz="8" w:space="0" w:color="auto"/>
              <w:left w:val="single" w:sz="8" w:space="0" w:color="auto"/>
              <w:bottom w:val="single" w:sz="8" w:space="0" w:color="auto"/>
            </w:tcBorders>
            <w:shd w:val="clear" w:color="auto" w:fill="FFFFFF" w:themeFill="background1"/>
            <w:vAlign w:val="center"/>
          </w:tcPr>
          <w:p w14:paraId="25BE7175"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21F87E2F" w14:textId="77777777" w:rsidTr="005D4A4A">
        <w:trPr>
          <w:cantSplit/>
          <w:trHeight w:val="403"/>
        </w:trPr>
        <w:tc>
          <w:tcPr>
            <w:tcW w:w="4395" w:type="dxa"/>
            <w:gridSpan w:val="3"/>
            <w:tcBorders>
              <w:top w:val="single" w:sz="8" w:space="0" w:color="auto"/>
              <w:right w:val="single" w:sz="8" w:space="0" w:color="auto"/>
            </w:tcBorders>
            <w:shd w:val="clear" w:color="auto" w:fill="auto"/>
            <w:vAlign w:val="center"/>
          </w:tcPr>
          <w:p w14:paraId="7E8743F8" w14:textId="77777777" w:rsidR="001D349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6425886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Document</w:t>
            </w:r>
          </w:p>
        </w:tc>
        <w:tc>
          <w:tcPr>
            <w:tcW w:w="5528" w:type="dxa"/>
            <w:gridSpan w:val="2"/>
            <w:tcBorders>
              <w:top w:val="single" w:sz="8" w:space="0" w:color="auto"/>
              <w:left w:val="single" w:sz="8" w:space="0" w:color="auto"/>
            </w:tcBorders>
            <w:shd w:val="clear" w:color="auto" w:fill="FFFFFF" w:themeFill="background1"/>
            <w:vAlign w:val="center"/>
          </w:tcPr>
          <w:p w14:paraId="26478CF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05016B9C" w14:textId="77777777" w:rsidTr="005D4A4A">
        <w:trPr>
          <w:cantSplit/>
          <w:trHeight w:val="403"/>
        </w:trPr>
        <w:tc>
          <w:tcPr>
            <w:tcW w:w="9923" w:type="dxa"/>
            <w:gridSpan w:val="5"/>
            <w:tcBorders>
              <w:top w:val="single" w:sz="8" w:space="0" w:color="auto"/>
            </w:tcBorders>
            <w:shd w:val="clear" w:color="auto" w:fill="D9D9D9" w:themeFill="background1" w:themeFillShade="D9"/>
            <w:vAlign w:val="center"/>
          </w:tcPr>
          <w:p w14:paraId="550D945C" w14:textId="77777777" w:rsidR="001D349A" w:rsidRPr="00247FE9" w:rsidRDefault="001D349A" w:rsidP="001A2D85">
            <w:pPr>
              <w:pStyle w:val="ListParagraph"/>
              <w:spacing w:after="0" w:line="240" w:lineRule="auto"/>
              <w:ind w:left="33"/>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lastRenderedPageBreak/>
              <w:t>5.5 If the Get Document API was selected in Question 5.4 above, please specify which documents will be accessed and a justification for each</w:t>
            </w:r>
          </w:p>
        </w:tc>
      </w:tr>
      <w:tr w:rsidR="005D4A4A" w:rsidRPr="001D349A" w14:paraId="0763C3AC" w14:textId="77777777" w:rsidTr="005D4A4A">
        <w:trPr>
          <w:cantSplit/>
          <w:trHeight w:val="338"/>
        </w:trPr>
        <w:tc>
          <w:tcPr>
            <w:tcW w:w="9923" w:type="dxa"/>
            <w:gridSpan w:val="5"/>
            <w:shd w:val="clear" w:color="auto" w:fill="D9D9D9" w:themeFill="background1" w:themeFillShade="D9"/>
          </w:tcPr>
          <w:p w14:paraId="2289FF83" w14:textId="77777777" w:rsidR="005D4A4A" w:rsidRPr="001D349A" w:rsidRDefault="005D4A4A" w:rsidP="001D349A">
            <w:pPr>
              <w:pStyle w:val="ListParagraph"/>
              <w:numPr>
                <w:ilvl w:val="0"/>
                <w:numId w:val="25"/>
              </w:numPr>
              <w:spacing w:after="0" w:line="240" w:lineRule="auto"/>
              <w:ind w:left="310" w:hanging="142"/>
              <w:rPr>
                <w:rFonts w:ascii="Calibri" w:hAnsi="Calibri" w:cs="Calibri"/>
                <w:b/>
                <w:color w:val="000000" w:themeColor="text1"/>
                <w:szCs w:val="20"/>
              </w:rPr>
            </w:pPr>
            <w:r w:rsidRPr="001D349A">
              <w:rPr>
                <w:rFonts w:ascii="Calibri" w:hAnsi="Calibri" w:cs="Calibri"/>
                <w:b/>
                <w:color w:val="000000" w:themeColor="text1"/>
                <w:szCs w:val="20"/>
              </w:rPr>
              <w:t>Select the applicable document(s)</w:t>
            </w:r>
          </w:p>
        </w:tc>
      </w:tr>
      <w:tr w:rsidR="005D4A4A" w:rsidRPr="001D349A" w14:paraId="2132EA9C" w14:textId="77777777" w:rsidTr="005D4A4A">
        <w:trPr>
          <w:cantSplit/>
          <w:trHeight w:val="403"/>
        </w:trPr>
        <w:tc>
          <w:tcPr>
            <w:tcW w:w="9923" w:type="dxa"/>
            <w:gridSpan w:val="5"/>
            <w:shd w:val="clear" w:color="auto" w:fill="F2F2F2" w:themeFill="background1" w:themeFillShade="F2"/>
          </w:tcPr>
          <w:p w14:paraId="1689FD7A" w14:textId="77777777" w:rsidR="005D4A4A" w:rsidRPr="001D349A" w:rsidRDefault="005D4A4A" w:rsidP="001A2D85">
            <w:pPr>
              <w:pStyle w:val="ListParagraph"/>
              <w:spacing w:after="0" w:line="240" w:lineRule="auto"/>
              <w:ind w:left="0"/>
              <w:rPr>
                <w:rFonts w:ascii="Calibri" w:hAnsi="Calibri" w:cs="Calibri"/>
                <w:b/>
                <w:i/>
                <w:color w:val="000000" w:themeColor="text1"/>
                <w:szCs w:val="20"/>
              </w:rPr>
            </w:pPr>
            <w:r w:rsidRPr="001D349A">
              <w:rPr>
                <w:rFonts w:ascii="Calibri" w:hAnsi="Calibri" w:cs="Calibri"/>
                <w:b/>
                <w:i/>
                <w:color w:val="000000" w:themeColor="text1"/>
                <w:szCs w:val="20"/>
              </w:rPr>
              <w:t>Clinical records</w:t>
            </w:r>
          </w:p>
        </w:tc>
      </w:tr>
      <w:tr w:rsidR="005D4A4A" w:rsidRPr="001D349A" w14:paraId="4B644DD6" w14:textId="77777777" w:rsidTr="005D4A4A">
        <w:trPr>
          <w:cantSplit/>
          <w:trHeight w:val="403"/>
        </w:trPr>
        <w:tc>
          <w:tcPr>
            <w:tcW w:w="9923" w:type="dxa"/>
            <w:gridSpan w:val="5"/>
            <w:shd w:val="clear" w:color="auto" w:fill="auto"/>
          </w:tcPr>
          <w:p w14:paraId="395F16BF"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22422141"/>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Shared Health Summary</w:t>
            </w:r>
          </w:p>
        </w:tc>
      </w:tr>
      <w:tr w:rsidR="005D4A4A" w:rsidRPr="001D349A" w14:paraId="45AD7570" w14:textId="77777777" w:rsidTr="005D4A4A">
        <w:trPr>
          <w:cantSplit/>
          <w:trHeight w:val="403"/>
        </w:trPr>
        <w:tc>
          <w:tcPr>
            <w:tcW w:w="9923" w:type="dxa"/>
            <w:gridSpan w:val="5"/>
            <w:shd w:val="clear" w:color="auto" w:fill="auto"/>
          </w:tcPr>
          <w:p w14:paraId="620ADBF6"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713189777"/>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e-Referral</w:t>
            </w:r>
          </w:p>
        </w:tc>
      </w:tr>
      <w:tr w:rsidR="005D4A4A" w:rsidRPr="001D349A" w14:paraId="4DA4F0B4" w14:textId="77777777" w:rsidTr="005D4A4A">
        <w:trPr>
          <w:cantSplit/>
          <w:trHeight w:val="403"/>
        </w:trPr>
        <w:tc>
          <w:tcPr>
            <w:tcW w:w="9923" w:type="dxa"/>
            <w:gridSpan w:val="5"/>
            <w:shd w:val="clear" w:color="auto" w:fill="auto"/>
          </w:tcPr>
          <w:p w14:paraId="2A7F1332"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56553975"/>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Specialist Letter</w:t>
            </w:r>
          </w:p>
        </w:tc>
      </w:tr>
      <w:tr w:rsidR="005D4A4A" w:rsidRPr="001D349A" w14:paraId="58D40361" w14:textId="77777777" w:rsidTr="005D4A4A">
        <w:trPr>
          <w:cantSplit/>
          <w:trHeight w:val="403"/>
        </w:trPr>
        <w:tc>
          <w:tcPr>
            <w:tcW w:w="9923" w:type="dxa"/>
            <w:gridSpan w:val="5"/>
            <w:shd w:val="clear" w:color="auto" w:fill="auto"/>
          </w:tcPr>
          <w:p w14:paraId="4BB31909"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413675869"/>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Discharge Summary</w:t>
            </w:r>
          </w:p>
        </w:tc>
      </w:tr>
      <w:tr w:rsidR="005D4A4A" w:rsidRPr="001D349A" w14:paraId="61CD5466" w14:textId="77777777" w:rsidTr="005D4A4A">
        <w:trPr>
          <w:cantSplit/>
          <w:trHeight w:val="403"/>
        </w:trPr>
        <w:tc>
          <w:tcPr>
            <w:tcW w:w="9923" w:type="dxa"/>
            <w:gridSpan w:val="5"/>
            <w:shd w:val="clear" w:color="auto" w:fill="auto"/>
          </w:tcPr>
          <w:p w14:paraId="58928EC2"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546801549"/>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Event Summary</w:t>
            </w:r>
          </w:p>
        </w:tc>
      </w:tr>
      <w:tr w:rsidR="005D4A4A" w:rsidRPr="001D349A" w14:paraId="0A75CBB4" w14:textId="77777777" w:rsidTr="005D4A4A">
        <w:trPr>
          <w:cantSplit/>
          <w:trHeight w:val="403"/>
        </w:trPr>
        <w:tc>
          <w:tcPr>
            <w:tcW w:w="9923" w:type="dxa"/>
            <w:gridSpan w:val="5"/>
            <w:shd w:val="clear" w:color="auto" w:fill="auto"/>
          </w:tcPr>
          <w:p w14:paraId="1D2BB5F5"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24181047"/>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Diagnostic Imaging Report</w:t>
            </w:r>
          </w:p>
        </w:tc>
      </w:tr>
      <w:tr w:rsidR="005D4A4A" w:rsidRPr="001D349A" w14:paraId="5A462B34" w14:textId="77777777" w:rsidTr="005D4A4A">
        <w:trPr>
          <w:cantSplit/>
          <w:trHeight w:val="403"/>
        </w:trPr>
        <w:tc>
          <w:tcPr>
            <w:tcW w:w="9923" w:type="dxa"/>
            <w:gridSpan w:val="5"/>
            <w:shd w:val="clear" w:color="auto" w:fill="auto"/>
          </w:tcPr>
          <w:p w14:paraId="64145ED4"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852115425"/>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Pathology Report</w:t>
            </w:r>
          </w:p>
        </w:tc>
      </w:tr>
      <w:tr w:rsidR="005D4A4A" w:rsidRPr="001D349A" w14:paraId="45D72E9B" w14:textId="77777777" w:rsidTr="005D4A4A">
        <w:trPr>
          <w:cantSplit/>
          <w:trHeight w:val="403"/>
        </w:trPr>
        <w:tc>
          <w:tcPr>
            <w:tcW w:w="9923" w:type="dxa"/>
            <w:gridSpan w:val="5"/>
            <w:shd w:val="clear" w:color="auto" w:fill="F2F2F2" w:themeFill="background1" w:themeFillShade="F2"/>
          </w:tcPr>
          <w:p w14:paraId="2829E9EA" w14:textId="77777777" w:rsidR="005D4A4A" w:rsidRPr="001D349A" w:rsidRDefault="005D4A4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Medicine records</w:t>
            </w:r>
          </w:p>
        </w:tc>
      </w:tr>
      <w:tr w:rsidR="005D4A4A" w:rsidRPr="001D349A" w14:paraId="5BDFD75D" w14:textId="77777777" w:rsidTr="005D4A4A">
        <w:trPr>
          <w:cantSplit/>
          <w:trHeight w:val="403"/>
        </w:trPr>
        <w:tc>
          <w:tcPr>
            <w:tcW w:w="9923" w:type="dxa"/>
            <w:gridSpan w:val="5"/>
            <w:shd w:val="clear" w:color="auto" w:fill="auto"/>
          </w:tcPr>
          <w:p w14:paraId="6B23C9B2"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932347797"/>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eHealth Prescription Record</w:t>
            </w:r>
          </w:p>
        </w:tc>
      </w:tr>
      <w:tr w:rsidR="005D4A4A" w:rsidRPr="001D349A" w14:paraId="2F6070BF" w14:textId="77777777" w:rsidTr="005D4A4A">
        <w:trPr>
          <w:cantSplit/>
          <w:trHeight w:val="403"/>
        </w:trPr>
        <w:tc>
          <w:tcPr>
            <w:tcW w:w="9923" w:type="dxa"/>
            <w:gridSpan w:val="5"/>
            <w:shd w:val="clear" w:color="auto" w:fill="auto"/>
          </w:tcPr>
          <w:p w14:paraId="3555FD20"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61719504"/>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eHealth Dispense Record</w:t>
            </w:r>
          </w:p>
        </w:tc>
      </w:tr>
      <w:tr w:rsidR="005D4A4A" w:rsidRPr="001D349A" w14:paraId="4451C406" w14:textId="77777777" w:rsidTr="005D4A4A">
        <w:trPr>
          <w:cantSplit/>
          <w:trHeight w:val="403"/>
        </w:trPr>
        <w:tc>
          <w:tcPr>
            <w:tcW w:w="9923" w:type="dxa"/>
            <w:gridSpan w:val="5"/>
            <w:shd w:val="clear" w:color="auto" w:fill="auto"/>
          </w:tcPr>
          <w:p w14:paraId="7ED44F49" w14:textId="500F4918" w:rsidR="005D4A4A" w:rsidRDefault="0057222E" w:rsidP="001A2D85">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1254549721"/>
                <w14:checkbox>
                  <w14:checked w14:val="0"/>
                  <w14:checkedState w14:val="2612" w14:font="Tahoma"/>
                  <w14:uncheckedState w14:val="2610" w14:font="Tahoma"/>
                </w14:checkbox>
              </w:sdtPr>
              <w:sdtEndPr/>
              <w:sdtContent>
                <w:r w:rsidR="005D4A4A" w:rsidRPr="00CF4158">
                  <w:rPr>
                    <w:rFonts w:ascii="Tahoma" w:eastAsia="Meiryo" w:hAnsi="Tahoma" w:cs="Tahoma"/>
                    <w:color w:val="000000" w:themeColor="text1"/>
                    <w:szCs w:val="20"/>
                  </w:rPr>
                  <w:t>☐</w:t>
                </w:r>
              </w:sdtContent>
            </w:sdt>
            <w:r w:rsidR="005D4A4A" w:rsidRPr="00CF4158">
              <w:rPr>
                <w:rFonts w:ascii="Calibri" w:eastAsia="Meiryo" w:hAnsi="Calibri" w:cs="Calibri"/>
                <w:color w:val="000000" w:themeColor="text1"/>
                <w:szCs w:val="20"/>
              </w:rPr>
              <w:t xml:space="preserve"> </w:t>
            </w:r>
            <w:r w:rsidR="005D4A4A" w:rsidRPr="00CF4158">
              <w:rPr>
                <w:rFonts w:ascii="Calibri" w:hAnsi="Calibri" w:cs="Calibri"/>
                <w:color w:val="000000" w:themeColor="text1"/>
                <w:szCs w:val="20"/>
              </w:rPr>
              <w:t>Pharmacist Shared Medicines List</w:t>
            </w:r>
          </w:p>
        </w:tc>
      </w:tr>
      <w:tr w:rsidR="005D4A4A" w:rsidRPr="001D349A" w14:paraId="15E36EFD" w14:textId="77777777" w:rsidTr="005D4A4A">
        <w:trPr>
          <w:cantSplit/>
          <w:trHeight w:val="403"/>
        </w:trPr>
        <w:tc>
          <w:tcPr>
            <w:tcW w:w="9923" w:type="dxa"/>
            <w:gridSpan w:val="5"/>
            <w:shd w:val="clear" w:color="auto" w:fill="F2F2F2" w:themeFill="background1" w:themeFillShade="F2"/>
          </w:tcPr>
          <w:p w14:paraId="43388B5D" w14:textId="77777777" w:rsidR="005D4A4A" w:rsidRPr="001D349A" w:rsidRDefault="005D4A4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Personal health information</w:t>
            </w:r>
          </w:p>
        </w:tc>
      </w:tr>
      <w:tr w:rsidR="005D4A4A" w:rsidRPr="001D349A" w14:paraId="0C8F3064" w14:textId="77777777" w:rsidTr="005D4A4A">
        <w:trPr>
          <w:cantSplit/>
          <w:trHeight w:val="403"/>
        </w:trPr>
        <w:tc>
          <w:tcPr>
            <w:tcW w:w="9923" w:type="dxa"/>
            <w:gridSpan w:val="5"/>
            <w:shd w:val="clear" w:color="auto" w:fill="auto"/>
          </w:tcPr>
          <w:p w14:paraId="51259389"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588111304"/>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Personal Health Note (Consumer apps only)</w:t>
            </w:r>
          </w:p>
        </w:tc>
      </w:tr>
      <w:tr w:rsidR="005D4A4A" w:rsidRPr="001D349A" w14:paraId="7678A18B" w14:textId="77777777" w:rsidTr="005D4A4A">
        <w:trPr>
          <w:cantSplit/>
          <w:trHeight w:val="403"/>
        </w:trPr>
        <w:tc>
          <w:tcPr>
            <w:tcW w:w="9923" w:type="dxa"/>
            <w:gridSpan w:val="5"/>
            <w:shd w:val="clear" w:color="auto" w:fill="auto"/>
          </w:tcPr>
          <w:p w14:paraId="6C4014F0"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28535676"/>
                <w14:checkbox>
                  <w14:checked w14:val="0"/>
                  <w14:checkedState w14:val="2612" w14:font="Tahoma"/>
                  <w14:uncheckedState w14:val="2610" w14:font="Tahoma"/>
                </w14:checkbox>
              </w:sdtPr>
              <w:sdtEndPr/>
              <w:sdtContent>
                <w:r w:rsidR="005D4A4A">
                  <w:rPr>
                    <w:rFonts w:ascii="Tahoma" w:eastAsia="Meiryo" w:hAnsi="Tahoma" w:cs="Tahoma"/>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Personal Health Summary</w:t>
            </w:r>
          </w:p>
        </w:tc>
      </w:tr>
      <w:tr w:rsidR="005D4A4A" w:rsidRPr="001D349A" w14:paraId="71B60B4F" w14:textId="77777777" w:rsidTr="005D4A4A">
        <w:trPr>
          <w:cantSplit/>
          <w:trHeight w:val="403"/>
        </w:trPr>
        <w:tc>
          <w:tcPr>
            <w:tcW w:w="9923" w:type="dxa"/>
            <w:gridSpan w:val="5"/>
            <w:shd w:val="clear" w:color="auto" w:fill="F2F2F2" w:themeFill="background1" w:themeFillShade="F2"/>
          </w:tcPr>
          <w:p w14:paraId="1A28A047" w14:textId="77777777" w:rsidR="005D4A4A" w:rsidRPr="001D349A" w:rsidRDefault="005D4A4A" w:rsidP="001A2D85">
            <w:pPr>
              <w:pStyle w:val="ListParagraph"/>
              <w:keepNext/>
              <w:spacing w:after="0" w:line="240" w:lineRule="auto"/>
              <w:ind w:left="0"/>
              <w:rPr>
                <w:rFonts w:ascii="Calibri" w:hAnsi="Calibri" w:cs="Calibri"/>
                <w:b/>
                <w:i/>
                <w:color w:val="000000" w:themeColor="text1"/>
                <w:szCs w:val="20"/>
              </w:rPr>
            </w:pPr>
            <w:r w:rsidRPr="001D349A">
              <w:rPr>
                <w:rFonts w:ascii="Calibri" w:hAnsi="Calibri" w:cs="Calibri"/>
                <w:b/>
                <w:i/>
                <w:color w:val="000000" w:themeColor="text1"/>
                <w:szCs w:val="20"/>
              </w:rPr>
              <w:t>Advance care planning</w:t>
            </w:r>
          </w:p>
        </w:tc>
      </w:tr>
      <w:tr w:rsidR="005D4A4A" w:rsidRPr="001D349A" w14:paraId="704A6C8E" w14:textId="77777777" w:rsidTr="005D4A4A">
        <w:trPr>
          <w:cantSplit/>
          <w:trHeight w:val="403"/>
        </w:trPr>
        <w:tc>
          <w:tcPr>
            <w:tcW w:w="9923" w:type="dxa"/>
            <w:gridSpan w:val="5"/>
            <w:shd w:val="clear" w:color="auto" w:fill="auto"/>
          </w:tcPr>
          <w:p w14:paraId="6FDCC950"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2142645652"/>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Advance Care Planning Document</w:t>
            </w:r>
          </w:p>
        </w:tc>
      </w:tr>
      <w:tr w:rsidR="005D4A4A" w:rsidRPr="001D349A" w14:paraId="212B4FC9" w14:textId="77777777" w:rsidTr="005D4A4A">
        <w:trPr>
          <w:cantSplit/>
          <w:trHeight w:val="403"/>
        </w:trPr>
        <w:tc>
          <w:tcPr>
            <w:tcW w:w="9923" w:type="dxa"/>
            <w:gridSpan w:val="5"/>
            <w:shd w:val="clear" w:color="auto" w:fill="auto"/>
          </w:tcPr>
          <w:p w14:paraId="723388CE"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832712353"/>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Advance Care Directive Custodian Record (also referred to as Advance Care Document Custodian)</w:t>
            </w:r>
          </w:p>
        </w:tc>
      </w:tr>
      <w:tr w:rsidR="005D4A4A" w:rsidRPr="001D349A" w14:paraId="4C72D0AF" w14:textId="77777777" w:rsidTr="005D4A4A">
        <w:trPr>
          <w:cantSplit/>
          <w:trHeight w:val="403"/>
        </w:trPr>
        <w:tc>
          <w:tcPr>
            <w:tcW w:w="9923" w:type="dxa"/>
            <w:gridSpan w:val="5"/>
            <w:shd w:val="clear" w:color="auto" w:fill="F2F2F2" w:themeFill="background1" w:themeFillShade="F2"/>
          </w:tcPr>
          <w:p w14:paraId="1A47E8DA" w14:textId="77777777" w:rsidR="005D4A4A" w:rsidRPr="001D349A" w:rsidRDefault="005D4A4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Childhood development information</w:t>
            </w:r>
          </w:p>
        </w:tc>
      </w:tr>
      <w:tr w:rsidR="005D4A4A" w:rsidRPr="001D349A" w14:paraId="70615511" w14:textId="77777777" w:rsidTr="005D4A4A">
        <w:trPr>
          <w:cantSplit/>
          <w:trHeight w:val="403"/>
        </w:trPr>
        <w:tc>
          <w:tcPr>
            <w:tcW w:w="9923" w:type="dxa"/>
            <w:gridSpan w:val="5"/>
            <w:shd w:val="clear" w:color="auto" w:fill="auto"/>
          </w:tcPr>
          <w:p w14:paraId="6BBCAE80"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969590300"/>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Consumer Entered Achievements (Consumer apps only)</w:t>
            </w:r>
          </w:p>
        </w:tc>
      </w:tr>
      <w:tr w:rsidR="005D4A4A" w:rsidRPr="001D349A" w14:paraId="00CA2471" w14:textId="77777777" w:rsidTr="005D4A4A">
        <w:trPr>
          <w:cantSplit/>
          <w:trHeight w:val="403"/>
        </w:trPr>
        <w:tc>
          <w:tcPr>
            <w:tcW w:w="9923" w:type="dxa"/>
            <w:gridSpan w:val="5"/>
            <w:shd w:val="clear" w:color="auto" w:fill="auto"/>
          </w:tcPr>
          <w:p w14:paraId="61095A6B"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033566951"/>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Consumer Entered Measurements</w:t>
            </w:r>
          </w:p>
        </w:tc>
      </w:tr>
      <w:tr w:rsidR="005D4A4A" w:rsidRPr="001D349A" w14:paraId="18890EAE" w14:textId="77777777" w:rsidTr="005D4A4A">
        <w:trPr>
          <w:cantSplit/>
          <w:trHeight w:val="403"/>
        </w:trPr>
        <w:tc>
          <w:tcPr>
            <w:tcW w:w="9923" w:type="dxa"/>
            <w:gridSpan w:val="5"/>
            <w:shd w:val="clear" w:color="auto" w:fill="auto"/>
          </w:tcPr>
          <w:p w14:paraId="65E4B6F9"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371350672"/>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Child Parent Questionnaire</w:t>
            </w:r>
          </w:p>
        </w:tc>
      </w:tr>
      <w:tr w:rsidR="005D4A4A" w:rsidRPr="001D349A" w14:paraId="21B7F966" w14:textId="77777777" w:rsidTr="005D4A4A">
        <w:trPr>
          <w:cantSplit/>
          <w:trHeight w:val="403"/>
        </w:trPr>
        <w:tc>
          <w:tcPr>
            <w:tcW w:w="9923" w:type="dxa"/>
            <w:gridSpan w:val="5"/>
            <w:shd w:val="clear" w:color="auto" w:fill="F2F2F2" w:themeFill="background1" w:themeFillShade="F2"/>
          </w:tcPr>
          <w:p w14:paraId="69E4C397" w14:textId="77777777" w:rsidR="005D4A4A" w:rsidRPr="001D349A" w:rsidRDefault="005D4A4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Medicare records</w:t>
            </w:r>
          </w:p>
        </w:tc>
      </w:tr>
      <w:tr w:rsidR="005D4A4A" w:rsidRPr="001D349A" w14:paraId="3402D9B5" w14:textId="77777777" w:rsidTr="005D4A4A">
        <w:trPr>
          <w:cantSplit/>
          <w:trHeight w:val="403"/>
        </w:trPr>
        <w:tc>
          <w:tcPr>
            <w:tcW w:w="9923" w:type="dxa"/>
            <w:gridSpan w:val="5"/>
            <w:shd w:val="clear" w:color="auto" w:fill="auto"/>
          </w:tcPr>
          <w:p w14:paraId="29E79473"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374672765"/>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Medicare/DVA Benefits Report</w:t>
            </w:r>
          </w:p>
        </w:tc>
      </w:tr>
      <w:tr w:rsidR="005D4A4A" w:rsidRPr="001D349A" w14:paraId="1C95BA64" w14:textId="77777777" w:rsidTr="005D4A4A">
        <w:trPr>
          <w:cantSplit/>
          <w:trHeight w:val="403"/>
        </w:trPr>
        <w:tc>
          <w:tcPr>
            <w:tcW w:w="9923" w:type="dxa"/>
            <w:gridSpan w:val="5"/>
            <w:shd w:val="clear" w:color="auto" w:fill="auto"/>
          </w:tcPr>
          <w:p w14:paraId="6C66B1BE"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041014499"/>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Pharmaceutical Benefits Report</w:t>
            </w:r>
          </w:p>
        </w:tc>
      </w:tr>
      <w:tr w:rsidR="005D4A4A" w:rsidRPr="001D349A" w14:paraId="5D1288F2" w14:textId="77777777" w:rsidTr="005D4A4A">
        <w:trPr>
          <w:cantSplit/>
          <w:trHeight w:val="403"/>
        </w:trPr>
        <w:tc>
          <w:tcPr>
            <w:tcW w:w="9923" w:type="dxa"/>
            <w:gridSpan w:val="5"/>
            <w:shd w:val="clear" w:color="auto" w:fill="auto"/>
          </w:tcPr>
          <w:p w14:paraId="371C4660"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61920419"/>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Australian Organ Donor Register</w:t>
            </w:r>
          </w:p>
        </w:tc>
      </w:tr>
      <w:tr w:rsidR="005D4A4A" w:rsidRPr="001D349A" w14:paraId="6B3A1A02" w14:textId="77777777" w:rsidTr="005D4A4A">
        <w:trPr>
          <w:cantSplit/>
          <w:trHeight w:val="403"/>
        </w:trPr>
        <w:tc>
          <w:tcPr>
            <w:tcW w:w="9923" w:type="dxa"/>
            <w:gridSpan w:val="5"/>
            <w:shd w:val="clear" w:color="auto" w:fill="auto"/>
          </w:tcPr>
          <w:p w14:paraId="2B1C90FE" w14:textId="77777777" w:rsidR="005D4A4A" w:rsidRPr="001D349A" w:rsidRDefault="0057222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09069"/>
                <w14:checkbox>
                  <w14:checked w14:val="0"/>
                  <w14:checkedState w14:val="2612" w14:font="Tahoma"/>
                  <w14:uncheckedState w14:val="2610" w14:font="Tahoma"/>
                </w14:checkbox>
              </w:sdtPr>
              <w:sdtEndPr/>
              <w:sdtContent>
                <w:r w:rsidR="005D4A4A" w:rsidRPr="001D349A">
                  <w:rPr>
                    <w:rFonts w:ascii="Segoe UI Symbol" w:eastAsia="Meiryo" w:hAnsi="Segoe UI Symbol" w:cs="Segoe UI Symbol"/>
                    <w:color w:val="000000" w:themeColor="text1"/>
                    <w:szCs w:val="20"/>
                  </w:rPr>
                  <w:t>☐</w:t>
                </w:r>
              </w:sdtContent>
            </w:sdt>
            <w:r w:rsidR="005D4A4A" w:rsidRPr="001D349A">
              <w:rPr>
                <w:rFonts w:ascii="Calibri" w:hAnsi="Calibri" w:cs="Calibri"/>
                <w:color w:val="000000" w:themeColor="text1"/>
                <w:szCs w:val="20"/>
              </w:rPr>
              <w:t xml:space="preserve">  </w:t>
            </w:r>
            <w:r w:rsidR="005D4A4A" w:rsidRPr="001D349A">
              <w:rPr>
                <w:rFonts w:ascii="Calibri" w:eastAsia="Times New Roman" w:hAnsi="Calibri" w:cs="Calibri"/>
                <w:color w:val="000000"/>
                <w:szCs w:val="20"/>
                <w:lang w:eastAsia="en-AU"/>
              </w:rPr>
              <w:t>Australian Immunisation Register</w:t>
            </w:r>
          </w:p>
        </w:tc>
      </w:tr>
      <w:tr w:rsidR="006B0E1C" w:rsidRPr="001D349A" w14:paraId="6C65820A" w14:textId="77777777" w:rsidTr="005D4A4A">
        <w:trPr>
          <w:cantSplit/>
          <w:trHeight w:val="403"/>
        </w:trPr>
        <w:tc>
          <w:tcPr>
            <w:tcW w:w="9923" w:type="dxa"/>
            <w:gridSpan w:val="5"/>
            <w:shd w:val="clear" w:color="auto" w:fill="auto"/>
          </w:tcPr>
          <w:p w14:paraId="39A43A83" w14:textId="7C3AB128" w:rsidR="006B0E1C" w:rsidRDefault="0057222E" w:rsidP="006B0E1C">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426581036"/>
                <w14:checkbox>
                  <w14:checked w14:val="0"/>
                  <w14:checkedState w14:val="2612" w14:font="Tahoma"/>
                  <w14:uncheckedState w14:val="2610" w14:font="Tahoma"/>
                </w14:checkbox>
              </w:sdtPr>
              <w:sdtEndPr/>
              <w:sdtContent>
                <w:r w:rsidR="006B0E1C" w:rsidRPr="001D349A">
                  <w:rPr>
                    <w:rFonts w:ascii="Segoe UI Symbol" w:eastAsia="Meiryo" w:hAnsi="Segoe UI Symbol" w:cs="Segoe UI Symbol"/>
                    <w:color w:val="000000" w:themeColor="text1"/>
                    <w:szCs w:val="20"/>
                  </w:rPr>
                  <w:t>☐</w:t>
                </w:r>
              </w:sdtContent>
            </w:sdt>
            <w:r w:rsidR="006B0E1C" w:rsidRPr="001D349A">
              <w:rPr>
                <w:rFonts w:ascii="Calibri" w:hAnsi="Calibri" w:cs="Calibri"/>
                <w:color w:val="000000" w:themeColor="text1"/>
                <w:szCs w:val="20"/>
              </w:rPr>
              <w:t xml:space="preserve">  </w:t>
            </w:r>
            <w:r w:rsidR="006B0E1C" w:rsidRPr="006B0E1C">
              <w:rPr>
                <w:rFonts w:ascii="Calibri" w:eastAsia="Times New Roman" w:hAnsi="Calibri" w:cs="Calibri"/>
                <w:color w:val="000000"/>
                <w:szCs w:val="20"/>
                <w:lang w:eastAsia="en-AU"/>
              </w:rPr>
              <w:t>Immunisation History Statement</w:t>
            </w:r>
          </w:p>
        </w:tc>
      </w:tr>
      <w:tr w:rsidR="00E33D4E" w:rsidRPr="001D349A" w14:paraId="4384DE6E" w14:textId="77777777" w:rsidTr="005D4A4A">
        <w:trPr>
          <w:cantSplit/>
          <w:trHeight w:val="403"/>
        </w:trPr>
        <w:tc>
          <w:tcPr>
            <w:tcW w:w="9923" w:type="dxa"/>
            <w:gridSpan w:val="5"/>
            <w:shd w:val="clear" w:color="auto" w:fill="auto"/>
          </w:tcPr>
          <w:p w14:paraId="51BC653E" w14:textId="05627672" w:rsidR="00E33D4E" w:rsidRDefault="0057222E" w:rsidP="006B0E1C">
            <w:pPr>
              <w:pStyle w:val="ListParagraph"/>
              <w:spacing w:after="0" w:line="240" w:lineRule="auto"/>
              <w:ind w:left="0"/>
              <w:rPr>
                <w:rFonts w:ascii="Calibri" w:eastAsia="Meiryo" w:hAnsi="Calibri" w:cs="Calibri"/>
                <w:color w:val="000000" w:themeColor="text1"/>
                <w:szCs w:val="20"/>
              </w:rPr>
            </w:pPr>
            <w:sdt>
              <w:sdtPr>
                <w:rPr>
                  <w:rFonts w:ascii="Calibri" w:eastAsia="Times New Roman" w:hAnsi="Calibri" w:cs="Calibri"/>
                  <w:color w:val="000000"/>
                  <w:szCs w:val="20"/>
                  <w:lang w:eastAsia="en-AU"/>
                </w:rPr>
                <w:id w:val="101694156"/>
                <w14:checkbox>
                  <w14:checked w14:val="0"/>
                  <w14:checkedState w14:val="2612" w14:font="Tahoma"/>
                  <w14:uncheckedState w14:val="2610" w14:font="Tahoma"/>
                </w14:checkbox>
              </w:sdtPr>
              <w:sdtEndPr/>
              <w:sdtContent>
                <w:r w:rsidR="00E33D4E" w:rsidRPr="00FE7324">
                  <w:rPr>
                    <w:rFonts w:ascii="Segoe UI Symbol" w:eastAsia="Times New Roman" w:hAnsi="Segoe UI Symbol" w:cs="Segoe UI Symbol"/>
                    <w:color w:val="000000"/>
                    <w:szCs w:val="20"/>
                    <w:lang w:eastAsia="en-AU"/>
                  </w:rPr>
                  <w:t>☐</w:t>
                </w:r>
              </w:sdtContent>
            </w:sdt>
            <w:r w:rsidR="00E33D4E" w:rsidRPr="00FE7324">
              <w:rPr>
                <w:rFonts w:ascii="Calibri" w:eastAsia="Times New Roman" w:hAnsi="Calibri" w:cs="Calibri"/>
                <w:color w:val="000000"/>
                <w:szCs w:val="20"/>
                <w:lang w:eastAsia="en-AU"/>
              </w:rPr>
              <w:t xml:space="preserve"> Covid Digital Certificate</w:t>
            </w:r>
          </w:p>
        </w:tc>
      </w:tr>
      <w:tr w:rsidR="006B0E1C" w:rsidRPr="001D349A" w14:paraId="5F4C70B1" w14:textId="77777777" w:rsidTr="005D4A4A">
        <w:trPr>
          <w:cantSplit/>
          <w:trHeight w:val="403"/>
        </w:trPr>
        <w:tc>
          <w:tcPr>
            <w:tcW w:w="9923" w:type="dxa"/>
            <w:gridSpan w:val="5"/>
            <w:shd w:val="clear" w:color="auto" w:fill="F2F2F2" w:themeFill="background1" w:themeFillShade="F2"/>
          </w:tcPr>
          <w:p w14:paraId="610C1195" w14:textId="77777777" w:rsidR="006B0E1C" w:rsidRPr="001D349A" w:rsidRDefault="006B0E1C" w:rsidP="006B0E1C">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Other</w:t>
            </w:r>
          </w:p>
        </w:tc>
      </w:tr>
      <w:tr w:rsidR="006B0E1C" w:rsidRPr="001D349A" w14:paraId="3AE07E21" w14:textId="77777777" w:rsidTr="005D4A4A">
        <w:trPr>
          <w:cantSplit/>
          <w:trHeight w:val="403"/>
        </w:trPr>
        <w:tc>
          <w:tcPr>
            <w:tcW w:w="3691" w:type="dxa"/>
            <w:gridSpan w:val="2"/>
            <w:shd w:val="clear" w:color="auto" w:fill="auto"/>
          </w:tcPr>
          <w:p w14:paraId="128C10D1" w14:textId="77777777" w:rsidR="006B0E1C" w:rsidRPr="001D349A" w:rsidRDefault="0057222E" w:rsidP="006B0E1C">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2981523"/>
                <w14:checkbox>
                  <w14:checked w14:val="0"/>
                  <w14:checkedState w14:val="2612" w14:font="Tahoma"/>
                  <w14:uncheckedState w14:val="2610" w14:font="Tahoma"/>
                </w14:checkbox>
              </w:sdtPr>
              <w:sdtEndPr/>
              <w:sdtContent>
                <w:r w:rsidR="006B0E1C" w:rsidRPr="001D349A">
                  <w:rPr>
                    <w:rFonts w:ascii="Segoe UI Symbol" w:eastAsia="Meiryo" w:hAnsi="Segoe UI Symbol" w:cs="Segoe UI Symbol"/>
                    <w:color w:val="000000" w:themeColor="text1"/>
                    <w:szCs w:val="20"/>
                  </w:rPr>
                  <w:t>☐</w:t>
                </w:r>
              </w:sdtContent>
            </w:sdt>
            <w:r w:rsidR="006B0E1C" w:rsidRPr="001D349A">
              <w:rPr>
                <w:rFonts w:ascii="Calibri" w:hAnsi="Calibri" w:cs="Calibri"/>
                <w:color w:val="000000" w:themeColor="text1"/>
                <w:szCs w:val="20"/>
              </w:rPr>
              <w:t xml:space="preserve">  </w:t>
            </w:r>
            <w:r w:rsidR="006B0E1C" w:rsidRPr="001D349A">
              <w:rPr>
                <w:rFonts w:ascii="Calibri" w:eastAsia="Times New Roman" w:hAnsi="Calibri" w:cs="Calibri"/>
                <w:color w:val="000000"/>
                <w:szCs w:val="20"/>
                <w:lang w:eastAsia="en-AU"/>
              </w:rPr>
              <w:t>Other (</w:t>
            </w:r>
            <w:r w:rsidR="006B0E1C" w:rsidRPr="001D349A">
              <w:rPr>
                <w:rFonts w:ascii="Calibri" w:eastAsia="Times New Roman" w:hAnsi="Calibri" w:cs="Calibri"/>
                <w:i/>
                <w:color w:val="000000"/>
                <w:szCs w:val="20"/>
                <w:lang w:eastAsia="en-AU"/>
              </w:rPr>
              <w:t>Please specify</w:t>
            </w:r>
            <w:r w:rsidR="006B0E1C" w:rsidRPr="001D349A">
              <w:rPr>
                <w:rFonts w:ascii="Calibri" w:eastAsia="Times New Roman" w:hAnsi="Calibri" w:cs="Calibri"/>
                <w:color w:val="000000"/>
                <w:szCs w:val="20"/>
                <w:lang w:eastAsia="en-AU"/>
              </w:rPr>
              <w:t>)</w:t>
            </w:r>
          </w:p>
        </w:tc>
        <w:tc>
          <w:tcPr>
            <w:tcW w:w="6232" w:type="dxa"/>
            <w:gridSpan w:val="3"/>
            <w:shd w:val="clear" w:color="auto" w:fill="auto"/>
          </w:tcPr>
          <w:p w14:paraId="226DE597" w14:textId="77777777" w:rsidR="006B0E1C" w:rsidRPr="001D349A" w:rsidRDefault="006B0E1C" w:rsidP="006B0E1C">
            <w:pPr>
              <w:pStyle w:val="ListParagraph"/>
              <w:spacing w:after="0" w:line="240" w:lineRule="auto"/>
              <w:ind w:left="0"/>
              <w:rPr>
                <w:rFonts w:ascii="Calibri" w:hAnsi="Calibri" w:cs="Calibri"/>
                <w:color w:val="000000" w:themeColor="text1"/>
                <w:szCs w:val="20"/>
              </w:rPr>
            </w:pPr>
          </w:p>
        </w:tc>
      </w:tr>
    </w:tbl>
    <w:p w14:paraId="7AE16A9C" w14:textId="77777777" w:rsidR="005D4A4A" w:rsidRDefault="005D4A4A"/>
    <w:tbl>
      <w:tblPr>
        <w:tblStyle w:val="TableGrid"/>
        <w:tblW w:w="9923" w:type="dxa"/>
        <w:tblInd w:w="-5" w:type="dxa"/>
        <w:tblLayout w:type="fixed"/>
        <w:tblLook w:val="04A0" w:firstRow="1" w:lastRow="0" w:firstColumn="1" w:lastColumn="0" w:noHBand="0" w:noVBand="1"/>
      </w:tblPr>
      <w:tblGrid>
        <w:gridCol w:w="1773"/>
        <w:gridCol w:w="637"/>
        <w:gridCol w:w="3827"/>
        <w:gridCol w:w="1985"/>
        <w:gridCol w:w="1701"/>
      </w:tblGrid>
      <w:tr w:rsidR="001D349A" w:rsidRPr="001D349A" w14:paraId="0CF4905D" w14:textId="77777777" w:rsidTr="005D4A4A">
        <w:trPr>
          <w:cantSplit/>
          <w:trHeight w:val="424"/>
        </w:trPr>
        <w:tc>
          <w:tcPr>
            <w:tcW w:w="9923" w:type="dxa"/>
            <w:gridSpan w:val="5"/>
            <w:shd w:val="clear" w:color="auto" w:fill="000000" w:themeFill="text1"/>
            <w:vAlign w:val="center"/>
          </w:tcPr>
          <w:p w14:paraId="51538A7C" w14:textId="77777777" w:rsidR="001D349A" w:rsidRPr="005C6136" w:rsidRDefault="001D349A" w:rsidP="001A2D85">
            <w:pPr>
              <w:rPr>
                <w:rFonts w:cs="Calibri"/>
                <w:b/>
              </w:rPr>
            </w:pPr>
            <w:r w:rsidRPr="005C6136">
              <w:rPr>
                <w:rFonts w:cs="Calibri"/>
                <w:b/>
              </w:rPr>
              <w:t xml:space="preserve">6. Supporting Information and Acknowledgement </w:t>
            </w:r>
          </w:p>
        </w:tc>
      </w:tr>
      <w:tr w:rsidR="001D349A" w:rsidRPr="001D349A" w14:paraId="2028369E" w14:textId="77777777" w:rsidTr="005D4A4A">
        <w:trPr>
          <w:cantSplit/>
          <w:trHeight w:val="237"/>
        </w:trPr>
        <w:tc>
          <w:tcPr>
            <w:tcW w:w="9923" w:type="dxa"/>
            <w:gridSpan w:val="5"/>
            <w:tcBorders>
              <w:right w:val="single" w:sz="4" w:space="0" w:color="auto"/>
            </w:tcBorders>
            <w:shd w:val="clear" w:color="auto" w:fill="D9D9D9" w:themeFill="background1" w:themeFillShade="D9"/>
          </w:tcPr>
          <w:p w14:paraId="1D53070B" w14:textId="77777777" w:rsidR="001D349A" w:rsidRPr="005C6136" w:rsidRDefault="001D349A" w:rsidP="001A2D85">
            <w:pPr>
              <w:rPr>
                <w:rFonts w:cs="Calibri"/>
              </w:rPr>
            </w:pPr>
            <w:r w:rsidRPr="005C6136">
              <w:rPr>
                <w:rFonts w:cs="Calibri"/>
                <w:b/>
              </w:rPr>
              <w:t>6.1 Supporting Documents and Information</w:t>
            </w:r>
          </w:p>
          <w:p w14:paraId="154200DF" w14:textId="77777777" w:rsidR="001D349A" w:rsidRPr="001D349A" w:rsidRDefault="001D349A" w:rsidP="001A2D85">
            <w:pPr>
              <w:rPr>
                <w:rFonts w:cs="Calibri"/>
                <w:i/>
                <w:sz w:val="20"/>
                <w:szCs w:val="20"/>
              </w:rPr>
            </w:pPr>
            <w:r w:rsidRPr="001D349A">
              <w:rPr>
                <w:rFonts w:cs="Calibri"/>
                <w:i/>
                <w:sz w:val="20"/>
                <w:szCs w:val="20"/>
              </w:rPr>
              <w:t>This information will be used by the System Operator to understand how your app conforms to key mandatory requirements and recommended guidelines outlined in the Interoperability Requirements and should be included as attachments in the form submission email you send to the My Health Record Operations Team.</w:t>
            </w:r>
          </w:p>
        </w:tc>
      </w:tr>
      <w:tr w:rsidR="001D349A" w:rsidRPr="001D349A" w14:paraId="18AAF6D1" w14:textId="77777777" w:rsidTr="005D4A4A">
        <w:trPr>
          <w:cantSplit/>
          <w:trHeight w:val="340"/>
        </w:trPr>
        <w:tc>
          <w:tcPr>
            <w:tcW w:w="9923" w:type="dxa"/>
            <w:gridSpan w:val="5"/>
            <w:tcBorders>
              <w:bottom w:val="dotted" w:sz="4" w:space="0" w:color="auto"/>
              <w:right w:val="single" w:sz="4" w:space="0" w:color="auto"/>
            </w:tcBorders>
            <w:shd w:val="clear" w:color="auto" w:fill="F2F2F2" w:themeFill="background1" w:themeFillShade="F2"/>
          </w:tcPr>
          <w:p w14:paraId="41C40970" w14:textId="77777777" w:rsidR="001D349A" w:rsidRPr="001D349A" w:rsidRDefault="001D349A" w:rsidP="001A2D85">
            <w:pPr>
              <w:keepNext/>
              <w:keepLines/>
              <w:rPr>
                <w:rFonts w:cs="Calibri"/>
                <w:b/>
                <w:color w:val="000000" w:themeColor="text1"/>
                <w:sz w:val="20"/>
                <w:szCs w:val="20"/>
              </w:rPr>
            </w:pPr>
            <w:r w:rsidRPr="001D349A">
              <w:rPr>
                <w:rFonts w:cs="Calibri"/>
                <w:b/>
                <w:color w:val="000000" w:themeColor="text1"/>
                <w:sz w:val="20"/>
                <w:szCs w:val="20"/>
              </w:rPr>
              <w:t>6.1.1 Consent</w:t>
            </w:r>
          </w:p>
        </w:tc>
      </w:tr>
      <w:tr w:rsidR="001D349A" w:rsidRPr="001D349A" w14:paraId="2B91240F" w14:textId="77777777" w:rsidTr="005D4A4A">
        <w:trPr>
          <w:cantSplit/>
        </w:trPr>
        <w:tc>
          <w:tcPr>
            <w:tcW w:w="9923" w:type="dxa"/>
            <w:gridSpan w:val="5"/>
            <w:tcBorders>
              <w:bottom w:val="dotted" w:sz="4" w:space="0" w:color="auto"/>
              <w:right w:val="single" w:sz="4" w:space="0" w:color="auto"/>
            </w:tcBorders>
            <w:shd w:val="clear" w:color="auto" w:fill="FFFFFF" w:themeFill="background1"/>
          </w:tcPr>
          <w:p w14:paraId="71CB5D54" w14:textId="77777777" w:rsidR="001D349A" w:rsidRPr="001D349A" w:rsidRDefault="001D349A" w:rsidP="001A2D85">
            <w:pPr>
              <w:rPr>
                <w:rFonts w:cs="Calibri"/>
                <w:i/>
                <w:sz w:val="20"/>
                <w:szCs w:val="20"/>
              </w:rPr>
            </w:pPr>
            <w:r w:rsidRPr="001D349A">
              <w:rPr>
                <w:rFonts w:cs="Calibri"/>
                <w:i/>
                <w:sz w:val="20"/>
                <w:szCs w:val="20"/>
              </w:rPr>
              <w:t>Attachments must include:</w:t>
            </w:r>
          </w:p>
          <w:p w14:paraId="21C86291" w14:textId="2CA1B586" w:rsidR="001D349A" w:rsidRPr="00BE2394" w:rsidRDefault="001D349A" w:rsidP="00BE2394">
            <w:pPr>
              <w:pStyle w:val="ListParagraph"/>
              <w:numPr>
                <w:ilvl w:val="0"/>
                <w:numId w:val="33"/>
              </w:numPr>
              <w:rPr>
                <w:rFonts w:ascii="Calibri" w:hAnsi="Calibri" w:cs="Calibri"/>
                <w:szCs w:val="20"/>
              </w:rPr>
            </w:pPr>
            <w:r w:rsidRPr="00BE2394">
              <w:rPr>
                <w:rFonts w:ascii="Calibri" w:hAnsi="Calibri" w:cs="Calibri"/>
                <w:szCs w:val="20"/>
              </w:rPr>
              <w:t xml:space="preserve">All screenshots that demonstrate how your app will gather consent, covering the consent flows described in the </w:t>
            </w:r>
            <w:r w:rsidRPr="00BE2394">
              <w:rPr>
                <w:rFonts w:ascii="Calibri" w:hAnsi="Calibri" w:cs="Calibri"/>
                <w:i/>
                <w:szCs w:val="20"/>
              </w:rPr>
              <w:t>My Health Record FHIR Gateway – Consent Requirements and Guidelines</w:t>
            </w:r>
            <w:r w:rsidRPr="00BE2394">
              <w:rPr>
                <w:rFonts w:ascii="Calibri" w:hAnsi="Calibri" w:cs="Calibri"/>
                <w:szCs w:val="20"/>
              </w:rPr>
              <w:t>.</w:t>
            </w:r>
          </w:p>
          <w:p w14:paraId="1F7A22AE" w14:textId="77777777" w:rsidR="001D349A" w:rsidRPr="00BE2394" w:rsidRDefault="001D349A" w:rsidP="00BE2394">
            <w:pPr>
              <w:pStyle w:val="ListParagraph"/>
              <w:numPr>
                <w:ilvl w:val="0"/>
                <w:numId w:val="33"/>
              </w:numPr>
              <w:rPr>
                <w:rFonts w:cs="Calibri"/>
                <w:szCs w:val="20"/>
              </w:rPr>
            </w:pPr>
            <w:r w:rsidRPr="00BE2394">
              <w:rPr>
                <w:rFonts w:ascii="Calibri" w:hAnsi="Calibri" w:cs="Calibri"/>
                <w:szCs w:val="20"/>
              </w:rPr>
              <w:t xml:space="preserve">App logo to be displayed on the My Health Record website. </w:t>
            </w:r>
            <w:r w:rsidRPr="00BE2394">
              <w:rPr>
                <w:rFonts w:ascii="Calibri" w:hAnsi="Calibri" w:cs="Calibri"/>
                <w:szCs w:val="20"/>
              </w:rPr>
              <w:br/>
            </w:r>
            <w:r w:rsidRPr="00BE2394">
              <w:rPr>
                <w:rFonts w:ascii="Calibri" w:hAnsi="Calibri" w:cs="Calibri"/>
                <w:b/>
                <w:szCs w:val="20"/>
              </w:rPr>
              <w:t>Note:</w:t>
            </w:r>
            <w:r w:rsidRPr="00BE2394">
              <w:rPr>
                <w:rFonts w:ascii="Calibri" w:hAnsi="Calibri" w:cs="Calibri"/>
                <w:szCs w:val="20"/>
              </w:rPr>
              <w:t xml:space="preserve"> The logo needs to be provided in colour, PNG format, size 300x300 pixels.</w:t>
            </w:r>
          </w:p>
        </w:tc>
      </w:tr>
      <w:tr w:rsidR="001D349A" w:rsidRPr="001D349A" w14:paraId="6599C424" w14:textId="77777777" w:rsidTr="005D4A4A">
        <w:trPr>
          <w:cantSplit/>
          <w:trHeight w:val="340"/>
        </w:trPr>
        <w:tc>
          <w:tcPr>
            <w:tcW w:w="9923" w:type="dxa"/>
            <w:gridSpan w:val="5"/>
            <w:tcBorders>
              <w:right w:val="single" w:sz="4" w:space="0" w:color="auto"/>
            </w:tcBorders>
            <w:shd w:val="clear" w:color="auto" w:fill="F2F2F2" w:themeFill="background1" w:themeFillShade="F2"/>
          </w:tcPr>
          <w:p w14:paraId="7A212BC9" w14:textId="77777777" w:rsidR="001D349A" w:rsidRPr="001D349A" w:rsidRDefault="001D349A" w:rsidP="001A2D85">
            <w:pPr>
              <w:keepNext/>
              <w:keepLines/>
              <w:rPr>
                <w:rFonts w:cs="Calibri"/>
                <w:b/>
                <w:sz w:val="20"/>
                <w:szCs w:val="20"/>
              </w:rPr>
            </w:pPr>
            <w:r w:rsidRPr="001D349A">
              <w:rPr>
                <w:rFonts w:cs="Calibri"/>
                <w:b/>
                <w:sz w:val="20"/>
                <w:szCs w:val="20"/>
              </w:rPr>
              <w:t>6.1.2 My Health Record Branding</w:t>
            </w:r>
          </w:p>
        </w:tc>
      </w:tr>
      <w:tr w:rsidR="001D349A" w:rsidRPr="001D349A" w14:paraId="2E4269BC" w14:textId="77777777" w:rsidTr="005D4A4A">
        <w:trPr>
          <w:cantSplit/>
          <w:trHeight w:val="604"/>
        </w:trPr>
        <w:tc>
          <w:tcPr>
            <w:tcW w:w="9923" w:type="dxa"/>
            <w:gridSpan w:val="5"/>
            <w:tcBorders>
              <w:right w:val="single" w:sz="4" w:space="0" w:color="auto"/>
            </w:tcBorders>
            <w:shd w:val="clear" w:color="auto" w:fill="FFFFFF" w:themeFill="background1"/>
          </w:tcPr>
          <w:p w14:paraId="57067850" w14:textId="77777777" w:rsidR="001D349A" w:rsidRPr="001D349A" w:rsidRDefault="00910989" w:rsidP="00910989">
            <w:pPr>
              <w:rPr>
                <w:rFonts w:cs="Calibri"/>
                <w:sz w:val="20"/>
                <w:szCs w:val="20"/>
              </w:rPr>
            </w:pPr>
            <w:r>
              <w:rPr>
                <w:rFonts w:cs="Calibri"/>
                <w:color w:val="000000" w:themeColor="text1"/>
                <w:sz w:val="20"/>
                <w:szCs w:val="20"/>
              </w:rPr>
              <w:t>Attachments must include a</w:t>
            </w:r>
            <w:r w:rsidR="001D349A" w:rsidRPr="001D349A">
              <w:rPr>
                <w:rFonts w:cs="Calibri"/>
                <w:sz w:val="20"/>
                <w:szCs w:val="20"/>
              </w:rPr>
              <w:t>ll screenshots that reference M</w:t>
            </w:r>
            <w:r w:rsidR="00B91E8A">
              <w:rPr>
                <w:rFonts w:cs="Calibri"/>
                <w:sz w:val="20"/>
                <w:szCs w:val="20"/>
              </w:rPr>
              <w:t>y Health Record, including text-</w:t>
            </w:r>
            <w:r w:rsidR="001D349A" w:rsidRPr="001D349A">
              <w:rPr>
                <w:rFonts w:cs="Calibri"/>
                <w:sz w:val="20"/>
                <w:szCs w:val="20"/>
              </w:rPr>
              <w:t>based references and logos.</w:t>
            </w:r>
          </w:p>
        </w:tc>
      </w:tr>
      <w:tr w:rsidR="001D349A" w:rsidRPr="001D349A" w14:paraId="3C3CA0CA" w14:textId="77777777" w:rsidTr="005D4A4A">
        <w:trPr>
          <w:cantSplit/>
          <w:trHeight w:val="325"/>
        </w:trPr>
        <w:tc>
          <w:tcPr>
            <w:tcW w:w="9923" w:type="dxa"/>
            <w:gridSpan w:val="5"/>
            <w:tcBorders>
              <w:right w:val="single" w:sz="4" w:space="0" w:color="auto"/>
            </w:tcBorders>
            <w:shd w:val="clear" w:color="auto" w:fill="F2F2F2" w:themeFill="background1" w:themeFillShade="F2"/>
          </w:tcPr>
          <w:p w14:paraId="44DF0E83" w14:textId="77777777" w:rsidR="001D349A" w:rsidRPr="001D349A" w:rsidRDefault="001D349A" w:rsidP="001A2D85">
            <w:pPr>
              <w:rPr>
                <w:rFonts w:cs="Calibri"/>
                <w:b/>
                <w:sz w:val="20"/>
                <w:szCs w:val="20"/>
              </w:rPr>
            </w:pPr>
            <w:r w:rsidRPr="001D349A">
              <w:rPr>
                <w:rFonts w:cs="Calibri"/>
                <w:sz w:val="20"/>
                <w:szCs w:val="20"/>
              </w:rPr>
              <w:br w:type="page"/>
            </w:r>
            <w:r w:rsidRPr="001D349A">
              <w:rPr>
                <w:rFonts w:cs="Calibri"/>
                <w:b/>
                <w:sz w:val="20"/>
                <w:szCs w:val="20"/>
              </w:rPr>
              <w:t>6.1.3 Access revocation instructions</w:t>
            </w:r>
          </w:p>
        </w:tc>
      </w:tr>
      <w:tr w:rsidR="001D349A" w:rsidRPr="001D349A" w14:paraId="7EC03C76" w14:textId="77777777" w:rsidTr="005D4A4A">
        <w:trPr>
          <w:cantSplit/>
          <w:trHeight w:val="183"/>
        </w:trPr>
        <w:tc>
          <w:tcPr>
            <w:tcW w:w="9923" w:type="dxa"/>
            <w:gridSpan w:val="5"/>
            <w:tcBorders>
              <w:right w:val="single" w:sz="4" w:space="0" w:color="auto"/>
            </w:tcBorders>
            <w:shd w:val="clear" w:color="auto" w:fill="FFFFFF" w:themeFill="background1"/>
          </w:tcPr>
          <w:p w14:paraId="7CF1401E" w14:textId="77777777" w:rsidR="001D349A" w:rsidRPr="001D349A" w:rsidRDefault="001D349A" w:rsidP="001A2D85">
            <w:pPr>
              <w:rPr>
                <w:rFonts w:cs="Calibri"/>
                <w:i/>
                <w:sz w:val="20"/>
                <w:szCs w:val="20"/>
              </w:rPr>
            </w:pPr>
            <w:r w:rsidRPr="001D349A">
              <w:rPr>
                <w:rFonts w:cs="Calibri"/>
                <w:i/>
                <w:sz w:val="20"/>
                <w:szCs w:val="20"/>
              </w:rPr>
              <w:t>Attachments must include:</w:t>
            </w:r>
          </w:p>
          <w:p w14:paraId="4E35BDD4" w14:textId="77777777" w:rsidR="001D349A" w:rsidRPr="001D349A" w:rsidRDefault="001D349A" w:rsidP="001A2D85">
            <w:pPr>
              <w:ind w:left="317"/>
              <w:rPr>
                <w:rFonts w:cs="Calibri"/>
                <w:b/>
                <w:sz w:val="20"/>
                <w:szCs w:val="20"/>
              </w:rPr>
            </w:pPr>
            <w:r w:rsidRPr="001D349A">
              <w:rPr>
                <w:rFonts w:cs="Calibri"/>
                <w:sz w:val="20"/>
                <w:szCs w:val="20"/>
              </w:rPr>
              <w:t>Screenshots that demonstrate the in-app information describing how an app user can revoke the app's access to their My Health Record using the National Consumer Portal.</w:t>
            </w:r>
          </w:p>
        </w:tc>
      </w:tr>
      <w:tr w:rsidR="001D349A" w:rsidRPr="001D349A" w14:paraId="396FC798" w14:textId="77777777" w:rsidTr="005D4A4A">
        <w:trPr>
          <w:cantSplit/>
          <w:trHeight w:val="237"/>
        </w:trPr>
        <w:tc>
          <w:tcPr>
            <w:tcW w:w="9923" w:type="dxa"/>
            <w:gridSpan w:val="5"/>
            <w:tcBorders>
              <w:right w:val="single" w:sz="4" w:space="0" w:color="auto"/>
            </w:tcBorders>
            <w:shd w:val="clear" w:color="auto" w:fill="D9D9D9" w:themeFill="background1" w:themeFillShade="D9"/>
          </w:tcPr>
          <w:p w14:paraId="2FDC81E4" w14:textId="77777777" w:rsidR="001D349A" w:rsidRPr="005C6136" w:rsidRDefault="001D349A" w:rsidP="001A2D85">
            <w:pPr>
              <w:keepNext/>
              <w:keepLines/>
              <w:rPr>
                <w:rFonts w:cs="Calibri"/>
                <w:b/>
              </w:rPr>
            </w:pPr>
            <w:r w:rsidRPr="005C6136">
              <w:rPr>
                <w:rFonts w:cs="Calibri"/>
                <w:b/>
              </w:rPr>
              <w:t>6.2 Are there any special conditions that your organisation would like considered when requesting My Health Record Production Environment access?</w:t>
            </w:r>
          </w:p>
        </w:tc>
      </w:tr>
      <w:tr w:rsidR="001D349A" w:rsidRPr="001D349A" w14:paraId="18B293E5" w14:textId="77777777" w:rsidTr="005D4A4A">
        <w:trPr>
          <w:cantSplit/>
          <w:trHeight w:val="521"/>
        </w:trPr>
        <w:tc>
          <w:tcPr>
            <w:tcW w:w="1773" w:type="dxa"/>
            <w:tcBorders>
              <w:right w:val="single" w:sz="4" w:space="0" w:color="auto"/>
            </w:tcBorders>
            <w:shd w:val="clear" w:color="auto" w:fill="auto"/>
            <w:vAlign w:val="center"/>
          </w:tcPr>
          <w:p w14:paraId="1048DBCD" w14:textId="0CBBB667" w:rsidR="00F86858" w:rsidRDefault="001D349A" w:rsidP="001A2D85">
            <w:pPr>
              <w:rPr>
                <w:rFonts w:cs="Calibri"/>
                <w:sz w:val="20"/>
                <w:szCs w:val="20"/>
              </w:rPr>
            </w:pPr>
            <w:r w:rsidRPr="001D349A">
              <w:rPr>
                <w:rFonts w:cs="Calibri"/>
                <w:sz w:val="20"/>
                <w:szCs w:val="20"/>
              </w:rPr>
              <w:object w:dxaOrig="225" w:dyaOrig="225" w14:anchorId="32B29F2D">
                <v:shape id="_x0000_i1069" type="#_x0000_t75" style="width:39.5pt;height:18.5pt" o:ole="">
                  <v:imagedata r:id="rId39" o:title=""/>
                </v:shape>
                <w:control r:id="rId40" w:name="SpecCond" w:shapeid="_x0000_i1069"/>
              </w:object>
            </w:r>
          </w:p>
          <w:p w14:paraId="5625092F" w14:textId="77777777" w:rsidR="001D349A" w:rsidRPr="001D349A" w:rsidRDefault="001D349A" w:rsidP="001A2D85">
            <w:pPr>
              <w:rPr>
                <w:rFonts w:cs="Calibri"/>
                <w:color w:val="000000" w:themeColor="text1"/>
                <w:sz w:val="20"/>
                <w:szCs w:val="20"/>
              </w:rPr>
            </w:pPr>
            <w:r w:rsidRPr="001D349A">
              <w:rPr>
                <w:rFonts w:cs="Calibri"/>
                <w:i/>
                <w:color w:val="000000" w:themeColor="text1"/>
                <w:sz w:val="20"/>
                <w:szCs w:val="20"/>
              </w:rPr>
              <w:t>(Please specify)</w:t>
            </w:r>
          </w:p>
        </w:tc>
        <w:tc>
          <w:tcPr>
            <w:tcW w:w="8150" w:type="dxa"/>
            <w:gridSpan w:val="4"/>
            <w:vMerge w:val="restart"/>
            <w:tcBorders>
              <w:top w:val="single" w:sz="4" w:space="0" w:color="auto"/>
              <w:left w:val="single" w:sz="4" w:space="0" w:color="auto"/>
              <w:right w:val="single" w:sz="4" w:space="0" w:color="auto"/>
            </w:tcBorders>
            <w:shd w:val="clear" w:color="auto" w:fill="FFFFFF" w:themeFill="background1"/>
          </w:tcPr>
          <w:p w14:paraId="65DE3560" w14:textId="77777777" w:rsidR="001D349A" w:rsidRPr="001D349A" w:rsidRDefault="001D349A" w:rsidP="001A2D85">
            <w:pPr>
              <w:rPr>
                <w:rFonts w:cs="Calibri"/>
                <w:sz w:val="20"/>
                <w:szCs w:val="20"/>
              </w:rPr>
            </w:pPr>
          </w:p>
        </w:tc>
      </w:tr>
      <w:tr w:rsidR="001D349A" w:rsidRPr="001D349A" w14:paraId="45F26431" w14:textId="77777777" w:rsidTr="005D4A4A">
        <w:trPr>
          <w:cantSplit/>
          <w:trHeight w:val="529"/>
        </w:trPr>
        <w:tc>
          <w:tcPr>
            <w:tcW w:w="1773" w:type="dxa"/>
            <w:tcBorders>
              <w:right w:val="single" w:sz="4" w:space="0" w:color="auto"/>
            </w:tcBorders>
            <w:shd w:val="clear" w:color="auto" w:fill="auto"/>
            <w:vAlign w:val="center"/>
          </w:tcPr>
          <w:p w14:paraId="15E080E0" w14:textId="3202061B" w:rsidR="001D349A" w:rsidRPr="001D349A" w:rsidRDefault="001D349A" w:rsidP="001A2D85">
            <w:pPr>
              <w:rPr>
                <w:rFonts w:cs="Calibri"/>
                <w:color w:val="000000" w:themeColor="text1"/>
                <w:sz w:val="20"/>
                <w:szCs w:val="20"/>
              </w:rPr>
            </w:pPr>
            <w:r w:rsidRPr="001D349A">
              <w:rPr>
                <w:rFonts w:cs="Calibri"/>
                <w:sz w:val="20"/>
                <w:szCs w:val="20"/>
              </w:rPr>
              <w:object w:dxaOrig="225" w:dyaOrig="225" w14:anchorId="0991617C">
                <v:shape id="_x0000_i1071" type="#_x0000_t75" style="width:39.5pt;height:18.5pt" o:ole="">
                  <v:imagedata r:id="rId41" o:title=""/>
                </v:shape>
                <w:control r:id="rId42" w:name="SpecCond1" w:shapeid="_x0000_i1071"/>
              </w:object>
            </w:r>
          </w:p>
        </w:tc>
        <w:tc>
          <w:tcPr>
            <w:tcW w:w="8150" w:type="dxa"/>
            <w:gridSpan w:val="4"/>
            <w:vMerge/>
            <w:tcBorders>
              <w:left w:val="single" w:sz="4" w:space="0" w:color="auto"/>
              <w:bottom w:val="single" w:sz="4" w:space="0" w:color="auto"/>
              <w:right w:val="single" w:sz="4" w:space="0" w:color="auto"/>
            </w:tcBorders>
            <w:shd w:val="clear" w:color="auto" w:fill="FFFFFF" w:themeFill="background1"/>
          </w:tcPr>
          <w:p w14:paraId="60BCCC31" w14:textId="77777777" w:rsidR="001D349A" w:rsidRPr="001D349A" w:rsidRDefault="001D349A" w:rsidP="001A2D85">
            <w:pPr>
              <w:rPr>
                <w:rFonts w:cs="Calibri"/>
                <w:color w:val="000000" w:themeColor="text1"/>
                <w:sz w:val="20"/>
                <w:szCs w:val="20"/>
              </w:rPr>
            </w:pPr>
          </w:p>
        </w:tc>
      </w:tr>
      <w:tr w:rsidR="001D349A" w:rsidRPr="001D349A" w14:paraId="120AD60D" w14:textId="77777777" w:rsidTr="005D4A4A">
        <w:trPr>
          <w:cantSplit/>
          <w:trHeight w:val="359"/>
        </w:trPr>
        <w:tc>
          <w:tcPr>
            <w:tcW w:w="9923" w:type="dxa"/>
            <w:gridSpan w:val="5"/>
            <w:shd w:val="clear" w:color="auto" w:fill="D9D9D9" w:themeFill="background1" w:themeFillShade="D9"/>
            <w:vAlign w:val="center"/>
          </w:tcPr>
          <w:p w14:paraId="75F6A452" w14:textId="77777777" w:rsidR="001D349A" w:rsidRPr="005C6136" w:rsidRDefault="001D349A" w:rsidP="001A2D85">
            <w:pPr>
              <w:keepNext/>
              <w:rPr>
                <w:rFonts w:cs="Calibri"/>
                <w:b/>
              </w:rPr>
            </w:pPr>
            <w:r w:rsidRPr="005C6136">
              <w:rPr>
                <w:rFonts w:cs="Calibri"/>
                <w:b/>
              </w:rPr>
              <w:t>6.3 Acknowledgement</w:t>
            </w:r>
          </w:p>
        </w:tc>
      </w:tr>
      <w:tr w:rsidR="001D349A" w:rsidRPr="001D349A" w14:paraId="404C327A" w14:textId="77777777" w:rsidTr="005D4A4A">
        <w:trPr>
          <w:cantSplit/>
          <w:trHeight w:val="453"/>
        </w:trPr>
        <w:tc>
          <w:tcPr>
            <w:tcW w:w="9923" w:type="dxa"/>
            <w:gridSpan w:val="5"/>
            <w:shd w:val="clear" w:color="auto" w:fill="auto"/>
            <w:vAlign w:val="center"/>
          </w:tcPr>
          <w:p w14:paraId="44C278BB" w14:textId="77777777" w:rsidR="001D349A" w:rsidRPr="001D349A" w:rsidRDefault="0057222E" w:rsidP="001A2D85">
            <w:pPr>
              <w:rPr>
                <w:rFonts w:cs="Calibri"/>
                <w:iCs/>
                <w:color w:val="1F497D"/>
                <w:sz w:val="20"/>
                <w:szCs w:val="20"/>
              </w:rPr>
            </w:pPr>
            <w:sdt>
              <w:sdtPr>
                <w:rPr>
                  <w:rFonts w:eastAsia="Meiryo" w:cs="Calibri"/>
                  <w:color w:val="000000" w:themeColor="text1"/>
                  <w:sz w:val="20"/>
                  <w:szCs w:val="20"/>
                </w:rPr>
                <w:id w:val="-2138400195"/>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the information I have provided in this form is true and correct to the best of my knowledge.</w:t>
            </w:r>
          </w:p>
          <w:p w14:paraId="739E66C3" w14:textId="31A8CF7F" w:rsidR="001D349A" w:rsidRPr="001D349A" w:rsidRDefault="0057222E" w:rsidP="001A2D85">
            <w:pPr>
              <w:rPr>
                <w:rFonts w:cs="Calibri"/>
                <w:iCs/>
                <w:color w:val="1F497D"/>
                <w:sz w:val="20"/>
                <w:szCs w:val="20"/>
              </w:rPr>
            </w:pPr>
            <w:sdt>
              <w:sdtPr>
                <w:rPr>
                  <w:rFonts w:eastAsia="Meiryo" w:cs="Calibri"/>
                  <w:color w:val="000000" w:themeColor="text1"/>
                  <w:sz w:val="20"/>
                  <w:szCs w:val="20"/>
                </w:rPr>
                <w:id w:val="1068539582"/>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 xml:space="preserve">I declare that the app named in this application complies with the Interoperability Requirements in force on the date of this </w:t>
            </w:r>
            <w:r w:rsidR="00BB33D5" w:rsidRPr="001D349A">
              <w:rPr>
                <w:rFonts w:cs="Calibri"/>
                <w:iCs/>
                <w:color w:val="1F497D"/>
                <w:sz w:val="20"/>
                <w:szCs w:val="20"/>
              </w:rPr>
              <w:t>application and</w:t>
            </w:r>
            <w:r w:rsidR="001D349A" w:rsidRPr="001D349A">
              <w:rPr>
                <w:rFonts w:cs="Calibri"/>
                <w:iCs/>
                <w:color w:val="1F497D"/>
                <w:sz w:val="20"/>
                <w:szCs w:val="20"/>
              </w:rPr>
              <w:t xml:space="preserve"> will comply with any future versions of the Interoperability Requirements.</w:t>
            </w:r>
          </w:p>
          <w:p w14:paraId="1ED935F6" w14:textId="77777777" w:rsidR="001D349A" w:rsidRPr="001D349A" w:rsidRDefault="0057222E" w:rsidP="001A2D85">
            <w:pPr>
              <w:rPr>
                <w:rFonts w:cs="Calibri"/>
                <w:iCs/>
                <w:color w:val="1F497D"/>
                <w:sz w:val="20"/>
                <w:szCs w:val="20"/>
              </w:rPr>
            </w:pPr>
            <w:sdt>
              <w:sdtPr>
                <w:rPr>
                  <w:rFonts w:eastAsia="Meiryo" w:cs="Calibri"/>
                  <w:color w:val="000000" w:themeColor="text1"/>
                  <w:sz w:val="20"/>
                  <w:szCs w:val="20"/>
                </w:rPr>
                <w:id w:val="-638651090"/>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the app named in this application performs validation of personal information obtained from the My Health Record that ensures this information is accurate, up-to-date and complete.</w:t>
            </w:r>
          </w:p>
          <w:p w14:paraId="0DF7E03C" w14:textId="77777777" w:rsidR="001D349A" w:rsidRPr="001D349A" w:rsidRDefault="0057222E" w:rsidP="001A2D85">
            <w:pPr>
              <w:rPr>
                <w:rFonts w:cs="Calibri"/>
                <w:iCs/>
                <w:color w:val="1F497D"/>
                <w:sz w:val="20"/>
                <w:szCs w:val="20"/>
              </w:rPr>
            </w:pPr>
            <w:sdt>
              <w:sdtPr>
                <w:rPr>
                  <w:rFonts w:eastAsia="Meiryo" w:cs="Calibri"/>
                  <w:color w:val="000000" w:themeColor="text1"/>
                  <w:sz w:val="20"/>
                  <w:szCs w:val="20"/>
                </w:rPr>
                <w:id w:val="-1222742165"/>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effective security controls are in place to mitigate the security risks associated with the solution.</w:t>
            </w:r>
          </w:p>
          <w:p w14:paraId="7962044F" w14:textId="77777777" w:rsidR="001D349A" w:rsidRPr="001D349A" w:rsidRDefault="001D349A" w:rsidP="001A2D85">
            <w:pPr>
              <w:rPr>
                <w:rFonts w:cs="Calibri"/>
                <w:sz w:val="20"/>
                <w:szCs w:val="20"/>
              </w:rPr>
            </w:pPr>
          </w:p>
        </w:tc>
      </w:tr>
      <w:tr w:rsidR="001D349A" w:rsidRPr="001D349A" w14:paraId="7DAC71E6" w14:textId="77777777" w:rsidTr="005D4A4A">
        <w:trPr>
          <w:cantSplit/>
          <w:trHeight w:val="453"/>
        </w:trPr>
        <w:tc>
          <w:tcPr>
            <w:tcW w:w="2410" w:type="dxa"/>
            <w:gridSpan w:val="2"/>
            <w:shd w:val="clear" w:color="auto" w:fill="D9D9D9" w:themeFill="background1" w:themeFillShade="D9"/>
            <w:vAlign w:val="center"/>
          </w:tcPr>
          <w:p w14:paraId="46393BD3" w14:textId="77777777" w:rsidR="001D349A" w:rsidRPr="001D349A" w:rsidRDefault="001D349A" w:rsidP="001A2D85">
            <w:pPr>
              <w:rPr>
                <w:rFonts w:cs="Calibri"/>
                <w:b/>
                <w:sz w:val="20"/>
                <w:szCs w:val="20"/>
              </w:rPr>
            </w:pPr>
            <w:r w:rsidRPr="001D349A">
              <w:rPr>
                <w:rFonts w:cs="Calibri"/>
                <w:b/>
                <w:sz w:val="20"/>
                <w:szCs w:val="20"/>
              </w:rPr>
              <w:t>Name</w:t>
            </w:r>
          </w:p>
        </w:tc>
        <w:tc>
          <w:tcPr>
            <w:tcW w:w="7513" w:type="dxa"/>
            <w:gridSpan w:val="3"/>
            <w:shd w:val="clear" w:color="auto" w:fill="FFFFFF" w:themeFill="background1"/>
            <w:vAlign w:val="center"/>
          </w:tcPr>
          <w:p w14:paraId="1CB8EEC3" w14:textId="77777777" w:rsidR="001D349A" w:rsidRPr="001D349A" w:rsidRDefault="001D349A" w:rsidP="001A2D85">
            <w:pPr>
              <w:rPr>
                <w:rFonts w:cs="Calibri"/>
                <w:b/>
                <w:sz w:val="20"/>
                <w:szCs w:val="20"/>
              </w:rPr>
            </w:pPr>
          </w:p>
        </w:tc>
      </w:tr>
      <w:tr w:rsidR="001D349A" w:rsidRPr="001D349A" w14:paraId="0BE37304" w14:textId="77777777" w:rsidTr="005D4A4A">
        <w:trPr>
          <w:cantSplit/>
          <w:trHeight w:val="453"/>
        </w:trPr>
        <w:tc>
          <w:tcPr>
            <w:tcW w:w="2410" w:type="dxa"/>
            <w:gridSpan w:val="2"/>
            <w:shd w:val="clear" w:color="auto" w:fill="D9D9D9" w:themeFill="background1" w:themeFillShade="D9"/>
            <w:vAlign w:val="center"/>
          </w:tcPr>
          <w:p w14:paraId="5B9A7432" w14:textId="77777777" w:rsidR="001D349A" w:rsidRPr="001D349A" w:rsidRDefault="001D349A" w:rsidP="001A2D85">
            <w:pPr>
              <w:rPr>
                <w:rFonts w:cs="Calibri"/>
                <w:b/>
                <w:sz w:val="20"/>
                <w:szCs w:val="20"/>
              </w:rPr>
            </w:pPr>
            <w:r w:rsidRPr="001D349A">
              <w:rPr>
                <w:rFonts w:cs="Calibri"/>
                <w:b/>
                <w:sz w:val="20"/>
                <w:szCs w:val="20"/>
              </w:rPr>
              <w:t>Position</w:t>
            </w:r>
          </w:p>
        </w:tc>
        <w:tc>
          <w:tcPr>
            <w:tcW w:w="3827" w:type="dxa"/>
            <w:shd w:val="clear" w:color="auto" w:fill="FFFFFF" w:themeFill="background1"/>
            <w:vAlign w:val="center"/>
          </w:tcPr>
          <w:p w14:paraId="4F6894E1" w14:textId="77777777" w:rsidR="001D349A" w:rsidRPr="001D349A" w:rsidRDefault="001D349A" w:rsidP="001A2D85">
            <w:pPr>
              <w:rPr>
                <w:rFonts w:cs="Calibri"/>
                <w:b/>
                <w:sz w:val="20"/>
                <w:szCs w:val="20"/>
              </w:rPr>
            </w:pPr>
          </w:p>
        </w:tc>
        <w:tc>
          <w:tcPr>
            <w:tcW w:w="1985" w:type="dxa"/>
            <w:shd w:val="clear" w:color="auto" w:fill="D9D9D9" w:themeFill="background1" w:themeFillShade="D9"/>
            <w:vAlign w:val="center"/>
          </w:tcPr>
          <w:p w14:paraId="7A245919" w14:textId="77777777" w:rsidR="001D349A" w:rsidRPr="001D349A" w:rsidRDefault="001D349A" w:rsidP="001A2D85">
            <w:pPr>
              <w:rPr>
                <w:rFonts w:cs="Calibri"/>
                <w:b/>
                <w:sz w:val="20"/>
                <w:szCs w:val="20"/>
              </w:rPr>
            </w:pPr>
            <w:r w:rsidRPr="001D349A">
              <w:rPr>
                <w:rFonts w:cs="Calibri"/>
                <w:b/>
                <w:sz w:val="20"/>
                <w:szCs w:val="20"/>
              </w:rPr>
              <w:t>Date</w:t>
            </w:r>
          </w:p>
        </w:tc>
        <w:tc>
          <w:tcPr>
            <w:tcW w:w="1701" w:type="dxa"/>
            <w:shd w:val="clear" w:color="auto" w:fill="FFFFFF" w:themeFill="background1"/>
            <w:vAlign w:val="center"/>
          </w:tcPr>
          <w:p w14:paraId="5F7AFA5C" w14:textId="77777777" w:rsidR="001D349A" w:rsidRPr="001D349A" w:rsidRDefault="001D349A" w:rsidP="001A2D85">
            <w:pPr>
              <w:rPr>
                <w:rFonts w:cs="Calibri"/>
                <w:b/>
                <w:sz w:val="20"/>
                <w:szCs w:val="20"/>
              </w:rPr>
            </w:pPr>
          </w:p>
        </w:tc>
      </w:tr>
      <w:tr w:rsidR="001D349A" w:rsidRPr="001D349A" w14:paraId="643D3AEF" w14:textId="77777777" w:rsidTr="00E76AED">
        <w:trPr>
          <w:cantSplit/>
          <w:trHeight w:val="625"/>
        </w:trPr>
        <w:tc>
          <w:tcPr>
            <w:tcW w:w="2410" w:type="dxa"/>
            <w:gridSpan w:val="2"/>
            <w:shd w:val="clear" w:color="auto" w:fill="D9D9D9" w:themeFill="background1" w:themeFillShade="D9"/>
            <w:vAlign w:val="center"/>
          </w:tcPr>
          <w:p w14:paraId="2FC020E5" w14:textId="77777777" w:rsidR="001D349A" w:rsidRPr="001D349A" w:rsidRDefault="001D349A" w:rsidP="001A2D85">
            <w:pPr>
              <w:rPr>
                <w:rFonts w:cs="Calibri"/>
                <w:b/>
                <w:sz w:val="20"/>
                <w:szCs w:val="20"/>
              </w:rPr>
            </w:pPr>
            <w:r w:rsidRPr="001D349A">
              <w:rPr>
                <w:rFonts w:cs="Calibri"/>
                <w:b/>
                <w:sz w:val="20"/>
                <w:szCs w:val="20"/>
              </w:rPr>
              <w:t>Signature</w:t>
            </w:r>
          </w:p>
        </w:tc>
        <w:tc>
          <w:tcPr>
            <w:tcW w:w="7513" w:type="dxa"/>
            <w:gridSpan w:val="3"/>
            <w:shd w:val="clear" w:color="auto" w:fill="FFFFFF" w:themeFill="background1"/>
            <w:vAlign w:val="center"/>
          </w:tcPr>
          <w:p w14:paraId="78BAACC2" w14:textId="77777777" w:rsidR="001D349A" w:rsidRPr="001D349A" w:rsidRDefault="001D349A" w:rsidP="001A2D85">
            <w:pPr>
              <w:rPr>
                <w:rFonts w:cs="Calibri"/>
                <w:b/>
                <w:sz w:val="20"/>
                <w:szCs w:val="20"/>
              </w:rPr>
            </w:pPr>
          </w:p>
          <w:p w14:paraId="2C8277D4" w14:textId="77777777" w:rsidR="001D349A" w:rsidRPr="001D349A" w:rsidRDefault="001D349A" w:rsidP="001A2D85">
            <w:pPr>
              <w:rPr>
                <w:rFonts w:cs="Calibri"/>
                <w:b/>
                <w:sz w:val="20"/>
                <w:szCs w:val="20"/>
              </w:rPr>
            </w:pPr>
          </w:p>
          <w:p w14:paraId="243BC27B" w14:textId="77777777" w:rsidR="001D349A" w:rsidRPr="001D349A" w:rsidRDefault="001D349A" w:rsidP="001A2D85">
            <w:pPr>
              <w:rPr>
                <w:rFonts w:cs="Calibri"/>
                <w:b/>
                <w:sz w:val="20"/>
                <w:szCs w:val="20"/>
              </w:rPr>
            </w:pPr>
          </w:p>
          <w:p w14:paraId="23A0A095" w14:textId="77777777" w:rsidR="001D349A" w:rsidRPr="001D349A" w:rsidRDefault="001D349A" w:rsidP="001A2D85">
            <w:pPr>
              <w:rPr>
                <w:rFonts w:cs="Calibri"/>
                <w:b/>
                <w:sz w:val="20"/>
                <w:szCs w:val="20"/>
              </w:rPr>
            </w:pPr>
          </w:p>
        </w:tc>
      </w:tr>
    </w:tbl>
    <w:p w14:paraId="1C0AD59E" w14:textId="77777777" w:rsidR="00E83754" w:rsidRDefault="00E83754" w:rsidP="001D349A">
      <w:pPr>
        <w:ind w:hanging="567"/>
        <w:rPr>
          <w:sz w:val="16"/>
          <w:szCs w:val="28"/>
        </w:rPr>
      </w:pPr>
    </w:p>
    <w:p w14:paraId="62C66FDF" w14:textId="77777777" w:rsidR="00E76AED" w:rsidRDefault="00E76AED">
      <w:pPr>
        <w:rPr>
          <w:b/>
          <w:sz w:val="28"/>
          <w:szCs w:val="28"/>
        </w:rPr>
      </w:pPr>
      <w:r>
        <w:rPr>
          <w:b/>
          <w:sz w:val="28"/>
          <w:szCs w:val="28"/>
        </w:rPr>
        <w:br w:type="page"/>
      </w:r>
    </w:p>
    <w:p w14:paraId="4DF9EDF1" w14:textId="36652EF0" w:rsidR="001D349A" w:rsidRPr="00987712" w:rsidRDefault="001D349A" w:rsidP="000F0F8A">
      <w:pPr>
        <w:rPr>
          <w:rFonts w:cs="Arial"/>
          <w:sz w:val="20"/>
          <w:szCs w:val="20"/>
        </w:rPr>
      </w:pPr>
      <w:r w:rsidRPr="00987712">
        <w:rPr>
          <w:b/>
          <w:sz w:val="28"/>
          <w:szCs w:val="28"/>
        </w:rPr>
        <w:lastRenderedPageBreak/>
        <w:t>Document checklist:</w:t>
      </w:r>
      <w:r w:rsidRPr="00987712">
        <w:rPr>
          <w:rFonts w:cs="Arial"/>
          <w:sz w:val="20"/>
          <w:szCs w:val="20"/>
        </w:rPr>
        <w:t xml:space="preserve"> </w:t>
      </w:r>
    </w:p>
    <w:tbl>
      <w:tblPr>
        <w:tblStyle w:val="TableGrid"/>
        <w:tblW w:w="9781" w:type="dxa"/>
        <w:tblInd w:w="-5" w:type="dxa"/>
        <w:tblLayout w:type="fixed"/>
        <w:tblLook w:val="04A0" w:firstRow="1" w:lastRow="0" w:firstColumn="1" w:lastColumn="0" w:noHBand="0" w:noVBand="1"/>
      </w:tblPr>
      <w:tblGrid>
        <w:gridCol w:w="9781"/>
      </w:tblGrid>
      <w:tr w:rsidR="001D349A" w:rsidRPr="0082445C" w14:paraId="5078E15D" w14:textId="77777777" w:rsidTr="000F0F8A">
        <w:trPr>
          <w:trHeight w:val="340"/>
        </w:trPr>
        <w:tc>
          <w:tcPr>
            <w:tcW w:w="9781" w:type="dxa"/>
            <w:shd w:val="clear" w:color="auto" w:fill="000000" w:themeFill="text1"/>
          </w:tcPr>
          <w:p w14:paraId="082A0E72" w14:textId="77777777" w:rsidR="001D349A" w:rsidRPr="0019535D" w:rsidRDefault="001D349A" w:rsidP="001A2D85">
            <w:pPr>
              <w:pStyle w:val="ListParagraph"/>
              <w:spacing w:after="0" w:line="240" w:lineRule="auto"/>
              <w:ind w:left="33"/>
              <w:contextualSpacing w:val="0"/>
              <w:rPr>
                <w:rFonts w:asciiTheme="minorHAnsi" w:hAnsiTheme="minorHAnsi" w:cs="Arial"/>
                <w:b/>
                <w:szCs w:val="20"/>
              </w:rPr>
            </w:pPr>
            <w:r w:rsidRPr="005C6136">
              <w:rPr>
                <w:rFonts w:ascii="Calibri" w:eastAsiaTheme="minorHAnsi" w:hAnsi="Calibri" w:cs="Calibri"/>
                <w:b/>
                <w:sz w:val="22"/>
              </w:rPr>
              <w:t>Please fill in this request form, and provide the following documents to support your request</w:t>
            </w:r>
            <w:r w:rsidRPr="0019535D">
              <w:rPr>
                <w:rFonts w:asciiTheme="minorHAnsi" w:eastAsiaTheme="minorHAnsi" w:hAnsiTheme="minorHAnsi" w:cs="Arial"/>
                <w:b/>
                <w:szCs w:val="20"/>
              </w:rPr>
              <w:t>:</w:t>
            </w:r>
          </w:p>
        </w:tc>
      </w:tr>
      <w:tr w:rsidR="001D349A" w:rsidRPr="0082445C" w14:paraId="38798848" w14:textId="77777777" w:rsidTr="000F0F8A">
        <w:trPr>
          <w:trHeight w:val="340"/>
        </w:trPr>
        <w:tc>
          <w:tcPr>
            <w:tcW w:w="9781" w:type="dxa"/>
            <w:shd w:val="clear" w:color="auto" w:fill="D9D9D9" w:themeFill="background1" w:themeFillShade="D9"/>
          </w:tcPr>
          <w:p w14:paraId="486A7E3B" w14:textId="77777777" w:rsidR="001D349A" w:rsidRPr="0082445C" w:rsidRDefault="0057222E" w:rsidP="001A2D85">
            <w:pPr>
              <w:rPr>
                <w:rFonts w:cs="Arial"/>
                <w:szCs w:val="20"/>
              </w:rPr>
            </w:pPr>
            <w:sdt>
              <w:sdtPr>
                <w:rPr>
                  <w:rFonts w:cs="Arial"/>
                  <w:sz w:val="20"/>
                  <w:szCs w:val="20"/>
                </w:rPr>
                <w:id w:val="-312642825"/>
                <w14:checkbox>
                  <w14:checked w14:val="0"/>
                  <w14:checkedState w14:val="2612" w14:font="Tahoma"/>
                  <w14:uncheckedState w14:val="2610" w14:font="Tahoma"/>
                </w14:checkbox>
              </w:sdtPr>
              <w:sdtEndPr/>
              <w:sdtContent>
                <w:r w:rsidR="001D349A" w:rsidRPr="0082445C">
                  <w:rPr>
                    <w:rFonts w:ascii="Segoe UI Symbol" w:hAnsi="Segoe UI Symbol" w:cs="Segoe UI Symbol"/>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Use Case related material</w:t>
            </w:r>
            <w:r w:rsidR="001D349A">
              <w:rPr>
                <w:rFonts w:cs="Arial"/>
                <w:sz w:val="20"/>
                <w:szCs w:val="20"/>
              </w:rPr>
              <w:t xml:space="preserve"> – refer to section 4.4.</w:t>
            </w:r>
          </w:p>
        </w:tc>
      </w:tr>
      <w:tr w:rsidR="001D349A" w:rsidRPr="0082445C" w14:paraId="7DEBC603" w14:textId="77777777" w:rsidTr="000F0F8A">
        <w:trPr>
          <w:trHeight w:val="340"/>
        </w:trPr>
        <w:tc>
          <w:tcPr>
            <w:tcW w:w="9781" w:type="dxa"/>
            <w:shd w:val="clear" w:color="auto" w:fill="D9D9D9" w:themeFill="background1" w:themeFillShade="D9"/>
          </w:tcPr>
          <w:p w14:paraId="296E0CBF" w14:textId="77777777" w:rsidR="001D349A" w:rsidRDefault="0057222E" w:rsidP="001A2D85">
            <w:pPr>
              <w:rPr>
                <w:rFonts w:cs="Arial"/>
                <w:sz w:val="20"/>
                <w:szCs w:val="20"/>
              </w:rPr>
            </w:pPr>
            <w:sdt>
              <w:sdtPr>
                <w:rPr>
                  <w:rFonts w:cs="Arial"/>
                  <w:sz w:val="20"/>
                  <w:szCs w:val="20"/>
                </w:rPr>
                <w:id w:val="517819190"/>
                <w14:checkbox>
                  <w14:checked w14:val="0"/>
                  <w14:checkedState w14:val="2612" w14:font="Tahoma"/>
                  <w14:uncheckedState w14:val="2610" w14:font="Tahoma"/>
                </w14:checkbox>
              </w:sdtPr>
              <w:sdtEndPr/>
              <w:sdtContent>
                <w:r w:rsidR="001D349A" w:rsidRPr="0082445C">
                  <w:rPr>
                    <w:rFonts w:ascii="Segoe UI Symbol" w:hAnsi="Segoe UI Symbol" w:cs="Segoe UI Symbol"/>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B805C0">
              <w:rPr>
                <w:rFonts w:cs="Arial"/>
                <w:sz w:val="20"/>
                <w:szCs w:val="20"/>
              </w:rPr>
              <w:t>Digital certificates</w:t>
            </w:r>
            <w:r w:rsidR="001D349A">
              <w:rPr>
                <w:rFonts w:cs="Arial"/>
                <w:sz w:val="20"/>
                <w:szCs w:val="20"/>
              </w:rPr>
              <w:t xml:space="preserve"> – refer to section 5.3</w:t>
            </w:r>
          </w:p>
        </w:tc>
      </w:tr>
      <w:tr w:rsidR="001D349A" w:rsidRPr="0082445C" w14:paraId="16DAD1B0" w14:textId="77777777" w:rsidTr="000F0F8A">
        <w:trPr>
          <w:trHeight w:val="340"/>
        </w:trPr>
        <w:tc>
          <w:tcPr>
            <w:tcW w:w="9781" w:type="dxa"/>
            <w:shd w:val="clear" w:color="auto" w:fill="D9D9D9" w:themeFill="background1" w:themeFillShade="D9"/>
          </w:tcPr>
          <w:p w14:paraId="59185DFE" w14:textId="77777777" w:rsidR="001D349A" w:rsidRPr="0082445C" w:rsidRDefault="0057222E" w:rsidP="001A2D85">
            <w:pPr>
              <w:rPr>
                <w:i/>
                <w:szCs w:val="20"/>
              </w:rPr>
            </w:pPr>
            <w:sdt>
              <w:sdtPr>
                <w:rPr>
                  <w:rFonts w:eastAsia="Meiryo" w:cs="Segoe UI Symbol"/>
                  <w:color w:val="000000" w:themeColor="text1"/>
                  <w:sz w:val="20"/>
                  <w:szCs w:val="20"/>
                </w:rPr>
                <w:id w:val="-838848287"/>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Consent related material</w:t>
            </w:r>
            <w:r w:rsidR="001D349A">
              <w:rPr>
                <w:rFonts w:cs="Arial"/>
                <w:sz w:val="20"/>
                <w:szCs w:val="20"/>
              </w:rPr>
              <w:t xml:space="preserve"> – </w:t>
            </w:r>
            <w:r w:rsidR="001D349A" w:rsidRPr="0082445C">
              <w:rPr>
                <w:rFonts w:cs="Arial"/>
                <w:sz w:val="20"/>
                <w:szCs w:val="20"/>
              </w:rPr>
              <w:t>refer to section 6.1.1</w:t>
            </w:r>
            <w:r w:rsidR="001D349A">
              <w:rPr>
                <w:rFonts w:cs="Arial"/>
                <w:sz w:val="20"/>
                <w:szCs w:val="20"/>
              </w:rPr>
              <w:t>.</w:t>
            </w:r>
          </w:p>
        </w:tc>
      </w:tr>
      <w:tr w:rsidR="001D349A" w:rsidRPr="0082445C" w14:paraId="31A35B09" w14:textId="77777777" w:rsidTr="000F0F8A">
        <w:trPr>
          <w:trHeight w:val="340"/>
        </w:trPr>
        <w:tc>
          <w:tcPr>
            <w:tcW w:w="9781" w:type="dxa"/>
            <w:shd w:val="clear" w:color="auto" w:fill="D9D9D9" w:themeFill="background1" w:themeFillShade="D9"/>
          </w:tcPr>
          <w:p w14:paraId="63AAFC71" w14:textId="77777777" w:rsidR="001D349A" w:rsidRPr="0082445C" w:rsidRDefault="0057222E" w:rsidP="001A2D85">
            <w:pPr>
              <w:rPr>
                <w:szCs w:val="20"/>
              </w:rPr>
            </w:pPr>
            <w:sdt>
              <w:sdtPr>
                <w:rPr>
                  <w:rFonts w:eastAsia="Meiryo" w:cs="Segoe UI Symbol"/>
                  <w:color w:val="000000" w:themeColor="text1"/>
                  <w:sz w:val="20"/>
                  <w:szCs w:val="20"/>
                </w:rPr>
                <w:id w:val="474419226"/>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My Health Record Branding</w:t>
            </w:r>
            <w:r w:rsidR="001D349A">
              <w:rPr>
                <w:rFonts w:cs="Arial"/>
                <w:sz w:val="20"/>
                <w:szCs w:val="20"/>
              </w:rPr>
              <w:t xml:space="preserve"> – refer to </w:t>
            </w:r>
            <w:r w:rsidR="001D349A" w:rsidRPr="0082445C">
              <w:rPr>
                <w:rFonts w:cs="Arial"/>
                <w:sz w:val="20"/>
                <w:szCs w:val="20"/>
              </w:rPr>
              <w:t>section 6.1</w:t>
            </w:r>
            <w:r w:rsidR="001D349A">
              <w:rPr>
                <w:rFonts w:cs="Arial"/>
                <w:sz w:val="20"/>
                <w:szCs w:val="20"/>
              </w:rPr>
              <w:t>.2.</w:t>
            </w:r>
          </w:p>
        </w:tc>
      </w:tr>
      <w:tr w:rsidR="001D349A" w:rsidRPr="0082445C" w14:paraId="016872EE" w14:textId="77777777" w:rsidTr="000F0F8A">
        <w:trPr>
          <w:trHeight w:val="340"/>
        </w:trPr>
        <w:tc>
          <w:tcPr>
            <w:tcW w:w="9781" w:type="dxa"/>
            <w:shd w:val="clear" w:color="auto" w:fill="D9D9D9" w:themeFill="background1" w:themeFillShade="D9"/>
          </w:tcPr>
          <w:p w14:paraId="62E835E5" w14:textId="77777777" w:rsidR="001D349A" w:rsidRPr="0082445C" w:rsidRDefault="0057222E" w:rsidP="001A2D85">
            <w:pPr>
              <w:rPr>
                <w:szCs w:val="20"/>
              </w:rPr>
            </w:pPr>
            <w:sdt>
              <w:sdtPr>
                <w:rPr>
                  <w:rFonts w:eastAsia="Meiryo" w:cs="Segoe UI Symbol"/>
                  <w:color w:val="000000" w:themeColor="text1"/>
                  <w:sz w:val="20"/>
                  <w:szCs w:val="20"/>
                </w:rPr>
                <w:id w:val="1579247801"/>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Access Revocation instructions</w:t>
            </w:r>
            <w:r w:rsidR="001D349A">
              <w:rPr>
                <w:rFonts w:cs="Arial"/>
                <w:sz w:val="20"/>
                <w:szCs w:val="20"/>
              </w:rPr>
              <w:t xml:space="preserve"> -- </w:t>
            </w:r>
            <w:r w:rsidR="001D349A" w:rsidRPr="0082445C">
              <w:rPr>
                <w:rFonts w:cs="Arial"/>
                <w:sz w:val="20"/>
                <w:szCs w:val="20"/>
              </w:rPr>
              <w:t>refer to section 6.1.3</w:t>
            </w:r>
            <w:r w:rsidR="001D349A">
              <w:rPr>
                <w:rFonts w:cs="Arial"/>
                <w:sz w:val="20"/>
                <w:szCs w:val="20"/>
              </w:rPr>
              <w:t>.</w:t>
            </w:r>
          </w:p>
        </w:tc>
      </w:tr>
    </w:tbl>
    <w:p w14:paraId="1F0DB4AF" w14:textId="77777777" w:rsidR="007D4297" w:rsidRPr="0039151A" w:rsidRDefault="00B82A66" w:rsidP="00037ED4">
      <w:pPr>
        <w:pStyle w:val="BodyText"/>
      </w:pPr>
      <w:r>
        <w:rPr>
          <w:noProof/>
          <w:lang w:eastAsia="en-AU"/>
        </w:rPr>
        <mc:AlternateContent>
          <mc:Choice Requires="wps">
            <w:drawing>
              <wp:anchor distT="0" distB="0" distL="114300" distR="114300" simplePos="0" relativeHeight="251659264" behindDoc="0" locked="0" layoutInCell="0" allowOverlap="0" wp14:anchorId="2955873F" wp14:editId="51325460">
                <wp:simplePos x="0" y="0"/>
                <wp:positionH relativeFrom="margin">
                  <wp:posOffset>-29210</wp:posOffset>
                </wp:positionH>
                <wp:positionV relativeFrom="bottomMargin">
                  <wp:posOffset>-3527425</wp:posOffset>
                </wp:positionV>
                <wp:extent cx="6127115" cy="3660140"/>
                <wp:effectExtent l="0" t="0" r="26670" b="16510"/>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660140"/>
                        </a:xfrm>
                        <a:prstGeom prst="rect">
                          <a:avLst/>
                        </a:prstGeom>
                        <a:noFill/>
                        <a:ln w="6350">
                          <a:solidFill>
                            <a:prstClr val="black"/>
                          </a:solidFill>
                        </a:ln>
                        <a:effectLst/>
                      </wps:spPr>
                      <wps:txbx>
                        <w:txbxContent>
                          <w:p w14:paraId="17586DCB" w14:textId="6A99FFC9" w:rsidR="00E33D4E" w:rsidRDefault="00E33D4E"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2-03-18T00:00:00Z">
                                  <w:dateFormat w:val="d MMMM yyyy"/>
                                  <w:lid w:val="en-AU"/>
                                  <w:storeMappedDataAs w:val="dateTime"/>
                                  <w:calendar w:val="gregorian"/>
                                </w:date>
                              </w:sdtPr>
                              <w:sdtEndPr>
                                <w:rPr>
                                  <w:rStyle w:val="DateChar"/>
                                </w:rPr>
                              </w:sdtEndPr>
                              <w:sdtContent>
                                <w:r w:rsidR="007C0B4D">
                                  <w:rPr>
                                    <w:rStyle w:val="DateChar"/>
                                    <w:noProof/>
                                  </w:rPr>
                                  <w:t>18 March 2022</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678C795" w14:textId="77777777" w:rsidR="00E33D4E" w:rsidRPr="009F6218" w:rsidRDefault="00E33D4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43" w:history="1">
                              <w:r w:rsidRPr="00AC4F04">
                                <w:rPr>
                                  <w:rStyle w:val="Hyperlink"/>
                                  <w:szCs w:val="18"/>
                                </w:rPr>
                                <w:t>digitalhealth.gov.au</w:t>
                              </w:r>
                            </w:hyperlink>
                          </w:p>
                          <w:p w14:paraId="528D79DE" w14:textId="77777777" w:rsidR="00E33D4E" w:rsidRDefault="00E33D4E" w:rsidP="00A87CFE">
                            <w:pPr>
                              <w:pStyle w:val="Smallprint"/>
                              <w:rPr>
                                <w:szCs w:val="18"/>
                              </w:rPr>
                            </w:pPr>
                            <w:r>
                              <w:rPr>
                                <w:noProof/>
                              </w:rPr>
                              <w:t>Telephone 1300 901 001 or email</w:t>
                            </w:r>
                            <w:r w:rsidRPr="00A25F15">
                              <w:rPr>
                                <w:noProof/>
                              </w:rPr>
                              <w:t xml:space="preserve"> </w:t>
                            </w:r>
                            <w:hyperlink r:id="rId44" w:history="1">
                              <w:r>
                                <w:rPr>
                                  <w:rStyle w:val="Hyperlink"/>
                                  <w:noProof/>
                                </w:rPr>
                                <w:t>help@digitalhealth.gov.au</w:t>
                              </w:r>
                            </w:hyperlink>
                            <w:r>
                              <w:rPr>
                                <w:noProof/>
                              </w:rPr>
                              <w:t xml:space="preserve"> </w:t>
                            </w:r>
                          </w:p>
                          <w:p w14:paraId="18891237" w14:textId="77777777" w:rsidR="00E33D4E" w:rsidRPr="009F6218" w:rsidRDefault="00E33D4E" w:rsidP="00DF432E">
                            <w:pPr>
                              <w:pStyle w:val="Smallprintbold"/>
                            </w:pPr>
                            <w:r w:rsidRPr="009F6218">
                              <w:t>Disclaimer</w:t>
                            </w:r>
                          </w:p>
                          <w:p w14:paraId="5D8C9647" w14:textId="77777777" w:rsidR="00E33D4E" w:rsidRPr="00A0125A" w:rsidRDefault="00E33D4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56E1AE0" w14:textId="77777777" w:rsidR="00E33D4E" w:rsidRPr="00A0125A" w:rsidRDefault="00E33D4E" w:rsidP="00DF432E">
                            <w:pPr>
                              <w:pStyle w:val="Smallprintbold"/>
                            </w:pPr>
                            <w:r w:rsidRPr="00A0125A">
                              <w:t>Document control</w:t>
                            </w:r>
                          </w:p>
                          <w:p w14:paraId="1C09F199" w14:textId="77777777" w:rsidR="00E33D4E" w:rsidRPr="001F025A" w:rsidRDefault="00E33D4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486358D" w14:textId="77777777" w:rsidR="00E33D4E" w:rsidRPr="001F025A" w:rsidRDefault="00E33D4E"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6BC13A30" w14:textId="77777777" w:rsidR="00E33D4E" w:rsidRDefault="00E33D4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EE226B7" w14:textId="77777777" w:rsidR="00E33D4E" w:rsidRPr="005A37F1" w:rsidRDefault="0057222E"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E33D4E">
                                  <w:t>OFFICIAL</w:t>
                                </w:r>
                              </w:sdtContent>
                            </w:sdt>
                            <w:r w:rsidR="00E33D4E">
                              <w:t xml:space="preserve"> </w:t>
                            </w:r>
                          </w:p>
                          <w:p w14:paraId="74F42E3E" w14:textId="77777777" w:rsidR="00E33D4E" w:rsidRDefault="00E33D4E" w:rsidP="00DF432E">
                            <w:pPr>
                              <w:pStyle w:val="Smallprintbold"/>
                            </w:pPr>
                            <w:r>
                              <w:t>Acknowledgements</w:t>
                            </w:r>
                          </w:p>
                          <w:p w14:paraId="569EF2CA" w14:textId="77777777" w:rsidR="00E33D4E" w:rsidRPr="00C82778" w:rsidRDefault="00E33D4E" w:rsidP="00DF432E">
                            <w:pPr>
                              <w:pStyle w:val="Smallprintbold"/>
                            </w:pPr>
                            <w:r w:rsidRPr="00C82778">
                              <w:t>Council of Australian Governments</w:t>
                            </w:r>
                          </w:p>
                          <w:p w14:paraId="2AD50960" w14:textId="77777777" w:rsidR="00E33D4E" w:rsidRPr="00A0125A" w:rsidRDefault="00E33D4E"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955873F"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2.3pt;margin-top:-277.75pt;width:482.45pt;height:288.2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" o:allowincell="f" o:allowoverlap="f" filled="f" strokeweight=".5pt">
                <v:textbox>
                  <w:txbxContent>
                    <w:p w14:paraId="17586DCB" w14:textId="6A99FFC9" w:rsidR="00E33D4E" w:rsidRDefault="00E33D4E"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2-03-18T00:00:00Z">
                            <w:dateFormat w:val="d MMMM yyyy"/>
                            <w:lid w:val="en-AU"/>
                            <w:storeMappedDataAs w:val="dateTime"/>
                            <w:calendar w:val="gregorian"/>
                          </w:date>
                        </w:sdtPr>
                        <w:sdtEndPr>
                          <w:rPr>
                            <w:rStyle w:val="DateChar"/>
                          </w:rPr>
                        </w:sdtEndPr>
                        <w:sdtContent>
                          <w:r w:rsidR="007C0B4D">
                            <w:rPr>
                              <w:rStyle w:val="DateChar"/>
                              <w:noProof/>
                            </w:rPr>
                            <w:t>18 March 2022</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678C795" w14:textId="77777777" w:rsidR="00E33D4E" w:rsidRPr="009F6218" w:rsidRDefault="00E33D4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45" w:history="1">
                        <w:r w:rsidRPr="00AC4F04">
                          <w:rPr>
                            <w:rStyle w:val="Hyperlink"/>
                            <w:szCs w:val="18"/>
                          </w:rPr>
                          <w:t>digitalhealth.gov.au</w:t>
                        </w:r>
                      </w:hyperlink>
                    </w:p>
                    <w:p w14:paraId="528D79DE" w14:textId="77777777" w:rsidR="00E33D4E" w:rsidRDefault="00E33D4E" w:rsidP="00A87CFE">
                      <w:pPr>
                        <w:pStyle w:val="Smallprint"/>
                        <w:rPr>
                          <w:szCs w:val="18"/>
                        </w:rPr>
                      </w:pPr>
                      <w:r>
                        <w:rPr>
                          <w:noProof/>
                        </w:rPr>
                        <w:t>Telephone 1300 901 001 or email</w:t>
                      </w:r>
                      <w:r w:rsidRPr="00A25F15">
                        <w:rPr>
                          <w:noProof/>
                        </w:rPr>
                        <w:t xml:space="preserve"> </w:t>
                      </w:r>
                      <w:hyperlink r:id="rId46" w:history="1">
                        <w:r>
                          <w:rPr>
                            <w:rStyle w:val="Hyperlink"/>
                            <w:noProof/>
                          </w:rPr>
                          <w:t>help@digitalhealth.gov.au</w:t>
                        </w:r>
                      </w:hyperlink>
                      <w:r>
                        <w:rPr>
                          <w:noProof/>
                        </w:rPr>
                        <w:t xml:space="preserve"> </w:t>
                      </w:r>
                    </w:p>
                    <w:p w14:paraId="18891237" w14:textId="77777777" w:rsidR="00E33D4E" w:rsidRPr="009F6218" w:rsidRDefault="00E33D4E" w:rsidP="00DF432E">
                      <w:pPr>
                        <w:pStyle w:val="Smallprintbold"/>
                      </w:pPr>
                      <w:r w:rsidRPr="009F6218">
                        <w:t>Disclaimer</w:t>
                      </w:r>
                    </w:p>
                    <w:p w14:paraId="5D8C9647" w14:textId="77777777" w:rsidR="00E33D4E" w:rsidRPr="00A0125A" w:rsidRDefault="00E33D4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56E1AE0" w14:textId="77777777" w:rsidR="00E33D4E" w:rsidRPr="00A0125A" w:rsidRDefault="00E33D4E" w:rsidP="00DF432E">
                      <w:pPr>
                        <w:pStyle w:val="Smallprintbold"/>
                      </w:pPr>
                      <w:r w:rsidRPr="00A0125A">
                        <w:t>Document control</w:t>
                      </w:r>
                    </w:p>
                    <w:p w14:paraId="1C09F199" w14:textId="77777777" w:rsidR="00E33D4E" w:rsidRPr="001F025A" w:rsidRDefault="00E33D4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486358D" w14:textId="77777777" w:rsidR="00E33D4E" w:rsidRPr="001F025A" w:rsidRDefault="00E33D4E"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6BC13A30" w14:textId="77777777" w:rsidR="00E33D4E" w:rsidRDefault="00E33D4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EE226B7" w14:textId="77777777" w:rsidR="00E33D4E" w:rsidRPr="005A37F1" w:rsidRDefault="0079451D"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E33D4E">
                            <w:t>OFFICIAL</w:t>
                          </w:r>
                        </w:sdtContent>
                      </w:sdt>
                      <w:r w:rsidR="00E33D4E">
                        <w:t xml:space="preserve"> </w:t>
                      </w:r>
                    </w:p>
                    <w:p w14:paraId="74F42E3E" w14:textId="77777777" w:rsidR="00E33D4E" w:rsidRDefault="00E33D4E" w:rsidP="00DF432E">
                      <w:pPr>
                        <w:pStyle w:val="Smallprintbold"/>
                      </w:pPr>
                      <w:r>
                        <w:t>Acknowledgements</w:t>
                      </w:r>
                    </w:p>
                    <w:p w14:paraId="569EF2CA" w14:textId="77777777" w:rsidR="00E33D4E" w:rsidRPr="00C82778" w:rsidRDefault="00E33D4E" w:rsidP="00DF432E">
                      <w:pPr>
                        <w:pStyle w:val="Smallprintbold"/>
                      </w:pPr>
                      <w:r w:rsidRPr="00C82778">
                        <w:t>Council of Australian Governments</w:t>
                      </w:r>
                    </w:p>
                    <w:p w14:paraId="2AD50960" w14:textId="77777777" w:rsidR="00E33D4E" w:rsidRPr="00A0125A" w:rsidRDefault="00E33D4E"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default" r:id="rId47"/>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3B71A" w14:textId="77777777" w:rsidR="00E33D4E" w:rsidRDefault="00E33D4E" w:rsidP="00763374">
      <w:r>
        <w:separator/>
      </w:r>
    </w:p>
  </w:endnote>
  <w:endnote w:type="continuationSeparator" w:id="0">
    <w:p w14:paraId="4070B2F9" w14:textId="77777777" w:rsidR="00E33D4E" w:rsidRDefault="00E33D4E"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46074" w14:textId="058B9620" w:rsidR="00E33D4E" w:rsidRDefault="00E33D4E"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8</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9</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1D84E2D5F50A47CF8485C9F624CA9237"/>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Pr>
            <w:szCs w:val="16"/>
          </w:rPr>
          <w:t>Approved</w:t>
        </w:r>
      </w:sdtContent>
    </w:sdt>
    <w:r w:rsidRPr="00877406">
      <w:rPr>
        <w:szCs w:val="16"/>
      </w:rPr>
      <w:t xml:space="preserve"> </w:t>
    </w:r>
    <w:sdt>
      <w:sdtPr>
        <w:rPr>
          <w:szCs w:val="16"/>
        </w:rPr>
        <w:alias w:val="Audience"/>
        <w:tag w:val="Audience"/>
        <w:id w:val="751858182"/>
        <w:lock w:val="sdtLocked"/>
        <w:placeholder>
          <w:docPart w:val="E762134985414AF6BCD8CFEE0DF3D2FA"/>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Pr>
            <w:szCs w:val="16"/>
          </w:rPr>
          <w:t>for external</w:t>
        </w:r>
      </w:sdtContent>
    </w:sdt>
    <w:r w:rsidRPr="00877406">
      <w:rPr>
        <w:szCs w:val="16"/>
      </w:rPr>
      <w:t xml:space="preserve"> </w:t>
    </w:r>
    <w:sdt>
      <w:sdtPr>
        <w:alias w:val="Intended use of approved document"/>
        <w:tag w:val="IntendedUse"/>
        <w:id w:val="-1537964430"/>
        <w:lock w:val="sdtLocked"/>
        <w:placeholder>
          <w:docPart w:val="28F301C416CE42F4AD5B851592E5468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F0FDA81673D242B1952335CB51159107"/>
        </w:placeholder>
        <w:dataBinding w:xpath="/root[1]/dateOfApproval[1]" w:storeItemID="{04FCC22D-C615-4C5D-9373-0A3A21D4C977}"/>
        <w:date w:fullDate="2022-03-18T00:00:00Z">
          <w:dateFormat w:val="d MMMM yyyy"/>
          <w:lid w:val="en-AU"/>
          <w:storeMappedDataAs w:val="dateTime"/>
          <w:calendar w:val="gregorian"/>
        </w:date>
      </w:sdtPr>
      <w:sdtEndPr/>
      <w:sdtContent>
        <w:r w:rsidR="007C0B4D">
          <w:t>18 March 2022</w:t>
        </w:r>
      </w:sdtContent>
    </w:sdt>
  </w:p>
  <w:p w14:paraId="0735092D" w14:textId="16787D77" w:rsidR="00E33D4E" w:rsidRPr="00FE1CAE" w:rsidRDefault="0057222E" w:rsidP="00FE1CAE">
    <w:pPr>
      <w:pStyle w:val="Footer"/>
      <w:pBdr>
        <w:top w:val="none" w:sz="0" w:space="0" w:color="auto"/>
      </w:pBdr>
      <w:spacing w:before="0"/>
    </w:pPr>
    <w:sdt>
      <w:sdtPr>
        <w:alias w:val="Draft version number"/>
        <w:tag w:val="DocumentVersionNumber"/>
        <w:id w:val="-1489931029"/>
        <w:lock w:val="sdtLocked"/>
        <w:placeholder>
          <w:docPart w:val="FCDD525688E44B448E8473D890D06DF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E33D4E">
          <w:t xml:space="preserve"> </w:t>
        </w:r>
      </w:sdtContent>
    </w:sdt>
    <w:r w:rsidR="00E33D4E" w:rsidRPr="00FE1CAE">
      <w:t xml:space="preserve"> </w:t>
    </w:r>
    <w:r w:rsidR="00E33D4E" w:rsidRPr="00FE1CAE">
      <w:ptab w:relativeTo="margin" w:alignment="right" w:leader="none"/>
    </w:r>
    <w:r w:rsidR="00E33D4E" w:rsidRPr="00FE1CAE">
      <w:t xml:space="preserve"> </w:t>
    </w:r>
    <w:sdt>
      <w:sdtPr>
        <w:alias w:val="Document identifier"/>
        <w:tag w:val="DocumentID"/>
        <w:id w:val="1558743252"/>
        <w:lock w:val="sdtLocked"/>
        <w:placeholder>
          <w:docPart w:val="43ABF43648EC4DE68A02F7363B23CDBC"/>
        </w:placeholder>
        <w:dataBinding w:xpath="/root[1]/DocumentID[1]" w:storeItemID="{04FCC22D-C615-4C5D-9373-0A3A21D4C977}"/>
        <w:text/>
      </w:sdtPr>
      <w:sdtEndPr/>
      <w:sdtContent>
        <w:r>
          <w:t>DH-3624:2022</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B0164" w14:textId="5A4F2F1E" w:rsidR="00E33D4E" w:rsidRDefault="0057222E" w:rsidP="00140AF1">
    <w:pPr>
      <w:pStyle w:val="Footer"/>
      <w:pBdr>
        <w:top w:val="single" w:sz="2" w:space="3" w:color="auto"/>
      </w:pBdr>
      <w:spacing w:before="400"/>
    </w:pPr>
    <w:sdt>
      <w:sdtPr>
        <w:alias w:val="Date of approval (complete AFTER approval)"/>
        <w:tag w:val="DateOfApproval"/>
        <w:id w:val="-1413391564"/>
        <w:lock w:val="sdtLocked"/>
        <w:placeholder>
          <w:docPart w:val="5BAF23F8B4AE4A298989753A5E0A4554"/>
        </w:placeholder>
        <w:dataBinding w:xpath="/root[1]/dateOfApproval[1]" w:storeItemID="{04FCC22D-C615-4C5D-9373-0A3A21D4C977}"/>
        <w:date w:fullDate="2022-03-18T00:00:00Z">
          <w:dateFormat w:val="d MMMM yyyy"/>
          <w:lid w:val="en-AU"/>
          <w:storeMappedDataAs w:val="dateTime"/>
          <w:calendar w:val="gregorian"/>
        </w:date>
      </w:sdtPr>
      <w:sdtEndPr/>
      <w:sdtContent>
        <w:r w:rsidR="007C0B4D">
          <w:t>18 March 2022</w:t>
        </w:r>
      </w:sdtContent>
    </w:sdt>
    <w:r w:rsidR="00E33D4E">
      <w:rPr>
        <w:noProof/>
      </w:rPr>
      <w:t xml:space="preserve"> </w:t>
    </w:r>
    <w:r w:rsidR="00E33D4E">
      <w:rPr>
        <w:noProof/>
      </w:rPr>
      <w:ptab w:relativeTo="margin" w:alignment="center" w:leader="none"/>
    </w:r>
    <w:sdt>
      <w:sdtPr>
        <w:rPr>
          <w:szCs w:val="16"/>
        </w:rPr>
        <w:alias w:val="Status"/>
        <w:tag w:val="DocStatus"/>
        <w:id w:val="1004325696"/>
        <w:lock w:val="sdtLocked"/>
        <w:placeholder>
          <w:docPart w:val="803C677FF44E46DC8E50D2713ED78BB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E33D4E">
          <w:rPr>
            <w:szCs w:val="16"/>
          </w:rPr>
          <w:t>Approved</w:t>
        </w:r>
      </w:sdtContent>
    </w:sdt>
    <w:r w:rsidR="00E33D4E" w:rsidRPr="00877406">
      <w:rPr>
        <w:szCs w:val="16"/>
      </w:rPr>
      <w:t xml:space="preserve"> </w:t>
    </w:r>
    <w:sdt>
      <w:sdtPr>
        <w:rPr>
          <w:szCs w:val="16"/>
        </w:rPr>
        <w:alias w:val="Audience"/>
        <w:tag w:val="Audience"/>
        <w:id w:val="-995255661"/>
        <w:lock w:val="sdtLocked"/>
        <w:placeholder>
          <w:docPart w:val="82E1676C2F364E2690A1ADF1BB936638"/>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E33D4E">
          <w:rPr>
            <w:szCs w:val="16"/>
          </w:rPr>
          <w:t>for external</w:t>
        </w:r>
      </w:sdtContent>
    </w:sdt>
    <w:r w:rsidR="00E33D4E">
      <w:rPr>
        <w:szCs w:val="16"/>
      </w:rPr>
      <w:t xml:space="preserve"> </w:t>
    </w:r>
    <w:sdt>
      <w:sdtPr>
        <w:alias w:val="Intended use of approved document"/>
        <w:tag w:val="IntendedUse"/>
        <w:id w:val="1316214609"/>
        <w:lock w:val="sdtLocked"/>
        <w:placeholder>
          <w:docPart w:val="446237687F0B49E595ABB4CA9907FB48"/>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E33D4E">
          <w:t>use</w:t>
        </w:r>
      </w:sdtContent>
    </w:sdt>
    <w:r w:rsidR="00E33D4E">
      <w:rPr>
        <w:rStyle w:val="PageNumber"/>
        <w:noProof/>
      </w:rPr>
      <w:ptab w:relativeTo="margin" w:alignment="right" w:leader="none"/>
    </w:r>
    <w:r w:rsidR="00E33D4E" w:rsidRPr="00E20277">
      <w:rPr>
        <w:rStyle w:val="PageNumber"/>
        <w:noProof/>
      </w:rPr>
      <w:fldChar w:fldCharType="begin"/>
    </w:r>
    <w:r w:rsidR="00E33D4E" w:rsidRPr="00E20277">
      <w:rPr>
        <w:rStyle w:val="PageNumber"/>
        <w:noProof/>
      </w:rPr>
      <w:instrText xml:space="preserve"> PAGE  \* Arabic  \* MERGEFORMAT </w:instrText>
    </w:r>
    <w:r w:rsidR="00E33D4E" w:rsidRPr="00E20277">
      <w:rPr>
        <w:rStyle w:val="PageNumber"/>
        <w:noProof/>
      </w:rPr>
      <w:fldChar w:fldCharType="separate"/>
    </w:r>
    <w:r w:rsidR="00E33D4E">
      <w:rPr>
        <w:rStyle w:val="PageNumber"/>
        <w:noProof/>
      </w:rPr>
      <w:t>9</w:t>
    </w:r>
    <w:r w:rsidR="00E33D4E" w:rsidRPr="00E20277">
      <w:rPr>
        <w:rStyle w:val="PageNumber"/>
        <w:noProof/>
      </w:rPr>
      <w:fldChar w:fldCharType="end"/>
    </w:r>
    <w:r w:rsidR="00E33D4E" w:rsidRPr="00E20277">
      <w:rPr>
        <w:rStyle w:val="PageNumber"/>
        <w:noProof/>
      </w:rPr>
      <w:t xml:space="preserve"> of </w:t>
    </w:r>
    <w:r w:rsidR="00E33D4E" w:rsidRPr="00E20277">
      <w:rPr>
        <w:rStyle w:val="PageNumber"/>
        <w:noProof/>
      </w:rPr>
      <w:fldChar w:fldCharType="begin"/>
    </w:r>
    <w:r w:rsidR="00E33D4E" w:rsidRPr="00E20277">
      <w:rPr>
        <w:rStyle w:val="PageNumber"/>
        <w:noProof/>
      </w:rPr>
      <w:instrText xml:space="preserve"> NUMPAGES  \* Arabic  \* MERGEFORMAT </w:instrText>
    </w:r>
    <w:r w:rsidR="00E33D4E" w:rsidRPr="00E20277">
      <w:rPr>
        <w:rStyle w:val="PageNumber"/>
        <w:noProof/>
      </w:rPr>
      <w:fldChar w:fldCharType="separate"/>
    </w:r>
    <w:r w:rsidR="00E33D4E">
      <w:rPr>
        <w:rStyle w:val="PageNumber"/>
        <w:noProof/>
      </w:rPr>
      <w:t>9</w:t>
    </w:r>
    <w:r w:rsidR="00E33D4E" w:rsidRPr="00E20277">
      <w:rPr>
        <w:rStyle w:val="PageNumber"/>
        <w:noProof/>
      </w:rPr>
      <w:fldChar w:fldCharType="end"/>
    </w:r>
  </w:p>
  <w:p w14:paraId="10213C9D" w14:textId="00B71741" w:rsidR="00E33D4E" w:rsidRPr="00F43CA7" w:rsidRDefault="0057222E" w:rsidP="00140AF1">
    <w:pPr>
      <w:pStyle w:val="Footer"/>
      <w:pBdr>
        <w:top w:val="single" w:sz="2" w:space="3" w:color="auto"/>
      </w:pBdr>
      <w:spacing w:before="0"/>
      <w:rPr>
        <w:szCs w:val="20"/>
      </w:rPr>
    </w:pPr>
    <w:sdt>
      <w:sdtPr>
        <w:rPr>
          <w:szCs w:val="20"/>
        </w:rPr>
        <w:alias w:val="Document identifier"/>
        <w:tag w:val="DocumentID"/>
        <w:id w:val="-1846627821"/>
        <w:lock w:val="sdtLocked"/>
        <w:placeholder>
          <w:docPart w:val="45BC783058EE4D6E85E872CCF01AE9AB"/>
        </w:placeholder>
        <w:dataBinding w:xpath="/root[1]/DocumentID[1]" w:storeItemID="{04FCC22D-C615-4C5D-9373-0A3A21D4C977}"/>
        <w:text/>
      </w:sdtPr>
      <w:sdtEndPr/>
      <w:sdtContent>
        <w:r>
          <w:rPr>
            <w:szCs w:val="20"/>
          </w:rPr>
          <w:t>DH-3624:2022</w:t>
        </w:r>
      </w:sdtContent>
    </w:sdt>
    <w:r w:rsidR="00E33D4E" w:rsidRPr="00B60FCA">
      <w:rPr>
        <w:noProof/>
        <w:szCs w:val="20"/>
      </w:rPr>
      <w:t xml:space="preserve"> </w:t>
    </w:r>
    <w:r w:rsidR="00E33D4E" w:rsidRPr="00F43CA7">
      <w:rPr>
        <w:noProof/>
        <w:szCs w:val="20"/>
      </w:rPr>
      <w:ptab w:relativeTo="margin" w:alignment="right" w:leader="none"/>
    </w:r>
    <w:r w:rsidR="00E33D4E" w:rsidRPr="00F43CA7">
      <w:rPr>
        <w:rStyle w:val="PlaceholderText"/>
        <w:szCs w:val="20"/>
      </w:rPr>
      <w:t xml:space="preserve"> </w:t>
    </w:r>
    <w:sdt>
      <w:sdtPr>
        <w:rPr>
          <w:szCs w:val="20"/>
        </w:rPr>
        <w:alias w:val="Draft version number"/>
        <w:tag w:val="DocumentVersionNumber"/>
        <w:id w:val="-1409229784"/>
        <w:lock w:val="sdtLocked"/>
        <w:placeholder>
          <w:docPart w:val="DefaultPlaceholder_-1854013440"/>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E33D4E">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E9FE4" w14:textId="77777777" w:rsidR="00E33D4E" w:rsidRDefault="00E33D4E" w:rsidP="00763374">
      <w:r>
        <w:separator/>
      </w:r>
    </w:p>
  </w:footnote>
  <w:footnote w:type="continuationSeparator" w:id="0">
    <w:p w14:paraId="5A659014" w14:textId="77777777" w:rsidR="00E33D4E" w:rsidRDefault="00E33D4E" w:rsidP="00763374">
      <w:r>
        <w:continuationSeparator/>
      </w:r>
    </w:p>
  </w:footnote>
  <w:footnote w:id="1">
    <w:p w14:paraId="146FF4E0" w14:textId="77777777" w:rsidR="00E33D4E" w:rsidRDefault="00E33D4E" w:rsidP="001D349A">
      <w:pPr>
        <w:pStyle w:val="FootnoteText"/>
      </w:pPr>
      <w:r>
        <w:rPr>
          <w:rStyle w:val="FootnoteReference"/>
        </w:rPr>
        <w:footnoteRef/>
      </w:r>
      <w:r>
        <w:t xml:space="preserve"> Please refer to the following website for more information on Gatekeeper certification </w:t>
      </w:r>
      <w:hyperlink r:id="rId1" w:history="1">
        <w:r w:rsidRPr="00652C2C">
          <w:rPr>
            <w:rStyle w:val="Hyperlink"/>
          </w:rPr>
          <w:t>https://www.dto.gov.au/standard/design-guides/authentication-frameworks/gatekeeper-public-key-infrastructure-framework/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3D6C5" w14:textId="77777777" w:rsidR="00E33D4E" w:rsidRPr="002B67CC" w:rsidRDefault="00E33D4E"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F52DB" w14:textId="77777777" w:rsidR="00E33D4E" w:rsidRDefault="00E33D4E"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023AD607" wp14:editId="26318AE9">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63360" behindDoc="1" locked="1" layoutInCell="1" allowOverlap="1" wp14:anchorId="55AAC13F" wp14:editId="12C46C00">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29A649E" w14:textId="77777777" w:rsidR="00E33D4E" w:rsidRPr="00CD680B" w:rsidRDefault="00E33D4E"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996DC" w14:textId="391CE55E" w:rsidR="00E33D4E" w:rsidRPr="00137837" w:rsidRDefault="0057222E" w:rsidP="00062598">
    <w:pPr>
      <w:pStyle w:val="Header"/>
      <w:spacing w:after="600"/>
      <w:jc w:val="right"/>
    </w:pPr>
    <w:sdt>
      <w:sdtPr>
        <w:alias w:val="Subject"/>
        <w:tag w:val=""/>
        <w:id w:val="560222303"/>
        <w:placeholder>
          <w:docPart w:val="8BDED72FA6764D7CAF302B50174B6444"/>
        </w:placeholder>
        <w:dataBinding w:xpath="/root[1]/Subject[1]" w:storeItemID="{04FCC22D-C615-4C5D-9373-0A3A21D4C977}"/>
        <w:text/>
      </w:sdtPr>
      <w:sdtEndPr/>
      <w:sdtContent>
        <w:r w:rsidR="00E33D4E">
          <w:t>My Health Record</w:t>
        </w:r>
      </w:sdtContent>
    </w:sdt>
    <w:r w:rsidR="00E33D4E" w:rsidRPr="00A94CA2">
      <w:t xml:space="preserve"> </w:t>
    </w:r>
    <w:r w:rsidR="00E33D4E">
      <w:br/>
    </w:r>
    <w:sdt>
      <w:sdtPr>
        <w:alias w:val="Title"/>
        <w:tag w:val=""/>
        <w:id w:val="-1446463978"/>
        <w:lock w:val="sdtLocked"/>
        <w:placeholder>
          <w:docPart w:val="63D06921A2974D2182EE165A6F2B8054"/>
        </w:placeholder>
        <w:dataBinding w:xpath="/root[1]/Title[1]" w:storeItemID="{04FCC22D-C615-4C5D-9373-0A3A21D4C977}"/>
        <w:text/>
      </w:sdtPr>
      <w:sdtEndPr/>
      <w:sdtContent>
        <w:r w:rsidR="00E33D4E">
          <w:t>Portal Operator – Production Environment Access Request Form</w:t>
        </w:r>
      </w:sdtContent>
    </w:sdt>
    <w:r w:rsidR="00E33D4E">
      <w:t xml:space="preserve"> </w:t>
    </w:r>
    <w:sdt>
      <w:sdtPr>
        <w:alias w:val="Version"/>
        <w:tag w:val="Version"/>
        <w:id w:val="-2023463911"/>
        <w:placeholder>
          <w:docPart w:val="E29C68048B9D4706B8942E41C558F51B"/>
        </w:placeholder>
        <w:dataBinding w:xpath="/root[1]/DocVersion[1]" w:storeItemID="{04FCC22D-C615-4C5D-9373-0A3A21D4C977}"/>
        <w:text/>
      </w:sdtPr>
      <w:sdtEndPr/>
      <w:sdtContent>
        <w:r w:rsidR="007C0B4D">
          <w:t>v3.5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2E23"/>
    <w:multiLevelType w:val="hybridMultilevel"/>
    <w:tmpl w:val="5A5296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2C61DC6"/>
    <w:multiLevelType w:val="hybridMultilevel"/>
    <w:tmpl w:val="DB22616C"/>
    <w:lvl w:ilvl="0" w:tplc="0C090013">
      <w:start w:val="1"/>
      <w:numFmt w:val="upp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0EC7225F"/>
    <w:multiLevelType w:val="hybridMultilevel"/>
    <w:tmpl w:val="AEEE8F8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10250B52"/>
    <w:multiLevelType w:val="hybridMultilevel"/>
    <w:tmpl w:val="D1E61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5"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6"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7" w15:restartNumberingAfterBreak="0">
    <w:nsid w:val="1A5B508A"/>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9"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0" w15:restartNumberingAfterBreak="0">
    <w:nsid w:val="24632C4B"/>
    <w:multiLevelType w:val="hybridMultilevel"/>
    <w:tmpl w:val="E54ADD12"/>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2" w15:restartNumberingAfterBreak="0">
    <w:nsid w:val="26845414"/>
    <w:multiLevelType w:val="hybridMultilevel"/>
    <w:tmpl w:val="730621F0"/>
    <w:lvl w:ilvl="0" w:tplc="52F8876C">
      <w:start w:val="1"/>
      <w:numFmt w:val="decimal"/>
      <w:lvlText w:val="%1)"/>
      <w:lvlJc w:val="left"/>
      <w:pPr>
        <w:ind w:left="360" w:hanging="360"/>
      </w:pPr>
      <w:rPr>
        <w:rFonts w:asciiTheme="minorHAnsi" w:hAnsiTheme="minorHAnsi" w:hint="default"/>
        <w:i w:val="0"/>
        <w:sz w:val="19"/>
        <w:szCs w:val="19"/>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5" w15:restartNumberingAfterBreak="0">
    <w:nsid w:val="2F505C4C"/>
    <w:multiLevelType w:val="multilevel"/>
    <w:tmpl w:val="F732C176"/>
    <w:lvl w:ilvl="0">
      <w:start w:val="1"/>
      <w:numFmt w:val="decimal"/>
      <w:lvlText w:val="%1."/>
      <w:lvlJc w:val="left"/>
      <w:pPr>
        <w:ind w:left="720" w:hanging="360"/>
      </w:pPr>
      <w:rPr>
        <w:rFonts w:ascii="Calibri" w:hAnsi="Calibri" w:cs="Calibri" w:hint="default"/>
        <w:b/>
        <w:sz w:val="22"/>
        <w:szCs w:val="22"/>
      </w:rPr>
    </w:lvl>
    <w:lvl w:ilvl="1">
      <w:start w:val="1"/>
      <w:numFmt w:val="decimal"/>
      <w:isLgl/>
      <w:lvlText w:val="%1.%2"/>
      <w:lvlJc w:val="left"/>
      <w:pPr>
        <w:ind w:left="501" w:hanging="360"/>
      </w:pPr>
      <w:rPr>
        <w:rFonts w:ascii="Calibri" w:hAnsi="Calibri" w:cs="Calibri" w:hint="default"/>
        <w:b/>
        <w:sz w:val="22"/>
        <w:szCs w:val="22"/>
      </w:rPr>
    </w:lvl>
    <w:lvl w:ilvl="2">
      <w:start w:val="1"/>
      <w:numFmt w:val="decimal"/>
      <w:isLgl/>
      <w:lvlText w:val="%1.%2.%3"/>
      <w:lvlJc w:val="left"/>
      <w:pPr>
        <w:ind w:left="1080" w:hanging="720"/>
      </w:pPr>
      <w:rPr>
        <w:rFonts w:ascii="Calibri" w:hAnsi="Calibri" w:cs="Calibri"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17" w15:restartNumberingAfterBreak="0">
    <w:nsid w:val="34B37388"/>
    <w:multiLevelType w:val="multilevel"/>
    <w:tmpl w:val="27649E42"/>
    <w:lvl w:ilvl="0">
      <w:start w:val="1"/>
      <w:numFmt w:val="decimal"/>
      <w:lvlText w:val="%1."/>
      <w:lvlJc w:val="left"/>
      <w:pPr>
        <w:ind w:left="435" w:hanging="360"/>
      </w:pPr>
      <w:rPr>
        <w:rFonts w:asciiTheme="minorHAnsi" w:hAnsiTheme="minorHAnsi" w:hint="default"/>
        <w:b/>
        <w:color w:val="FFFFFF" w:themeColor="background1"/>
        <w:sz w:val="22"/>
        <w:szCs w:val="22"/>
      </w:rPr>
    </w:lvl>
    <w:lvl w:ilvl="1">
      <w:start w:val="1"/>
      <w:numFmt w:val="decimal"/>
      <w:isLgl/>
      <w:lvlText w:val="%1.%2"/>
      <w:lvlJc w:val="left"/>
      <w:pPr>
        <w:ind w:left="57" w:firstLine="18"/>
      </w:pPr>
      <w:rPr>
        <w:rFonts w:asciiTheme="minorHAnsi" w:hAnsiTheme="minorHAnsi" w:hint="default"/>
        <w:b/>
        <w:sz w:val="20"/>
        <w:szCs w:val="2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515" w:hanging="1440"/>
      </w:pPr>
      <w:rPr>
        <w:rFonts w:hint="default"/>
      </w:rPr>
    </w:lvl>
  </w:abstractNum>
  <w:abstractNum w:abstractNumId="18" w15:restartNumberingAfterBreak="0">
    <w:nsid w:val="443019CC"/>
    <w:multiLevelType w:val="hybridMultilevel"/>
    <w:tmpl w:val="BFBC0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71B09B7"/>
    <w:multiLevelType w:val="hybridMultilevel"/>
    <w:tmpl w:val="C024D15A"/>
    <w:lvl w:ilvl="0" w:tplc="0E6462E2">
      <w:start w:val="1"/>
      <w:numFmt w:val="upperLetter"/>
      <w:lvlText w:val="%1."/>
      <w:lvlJc w:val="left"/>
      <w:pPr>
        <w:ind w:left="720" w:hanging="360"/>
      </w:pPr>
      <w:rPr>
        <w:rFonts w:ascii="Calibri" w:hAnsi="Calibri" w:cs="Calibri" w:hint="default"/>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9B86A0D"/>
    <w:multiLevelType w:val="hybridMultilevel"/>
    <w:tmpl w:val="8ACAE24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DA61138"/>
    <w:multiLevelType w:val="hybridMultilevel"/>
    <w:tmpl w:val="135AB8AA"/>
    <w:lvl w:ilvl="0" w:tplc="A374470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3" w15:restartNumberingAfterBreak="0">
    <w:nsid w:val="50A51613"/>
    <w:multiLevelType w:val="hybridMultilevel"/>
    <w:tmpl w:val="FD462834"/>
    <w:lvl w:ilvl="0" w:tplc="86EA3F3A">
      <w:start w:val="1"/>
      <w:numFmt w:val="decimal"/>
      <w:lvlText w:val="%1."/>
      <w:lvlJc w:val="left"/>
      <w:pPr>
        <w:ind w:left="1080" w:hanging="360"/>
      </w:pPr>
      <w:rPr>
        <w:rFonts w:hint="default"/>
        <w:b w:val="0"/>
        <w:i/>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5" w15:restartNumberingAfterBreak="0">
    <w:nsid w:val="557F3A43"/>
    <w:multiLevelType w:val="hybridMultilevel"/>
    <w:tmpl w:val="BE28AD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6122E5C"/>
    <w:multiLevelType w:val="hybridMultilevel"/>
    <w:tmpl w:val="4A1C93C2"/>
    <w:lvl w:ilvl="0" w:tplc="E4ECC3F4">
      <w:start w:val="1"/>
      <w:numFmt w:val="upperLetter"/>
      <w:lvlText w:val="%1."/>
      <w:lvlJc w:val="left"/>
      <w:pPr>
        <w:ind w:left="360" w:hanging="360"/>
      </w:pPr>
      <w:rPr>
        <w:rFonts w:ascii="Calibri" w:hAnsi="Calibri" w:cs="Calibri" w:hint="default"/>
        <w:b w:val="0"/>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59F12B40"/>
    <w:multiLevelType w:val="hybridMultilevel"/>
    <w:tmpl w:val="741CEC7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F447AB1"/>
    <w:multiLevelType w:val="hybridMultilevel"/>
    <w:tmpl w:val="6E564DF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0"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1" w15:restartNumberingAfterBreak="0">
    <w:nsid w:val="6B782065"/>
    <w:multiLevelType w:val="hybridMultilevel"/>
    <w:tmpl w:val="DA742A0E"/>
    <w:lvl w:ilvl="0" w:tplc="187CD162">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3"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420742"/>
    <w:multiLevelType w:val="multilevel"/>
    <w:tmpl w:val="0B8A1304"/>
    <w:numStyleLink w:val="Tablebullets"/>
  </w:abstractNum>
  <w:num w:numId="1">
    <w:abstractNumId w:val="4"/>
  </w:num>
  <w:num w:numId="2">
    <w:abstractNumId w:val="32"/>
  </w:num>
  <w:num w:numId="3">
    <w:abstractNumId w:val="22"/>
  </w:num>
  <w:num w:numId="4">
    <w:abstractNumId w:val="14"/>
  </w:num>
  <w:num w:numId="5">
    <w:abstractNumId w:val="5"/>
  </w:num>
  <w:num w:numId="6">
    <w:abstractNumId w:val="16"/>
  </w:num>
  <w:num w:numId="7">
    <w:abstractNumId w:val="11"/>
  </w:num>
  <w:num w:numId="8">
    <w:abstractNumId w:val="29"/>
  </w:num>
  <w:num w:numId="9">
    <w:abstractNumId w:val="9"/>
  </w:num>
  <w:num w:numId="10">
    <w:abstractNumId w:val="34"/>
  </w:num>
  <w:num w:numId="11">
    <w:abstractNumId w:val="24"/>
  </w:num>
  <w:num w:numId="12">
    <w:abstractNumId w:val="6"/>
  </w:num>
  <w:num w:numId="13">
    <w:abstractNumId w:val="30"/>
  </w:num>
  <w:num w:numId="14">
    <w:abstractNumId w:val="13"/>
  </w:num>
  <w:num w:numId="15">
    <w:abstractNumId w:val="33"/>
  </w:num>
  <w:num w:numId="16">
    <w:abstractNumId w:val="8"/>
  </w:num>
  <w:num w:numId="17">
    <w:abstractNumId w:val="17"/>
  </w:num>
  <w:num w:numId="18">
    <w:abstractNumId w:val="19"/>
  </w:num>
  <w:num w:numId="19">
    <w:abstractNumId w:val="26"/>
  </w:num>
  <w:num w:numId="20">
    <w:abstractNumId w:val="15"/>
  </w:num>
  <w:num w:numId="21">
    <w:abstractNumId w:val="12"/>
  </w:num>
  <w:num w:numId="22">
    <w:abstractNumId w:val="21"/>
  </w:num>
  <w:num w:numId="23">
    <w:abstractNumId w:val="31"/>
  </w:num>
  <w:num w:numId="24">
    <w:abstractNumId w:val="18"/>
  </w:num>
  <w:num w:numId="25">
    <w:abstractNumId w:val="7"/>
  </w:num>
  <w:num w:numId="26">
    <w:abstractNumId w:val="27"/>
  </w:num>
  <w:num w:numId="27">
    <w:abstractNumId w:val="28"/>
  </w:num>
  <w:num w:numId="28">
    <w:abstractNumId w:val="0"/>
  </w:num>
  <w:num w:numId="29">
    <w:abstractNumId w:val="2"/>
  </w:num>
  <w:num w:numId="30">
    <w:abstractNumId w:val="1"/>
  </w:num>
  <w:num w:numId="31">
    <w:abstractNumId w:val="10"/>
  </w:num>
  <w:num w:numId="32">
    <w:abstractNumId w:val="20"/>
  </w:num>
  <w:num w:numId="33">
    <w:abstractNumId w:val="3"/>
  </w:num>
  <w:num w:numId="34">
    <w:abstractNumId w:val="25"/>
  </w:num>
  <w:num w:numId="35">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49A"/>
    <w:rsid w:val="00001A41"/>
    <w:rsid w:val="00003637"/>
    <w:rsid w:val="00004360"/>
    <w:rsid w:val="0000532A"/>
    <w:rsid w:val="00012AF6"/>
    <w:rsid w:val="00015FF3"/>
    <w:rsid w:val="00027ACE"/>
    <w:rsid w:val="00031F12"/>
    <w:rsid w:val="00032580"/>
    <w:rsid w:val="0003294A"/>
    <w:rsid w:val="00032BD2"/>
    <w:rsid w:val="00035770"/>
    <w:rsid w:val="00037ED4"/>
    <w:rsid w:val="000425C3"/>
    <w:rsid w:val="000431F7"/>
    <w:rsid w:val="00044D4D"/>
    <w:rsid w:val="0005688D"/>
    <w:rsid w:val="00057031"/>
    <w:rsid w:val="00060D23"/>
    <w:rsid w:val="0006251D"/>
    <w:rsid w:val="00062598"/>
    <w:rsid w:val="00062969"/>
    <w:rsid w:val="000647C4"/>
    <w:rsid w:val="00066A39"/>
    <w:rsid w:val="0006761B"/>
    <w:rsid w:val="00071EEE"/>
    <w:rsid w:val="0007207E"/>
    <w:rsid w:val="000735D1"/>
    <w:rsid w:val="00075472"/>
    <w:rsid w:val="00083E47"/>
    <w:rsid w:val="00087C1D"/>
    <w:rsid w:val="00095BA6"/>
    <w:rsid w:val="000976F9"/>
    <w:rsid w:val="0009771B"/>
    <w:rsid w:val="000A2380"/>
    <w:rsid w:val="000A3D95"/>
    <w:rsid w:val="000B0D35"/>
    <w:rsid w:val="000B415B"/>
    <w:rsid w:val="000B5067"/>
    <w:rsid w:val="000B712D"/>
    <w:rsid w:val="000C6DCB"/>
    <w:rsid w:val="000D361C"/>
    <w:rsid w:val="000D3A36"/>
    <w:rsid w:val="000E03AE"/>
    <w:rsid w:val="000E1A17"/>
    <w:rsid w:val="000E5AEC"/>
    <w:rsid w:val="000E7542"/>
    <w:rsid w:val="000F0F8A"/>
    <w:rsid w:val="000F208C"/>
    <w:rsid w:val="000F22BC"/>
    <w:rsid w:val="000F51A3"/>
    <w:rsid w:val="000F5D99"/>
    <w:rsid w:val="000F74B3"/>
    <w:rsid w:val="00100F65"/>
    <w:rsid w:val="00105D9B"/>
    <w:rsid w:val="00106CF4"/>
    <w:rsid w:val="00110044"/>
    <w:rsid w:val="00110900"/>
    <w:rsid w:val="00111FBD"/>
    <w:rsid w:val="00112122"/>
    <w:rsid w:val="001155CA"/>
    <w:rsid w:val="00115BD9"/>
    <w:rsid w:val="001175E0"/>
    <w:rsid w:val="00117B49"/>
    <w:rsid w:val="001209FE"/>
    <w:rsid w:val="00130DBB"/>
    <w:rsid w:val="00132193"/>
    <w:rsid w:val="001361ED"/>
    <w:rsid w:val="00137837"/>
    <w:rsid w:val="00137BFB"/>
    <w:rsid w:val="00140AF1"/>
    <w:rsid w:val="00143A54"/>
    <w:rsid w:val="0014457F"/>
    <w:rsid w:val="00145787"/>
    <w:rsid w:val="00153006"/>
    <w:rsid w:val="00160570"/>
    <w:rsid w:val="00161067"/>
    <w:rsid w:val="0016497D"/>
    <w:rsid w:val="00166EC1"/>
    <w:rsid w:val="00170783"/>
    <w:rsid w:val="00183FAB"/>
    <w:rsid w:val="001911C4"/>
    <w:rsid w:val="00191C78"/>
    <w:rsid w:val="0019507C"/>
    <w:rsid w:val="001A2D85"/>
    <w:rsid w:val="001A7F24"/>
    <w:rsid w:val="001B2156"/>
    <w:rsid w:val="001B6784"/>
    <w:rsid w:val="001C0302"/>
    <w:rsid w:val="001C4614"/>
    <w:rsid w:val="001C5C7F"/>
    <w:rsid w:val="001D0AF7"/>
    <w:rsid w:val="001D17B1"/>
    <w:rsid w:val="001D19C2"/>
    <w:rsid w:val="001D349A"/>
    <w:rsid w:val="001D3765"/>
    <w:rsid w:val="001D57BC"/>
    <w:rsid w:val="001E2A57"/>
    <w:rsid w:val="001E3001"/>
    <w:rsid w:val="001F3117"/>
    <w:rsid w:val="001F39B1"/>
    <w:rsid w:val="001F3C02"/>
    <w:rsid w:val="001F3E30"/>
    <w:rsid w:val="001F6AFE"/>
    <w:rsid w:val="00210447"/>
    <w:rsid w:val="00211C32"/>
    <w:rsid w:val="00212495"/>
    <w:rsid w:val="002127D7"/>
    <w:rsid w:val="00214663"/>
    <w:rsid w:val="00215CD7"/>
    <w:rsid w:val="00231F6E"/>
    <w:rsid w:val="0024372E"/>
    <w:rsid w:val="002468B4"/>
    <w:rsid w:val="00247FE9"/>
    <w:rsid w:val="002530FB"/>
    <w:rsid w:val="00254032"/>
    <w:rsid w:val="0025437B"/>
    <w:rsid w:val="0025519A"/>
    <w:rsid w:val="00255C8F"/>
    <w:rsid w:val="00262375"/>
    <w:rsid w:val="00271E2C"/>
    <w:rsid w:val="00272276"/>
    <w:rsid w:val="002731BE"/>
    <w:rsid w:val="00276717"/>
    <w:rsid w:val="002768AE"/>
    <w:rsid w:val="002827ED"/>
    <w:rsid w:val="00284F09"/>
    <w:rsid w:val="0028666D"/>
    <w:rsid w:val="002869D6"/>
    <w:rsid w:val="002906F6"/>
    <w:rsid w:val="002954C7"/>
    <w:rsid w:val="002A42F5"/>
    <w:rsid w:val="002A57EB"/>
    <w:rsid w:val="002A65A2"/>
    <w:rsid w:val="002A680E"/>
    <w:rsid w:val="002A6F6D"/>
    <w:rsid w:val="002B3BCA"/>
    <w:rsid w:val="002B67CC"/>
    <w:rsid w:val="002C034B"/>
    <w:rsid w:val="002D2445"/>
    <w:rsid w:val="002D59AB"/>
    <w:rsid w:val="002E0EEE"/>
    <w:rsid w:val="002E136F"/>
    <w:rsid w:val="002E778F"/>
    <w:rsid w:val="002F15AD"/>
    <w:rsid w:val="002F1663"/>
    <w:rsid w:val="002F503F"/>
    <w:rsid w:val="002F557E"/>
    <w:rsid w:val="00300FD5"/>
    <w:rsid w:val="003017B6"/>
    <w:rsid w:val="00301A15"/>
    <w:rsid w:val="003025A9"/>
    <w:rsid w:val="003043A9"/>
    <w:rsid w:val="0030747F"/>
    <w:rsid w:val="00315736"/>
    <w:rsid w:val="00320CC1"/>
    <w:rsid w:val="00320F57"/>
    <w:rsid w:val="00321842"/>
    <w:rsid w:val="00324303"/>
    <w:rsid w:val="00327657"/>
    <w:rsid w:val="00327E3D"/>
    <w:rsid w:val="00331C22"/>
    <w:rsid w:val="00333913"/>
    <w:rsid w:val="00333AC8"/>
    <w:rsid w:val="00340075"/>
    <w:rsid w:val="00344679"/>
    <w:rsid w:val="00344D51"/>
    <w:rsid w:val="00356183"/>
    <w:rsid w:val="00357DA5"/>
    <w:rsid w:val="003616E6"/>
    <w:rsid w:val="00362481"/>
    <w:rsid w:val="003675E2"/>
    <w:rsid w:val="00367EB2"/>
    <w:rsid w:val="00371018"/>
    <w:rsid w:val="00371F4A"/>
    <w:rsid w:val="00372BAC"/>
    <w:rsid w:val="00373F59"/>
    <w:rsid w:val="00374EDC"/>
    <w:rsid w:val="00375214"/>
    <w:rsid w:val="00385352"/>
    <w:rsid w:val="0039151A"/>
    <w:rsid w:val="00392521"/>
    <w:rsid w:val="0039635F"/>
    <w:rsid w:val="003A0B82"/>
    <w:rsid w:val="003A335C"/>
    <w:rsid w:val="003B157E"/>
    <w:rsid w:val="003B476F"/>
    <w:rsid w:val="003B4BAD"/>
    <w:rsid w:val="003B4C93"/>
    <w:rsid w:val="003B7845"/>
    <w:rsid w:val="003C0725"/>
    <w:rsid w:val="003C2C91"/>
    <w:rsid w:val="003C5FFE"/>
    <w:rsid w:val="003D5D59"/>
    <w:rsid w:val="003D6C4B"/>
    <w:rsid w:val="003E4F3E"/>
    <w:rsid w:val="004026C9"/>
    <w:rsid w:val="00407A5C"/>
    <w:rsid w:val="0041210F"/>
    <w:rsid w:val="00413739"/>
    <w:rsid w:val="00421B54"/>
    <w:rsid w:val="00425C6D"/>
    <w:rsid w:val="004270DE"/>
    <w:rsid w:val="004355FC"/>
    <w:rsid w:val="0044513C"/>
    <w:rsid w:val="00451137"/>
    <w:rsid w:val="004540D9"/>
    <w:rsid w:val="00457F94"/>
    <w:rsid w:val="004616FE"/>
    <w:rsid w:val="004621C2"/>
    <w:rsid w:val="0046232F"/>
    <w:rsid w:val="00463826"/>
    <w:rsid w:val="00465070"/>
    <w:rsid w:val="004669C3"/>
    <w:rsid w:val="004705D4"/>
    <w:rsid w:val="00477265"/>
    <w:rsid w:val="00483B8D"/>
    <w:rsid w:val="00484852"/>
    <w:rsid w:val="004A6369"/>
    <w:rsid w:val="004A6DF9"/>
    <w:rsid w:val="004A7B0F"/>
    <w:rsid w:val="004A7DD2"/>
    <w:rsid w:val="004A7FF0"/>
    <w:rsid w:val="004B5C5F"/>
    <w:rsid w:val="004B677F"/>
    <w:rsid w:val="004C3165"/>
    <w:rsid w:val="004C3809"/>
    <w:rsid w:val="004C4FFB"/>
    <w:rsid w:val="004C550A"/>
    <w:rsid w:val="004C7226"/>
    <w:rsid w:val="004C75C7"/>
    <w:rsid w:val="004D16C6"/>
    <w:rsid w:val="004E2D0A"/>
    <w:rsid w:val="004E3309"/>
    <w:rsid w:val="004E4B66"/>
    <w:rsid w:val="004F1F9B"/>
    <w:rsid w:val="004F466B"/>
    <w:rsid w:val="004F4E88"/>
    <w:rsid w:val="004F5A62"/>
    <w:rsid w:val="0051433C"/>
    <w:rsid w:val="0051433F"/>
    <w:rsid w:val="0051775C"/>
    <w:rsid w:val="00526226"/>
    <w:rsid w:val="005267B5"/>
    <w:rsid w:val="00530028"/>
    <w:rsid w:val="0053201B"/>
    <w:rsid w:val="00532890"/>
    <w:rsid w:val="005331DD"/>
    <w:rsid w:val="00537481"/>
    <w:rsid w:val="00540AD9"/>
    <w:rsid w:val="00542438"/>
    <w:rsid w:val="00543287"/>
    <w:rsid w:val="00553AF2"/>
    <w:rsid w:val="00556084"/>
    <w:rsid w:val="005563F1"/>
    <w:rsid w:val="00564D53"/>
    <w:rsid w:val="00570734"/>
    <w:rsid w:val="0057222E"/>
    <w:rsid w:val="00581BEB"/>
    <w:rsid w:val="005842BB"/>
    <w:rsid w:val="0058478B"/>
    <w:rsid w:val="0058504A"/>
    <w:rsid w:val="0058507C"/>
    <w:rsid w:val="005A1905"/>
    <w:rsid w:val="005A3F8D"/>
    <w:rsid w:val="005A75B7"/>
    <w:rsid w:val="005A7E33"/>
    <w:rsid w:val="005B18FE"/>
    <w:rsid w:val="005B2FAB"/>
    <w:rsid w:val="005B4407"/>
    <w:rsid w:val="005C4374"/>
    <w:rsid w:val="005C6136"/>
    <w:rsid w:val="005D0267"/>
    <w:rsid w:val="005D38E9"/>
    <w:rsid w:val="005D4A4A"/>
    <w:rsid w:val="005D5A4C"/>
    <w:rsid w:val="005D5A7E"/>
    <w:rsid w:val="005E10E1"/>
    <w:rsid w:val="005E72A0"/>
    <w:rsid w:val="005F13D7"/>
    <w:rsid w:val="005F41B7"/>
    <w:rsid w:val="005F4F9E"/>
    <w:rsid w:val="005F57E9"/>
    <w:rsid w:val="00600C64"/>
    <w:rsid w:val="0060703A"/>
    <w:rsid w:val="006312B1"/>
    <w:rsid w:val="0065246B"/>
    <w:rsid w:val="00653EB1"/>
    <w:rsid w:val="00655098"/>
    <w:rsid w:val="006557B9"/>
    <w:rsid w:val="00655AF6"/>
    <w:rsid w:val="00656DB3"/>
    <w:rsid w:val="00660750"/>
    <w:rsid w:val="00661CD4"/>
    <w:rsid w:val="006634A1"/>
    <w:rsid w:val="00681B2A"/>
    <w:rsid w:val="006A75DB"/>
    <w:rsid w:val="006B0E1C"/>
    <w:rsid w:val="006B1526"/>
    <w:rsid w:val="006B3D1B"/>
    <w:rsid w:val="006B3DA8"/>
    <w:rsid w:val="006B6AEE"/>
    <w:rsid w:val="006C1E17"/>
    <w:rsid w:val="006D0DF2"/>
    <w:rsid w:val="006D38F4"/>
    <w:rsid w:val="006D40C1"/>
    <w:rsid w:val="006D60C4"/>
    <w:rsid w:val="006D7A9E"/>
    <w:rsid w:val="006E205A"/>
    <w:rsid w:val="006E48F1"/>
    <w:rsid w:val="006E6ED6"/>
    <w:rsid w:val="006E7310"/>
    <w:rsid w:val="006F2109"/>
    <w:rsid w:val="006F353E"/>
    <w:rsid w:val="006F605E"/>
    <w:rsid w:val="00700667"/>
    <w:rsid w:val="0070760D"/>
    <w:rsid w:val="00710211"/>
    <w:rsid w:val="007158F3"/>
    <w:rsid w:val="00716140"/>
    <w:rsid w:val="007237D8"/>
    <w:rsid w:val="00725811"/>
    <w:rsid w:val="00736465"/>
    <w:rsid w:val="00737D4F"/>
    <w:rsid w:val="00740926"/>
    <w:rsid w:val="00743DFF"/>
    <w:rsid w:val="007460A6"/>
    <w:rsid w:val="00746E1A"/>
    <w:rsid w:val="00747A4E"/>
    <w:rsid w:val="00754C87"/>
    <w:rsid w:val="00763374"/>
    <w:rsid w:val="00763685"/>
    <w:rsid w:val="00775879"/>
    <w:rsid w:val="00775EC7"/>
    <w:rsid w:val="00782386"/>
    <w:rsid w:val="00783572"/>
    <w:rsid w:val="0079019E"/>
    <w:rsid w:val="0079451D"/>
    <w:rsid w:val="00795B9C"/>
    <w:rsid w:val="0079698F"/>
    <w:rsid w:val="007A5347"/>
    <w:rsid w:val="007B3832"/>
    <w:rsid w:val="007B4F9F"/>
    <w:rsid w:val="007B6EAD"/>
    <w:rsid w:val="007C0B4D"/>
    <w:rsid w:val="007C76E2"/>
    <w:rsid w:val="007D30F5"/>
    <w:rsid w:val="007D4297"/>
    <w:rsid w:val="007E04A8"/>
    <w:rsid w:val="007E08BF"/>
    <w:rsid w:val="007E0A98"/>
    <w:rsid w:val="007E4E60"/>
    <w:rsid w:val="007E5A92"/>
    <w:rsid w:val="007E7877"/>
    <w:rsid w:val="007F3E73"/>
    <w:rsid w:val="00800113"/>
    <w:rsid w:val="00800312"/>
    <w:rsid w:val="00800FBE"/>
    <w:rsid w:val="00801438"/>
    <w:rsid w:val="00801578"/>
    <w:rsid w:val="008024C5"/>
    <w:rsid w:val="0080298D"/>
    <w:rsid w:val="00802F5B"/>
    <w:rsid w:val="00803880"/>
    <w:rsid w:val="00804C31"/>
    <w:rsid w:val="00807767"/>
    <w:rsid w:val="00811BE3"/>
    <w:rsid w:val="0081759B"/>
    <w:rsid w:val="008256F8"/>
    <w:rsid w:val="00827091"/>
    <w:rsid w:val="0083691D"/>
    <w:rsid w:val="00840A2D"/>
    <w:rsid w:val="00841A99"/>
    <w:rsid w:val="00842CCB"/>
    <w:rsid w:val="0084306A"/>
    <w:rsid w:val="00843791"/>
    <w:rsid w:val="008442C0"/>
    <w:rsid w:val="00844A67"/>
    <w:rsid w:val="008517D5"/>
    <w:rsid w:val="00855102"/>
    <w:rsid w:val="00855473"/>
    <w:rsid w:val="0086221F"/>
    <w:rsid w:val="00864ED3"/>
    <w:rsid w:val="00867061"/>
    <w:rsid w:val="00881F77"/>
    <w:rsid w:val="00883C39"/>
    <w:rsid w:val="00884ED8"/>
    <w:rsid w:val="008868D5"/>
    <w:rsid w:val="0089147C"/>
    <w:rsid w:val="00891970"/>
    <w:rsid w:val="00891C08"/>
    <w:rsid w:val="008922A2"/>
    <w:rsid w:val="008930C6"/>
    <w:rsid w:val="00894FAB"/>
    <w:rsid w:val="00896AAF"/>
    <w:rsid w:val="008A0755"/>
    <w:rsid w:val="008A1998"/>
    <w:rsid w:val="008A4987"/>
    <w:rsid w:val="008A5AFF"/>
    <w:rsid w:val="008B194E"/>
    <w:rsid w:val="008B1F7B"/>
    <w:rsid w:val="008B4382"/>
    <w:rsid w:val="008C0679"/>
    <w:rsid w:val="008C4956"/>
    <w:rsid w:val="008C7E78"/>
    <w:rsid w:val="008D3056"/>
    <w:rsid w:val="008E1A1E"/>
    <w:rsid w:val="008E51C7"/>
    <w:rsid w:val="008E6024"/>
    <w:rsid w:val="0090114B"/>
    <w:rsid w:val="00903F59"/>
    <w:rsid w:val="0090420C"/>
    <w:rsid w:val="00910989"/>
    <w:rsid w:val="00910DE0"/>
    <w:rsid w:val="0091196F"/>
    <w:rsid w:val="00911FEA"/>
    <w:rsid w:val="00917DF5"/>
    <w:rsid w:val="0092027F"/>
    <w:rsid w:val="00922CA0"/>
    <w:rsid w:val="00922D94"/>
    <w:rsid w:val="0092338C"/>
    <w:rsid w:val="009276D9"/>
    <w:rsid w:val="00931020"/>
    <w:rsid w:val="00934D18"/>
    <w:rsid w:val="00937500"/>
    <w:rsid w:val="00940BF3"/>
    <w:rsid w:val="00952AD6"/>
    <w:rsid w:val="00954CB1"/>
    <w:rsid w:val="00961CF9"/>
    <w:rsid w:val="00973788"/>
    <w:rsid w:val="00975393"/>
    <w:rsid w:val="009819C2"/>
    <w:rsid w:val="00981A6E"/>
    <w:rsid w:val="00986634"/>
    <w:rsid w:val="009904E9"/>
    <w:rsid w:val="00990F1A"/>
    <w:rsid w:val="00992EAA"/>
    <w:rsid w:val="0099408D"/>
    <w:rsid w:val="0099671A"/>
    <w:rsid w:val="00997350"/>
    <w:rsid w:val="009A14AB"/>
    <w:rsid w:val="009A7D71"/>
    <w:rsid w:val="009B1544"/>
    <w:rsid w:val="009B1CC5"/>
    <w:rsid w:val="009C2175"/>
    <w:rsid w:val="009C7C78"/>
    <w:rsid w:val="009D0744"/>
    <w:rsid w:val="009D7838"/>
    <w:rsid w:val="009E0F61"/>
    <w:rsid w:val="009E20B2"/>
    <w:rsid w:val="009E610A"/>
    <w:rsid w:val="009E71DD"/>
    <w:rsid w:val="009E7343"/>
    <w:rsid w:val="009F06CF"/>
    <w:rsid w:val="009F2944"/>
    <w:rsid w:val="00A00BC8"/>
    <w:rsid w:val="00A024EC"/>
    <w:rsid w:val="00A0278F"/>
    <w:rsid w:val="00A02825"/>
    <w:rsid w:val="00A02835"/>
    <w:rsid w:val="00A043B9"/>
    <w:rsid w:val="00A04FA6"/>
    <w:rsid w:val="00A06CA3"/>
    <w:rsid w:val="00A07A4E"/>
    <w:rsid w:val="00A102D4"/>
    <w:rsid w:val="00A13E18"/>
    <w:rsid w:val="00A146FE"/>
    <w:rsid w:val="00A15BB7"/>
    <w:rsid w:val="00A21B52"/>
    <w:rsid w:val="00A22FB2"/>
    <w:rsid w:val="00A325A7"/>
    <w:rsid w:val="00A42970"/>
    <w:rsid w:val="00A44394"/>
    <w:rsid w:val="00A45596"/>
    <w:rsid w:val="00A53FB6"/>
    <w:rsid w:val="00A546BA"/>
    <w:rsid w:val="00A553ED"/>
    <w:rsid w:val="00A5617A"/>
    <w:rsid w:val="00A621C3"/>
    <w:rsid w:val="00A700B0"/>
    <w:rsid w:val="00A74710"/>
    <w:rsid w:val="00A82D0D"/>
    <w:rsid w:val="00A8373C"/>
    <w:rsid w:val="00A8649B"/>
    <w:rsid w:val="00A87CFE"/>
    <w:rsid w:val="00A9031C"/>
    <w:rsid w:val="00A91564"/>
    <w:rsid w:val="00A918FC"/>
    <w:rsid w:val="00A919BB"/>
    <w:rsid w:val="00A93115"/>
    <w:rsid w:val="00A93A25"/>
    <w:rsid w:val="00A94CA2"/>
    <w:rsid w:val="00A96DA1"/>
    <w:rsid w:val="00AA1BBA"/>
    <w:rsid w:val="00AA58FD"/>
    <w:rsid w:val="00AB0391"/>
    <w:rsid w:val="00AE0375"/>
    <w:rsid w:val="00AE6D5F"/>
    <w:rsid w:val="00AF3A7E"/>
    <w:rsid w:val="00AF47E5"/>
    <w:rsid w:val="00AF5091"/>
    <w:rsid w:val="00AF7968"/>
    <w:rsid w:val="00B010EC"/>
    <w:rsid w:val="00B01B31"/>
    <w:rsid w:val="00B02376"/>
    <w:rsid w:val="00B02A57"/>
    <w:rsid w:val="00B04815"/>
    <w:rsid w:val="00B11635"/>
    <w:rsid w:val="00B1658D"/>
    <w:rsid w:val="00B21F40"/>
    <w:rsid w:val="00B23881"/>
    <w:rsid w:val="00B244AF"/>
    <w:rsid w:val="00B25D1A"/>
    <w:rsid w:val="00B36BEF"/>
    <w:rsid w:val="00B40730"/>
    <w:rsid w:val="00B44138"/>
    <w:rsid w:val="00B4489C"/>
    <w:rsid w:val="00B458AC"/>
    <w:rsid w:val="00B51DA4"/>
    <w:rsid w:val="00B57F66"/>
    <w:rsid w:val="00B60BF2"/>
    <w:rsid w:val="00B60FCA"/>
    <w:rsid w:val="00B6351D"/>
    <w:rsid w:val="00B63925"/>
    <w:rsid w:val="00B6474D"/>
    <w:rsid w:val="00B700A3"/>
    <w:rsid w:val="00B72DBD"/>
    <w:rsid w:val="00B81174"/>
    <w:rsid w:val="00B82A66"/>
    <w:rsid w:val="00B84D0B"/>
    <w:rsid w:val="00B91E8A"/>
    <w:rsid w:val="00B91F55"/>
    <w:rsid w:val="00B92AA8"/>
    <w:rsid w:val="00BA6840"/>
    <w:rsid w:val="00BA7825"/>
    <w:rsid w:val="00BB23E5"/>
    <w:rsid w:val="00BB33D5"/>
    <w:rsid w:val="00BB61F2"/>
    <w:rsid w:val="00BC2784"/>
    <w:rsid w:val="00BD03D9"/>
    <w:rsid w:val="00BD3EA4"/>
    <w:rsid w:val="00BD5D3F"/>
    <w:rsid w:val="00BE046D"/>
    <w:rsid w:val="00BE2394"/>
    <w:rsid w:val="00BE2A75"/>
    <w:rsid w:val="00BE2E0E"/>
    <w:rsid w:val="00BE4A18"/>
    <w:rsid w:val="00BF7B2A"/>
    <w:rsid w:val="00C03776"/>
    <w:rsid w:val="00C11CE3"/>
    <w:rsid w:val="00C11EA1"/>
    <w:rsid w:val="00C12A53"/>
    <w:rsid w:val="00C14167"/>
    <w:rsid w:val="00C211A0"/>
    <w:rsid w:val="00C216D0"/>
    <w:rsid w:val="00C2372C"/>
    <w:rsid w:val="00C27946"/>
    <w:rsid w:val="00C30C74"/>
    <w:rsid w:val="00C31D85"/>
    <w:rsid w:val="00C32F49"/>
    <w:rsid w:val="00C34B56"/>
    <w:rsid w:val="00C359EE"/>
    <w:rsid w:val="00C35C6E"/>
    <w:rsid w:val="00C3781D"/>
    <w:rsid w:val="00C42929"/>
    <w:rsid w:val="00C44DC9"/>
    <w:rsid w:val="00C47081"/>
    <w:rsid w:val="00C4757F"/>
    <w:rsid w:val="00C56443"/>
    <w:rsid w:val="00C67197"/>
    <w:rsid w:val="00C720C7"/>
    <w:rsid w:val="00C728EF"/>
    <w:rsid w:val="00C72E6B"/>
    <w:rsid w:val="00C75949"/>
    <w:rsid w:val="00C77207"/>
    <w:rsid w:val="00C77B69"/>
    <w:rsid w:val="00C81AEB"/>
    <w:rsid w:val="00C8799C"/>
    <w:rsid w:val="00CA2CEF"/>
    <w:rsid w:val="00CB2008"/>
    <w:rsid w:val="00CB3E2B"/>
    <w:rsid w:val="00CC1223"/>
    <w:rsid w:val="00CC45BB"/>
    <w:rsid w:val="00CC55EF"/>
    <w:rsid w:val="00CC7778"/>
    <w:rsid w:val="00CD19FC"/>
    <w:rsid w:val="00CD201D"/>
    <w:rsid w:val="00CD2BE0"/>
    <w:rsid w:val="00CD680B"/>
    <w:rsid w:val="00CE22AE"/>
    <w:rsid w:val="00CE3B44"/>
    <w:rsid w:val="00CF1080"/>
    <w:rsid w:val="00CF2F3A"/>
    <w:rsid w:val="00CF4158"/>
    <w:rsid w:val="00CF6E4B"/>
    <w:rsid w:val="00CF724B"/>
    <w:rsid w:val="00D03FE7"/>
    <w:rsid w:val="00D04232"/>
    <w:rsid w:val="00D1000A"/>
    <w:rsid w:val="00D1430C"/>
    <w:rsid w:val="00D217F5"/>
    <w:rsid w:val="00D22ADB"/>
    <w:rsid w:val="00D261F6"/>
    <w:rsid w:val="00D268C9"/>
    <w:rsid w:val="00D31AB9"/>
    <w:rsid w:val="00D32B25"/>
    <w:rsid w:val="00D372D9"/>
    <w:rsid w:val="00D37C3B"/>
    <w:rsid w:val="00D4322C"/>
    <w:rsid w:val="00D43470"/>
    <w:rsid w:val="00D43753"/>
    <w:rsid w:val="00D45595"/>
    <w:rsid w:val="00D57FE8"/>
    <w:rsid w:val="00D61127"/>
    <w:rsid w:val="00D613D1"/>
    <w:rsid w:val="00D64BE6"/>
    <w:rsid w:val="00D659DF"/>
    <w:rsid w:val="00D731F2"/>
    <w:rsid w:val="00D757E1"/>
    <w:rsid w:val="00D779E2"/>
    <w:rsid w:val="00D8431A"/>
    <w:rsid w:val="00D84C6D"/>
    <w:rsid w:val="00D8593E"/>
    <w:rsid w:val="00D86C9C"/>
    <w:rsid w:val="00D94377"/>
    <w:rsid w:val="00D94605"/>
    <w:rsid w:val="00DA09EB"/>
    <w:rsid w:val="00DA5285"/>
    <w:rsid w:val="00DA62D7"/>
    <w:rsid w:val="00DB15A8"/>
    <w:rsid w:val="00DB18C4"/>
    <w:rsid w:val="00DB20EC"/>
    <w:rsid w:val="00DB2D5D"/>
    <w:rsid w:val="00DB461E"/>
    <w:rsid w:val="00DB7D65"/>
    <w:rsid w:val="00DC1809"/>
    <w:rsid w:val="00DC3606"/>
    <w:rsid w:val="00DC3DCF"/>
    <w:rsid w:val="00DC47B8"/>
    <w:rsid w:val="00DC512E"/>
    <w:rsid w:val="00DD346F"/>
    <w:rsid w:val="00DE03CC"/>
    <w:rsid w:val="00DE06E1"/>
    <w:rsid w:val="00DE10F4"/>
    <w:rsid w:val="00DE12B4"/>
    <w:rsid w:val="00DE4111"/>
    <w:rsid w:val="00DE4CC1"/>
    <w:rsid w:val="00DE6B23"/>
    <w:rsid w:val="00DF1FA0"/>
    <w:rsid w:val="00DF319F"/>
    <w:rsid w:val="00DF432E"/>
    <w:rsid w:val="00DF618D"/>
    <w:rsid w:val="00E00369"/>
    <w:rsid w:val="00E07269"/>
    <w:rsid w:val="00E07786"/>
    <w:rsid w:val="00E07C82"/>
    <w:rsid w:val="00E121E7"/>
    <w:rsid w:val="00E13B90"/>
    <w:rsid w:val="00E168A5"/>
    <w:rsid w:val="00E20277"/>
    <w:rsid w:val="00E27CB0"/>
    <w:rsid w:val="00E33D4E"/>
    <w:rsid w:val="00E34EC7"/>
    <w:rsid w:val="00E37B96"/>
    <w:rsid w:val="00E41505"/>
    <w:rsid w:val="00E41811"/>
    <w:rsid w:val="00E43C8A"/>
    <w:rsid w:val="00E46E6A"/>
    <w:rsid w:val="00E47EFA"/>
    <w:rsid w:val="00E53F6D"/>
    <w:rsid w:val="00E60545"/>
    <w:rsid w:val="00E613F3"/>
    <w:rsid w:val="00E66AC0"/>
    <w:rsid w:val="00E67F7E"/>
    <w:rsid w:val="00E73959"/>
    <w:rsid w:val="00E761C7"/>
    <w:rsid w:val="00E76AED"/>
    <w:rsid w:val="00E77F00"/>
    <w:rsid w:val="00E83754"/>
    <w:rsid w:val="00E8485A"/>
    <w:rsid w:val="00E85C54"/>
    <w:rsid w:val="00E85F09"/>
    <w:rsid w:val="00E96806"/>
    <w:rsid w:val="00EA18C1"/>
    <w:rsid w:val="00EA2C3B"/>
    <w:rsid w:val="00EA4F25"/>
    <w:rsid w:val="00EA542A"/>
    <w:rsid w:val="00EB450C"/>
    <w:rsid w:val="00EB5DEA"/>
    <w:rsid w:val="00EB6B79"/>
    <w:rsid w:val="00EC2A75"/>
    <w:rsid w:val="00EC500B"/>
    <w:rsid w:val="00EC717A"/>
    <w:rsid w:val="00EC7D44"/>
    <w:rsid w:val="00ED3C06"/>
    <w:rsid w:val="00ED58BF"/>
    <w:rsid w:val="00EF1976"/>
    <w:rsid w:val="00EF5B85"/>
    <w:rsid w:val="00F021B2"/>
    <w:rsid w:val="00F02A23"/>
    <w:rsid w:val="00F1420F"/>
    <w:rsid w:val="00F14BE3"/>
    <w:rsid w:val="00F1744F"/>
    <w:rsid w:val="00F23609"/>
    <w:rsid w:val="00F23951"/>
    <w:rsid w:val="00F279C9"/>
    <w:rsid w:val="00F27BAF"/>
    <w:rsid w:val="00F3573A"/>
    <w:rsid w:val="00F368D1"/>
    <w:rsid w:val="00F424E0"/>
    <w:rsid w:val="00F42AC8"/>
    <w:rsid w:val="00F43CA7"/>
    <w:rsid w:val="00F44DEA"/>
    <w:rsid w:val="00F45E06"/>
    <w:rsid w:val="00F47E31"/>
    <w:rsid w:val="00F51B14"/>
    <w:rsid w:val="00F51E6B"/>
    <w:rsid w:val="00F54B97"/>
    <w:rsid w:val="00F57372"/>
    <w:rsid w:val="00F575B5"/>
    <w:rsid w:val="00F64197"/>
    <w:rsid w:val="00F74614"/>
    <w:rsid w:val="00F75735"/>
    <w:rsid w:val="00F774CA"/>
    <w:rsid w:val="00F82BBA"/>
    <w:rsid w:val="00F86390"/>
    <w:rsid w:val="00F86858"/>
    <w:rsid w:val="00F90BA6"/>
    <w:rsid w:val="00F938EF"/>
    <w:rsid w:val="00F956CF"/>
    <w:rsid w:val="00F96C3D"/>
    <w:rsid w:val="00FA01EB"/>
    <w:rsid w:val="00FA68AA"/>
    <w:rsid w:val="00FA7667"/>
    <w:rsid w:val="00FA79BF"/>
    <w:rsid w:val="00FB4C45"/>
    <w:rsid w:val="00FB59F5"/>
    <w:rsid w:val="00FB6483"/>
    <w:rsid w:val="00FC0387"/>
    <w:rsid w:val="00FC395D"/>
    <w:rsid w:val="00FC53BE"/>
    <w:rsid w:val="00FC5501"/>
    <w:rsid w:val="00FC7A24"/>
    <w:rsid w:val="00FD4436"/>
    <w:rsid w:val="00FD4A6B"/>
    <w:rsid w:val="00FD5D32"/>
    <w:rsid w:val="00FD6CE0"/>
    <w:rsid w:val="00FD7230"/>
    <w:rsid w:val="00FE1CAE"/>
    <w:rsid w:val="00FE3D50"/>
    <w:rsid w:val="00FE6822"/>
    <w:rsid w:val="00FE7324"/>
    <w:rsid w:val="00FE754B"/>
    <w:rsid w:val="00FE7629"/>
    <w:rsid w:val="00FE774D"/>
    <w:rsid w:val="00FF15A6"/>
    <w:rsid w:val="00FF27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5E32B7E"/>
  <w15:docId w15:val="{F5FAA77A-978F-48CC-B3E9-3A0B936C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801578"/>
  </w:style>
  <w:style w:type="paragraph" w:styleId="Heading1">
    <w:name w:val="heading 1"/>
    <w:next w:val="BodyText"/>
    <w:link w:val="Heading1Char"/>
    <w:uiPriority w:val="4"/>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uiPriority w:val="4"/>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uiPriority w:val="4"/>
    <w:qFormat/>
    <w:rsid w:val="00B010EC"/>
    <w:pPr>
      <w:keepLines/>
      <w:numPr>
        <w:ilvl w:val="2"/>
      </w:numPr>
      <w:spacing w:before="120"/>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semiHidden/>
    <w:rsid w:val="002127D7"/>
    <w:rPr>
      <w:sz w:val="18"/>
      <w:szCs w:val="18"/>
    </w:rPr>
  </w:style>
  <w:style w:type="paragraph" w:styleId="Footer">
    <w:name w:val="footer"/>
    <w:link w:val="FooterChar"/>
    <w:uiPriority w:val="99"/>
    <w:semiHidden/>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semiHidden/>
    <w:rsid w:val="002127D7"/>
    <w:rPr>
      <w:sz w:val="18"/>
      <w:szCs w:val="18"/>
    </w:rPr>
  </w:style>
  <w:style w:type="paragraph" w:styleId="Title">
    <w:name w:val="Title"/>
    <w:next w:val="BodyText"/>
    <w:link w:val="TitleChar"/>
    <w:uiPriority w:val="10"/>
    <w:semiHidden/>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semiHidden/>
    <w:rsid w:val="005D5A7E"/>
    <w:rPr>
      <w:rFonts w:ascii="Calibri" w:eastAsiaTheme="majorEastAsia" w:hAnsi="Calibri" w:cstheme="majorBidi"/>
      <w:b/>
      <w:kern w:val="28"/>
      <w:sz w:val="32"/>
      <w:szCs w:val="52"/>
    </w:rPr>
  </w:style>
  <w:style w:type="table" w:styleId="TableGrid">
    <w:name w:val="Table Grid"/>
    <w:basedOn w:val="TableNormal"/>
    <w:uiPriority w:val="3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semiHidden/>
    <w:unhideWhenUsed/>
    <w:rsid w:val="0086221F"/>
  </w:style>
  <w:style w:type="character" w:customStyle="1" w:styleId="CommentTextChar">
    <w:name w:val="Comment Text Char"/>
    <w:basedOn w:val="DefaultParagraphFont"/>
    <w:link w:val="CommentText"/>
    <w:uiPriority w:val="99"/>
    <w:semiHidden/>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uiPriority w:val="99"/>
    <w:semiHidden/>
    <w:unhideWhenUsed/>
    <w:rsid w:val="0086221F"/>
    <w:rPr>
      <w:rFonts w:ascii="Tahoma" w:hAnsi="Tahoma" w:cs="Tahoma"/>
      <w:sz w:val="16"/>
      <w:szCs w:val="16"/>
    </w:rPr>
  </w:style>
  <w:style w:type="character" w:customStyle="1" w:styleId="BalloonTextChar">
    <w:name w:val="Balloon Text Char"/>
    <w:basedOn w:val="DefaultParagraphFont"/>
    <w:link w:val="BalloonText"/>
    <w:uiPriority w:val="99"/>
    <w:semiHidden/>
    <w:rsid w:val="0086221F"/>
    <w:rPr>
      <w:rFonts w:ascii="Tahoma" w:hAnsi="Tahoma" w:cs="Tahoma"/>
      <w:sz w:val="16"/>
      <w:szCs w:val="16"/>
    </w:rPr>
  </w:style>
  <w:style w:type="character" w:customStyle="1" w:styleId="Heading2Char">
    <w:name w:val="Heading 2 Char"/>
    <w:basedOn w:val="DefaultParagraphFont"/>
    <w:link w:val="Heading2"/>
    <w:uiPriority w:val="4"/>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uiPriority w:val="34"/>
    <w:qFormat/>
    <w:rsid w:val="001D349A"/>
    <w:pPr>
      <w:spacing w:after="200" w:line="276" w:lineRule="auto"/>
      <w:ind w:left="720"/>
      <w:contextualSpacing/>
    </w:pPr>
    <w:rPr>
      <w:rFonts w:ascii="Arial" w:eastAsia="Calibri" w:hAnsi="Arial" w:cs="Times New Roman"/>
      <w:sz w:val="20"/>
    </w:rPr>
  </w:style>
  <w:style w:type="paragraph" w:styleId="z-TopofForm">
    <w:name w:val="HTML Top of Form"/>
    <w:basedOn w:val="Normal"/>
    <w:next w:val="Normal"/>
    <w:link w:val="z-TopofFormChar"/>
    <w:hidden/>
    <w:uiPriority w:val="99"/>
    <w:semiHidden/>
    <w:unhideWhenUsed/>
    <w:rsid w:val="00F8685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8685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8685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86858"/>
    <w:rPr>
      <w:rFonts w:ascii="Arial" w:hAnsi="Arial" w:cs="Arial"/>
      <w:vanish/>
      <w:sz w:val="16"/>
      <w:szCs w:val="16"/>
    </w:rPr>
  </w:style>
  <w:style w:type="character" w:styleId="FollowedHyperlink">
    <w:name w:val="FollowedHyperlink"/>
    <w:basedOn w:val="DefaultParagraphFont"/>
    <w:uiPriority w:val="99"/>
    <w:semiHidden/>
    <w:unhideWhenUsed/>
    <w:rsid w:val="00BE2394"/>
    <w:rPr>
      <w:color w:val="954F72" w:themeColor="followedHyperlink"/>
      <w:u w:val="single"/>
    </w:rPr>
  </w:style>
  <w:style w:type="character" w:styleId="UnresolvedMention">
    <w:name w:val="Unresolved Mention"/>
    <w:basedOn w:val="DefaultParagraphFont"/>
    <w:uiPriority w:val="99"/>
    <w:semiHidden/>
    <w:unhideWhenUsed/>
    <w:rsid w:val="009375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help@digitalhealth.gov.au" TargetMode="External"/><Relationship Id="rId18" Type="http://schemas.openxmlformats.org/officeDocument/2006/relationships/control" Target="activeX/activeX1.xml"/><Relationship Id="rId26" Type="http://schemas.openxmlformats.org/officeDocument/2006/relationships/image" Target="media/image7.wmf"/><Relationship Id="rId39" Type="http://schemas.openxmlformats.org/officeDocument/2006/relationships/image" Target="media/image13.wmf"/><Relationship Id="rId21" Type="http://schemas.openxmlformats.org/officeDocument/2006/relationships/image" Target="media/image5.wmf"/><Relationship Id="rId34" Type="http://schemas.openxmlformats.org/officeDocument/2006/relationships/image" Target="media/image11.wmf"/><Relationship Id="rId42" Type="http://schemas.openxmlformats.org/officeDocument/2006/relationships/control" Target="activeX/activeX12.xm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Mhelp@digitalhealth.gov.au" TargetMode="External"/><Relationship Id="rId29" Type="http://schemas.openxmlformats.org/officeDocument/2006/relationships/control" Target="activeX/activeX6.xml"/><Relationship Id="rId11" Type="http://schemas.openxmlformats.org/officeDocument/2006/relationships/footer" Target="footer1.xml"/><Relationship Id="rId24" Type="http://schemas.openxmlformats.org/officeDocument/2006/relationships/control" Target="activeX/activeX4.xml"/><Relationship Id="rId32" Type="http://schemas.openxmlformats.org/officeDocument/2006/relationships/image" Target="media/image10.wmf"/><Relationship Id="rId37" Type="http://schemas.openxmlformats.org/officeDocument/2006/relationships/control" Target="activeX/activeX10.xml"/><Relationship Id="rId40" Type="http://schemas.openxmlformats.org/officeDocument/2006/relationships/control" Target="activeX/activeX11.xml"/><Relationship Id="rId45" Type="http://schemas.openxmlformats.org/officeDocument/2006/relationships/hyperlink" Target="http://www.digitalhealth.gov.au/" TargetMode="External"/><Relationship Id="rId5" Type="http://schemas.openxmlformats.org/officeDocument/2006/relationships/settings" Target="settings.xml"/><Relationship Id="rId15" Type="http://schemas.openxmlformats.org/officeDocument/2006/relationships/hyperlink" Target="https://myhealthrecord.gov.au/internet/mhr/publishing.nsf/Content/glossary" TargetMode="External"/><Relationship Id="rId23" Type="http://schemas.openxmlformats.org/officeDocument/2006/relationships/image" Target="media/image6.wmf"/><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control" Target="activeX/activeX7.xml"/><Relationship Id="rId44" Type="http://schemas.openxmlformats.org/officeDocument/2006/relationships/hyperlink" Target="mailto:help@digitalhealth.gov.au"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urldefense.proofpoint.com/v2/url?u=http-3A__www.myhealthrecord.gov.au_privacy&amp;d=CwMFAg&amp;c=eIGjsITfXP_y-DLLX0uEHXJvU8nOHrUK8IrwNKOtkVU&amp;r=s5495FRAJ7gGDIukmaW8jllY4YSr-wNeW-r1SOmaXbw&amp;m=msSgUQ3QgJK5EsC3wHzkjYksbDXbXcrlroUzMNSvm6I&amp;s=2wnwEFNmJS-MGbtU8BgcP3GmfwfIRvGn0hgS5GbJ0ZU&amp;e=" TargetMode="External"/><Relationship Id="rId22" Type="http://schemas.openxmlformats.org/officeDocument/2006/relationships/control" Target="activeX/activeX3.xml"/><Relationship Id="rId27" Type="http://schemas.openxmlformats.org/officeDocument/2006/relationships/control" Target="activeX/activeX5.xml"/><Relationship Id="rId30" Type="http://schemas.openxmlformats.org/officeDocument/2006/relationships/image" Target="media/image9.wmf"/><Relationship Id="rId35" Type="http://schemas.openxmlformats.org/officeDocument/2006/relationships/control" Target="activeX/activeX9.xml"/><Relationship Id="rId43" Type="http://schemas.openxmlformats.org/officeDocument/2006/relationships/hyperlink" Target="http://www.digitalhealth.gov.au/" TargetMode="Externa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hyperlink" Target="https://www.myhealthrecord.gov.au/glossary" TargetMode="External"/><Relationship Id="rId33" Type="http://schemas.openxmlformats.org/officeDocument/2006/relationships/control" Target="activeX/activeX8.xml"/><Relationship Id="rId38" Type="http://schemas.openxmlformats.org/officeDocument/2006/relationships/hyperlink" Target="https://developer.digitalhealth.gov.au/specifications/national-infrastructure" TargetMode="External"/><Relationship Id="rId46" Type="http://schemas.openxmlformats.org/officeDocument/2006/relationships/hyperlink" Target="mailto:help@digitalhealth.gov.au" TargetMode="External"/><Relationship Id="rId20" Type="http://schemas.openxmlformats.org/officeDocument/2006/relationships/control" Target="activeX/activeX2.xml"/><Relationship Id="rId41"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dto.gov.au/standard/design-guides/authentication-frameworks/gatekeeper-public-key-infrastructure-framewor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419DDBB2E4A484CAA656C3C87F09883"/>
        <w:category>
          <w:name w:val="General"/>
          <w:gallery w:val="placeholder"/>
        </w:category>
        <w:types>
          <w:type w:val="bbPlcHdr"/>
        </w:types>
        <w:behaviors>
          <w:behavior w:val="content"/>
        </w:behaviors>
        <w:guid w:val="{0AA7375E-E16D-412C-8658-96D2B8D9FCDB}"/>
      </w:docPartPr>
      <w:docPartBody>
        <w:p w:rsidR="00692725" w:rsidRDefault="003D2E35">
          <w:pPr>
            <w:pStyle w:val="5419DDBB2E4A484CAA656C3C87F09883"/>
          </w:pP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7593898DF6A744228CC3F86360ADBDC1"/>
        <w:category>
          <w:name w:val="General"/>
          <w:gallery w:val="placeholder"/>
        </w:category>
        <w:types>
          <w:type w:val="bbPlcHdr"/>
        </w:types>
        <w:behaviors>
          <w:behavior w:val="content"/>
        </w:behaviors>
        <w:guid w:val="{3AE3401F-0080-4B10-8013-938C0AB0845A}"/>
      </w:docPartPr>
      <w:docPartBody>
        <w:p w:rsidR="00692725" w:rsidRDefault="003D2E35">
          <w:pPr>
            <w:pStyle w:val="7593898DF6A744228CC3F86360ADBDC1"/>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2C1F95DE799C4BA78D141884BD2CBDEA"/>
        <w:category>
          <w:name w:val="General"/>
          <w:gallery w:val="placeholder"/>
        </w:category>
        <w:types>
          <w:type w:val="bbPlcHdr"/>
        </w:types>
        <w:behaviors>
          <w:behavior w:val="content"/>
        </w:behaviors>
        <w:guid w:val="{3E0B130A-E664-4559-90E2-3E40363C5400}"/>
      </w:docPartPr>
      <w:docPartBody>
        <w:p w:rsidR="00692725" w:rsidRDefault="00102A32" w:rsidP="00102A32">
          <w:pPr>
            <w:pStyle w:val="2C1F95DE799C4BA78D141884BD2CBDEA30"/>
          </w:pPr>
          <w:r w:rsidRPr="00143A54">
            <w:rPr>
              <w:rStyle w:val="PlaceholderText"/>
            </w:rPr>
            <w:t>[To be approved]</w:t>
          </w:r>
        </w:p>
      </w:docPartBody>
    </w:docPart>
    <w:docPart>
      <w:docPartPr>
        <w:name w:val="83B5B4AEB57A4384BF5C2ED6AB438E7A"/>
        <w:category>
          <w:name w:val="General"/>
          <w:gallery w:val="placeholder"/>
        </w:category>
        <w:types>
          <w:type w:val="bbPlcHdr"/>
        </w:types>
        <w:behaviors>
          <w:behavior w:val="content"/>
        </w:behaviors>
        <w:guid w:val="{E6CA5198-9399-45EF-A476-D803D1B0DBBC}"/>
      </w:docPartPr>
      <w:docPartBody>
        <w:p w:rsidR="00692725" w:rsidRDefault="003D2E35">
          <w:pPr>
            <w:pStyle w:val="83B5B4AEB57A4384BF5C2ED6AB438E7A"/>
          </w:pPr>
          <w:r>
            <w:rPr>
              <w:rStyle w:val="PlaceholderText"/>
            </w:rPr>
            <w:t>[Type version number to appear on approved document e.g. v1.0]</w:t>
          </w:r>
        </w:p>
      </w:docPartBody>
    </w:docPart>
    <w:docPart>
      <w:docPartPr>
        <w:name w:val="66B20D18A85B49F48DABEC4977CEDE65"/>
        <w:category>
          <w:name w:val="General"/>
          <w:gallery w:val="placeholder"/>
        </w:category>
        <w:types>
          <w:type w:val="bbPlcHdr"/>
        </w:types>
        <w:behaviors>
          <w:behavior w:val="content"/>
        </w:behaviors>
        <w:guid w:val="{9BB019E2-1E44-4B31-9399-585A6737FD16}"/>
      </w:docPartPr>
      <w:docPartBody>
        <w:p w:rsidR="00692725" w:rsidRDefault="003D2E35">
          <w:pPr>
            <w:pStyle w:val="66B20D18A85B49F48DABEC4977CEDE65"/>
          </w:pPr>
          <w:r w:rsidRPr="00E76947">
            <w:rPr>
              <w:rStyle w:val="PlaceholderText"/>
            </w:rPr>
            <w:t xml:space="preserve">Choose </w:t>
          </w:r>
          <w:r>
            <w:rPr>
              <w:rStyle w:val="PlaceholderText"/>
            </w:rPr>
            <w:t>status.</w:t>
          </w:r>
        </w:p>
      </w:docPartBody>
    </w:docPart>
    <w:docPart>
      <w:docPartPr>
        <w:name w:val="5D0FE6184F1B4733BA817B7058470B6C"/>
        <w:category>
          <w:name w:val="General"/>
          <w:gallery w:val="placeholder"/>
        </w:category>
        <w:types>
          <w:type w:val="bbPlcHdr"/>
        </w:types>
        <w:behaviors>
          <w:behavior w:val="content"/>
        </w:behaviors>
        <w:guid w:val="{58E287D3-CF8A-4AF9-AC2D-432446B6BDFF}"/>
      </w:docPartPr>
      <w:docPartBody>
        <w:p w:rsidR="00692725" w:rsidRDefault="003D2E35">
          <w:pPr>
            <w:pStyle w:val="5D0FE6184F1B4733BA817B7058470B6C"/>
          </w:pPr>
          <w:r w:rsidRPr="00E76947">
            <w:rPr>
              <w:rStyle w:val="PlaceholderText"/>
            </w:rPr>
            <w:t xml:space="preserve">Choose </w:t>
          </w:r>
          <w:r>
            <w:rPr>
              <w:rStyle w:val="PlaceholderText"/>
            </w:rPr>
            <w:t>audience</w:t>
          </w:r>
          <w:r w:rsidRPr="00E76947">
            <w:rPr>
              <w:rStyle w:val="PlaceholderText"/>
            </w:rPr>
            <w:t>.</w:t>
          </w:r>
        </w:p>
      </w:docPartBody>
    </w:docPart>
    <w:docPart>
      <w:docPartPr>
        <w:name w:val="851655B54AED45FCADA2AB6E8532AB54"/>
        <w:category>
          <w:name w:val="General"/>
          <w:gallery w:val="placeholder"/>
        </w:category>
        <w:types>
          <w:type w:val="bbPlcHdr"/>
        </w:types>
        <w:behaviors>
          <w:behavior w:val="content"/>
        </w:behaviors>
        <w:guid w:val="{3BFCDF28-8CD3-432D-918A-EE8BA02CD306}"/>
      </w:docPartPr>
      <w:docPartBody>
        <w:p w:rsidR="00692725" w:rsidRDefault="003D2E35">
          <w:pPr>
            <w:pStyle w:val="851655B54AED45FCADA2AB6E8532AB54"/>
          </w:pPr>
          <w:r w:rsidRPr="00E76947">
            <w:rPr>
              <w:rStyle w:val="PlaceholderText"/>
            </w:rPr>
            <w:t xml:space="preserve">Choose </w:t>
          </w:r>
          <w:r>
            <w:rPr>
              <w:rStyle w:val="PlaceholderText"/>
            </w:rPr>
            <w:t>intended use</w:t>
          </w:r>
          <w:r w:rsidRPr="00E76947">
            <w:rPr>
              <w:rStyle w:val="PlaceholderText"/>
            </w:rPr>
            <w:t>.</w:t>
          </w:r>
        </w:p>
      </w:docPartBody>
    </w:docPart>
    <w:docPart>
      <w:docPartPr>
        <w:name w:val="FCDD525688E44B448E8473D890D06DF7"/>
        <w:category>
          <w:name w:val="General"/>
          <w:gallery w:val="placeholder"/>
        </w:category>
        <w:types>
          <w:type w:val="bbPlcHdr"/>
        </w:types>
        <w:behaviors>
          <w:behavior w:val="content"/>
        </w:behaviors>
        <w:guid w:val="{D0904866-B66C-48FC-82A6-3B5808985D46}"/>
      </w:docPartPr>
      <w:docPartBody>
        <w:p w:rsidR="00692725" w:rsidRDefault="003D2E35">
          <w:pPr>
            <w:pStyle w:val="FCDD525688E44B448E8473D890D06DF7"/>
          </w:pPr>
          <w:r w:rsidRPr="00B82A66">
            <w:rPr>
              <w:rStyle w:val="PlaceholderText"/>
              <w:szCs w:val="18"/>
            </w:rPr>
            <w:t>Type space to delete label.</w:t>
          </w:r>
        </w:p>
      </w:docPartBody>
    </w:docPart>
    <w:docPart>
      <w:docPartPr>
        <w:name w:val="803C677FF44E46DC8E50D2713ED78BB1"/>
        <w:category>
          <w:name w:val="General"/>
          <w:gallery w:val="placeholder"/>
        </w:category>
        <w:types>
          <w:type w:val="bbPlcHdr"/>
        </w:types>
        <w:behaviors>
          <w:behavior w:val="content"/>
        </w:behaviors>
        <w:guid w:val="{F780D697-5ED7-47CE-9554-D91BE39C4668}"/>
      </w:docPartPr>
      <w:docPartBody>
        <w:p w:rsidR="00692725" w:rsidRDefault="00102A32" w:rsidP="00102A32">
          <w:pPr>
            <w:pStyle w:val="803C677FF44E46DC8E50D2713ED78BB130"/>
          </w:pPr>
          <w:r w:rsidRPr="00B82A66">
            <w:rPr>
              <w:rStyle w:val="PlaceholderText"/>
            </w:rPr>
            <w:t>[Click here and type document identifier]</w:t>
          </w:r>
        </w:p>
      </w:docPartBody>
    </w:docPart>
    <w:docPart>
      <w:docPartPr>
        <w:name w:val="82E1676C2F364E2690A1ADF1BB936638"/>
        <w:category>
          <w:name w:val="General"/>
          <w:gallery w:val="placeholder"/>
        </w:category>
        <w:types>
          <w:type w:val="bbPlcHdr"/>
        </w:types>
        <w:behaviors>
          <w:behavior w:val="content"/>
        </w:behaviors>
        <w:guid w:val="{F776E98D-378F-435D-8EE7-B3966D28CA6C}"/>
      </w:docPartPr>
      <w:docPartBody>
        <w:p w:rsidR="00692725" w:rsidRDefault="003D2E35">
          <w:pPr>
            <w:pStyle w:val="82E1676C2F364E2690A1ADF1BB936638"/>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446237687F0B49E595ABB4CA9907FB48"/>
        <w:category>
          <w:name w:val="General"/>
          <w:gallery w:val="placeholder"/>
        </w:category>
        <w:types>
          <w:type w:val="bbPlcHdr"/>
        </w:types>
        <w:behaviors>
          <w:behavior w:val="content"/>
        </w:behaviors>
        <w:guid w:val="{A55983AF-001F-49F4-8478-3F9F87D1F683}"/>
      </w:docPartPr>
      <w:docPartBody>
        <w:p w:rsidR="00692725" w:rsidRDefault="003D2E35">
          <w:pPr>
            <w:pStyle w:val="446237687F0B49E595ABB4CA9907FB48"/>
          </w:pPr>
          <w:r w:rsidRPr="00C72E6B">
            <w:rPr>
              <w:rStyle w:val="PlaceholderText"/>
            </w:rPr>
            <w:t>Click here to type first heading</w:t>
          </w:r>
        </w:p>
      </w:docPartBody>
    </w:docPart>
    <w:docPart>
      <w:docPartPr>
        <w:name w:val="1D84E2D5F50A47CF8485C9F624CA9237"/>
        <w:category>
          <w:name w:val="General"/>
          <w:gallery w:val="placeholder"/>
        </w:category>
        <w:types>
          <w:type w:val="bbPlcHdr"/>
        </w:types>
        <w:behaviors>
          <w:behavior w:val="content"/>
        </w:behaviors>
        <w:guid w:val="{3310F160-DEF4-47E0-B8D4-AB805C4697F5}"/>
      </w:docPartPr>
      <w:docPartBody>
        <w:p w:rsidR="00692725" w:rsidRDefault="003D2E35">
          <w:pPr>
            <w:pStyle w:val="1D84E2D5F50A47CF8485C9F624CA9237"/>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E762134985414AF6BCD8CFEE0DF3D2FA"/>
        <w:category>
          <w:name w:val="General"/>
          <w:gallery w:val="placeholder"/>
        </w:category>
        <w:types>
          <w:type w:val="bbPlcHdr"/>
        </w:types>
        <w:behaviors>
          <w:behavior w:val="content"/>
        </w:behaviors>
        <w:guid w:val="{6FDB55B1-5994-41A8-BF1D-D6DEF6920452}"/>
      </w:docPartPr>
      <w:docPartBody>
        <w:p w:rsidR="00692725" w:rsidRDefault="00102A32" w:rsidP="00102A32">
          <w:pPr>
            <w:pStyle w:val="E762134985414AF6BCD8CFEE0DF3D2FA30"/>
            <w:framePr w:wrap="notBeside"/>
          </w:pPr>
          <w:r w:rsidRPr="001C55F2">
            <w:rPr>
              <w:rStyle w:val="PlaceholderText"/>
            </w:rPr>
            <w:t>[To be approved]</w:t>
          </w:r>
        </w:p>
      </w:docPartBody>
    </w:docPart>
    <w:docPart>
      <w:docPartPr>
        <w:name w:val="28F301C416CE42F4AD5B851592E54689"/>
        <w:category>
          <w:name w:val="General"/>
          <w:gallery w:val="placeholder"/>
        </w:category>
        <w:types>
          <w:type w:val="bbPlcHdr"/>
        </w:types>
        <w:behaviors>
          <w:behavior w:val="content"/>
        </w:behaviors>
        <w:guid w:val="{166469B2-ACEC-423A-9C9F-0C7820799E0C}"/>
      </w:docPartPr>
      <w:docPartBody>
        <w:p w:rsidR="00692725" w:rsidRDefault="003D2E35">
          <w:pPr>
            <w:pStyle w:val="28F301C416CE42F4AD5B851592E54689"/>
          </w:pPr>
          <w:r w:rsidRPr="00E12251">
            <w:rPr>
              <w:rStyle w:val="PlaceholderText"/>
              <w:b/>
              <w:color w:val="FF0000"/>
              <w:sz w:val="28"/>
              <w:szCs w:val="28"/>
            </w:rPr>
            <w:t>SELECT PROTECTIVE MARKING</w:t>
          </w:r>
        </w:p>
      </w:docPartBody>
    </w:docPart>
    <w:docPart>
      <w:docPartPr>
        <w:name w:val="8BDED72FA6764D7CAF302B50174B6444"/>
        <w:category>
          <w:name w:val="General"/>
          <w:gallery w:val="placeholder"/>
        </w:category>
        <w:types>
          <w:type w:val="bbPlcHdr"/>
        </w:types>
        <w:behaviors>
          <w:behavior w:val="content"/>
        </w:behaviors>
        <w:guid w:val="{63184A4C-7AA5-436B-9DBD-BB3BA8245CC7}"/>
      </w:docPartPr>
      <w:docPartBody>
        <w:p w:rsidR="00692725" w:rsidRDefault="003D2E35">
          <w:pPr>
            <w:pStyle w:val="8BDED72FA6764D7CAF302B50174B6444"/>
          </w:pPr>
          <w:r w:rsidRPr="00782386">
            <w:rPr>
              <w:rStyle w:val="PlaceholderText"/>
            </w:rPr>
            <w:t>[</w:t>
          </w:r>
          <w:r>
            <w:rPr>
              <w:rStyle w:val="PlaceholderText"/>
            </w:rPr>
            <w:t>Subject</w:t>
          </w:r>
          <w:r w:rsidRPr="00782386">
            <w:rPr>
              <w:rStyle w:val="PlaceholderText"/>
            </w:rPr>
            <w:t>]</w:t>
          </w:r>
        </w:p>
      </w:docPartBody>
    </w:docPart>
    <w:docPart>
      <w:docPartPr>
        <w:name w:val="63D06921A2974D2182EE165A6F2B8054"/>
        <w:category>
          <w:name w:val="General"/>
          <w:gallery w:val="placeholder"/>
        </w:category>
        <w:types>
          <w:type w:val="bbPlcHdr"/>
        </w:types>
        <w:behaviors>
          <w:behavior w:val="content"/>
        </w:behaviors>
        <w:guid w:val="{F8A3E511-1DF6-4280-B4CE-DED80B1D82B5}"/>
      </w:docPartPr>
      <w:docPartBody>
        <w:p w:rsidR="00692725" w:rsidRDefault="003D2E35">
          <w:pPr>
            <w:pStyle w:val="63D06921A2974D2182EE165A6F2B8054"/>
          </w:pPr>
          <w:r w:rsidRPr="00782386">
            <w:rPr>
              <w:rStyle w:val="PlaceholderText"/>
            </w:rPr>
            <w:t>[</w:t>
          </w:r>
          <w:r>
            <w:rPr>
              <w:rStyle w:val="PlaceholderText"/>
            </w:rPr>
            <w:t>T</w:t>
          </w:r>
          <w:r w:rsidRPr="00782386">
            <w:rPr>
              <w:rStyle w:val="PlaceholderText"/>
            </w:rPr>
            <w:t>itle]</w:t>
          </w:r>
        </w:p>
      </w:docPartBody>
    </w:docPart>
    <w:docPart>
      <w:docPartPr>
        <w:name w:val="E29C68048B9D4706B8942E41C558F51B"/>
        <w:category>
          <w:name w:val="General"/>
          <w:gallery w:val="placeholder"/>
        </w:category>
        <w:types>
          <w:type w:val="bbPlcHdr"/>
        </w:types>
        <w:behaviors>
          <w:behavior w:val="content"/>
        </w:behaviors>
        <w:guid w:val="{C5491F82-59A6-4293-A678-269ED80A11A5}"/>
      </w:docPartPr>
      <w:docPartBody>
        <w:p w:rsidR="00692725" w:rsidRDefault="003D2E35">
          <w:pPr>
            <w:pStyle w:val="E29C68048B9D4706B8942E41C558F51B"/>
          </w:pPr>
          <w:r>
            <w:rPr>
              <w:rStyle w:val="PlaceholderText"/>
            </w:rPr>
            <w:t>Version to appear on approved document e.g. v1.0</w:t>
          </w:r>
        </w:p>
      </w:docPartBody>
    </w:docPart>
    <w:docPart>
      <w:docPartPr>
        <w:name w:val="DefaultPlaceholder_-1854013440"/>
        <w:category>
          <w:name w:val="General"/>
          <w:gallery w:val="placeholder"/>
        </w:category>
        <w:types>
          <w:type w:val="bbPlcHdr"/>
        </w:types>
        <w:behaviors>
          <w:behavior w:val="content"/>
        </w:behaviors>
        <w:guid w:val="{8DED049B-5A47-4A7E-BA93-F899DB71258F}"/>
      </w:docPartPr>
      <w:docPartBody>
        <w:p w:rsidR="00692725" w:rsidRDefault="003D2E35">
          <w:r w:rsidRPr="00C0046C">
            <w:rPr>
              <w:rStyle w:val="PlaceholderText"/>
            </w:rPr>
            <w:t>Click or tap here to enter text.</w:t>
          </w:r>
        </w:p>
      </w:docPartBody>
    </w:docPart>
    <w:docPart>
      <w:docPartPr>
        <w:name w:val="F0FDA81673D242B1952335CB51159107"/>
        <w:category>
          <w:name w:val="General"/>
          <w:gallery w:val="placeholder"/>
        </w:category>
        <w:types>
          <w:type w:val="bbPlcHdr"/>
        </w:types>
        <w:behaviors>
          <w:behavior w:val="content"/>
        </w:behaviors>
        <w:guid w:val="{C8DE87A1-1F3D-4AA6-BE3B-A852ACFC9C3E}"/>
      </w:docPartPr>
      <w:docPartBody>
        <w:p w:rsidR="00D811DF" w:rsidRDefault="00102A32" w:rsidP="00102A32">
          <w:pPr>
            <w:pStyle w:val="F0FDA81673D242B1952335CB5115910723"/>
          </w:pPr>
          <w:r w:rsidRPr="00C56443">
            <w:rPr>
              <w:rStyle w:val="PlaceholderText"/>
            </w:rPr>
            <w:t>[To be approved]</w:t>
          </w:r>
        </w:p>
      </w:docPartBody>
    </w:docPart>
    <w:docPart>
      <w:docPartPr>
        <w:name w:val="43ABF43648EC4DE68A02F7363B23CDBC"/>
        <w:category>
          <w:name w:val="General"/>
          <w:gallery w:val="placeholder"/>
        </w:category>
        <w:types>
          <w:type w:val="bbPlcHdr"/>
        </w:types>
        <w:behaviors>
          <w:behavior w:val="content"/>
        </w:behaviors>
        <w:guid w:val="{E924A81E-3D82-41C7-80FD-930D6F8AF08D}"/>
      </w:docPartPr>
      <w:docPartBody>
        <w:p w:rsidR="00D811DF" w:rsidRDefault="00102A32" w:rsidP="00102A32">
          <w:pPr>
            <w:pStyle w:val="43ABF43648EC4DE68A02F7363B23CDBC23"/>
          </w:pPr>
          <w:r>
            <w:rPr>
              <w:rStyle w:val="PlaceholderText"/>
              <w:szCs w:val="16"/>
            </w:rPr>
            <w:t>D</w:t>
          </w:r>
          <w:r w:rsidRPr="001368BA">
            <w:rPr>
              <w:rStyle w:val="PlaceholderText"/>
              <w:szCs w:val="16"/>
            </w:rPr>
            <w:t>ocument identifier</w:t>
          </w:r>
        </w:p>
      </w:docPartBody>
    </w:docPart>
    <w:docPart>
      <w:docPartPr>
        <w:name w:val="5BAF23F8B4AE4A298989753A5E0A4554"/>
        <w:category>
          <w:name w:val="General"/>
          <w:gallery w:val="placeholder"/>
        </w:category>
        <w:types>
          <w:type w:val="bbPlcHdr"/>
        </w:types>
        <w:behaviors>
          <w:behavior w:val="content"/>
        </w:behaviors>
        <w:guid w:val="{6DD1380E-4E51-43B8-ABB8-E3D107D362AD}"/>
      </w:docPartPr>
      <w:docPartBody>
        <w:p w:rsidR="00D811DF" w:rsidRDefault="00102A32" w:rsidP="00102A32">
          <w:pPr>
            <w:pStyle w:val="5BAF23F8B4AE4A298989753A5E0A455423"/>
          </w:pPr>
          <w:r w:rsidRPr="00143A54">
            <w:rPr>
              <w:rStyle w:val="PlaceholderText"/>
              <w:szCs w:val="20"/>
            </w:rPr>
            <w:t>[To be approved]</w:t>
          </w:r>
        </w:p>
      </w:docPartBody>
    </w:docPart>
    <w:docPart>
      <w:docPartPr>
        <w:name w:val="45BC783058EE4D6E85E872CCF01AE9AB"/>
        <w:category>
          <w:name w:val="General"/>
          <w:gallery w:val="placeholder"/>
        </w:category>
        <w:types>
          <w:type w:val="bbPlcHdr"/>
        </w:types>
        <w:behaviors>
          <w:behavior w:val="content"/>
        </w:behaviors>
        <w:guid w:val="{F4FBD9AC-8F72-43A0-B6D5-C5BFA35DD525}"/>
      </w:docPartPr>
      <w:docPartBody>
        <w:p w:rsidR="00D811DF" w:rsidRDefault="00102A32" w:rsidP="00102A32">
          <w:pPr>
            <w:pStyle w:val="45BC783058EE4D6E85E872CCF01AE9AB23"/>
          </w:pPr>
          <w:r>
            <w:rPr>
              <w:rStyle w:val="PlaceholderText"/>
              <w:szCs w:val="16"/>
            </w:rPr>
            <w:t>D</w:t>
          </w:r>
          <w:r w:rsidRPr="001368BA">
            <w:rPr>
              <w:rStyle w:val="PlaceholderText"/>
              <w:szCs w:val="16"/>
            </w:rPr>
            <w:t>ocument identifier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E35"/>
    <w:rsid w:val="00052CC8"/>
    <w:rsid w:val="00102A32"/>
    <w:rsid w:val="003D2E35"/>
    <w:rsid w:val="00692725"/>
    <w:rsid w:val="0090772D"/>
    <w:rsid w:val="00BA3085"/>
    <w:rsid w:val="00D811DF"/>
    <w:rsid w:val="00EC31C9"/>
    <w:rsid w:val="00F468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2A32"/>
    <w:rPr>
      <w:color w:val="808080"/>
    </w:rPr>
  </w:style>
  <w:style w:type="paragraph" w:customStyle="1" w:styleId="5419DDBB2E4A484CAA656C3C87F09883">
    <w:name w:val="5419DDBB2E4A484CAA656C3C87F09883"/>
  </w:style>
  <w:style w:type="paragraph" w:customStyle="1" w:styleId="7593898DF6A744228CC3F86360ADBDC1">
    <w:name w:val="7593898DF6A744228CC3F86360ADBDC1"/>
  </w:style>
  <w:style w:type="paragraph" w:customStyle="1" w:styleId="83B5B4AEB57A4384BF5C2ED6AB438E7A">
    <w:name w:val="83B5B4AEB57A4384BF5C2ED6AB438E7A"/>
  </w:style>
  <w:style w:type="paragraph" w:customStyle="1" w:styleId="66B20D18A85B49F48DABEC4977CEDE65">
    <w:name w:val="66B20D18A85B49F48DABEC4977CEDE65"/>
  </w:style>
  <w:style w:type="paragraph" w:customStyle="1" w:styleId="5D0FE6184F1B4733BA817B7058470B6C">
    <w:name w:val="5D0FE6184F1B4733BA817B7058470B6C"/>
  </w:style>
  <w:style w:type="paragraph" w:customStyle="1" w:styleId="851655B54AED45FCADA2AB6E8532AB54">
    <w:name w:val="851655B54AED45FCADA2AB6E8532AB54"/>
  </w:style>
  <w:style w:type="paragraph" w:customStyle="1" w:styleId="FCDD525688E44B448E8473D890D06DF7">
    <w:name w:val="FCDD525688E44B448E8473D890D06DF7"/>
  </w:style>
  <w:style w:type="paragraph" w:customStyle="1" w:styleId="82E1676C2F364E2690A1ADF1BB936638">
    <w:name w:val="82E1676C2F364E2690A1ADF1BB936638"/>
  </w:style>
  <w:style w:type="paragraph" w:customStyle="1" w:styleId="446237687F0B49E595ABB4CA9907FB48">
    <w:name w:val="446237687F0B49E595ABB4CA9907FB48"/>
  </w:style>
  <w:style w:type="paragraph" w:customStyle="1" w:styleId="1D84E2D5F50A47CF8485C9F624CA9237">
    <w:name w:val="1D84E2D5F50A47CF8485C9F624CA9237"/>
  </w:style>
  <w:style w:type="paragraph" w:customStyle="1" w:styleId="28F301C416CE42F4AD5B851592E54689">
    <w:name w:val="28F301C416CE42F4AD5B851592E54689"/>
  </w:style>
  <w:style w:type="paragraph" w:customStyle="1" w:styleId="8BDED72FA6764D7CAF302B50174B6444">
    <w:name w:val="8BDED72FA6764D7CAF302B50174B6444"/>
  </w:style>
  <w:style w:type="paragraph" w:customStyle="1" w:styleId="63D06921A2974D2182EE165A6F2B8054">
    <w:name w:val="63D06921A2974D2182EE165A6F2B8054"/>
  </w:style>
  <w:style w:type="paragraph" w:customStyle="1" w:styleId="E29C68048B9D4706B8942E41C558F51B">
    <w:name w:val="E29C68048B9D4706B8942E41C558F51B"/>
  </w:style>
  <w:style w:type="paragraph" w:customStyle="1" w:styleId="2C1F95DE799C4BA78D141884BD2CBDEA30">
    <w:name w:val="2C1F95DE799C4BA78D141884BD2CBDEA30"/>
    <w:rsid w:val="00102A32"/>
    <w:pPr>
      <w:spacing w:after="120" w:line="240" w:lineRule="auto"/>
    </w:pPr>
    <w:rPr>
      <w:rFonts w:ascii="Calibri" w:eastAsiaTheme="minorHAnsi" w:hAnsi="Calibri"/>
      <w:lang w:eastAsia="en-US"/>
    </w:rPr>
  </w:style>
  <w:style w:type="paragraph" w:customStyle="1" w:styleId="803C677FF44E46DC8E50D2713ED78BB130">
    <w:name w:val="803C677FF44E46DC8E50D2713ED78BB130"/>
    <w:rsid w:val="00102A32"/>
    <w:pPr>
      <w:spacing w:after="120" w:line="240" w:lineRule="auto"/>
    </w:pPr>
    <w:rPr>
      <w:rFonts w:ascii="Calibri" w:eastAsiaTheme="minorHAnsi" w:hAnsi="Calibri"/>
      <w:lang w:eastAsia="en-US"/>
    </w:rPr>
  </w:style>
  <w:style w:type="paragraph" w:customStyle="1" w:styleId="E762134985414AF6BCD8CFEE0DF3D2FA30">
    <w:name w:val="E762134985414AF6BCD8CFEE0DF3D2FA30"/>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23">
    <w:name w:val="F0FDA81673D242B1952335CB51159107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23">
    <w:name w:val="43ABF43648EC4DE68A02F7363B23CDBC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23">
    <w:name w:val="5BAF23F8B4AE4A298989753A5E0A4554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23">
    <w:name w:val="45BC783058EE4D6E85E872CCF01AE9AB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TURABIAN.XSL" StyleName="Turabian">
</b:Sources>
</file>

<file path=customXml/item2.xml><?xml version="1.0" encoding="utf-8"?>
<root>
  <DraftVersionNumber> </DraftVersionNumber>
  <DocVersion>v3.5</DocVersion>
  <DocStatus>Approved</DocStatus>
  <Audience>for external</Audience>
  <IntendedUse>use</IntendedUse>
  <dateOfApproval>2022-03-18T00:00:00</dateOfApproval>
  <Subject>My Health Record</Subject>
  <Title>Portal Operator – Production Environment Access Request Form</Title>
  <DocumentID>DH-3624:2022</DocumentID>
  <ProtectiveMarking/>
</root>
</file>

<file path=customXml/itemProps1.xml><?xml version="1.0" encoding="utf-8"?>
<ds:datastoreItem xmlns:ds="http://schemas.openxmlformats.org/officeDocument/2006/customXml" ds:itemID="{976A1303-0774-4F25-B465-F0D9D46F464C}">
  <ds:schemaRefs>
    <ds:schemaRef ds:uri="http://schemas.openxmlformats.org/officeDocument/2006/bibliography"/>
  </ds:schemaRefs>
</ds:datastoreItem>
</file>

<file path=customXml/itemProps2.xml><?xml version="1.0" encoding="utf-8"?>
<ds:datastoreItem xmlns:ds="http://schemas.openxmlformats.org/officeDocument/2006/customXml" ds:itemID="{04FCC22D-C615-4C5D-9373-0A3A21D4C977}">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61</TotalTime>
  <Pages>9</Pages>
  <Words>2381</Words>
  <Characters>13574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Australian Digital Health Agency</Company>
  <LinksUpToDate>false</LinksUpToDate>
  <CharactersWithSpaces>15924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Australian Digital Health Agency</dc:creator>
  <cp:lastModifiedBy>Vinoj Nair</cp:lastModifiedBy>
  <cp:revision>15</cp:revision>
  <cp:lastPrinted>2020-01-08T02:33:00Z</cp:lastPrinted>
  <dcterms:created xsi:type="dcterms:W3CDTF">2021-11-16T03:50:00Z</dcterms:created>
  <dcterms:modified xsi:type="dcterms:W3CDTF">2022-03-18T02:20:00Z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ies>
</file>