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AFFE06" w14:textId="0BAB30FC" w:rsidR="000B0237" w:rsidRPr="00506E76" w:rsidRDefault="007F3832" w:rsidP="00112903">
      <w:pPr>
        <w:pStyle w:val="Subject"/>
        <w:spacing w:before="60"/>
        <w:rPr>
          <w:rFonts w:eastAsiaTheme="minorHAnsi"/>
        </w:rPr>
      </w:pPr>
      <w:sdt>
        <w:sdtPr>
          <w:alias w:val="Subject"/>
          <w:tag w:val=""/>
          <w:id w:val="-1034577131"/>
          <w:lock w:val="sdtLocked"/>
          <w:placeholder>
            <w:docPart w:val="3CA9DEF2657646329D11A1CF709F1355"/>
          </w:placeholder>
          <w:dataBinding w:prefixMappings="xmlns:ns0='http://purl.org/dc/elements/1.1/' xmlns:ns1='http://schemas.openxmlformats.org/package/2006/metadata/core-properties' " w:xpath="/ns1:coreProperties[1]/ns0:subject[1]" w:storeItemID="{6C3C8BC8-F283-45AE-878A-BAB7291924A1}"/>
          <w:text/>
        </w:sdtPr>
        <w:sdtEndPr/>
        <w:sdtContent>
          <w:r w:rsidR="00A163AC">
            <w:t>Healthcare Identifier</w:t>
          </w:r>
          <w:r w:rsidR="00437703">
            <w:t>s</w:t>
          </w:r>
        </w:sdtContent>
      </w:sdt>
    </w:p>
    <w:p w14:paraId="6BB0E93E" w14:textId="31486EE5" w:rsidR="000B0237" w:rsidRPr="005F576C" w:rsidRDefault="007F3832" w:rsidP="005F576C">
      <w:pPr>
        <w:pStyle w:val="Title"/>
        <w:rPr>
          <w:rStyle w:val="BodyTextChar"/>
          <w:szCs w:val="32"/>
        </w:rPr>
      </w:pPr>
      <w:sdt>
        <w:sdtPr>
          <w:rPr>
            <w:rStyle w:val="TitleChar"/>
            <w:b/>
            <w:bCs/>
          </w:rPr>
          <w:alias w:val="Title"/>
          <w:tag w:val="Title"/>
          <w:id w:val="-978463930"/>
          <w:lock w:val="sdtLocked"/>
          <w:placeholder>
            <w:docPart w:val="63B981A2E88A47868B96266B38D7BD52"/>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7F0CDB">
            <w:rPr>
              <w:rStyle w:val="TitleChar"/>
              <w:b/>
              <w:bCs/>
            </w:rPr>
            <w:t>Implementation Conformance Statement Proforma Instructions</w:t>
          </w:r>
        </w:sdtContent>
      </w:sdt>
    </w:p>
    <w:p w14:paraId="7CF0F125" w14:textId="1ACEBF0D" w:rsidR="00B005AD" w:rsidRPr="00E135CE" w:rsidRDefault="007F3832" w:rsidP="000C3C72">
      <w:pPr>
        <w:pStyle w:val="Frontpage"/>
        <w:rPr>
          <w:rStyle w:val="Versionnumber"/>
          <w:b w:val="0"/>
          <w:sz w:val="22"/>
        </w:rPr>
      </w:pPr>
      <w:sdt>
        <w:sdtPr>
          <w:rPr>
            <w:rStyle w:val="DateChar"/>
            <w:rFonts w:eastAsiaTheme="minorHAnsi"/>
          </w:rPr>
          <w:alias w:val="Date of approval (complete AFTER approval)"/>
          <w:tag w:val="DateOfApproval"/>
          <w:id w:val="-2035570190"/>
          <w:lock w:val="sdtLocked"/>
          <w:placeholder>
            <w:docPart w:val="39199A3CCF064586A9986EEAA5AFE03B"/>
          </w:placeholder>
          <w:dataBinding w:xpath="/root[1]/dateOfApproval[1]" w:storeItemID="{E2F2F3AA-4CD9-4DBD-A736-CDA785365897}"/>
          <w:date w:fullDate="2021-06-30T00:00:00Z">
            <w:dateFormat w:val="d MMMM yyyy"/>
            <w:lid w:val="en-AU"/>
            <w:storeMappedDataAs w:val="dateTime"/>
            <w:calendar w:val="gregorian"/>
          </w:date>
        </w:sdtPr>
        <w:sdtEndPr>
          <w:rPr>
            <w:rStyle w:val="DateChar"/>
          </w:rPr>
        </w:sdtEndPr>
        <w:sdtContent>
          <w:r w:rsidR="00D614DC">
            <w:rPr>
              <w:rStyle w:val="DateChar"/>
              <w:rFonts w:eastAsiaTheme="minorHAnsi"/>
            </w:rPr>
            <w:t>30 June 2021</w:t>
          </w:r>
        </w:sdtContent>
      </w:sdt>
      <w:r w:rsidR="000B0237" w:rsidRPr="00DE557B">
        <w:rPr>
          <w:rStyle w:val="DateChar"/>
          <w:rFonts w:eastAsiaTheme="minorHAnsi"/>
        </w:rPr>
        <w:t xml:space="preserve"> </w:t>
      </w:r>
      <w:r w:rsidR="00BA1F14" w:rsidRPr="00DE557B">
        <w:rPr>
          <w:rStyle w:val="DateChar"/>
          <w:rFonts w:eastAsiaTheme="minorHAnsi"/>
        </w:rPr>
        <w:t xml:space="preserve">  </w:t>
      </w:r>
      <w:sdt>
        <w:sdtPr>
          <w:rPr>
            <w:b w:val="0"/>
            <w:lang w:eastAsia="en-AU"/>
          </w:rPr>
          <w:alias w:val="Version (to be published)"/>
          <w:tag w:val="VersionPublished"/>
          <w:id w:val="255870185"/>
          <w:lock w:val="sdtLocked"/>
          <w:placeholder>
            <w:docPart w:val="9C6C3C05802E41479BC51722054B9D22"/>
          </w:placeholder>
          <w:dataBinding w:xpath="/root[1]/versionPublished[1]" w:storeItemID="{FE7B4EB5-E916-4A7E-BF8C-86E56810F32F}"/>
          <w:text/>
        </w:sdtPr>
        <w:sdtEndPr>
          <w:rPr>
            <w:lang w:eastAsia="en-US"/>
          </w:rPr>
        </w:sdtEndPr>
        <w:sdtContent>
          <w:r w:rsidR="00730037">
            <w:rPr>
              <w:b w:val="0"/>
              <w:lang w:eastAsia="en-AU"/>
            </w:rPr>
            <w:t>v</w:t>
          </w:r>
          <w:r w:rsidR="00437703">
            <w:rPr>
              <w:b w:val="0"/>
              <w:lang w:eastAsia="en-AU"/>
            </w:rPr>
            <w:t>4</w:t>
          </w:r>
          <w:r w:rsidR="00331A9E">
            <w:rPr>
              <w:b w:val="0"/>
              <w:lang w:eastAsia="en-AU"/>
            </w:rPr>
            <w:t>.</w:t>
          </w:r>
          <w:r w:rsidR="00B31F69">
            <w:rPr>
              <w:b w:val="0"/>
              <w:lang w:eastAsia="en-AU"/>
            </w:rPr>
            <w:t>1</w:t>
          </w:r>
        </w:sdtContent>
      </w:sdt>
      <w:r w:rsidR="000B0237" w:rsidRPr="00E135CE">
        <w:rPr>
          <w:rStyle w:val="Versionnumber"/>
          <w:b w:val="0"/>
          <w:sz w:val="22"/>
        </w:rPr>
        <w:t xml:space="preserve">  </w:t>
      </w:r>
    </w:p>
    <w:p w14:paraId="426021EF" w14:textId="0E5E4806" w:rsidR="000B0237" w:rsidRPr="00E135CE" w:rsidRDefault="007F3832" w:rsidP="000C3C72">
      <w:pPr>
        <w:pStyle w:val="Frontpage"/>
        <w:rPr>
          <w:b w:val="0"/>
        </w:rPr>
      </w:pPr>
      <w:sdt>
        <w:sdtPr>
          <w:rPr>
            <w:b w:val="0"/>
          </w:rPr>
          <w:alias w:val="Status"/>
          <w:tag w:val="DocStatus"/>
          <w:id w:val="-555095971"/>
          <w:placeholder>
            <w:docPart w:val="D918F21E8CB24012A8D439FFD44ACBC3"/>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434CB">
            <w:rPr>
              <w:b w:val="0"/>
            </w:rPr>
            <w:t>Approved</w:t>
          </w:r>
        </w:sdtContent>
      </w:sdt>
      <w:r w:rsidR="000B0237" w:rsidRPr="00E135CE">
        <w:rPr>
          <w:b w:val="0"/>
        </w:rPr>
        <w:t xml:space="preserve"> </w:t>
      </w:r>
      <w:sdt>
        <w:sdtPr>
          <w:rPr>
            <w:b w:val="0"/>
          </w:rPr>
          <w:alias w:val="Audience"/>
          <w:tag w:val="Audience"/>
          <w:id w:val="-1246410274"/>
          <w:placeholder>
            <w:docPart w:val="7219254D988D49D0B4324166B411823F"/>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02229E">
            <w:rPr>
              <w:b w:val="0"/>
            </w:rPr>
            <w:t>for external</w:t>
          </w:r>
        </w:sdtContent>
      </w:sdt>
      <w:r w:rsidR="000B0237" w:rsidRPr="00E135CE">
        <w:rPr>
          <w:b w:val="0"/>
        </w:rPr>
        <w:t xml:space="preserve"> </w:t>
      </w:r>
      <w:sdt>
        <w:sdtPr>
          <w:rPr>
            <w:b w:val="0"/>
          </w:rPr>
          <w:alias w:val="Intended use"/>
          <w:tag w:val="IntendedUse"/>
          <w:id w:val="498629712"/>
          <w:placeholder>
            <w:docPart w:val="3FE1A652CE8B4D9F83D8A7AB8AC923A2"/>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02229E">
            <w:rPr>
              <w:b w:val="0"/>
            </w:rPr>
            <w:t>use</w:t>
          </w:r>
        </w:sdtContent>
      </w:sdt>
    </w:p>
    <w:p w14:paraId="7D02B3A6" w14:textId="3B4C9E1C" w:rsidR="00BA1F14" w:rsidRPr="00E135CE" w:rsidRDefault="007F3832" w:rsidP="00BA1F14">
      <w:pPr>
        <w:pStyle w:val="Frontpage"/>
      </w:pPr>
      <w:sdt>
        <w:sdtPr>
          <w:alias w:val="Document identifer label"/>
          <w:tag w:val="Document identifer label"/>
          <w:id w:val="1216707244"/>
          <w:lock w:val="sdtLocked"/>
          <w:placeholder>
            <w:docPart w:val="8DE9B669DB824418971299BFB03D053F"/>
          </w:placeholder>
        </w:sdtPr>
        <w:sdtEndPr>
          <w:rPr>
            <w:b w:val="0"/>
          </w:rPr>
        </w:sdtEndPr>
        <w:sdtContent>
          <w:r w:rsidR="00BA1F14" w:rsidRPr="00E135CE">
            <w:rPr>
              <w:b w:val="0"/>
            </w:rPr>
            <w:t>Document ID:</w:t>
          </w:r>
        </w:sdtContent>
      </w:sdt>
      <w:r w:rsidR="00BA1F14" w:rsidRPr="00E135CE">
        <w:rPr>
          <w:b w:val="0"/>
        </w:rPr>
        <w:t xml:space="preserve"> </w:t>
      </w:r>
      <w:sdt>
        <w:sdtPr>
          <w:rPr>
            <w:b w:val="0"/>
          </w:rPr>
          <w:alias w:val="Document identifier"/>
          <w:tag w:val="DocumentID"/>
          <w:id w:val="1887448843"/>
          <w:lock w:val="sdtLocked"/>
          <w:placeholder>
            <w:docPart w:val="5A1D250E522D4E429E7CB13D70699D6D"/>
          </w:placeholder>
          <w:dataBinding w:xpath="/root[1]/DocumentID[1]" w:storeItemID="{E2F2F3AA-4CD9-4DBD-A736-CDA785365897}"/>
          <w:text/>
        </w:sdtPr>
        <w:sdtContent>
          <w:r w:rsidR="00FA5635" w:rsidRPr="00FA5635">
            <w:rPr>
              <w:b w:val="0"/>
            </w:rPr>
            <w:t>DH-3501:2021</w:t>
          </w:r>
        </w:sdtContent>
      </w:sdt>
    </w:p>
    <w:p w14:paraId="6BB2E1BC" w14:textId="388CAC4C" w:rsidR="00B005AD" w:rsidRPr="00E135CE" w:rsidRDefault="007F3832" w:rsidP="000C3C72">
      <w:pPr>
        <w:pStyle w:val="Frontpage"/>
        <w:rPr>
          <w:b w:val="0"/>
        </w:rPr>
      </w:pPr>
      <w:sdt>
        <w:sdtPr>
          <w:rPr>
            <w:b w:val="0"/>
          </w:rPr>
          <w:alias w:val="Draft version number (make blank after approval)"/>
          <w:tag w:val="DocumentVersionNumber"/>
          <w:id w:val="-1658297008"/>
          <w:lock w:val="sdtLocked"/>
          <w:placeholder>
            <w:docPart w:val="3133D18345B346BE8F2BD96EDF6F52A6"/>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437703">
            <w:rPr>
              <w:b w:val="0"/>
            </w:rPr>
            <w:t xml:space="preserve"> </w:t>
          </w:r>
        </w:sdtContent>
      </w:sdt>
    </w:p>
    <w:p w14:paraId="488AE202" w14:textId="77777777" w:rsidR="000B0237" w:rsidRPr="00321D9B" w:rsidRDefault="000B0237" w:rsidP="00321D9B"/>
    <w:p w14:paraId="130D322F" w14:textId="77777777" w:rsidR="00A21E80" w:rsidRDefault="00A21E80" w:rsidP="007D3F0F">
      <w:pPr>
        <w:pStyle w:val="Instructions"/>
        <w:ind w:left="0"/>
      </w:pPr>
      <w:r w:rsidRPr="007D3F0F">
        <w:t xml:space="preserve">WHEN UPDATING DOCUMENTS, TURN OFF TRACK CHANGES BEFORE UPDATING THE ABOVE FIELDS. If track changes is on, you may end up with duplicate fields </w:t>
      </w:r>
      <w:r w:rsidR="00776E55">
        <w:t>that cannot easily be removed</w:t>
      </w:r>
      <w:r w:rsidR="00776E55" w:rsidRPr="007D3F0F">
        <w:t xml:space="preserve"> </w:t>
      </w:r>
      <w:r w:rsidR="00776E55">
        <w:t>(</w:t>
      </w:r>
      <w:r w:rsidRPr="007D3F0F">
        <w:t>above and in the headers/footers</w:t>
      </w:r>
      <w:r w:rsidR="00776E55">
        <w:t>)</w:t>
      </w:r>
      <w:r w:rsidRPr="007D3F0F">
        <w:t>.</w:t>
      </w:r>
    </w:p>
    <w:p w14:paraId="7C4AE52D" w14:textId="77777777" w:rsidR="007D3F0F" w:rsidRPr="007D3F0F" w:rsidRDefault="007D3F0F" w:rsidP="007D3F0F">
      <w:pPr>
        <w:pStyle w:val="Instructions"/>
        <w:ind w:left="0"/>
      </w:pPr>
    </w:p>
    <w:p w14:paraId="6046E0B6" w14:textId="77777777" w:rsidR="00D95C36" w:rsidRPr="007D3F0F" w:rsidRDefault="00D95C36" w:rsidP="007D3F0F">
      <w:pPr>
        <w:pStyle w:val="Instructions"/>
        <w:ind w:left="0"/>
      </w:pPr>
      <w:r w:rsidRPr="007D3F0F">
        <w:t xml:space="preserve">Document IDs are required for all documents published </w:t>
      </w:r>
      <w:r w:rsidR="00EA1FDF">
        <w:t>o</w:t>
      </w:r>
      <w:r w:rsidRPr="007D3F0F">
        <w:t xml:space="preserve">n the </w:t>
      </w:r>
      <w:r w:rsidR="00EA1FDF">
        <w:t>Specifications</w:t>
      </w:r>
      <w:r w:rsidRPr="007D3F0F">
        <w:t xml:space="preserve"> section of </w:t>
      </w:r>
      <w:hyperlink r:id="rId10" w:history="1">
        <w:r w:rsidR="00EA1FDF" w:rsidRPr="00EA1FDF">
          <w:rPr>
            <w:rStyle w:val="Hyperlink"/>
          </w:rPr>
          <w:t>https://developer.digitalhealth.gov.au</w:t>
        </w:r>
      </w:hyperlink>
      <w:r w:rsidRPr="007D3F0F">
        <w:t xml:space="preserve">. </w:t>
      </w:r>
      <w:r w:rsidR="00313E61" w:rsidRPr="007D3F0F">
        <w:t>You can r</w:t>
      </w:r>
      <w:r w:rsidRPr="007D3F0F">
        <w:t>equest an identifier</w:t>
      </w:r>
      <w:r w:rsidR="00313E61" w:rsidRPr="007D3F0F">
        <w:t xml:space="preserve"> from the </w:t>
      </w:r>
      <w:hyperlink r:id="rId11" w:history="1">
        <w:r w:rsidR="00313E61" w:rsidRPr="007D3F0F">
          <w:rPr>
            <w:rStyle w:val="Hyperlink"/>
            <w:color w:val="1E6DB6" w:themeColor="accent1"/>
            <w:u w:val="none"/>
          </w:rPr>
          <w:t>Product Component Register</w:t>
        </w:r>
      </w:hyperlink>
      <w:r w:rsidRPr="007D3F0F">
        <w:t xml:space="preserve">. </w:t>
      </w:r>
    </w:p>
    <w:p w14:paraId="1A279F94" w14:textId="77777777" w:rsidR="00D95C36" w:rsidRPr="007D3F0F" w:rsidRDefault="00D95C36" w:rsidP="007D3F0F">
      <w:pPr>
        <w:pStyle w:val="Instructions"/>
        <w:ind w:left="0"/>
      </w:pPr>
      <w:r w:rsidRPr="007D3F0F">
        <w:t>Type spaces in the Document ID fields above if the document does not require an identifier.</w:t>
      </w:r>
    </w:p>
    <w:p w14:paraId="7D21B519" w14:textId="77777777" w:rsidR="0084477E" w:rsidRDefault="00271244" w:rsidP="007D3F0F">
      <w:pPr>
        <w:pStyle w:val="Instructions"/>
        <w:ind w:left="0"/>
      </w:pPr>
      <w:r w:rsidRPr="007D3F0F">
        <w:t>For an explanation of status fields visit</w:t>
      </w:r>
      <w:r w:rsidR="00E7487C" w:rsidRPr="007D3F0F">
        <w:t xml:space="preserve"> </w:t>
      </w:r>
      <w:hyperlink r:id="rId12" w:history="1">
        <w:r w:rsidR="00EA1FDF" w:rsidRPr="00EA1FDF">
          <w:rPr>
            <w:rStyle w:val="Hyperlink"/>
          </w:rPr>
          <w:t>https://confluence.digitalhealth.gov.au/x/SQ8JB</w:t>
        </w:r>
      </w:hyperlink>
      <w:r w:rsidR="00E7487C">
        <w:t>.</w:t>
      </w:r>
    </w:p>
    <w:p w14:paraId="112D731A" w14:textId="07560FDC" w:rsidR="00321D9B" w:rsidRPr="00321D9B" w:rsidRDefault="00321D9B" w:rsidP="00321D9B"/>
    <w:p w14:paraId="17A55908" w14:textId="77777777" w:rsidR="00321D9B" w:rsidRPr="00321D9B" w:rsidRDefault="00321D9B" w:rsidP="00321D9B">
      <w:pPr>
        <w:sectPr w:rsidR="00321D9B" w:rsidRPr="00321D9B" w:rsidSect="00321D9B">
          <w:headerReference w:type="even" r:id="rId13"/>
          <w:headerReference w:type="default" r:id="rId14"/>
          <w:footerReference w:type="even" r:id="rId15"/>
          <w:footerReference w:type="default" r:id="rId16"/>
          <w:headerReference w:type="first" r:id="rId17"/>
          <w:footerReference w:type="first" r:id="rId18"/>
          <w:pgSz w:w="11906" w:h="16838" w:code="9"/>
          <w:pgMar w:top="3345" w:right="1134" w:bottom="1134" w:left="1134" w:header="567" w:footer="567" w:gutter="0"/>
          <w:cols w:space="708"/>
          <w:titlePg/>
          <w:docGrid w:linePitch="360"/>
        </w:sectPr>
      </w:pPr>
    </w:p>
    <w:p w14:paraId="3D553E4E" w14:textId="77777777" w:rsidR="00120225" w:rsidRPr="00120225" w:rsidRDefault="00120225" w:rsidP="0080356B">
      <w:pPr>
        <w:pStyle w:val="Smallprint"/>
        <w:framePr w:hSpace="0" w:wrap="auto" w:yAlign="inline"/>
        <w:spacing w:after="0"/>
        <w:rPr>
          <w:noProof/>
          <w:sz w:val="14"/>
        </w:rPr>
      </w:pPr>
    </w:p>
    <w:p w14:paraId="0A440B3C" w14:textId="77777777" w:rsidR="0080356B" w:rsidRPr="00D75268" w:rsidRDefault="00AC4F04" w:rsidP="00D75268">
      <w:pPr>
        <w:pStyle w:val="Smallprint"/>
        <w:framePr w:hSpace="0" w:wrap="auto" w:yAlign="inline"/>
        <w:spacing w:after="0"/>
        <w:rPr>
          <w:noProof/>
        </w:rPr>
      </w:pPr>
      <w:r w:rsidRPr="00506E76">
        <w:rPr>
          <w:b/>
          <w:noProof/>
        </w:rPr>
        <w:t>Australian Digital Health Agency</w:t>
      </w:r>
      <w:r>
        <w:rPr>
          <w:noProof/>
        </w:rPr>
        <w:t xml:space="preserve"> ABN</w:t>
      </w:r>
      <w:r>
        <w:t xml:space="preserve"> </w:t>
      </w:r>
      <w:r w:rsidRPr="005437FE">
        <w:t>84 425 496 912</w:t>
      </w:r>
      <w:r w:rsidR="0080356B">
        <w:t>,</w:t>
      </w:r>
      <w:r w:rsidR="0080356B" w:rsidRPr="0080356B">
        <w:rPr>
          <w:noProof/>
        </w:rPr>
        <w:t xml:space="preserve"> </w:t>
      </w:r>
      <w:r w:rsidR="0080356B" w:rsidRPr="009F6218">
        <w:rPr>
          <w:noProof/>
        </w:rPr>
        <w:t xml:space="preserve">Level 25, </w:t>
      </w:r>
      <w:r w:rsidR="00EF397D">
        <w:rPr>
          <w:noProof/>
        </w:rPr>
        <w:t>175 Liverpool</w:t>
      </w:r>
      <w:r w:rsidR="0080356B" w:rsidRPr="009F6218">
        <w:rPr>
          <w:noProof/>
        </w:rPr>
        <w:t xml:space="preserve"> Street</w:t>
      </w:r>
      <w:r w:rsidR="0080356B">
        <w:rPr>
          <w:noProof/>
        </w:rPr>
        <w:t xml:space="preserve">, </w:t>
      </w:r>
      <w:r w:rsidR="0080356B" w:rsidRPr="009F6218">
        <w:rPr>
          <w:noProof/>
        </w:rPr>
        <w:t>Sydney, NSW 2000</w:t>
      </w:r>
      <w:r w:rsidR="00D75268">
        <w:rPr>
          <w:noProof/>
        </w:rPr>
        <w:br/>
      </w:r>
      <w:r w:rsidR="00D75268" w:rsidRPr="00D75268">
        <w:rPr>
          <w:noProof/>
        </w:rPr>
        <w:t xml:space="preserve">Telephone 1300 901 001 or email </w:t>
      </w:r>
      <w:hyperlink r:id="rId19" w:history="1">
        <w:r w:rsidR="00D75268" w:rsidRPr="00D75268">
          <w:rPr>
            <w:rStyle w:val="Hyperlink"/>
            <w:noProof/>
          </w:rPr>
          <w:t>help@digitalhealth.gov.au</w:t>
        </w:r>
      </w:hyperlink>
      <w:r w:rsidR="00D75268" w:rsidRPr="00D75268">
        <w:rPr>
          <w:rStyle w:val="Hyperlink"/>
          <w:noProof/>
        </w:rPr>
        <w:br/>
      </w:r>
      <w:hyperlink r:id="rId20" w:history="1">
        <w:r w:rsidR="00D75268" w:rsidRPr="00D75268">
          <w:rPr>
            <w:rStyle w:val="Hyperlink"/>
            <w:szCs w:val="18"/>
          </w:rPr>
          <w:t>www.digitalhealth.gov.au</w:t>
        </w:r>
      </w:hyperlink>
    </w:p>
    <w:p w14:paraId="6F6FA88D" w14:textId="77777777" w:rsidR="00AC4F04" w:rsidRPr="00C82778" w:rsidRDefault="00AC4F04" w:rsidP="00C34525">
      <w:pPr>
        <w:pStyle w:val="Smallprintbold"/>
        <w:framePr w:hSpace="0" w:wrap="auto" w:yAlign="inline"/>
        <w:tabs>
          <w:tab w:val="left" w:pos="8880"/>
        </w:tabs>
        <w:spacing w:before="1560"/>
        <w:rPr>
          <w:noProof/>
        </w:rPr>
      </w:pPr>
      <w:r w:rsidRPr="00C82778">
        <w:rPr>
          <w:noProof/>
        </w:rPr>
        <w:t xml:space="preserve">Acknowledgements </w:t>
      </w:r>
      <w:r w:rsidR="00C34525">
        <w:rPr>
          <w:noProof/>
        </w:rPr>
        <w:tab/>
      </w:r>
    </w:p>
    <w:p w14:paraId="29A22C6C" w14:textId="77777777" w:rsidR="00AC4F04" w:rsidRPr="00A0125A" w:rsidRDefault="00AC4F04" w:rsidP="00AC4F04">
      <w:pPr>
        <w:pStyle w:val="Smallprint"/>
        <w:framePr w:hSpace="0" w:wrap="auto" w:yAlign="inline"/>
        <w:rPr>
          <w:noProof/>
        </w:rPr>
      </w:pPr>
      <w:r w:rsidRPr="00C82778">
        <w:rPr>
          <w:noProof/>
        </w:rPr>
        <w:t>The Australian Digital Health Agency is jointly funded by the Australian Government and all state and territory governments.</w:t>
      </w:r>
    </w:p>
    <w:p w14:paraId="4D8F072C" w14:textId="77777777" w:rsidR="00AC4F04" w:rsidRPr="003E4F1E" w:rsidRDefault="00AC4F04" w:rsidP="00AC4F04">
      <w:pPr>
        <w:pStyle w:val="Instructions"/>
        <w:ind w:left="0"/>
        <w:rPr>
          <w:noProof/>
        </w:rPr>
      </w:pPr>
      <w:r w:rsidRPr="003E4F1E">
        <w:rPr>
          <w:noProof/>
        </w:rPr>
        <w:t>Specific trademark attributions are required if this document contains LOINC, SNOMED or HL7 International trademarks.The trademark attribution is the last sentence in the full acknowledg</w:t>
      </w:r>
      <w:r>
        <w:rPr>
          <w:noProof/>
        </w:rPr>
        <w:t>e</w:t>
      </w:r>
      <w:r w:rsidRPr="003E4F1E">
        <w:rPr>
          <w:noProof/>
        </w:rPr>
        <w:t>ment text below. If the document contains licen</w:t>
      </w:r>
      <w:r>
        <w:rPr>
          <w:noProof/>
        </w:rPr>
        <w:t>s</w:t>
      </w:r>
      <w:r w:rsidRPr="003E4F1E">
        <w:rPr>
          <w:noProof/>
        </w:rPr>
        <w:t xml:space="preserve">ed material (such as that described in the full acknowledgement), </w:t>
      </w:r>
      <w:r>
        <w:rPr>
          <w:noProof/>
        </w:rPr>
        <w:t>keep</w:t>
      </w:r>
      <w:r w:rsidRPr="003E4F1E">
        <w:rPr>
          <w:noProof/>
        </w:rPr>
        <w:t xml:space="preserve"> the full acknowledgement </w:t>
      </w:r>
      <w:r>
        <w:rPr>
          <w:noProof/>
        </w:rPr>
        <w:t>below</w:t>
      </w:r>
      <w:r w:rsidRPr="003E4F1E">
        <w:rPr>
          <w:noProof/>
        </w:rPr>
        <w:t xml:space="preserve">. </w:t>
      </w:r>
    </w:p>
    <w:p w14:paraId="0312F7F5" w14:textId="77777777" w:rsidR="00AC4F04" w:rsidRDefault="00AC4F04" w:rsidP="00AC4F04">
      <w:pPr>
        <w:pStyle w:val="Instructions"/>
        <w:ind w:left="0"/>
        <w:rPr>
          <w:noProof/>
        </w:rPr>
      </w:pPr>
      <w:r w:rsidRPr="001F025A">
        <w:rPr>
          <w:noProof/>
        </w:rPr>
        <w:t xml:space="preserve">Delete </w:t>
      </w:r>
      <w:r>
        <w:rPr>
          <w:noProof/>
        </w:rPr>
        <w:t>acknowledgements and attributions that don’t apply</w:t>
      </w:r>
      <w:r w:rsidRPr="001F025A">
        <w:rPr>
          <w:noProof/>
        </w:rPr>
        <w:t>. Unhighlight those that do apply.</w:t>
      </w:r>
      <w:r>
        <w:rPr>
          <w:noProof/>
        </w:rPr>
        <w:t xml:space="preserve"> </w:t>
      </w:r>
    </w:p>
    <w:p w14:paraId="3BE0184F" w14:textId="77777777" w:rsidR="00AC4F04" w:rsidRDefault="00AC4F04" w:rsidP="006B6851">
      <w:pPr>
        <w:pStyle w:val="Smallprintbold"/>
        <w:framePr w:hSpace="0" w:wrap="auto" w:yAlign="inline"/>
        <w:pBdr>
          <w:bottom w:val="single" w:sz="4" w:space="1" w:color="auto"/>
        </w:pBdr>
        <w:rPr>
          <w:noProof/>
          <w:highlight w:val="yellow"/>
        </w:rPr>
      </w:pPr>
    </w:p>
    <w:p w14:paraId="1F117235" w14:textId="77777777" w:rsidR="00AC4F04" w:rsidRPr="009F6218" w:rsidRDefault="00AC4F04" w:rsidP="006B6851">
      <w:pPr>
        <w:pStyle w:val="Smallprintbold"/>
        <w:framePr w:hSpace="0" w:wrap="auto" w:yAlign="inline"/>
        <w:spacing w:before="360"/>
        <w:rPr>
          <w:noProof/>
        </w:rPr>
      </w:pPr>
      <w:r w:rsidRPr="009F6218">
        <w:rPr>
          <w:noProof/>
        </w:rPr>
        <w:t>Disclaimer</w:t>
      </w:r>
    </w:p>
    <w:p w14:paraId="7B57171E" w14:textId="77777777" w:rsidR="00AC4F04" w:rsidRDefault="00AC4F04" w:rsidP="00845954">
      <w:pPr>
        <w:pStyle w:val="Smallprint"/>
        <w:framePr w:hSpace="0" w:wrap="auto" w:yAlign="inline"/>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r>
        <w:rPr>
          <w:noProof/>
        </w:rPr>
        <w:t>.</w:t>
      </w:r>
    </w:p>
    <w:p w14:paraId="571EDF1F" w14:textId="77777777" w:rsidR="00AC4F04" w:rsidRPr="00A0125A" w:rsidRDefault="00AC4F04" w:rsidP="00AC4F04">
      <w:pPr>
        <w:pStyle w:val="Smallprintbold"/>
        <w:framePr w:hSpace="0" w:wrap="auto" w:yAlign="inline"/>
        <w:rPr>
          <w:noProof/>
        </w:rPr>
      </w:pPr>
      <w:r w:rsidRPr="00A0125A">
        <w:rPr>
          <w:noProof/>
        </w:rPr>
        <w:t>Document control</w:t>
      </w:r>
    </w:p>
    <w:p w14:paraId="5662809A" w14:textId="77777777" w:rsidR="00AC4F04" w:rsidRDefault="00AC4F04" w:rsidP="00AC4F04">
      <w:pPr>
        <w:pStyle w:val="Smallprint"/>
        <w:framePr w:hSpace="0" w:wrap="auto" w:yAlign="inline"/>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1BEC73B5" w14:textId="77777777" w:rsidR="00AC4F04" w:rsidRPr="001F025A" w:rsidRDefault="00AC4F04" w:rsidP="006B6851">
      <w:pPr>
        <w:pStyle w:val="Smallprintbold"/>
        <w:framePr w:hSpace="0" w:wrap="auto" w:yAlign="inline"/>
        <w:rPr>
          <w:noProof/>
        </w:rPr>
      </w:pPr>
      <w:r w:rsidRPr="001F025A">
        <w:rPr>
          <w:noProof/>
        </w:rPr>
        <w:t>Copyright ©</w:t>
      </w:r>
      <w:r>
        <w:rPr>
          <w:noProof/>
        </w:rPr>
        <w:t xml:space="preserve"> </w:t>
      </w:r>
      <w:r>
        <w:rPr>
          <w:noProof/>
        </w:rPr>
        <w:fldChar w:fldCharType="begin"/>
      </w:r>
      <w:r>
        <w:rPr>
          <w:noProof/>
        </w:rPr>
        <w:instrText xml:space="preserve"> CREATEDATE  \@ "yyyy"  \* MERGEFORMAT </w:instrText>
      </w:r>
      <w:r>
        <w:rPr>
          <w:noProof/>
        </w:rPr>
        <w:fldChar w:fldCharType="separate"/>
      </w:r>
      <w:r w:rsidR="00A163AC">
        <w:rPr>
          <w:noProof/>
        </w:rPr>
        <w:t>2020</w:t>
      </w:r>
      <w:r>
        <w:rPr>
          <w:noProof/>
        </w:rPr>
        <w:fldChar w:fldCharType="end"/>
      </w:r>
      <w:r>
        <w:rPr>
          <w:noProof/>
        </w:rPr>
        <w:t xml:space="preserve"> Australian Digital Health Agency</w:t>
      </w:r>
    </w:p>
    <w:p w14:paraId="591F9F79" w14:textId="77777777" w:rsidR="006B6851" w:rsidRDefault="00AC4F04" w:rsidP="00AC4F04">
      <w:pPr>
        <w:pStyle w:val="Smallprint"/>
        <w:framePr w:hSpace="0" w:wrap="auto" w:yAlign="inline"/>
        <w:rPr>
          <w:noProof/>
        </w:rPr>
      </w:pPr>
      <w:r w:rsidRPr="001F025A">
        <w:rPr>
          <w:noProof/>
        </w:rPr>
        <w:t>This document contains information which is protected by copyright. All Rights Reserved. No part of this work may be reproduced or used in any form or by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2D35D20E" w14:textId="4222EA1E" w:rsidR="00843D1C" w:rsidRPr="001F025A" w:rsidRDefault="007F3832" w:rsidP="00AC4F04">
      <w:pPr>
        <w:pStyle w:val="Smallprint"/>
        <w:framePr w:hSpace="0" w:wrap="auto" w:yAlign="inline"/>
        <w:rPr>
          <w:noProof/>
        </w:rPr>
      </w:pPr>
      <w:sdt>
        <w:sdtPr>
          <w:alias w:val="Protective marking"/>
          <w:tag w:val="Protective marking"/>
          <w:id w:val="-941839468"/>
          <w:lock w:val="sdtLocked"/>
          <w:placeholder>
            <w:docPart w:val="3CBFD38E117C4760804F0B60459DAD00"/>
          </w:placeholder>
          <w:dataBinding w:xpath="/root[1]/ProtectiveMarking[1]" w:storeItemID="{7AD7588E-D9F6-4D08-A543-8B3D0469C808}"/>
          <w:comboBox>
            <w:listItem w:displayText="OFFICIAL" w:value="OFFICIAL"/>
            <w:listItem w:displayText="OFFICIAL: Sensitive" w:value="OFFICIAL: Sensitive"/>
          </w:comboBox>
        </w:sdtPr>
        <w:sdtEndPr/>
        <w:sdtContent>
          <w:r w:rsidR="004E3791">
            <w:t>OFFICIAL</w:t>
          </w:r>
        </w:sdtContent>
      </w:sdt>
      <w:r w:rsidR="00493FB7">
        <w:t xml:space="preserve"> </w:t>
      </w:r>
    </w:p>
    <w:p w14:paraId="04C8288C" w14:textId="77777777" w:rsidR="00F64893" w:rsidRDefault="00F64893" w:rsidP="006B6851">
      <w:pPr>
        <w:pStyle w:val="Smallprint"/>
        <w:framePr w:hSpace="0" w:wrap="auto" w:yAlign="inline"/>
        <w:rPr>
          <w:noProof/>
        </w:rPr>
      </w:pPr>
    </w:p>
    <w:p w14:paraId="0DC844F3" w14:textId="77777777" w:rsidR="00FD49F9" w:rsidRPr="006B6851" w:rsidRDefault="00FD49F9" w:rsidP="006B6851">
      <w:pPr>
        <w:pStyle w:val="Smallprint"/>
        <w:framePr w:hSpace="0" w:wrap="auto" w:yAlign="inline"/>
        <w:rPr>
          <w:noProof/>
        </w:rPr>
        <w:sectPr w:rsidR="00FD49F9" w:rsidRPr="006B6851" w:rsidSect="00843D1C">
          <w:headerReference w:type="first" r:id="rId21"/>
          <w:pgSz w:w="11906" w:h="16838" w:code="9"/>
          <w:pgMar w:top="1134" w:right="1134" w:bottom="1134" w:left="1134" w:header="567" w:footer="0" w:gutter="0"/>
          <w:cols w:space="708"/>
          <w:titlePg/>
          <w:docGrid w:linePitch="360"/>
        </w:sectPr>
      </w:pPr>
    </w:p>
    <w:p w14:paraId="5709D9B2" w14:textId="77777777" w:rsidR="00B25459" w:rsidRDefault="00625636" w:rsidP="00120225">
      <w:pPr>
        <w:pStyle w:val="Frontmatter1"/>
      </w:pPr>
      <w:r>
        <w:lastRenderedPageBreak/>
        <w:t xml:space="preserve">Document </w:t>
      </w:r>
      <w:r w:rsidR="00E025F7">
        <w:t>i</w:t>
      </w:r>
      <w:r w:rsidR="00E025F7" w:rsidRPr="008F173A">
        <w:t>nformation</w:t>
      </w:r>
    </w:p>
    <w:p w14:paraId="2FF15D14" w14:textId="77777777" w:rsidR="00B67425" w:rsidRDefault="00070BD5" w:rsidP="00593AF5">
      <w:pPr>
        <w:pStyle w:val="Frontmatter2"/>
      </w:pPr>
      <w:r>
        <w:t xml:space="preserve">Key </w:t>
      </w:r>
      <w:r w:rsidR="00E025F7">
        <w:t>information</w:t>
      </w:r>
    </w:p>
    <w:tbl>
      <w:tblPr>
        <w:tblStyle w:val="TableADHA"/>
        <w:tblW w:w="5000" w:type="pct"/>
        <w:tblInd w:w="-13" w:type="dxa"/>
        <w:tblBorders>
          <w:top w:val="none" w:sz="0" w:space="0" w:color="auto"/>
          <w:bottom w:val="none" w:sz="0" w:space="0" w:color="auto"/>
          <w:insideH w:val="none" w:sz="0" w:space="0" w:color="auto"/>
        </w:tblBorders>
        <w:tblCellMar>
          <w:left w:w="0" w:type="dxa"/>
        </w:tblCellMar>
        <w:tblLook w:val="04A0" w:firstRow="1" w:lastRow="0" w:firstColumn="1" w:lastColumn="0" w:noHBand="0" w:noVBand="1"/>
        <w:tblDescription w:val="Key information"/>
      </w:tblPr>
      <w:tblGrid>
        <w:gridCol w:w="1999"/>
        <w:gridCol w:w="7639"/>
      </w:tblGrid>
      <w:tr w:rsidR="00B67425" w:rsidRPr="00B67425" w14:paraId="11F66162" w14:textId="77777777" w:rsidTr="00AA5E2C">
        <w:trPr>
          <w:cnfStyle w:val="100000000000" w:firstRow="1" w:lastRow="0" w:firstColumn="0" w:lastColumn="0" w:oddVBand="0" w:evenVBand="0" w:oddHBand="0" w:evenHBand="0" w:firstRowFirstColumn="0" w:firstRowLastColumn="0" w:lastRowFirstColumn="0" w:lastRowLastColumn="0"/>
        </w:trPr>
        <w:tc>
          <w:tcPr>
            <w:tcW w:w="1037" w:type="pct"/>
            <w:tcBorders>
              <w:top w:val="none" w:sz="0" w:space="0" w:color="auto"/>
              <w:bottom w:val="none" w:sz="0" w:space="0" w:color="auto"/>
            </w:tcBorders>
          </w:tcPr>
          <w:p w14:paraId="598C92D1" w14:textId="77777777" w:rsidR="00B67425" w:rsidRPr="00DD5899" w:rsidRDefault="00B67425" w:rsidP="0084477E">
            <w:pPr>
              <w:pStyle w:val="Tableheader"/>
            </w:pPr>
            <w:bookmarkStart w:id="0" w:name="RowTitle_1" w:colFirst="0" w:colLast="0"/>
            <w:r w:rsidRPr="00DD5899">
              <w:t>Owner</w:t>
            </w:r>
          </w:p>
        </w:tc>
        <w:tc>
          <w:tcPr>
            <w:tcW w:w="3963" w:type="pct"/>
            <w:tcBorders>
              <w:top w:val="none" w:sz="0" w:space="0" w:color="auto"/>
              <w:bottom w:val="none" w:sz="0" w:space="0" w:color="auto"/>
            </w:tcBorders>
          </w:tcPr>
          <w:p w14:paraId="00E951DE" w14:textId="01F6A4BD" w:rsidR="00676BA7" w:rsidRPr="00B67425" w:rsidRDefault="007F3832" w:rsidP="005F5268">
            <w:pPr>
              <w:pStyle w:val="Tabletext"/>
            </w:pPr>
            <w:sdt>
              <w:sdtPr>
                <w:alias w:val="Document owner [role]"/>
                <w:tag w:val="DocumentOwner"/>
                <w:id w:val="296344802"/>
                <w:lock w:val="sdtLocked"/>
                <w:placeholder>
                  <w:docPart w:val="682AB40767F3461B9DA2666D4BA8DB79"/>
                </w:placeholder>
                <w:text/>
              </w:sdtPr>
              <w:sdtEndPr/>
              <w:sdtContent>
                <w:r w:rsidR="000107D6">
                  <w:t>Clinical and Digital Health Standards Governance Branch, Digital Strategy Division</w:t>
                </w:r>
              </w:sdtContent>
            </w:sdt>
            <w:r w:rsidR="009F0AE3">
              <w:t xml:space="preserve"> </w:t>
            </w:r>
            <w:r w:rsidR="009F0AE3" w:rsidRPr="009F0AE3">
              <w:rPr>
                <w:rStyle w:val="InstructionsChar"/>
              </w:rPr>
              <w:t>This is the approver</w:t>
            </w:r>
          </w:p>
        </w:tc>
      </w:tr>
      <w:tr w:rsidR="00B67425" w:rsidRPr="00B67425" w14:paraId="652FC73C" w14:textId="77777777" w:rsidTr="00AA5E2C">
        <w:tc>
          <w:tcPr>
            <w:tcW w:w="1037" w:type="pct"/>
          </w:tcPr>
          <w:p w14:paraId="340294C4" w14:textId="1B534126" w:rsidR="00B67425" w:rsidRPr="00DD5899" w:rsidRDefault="00B67425" w:rsidP="0084477E">
            <w:pPr>
              <w:pStyle w:val="Tableheader"/>
            </w:pPr>
          </w:p>
        </w:tc>
        <w:tc>
          <w:tcPr>
            <w:tcW w:w="3963" w:type="pct"/>
          </w:tcPr>
          <w:p w14:paraId="6211EFF7" w14:textId="58DCCE54" w:rsidR="00B67425" w:rsidRPr="00B67425" w:rsidRDefault="00B67425" w:rsidP="007D567E">
            <w:pPr>
              <w:pStyle w:val="Tabletext"/>
            </w:pPr>
          </w:p>
        </w:tc>
      </w:tr>
      <w:tr w:rsidR="00B67425" w:rsidRPr="00B67425" w14:paraId="1D35B193" w14:textId="77777777" w:rsidTr="00AA5E2C">
        <w:tc>
          <w:tcPr>
            <w:tcW w:w="1037" w:type="pct"/>
          </w:tcPr>
          <w:p w14:paraId="74FB2B8D" w14:textId="77777777" w:rsidR="00B67425" w:rsidRPr="00DD5899" w:rsidRDefault="00B67425" w:rsidP="0084477E">
            <w:pPr>
              <w:pStyle w:val="Tableheader"/>
            </w:pPr>
            <w:r w:rsidRPr="00DD5899">
              <w:t>Contact for enquiries</w:t>
            </w:r>
          </w:p>
        </w:tc>
        <w:tc>
          <w:tcPr>
            <w:tcW w:w="3963" w:type="pct"/>
          </w:tcPr>
          <w:p w14:paraId="62C2A97F" w14:textId="77777777" w:rsidR="00B67425" w:rsidRDefault="007F3832" w:rsidP="00180B3C">
            <w:pPr>
              <w:pStyle w:val="Tabletext"/>
            </w:pPr>
            <w:sdt>
              <w:sdtPr>
                <w:alias w:val="Contact for Enquiries"/>
                <w:tag w:val="ContactForEnquiries"/>
                <w:id w:val="933088745"/>
                <w:placeholder>
                  <w:docPart w:val="0A7CD73CAC18434294439466FBE180E5"/>
                </w:placeholder>
                <w:text/>
              </w:sdtPr>
              <w:sdtEndPr/>
              <w:sdtContent>
                <w:r w:rsidR="008F412D">
                  <w:t>Australian Digital Health Agency</w:t>
                </w:r>
                <w:r w:rsidR="0016172E" w:rsidRPr="0016172E">
                  <w:t xml:space="preserve"> </w:t>
                </w:r>
                <w:r w:rsidR="00CE7563">
                  <w:t>Help Centre</w:t>
                </w:r>
              </w:sdtContent>
            </w:sdt>
          </w:p>
          <w:p w14:paraId="60ED4EEB" w14:textId="77777777" w:rsidR="0016172E" w:rsidRDefault="009918C9" w:rsidP="00180B3C">
            <w:pPr>
              <w:pStyle w:val="Tabletext"/>
              <w:tabs>
                <w:tab w:val="left" w:pos="919"/>
              </w:tabs>
            </w:pPr>
            <w:r>
              <w:t>Phone</w:t>
            </w:r>
            <w:r w:rsidR="0016172E">
              <w:tab/>
            </w:r>
            <w:hyperlink r:id="rId22" w:history="1">
              <w:r w:rsidR="00FD49F9" w:rsidRPr="00FD49F9">
                <w:rPr>
                  <w:rStyle w:val="Hyperlink"/>
                </w:rPr>
                <w:t>1300 901 001</w:t>
              </w:r>
            </w:hyperlink>
          </w:p>
          <w:p w14:paraId="0AF968CA" w14:textId="77777777" w:rsidR="0016172E" w:rsidRPr="00B67425" w:rsidRDefault="009918C9" w:rsidP="00180B3C">
            <w:pPr>
              <w:pStyle w:val="Tabletext"/>
              <w:tabs>
                <w:tab w:val="left" w:pos="919"/>
              </w:tabs>
            </w:pPr>
            <w:r>
              <w:t>Email</w:t>
            </w:r>
            <w:r w:rsidR="0016172E">
              <w:tab/>
            </w:r>
            <w:sdt>
              <w:sdtPr>
                <w:rPr>
                  <w:rStyle w:val="TabletextChar"/>
                </w:rPr>
                <w:alias w:val="Contact person's email address"/>
                <w:tag w:val="Contact person's email address"/>
                <w:id w:val="-1152974798"/>
                <w:placeholder>
                  <w:docPart w:val="D2017F2BE20D45AE9D93F7BE4D293C7D"/>
                </w:placeholder>
                <w:docPartList>
                  <w:docPartGallery w:val="Quick Parts"/>
                </w:docPartList>
              </w:sdtPr>
              <w:sdtEndPr>
                <w:rPr>
                  <w:rStyle w:val="DefaultParagraphFont"/>
                </w:rPr>
              </w:sdtEndPr>
              <w:sdtContent>
                <w:hyperlink r:id="rId23" w:history="1">
                  <w:r w:rsidR="003730D3">
                    <w:rPr>
                      <w:rStyle w:val="Hyperlink"/>
                    </w:rPr>
                    <w:t>help@digitalhealth.gov.au</w:t>
                  </w:r>
                </w:hyperlink>
                <w:r w:rsidR="007B0B7B">
                  <w:rPr>
                    <w:rStyle w:val="TabletextChar"/>
                  </w:rPr>
                  <w:t xml:space="preserve"> </w:t>
                </w:r>
              </w:sdtContent>
            </w:sdt>
          </w:p>
        </w:tc>
      </w:tr>
      <w:bookmarkEnd w:id="0"/>
    </w:tbl>
    <w:p w14:paraId="2FEA23FA" w14:textId="77777777" w:rsidR="00312442" w:rsidRDefault="00312442" w:rsidP="00F30FFD">
      <w:pPr>
        <w:pStyle w:val="Whitespacepadding"/>
      </w:pPr>
    </w:p>
    <w:p w14:paraId="694A8B2E" w14:textId="77777777" w:rsidR="00A66DC6" w:rsidRDefault="00A66DC6" w:rsidP="00F30FFD">
      <w:pPr>
        <w:pStyle w:val="Whitespacepadding"/>
      </w:pPr>
    </w:p>
    <w:p w14:paraId="6BCA6230" w14:textId="77777777" w:rsidR="0016172E" w:rsidRDefault="0016172E" w:rsidP="0016172E">
      <w:pPr>
        <w:pStyle w:val="Frontmatter2"/>
      </w:pPr>
      <w:r>
        <w:t>Product</w:t>
      </w:r>
      <w:r w:rsidR="002473D1">
        <w:t xml:space="preserve"> or document</w:t>
      </w:r>
      <w:r>
        <w:t xml:space="preserve"> version history</w:t>
      </w:r>
    </w:p>
    <w:p w14:paraId="4E25BCA7" w14:textId="77777777" w:rsidR="0016172E" w:rsidRDefault="0016172E" w:rsidP="0016172E">
      <w:pPr>
        <w:pStyle w:val="Instructions"/>
        <w:ind w:left="0"/>
      </w:pPr>
      <w:r>
        <w:t>The product version</w:t>
      </w:r>
      <w:r w:rsidR="00A721AE">
        <w:t xml:space="preserve"> </w:t>
      </w:r>
      <w:r w:rsidR="00AB6A15">
        <w:t xml:space="preserve">or document version </w:t>
      </w:r>
      <w:r w:rsidR="00A721AE">
        <w:t xml:space="preserve">should be </w:t>
      </w:r>
      <w:r w:rsidR="007B0B7B">
        <w:t>included</w:t>
      </w:r>
      <w:r w:rsidR="00A721AE">
        <w:t xml:space="preserve"> </w:t>
      </w:r>
      <w:r w:rsidR="009918C9">
        <w:t>in the version field</w:t>
      </w:r>
      <w:r w:rsidR="00A721AE">
        <w:t xml:space="preserve"> </w:t>
      </w:r>
      <w:r>
        <w:t xml:space="preserve">on the front cover. Delete </w:t>
      </w:r>
      <w:r w:rsidR="00C423CF">
        <w:t>heading and table if</w:t>
      </w:r>
      <w:r>
        <w:t xml:space="preserve"> not required </w:t>
      </w:r>
    </w:p>
    <w:tbl>
      <w:tblPr>
        <w:tblStyle w:val="TableADHAwide"/>
        <w:tblW w:w="5000" w:type="pct"/>
        <w:tblLayout w:type="fixed"/>
        <w:tblLook w:val="04A0" w:firstRow="1" w:lastRow="0" w:firstColumn="1" w:lastColumn="0" w:noHBand="0" w:noVBand="1"/>
        <w:tblDescription w:val="Product version history"/>
      </w:tblPr>
      <w:tblGrid>
        <w:gridCol w:w="993"/>
        <w:gridCol w:w="1789"/>
        <w:gridCol w:w="6856"/>
      </w:tblGrid>
      <w:tr w:rsidR="0016172E" w:rsidRPr="00070BD5" w14:paraId="1E4299FF" w14:textId="77777777" w:rsidTr="002473D1">
        <w:trPr>
          <w:cnfStyle w:val="100000000000" w:firstRow="1" w:lastRow="0" w:firstColumn="0" w:lastColumn="0" w:oddVBand="0" w:evenVBand="0" w:oddHBand="0" w:evenHBand="0" w:firstRowFirstColumn="0" w:firstRowLastColumn="0" w:lastRowFirstColumn="0" w:lastRowLastColumn="0"/>
        </w:trPr>
        <w:tc>
          <w:tcPr>
            <w:tcW w:w="515" w:type="pct"/>
          </w:tcPr>
          <w:p w14:paraId="18C33E31" w14:textId="77777777" w:rsidR="0016172E" w:rsidRPr="007017C5" w:rsidRDefault="0016172E" w:rsidP="0084477E">
            <w:pPr>
              <w:pStyle w:val="Tableheader"/>
            </w:pPr>
            <w:bookmarkStart w:id="1" w:name="ColumnTitle_3"/>
            <w:r>
              <w:t>Product</w:t>
            </w:r>
            <w:r w:rsidR="002473D1">
              <w:t xml:space="preserve"> or document</w:t>
            </w:r>
            <w:r>
              <w:t xml:space="preserve"> version</w:t>
            </w:r>
          </w:p>
        </w:tc>
        <w:tc>
          <w:tcPr>
            <w:tcW w:w="928" w:type="pct"/>
          </w:tcPr>
          <w:p w14:paraId="1535AA61" w14:textId="77777777" w:rsidR="0016172E" w:rsidRPr="007017C5" w:rsidRDefault="0016172E" w:rsidP="0084477E">
            <w:pPr>
              <w:pStyle w:val="Tableheader"/>
            </w:pPr>
            <w:r w:rsidRPr="007017C5">
              <w:t>Date</w:t>
            </w:r>
          </w:p>
        </w:tc>
        <w:tc>
          <w:tcPr>
            <w:tcW w:w="3557" w:type="pct"/>
          </w:tcPr>
          <w:p w14:paraId="46D61724" w14:textId="77777777" w:rsidR="0016172E" w:rsidRPr="007017C5" w:rsidRDefault="0016172E" w:rsidP="0084477E">
            <w:pPr>
              <w:pStyle w:val="Tableheader"/>
            </w:pPr>
            <w:r>
              <w:t>Release comments</w:t>
            </w:r>
          </w:p>
        </w:tc>
      </w:tr>
      <w:tr w:rsidR="00437703" w14:paraId="1B9B3BE7" w14:textId="77777777" w:rsidTr="002473D1">
        <w:tc>
          <w:tcPr>
            <w:tcW w:w="515" w:type="pct"/>
          </w:tcPr>
          <w:p w14:paraId="06D8DF41" w14:textId="44FE9DFB" w:rsidR="00437703" w:rsidRDefault="00437703" w:rsidP="00422C07">
            <w:pPr>
              <w:pStyle w:val="Tabletext"/>
            </w:pPr>
            <w:r>
              <w:t>3.2</w:t>
            </w:r>
          </w:p>
        </w:tc>
        <w:tc>
          <w:tcPr>
            <w:tcW w:w="928" w:type="pct"/>
          </w:tcPr>
          <w:p w14:paraId="48F972BD" w14:textId="1838FB24" w:rsidR="00437703" w:rsidRDefault="00437703" w:rsidP="00422C07">
            <w:pPr>
              <w:pStyle w:val="Tabletext"/>
            </w:pPr>
            <w:r>
              <w:t>16 Oct 2014</w:t>
            </w:r>
          </w:p>
        </w:tc>
        <w:tc>
          <w:tcPr>
            <w:tcW w:w="3557" w:type="pct"/>
          </w:tcPr>
          <w:p w14:paraId="24B3AA5B" w14:textId="2660494E" w:rsidR="00437703" w:rsidRDefault="00437703" w:rsidP="00422C07">
            <w:pPr>
              <w:pStyle w:val="Tabletext"/>
            </w:pPr>
            <w:r>
              <w:t>Released by NEHTA for use by test laboratories.</w:t>
            </w:r>
          </w:p>
        </w:tc>
      </w:tr>
      <w:bookmarkEnd w:id="1"/>
      <w:tr w:rsidR="007D707D" w14:paraId="62281BA9" w14:textId="77777777" w:rsidTr="002473D1">
        <w:tc>
          <w:tcPr>
            <w:tcW w:w="515" w:type="pct"/>
          </w:tcPr>
          <w:p w14:paraId="7C1A7DE9" w14:textId="1797DCF9" w:rsidR="007D707D" w:rsidRDefault="00437703" w:rsidP="00422C07">
            <w:pPr>
              <w:pStyle w:val="Tabletext"/>
            </w:pPr>
            <w:r>
              <w:t>4</w:t>
            </w:r>
            <w:r w:rsidR="004E3791">
              <w:t>.0</w:t>
            </w:r>
          </w:p>
        </w:tc>
        <w:tc>
          <w:tcPr>
            <w:tcW w:w="928" w:type="pct"/>
          </w:tcPr>
          <w:p w14:paraId="1F5D4F47" w14:textId="62C69EF0" w:rsidR="007D707D" w:rsidRPr="0011165A" w:rsidRDefault="00437703" w:rsidP="00422C07">
            <w:pPr>
              <w:pStyle w:val="Tabletext"/>
            </w:pPr>
            <w:r>
              <w:t>0</w:t>
            </w:r>
            <w:r w:rsidR="00263C5C">
              <w:t>3</w:t>
            </w:r>
            <w:r>
              <w:t xml:space="preserve"> Nov 2020</w:t>
            </w:r>
          </w:p>
        </w:tc>
        <w:tc>
          <w:tcPr>
            <w:tcW w:w="3557" w:type="pct"/>
          </w:tcPr>
          <w:p w14:paraId="5C925AA3" w14:textId="77777777" w:rsidR="00215336" w:rsidRDefault="00215336" w:rsidP="00422C07">
            <w:pPr>
              <w:pStyle w:val="Tabletext"/>
            </w:pPr>
            <w:r>
              <w:t>The following changes have been made:</w:t>
            </w:r>
          </w:p>
          <w:p w14:paraId="61009389" w14:textId="77777777" w:rsidR="00DE6BE2" w:rsidRDefault="0017661E" w:rsidP="00DE6BE2">
            <w:pPr>
              <w:pStyle w:val="Tabletext"/>
              <w:numPr>
                <w:ilvl w:val="0"/>
                <w:numId w:val="40"/>
              </w:numPr>
            </w:pPr>
            <w:r>
              <w:t>Removed the references to NATA accredited software test laboratories</w:t>
            </w:r>
          </w:p>
          <w:p w14:paraId="6E28E946" w14:textId="77777777" w:rsidR="00DE6BE2" w:rsidRDefault="00DE6BE2" w:rsidP="00DE6BE2">
            <w:pPr>
              <w:pStyle w:val="Tabletext"/>
              <w:numPr>
                <w:ilvl w:val="0"/>
                <w:numId w:val="40"/>
              </w:numPr>
            </w:pPr>
            <w:r>
              <w:t xml:space="preserve">Removed references to </w:t>
            </w:r>
            <w:r w:rsidRPr="0077061E">
              <w:t>‘CCA’</w:t>
            </w:r>
            <w:r>
              <w:t xml:space="preserve"> and replaced with ‘HI Conformance’ </w:t>
            </w:r>
          </w:p>
          <w:p w14:paraId="328A21F5" w14:textId="77777777" w:rsidR="00DE6BE2" w:rsidRDefault="00DE6BE2" w:rsidP="00DE6BE2">
            <w:pPr>
              <w:pStyle w:val="Tabletext"/>
              <w:numPr>
                <w:ilvl w:val="0"/>
                <w:numId w:val="40"/>
              </w:numPr>
            </w:pPr>
            <w:r>
              <w:t xml:space="preserve">Changed the title from ‘Information Conformance Specification Proforma Instructions’ to ‘Implementation Conformance Specification Proforma Instructions’ </w:t>
            </w:r>
          </w:p>
          <w:p w14:paraId="59B7258B" w14:textId="1FF93BEB" w:rsidR="0017661E" w:rsidRDefault="00DE6BE2" w:rsidP="00DE6BE2">
            <w:pPr>
              <w:pStyle w:val="Tabletext"/>
              <w:numPr>
                <w:ilvl w:val="0"/>
                <w:numId w:val="40"/>
              </w:numPr>
            </w:pPr>
            <w:r>
              <w:t>Included new Mandatory conformance requirement for UC.01</w:t>
            </w:r>
            <w:r w:rsidR="00636F72">
              <w:t>5</w:t>
            </w:r>
            <w:r>
              <w:t xml:space="preserve"> and UC.025</w:t>
            </w:r>
          </w:p>
        </w:tc>
      </w:tr>
      <w:tr w:rsidR="00636F72" w14:paraId="26C8BB2B" w14:textId="77777777" w:rsidTr="002473D1">
        <w:tc>
          <w:tcPr>
            <w:tcW w:w="515" w:type="pct"/>
          </w:tcPr>
          <w:p w14:paraId="3119CA8E" w14:textId="38F49C23" w:rsidR="00636F72" w:rsidRDefault="00636F72" w:rsidP="00422C07">
            <w:pPr>
              <w:pStyle w:val="Tabletext"/>
            </w:pPr>
            <w:r>
              <w:t>4.1</w:t>
            </w:r>
          </w:p>
        </w:tc>
        <w:tc>
          <w:tcPr>
            <w:tcW w:w="928" w:type="pct"/>
          </w:tcPr>
          <w:p w14:paraId="457C727E" w14:textId="57851B5A" w:rsidR="00636F72" w:rsidRDefault="00636F72" w:rsidP="00422C07">
            <w:pPr>
              <w:pStyle w:val="Tabletext"/>
            </w:pPr>
            <w:r>
              <w:t>Feb 2021</w:t>
            </w:r>
          </w:p>
        </w:tc>
        <w:tc>
          <w:tcPr>
            <w:tcW w:w="3557" w:type="pct"/>
          </w:tcPr>
          <w:p w14:paraId="52411B7F" w14:textId="4BD124F2" w:rsidR="00636F72" w:rsidRDefault="00636F72" w:rsidP="00422C07">
            <w:pPr>
              <w:pStyle w:val="Tabletext"/>
            </w:pPr>
            <w:r>
              <w:t xml:space="preserve">Changes made to align to </w:t>
            </w:r>
            <w:r w:rsidR="001A1A76">
              <w:t xml:space="preserve">updated </w:t>
            </w:r>
            <w:r>
              <w:t>CTS which has separated worksheets to allow for individual conformances required for ePrescribing and new requirement 022000.</w:t>
            </w:r>
          </w:p>
        </w:tc>
      </w:tr>
    </w:tbl>
    <w:p w14:paraId="37BA1E40" w14:textId="77777777" w:rsidR="00374B05" w:rsidRDefault="00374B05" w:rsidP="00B17305">
      <w:pPr>
        <w:pStyle w:val="BodyText"/>
      </w:pPr>
    </w:p>
    <w:p w14:paraId="7A2760C0" w14:textId="77777777" w:rsidR="00A70021" w:rsidRDefault="00A70021" w:rsidP="00FD49F9">
      <w:pPr>
        <w:pStyle w:val="Frontmatter1"/>
      </w:pPr>
      <w:r>
        <w:lastRenderedPageBreak/>
        <w:t xml:space="preserve">Table of </w:t>
      </w:r>
      <w:r w:rsidR="00E025F7">
        <w:t>contents</w:t>
      </w:r>
    </w:p>
    <w:p w14:paraId="53B7AE58" w14:textId="77777777" w:rsidR="00157002" w:rsidRDefault="00157002" w:rsidP="00157002">
      <w:pPr>
        <w:pStyle w:val="Instructions"/>
        <w:keepNext/>
        <w:keepLines/>
        <w:ind w:left="0"/>
      </w:pPr>
      <w:r>
        <w:t>Click anywhere in the table of contents and press F9 to update</w:t>
      </w:r>
      <w:r w:rsidR="003213A0">
        <w:t xml:space="preserve"> the entire table</w:t>
      </w:r>
      <w:r>
        <w:t>.</w:t>
      </w:r>
    </w:p>
    <w:p w14:paraId="29A478A8" w14:textId="44BFA9D8" w:rsidR="00310BF5" w:rsidRDefault="003213A0">
      <w:pPr>
        <w:pStyle w:val="TOC1"/>
        <w:rPr>
          <w:rFonts w:asciiTheme="minorHAnsi" w:hAnsiTheme="minorHAnsi"/>
          <w:b w:val="0"/>
          <w:szCs w:val="22"/>
        </w:rPr>
      </w:pPr>
      <w:r>
        <w:rPr>
          <w:szCs w:val="22"/>
        </w:rPr>
        <w:fldChar w:fldCharType="begin"/>
      </w:r>
      <w:r>
        <w:instrText xml:space="preserve"> TOC \h \z \t "Heading 1,1,Heading 2,2,Heading 3,3,Heading unnumbered 1,1,Appendix 1,7" </w:instrText>
      </w:r>
      <w:r>
        <w:rPr>
          <w:szCs w:val="22"/>
        </w:rPr>
        <w:fldChar w:fldCharType="separate"/>
      </w:r>
      <w:hyperlink w:anchor="_Toc75784454" w:history="1">
        <w:r w:rsidR="00310BF5" w:rsidRPr="0052781E">
          <w:rPr>
            <w:rStyle w:val="Hyperlink"/>
          </w:rPr>
          <w:t>1</w:t>
        </w:r>
        <w:r w:rsidR="00310BF5">
          <w:rPr>
            <w:rFonts w:asciiTheme="minorHAnsi" w:hAnsiTheme="minorHAnsi"/>
            <w:b w:val="0"/>
            <w:szCs w:val="22"/>
          </w:rPr>
          <w:tab/>
        </w:r>
        <w:r w:rsidR="00310BF5" w:rsidRPr="0052781E">
          <w:rPr>
            <w:rStyle w:val="Hyperlink"/>
          </w:rPr>
          <w:t>Introduction</w:t>
        </w:r>
        <w:r w:rsidR="00310BF5">
          <w:rPr>
            <w:webHidden/>
          </w:rPr>
          <w:tab/>
        </w:r>
        <w:r w:rsidR="00310BF5">
          <w:rPr>
            <w:webHidden/>
          </w:rPr>
          <w:fldChar w:fldCharType="begin"/>
        </w:r>
        <w:r w:rsidR="00310BF5">
          <w:rPr>
            <w:webHidden/>
          </w:rPr>
          <w:instrText xml:space="preserve"> PAGEREF _Toc75784454 \h </w:instrText>
        </w:r>
        <w:r w:rsidR="00310BF5">
          <w:rPr>
            <w:webHidden/>
          </w:rPr>
        </w:r>
        <w:r w:rsidR="00310BF5">
          <w:rPr>
            <w:webHidden/>
          </w:rPr>
          <w:fldChar w:fldCharType="separate"/>
        </w:r>
        <w:r w:rsidR="007F3832">
          <w:rPr>
            <w:webHidden/>
          </w:rPr>
          <w:t>5</w:t>
        </w:r>
        <w:r w:rsidR="00310BF5">
          <w:rPr>
            <w:webHidden/>
          </w:rPr>
          <w:fldChar w:fldCharType="end"/>
        </w:r>
      </w:hyperlink>
    </w:p>
    <w:p w14:paraId="25B59F2C" w14:textId="6E718681" w:rsidR="00310BF5" w:rsidRDefault="007F3832">
      <w:pPr>
        <w:pStyle w:val="TOC2"/>
        <w:rPr>
          <w:rFonts w:asciiTheme="minorHAnsi" w:hAnsiTheme="minorHAnsi"/>
          <w:szCs w:val="22"/>
        </w:rPr>
      </w:pPr>
      <w:hyperlink w:anchor="_Toc75784455" w:history="1">
        <w:r w:rsidR="00310BF5" w:rsidRPr="0052781E">
          <w:rPr>
            <w:rStyle w:val="Hyperlink"/>
          </w:rPr>
          <w:t>1.1</w:t>
        </w:r>
        <w:r w:rsidR="00310BF5">
          <w:rPr>
            <w:rFonts w:asciiTheme="minorHAnsi" w:hAnsiTheme="minorHAnsi"/>
            <w:szCs w:val="22"/>
          </w:rPr>
          <w:tab/>
        </w:r>
        <w:r w:rsidR="00310BF5" w:rsidRPr="0052781E">
          <w:rPr>
            <w:rStyle w:val="Hyperlink"/>
          </w:rPr>
          <w:t>Purpose</w:t>
        </w:r>
        <w:r w:rsidR="00310BF5">
          <w:rPr>
            <w:webHidden/>
          </w:rPr>
          <w:tab/>
        </w:r>
        <w:r w:rsidR="00310BF5">
          <w:rPr>
            <w:webHidden/>
          </w:rPr>
          <w:fldChar w:fldCharType="begin"/>
        </w:r>
        <w:r w:rsidR="00310BF5">
          <w:rPr>
            <w:webHidden/>
          </w:rPr>
          <w:instrText xml:space="preserve"> PAGEREF _Toc75784455 \h </w:instrText>
        </w:r>
        <w:r w:rsidR="00310BF5">
          <w:rPr>
            <w:webHidden/>
          </w:rPr>
        </w:r>
        <w:r w:rsidR="00310BF5">
          <w:rPr>
            <w:webHidden/>
          </w:rPr>
          <w:fldChar w:fldCharType="separate"/>
        </w:r>
        <w:r>
          <w:rPr>
            <w:webHidden/>
          </w:rPr>
          <w:t>5</w:t>
        </w:r>
        <w:r w:rsidR="00310BF5">
          <w:rPr>
            <w:webHidden/>
          </w:rPr>
          <w:fldChar w:fldCharType="end"/>
        </w:r>
      </w:hyperlink>
    </w:p>
    <w:p w14:paraId="43A8222B" w14:textId="411D9446" w:rsidR="00310BF5" w:rsidRDefault="007F3832">
      <w:pPr>
        <w:pStyle w:val="TOC2"/>
        <w:rPr>
          <w:rFonts w:asciiTheme="minorHAnsi" w:hAnsiTheme="minorHAnsi"/>
          <w:szCs w:val="22"/>
        </w:rPr>
      </w:pPr>
      <w:hyperlink w:anchor="_Toc75784456" w:history="1">
        <w:r w:rsidR="00310BF5" w:rsidRPr="0052781E">
          <w:rPr>
            <w:rStyle w:val="Hyperlink"/>
          </w:rPr>
          <w:t>1.2</w:t>
        </w:r>
        <w:r w:rsidR="00310BF5">
          <w:rPr>
            <w:rFonts w:asciiTheme="minorHAnsi" w:hAnsiTheme="minorHAnsi"/>
            <w:szCs w:val="22"/>
          </w:rPr>
          <w:tab/>
        </w:r>
        <w:r w:rsidR="00310BF5" w:rsidRPr="0052781E">
          <w:rPr>
            <w:rStyle w:val="Hyperlink"/>
          </w:rPr>
          <w:t>Intended audience</w:t>
        </w:r>
        <w:r w:rsidR="00310BF5">
          <w:rPr>
            <w:webHidden/>
          </w:rPr>
          <w:tab/>
        </w:r>
        <w:r w:rsidR="00310BF5">
          <w:rPr>
            <w:webHidden/>
          </w:rPr>
          <w:fldChar w:fldCharType="begin"/>
        </w:r>
        <w:r w:rsidR="00310BF5">
          <w:rPr>
            <w:webHidden/>
          </w:rPr>
          <w:instrText xml:space="preserve"> PAGEREF _Toc75784456 \h </w:instrText>
        </w:r>
        <w:r w:rsidR="00310BF5">
          <w:rPr>
            <w:webHidden/>
          </w:rPr>
        </w:r>
        <w:r w:rsidR="00310BF5">
          <w:rPr>
            <w:webHidden/>
          </w:rPr>
          <w:fldChar w:fldCharType="separate"/>
        </w:r>
        <w:r>
          <w:rPr>
            <w:webHidden/>
          </w:rPr>
          <w:t>5</w:t>
        </w:r>
        <w:r w:rsidR="00310BF5">
          <w:rPr>
            <w:webHidden/>
          </w:rPr>
          <w:fldChar w:fldCharType="end"/>
        </w:r>
      </w:hyperlink>
    </w:p>
    <w:p w14:paraId="24339487" w14:textId="4BC25A32" w:rsidR="00310BF5" w:rsidRDefault="007F3832">
      <w:pPr>
        <w:pStyle w:val="TOC2"/>
        <w:rPr>
          <w:rFonts w:asciiTheme="minorHAnsi" w:hAnsiTheme="minorHAnsi"/>
          <w:szCs w:val="22"/>
        </w:rPr>
      </w:pPr>
      <w:hyperlink w:anchor="_Toc75784457" w:history="1">
        <w:r w:rsidR="00310BF5" w:rsidRPr="0052781E">
          <w:rPr>
            <w:rStyle w:val="Hyperlink"/>
          </w:rPr>
          <w:t>1.3</w:t>
        </w:r>
        <w:r w:rsidR="00310BF5">
          <w:rPr>
            <w:rFonts w:asciiTheme="minorHAnsi" w:hAnsiTheme="minorHAnsi"/>
            <w:szCs w:val="22"/>
          </w:rPr>
          <w:tab/>
        </w:r>
        <w:r w:rsidR="00310BF5" w:rsidRPr="0052781E">
          <w:rPr>
            <w:rStyle w:val="Hyperlink"/>
          </w:rPr>
          <w:t>Questions and feedback</w:t>
        </w:r>
        <w:r w:rsidR="00310BF5">
          <w:rPr>
            <w:webHidden/>
          </w:rPr>
          <w:tab/>
        </w:r>
        <w:r w:rsidR="00310BF5">
          <w:rPr>
            <w:webHidden/>
          </w:rPr>
          <w:fldChar w:fldCharType="begin"/>
        </w:r>
        <w:r w:rsidR="00310BF5">
          <w:rPr>
            <w:webHidden/>
          </w:rPr>
          <w:instrText xml:space="preserve"> PAGEREF _Toc75784457 \h </w:instrText>
        </w:r>
        <w:r w:rsidR="00310BF5">
          <w:rPr>
            <w:webHidden/>
          </w:rPr>
        </w:r>
        <w:r w:rsidR="00310BF5">
          <w:rPr>
            <w:webHidden/>
          </w:rPr>
          <w:fldChar w:fldCharType="separate"/>
        </w:r>
        <w:r>
          <w:rPr>
            <w:webHidden/>
          </w:rPr>
          <w:t>5</w:t>
        </w:r>
        <w:r w:rsidR="00310BF5">
          <w:rPr>
            <w:webHidden/>
          </w:rPr>
          <w:fldChar w:fldCharType="end"/>
        </w:r>
      </w:hyperlink>
    </w:p>
    <w:p w14:paraId="69D5CEC4" w14:textId="14B6B819" w:rsidR="00310BF5" w:rsidRDefault="007F3832">
      <w:pPr>
        <w:pStyle w:val="TOC1"/>
        <w:rPr>
          <w:rFonts w:asciiTheme="minorHAnsi" w:hAnsiTheme="minorHAnsi"/>
          <w:b w:val="0"/>
          <w:szCs w:val="22"/>
        </w:rPr>
      </w:pPr>
      <w:hyperlink w:anchor="_Toc75784458" w:history="1">
        <w:r w:rsidR="00310BF5" w:rsidRPr="0052781E">
          <w:rPr>
            <w:rStyle w:val="Hyperlink"/>
          </w:rPr>
          <w:t>2</w:t>
        </w:r>
        <w:r w:rsidR="00310BF5">
          <w:rPr>
            <w:rFonts w:asciiTheme="minorHAnsi" w:hAnsiTheme="minorHAnsi"/>
            <w:b w:val="0"/>
            <w:szCs w:val="22"/>
          </w:rPr>
          <w:tab/>
        </w:r>
        <w:r w:rsidR="00310BF5" w:rsidRPr="0052781E">
          <w:rPr>
            <w:rStyle w:val="Hyperlink"/>
          </w:rPr>
          <w:t>Completing the ICS</w:t>
        </w:r>
        <w:r w:rsidR="00310BF5">
          <w:rPr>
            <w:webHidden/>
          </w:rPr>
          <w:tab/>
        </w:r>
        <w:r w:rsidR="00310BF5">
          <w:rPr>
            <w:webHidden/>
          </w:rPr>
          <w:fldChar w:fldCharType="begin"/>
        </w:r>
        <w:r w:rsidR="00310BF5">
          <w:rPr>
            <w:webHidden/>
          </w:rPr>
          <w:instrText xml:space="preserve"> PAGEREF _Toc75784458 \h </w:instrText>
        </w:r>
        <w:r w:rsidR="00310BF5">
          <w:rPr>
            <w:webHidden/>
          </w:rPr>
        </w:r>
        <w:r w:rsidR="00310BF5">
          <w:rPr>
            <w:webHidden/>
          </w:rPr>
          <w:fldChar w:fldCharType="separate"/>
        </w:r>
        <w:r>
          <w:rPr>
            <w:webHidden/>
          </w:rPr>
          <w:t>6</w:t>
        </w:r>
        <w:r w:rsidR="00310BF5">
          <w:rPr>
            <w:webHidden/>
          </w:rPr>
          <w:fldChar w:fldCharType="end"/>
        </w:r>
      </w:hyperlink>
    </w:p>
    <w:p w14:paraId="4A6A193B" w14:textId="5483C888" w:rsidR="00310BF5" w:rsidRDefault="007F3832">
      <w:pPr>
        <w:pStyle w:val="TOC2"/>
        <w:rPr>
          <w:rFonts w:asciiTheme="minorHAnsi" w:hAnsiTheme="minorHAnsi"/>
          <w:szCs w:val="22"/>
        </w:rPr>
      </w:pPr>
      <w:hyperlink w:anchor="_Toc75784459" w:history="1">
        <w:r w:rsidR="00310BF5" w:rsidRPr="0052781E">
          <w:rPr>
            <w:rStyle w:val="Hyperlink"/>
          </w:rPr>
          <w:t>2.1</w:t>
        </w:r>
        <w:r w:rsidR="00310BF5">
          <w:rPr>
            <w:rFonts w:asciiTheme="minorHAnsi" w:hAnsiTheme="minorHAnsi"/>
            <w:szCs w:val="22"/>
          </w:rPr>
          <w:tab/>
        </w:r>
        <w:r w:rsidR="00310BF5" w:rsidRPr="0052781E">
          <w:rPr>
            <w:rStyle w:val="Hyperlink"/>
          </w:rPr>
          <w:t>Filling out the ICS</w:t>
        </w:r>
        <w:r w:rsidR="00310BF5">
          <w:rPr>
            <w:webHidden/>
          </w:rPr>
          <w:tab/>
        </w:r>
        <w:r w:rsidR="00310BF5">
          <w:rPr>
            <w:webHidden/>
          </w:rPr>
          <w:fldChar w:fldCharType="begin"/>
        </w:r>
        <w:r w:rsidR="00310BF5">
          <w:rPr>
            <w:webHidden/>
          </w:rPr>
          <w:instrText xml:space="preserve"> PAGEREF _Toc75784459 \h </w:instrText>
        </w:r>
        <w:r w:rsidR="00310BF5">
          <w:rPr>
            <w:webHidden/>
          </w:rPr>
        </w:r>
        <w:r w:rsidR="00310BF5">
          <w:rPr>
            <w:webHidden/>
          </w:rPr>
          <w:fldChar w:fldCharType="separate"/>
        </w:r>
        <w:r>
          <w:rPr>
            <w:webHidden/>
          </w:rPr>
          <w:t>6</w:t>
        </w:r>
        <w:r w:rsidR="00310BF5">
          <w:rPr>
            <w:webHidden/>
          </w:rPr>
          <w:fldChar w:fldCharType="end"/>
        </w:r>
      </w:hyperlink>
    </w:p>
    <w:p w14:paraId="6356D914" w14:textId="43E52FBB" w:rsidR="00310BF5" w:rsidRDefault="007F3832">
      <w:pPr>
        <w:pStyle w:val="TOC1"/>
        <w:rPr>
          <w:rFonts w:asciiTheme="minorHAnsi" w:hAnsiTheme="minorHAnsi"/>
          <w:b w:val="0"/>
          <w:szCs w:val="22"/>
        </w:rPr>
      </w:pPr>
      <w:hyperlink w:anchor="_Toc75784460" w:history="1">
        <w:r w:rsidR="00310BF5" w:rsidRPr="0052781E">
          <w:rPr>
            <w:rStyle w:val="Hyperlink"/>
          </w:rPr>
          <w:t>3</w:t>
        </w:r>
        <w:r w:rsidR="00310BF5">
          <w:rPr>
            <w:rFonts w:asciiTheme="minorHAnsi" w:hAnsiTheme="minorHAnsi"/>
            <w:b w:val="0"/>
            <w:szCs w:val="22"/>
          </w:rPr>
          <w:tab/>
        </w:r>
        <w:r w:rsidR="00310BF5" w:rsidRPr="0052781E">
          <w:rPr>
            <w:rStyle w:val="Hyperlink"/>
          </w:rPr>
          <w:t>Software Product and Contact Information</w:t>
        </w:r>
        <w:r w:rsidR="00310BF5">
          <w:rPr>
            <w:webHidden/>
          </w:rPr>
          <w:tab/>
        </w:r>
        <w:r w:rsidR="00310BF5">
          <w:rPr>
            <w:webHidden/>
          </w:rPr>
          <w:fldChar w:fldCharType="begin"/>
        </w:r>
        <w:r w:rsidR="00310BF5">
          <w:rPr>
            <w:webHidden/>
          </w:rPr>
          <w:instrText xml:space="preserve"> PAGEREF _Toc75784460 \h </w:instrText>
        </w:r>
        <w:r w:rsidR="00310BF5">
          <w:rPr>
            <w:webHidden/>
          </w:rPr>
        </w:r>
        <w:r w:rsidR="00310BF5">
          <w:rPr>
            <w:webHidden/>
          </w:rPr>
          <w:fldChar w:fldCharType="separate"/>
        </w:r>
        <w:r>
          <w:rPr>
            <w:webHidden/>
          </w:rPr>
          <w:t>9</w:t>
        </w:r>
        <w:r w:rsidR="00310BF5">
          <w:rPr>
            <w:webHidden/>
          </w:rPr>
          <w:fldChar w:fldCharType="end"/>
        </w:r>
      </w:hyperlink>
    </w:p>
    <w:p w14:paraId="15D2BCA5" w14:textId="1CBFB33E" w:rsidR="00310BF5" w:rsidRDefault="007F3832">
      <w:pPr>
        <w:pStyle w:val="TOC2"/>
        <w:rPr>
          <w:rFonts w:asciiTheme="minorHAnsi" w:hAnsiTheme="minorHAnsi"/>
          <w:szCs w:val="22"/>
        </w:rPr>
      </w:pPr>
      <w:hyperlink w:anchor="_Toc75784461" w:history="1">
        <w:r w:rsidR="00310BF5" w:rsidRPr="0052781E">
          <w:rPr>
            <w:rStyle w:val="Hyperlink"/>
          </w:rPr>
          <w:t>3.1</w:t>
        </w:r>
        <w:r w:rsidR="00310BF5">
          <w:rPr>
            <w:rFonts w:asciiTheme="minorHAnsi" w:hAnsiTheme="minorHAnsi"/>
            <w:szCs w:val="22"/>
          </w:rPr>
          <w:tab/>
        </w:r>
        <w:r w:rsidR="00310BF5" w:rsidRPr="0052781E">
          <w:rPr>
            <w:rStyle w:val="Hyperlink"/>
          </w:rPr>
          <w:t>HI Implementation</w:t>
        </w:r>
        <w:r w:rsidR="00310BF5">
          <w:rPr>
            <w:webHidden/>
          </w:rPr>
          <w:tab/>
        </w:r>
        <w:r w:rsidR="00310BF5">
          <w:rPr>
            <w:webHidden/>
          </w:rPr>
          <w:fldChar w:fldCharType="begin"/>
        </w:r>
        <w:r w:rsidR="00310BF5">
          <w:rPr>
            <w:webHidden/>
          </w:rPr>
          <w:instrText xml:space="preserve"> PAGEREF _Toc75784461 \h </w:instrText>
        </w:r>
        <w:r w:rsidR="00310BF5">
          <w:rPr>
            <w:webHidden/>
          </w:rPr>
        </w:r>
        <w:r w:rsidR="00310BF5">
          <w:rPr>
            <w:webHidden/>
          </w:rPr>
          <w:fldChar w:fldCharType="separate"/>
        </w:r>
        <w:r>
          <w:rPr>
            <w:webHidden/>
          </w:rPr>
          <w:t>9</w:t>
        </w:r>
        <w:r w:rsidR="00310BF5">
          <w:rPr>
            <w:webHidden/>
          </w:rPr>
          <w:fldChar w:fldCharType="end"/>
        </w:r>
      </w:hyperlink>
    </w:p>
    <w:p w14:paraId="509BBA64" w14:textId="602E7737" w:rsidR="00310BF5" w:rsidRDefault="007F3832">
      <w:pPr>
        <w:pStyle w:val="TOC2"/>
        <w:rPr>
          <w:rFonts w:asciiTheme="minorHAnsi" w:hAnsiTheme="minorHAnsi"/>
          <w:szCs w:val="22"/>
        </w:rPr>
      </w:pPr>
      <w:hyperlink w:anchor="_Toc75784462" w:history="1">
        <w:r w:rsidR="00310BF5" w:rsidRPr="0052781E">
          <w:rPr>
            <w:rStyle w:val="Hyperlink"/>
          </w:rPr>
          <w:t>3.2</w:t>
        </w:r>
        <w:r w:rsidR="00310BF5">
          <w:rPr>
            <w:rFonts w:asciiTheme="minorHAnsi" w:hAnsiTheme="minorHAnsi"/>
            <w:szCs w:val="22"/>
          </w:rPr>
          <w:tab/>
        </w:r>
        <w:r w:rsidR="00310BF5" w:rsidRPr="0052781E">
          <w:rPr>
            <w:rStyle w:val="Hyperlink"/>
          </w:rPr>
          <w:t>ICS Contact</w:t>
        </w:r>
        <w:r w:rsidR="00310BF5">
          <w:rPr>
            <w:webHidden/>
          </w:rPr>
          <w:tab/>
        </w:r>
        <w:r w:rsidR="00310BF5">
          <w:rPr>
            <w:webHidden/>
          </w:rPr>
          <w:fldChar w:fldCharType="begin"/>
        </w:r>
        <w:r w:rsidR="00310BF5">
          <w:rPr>
            <w:webHidden/>
          </w:rPr>
          <w:instrText xml:space="preserve"> PAGEREF _Toc75784462 \h </w:instrText>
        </w:r>
        <w:r w:rsidR="00310BF5">
          <w:rPr>
            <w:webHidden/>
          </w:rPr>
        </w:r>
        <w:r w:rsidR="00310BF5">
          <w:rPr>
            <w:webHidden/>
          </w:rPr>
          <w:fldChar w:fldCharType="separate"/>
        </w:r>
        <w:r>
          <w:rPr>
            <w:webHidden/>
          </w:rPr>
          <w:t>9</w:t>
        </w:r>
        <w:r w:rsidR="00310BF5">
          <w:rPr>
            <w:webHidden/>
          </w:rPr>
          <w:fldChar w:fldCharType="end"/>
        </w:r>
      </w:hyperlink>
    </w:p>
    <w:p w14:paraId="014A6DDE" w14:textId="33BAA432" w:rsidR="00310BF5" w:rsidRDefault="007F3832">
      <w:pPr>
        <w:pStyle w:val="TOC2"/>
        <w:rPr>
          <w:rFonts w:asciiTheme="minorHAnsi" w:hAnsiTheme="minorHAnsi"/>
          <w:szCs w:val="22"/>
        </w:rPr>
      </w:pPr>
      <w:hyperlink w:anchor="_Toc75784463" w:history="1">
        <w:r w:rsidR="00310BF5" w:rsidRPr="0052781E">
          <w:rPr>
            <w:rStyle w:val="Hyperlink"/>
          </w:rPr>
          <w:t>3.3</w:t>
        </w:r>
        <w:r w:rsidR="00310BF5">
          <w:rPr>
            <w:rFonts w:asciiTheme="minorHAnsi" w:hAnsiTheme="minorHAnsi"/>
            <w:szCs w:val="22"/>
          </w:rPr>
          <w:tab/>
        </w:r>
        <w:r w:rsidR="00310BF5" w:rsidRPr="0052781E">
          <w:rPr>
            <w:rStyle w:val="Hyperlink"/>
          </w:rPr>
          <w:t>Developer</w:t>
        </w:r>
        <w:r w:rsidR="00310BF5">
          <w:rPr>
            <w:webHidden/>
          </w:rPr>
          <w:tab/>
        </w:r>
        <w:r w:rsidR="00310BF5">
          <w:rPr>
            <w:webHidden/>
          </w:rPr>
          <w:fldChar w:fldCharType="begin"/>
        </w:r>
        <w:r w:rsidR="00310BF5">
          <w:rPr>
            <w:webHidden/>
          </w:rPr>
          <w:instrText xml:space="preserve"> PAGEREF _Toc75784463 \h </w:instrText>
        </w:r>
        <w:r w:rsidR="00310BF5">
          <w:rPr>
            <w:webHidden/>
          </w:rPr>
        </w:r>
        <w:r w:rsidR="00310BF5">
          <w:rPr>
            <w:webHidden/>
          </w:rPr>
          <w:fldChar w:fldCharType="separate"/>
        </w:r>
        <w:r>
          <w:rPr>
            <w:webHidden/>
          </w:rPr>
          <w:t>10</w:t>
        </w:r>
        <w:r w:rsidR="00310BF5">
          <w:rPr>
            <w:webHidden/>
          </w:rPr>
          <w:fldChar w:fldCharType="end"/>
        </w:r>
      </w:hyperlink>
    </w:p>
    <w:p w14:paraId="1F658177" w14:textId="38B88FB6" w:rsidR="00310BF5" w:rsidRDefault="007F3832">
      <w:pPr>
        <w:pStyle w:val="TOC1"/>
        <w:rPr>
          <w:rFonts w:asciiTheme="minorHAnsi" w:hAnsiTheme="minorHAnsi"/>
          <w:b w:val="0"/>
          <w:szCs w:val="22"/>
        </w:rPr>
      </w:pPr>
      <w:hyperlink w:anchor="_Toc75784464" w:history="1">
        <w:r w:rsidR="00310BF5" w:rsidRPr="0052781E">
          <w:rPr>
            <w:rStyle w:val="Hyperlink"/>
          </w:rPr>
          <w:t>4</w:t>
        </w:r>
        <w:r w:rsidR="00310BF5">
          <w:rPr>
            <w:rFonts w:asciiTheme="minorHAnsi" w:hAnsiTheme="minorHAnsi"/>
            <w:b w:val="0"/>
            <w:szCs w:val="22"/>
          </w:rPr>
          <w:tab/>
        </w:r>
        <w:r w:rsidR="00310BF5" w:rsidRPr="0052781E">
          <w:rPr>
            <w:rStyle w:val="Hyperlink"/>
          </w:rPr>
          <w:t>Current conformance details</w:t>
        </w:r>
        <w:r w:rsidR="00310BF5">
          <w:rPr>
            <w:webHidden/>
          </w:rPr>
          <w:tab/>
        </w:r>
        <w:r w:rsidR="00310BF5">
          <w:rPr>
            <w:webHidden/>
          </w:rPr>
          <w:fldChar w:fldCharType="begin"/>
        </w:r>
        <w:r w:rsidR="00310BF5">
          <w:rPr>
            <w:webHidden/>
          </w:rPr>
          <w:instrText xml:space="preserve"> PAGEREF _Toc75784464 \h </w:instrText>
        </w:r>
        <w:r w:rsidR="00310BF5">
          <w:rPr>
            <w:webHidden/>
          </w:rPr>
        </w:r>
        <w:r w:rsidR="00310BF5">
          <w:rPr>
            <w:webHidden/>
          </w:rPr>
          <w:fldChar w:fldCharType="separate"/>
        </w:r>
        <w:r>
          <w:rPr>
            <w:webHidden/>
          </w:rPr>
          <w:t>11</w:t>
        </w:r>
        <w:r w:rsidR="00310BF5">
          <w:rPr>
            <w:webHidden/>
          </w:rPr>
          <w:fldChar w:fldCharType="end"/>
        </w:r>
      </w:hyperlink>
    </w:p>
    <w:p w14:paraId="14248555" w14:textId="68B7943A" w:rsidR="00310BF5" w:rsidRDefault="007F3832">
      <w:pPr>
        <w:pStyle w:val="TOC2"/>
        <w:rPr>
          <w:rFonts w:asciiTheme="minorHAnsi" w:hAnsiTheme="minorHAnsi"/>
          <w:szCs w:val="22"/>
        </w:rPr>
      </w:pPr>
      <w:hyperlink w:anchor="_Toc75784465" w:history="1">
        <w:r w:rsidR="00310BF5" w:rsidRPr="0052781E">
          <w:rPr>
            <w:rStyle w:val="Hyperlink"/>
          </w:rPr>
          <w:t>4.1</w:t>
        </w:r>
        <w:r w:rsidR="00310BF5">
          <w:rPr>
            <w:rFonts w:asciiTheme="minorHAnsi" w:hAnsiTheme="minorHAnsi"/>
            <w:szCs w:val="22"/>
          </w:rPr>
          <w:tab/>
        </w:r>
        <w:r w:rsidR="00310BF5" w:rsidRPr="0052781E">
          <w:rPr>
            <w:rStyle w:val="Hyperlink"/>
          </w:rPr>
          <w:t>Current conformant version (in production)</w:t>
        </w:r>
        <w:r w:rsidR="00310BF5">
          <w:rPr>
            <w:webHidden/>
          </w:rPr>
          <w:tab/>
        </w:r>
        <w:r w:rsidR="00310BF5">
          <w:rPr>
            <w:webHidden/>
          </w:rPr>
          <w:fldChar w:fldCharType="begin"/>
        </w:r>
        <w:r w:rsidR="00310BF5">
          <w:rPr>
            <w:webHidden/>
          </w:rPr>
          <w:instrText xml:space="preserve"> PAGEREF _Toc75784465 \h </w:instrText>
        </w:r>
        <w:r w:rsidR="00310BF5">
          <w:rPr>
            <w:webHidden/>
          </w:rPr>
        </w:r>
        <w:r w:rsidR="00310BF5">
          <w:rPr>
            <w:webHidden/>
          </w:rPr>
          <w:fldChar w:fldCharType="separate"/>
        </w:r>
        <w:r>
          <w:rPr>
            <w:webHidden/>
          </w:rPr>
          <w:t>11</w:t>
        </w:r>
        <w:r w:rsidR="00310BF5">
          <w:rPr>
            <w:webHidden/>
          </w:rPr>
          <w:fldChar w:fldCharType="end"/>
        </w:r>
      </w:hyperlink>
    </w:p>
    <w:p w14:paraId="581BB75A" w14:textId="527E3FF4" w:rsidR="00310BF5" w:rsidRDefault="007F3832">
      <w:pPr>
        <w:pStyle w:val="TOC2"/>
        <w:rPr>
          <w:rFonts w:asciiTheme="minorHAnsi" w:hAnsiTheme="minorHAnsi"/>
          <w:szCs w:val="22"/>
        </w:rPr>
      </w:pPr>
      <w:hyperlink w:anchor="_Toc75784466" w:history="1">
        <w:r w:rsidR="00310BF5" w:rsidRPr="0052781E">
          <w:rPr>
            <w:rStyle w:val="Hyperlink"/>
          </w:rPr>
          <w:t>4.2</w:t>
        </w:r>
        <w:r w:rsidR="00310BF5">
          <w:rPr>
            <w:rFonts w:asciiTheme="minorHAnsi" w:hAnsiTheme="minorHAnsi"/>
            <w:szCs w:val="22"/>
          </w:rPr>
          <w:tab/>
        </w:r>
        <w:r w:rsidR="00310BF5" w:rsidRPr="0052781E">
          <w:rPr>
            <w:rStyle w:val="Hyperlink"/>
          </w:rPr>
          <w:t>Current Business Use Cases</w:t>
        </w:r>
        <w:r w:rsidR="00310BF5">
          <w:rPr>
            <w:webHidden/>
          </w:rPr>
          <w:tab/>
        </w:r>
        <w:r w:rsidR="00310BF5">
          <w:rPr>
            <w:webHidden/>
          </w:rPr>
          <w:fldChar w:fldCharType="begin"/>
        </w:r>
        <w:r w:rsidR="00310BF5">
          <w:rPr>
            <w:webHidden/>
          </w:rPr>
          <w:instrText xml:space="preserve"> PAGEREF _Toc75784466 \h </w:instrText>
        </w:r>
        <w:r w:rsidR="00310BF5">
          <w:rPr>
            <w:webHidden/>
          </w:rPr>
        </w:r>
        <w:r w:rsidR="00310BF5">
          <w:rPr>
            <w:webHidden/>
          </w:rPr>
          <w:fldChar w:fldCharType="separate"/>
        </w:r>
        <w:r>
          <w:rPr>
            <w:webHidden/>
          </w:rPr>
          <w:t>11</w:t>
        </w:r>
        <w:r w:rsidR="00310BF5">
          <w:rPr>
            <w:webHidden/>
          </w:rPr>
          <w:fldChar w:fldCharType="end"/>
        </w:r>
      </w:hyperlink>
    </w:p>
    <w:p w14:paraId="3A55D2FF" w14:textId="4AEA4AF2" w:rsidR="00310BF5" w:rsidRDefault="007F3832">
      <w:pPr>
        <w:pStyle w:val="TOC2"/>
        <w:rPr>
          <w:rFonts w:asciiTheme="minorHAnsi" w:hAnsiTheme="minorHAnsi"/>
          <w:szCs w:val="22"/>
        </w:rPr>
      </w:pPr>
      <w:hyperlink w:anchor="_Toc75784467" w:history="1">
        <w:r w:rsidR="00310BF5" w:rsidRPr="0052781E">
          <w:rPr>
            <w:rStyle w:val="Hyperlink"/>
          </w:rPr>
          <w:t>4.3</w:t>
        </w:r>
        <w:r w:rsidR="00310BF5">
          <w:rPr>
            <w:rFonts w:asciiTheme="minorHAnsi" w:hAnsiTheme="minorHAnsi"/>
            <w:szCs w:val="22"/>
          </w:rPr>
          <w:tab/>
        </w:r>
        <w:r w:rsidR="00310BF5" w:rsidRPr="0052781E">
          <w:rPr>
            <w:rStyle w:val="Hyperlink"/>
          </w:rPr>
          <w:t>Current HI Service Web Services</w:t>
        </w:r>
        <w:r w:rsidR="00310BF5">
          <w:rPr>
            <w:webHidden/>
          </w:rPr>
          <w:tab/>
        </w:r>
        <w:r w:rsidR="00310BF5">
          <w:rPr>
            <w:webHidden/>
          </w:rPr>
          <w:fldChar w:fldCharType="begin"/>
        </w:r>
        <w:r w:rsidR="00310BF5">
          <w:rPr>
            <w:webHidden/>
          </w:rPr>
          <w:instrText xml:space="preserve"> PAGEREF _Toc75784467 \h </w:instrText>
        </w:r>
        <w:r w:rsidR="00310BF5">
          <w:rPr>
            <w:webHidden/>
          </w:rPr>
        </w:r>
        <w:r w:rsidR="00310BF5">
          <w:rPr>
            <w:webHidden/>
          </w:rPr>
          <w:fldChar w:fldCharType="separate"/>
        </w:r>
        <w:r>
          <w:rPr>
            <w:webHidden/>
          </w:rPr>
          <w:t>12</w:t>
        </w:r>
        <w:r w:rsidR="00310BF5">
          <w:rPr>
            <w:webHidden/>
          </w:rPr>
          <w:fldChar w:fldCharType="end"/>
        </w:r>
      </w:hyperlink>
    </w:p>
    <w:p w14:paraId="098C53F6" w14:textId="44953B6D" w:rsidR="00310BF5" w:rsidRDefault="007F3832">
      <w:pPr>
        <w:pStyle w:val="TOC1"/>
        <w:rPr>
          <w:rFonts w:asciiTheme="minorHAnsi" w:hAnsiTheme="minorHAnsi"/>
          <w:b w:val="0"/>
          <w:szCs w:val="22"/>
        </w:rPr>
      </w:pPr>
      <w:hyperlink w:anchor="_Toc75784468" w:history="1">
        <w:r w:rsidR="00310BF5" w:rsidRPr="0052781E">
          <w:rPr>
            <w:rStyle w:val="Hyperlink"/>
          </w:rPr>
          <w:t>5</w:t>
        </w:r>
        <w:r w:rsidR="00310BF5">
          <w:rPr>
            <w:rFonts w:asciiTheme="minorHAnsi" w:hAnsiTheme="minorHAnsi"/>
            <w:b w:val="0"/>
            <w:szCs w:val="22"/>
          </w:rPr>
          <w:tab/>
        </w:r>
        <w:r w:rsidR="00310BF5" w:rsidRPr="0052781E">
          <w:rPr>
            <w:rStyle w:val="Hyperlink"/>
          </w:rPr>
          <w:t>HI Conformance testing for HI Service</w:t>
        </w:r>
        <w:r w:rsidR="00310BF5">
          <w:rPr>
            <w:webHidden/>
          </w:rPr>
          <w:tab/>
        </w:r>
        <w:r w:rsidR="00310BF5">
          <w:rPr>
            <w:webHidden/>
          </w:rPr>
          <w:fldChar w:fldCharType="begin"/>
        </w:r>
        <w:r w:rsidR="00310BF5">
          <w:rPr>
            <w:webHidden/>
          </w:rPr>
          <w:instrText xml:space="preserve"> PAGEREF _Toc75784468 \h </w:instrText>
        </w:r>
        <w:r w:rsidR="00310BF5">
          <w:rPr>
            <w:webHidden/>
          </w:rPr>
        </w:r>
        <w:r w:rsidR="00310BF5">
          <w:rPr>
            <w:webHidden/>
          </w:rPr>
          <w:fldChar w:fldCharType="separate"/>
        </w:r>
        <w:r>
          <w:rPr>
            <w:webHidden/>
          </w:rPr>
          <w:t>14</w:t>
        </w:r>
        <w:r w:rsidR="00310BF5">
          <w:rPr>
            <w:webHidden/>
          </w:rPr>
          <w:fldChar w:fldCharType="end"/>
        </w:r>
      </w:hyperlink>
    </w:p>
    <w:p w14:paraId="677DB73E" w14:textId="55187899" w:rsidR="00310BF5" w:rsidRDefault="007F3832">
      <w:pPr>
        <w:pStyle w:val="TOC2"/>
        <w:rPr>
          <w:rFonts w:asciiTheme="minorHAnsi" w:hAnsiTheme="minorHAnsi"/>
          <w:szCs w:val="22"/>
        </w:rPr>
      </w:pPr>
      <w:hyperlink w:anchor="_Toc75784469" w:history="1">
        <w:r w:rsidR="00310BF5" w:rsidRPr="0052781E">
          <w:rPr>
            <w:rStyle w:val="Hyperlink"/>
          </w:rPr>
          <w:t>5.1</w:t>
        </w:r>
        <w:r w:rsidR="00310BF5">
          <w:rPr>
            <w:rFonts w:asciiTheme="minorHAnsi" w:hAnsiTheme="minorHAnsi"/>
            <w:szCs w:val="22"/>
          </w:rPr>
          <w:tab/>
        </w:r>
        <w:r w:rsidR="00310BF5" w:rsidRPr="0052781E">
          <w:rPr>
            <w:rStyle w:val="Hyperlink"/>
          </w:rPr>
          <w:t>New or updated Business Use Cases</w:t>
        </w:r>
        <w:r w:rsidR="00310BF5">
          <w:rPr>
            <w:webHidden/>
          </w:rPr>
          <w:tab/>
        </w:r>
        <w:r w:rsidR="00310BF5">
          <w:rPr>
            <w:webHidden/>
          </w:rPr>
          <w:fldChar w:fldCharType="begin"/>
        </w:r>
        <w:r w:rsidR="00310BF5">
          <w:rPr>
            <w:webHidden/>
          </w:rPr>
          <w:instrText xml:space="preserve"> PAGEREF _Toc75784469 \h </w:instrText>
        </w:r>
        <w:r w:rsidR="00310BF5">
          <w:rPr>
            <w:webHidden/>
          </w:rPr>
        </w:r>
        <w:r w:rsidR="00310BF5">
          <w:rPr>
            <w:webHidden/>
          </w:rPr>
          <w:fldChar w:fldCharType="separate"/>
        </w:r>
        <w:r>
          <w:rPr>
            <w:webHidden/>
          </w:rPr>
          <w:t>14</w:t>
        </w:r>
        <w:r w:rsidR="00310BF5">
          <w:rPr>
            <w:webHidden/>
          </w:rPr>
          <w:fldChar w:fldCharType="end"/>
        </w:r>
      </w:hyperlink>
    </w:p>
    <w:p w14:paraId="5CEBAC2C" w14:textId="32939FF4" w:rsidR="00310BF5" w:rsidRDefault="007F3832">
      <w:pPr>
        <w:pStyle w:val="TOC2"/>
        <w:rPr>
          <w:rFonts w:asciiTheme="minorHAnsi" w:hAnsiTheme="minorHAnsi"/>
          <w:szCs w:val="22"/>
        </w:rPr>
      </w:pPr>
      <w:hyperlink w:anchor="_Toc75784470" w:history="1">
        <w:r w:rsidR="00310BF5" w:rsidRPr="0052781E">
          <w:rPr>
            <w:rStyle w:val="Hyperlink"/>
          </w:rPr>
          <w:t>5.2</w:t>
        </w:r>
        <w:r w:rsidR="00310BF5">
          <w:rPr>
            <w:rFonts w:asciiTheme="minorHAnsi" w:hAnsiTheme="minorHAnsi"/>
            <w:szCs w:val="22"/>
          </w:rPr>
          <w:tab/>
        </w:r>
        <w:r w:rsidR="00310BF5" w:rsidRPr="0052781E">
          <w:rPr>
            <w:rStyle w:val="Hyperlink"/>
          </w:rPr>
          <w:t>Summary of New/Updated Requirements</w:t>
        </w:r>
        <w:r w:rsidR="00310BF5">
          <w:rPr>
            <w:webHidden/>
          </w:rPr>
          <w:tab/>
        </w:r>
        <w:r w:rsidR="00310BF5">
          <w:rPr>
            <w:webHidden/>
          </w:rPr>
          <w:fldChar w:fldCharType="begin"/>
        </w:r>
        <w:r w:rsidR="00310BF5">
          <w:rPr>
            <w:webHidden/>
          </w:rPr>
          <w:instrText xml:space="preserve"> PAGEREF _Toc75784470 \h </w:instrText>
        </w:r>
        <w:r w:rsidR="00310BF5">
          <w:rPr>
            <w:webHidden/>
          </w:rPr>
        </w:r>
        <w:r w:rsidR="00310BF5">
          <w:rPr>
            <w:webHidden/>
          </w:rPr>
          <w:fldChar w:fldCharType="separate"/>
        </w:r>
        <w:r>
          <w:rPr>
            <w:webHidden/>
          </w:rPr>
          <w:t>15</w:t>
        </w:r>
        <w:r w:rsidR="00310BF5">
          <w:rPr>
            <w:webHidden/>
          </w:rPr>
          <w:fldChar w:fldCharType="end"/>
        </w:r>
      </w:hyperlink>
    </w:p>
    <w:p w14:paraId="58390E57" w14:textId="25D19115" w:rsidR="00310BF5" w:rsidRDefault="007F3832">
      <w:pPr>
        <w:pStyle w:val="TOC2"/>
        <w:rPr>
          <w:rFonts w:asciiTheme="minorHAnsi" w:hAnsiTheme="minorHAnsi"/>
          <w:szCs w:val="22"/>
        </w:rPr>
      </w:pPr>
      <w:hyperlink w:anchor="_Toc75784471" w:history="1">
        <w:r w:rsidR="00310BF5" w:rsidRPr="0052781E">
          <w:rPr>
            <w:rStyle w:val="Hyperlink"/>
          </w:rPr>
          <w:t>5.3</w:t>
        </w:r>
        <w:r w:rsidR="00310BF5">
          <w:rPr>
            <w:rFonts w:asciiTheme="minorHAnsi" w:hAnsiTheme="minorHAnsi"/>
            <w:szCs w:val="22"/>
          </w:rPr>
          <w:tab/>
        </w:r>
        <w:r w:rsidR="00310BF5" w:rsidRPr="0052781E">
          <w:rPr>
            <w:rStyle w:val="Hyperlink"/>
          </w:rPr>
          <w:t>New/updated HI Service Web Services</w:t>
        </w:r>
        <w:r w:rsidR="00310BF5">
          <w:rPr>
            <w:webHidden/>
          </w:rPr>
          <w:tab/>
        </w:r>
        <w:r w:rsidR="00310BF5">
          <w:rPr>
            <w:webHidden/>
          </w:rPr>
          <w:fldChar w:fldCharType="begin"/>
        </w:r>
        <w:r w:rsidR="00310BF5">
          <w:rPr>
            <w:webHidden/>
          </w:rPr>
          <w:instrText xml:space="preserve"> PAGEREF _Toc75784471 \h </w:instrText>
        </w:r>
        <w:r w:rsidR="00310BF5">
          <w:rPr>
            <w:webHidden/>
          </w:rPr>
        </w:r>
        <w:r w:rsidR="00310BF5">
          <w:rPr>
            <w:webHidden/>
          </w:rPr>
          <w:fldChar w:fldCharType="separate"/>
        </w:r>
        <w:r>
          <w:rPr>
            <w:webHidden/>
          </w:rPr>
          <w:t>15</w:t>
        </w:r>
        <w:r w:rsidR="00310BF5">
          <w:rPr>
            <w:webHidden/>
          </w:rPr>
          <w:fldChar w:fldCharType="end"/>
        </w:r>
      </w:hyperlink>
    </w:p>
    <w:p w14:paraId="1FE81133" w14:textId="634743FA" w:rsidR="00310BF5" w:rsidRDefault="007F3832">
      <w:pPr>
        <w:pStyle w:val="TOC2"/>
        <w:rPr>
          <w:rFonts w:asciiTheme="minorHAnsi" w:hAnsiTheme="minorHAnsi"/>
          <w:szCs w:val="22"/>
        </w:rPr>
      </w:pPr>
      <w:hyperlink w:anchor="_Toc75784472" w:history="1">
        <w:r w:rsidR="00310BF5" w:rsidRPr="0052781E">
          <w:rPr>
            <w:rStyle w:val="Hyperlink"/>
          </w:rPr>
          <w:t>5.4</w:t>
        </w:r>
        <w:r w:rsidR="00310BF5">
          <w:rPr>
            <w:rFonts w:asciiTheme="minorHAnsi" w:hAnsiTheme="minorHAnsi"/>
            <w:szCs w:val="22"/>
          </w:rPr>
          <w:tab/>
        </w:r>
        <w:r w:rsidR="00310BF5" w:rsidRPr="0052781E">
          <w:rPr>
            <w:rStyle w:val="Hyperlink"/>
          </w:rPr>
          <w:t>Conformance to Requirements</w:t>
        </w:r>
        <w:r w:rsidR="00310BF5">
          <w:rPr>
            <w:webHidden/>
          </w:rPr>
          <w:tab/>
        </w:r>
        <w:r w:rsidR="00310BF5">
          <w:rPr>
            <w:webHidden/>
          </w:rPr>
          <w:fldChar w:fldCharType="begin"/>
        </w:r>
        <w:r w:rsidR="00310BF5">
          <w:rPr>
            <w:webHidden/>
          </w:rPr>
          <w:instrText xml:space="preserve"> PAGEREF _Toc75784472 \h </w:instrText>
        </w:r>
        <w:r w:rsidR="00310BF5">
          <w:rPr>
            <w:webHidden/>
          </w:rPr>
        </w:r>
        <w:r w:rsidR="00310BF5">
          <w:rPr>
            <w:webHidden/>
          </w:rPr>
          <w:fldChar w:fldCharType="separate"/>
        </w:r>
        <w:r>
          <w:rPr>
            <w:webHidden/>
          </w:rPr>
          <w:t>17</w:t>
        </w:r>
        <w:r w:rsidR="00310BF5">
          <w:rPr>
            <w:webHidden/>
          </w:rPr>
          <w:fldChar w:fldCharType="end"/>
        </w:r>
      </w:hyperlink>
    </w:p>
    <w:p w14:paraId="24E89317" w14:textId="05131DE4" w:rsidR="00310BF5" w:rsidRDefault="007F3832">
      <w:pPr>
        <w:pStyle w:val="TOC3"/>
        <w:rPr>
          <w:rFonts w:asciiTheme="minorHAnsi" w:hAnsiTheme="minorHAnsi"/>
        </w:rPr>
      </w:pPr>
      <w:hyperlink w:anchor="_Toc75784473" w:history="1">
        <w:r w:rsidR="00310BF5" w:rsidRPr="0052781E">
          <w:rPr>
            <w:rStyle w:val="Hyperlink"/>
            <w14:scene3d>
              <w14:camera w14:prst="orthographicFront"/>
              <w14:lightRig w14:rig="threePt" w14:dir="t">
                <w14:rot w14:lat="0" w14:lon="0" w14:rev="0"/>
              </w14:lightRig>
            </w14:scene3d>
          </w:rPr>
          <w:t>5.4.1</w:t>
        </w:r>
        <w:r w:rsidR="00310BF5">
          <w:rPr>
            <w:rFonts w:asciiTheme="minorHAnsi" w:hAnsiTheme="minorHAnsi"/>
          </w:rPr>
          <w:tab/>
        </w:r>
        <w:r w:rsidR="00310BF5" w:rsidRPr="0052781E">
          <w:rPr>
            <w:rStyle w:val="Hyperlink"/>
          </w:rPr>
          <w:t>Mandatory Requirements</w:t>
        </w:r>
        <w:r w:rsidR="00310BF5">
          <w:rPr>
            <w:webHidden/>
          </w:rPr>
          <w:tab/>
        </w:r>
        <w:r w:rsidR="00310BF5">
          <w:rPr>
            <w:webHidden/>
          </w:rPr>
          <w:fldChar w:fldCharType="begin"/>
        </w:r>
        <w:r w:rsidR="00310BF5">
          <w:rPr>
            <w:webHidden/>
          </w:rPr>
          <w:instrText xml:space="preserve"> PAGEREF _Toc75784473 \h </w:instrText>
        </w:r>
        <w:r w:rsidR="00310BF5">
          <w:rPr>
            <w:webHidden/>
          </w:rPr>
        </w:r>
        <w:r w:rsidR="00310BF5">
          <w:rPr>
            <w:webHidden/>
          </w:rPr>
          <w:fldChar w:fldCharType="separate"/>
        </w:r>
        <w:r>
          <w:rPr>
            <w:webHidden/>
          </w:rPr>
          <w:t>17</w:t>
        </w:r>
        <w:r w:rsidR="00310BF5">
          <w:rPr>
            <w:webHidden/>
          </w:rPr>
          <w:fldChar w:fldCharType="end"/>
        </w:r>
      </w:hyperlink>
    </w:p>
    <w:p w14:paraId="095FB0BA" w14:textId="2D441893" w:rsidR="00310BF5" w:rsidRDefault="007F3832">
      <w:pPr>
        <w:pStyle w:val="TOC3"/>
        <w:rPr>
          <w:rFonts w:asciiTheme="minorHAnsi" w:hAnsiTheme="minorHAnsi"/>
        </w:rPr>
      </w:pPr>
      <w:hyperlink w:anchor="_Toc75784474" w:history="1">
        <w:r w:rsidR="00310BF5" w:rsidRPr="0052781E">
          <w:rPr>
            <w:rStyle w:val="Hyperlink"/>
            <w14:scene3d>
              <w14:camera w14:prst="orthographicFront"/>
              <w14:lightRig w14:rig="threePt" w14:dir="t">
                <w14:rot w14:lat="0" w14:lon="0" w14:rev="0"/>
              </w14:lightRig>
            </w14:scene3d>
          </w:rPr>
          <w:t>5.4.2</w:t>
        </w:r>
        <w:r w:rsidR="00310BF5">
          <w:rPr>
            <w:rFonts w:asciiTheme="minorHAnsi" w:hAnsiTheme="minorHAnsi"/>
          </w:rPr>
          <w:tab/>
        </w:r>
        <w:r w:rsidR="00310BF5" w:rsidRPr="0052781E">
          <w:rPr>
            <w:rStyle w:val="Hyperlink"/>
          </w:rPr>
          <w:t>Conditional Requirements</w:t>
        </w:r>
        <w:r w:rsidR="00310BF5">
          <w:rPr>
            <w:webHidden/>
          </w:rPr>
          <w:tab/>
        </w:r>
        <w:r w:rsidR="00310BF5">
          <w:rPr>
            <w:webHidden/>
          </w:rPr>
          <w:fldChar w:fldCharType="begin"/>
        </w:r>
        <w:r w:rsidR="00310BF5">
          <w:rPr>
            <w:webHidden/>
          </w:rPr>
          <w:instrText xml:space="preserve"> PAGEREF _Toc75784474 \h </w:instrText>
        </w:r>
        <w:r w:rsidR="00310BF5">
          <w:rPr>
            <w:webHidden/>
          </w:rPr>
        </w:r>
        <w:r w:rsidR="00310BF5">
          <w:rPr>
            <w:webHidden/>
          </w:rPr>
          <w:fldChar w:fldCharType="separate"/>
        </w:r>
        <w:r>
          <w:rPr>
            <w:webHidden/>
          </w:rPr>
          <w:t>23</w:t>
        </w:r>
        <w:r w:rsidR="00310BF5">
          <w:rPr>
            <w:webHidden/>
          </w:rPr>
          <w:fldChar w:fldCharType="end"/>
        </w:r>
      </w:hyperlink>
    </w:p>
    <w:p w14:paraId="370B7B1B" w14:textId="5C6DB029" w:rsidR="00310BF5" w:rsidRDefault="007F3832">
      <w:pPr>
        <w:pStyle w:val="TOC3"/>
        <w:rPr>
          <w:rFonts w:asciiTheme="minorHAnsi" w:hAnsiTheme="minorHAnsi"/>
        </w:rPr>
      </w:pPr>
      <w:hyperlink w:anchor="_Toc75784475" w:history="1">
        <w:r w:rsidR="00310BF5" w:rsidRPr="0052781E">
          <w:rPr>
            <w:rStyle w:val="Hyperlink"/>
            <w14:scene3d>
              <w14:camera w14:prst="orthographicFront"/>
              <w14:lightRig w14:rig="threePt" w14:dir="t">
                <w14:rot w14:lat="0" w14:lon="0" w14:rev="0"/>
              </w14:lightRig>
            </w14:scene3d>
          </w:rPr>
          <w:t>5.4.3</w:t>
        </w:r>
        <w:r w:rsidR="00310BF5">
          <w:rPr>
            <w:rFonts w:asciiTheme="minorHAnsi" w:hAnsiTheme="minorHAnsi"/>
          </w:rPr>
          <w:tab/>
        </w:r>
        <w:r w:rsidR="00310BF5" w:rsidRPr="0052781E">
          <w:rPr>
            <w:rStyle w:val="Hyperlink"/>
          </w:rPr>
          <w:t>Recommended Requirements</w:t>
        </w:r>
        <w:r w:rsidR="00310BF5">
          <w:rPr>
            <w:webHidden/>
          </w:rPr>
          <w:tab/>
        </w:r>
        <w:r w:rsidR="00310BF5">
          <w:rPr>
            <w:webHidden/>
          </w:rPr>
          <w:fldChar w:fldCharType="begin"/>
        </w:r>
        <w:r w:rsidR="00310BF5">
          <w:rPr>
            <w:webHidden/>
          </w:rPr>
          <w:instrText xml:space="preserve"> PAGEREF _Toc75784475 \h </w:instrText>
        </w:r>
        <w:r w:rsidR="00310BF5">
          <w:rPr>
            <w:webHidden/>
          </w:rPr>
        </w:r>
        <w:r w:rsidR="00310BF5">
          <w:rPr>
            <w:webHidden/>
          </w:rPr>
          <w:fldChar w:fldCharType="separate"/>
        </w:r>
        <w:r>
          <w:rPr>
            <w:webHidden/>
          </w:rPr>
          <w:t>28</w:t>
        </w:r>
        <w:r w:rsidR="00310BF5">
          <w:rPr>
            <w:webHidden/>
          </w:rPr>
          <w:fldChar w:fldCharType="end"/>
        </w:r>
      </w:hyperlink>
    </w:p>
    <w:p w14:paraId="4E7E82BD" w14:textId="20902B6F" w:rsidR="00310BF5" w:rsidRDefault="007F3832">
      <w:pPr>
        <w:pStyle w:val="TOC3"/>
        <w:rPr>
          <w:rFonts w:asciiTheme="minorHAnsi" w:hAnsiTheme="minorHAnsi"/>
        </w:rPr>
      </w:pPr>
      <w:hyperlink w:anchor="_Toc75784476" w:history="1">
        <w:r w:rsidR="00310BF5" w:rsidRPr="0052781E">
          <w:rPr>
            <w:rStyle w:val="Hyperlink"/>
            <w14:scene3d>
              <w14:camera w14:prst="orthographicFront"/>
              <w14:lightRig w14:rig="threePt" w14:dir="t">
                <w14:rot w14:lat="0" w14:lon="0" w14:rev="0"/>
              </w14:lightRig>
            </w14:scene3d>
          </w:rPr>
          <w:t>5.4.4</w:t>
        </w:r>
        <w:r w:rsidR="00310BF5">
          <w:rPr>
            <w:rFonts w:asciiTheme="minorHAnsi" w:hAnsiTheme="minorHAnsi"/>
          </w:rPr>
          <w:tab/>
        </w:r>
        <w:r w:rsidR="00310BF5" w:rsidRPr="0052781E">
          <w:rPr>
            <w:rStyle w:val="Hyperlink"/>
          </w:rPr>
          <w:t>HI Requirements for Accessing the My Health Record System</w:t>
        </w:r>
        <w:r w:rsidR="00310BF5">
          <w:rPr>
            <w:webHidden/>
          </w:rPr>
          <w:tab/>
        </w:r>
        <w:r w:rsidR="00310BF5">
          <w:rPr>
            <w:webHidden/>
          </w:rPr>
          <w:fldChar w:fldCharType="begin"/>
        </w:r>
        <w:r w:rsidR="00310BF5">
          <w:rPr>
            <w:webHidden/>
          </w:rPr>
          <w:instrText xml:space="preserve"> PAGEREF _Toc75784476 \h </w:instrText>
        </w:r>
        <w:r w:rsidR="00310BF5">
          <w:rPr>
            <w:webHidden/>
          </w:rPr>
        </w:r>
        <w:r w:rsidR="00310BF5">
          <w:rPr>
            <w:webHidden/>
          </w:rPr>
          <w:fldChar w:fldCharType="separate"/>
        </w:r>
        <w:r>
          <w:rPr>
            <w:webHidden/>
          </w:rPr>
          <w:t>32</w:t>
        </w:r>
        <w:r w:rsidR="00310BF5">
          <w:rPr>
            <w:webHidden/>
          </w:rPr>
          <w:fldChar w:fldCharType="end"/>
        </w:r>
      </w:hyperlink>
    </w:p>
    <w:p w14:paraId="666A74E2" w14:textId="6A8C72A7" w:rsidR="00310BF5" w:rsidRDefault="007F3832">
      <w:pPr>
        <w:pStyle w:val="TOC1"/>
        <w:rPr>
          <w:rFonts w:asciiTheme="minorHAnsi" w:hAnsiTheme="minorHAnsi"/>
          <w:b w:val="0"/>
          <w:szCs w:val="22"/>
        </w:rPr>
      </w:pPr>
      <w:hyperlink w:anchor="_Toc75784477" w:history="1">
        <w:r w:rsidR="00310BF5" w:rsidRPr="0052781E">
          <w:rPr>
            <w:rStyle w:val="Hyperlink"/>
          </w:rPr>
          <w:t>6</w:t>
        </w:r>
        <w:r w:rsidR="00310BF5">
          <w:rPr>
            <w:rFonts w:asciiTheme="minorHAnsi" w:hAnsiTheme="minorHAnsi"/>
            <w:b w:val="0"/>
            <w:szCs w:val="22"/>
          </w:rPr>
          <w:tab/>
        </w:r>
        <w:r w:rsidR="00310BF5" w:rsidRPr="0052781E">
          <w:rPr>
            <w:rStyle w:val="Hyperlink"/>
          </w:rPr>
          <w:t>HI Conformance testing for Requirement 022000 - Validation of IHIs using updated identifiers</w:t>
        </w:r>
        <w:r w:rsidR="00310BF5">
          <w:rPr>
            <w:webHidden/>
          </w:rPr>
          <w:tab/>
        </w:r>
        <w:r w:rsidR="00310BF5">
          <w:rPr>
            <w:webHidden/>
          </w:rPr>
          <w:fldChar w:fldCharType="begin"/>
        </w:r>
        <w:r w:rsidR="00310BF5">
          <w:rPr>
            <w:webHidden/>
          </w:rPr>
          <w:instrText xml:space="preserve"> PAGEREF _Toc75784477 \h </w:instrText>
        </w:r>
        <w:r w:rsidR="00310BF5">
          <w:rPr>
            <w:webHidden/>
          </w:rPr>
        </w:r>
        <w:r w:rsidR="00310BF5">
          <w:rPr>
            <w:webHidden/>
          </w:rPr>
          <w:fldChar w:fldCharType="separate"/>
        </w:r>
        <w:r>
          <w:rPr>
            <w:webHidden/>
          </w:rPr>
          <w:t>33</w:t>
        </w:r>
        <w:r w:rsidR="00310BF5">
          <w:rPr>
            <w:webHidden/>
          </w:rPr>
          <w:fldChar w:fldCharType="end"/>
        </w:r>
      </w:hyperlink>
    </w:p>
    <w:p w14:paraId="1D12F558" w14:textId="00DF48E1" w:rsidR="00310BF5" w:rsidRDefault="007F3832">
      <w:pPr>
        <w:pStyle w:val="TOC2"/>
        <w:rPr>
          <w:rFonts w:asciiTheme="minorHAnsi" w:hAnsiTheme="minorHAnsi"/>
          <w:szCs w:val="22"/>
        </w:rPr>
      </w:pPr>
      <w:hyperlink w:anchor="_Toc75784478" w:history="1">
        <w:r w:rsidR="00310BF5" w:rsidRPr="0052781E">
          <w:rPr>
            <w:rStyle w:val="Hyperlink"/>
          </w:rPr>
          <w:t>6.1</w:t>
        </w:r>
        <w:r w:rsidR="00310BF5">
          <w:rPr>
            <w:rFonts w:asciiTheme="minorHAnsi" w:hAnsiTheme="minorHAnsi"/>
            <w:szCs w:val="22"/>
          </w:rPr>
          <w:tab/>
        </w:r>
        <w:r w:rsidR="00310BF5" w:rsidRPr="0052781E">
          <w:rPr>
            <w:rStyle w:val="Hyperlink"/>
          </w:rPr>
          <w:t>Mandatory Requirements</w:t>
        </w:r>
        <w:r w:rsidR="00310BF5">
          <w:rPr>
            <w:webHidden/>
          </w:rPr>
          <w:tab/>
        </w:r>
        <w:r w:rsidR="00310BF5">
          <w:rPr>
            <w:webHidden/>
          </w:rPr>
          <w:fldChar w:fldCharType="begin"/>
        </w:r>
        <w:r w:rsidR="00310BF5">
          <w:rPr>
            <w:webHidden/>
          </w:rPr>
          <w:instrText xml:space="preserve"> PAGEREF _Toc75784478 \h </w:instrText>
        </w:r>
        <w:r w:rsidR="00310BF5">
          <w:rPr>
            <w:webHidden/>
          </w:rPr>
        </w:r>
        <w:r w:rsidR="00310BF5">
          <w:rPr>
            <w:webHidden/>
          </w:rPr>
          <w:fldChar w:fldCharType="separate"/>
        </w:r>
        <w:r>
          <w:rPr>
            <w:webHidden/>
          </w:rPr>
          <w:t>33</w:t>
        </w:r>
        <w:r w:rsidR="00310BF5">
          <w:rPr>
            <w:webHidden/>
          </w:rPr>
          <w:fldChar w:fldCharType="end"/>
        </w:r>
      </w:hyperlink>
    </w:p>
    <w:p w14:paraId="7B5AF261" w14:textId="20A15BC2" w:rsidR="00310BF5" w:rsidRDefault="007F3832">
      <w:pPr>
        <w:pStyle w:val="TOC2"/>
        <w:rPr>
          <w:rFonts w:asciiTheme="minorHAnsi" w:hAnsiTheme="minorHAnsi"/>
          <w:szCs w:val="22"/>
        </w:rPr>
      </w:pPr>
      <w:hyperlink w:anchor="_Toc75784479" w:history="1">
        <w:r w:rsidR="00310BF5" w:rsidRPr="0052781E">
          <w:rPr>
            <w:rStyle w:val="Hyperlink"/>
          </w:rPr>
          <w:t>6.2</w:t>
        </w:r>
        <w:r w:rsidR="00310BF5">
          <w:rPr>
            <w:rFonts w:asciiTheme="minorHAnsi" w:hAnsiTheme="minorHAnsi"/>
            <w:szCs w:val="22"/>
          </w:rPr>
          <w:tab/>
        </w:r>
        <w:r w:rsidR="00310BF5" w:rsidRPr="0052781E">
          <w:rPr>
            <w:rStyle w:val="Hyperlink"/>
          </w:rPr>
          <w:t>Conditional Requirements</w:t>
        </w:r>
        <w:r w:rsidR="00310BF5">
          <w:rPr>
            <w:webHidden/>
          </w:rPr>
          <w:tab/>
        </w:r>
        <w:r w:rsidR="00310BF5">
          <w:rPr>
            <w:webHidden/>
          </w:rPr>
          <w:fldChar w:fldCharType="begin"/>
        </w:r>
        <w:r w:rsidR="00310BF5">
          <w:rPr>
            <w:webHidden/>
          </w:rPr>
          <w:instrText xml:space="preserve"> PAGEREF _Toc75784479 \h </w:instrText>
        </w:r>
        <w:r w:rsidR="00310BF5">
          <w:rPr>
            <w:webHidden/>
          </w:rPr>
        </w:r>
        <w:r w:rsidR="00310BF5">
          <w:rPr>
            <w:webHidden/>
          </w:rPr>
          <w:fldChar w:fldCharType="separate"/>
        </w:r>
        <w:r>
          <w:rPr>
            <w:webHidden/>
          </w:rPr>
          <w:t>34</w:t>
        </w:r>
        <w:r w:rsidR="00310BF5">
          <w:rPr>
            <w:webHidden/>
          </w:rPr>
          <w:fldChar w:fldCharType="end"/>
        </w:r>
      </w:hyperlink>
    </w:p>
    <w:p w14:paraId="6B116307" w14:textId="502979FF" w:rsidR="00310BF5" w:rsidRDefault="007F3832">
      <w:pPr>
        <w:pStyle w:val="TOC1"/>
        <w:rPr>
          <w:rFonts w:asciiTheme="minorHAnsi" w:hAnsiTheme="minorHAnsi"/>
          <w:b w:val="0"/>
          <w:szCs w:val="22"/>
        </w:rPr>
      </w:pPr>
      <w:hyperlink w:anchor="_Toc75784480" w:history="1">
        <w:r w:rsidR="00310BF5" w:rsidRPr="0052781E">
          <w:rPr>
            <w:rStyle w:val="Hyperlink"/>
          </w:rPr>
          <w:t>7</w:t>
        </w:r>
        <w:r w:rsidR="00310BF5">
          <w:rPr>
            <w:rFonts w:asciiTheme="minorHAnsi" w:hAnsiTheme="minorHAnsi"/>
            <w:b w:val="0"/>
            <w:szCs w:val="22"/>
          </w:rPr>
          <w:tab/>
        </w:r>
        <w:r w:rsidR="00310BF5" w:rsidRPr="0052781E">
          <w:rPr>
            <w:rStyle w:val="Hyperlink"/>
          </w:rPr>
          <w:t>HI Conformance testing for Electronic Prescribing</w:t>
        </w:r>
        <w:r w:rsidR="00310BF5">
          <w:rPr>
            <w:webHidden/>
          </w:rPr>
          <w:tab/>
        </w:r>
        <w:r w:rsidR="00310BF5">
          <w:rPr>
            <w:webHidden/>
          </w:rPr>
          <w:fldChar w:fldCharType="begin"/>
        </w:r>
        <w:r w:rsidR="00310BF5">
          <w:rPr>
            <w:webHidden/>
          </w:rPr>
          <w:instrText xml:space="preserve"> PAGEREF _Toc75784480 \h </w:instrText>
        </w:r>
        <w:r w:rsidR="00310BF5">
          <w:rPr>
            <w:webHidden/>
          </w:rPr>
        </w:r>
        <w:r w:rsidR="00310BF5">
          <w:rPr>
            <w:webHidden/>
          </w:rPr>
          <w:fldChar w:fldCharType="separate"/>
        </w:r>
        <w:r>
          <w:rPr>
            <w:webHidden/>
          </w:rPr>
          <w:t>35</w:t>
        </w:r>
        <w:r w:rsidR="00310BF5">
          <w:rPr>
            <w:webHidden/>
          </w:rPr>
          <w:fldChar w:fldCharType="end"/>
        </w:r>
      </w:hyperlink>
    </w:p>
    <w:p w14:paraId="1511040C" w14:textId="6A18A6A6" w:rsidR="00310BF5" w:rsidRDefault="007F3832">
      <w:pPr>
        <w:pStyle w:val="TOC2"/>
        <w:rPr>
          <w:rFonts w:asciiTheme="minorHAnsi" w:hAnsiTheme="minorHAnsi"/>
          <w:szCs w:val="22"/>
        </w:rPr>
      </w:pPr>
      <w:hyperlink w:anchor="_Toc75784481" w:history="1">
        <w:r w:rsidR="00310BF5" w:rsidRPr="0052781E">
          <w:rPr>
            <w:rStyle w:val="Hyperlink"/>
          </w:rPr>
          <w:t>7.1</w:t>
        </w:r>
        <w:r w:rsidR="00310BF5">
          <w:rPr>
            <w:rFonts w:asciiTheme="minorHAnsi" w:hAnsiTheme="minorHAnsi"/>
            <w:szCs w:val="22"/>
          </w:rPr>
          <w:tab/>
        </w:r>
        <w:r w:rsidR="00310BF5" w:rsidRPr="0052781E">
          <w:rPr>
            <w:rStyle w:val="Hyperlink"/>
          </w:rPr>
          <w:t>Conformance to requirements for Prescribing system (PRES)</w:t>
        </w:r>
        <w:r w:rsidR="00310BF5">
          <w:rPr>
            <w:webHidden/>
          </w:rPr>
          <w:tab/>
        </w:r>
        <w:r w:rsidR="00310BF5">
          <w:rPr>
            <w:webHidden/>
          </w:rPr>
          <w:fldChar w:fldCharType="begin"/>
        </w:r>
        <w:r w:rsidR="00310BF5">
          <w:rPr>
            <w:webHidden/>
          </w:rPr>
          <w:instrText xml:space="preserve"> PAGEREF _Toc75784481 \h </w:instrText>
        </w:r>
        <w:r w:rsidR="00310BF5">
          <w:rPr>
            <w:webHidden/>
          </w:rPr>
        </w:r>
        <w:r w:rsidR="00310BF5">
          <w:rPr>
            <w:webHidden/>
          </w:rPr>
          <w:fldChar w:fldCharType="separate"/>
        </w:r>
        <w:r>
          <w:rPr>
            <w:webHidden/>
          </w:rPr>
          <w:t>35</w:t>
        </w:r>
        <w:r w:rsidR="00310BF5">
          <w:rPr>
            <w:webHidden/>
          </w:rPr>
          <w:fldChar w:fldCharType="end"/>
        </w:r>
      </w:hyperlink>
    </w:p>
    <w:p w14:paraId="48D5079E" w14:textId="6FE8AFF5" w:rsidR="00310BF5" w:rsidRDefault="007F3832">
      <w:pPr>
        <w:pStyle w:val="TOC2"/>
        <w:rPr>
          <w:rFonts w:asciiTheme="minorHAnsi" w:hAnsiTheme="minorHAnsi"/>
          <w:szCs w:val="22"/>
        </w:rPr>
      </w:pPr>
      <w:hyperlink w:anchor="_Toc75784482" w:history="1">
        <w:r w:rsidR="00310BF5" w:rsidRPr="0052781E">
          <w:rPr>
            <w:rStyle w:val="Hyperlink"/>
          </w:rPr>
          <w:t>7.2</w:t>
        </w:r>
        <w:r w:rsidR="00310BF5">
          <w:rPr>
            <w:rFonts w:asciiTheme="minorHAnsi" w:hAnsiTheme="minorHAnsi"/>
            <w:szCs w:val="22"/>
          </w:rPr>
          <w:tab/>
        </w:r>
        <w:r w:rsidR="00310BF5" w:rsidRPr="0052781E">
          <w:rPr>
            <w:rStyle w:val="Hyperlink"/>
          </w:rPr>
          <w:t>Conformance to requirements for Dispensing system (DISP)</w:t>
        </w:r>
        <w:r w:rsidR="00310BF5">
          <w:rPr>
            <w:webHidden/>
          </w:rPr>
          <w:tab/>
        </w:r>
        <w:r w:rsidR="00310BF5">
          <w:rPr>
            <w:webHidden/>
          </w:rPr>
          <w:fldChar w:fldCharType="begin"/>
        </w:r>
        <w:r w:rsidR="00310BF5">
          <w:rPr>
            <w:webHidden/>
          </w:rPr>
          <w:instrText xml:space="preserve"> PAGEREF _Toc75784482 \h </w:instrText>
        </w:r>
        <w:r w:rsidR="00310BF5">
          <w:rPr>
            <w:webHidden/>
          </w:rPr>
        </w:r>
        <w:r w:rsidR="00310BF5">
          <w:rPr>
            <w:webHidden/>
          </w:rPr>
          <w:fldChar w:fldCharType="separate"/>
        </w:r>
        <w:r>
          <w:rPr>
            <w:webHidden/>
          </w:rPr>
          <w:t>44</w:t>
        </w:r>
        <w:r w:rsidR="00310BF5">
          <w:rPr>
            <w:webHidden/>
          </w:rPr>
          <w:fldChar w:fldCharType="end"/>
        </w:r>
      </w:hyperlink>
    </w:p>
    <w:p w14:paraId="2F920846" w14:textId="14440FAA" w:rsidR="00310BF5" w:rsidRDefault="007F3832">
      <w:pPr>
        <w:pStyle w:val="TOC1"/>
        <w:rPr>
          <w:rFonts w:asciiTheme="minorHAnsi" w:hAnsiTheme="minorHAnsi"/>
          <w:b w:val="0"/>
          <w:szCs w:val="22"/>
        </w:rPr>
      </w:pPr>
      <w:hyperlink w:anchor="_Toc75784483" w:history="1">
        <w:r w:rsidR="00310BF5" w:rsidRPr="0052781E">
          <w:rPr>
            <w:rStyle w:val="Hyperlink"/>
          </w:rPr>
          <w:t>8</w:t>
        </w:r>
        <w:r w:rsidR="00310BF5">
          <w:rPr>
            <w:rFonts w:asciiTheme="minorHAnsi" w:hAnsiTheme="minorHAnsi"/>
            <w:b w:val="0"/>
            <w:szCs w:val="22"/>
          </w:rPr>
          <w:tab/>
        </w:r>
        <w:r w:rsidR="00310BF5" w:rsidRPr="0052781E">
          <w:rPr>
            <w:rStyle w:val="Hyperlink"/>
          </w:rPr>
          <w:t>Supporting Information</w:t>
        </w:r>
        <w:r w:rsidR="00310BF5">
          <w:rPr>
            <w:webHidden/>
          </w:rPr>
          <w:tab/>
        </w:r>
        <w:r w:rsidR="00310BF5">
          <w:rPr>
            <w:webHidden/>
          </w:rPr>
          <w:fldChar w:fldCharType="begin"/>
        </w:r>
        <w:r w:rsidR="00310BF5">
          <w:rPr>
            <w:webHidden/>
          </w:rPr>
          <w:instrText xml:space="preserve"> PAGEREF _Toc75784483 \h </w:instrText>
        </w:r>
        <w:r w:rsidR="00310BF5">
          <w:rPr>
            <w:webHidden/>
          </w:rPr>
        </w:r>
        <w:r w:rsidR="00310BF5">
          <w:rPr>
            <w:webHidden/>
          </w:rPr>
          <w:fldChar w:fldCharType="separate"/>
        </w:r>
        <w:r>
          <w:rPr>
            <w:webHidden/>
          </w:rPr>
          <w:t>48</w:t>
        </w:r>
        <w:r w:rsidR="00310BF5">
          <w:rPr>
            <w:webHidden/>
          </w:rPr>
          <w:fldChar w:fldCharType="end"/>
        </w:r>
      </w:hyperlink>
    </w:p>
    <w:p w14:paraId="10543109" w14:textId="7B9815CD" w:rsidR="00310BF5" w:rsidRDefault="007F3832">
      <w:pPr>
        <w:pStyle w:val="TOC7"/>
        <w:rPr>
          <w:rFonts w:asciiTheme="minorHAnsi" w:hAnsiTheme="minorHAnsi"/>
          <w:b w:val="0"/>
          <w:szCs w:val="22"/>
        </w:rPr>
      </w:pPr>
      <w:hyperlink w:anchor="_Toc75784484" w:history="1">
        <w:r w:rsidR="00310BF5" w:rsidRPr="0052781E">
          <w:rPr>
            <w:rStyle w:val="Hyperlink"/>
          </w:rPr>
          <w:t>Appendix A</w:t>
        </w:r>
        <w:r w:rsidR="00310BF5">
          <w:rPr>
            <w:rFonts w:asciiTheme="minorHAnsi" w:hAnsiTheme="minorHAnsi"/>
            <w:b w:val="0"/>
            <w:szCs w:val="22"/>
          </w:rPr>
          <w:tab/>
        </w:r>
        <w:r w:rsidR="00310BF5" w:rsidRPr="0052781E">
          <w:rPr>
            <w:rStyle w:val="Hyperlink"/>
          </w:rPr>
          <w:t>HI Specifications</w:t>
        </w:r>
        <w:r w:rsidR="00310BF5">
          <w:rPr>
            <w:webHidden/>
          </w:rPr>
          <w:tab/>
        </w:r>
        <w:r w:rsidR="00310BF5">
          <w:rPr>
            <w:webHidden/>
          </w:rPr>
          <w:fldChar w:fldCharType="begin"/>
        </w:r>
        <w:r w:rsidR="00310BF5">
          <w:rPr>
            <w:webHidden/>
          </w:rPr>
          <w:instrText xml:space="preserve"> PAGEREF _Toc75784484 \h </w:instrText>
        </w:r>
        <w:r w:rsidR="00310BF5">
          <w:rPr>
            <w:webHidden/>
          </w:rPr>
        </w:r>
        <w:r w:rsidR="00310BF5">
          <w:rPr>
            <w:webHidden/>
          </w:rPr>
          <w:fldChar w:fldCharType="separate"/>
        </w:r>
        <w:r>
          <w:rPr>
            <w:webHidden/>
          </w:rPr>
          <w:t>49</w:t>
        </w:r>
        <w:r w:rsidR="00310BF5">
          <w:rPr>
            <w:webHidden/>
          </w:rPr>
          <w:fldChar w:fldCharType="end"/>
        </w:r>
      </w:hyperlink>
    </w:p>
    <w:p w14:paraId="08E9E450" w14:textId="75B4E2D5" w:rsidR="00310BF5" w:rsidRDefault="007F3832">
      <w:pPr>
        <w:pStyle w:val="TOC1"/>
        <w:rPr>
          <w:rFonts w:asciiTheme="minorHAnsi" w:hAnsiTheme="minorHAnsi"/>
          <w:b w:val="0"/>
          <w:szCs w:val="22"/>
        </w:rPr>
      </w:pPr>
      <w:hyperlink w:anchor="_Toc75784485" w:history="1">
        <w:r w:rsidR="00310BF5" w:rsidRPr="0052781E">
          <w:rPr>
            <w:rStyle w:val="Hyperlink"/>
          </w:rPr>
          <w:t>Acronyms</w:t>
        </w:r>
        <w:r w:rsidR="00310BF5">
          <w:rPr>
            <w:webHidden/>
          </w:rPr>
          <w:tab/>
        </w:r>
        <w:r w:rsidR="00310BF5">
          <w:rPr>
            <w:webHidden/>
          </w:rPr>
          <w:fldChar w:fldCharType="begin"/>
        </w:r>
        <w:r w:rsidR="00310BF5">
          <w:rPr>
            <w:webHidden/>
          </w:rPr>
          <w:instrText xml:space="preserve"> PAGEREF _Toc75784485 \h </w:instrText>
        </w:r>
        <w:r w:rsidR="00310BF5">
          <w:rPr>
            <w:webHidden/>
          </w:rPr>
        </w:r>
        <w:r w:rsidR="00310BF5">
          <w:rPr>
            <w:webHidden/>
          </w:rPr>
          <w:fldChar w:fldCharType="separate"/>
        </w:r>
        <w:r>
          <w:rPr>
            <w:webHidden/>
          </w:rPr>
          <w:t>50</w:t>
        </w:r>
        <w:r w:rsidR="00310BF5">
          <w:rPr>
            <w:webHidden/>
          </w:rPr>
          <w:fldChar w:fldCharType="end"/>
        </w:r>
      </w:hyperlink>
    </w:p>
    <w:p w14:paraId="0FE893D4" w14:textId="39F68E49" w:rsidR="00310BF5" w:rsidRDefault="007F3832">
      <w:pPr>
        <w:pStyle w:val="TOC1"/>
        <w:rPr>
          <w:rFonts w:asciiTheme="minorHAnsi" w:hAnsiTheme="minorHAnsi"/>
          <w:b w:val="0"/>
          <w:szCs w:val="22"/>
        </w:rPr>
      </w:pPr>
      <w:hyperlink w:anchor="_Toc75784486" w:history="1">
        <w:r w:rsidR="00310BF5" w:rsidRPr="0052781E">
          <w:rPr>
            <w:rStyle w:val="Hyperlink"/>
          </w:rPr>
          <w:t>Glossary</w:t>
        </w:r>
        <w:r w:rsidR="00310BF5">
          <w:rPr>
            <w:webHidden/>
          </w:rPr>
          <w:tab/>
        </w:r>
        <w:r w:rsidR="00310BF5">
          <w:rPr>
            <w:webHidden/>
          </w:rPr>
          <w:fldChar w:fldCharType="begin"/>
        </w:r>
        <w:r w:rsidR="00310BF5">
          <w:rPr>
            <w:webHidden/>
          </w:rPr>
          <w:instrText xml:space="preserve"> PAGEREF _Toc75784486 \h </w:instrText>
        </w:r>
        <w:r w:rsidR="00310BF5">
          <w:rPr>
            <w:webHidden/>
          </w:rPr>
        </w:r>
        <w:r w:rsidR="00310BF5">
          <w:rPr>
            <w:webHidden/>
          </w:rPr>
          <w:fldChar w:fldCharType="separate"/>
        </w:r>
        <w:r>
          <w:rPr>
            <w:webHidden/>
          </w:rPr>
          <w:t>51</w:t>
        </w:r>
        <w:r w:rsidR="00310BF5">
          <w:rPr>
            <w:webHidden/>
          </w:rPr>
          <w:fldChar w:fldCharType="end"/>
        </w:r>
      </w:hyperlink>
    </w:p>
    <w:p w14:paraId="687BD96C" w14:textId="770990E0" w:rsidR="00310BF5" w:rsidRDefault="007F3832">
      <w:pPr>
        <w:pStyle w:val="TOC1"/>
        <w:rPr>
          <w:rFonts w:asciiTheme="minorHAnsi" w:hAnsiTheme="minorHAnsi"/>
          <w:b w:val="0"/>
          <w:szCs w:val="22"/>
        </w:rPr>
      </w:pPr>
      <w:hyperlink w:anchor="_Toc75784487" w:history="1">
        <w:r w:rsidR="00310BF5" w:rsidRPr="0052781E">
          <w:rPr>
            <w:rStyle w:val="Hyperlink"/>
          </w:rPr>
          <w:t>References</w:t>
        </w:r>
        <w:r w:rsidR="00310BF5">
          <w:rPr>
            <w:webHidden/>
          </w:rPr>
          <w:tab/>
        </w:r>
        <w:r w:rsidR="00310BF5">
          <w:rPr>
            <w:webHidden/>
          </w:rPr>
          <w:fldChar w:fldCharType="begin"/>
        </w:r>
        <w:r w:rsidR="00310BF5">
          <w:rPr>
            <w:webHidden/>
          </w:rPr>
          <w:instrText xml:space="preserve"> PAGEREF _Toc75784487 \h </w:instrText>
        </w:r>
        <w:r w:rsidR="00310BF5">
          <w:rPr>
            <w:webHidden/>
          </w:rPr>
        </w:r>
        <w:r w:rsidR="00310BF5">
          <w:rPr>
            <w:webHidden/>
          </w:rPr>
          <w:fldChar w:fldCharType="separate"/>
        </w:r>
        <w:r>
          <w:rPr>
            <w:webHidden/>
          </w:rPr>
          <w:t>52</w:t>
        </w:r>
        <w:r w:rsidR="00310BF5">
          <w:rPr>
            <w:webHidden/>
          </w:rPr>
          <w:fldChar w:fldCharType="end"/>
        </w:r>
      </w:hyperlink>
    </w:p>
    <w:p w14:paraId="13B0F8A5" w14:textId="7250E0EB" w:rsidR="00D16D90" w:rsidRDefault="003213A0" w:rsidP="00025408">
      <w:pPr>
        <w:pStyle w:val="BodyText"/>
        <w:ind w:right="3401"/>
        <w:rPr>
          <w:rFonts w:eastAsiaTheme="minorEastAsia"/>
          <w:noProof/>
        </w:rPr>
      </w:pPr>
      <w:r>
        <w:rPr>
          <w:rFonts w:eastAsiaTheme="minorEastAsia"/>
          <w:noProof/>
        </w:rPr>
        <w:fldChar w:fldCharType="end"/>
      </w:r>
    </w:p>
    <w:p w14:paraId="073F8678" w14:textId="77777777" w:rsidR="00D16D90" w:rsidRDefault="00D16D90">
      <w:pPr>
        <w:spacing w:after="0"/>
        <w:rPr>
          <w:rFonts w:eastAsiaTheme="minorEastAsia"/>
          <w:noProof/>
          <w:szCs w:val="24"/>
          <w:lang w:eastAsia="en-AU"/>
        </w:rPr>
      </w:pPr>
      <w:r>
        <w:rPr>
          <w:rFonts w:eastAsiaTheme="minorEastAsia"/>
          <w:noProof/>
        </w:rPr>
        <w:br w:type="page"/>
      </w:r>
    </w:p>
    <w:p w14:paraId="2B1669BC" w14:textId="77777777" w:rsidR="00F26233" w:rsidRDefault="002D1619" w:rsidP="00174191">
      <w:pPr>
        <w:pStyle w:val="Heading1"/>
      </w:pPr>
      <w:bookmarkStart w:id="2" w:name="_Toc324773053"/>
      <w:bookmarkStart w:id="3" w:name="_Toc328643067"/>
      <w:bookmarkStart w:id="4" w:name="_Toc75784454"/>
      <w:r>
        <w:lastRenderedPageBreak/>
        <w:t>Introduction</w:t>
      </w:r>
      <w:bookmarkEnd w:id="2"/>
      <w:bookmarkEnd w:id="3"/>
      <w:bookmarkEnd w:id="4"/>
    </w:p>
    <w:p w14:paraId="15E3175C" w14:textId="77777777" w:rsidR="00617123" w:rsidRPr="00617123" w:rsidRDefault="00617123" w:rsidP="00617123">
      <w:pPr>
        <w:pStyle w:val="Instructions"/>
      </w:pPr>
      <w:r>
        <w:t xml:space="preserve">These headings are for guidance only and some may not be relevant. </w:t>
      </w:r>
      <w:r w:rsidR="002B00C3">
        <w:t>For example, in many documents, the purpose, audience and scope can be combined under a single section ‘About this document’.</w:t>
      </w:r>
    </w:p>
    <w:p w14:paraId="4403D187" w14:textId="77777777" w:rsidR="00866171" w:rsidRDefault="00866171" w:rsidP="00A31D38">
      <w:pPr>
        <w:pStyle w:val="Heading2"/>
      </w:pPr>
      <w:bookmarkStart w:id="5" w:name="_Toc324773054"/>
      <w:bookmarkStart w:id="6" w:name="_Toc328643068"/>
      <w:bookmarkStart w:id="7" w:name="_Toc75784455"/>
      <w:r>
        <w:t>Purpose</w:t>
      </w:r>
      <w:bookmarkEnd w:id="5"/>
      <w:bookmarkEnd w:id="6"/>
      <w:bookmarkEnd w:id="7"/>
    </w:p>
    <w:p w14:paraId="7995A334" w14:textId="7ADD5819" w:rsidR="00057B6D" w:rsidRDefault="00057B6D" w:rsidP="004543C1">
      <w:pPr>
        <w:pStyle w:val="Instructions"/>
      </w:pPr>
      <w:r w:rsidRPr="00A565A1">
        <w:t xml:space="preserve">The purpose should </w:t>
      </w:r>
      <w:r>
        <w:t>include both the “</w:t>
      </w:r>
      <w:r w:rsidRPr="006C2B63">
        <w:rPr>
          <w:b/>
        </w:rPr>
        <w:t>what</w:t>
      </w:r>
      <w:r>
        <w:rPr>
          <w:b/>
        </w:rPr>
        <w:t>”</w:t>
      </w:r>
      <w:r>
        <w:t xml:space="preserve"> and the “</w:t>
      </w:r>
      <w:r w:rsidRPr="006C2B63">
        <w:rPr>
          <w:b/>
        </w:rPr>
        <w:t>why</w:t>
      </w:r>
      <w:r>
        <w:rPr>
          <w:b/>
        </w:rPr>
        <w:t>”</w:t>
      </w:r>
      <w:r>
        <w:t xml:space="preserve">. The “why” is what </w:t>
      </w:r>
      <w:r w:rsidRPr="00A565A1">
        <w:t>you hope the document will achieve</w:t>
      </w:r>
      <w:r>
        <w:t xml:space="preserve"> i.e. the desired outcome</w:t>
      </w:r>
      <w:r w:rsidRPr="00A565A1">
        <w:t>. It might be to inform a particular decision, persuade the audience of something or be used as a reference point for other artefacts.</w:t>
      </w:r>
    </w:p>
    <w:p w14:paraId="7D03FC10" w14:textId="0EBF83F3" w:rsidR="00A163AC" w:rsidRPr="00674C6F" w:rsidRDefault="00057B6D" w:rsidP="00A163AC">
      <w:pPr>
        <w:pStyle w:val="BodyText"/>
      </w:pPr>
      <w:r>
        <w:t xml:space="preserve">The Australian Digital Health Agency </w:t>
      </w:r>
      <w:r w:rsidR="00A163AC">
        <w:t>(</w:t>
      </w:r>
      <w:r w:rsidR="00145D64">
        <w:t>“</w:t>
      </w:r>
      <w:r w:rsidR="00A163AC">
        <w:t>the Agency”)</w:t>
      </w:r>
      <w:r w:rsidR="00A163AC" w:rsidRPr="00674C6F">
        <w:t xml:space="preserve"> </w:t>
      </w:r>
      <w:r>
        <w:t xml:space="preserve">(previously NEHTA) </w:t>
      </w:r>
      <w:r w:rsidR="00A163AC" w:rsidRPr="00674C6F">
        <w:t>in conjunction with industry including Services</w:t>
      </w:r>
      <w:r w:rsidR="00A163AC">
        <w:t xml:space="preserve"> Australia</w:t>
      </w:r>
      <w:r w:rsidR="00A163AC" w:rsidRPr="00674C6F">
        <w:t xml:space="preserve"> – Medicare Australia, the Department of Health, the Medical Software Industry Association (MSIA), the Australian Information Industry Association (AIIA), the Aged Care IT Vendors Association (ACIVA), and state and territory health jurisdictions, has specified a set of conformance requirements for health software that uses Healthcare Identifiers (HI). This document is an Implementation Conformance Statement (ICS). A developer who wishes to claim that their software conforms to the requirements for using healthcare identifiers must complete this ICS to indicate which requirements are satisfied by their HI implementation.</w:t>
      </w:r>
    </w:p>
    <w:p w14:paraId="4D2781DB" w14:textId="77777777" w:rsidR="00866171" w:rsidRDefault="00866171" w:rsidP="005A0688">
      <w:pPr>
        <w:pStyle w:val="Heading2"/>
      </w:pPr>
      <w:bookmarkStart w:id="8" w:name="_Toc324773055"/>
      <w:bookmarkStart w:id="9" w:name="_Toc328643069"/>
      <w:bookmarkStart w:id="10" w:name="_Toc75784456"/>
      <w:r>
        <w:t xml:space="preserve">Intended </w:t>
      </w:r>
      <w:r w:rsidR="00E025F7">
        <w:t>audience</w:t>
      </w:r>
      <w:bookmarkEnd w:id="8"/>
      <w:bookmarkEnd w:id="9"/>
      <w:bookmarkEnd w:id="10"/>
    </w:p>
    <w:p w14:paraId="7FAD991A" w14:textId="77777777" w:rsidR="00866171" w:rsidRDefault="00866171" w:rsidP="00430832">
      <w:pPr>
        <w:pStyle w:val="Instructions"/>
      </w:pPr>
      <w:r>
        <w:t xml:space="preserve">You should be very clear about </w:t>
      </w:r>
      <w:r w:rsidR="00A565A1">
        <w:t>your audience</w:t>
      </w:r>
      <w:r>
        <w:t xml:space="preserve"> before drafting the document</w:t>
      </w:r>
      <w:r w:rsidR="00A565A1">
        <w:t xml:space="preserve">, since this </w:t>
      </w:r>
      <w:r>
        <w:t>directly affects the scope of the document and the way that it is written.</w:t>
      </w:r>
      <w:r w:rsidR="00A565A1">
        <w:t xml:space="preserve"> </w:t>
      </w:r>
      <w:r w:rsidR="00A565A1" w:rsidRPr="00A565A1">
        <w:t>The audience may include a primary audience (the most important readers who may make decisions based on the document) and a secondary audience who only need some of the content, or may read it for information only.</w:t>
      </w:r>
    </w:p>
    <w:p w14:paraId="6C3CF105" w14:textId="75E8A6C4" w:rsidR="00A163AC" w:rsidRDefault="00430832" w:rsidP="00A163AC">
      <w:pPr>
        <w:pStyle w:val="BodyText"/>
      </w:pPr>
      <w:r>
        <w:t xml:space="preserve">This document </w:t>
      </w:r>
      <w:r w:rsidR="00A565A1">
        <w:t>is intended</w:t>
      </w:r>
      <w:r w:rsidR="003F4CBB">
        <w:t xml:space="preserve"> for</w:t>
      </w:r>
      <w:r w:rsidR="00A163AC">
        <w:t>:</w:t>
      </w:r>
      <w:r w:rsidR="003F4CBB">
        <w:t xml:space="preserve"> </w:t>
      </w:r>
    </w:p>
    <w:p w14:paraId="78F750D6" w14:textId="77777777" w:rsidR="00A163AC" w:rsidRPr="00674C6F" w:rsidRDefault="00A163AC" w:rsidP="00A163AC">
      <w:pPr>
        <w:pStyle w:val="ListBullet"/>
        <w:numPr>
          <w:ilvl w:val="0"/>
          <w:numId w:val="39"/>
        </w:numPr>
        <w:spacing w:line="264" w:lineRule="auto"/>
        <w:ind w:left="1984" w:hanging="425"/>
      </w:pPr>
      <w:r w:rsidRPr="00674C6F">
        <w:t>Developers of health software systems; and</w:t>
      </w:r>
    </w:p>
    <w:p w14:paraId="42E5240B" w14:textId="2BA1D040" w:rsidR="00A163AC" w:rsidRPr="00674C6F" w:rsidRDefault="00A163AC" w:rsidP="00A163AC">
      <w:pPr>
        <w:pStyle w:val="ListBullet"/>
        <w:numPr>
          <w:ilvl w:val="0"/>
          <w:numId w:val="39"/>
        </w:numPr>
        <w:spacing w:line="264" w:lineRule="auto"/>
        <w:ind w:left="1984" w:hanging="425"/>
      </w:pPr>
      <w:r>
        <w:t>Agency conformance teams</w:t>
      </w:r>
      <w:r w:rsidRPr="00674C6F">
        <w:t>.</w:t>
      </w:r>
    </w:p>
    <w:p w14:paraId="41D785E3" w14:textId="2C60A625" w:rsidR="00430832" w:rsidRDefault="00A163AC" w:rsidP="00A163AC">
      <w:pPr>
        <w:pStyle w:val="BodyText"/>
      </w:pPr>
      <w:r>
        <w:t>In this document, a ‘developer’ is any organisation that develops a health software system that manages and uses healthcare identifiers.</w:t>
      </w:r>
    </w:p>
    <w:p w14:paraId="043830A8" w14:textId="77E7C58A" w:rsidR="00866171" w:rsidRDefault="00A163AC" w:rsidP="00A60DD3">
      <w:pPr>
        <w:pStyle w:val="Heading2"/>
      </w:pPr>
      <w:bookmarkStart w:id="11" w:name="_Toc75784457"/>
      <w:r>
        <w:t>Questions and feedback</w:t>
      </w:r>
      <w:bookmarkEnd w:id="11"/>
    </w:p>
    <w:p w14:paraId="7AAF52AD" w14:textId="77777777" w:rsidR="00866171" w:rsidRDefault="00866171" w:rsidP="00430832">
      <w:pPr>
        <w:pStyle w:val="Instructions"/>
      </w:pPr>
      <w:r>
        <w:t>No document covers everything, so you should state the boundaries of this document here. It is often helpful to clarify your scope by additionally stating what the document does not cover.</w:t>
      </w:r>
    </w:p>
    <w:p w14:paraId="3303B926" w14:textId="048673B9" w:rsidR="00430832" w:rsidRDefault="00A163AC" w:rsidP="00866171">
      <w:pPr>
        <w:pStyle w:val="BodyText"/>
      </w:pPr>
      <w:r>
        <w:t xml:space="preserve">Any questions and feedback should be sent to </w:t>
      </w:r>
      <w:hyperlink r:id="rId24" w:history="1">
        <w:r w:rsidR="00DA7249" w:rsidRPr="00DA7249">
          <w:rPr>
            <w:rStyle w:val="Hyperlink"/>
          </w:rPr>
          <w:t>help@digitalhe</w:t>
        </w:r>
        <w:r w:rsidR="00DA7249" w:rsidRPr="00215336">
          <w:rPr>
            <w:rStyle w:val="Hyperlink"/>
          </w:rPr>
          <w:t>al</w:t>
        </w:r>
        <w:r w:rsidR="00DA7249" w:rsidRPr="00DE6BE2">
          <w:rPr>
            <w:rStyle w:val="Hyperlink"/>
          </w:rPr>
          <w:t>th.gov.au</w:t>
        </w:r>
      </w:hyperlink>
      <w:r w:rsidR="002F573C">
        <w:t>.</w:t>
      </w:r>
    </w:p>
    <w:p w14:paraId="35123BDA" w14:textId="178EE427" w:rsidR="006E2983" w:rsidRDefault="006E2983" w:rsidP="00866171">
      <w:pPr>
        <w:pStyle w:val="BodyText"/>
      </w:pPr>
    </w:p>
    <w:p w14:paraId="5FD36A5B" w14:textId="40A6CED2" w:rsidR="006E2983" w:rsidRDefault="006E2983" w:rsidP="00866171">
      <w:pPr>
        <w:pStyle w:val="BodyText"/>
      </w:pPr>
    </w:p>
    <w:p w14:paraId="5A59152C" w14:textId="1E0C88F2" w:rsidR="006E2983" w:rsidRDefault="006E2983">
      <w:pPr>
        <w:spacing w:after="0"/>
        <w:rPr>
          <w:rFonts w:eastAsia="Times New Roman"/>
          <w:szCs w:val="24"/>
          <w:lang w:eastAsia="en-AU"/>
        </w:rPr>
      </w:pPr>
      <w:r>
        <w:br w:type="page"/>
      </w:r>
    </w:p>
    <w:p w14:paraId="06D668ED" w14:textId="43FFD1CF" w:rsidR="00A163AC" w:rsidRDefault="00A163AC" w:rsidP="00A163AC">
      <w:pPr>
        <w:pStyle w:val="Heading1"/>
      </w:pPr>
      <w:bookmarkStart w:id="12" w:name="_Toc75784458"/>
      <w:r>
        <w:lastRenderedPageBreak/>
        <w:t>Completing the ICS</w:t>
      </w:r>
      <w:bookmarkEnd w:id="12"/>
    </w:p>
    <w:p w14:paraId="2D0A7D84" w14:textId="62410D89" w:rsidR="00B54219" w:rsidRDefault="00B54219" w:rsidP="00B54219">
      <w:pPr>
        <w:pStyle w:val="BodyText"/>
      </w:pPr>
      <w:r>
        <w:t xml:space="preserve">This ICS is completed by developers of health software systems that use healthcare identifiers. It must be completed before a developer’s HI implementation </w:t>
      </w:r>
      <w:proofErr w:type="gramStart"/>
      <w:r>
        <w:t>is allowed to</w:t>
      </w:r>
      <w:proofErr w:type="gramEnd"/>
      <w:r>
        <w:t xml:space="preserve"> access the H</w:t>
      </w:r>
      <w:r w:rsidR="00753F52">
        <w:t xml:space="preserve">ealthcare Identifiers (HI </w:t>
      </w:r>
      <w:r>
        <w:t>Service</w:t>
      </w:r>
      <w:r w:rsidR="00753F52">
        <w:t>)</w:t>
      </w:r>
      <w:r>
        <w:t xml:space="preserve">, as outlined in the </w:t>
      </w:r>
      <w:r w:rsidR="00AF61E6">
        <w:t>“</w:t>
      </w:r>
      <w:r w:rsidRPr="00DD7F2F">
        <w:rPr>
          <w:i/>
          <w:iCs/>
        </w:rPr>
        <w:t xml:space="preserve">Healthcare Identifiers </w:t>
      </w:r>
      <w:r w:rsidR="00FD38DA" w:rsidRPr="00DD7F2F">
        <w:rPr>
          <w:i/>
          <w:iCs/>
        </w:rPr>
        <w:t xml:space="preserve">Software - </w:t>
      </w:r>
      <w:r w:rsidRPr="00DD7F2F">
        <w:rPr>
          <w:i/>
          <w:iCs/>
        </w:rPr>
        <w:t>Conformance Assessment Scheme</w:t>
      </w:r>
      <w:r w:rsidR="00AF61E6">
        <w:rPr>
          <w:i/>
          <w:iCs/>
        </w:rPr>
        <w:t>”</w:t>
      </w:r>
      <w:r w:rsidRPr="00DD7F2F">
        <w:rPr>
          <w:i/>
          <w:iCs/>
        </w:rPr>
        <w:t xml:space="preserve"> </w:t>
      </w:r>
      <w:r w:rsidRPr="00FD38DA">
        <w:t>[</w:t>
      </w:r>
      <w:r w:rsidR="00F5664A">
        <w:t>Agency2</w:t>
      </w:r>
      <w:r w:rsidR="00F5664A" w:rsidRPr="00FD38DA">
        <w:t>020a</w:t>
      </w:r>
      <w:r w:rsidRPr="00FD38DA">
        <w:t>].</w:t>
      </w:r>
    </w:p>
    <w:p w14:paraId="3CCAA972" w14:textId="161A2F4C" w:rsidR="00B227FD" w:rsidRDefault="00611F6B" w:rsidP="00B54219">
      <w:pPr>
        <w:pStyle w:val="BodyText"/>
      </w:pPr>
      <w:r>
        <w:t xml:space="preserve">The requirements for Clinical Information System (CIS) conformance assessment </w:t>
      </w:r>
      <w:r w:rsidR="00B54219" w:rsidRPr="00381E5A">
        <w:t xml:space="preserve">must be met by any clinical information system before it is allowed to access the </w:t>
      </w:r>
      <w:r w:rsidR="00046257">
        <w:t>My Health Record</w:t>
      </w:r>
      <w:r w:rsidR="00B54219" w:rsidRPr="00381E5A">
        <w:t xml:space="preserve"> System, as outlined in the </w:t>
      </w:r>
      <w:r w:rsidR="00CB5FA5">
        <w:t>“</w:t>
      </w:r>
      <w:r w:rsidR="00F5664A" w:rsidRPr="006D5ECF">
        <w:rPr>
          <w:i/>
          <w:iCs/>
        </w:rPr>
        <w:t xml:space="preserve">Clinical Information Systems Connecting to the </w:t>
      </w:r>
      <w:r w:rsidR="00CB5FA5">
        <w:rPr>
          <w:i/>
          <w:iCs/>
        </w:rPr>
        <w:t>PCEHR</w:t>
      </w:r>
      <w:r w:rsidR="00F5664A" w:rsidRPr="006D5ECF">
        <w:rPr>
          <w:i/>
          <w:iCs/>
        </w:rPr>
        <w:t xml:space="preserve"> System Conformance Assessment Scheme</w:t>
      </w:r>
      <w:r w:rsidR="00CB5FA5">
        <w:t xml:space="preserve">” </w:t>
      </w:r>
      <w:r w:rsidR="00B54219" w:rsidRPr="00FD38DA">
        <w:t>[</w:t>
      </w:r>
      <w:r w:rsidR="00FD38DA" w:rsidRPr="00FD38DA">
        <w:t>A</w:t>
      </w:r>
      <w:r w:rsidR="003F4CBB">
        <w:t>gency</w:t>
      </w:r>
      <w:r w:rsidR="00B54219" w:rsidRPr="00FD38DA">
        <w:t>2012a].</w:t>
      </w:r>
      <w:r w:rsidR="00B54219">
        <w:t xml:space="preserve"> </w:t>
      </w:r>
    </w:p>
    <w:p w14:paraId="3E96567A" w14:textId="053E8A4E" w:rsidR="00F5664A" w:rsidRDefault="00F5664A" w:rsidP="00B54219">
      <w:pPr>
        <w:pStyle w:val="BodyText"/>
      </w:pPr>
      <w:r>
        <w:t xml:space="preserve">The specific process for assessing the conformance of clinical information system in Electronic </w:t>
      </w:r>
      <w:r w:rsidR="00B227FD">
        <w:t>Prescribing</w:t>
      </w:r>
      <w:r>
        <w:t xml:space="preserve"> </w:t>
      </w:r>
      <w:r w:rsidR="00611F6B">
        <w:t xml:space="preserve">(ePrescribing) </w:t>
      </w:r>
      <w:r>
        <w:t xml:space="preserve">is outlined in the </w:t>
      </w:r>
      <w:r w:rsidR="00CB5FA5">
        <w:t>“</w:t>
      </w:r>
      <w:r w:rsidRPr="00F5664A">
        <w:rPr>
          <w:i/>
          <w:iCs/>
        </w:rPr>
        <w:t>Electronic Prescribing Conformance Assessment Scheme</w:t>
      </w:r>
      <w:r w:rsidR="00CB5FA5">
        <w:rPr>
          <w:i/>
          <w:iCs/>
        </w:rPr>
        <w:t>”</w:t>
      </w:r>
      <w:r>
        <w:t xml:space="preserve"> [Agency20</w:t>
      </w:r>
      <w:r w:rsidR="00CA34DA">
        <w:t>20</w:t>
      </w:r>
      <w:r>
        <w:t xml:space="preserve">a]. </w:t>
      </w:r>
    </w:p>
    <w:p w14:paraId="067DFD29" w14:textId="200DF50C" w:rsidR="00B54219" w:rsidRDefault="00F5664A" w:rsidP="00B54219">
      <w:pPr>
        <w:pStyle w:val="BodyText"/>
      </w:pPr>
      <w:r>
        <w:t>The clinical information system m</w:t>
      </w:r>
      <w:r w:rsidR="00B227FD">
        <w:t xml:space="preserve">ust meet the relevant </w:t>
      </w:r>
      <w:r>
        <w:t xml:space="preserve">HI Service </w:t>
      </w:r>
      <w:r w:rsidR="00B227FD">
        <w:t xml:space="preserve">requirements as outlined in the </w:t>
      </w:r>
      <w:r w:rsidR="003F0EEE">
        <w:t>“</w:t>
      </w:r>
      <w:r w:rsidR="00B227FD" w:rsidRPr="00DD7F2F">
        <w:rPr>
          <w:i/>
          <w:iCs/>
        </w:rPr>
        <w:t>Electronic Prescribing Participating Software Conformance Profile</w:t>
      </w:r>
      <w:r w:rsidR="003F0EEE">
        <w:rPr>
          <w:i/>
          <w:iCs/>
        </w:rPr>
        <w:t>”</w:t>
      </w:r>
      <w:r w:rsidR="00B227FD">
        <w:t xml:space="preserve"> [</w:t>
      </w:r>
      <w:r w:rsidR="001218D5">
        <w:t>Agency</w:t>
      </w:r>
      <w:r w:rsidR="00B227FD">
        <w:t xml:space="preserve">2021a]. </w:t>
      </w:r>
    </w:p>
    <w:p w14:paraId="2A65B6F5" w14:textId="48EC239A" w:rsidR="00B54219" w:rsidRDefault="00B54219" w:rsidP="00B54219">
      <w:pPr>
        <w:pStyle w:val="BodyText"/>
      </w:pPr>
      <w:r>
        <w:t xml:space="preserve">Information about HI business use cases, HI Service web services and the conformance requirements supported by an HI </w:t>
      </w:r>
      <w:r w:rsidR="008C4BF1">
        <w:t xml:space="preserve">and Electronic Prescribing </w:t>
      </w:r>
      <w:r>
        <w:t xml:space="preserve">implementation are recorded in the ICS and the ICS is then presented to the Agency for </w:t>
      </w:r>
      <w:r w:rsidR="00355C79">
        <w:t>conformance</w:t>
      </w:r>
      <w:r>
        <w:t xml:space="preserve"> testing.  The Agency will only test and report on those aspects of the HI implementation that are declared in the ICS.  </w:t>
      </w:r>
    </w:p>
    <w:p w14:paraId="1B289D2A" w14:textId="0872FF87" w:rsidR="00B54219" w:rsidRDefault="00355C79" w:rsidP="00B54219">
      <w:pPr>
        <w:pStyle w:val="BodyText"/>
      </w:pPr>
      <w:r>
        <w:t xml:space="preserve">When conformance testing has completed, </w:t>
      </w:r>
      <w:r w:rsidR="00B54219">
        <w:t xml:space="preserve">the Agency will produce a </w:t>
      </w:r>
      <w:r>
        <w:t xml:space="preserve">Test Summary Report (TSR) </w:t>
      </w:r>
      <w:r w:rsidR="00B54219">
        <w:t xml:space="preserve">for the developer. If the implementation passes all relevant tests, the developer can complete a ‘HI Declaration of Conformity’.  The </w:t>
      </w:r>
      <w:r>
        <w:t>Test Summary Report</w:t>
      </w:r>
      <w:r w:rsidR="00B54219">
        <w:t xml:space="preserve">, the HI Declaration of Conformity and the ICS must be submitted to Services Australia before a developer’s </w:t>
      </w:r>
      <w:r w:rsidR="00057B6D">
        <w:t>clinical information system</w:t>
      </w:r>
      <w:r w:rsidR="00B54219">
        <w:t xml:space="preserve"> </w:t>
      </w:r>
      <w:proofErr w:type="gramStart"/>
      <w:r w:rsidR="00B54219">
        <w:t>is allowed to</w:t>
      </w:r>
      <w:proofErr w:type="gramEnd"/>
      <w:r w:rsidR="00B54219">
        <w:t xml:space="preserve"> access the</w:t>
      </w:r>
      <w:r>
        <w:t xml:space="preserve"> production</w:t>
      </w:r>
      <w:r w:rsidR="00B54219">
        <w:t xml:space="preserve"> HI Service.</w:t>
      </w:r>
    </w:p>
    <w:p w14:paraId="002204AA" w14:textId="53EF60C8" w:rsidR="00B54219" w:rsidRDefault="00ED5A53" w:rsidP="00FA7CC4">
      <w:pPr>
        <w:ind w:left="851"/>
      </w:pPr>
      <w:r>
        <w:t>During conformance testing, if differences are observed between the ICS and the operation of the software in respect to indicated use case, requirements or web services,</w:t>
      </w:r>
      <w:r w:rsidR="00B54219">
        <w:t xml:space="preserve"> an ICS may be </w:t>
      </w:r>
      <w:r w:rsidR="00D400BA">
        <w:t>amended,</w:t>
      </w:r>
      <w:r w:rsidR="00B54219">
        <w:t xml:space="preserve"> or a new ICS may be completed (if required) depending on the preferences of the developer and the Agency.</w:t>
      </w:r>
    </w:p>
    <w:p w14:paraId="2160BE69" w14:textId="77777777" w:rsidR="00325DF3" w:rsidRDefault="00325DF3" w:rsidP="00FA7CC4">
      <w:pPr>
        <w:ind w:left="851"/>
      </w:pPr>
    </w:p>
    <w:p w14:paraId="398A53B7" w14:textId="41EA14C9" w:rsidR="00B01401" w:rsidRDefault="00B01401" w:rsidP="00B01401">
      <w:pPr>
        <w:pStyle w:val="Heading2"/>
      </w:pPr>
      <w:bookmarkStart w:id="13" w:name="_Toc75784459"/>
      <w:r>
        <w:t>Filling out the ICS</w:t>
      </w:r>
      <w:bookmarkEnd w:id="13"/>
    </w:p>
    <w:p w14:paraId="01576EA2" w14:textId="77777777" w:rsidR="000F49DE" w:rsidRDefault="00165BA0" w:rsidP="000F49DE">
      <w:pPr>
        <w:pStyle w:val="BodyText"/>
      </w:pPr>
      <w:r>
        <w:t xml:space="preserve">The Implementation Conformance Statement is divided into different sections and the need to fill out a section is dependent on the context of the conformance being requested. </w:t>
      </w:r>
      <w:r w:rsidR="000F49DE">
        <w:t>Note: All the relevant subsections should be completed where applicable.</w:t>
      </w:r>
    </w:p>
    <w:p w14:paraId="57592092" w14:textId="77777777" w:rsidR="000F49DE" w:rsidRDefault="009F067C" w:rsidP="00FA7CC4">
      <w:pPr>
        <w:pStyle w:val="BodyText"/>
      </w:pPr>
      <w:r>
        <w:t>A list of all HI Service business use cases is provided in Appendix A.</w:t>
      </w:r>
      <w:r w:rsidR="000F49DE">
        <w:t xml:space="preserve"> </w:t>
      </w:r>
    </w:p>
    <w:p w14:paraId="5D5CE50D" w14:textId="77777777" w:rsidR="00325DF3" w:rsidRDefault="00325DF3" w:rsidP="0044111F">
      <w:pPr>
        <w:pStyle w:val="BodyText"/>
        <w:rPr>
          <w:b/>
          <w:bCs/>
          <w:sz w:val="24"/>
        </w:rPr>
      </w:pPr>
    </w:p>
    <w:p w14:paraId="1ABD7B91" w14:textId="2796C053" w:rsidR="0044111F" w:rsidRPr="00BC46A5" w:rsidRDefault="0044111F" w:rsidP="0044111F">
      <w:pPr>
        <w:pStyle w:val="BodyText"/>
        <w:rPr>
          <w:b/>
          <w:bCs/>
          <w:sz w:val="24"/>
        </w:rPr>
      </w:pPr>
      <w:r w:rsidRPr="00BC46A5">
        <w:rPr>
          <w:b/>
          <w:bCs/>
          <w:sz w:val="24"/>
        </w:rPr>
        <w:t xml:space="preserve">For </w:t>
      </w:r>
      <w:r w:rsidRPr="00BC46A5">
        <w:rPr>
          <w:b/>
          <w:bCs/>
          <w:sz w:val="24"/>
          <w:u w:val="single"/>
        </w:rPr>
        <w:t>new</w:t>
      </w:r>
      <w:r w:rsidRPr="00BC46A5">
        <w:rPr>
          <w:b/>
          <w:bCs/>
          <w:sz w:val="24"/>
        </w:rPr>
        <w:t xml:space="preserve"> connections, the following sections apply: </w:t>
      </w:r>
    </w:p>
    <w:p w14:paraId="723A331A" w14:textId="11C94A85" w:rsidR="0044111F" w:rsidRPr="00926291" w:rsidRDefault="0044111F" w:rsidP="0044111F">
      <w:pPr>
        <w:pStyle w:val="BodyText"/>
        <w:rPr>
          <w:b/>
          <w:bCs/>
        </w:rPr>
      </w:pPr>
      <w:r w:rsidRPr="00926291">
        <w:rPr>
          <w:b/>
          <w:bCs/>
        </w:rPr>
        <w:t xml:space="preserve">Mandatory section: </w:t>
      </w:r>
    </w:p>
    <w:p w14:paraId="3DC76CF3" w14:textId="580BD5E0" w:rsidR="0044111F" w:rsidRDefault="0044111F" w:rsidP="0044111F">
      <w:pPr>
        <w:pStyle w:val="BodyText"/>
        <w:ind w:left="0"/>
      </w:pPr>
      <w:r>
        <w:t xml:space="preserve">                 </w:t>
      </w: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Healthcare Identifiers Implementation Conformance Statement (see section </w:t>
      </w:r>
      <w:r>
        <w:fldChar w:fldCharType="begin"/>
      </w:r>
      <w:r>
        <w:instrText xml:space="preserve"> REF _Ref66264091 \r \h </w:instrText>
      </w:r>
      <w:r>
        <w:fldChar w:fldCharType="separate"/>
      </w:r>
      <w:r w:rsidR="007F3832">
        <w:t>3</w:t>
      </w:r>
      <w:r>
        <w:fldChar w:fldCharType="end"/>
      </w:r>
      <w:r>
        <w:t>)</w:t>
      </w:r>
    </w:p>
    <w:p w14:paraId="0313D713" w14:textId="77777777" w:rsidR="00926291" w:rsidRDefault="00926291" w:rsidP="0044111F">
      <w:pPr>
        <w:pStyle w:val="BodyText"/>
        <w:ind w:left="0"/>
      </w:pPr>
    </w:p>
    <w:p w14:paraId="26AB6D89" w14:textId="718EFCDE" w:rsidR="0044111F" w:rsidRPr="00926291" w:rsidRDefault="0044111F" w:rsidP="0044111F">
      <w:pPr>
        <w:pStyle w:val="BodyText"/>
        <w:ind w:left="0"/>
        <w:rPr>
          <w:b/>
          <w:bCs/>
        </w:rPr>
      </w:pPr>
      <w:r>
        <w:tab/>
      </w:r>
      <w:r w:rsidRPr="00926291">
        <w:rPr>
          <w:b/>
          <w:bCs/>
        </w:rPr>
        <w:t xml:space="preserve">   Select the section(s) that are relevant to the scope (</w:t>
      </w:r>
      <w:r w:rsidR="00926291">
        <w:rPr>
          <w:b/>
          <w:bCs/>
        </w:rPr>
        <w:t>tick all that apply)</w:t>
      </w:r>
      <w:r w:rsidRPr="00926291">
        <w:rPr>
          <w:b/>
          <w:bCs/>
        </w:rPr>
        <w:t>:</w:t>
      </w:r>
    </w:p>
    <w:p w14:paraId="1995F0A5" w14:textId="2B951B28" w:rsidR="0044111F" w:rsidRDefault="0044111F" w:rsidP="0044111F">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HI Conformance testing for HI Service (see section </w:t>
      </w:r>
      <w:r>
        <w:fldChar w:fldCharType="begin"/>
      </w:r>
      <w:r>
        <w:instrText xml:space="preserve"> REF _Ref66264458 \r \h </w:instrText>
      </w:r>
      <w:r>
        <w:fldChar w:fldCharType="separate"/>
      </w:r>
      <w:r w:rsidR="007F3832">
        <w:t>5</w:t>
      </w:r>
      <w:r>
        <w:fldChar w:fldCharType="end"/>
      </w:r>
      <w:r>
        <w:t>)</w:t>
      </w:r>
    </w:p>
    <w:p w14:paraId="283DB58C" w14:textId="2D52ACB7" w:rsidR="0044111F" w:rsidRDefault="0044111F" w:rsidP="0044111F">
      <w:pPr>
        <w:pStyle w:val="BodyText"/>
      </w:pPr>
      <w:r w:rsidRPr="00B619F6">
        <w:lastRenderedPageBreak/>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HI Conformance testing for Electronic Prescribing (see section </w:t>
      </w:r>
      <w:r>
        <w:fldChar w:fldCharType="begin"/>
      </w:r>
      <w:r>
        <w:instrText xml:space="preserve"> REF _Ref66269155 \r \h </w:instrText>
      </w:r>
      <w:r>
        <w:fldChar w:fldCharType="separate"/>
      </w:r>
      <w:r w:rsidR="007F3832">
        <w:t>7</w:t>
      </w:r>
      <w:r>
        <w:fldChar w:fldCharType="end"/>
      </w:r>
      <w:r>
        <w:t xml:space="preserve">) </w:t>
      </w:r>
    </w:p>
    <w:p w14:paraId="626A79E6" w14:textId="77777777" w:rsidR="0044111F" w:rsidRPr="00926291" w:rsidRDefault="0044111F" w:rsidP="0044111F">
      <w:pPr>
        <w:pStyle w:val="BodyText"/>
        <w:rPr>
          <w:b/>
          <w:bCs/>
        </w:rPr>
      </w:pPr>
      <w:r w:rsidRPr="00926291">
        <w:rPr>
          <w:b/>
          <w:bCs/>
        </w:rPr>
        <w:t xml:space="preserve">Optional section: </w:t>
      </w:r>
    </w:p>
    <w:p w14:paraId="29D355AE" w14:textId="617769D6" w:rsidR="0044111F" w:rsidRDefault="0044111F" w:rsidP="0044111F">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Supporting Information (see section </w:t>
      </w:r>
      <w:r>
        <w:fldChar w:fldCharType="begin"/>
      </w:r>
      <w:r>
        <w:instrText xml:space="preserve"> REF _Ref66266344 \r \h </w:instrText>
      </w:r>
      <w:r>
        <w:fldChar w:fldCharType="separate"/>
      </w:r>
      <w:r w:rsidR="007F3832">
        <w:t>0</w:t>
      </w:r>
      <w:r>
        <w:fldChar w:fldCharType="end"/>
      </w:r>
      <w:r>
        <w:t>)</w:t>
      </w:r>
    </w:p>
    <w:p w14:paraId="551F67C4" w14:textId="30DC9C1A" w:rsidR="0044111F" w:rsidRDefault="0044111F" w:rsidP="00FA7CC4">
      <w:pPr>
        <w:pStyle w:val="BodyText"/>
      </w:pPr>
    </w:p>
    <w:p w14:paraId="5F4BEC93" w14:textId="23A094AB" w:rsidR="005C1FD6" w:rsidRPr="00BC46A5" w:rsidRDefault="00852F66" w:rsidP="00165BA0">
      <w:pPr>
        <w:pStyle w:val="BodyText"/>
        <w:rPr>
          <w:b/>
          <w:bCs/>
          <w:sz w:val="24"/>
        </w:rPr>
      </w:pPr>
      <w:r w:rsidRPr="00BC46A5">
        <w:rPr>
          <w:b/>
          <w:bCs/>
          <w:sz w:val="24"/>
        </w:rPr>
        <w:t>For</w:t>
      </w:r>
      <w:r w:rsidR="000107D6" w:rsidRPr="00BC46A5">
        <w:rPr>
          <w:b/>
          <w:bCs/>
          <w:sz w:val="24"/>
        </w:rPr>
        <w:t xml:space="preserve"> </w:t>
      </w:r>
      <w:r w:rsidR="000107D6" w:rsidRPr="00BC46A5">
        <w:rPr>
          <w:b/>
          <w:bCs/>
          <w:sz w:val="24"/>
          <w:u w:val="single"/>
        </w:rPr>
        <w:t>current</w:t>
      </w:r>
      <w:r w:rsidR="000107D6" w:rsidRPr="00BC46A5">
        <w:rPr>
          <w:b/>
          <w:bCs/>
          <w:sz w:val="24"/>
        </w:rPr>
        <w:t xml:space="preserve"> </w:t>
      </w:r>
      <w:r w:rsidRPr="00BC46A5">
        <w:rPr>
          <w:b/>
          <w:bCs/>
          <w:sz w:val="24"/>
        </w:rPr>
        <w:t>connections, the following sections apply</w:t>
      </w:r>
      <w:r w:rsidR="000107D6" w:rsidRPr="00BC46A5">
        <w:rPr>
          <w:b/>
          <w:bCs/>
          <w:sz w:val="24"/>
        </w:rPr>
        <w:t xml:space="preserve">: </w:t>
      </w:r>
    </w:p>
    <w:p w14:paraId="21682D8D" w14:textId="7707E75D" w:rsidR="00DD455D" w:rsidRPr="00926291" w:rsidRDefault="00DD455D" w:rsidP="00165BA0">
      <w:pPr>
        <w:pStyle w:val="BodyText"/>
        <w:rPr>
          <w:b/>
          <w:bCs/>
        </w:rPr>
      </w:pPr>
      <w:r w:rsidRPr="00926291">
        <w:rPr>
          <w:b/>
          <w:bCs/>
        </w:rPr>
        <w:t xml:space="preserve">Mandatory sections: </w:t>
      </w:r>
    </w:p>
    <w:p w14:paraId="2F9BAA6C" w14:textId="2E743515" w:rsidR="005C1FD6" w:rsidRDefault="005C1FD6" w:rsidP="005C1FD6">
      <w:pPr>
        <w:pStyle w:val="BodyText"/>
        <w:ind w:left="0"/>
      </w:pPr>
      <w:r>
        <w:t xml:space="preserve">                 </w:t>
      </w:r>
      <w:r w:rsidR="00243792">
        <w:t xml:space="preserve"> </w:t>
      </w: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Healthcare Identifiers Implementation Conformance Statement </w:t>
      </w:r>
      <w:r w:rsidR="00DD455D">
        <w:t>(</w:t>
      </w:r>
      <w:r>
        <w:t xml:space="preserve">see section </w:t>
      </w:r>
      <w:r>
        <w:fldChar w:fldCharType="begin"/>
      </w:r>
      <w:r>
        <w:instrText xml:space="preserve"> REF _Ref66264091 \r \h </w:instrText>
      </w:r>
      <w:r>
        <w:fldChar w:fldCharType="separate"/>
      </w:r>
      <w:r w:rsidR="007F3832">
        <w:t>3</w:t>
      </w:r>
      <w:r>
        <w:fldChar w:fldCharType="end"/>
      </w:r>
      <w:r>
        <w:t>)</w:t>
      </w:r>
    </w:p>
    <w:p w14:paraId="31629831" w14:textId="1E1039D0" w:rsidR="005C1FD6" w:rsidRDefault="005C1FD6" w:rsidP="00852F66">
      <w:pPr>
        <w:pStyle w:val="BodyText"/>
        <w:ind w:left="0"/>
      </w:pPr>
      <w:r>
        <w:t xml:space="preserve"> </w:t>
      </w:r>
      <w:r>
        <w:tab/>
      </w:r>
      <w:r w:rsidR="00243792">
        <w:t xml:space="preserve">   </w:t>
      </w: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0044111F">
        <w:t>Current c</w:t>
      </w:r>
      <w:r>
        <w:t>onformance details (</w:t>
      </w:r>
      <w:r w:rsidR="00DD455D">
        <w:t>s</w:t>
      </w:r>
      <w:r>
        <w:t xml:space="preserve">ee section </w:t>
      </w:r>
      <w:r>
        <w:fldChar w:fldCharType="begin"/>
      </w:r>
      <w:r>
        <w:instrText xml:space="preserve"> REF _Ref66264000 \r \h </w:instrText>
      </w:r>
      <w:r>
        <w:fldChar w:fldCharType="separate"/>
      </w:r>
      <w:r w:rsidR="007F3832">
        <w:t>4</w:t>
      </w:r>
      <w:r>
        <w:fldChar w:fldCharType="end"/>
      </w:r>
      <w:r>
        <w:t xml:space="preserve">) </w:t>
      </w:r>
    </w:p>
    <w:p w14:paraId="6483F722" w14:textId="77777777" w:rsidR="00926291" w:rsidRDefault="00926291" w:rsidP="00852F66">
      <w:pPr>
        <w:pStyle w:val="BodyText"/>
        <w:ind w:left="0"/>
      </w:pPr>
    </w:p>
    <w:p w14:paraId="09E7AABE" w14:textId="6FAE0AA0" w:rsidR="00DD455D" w:rsidRPr="00926291" w:rsidRDefault="00DD455D" w:rsidP="00852F66">
      <w:pPr>
        <w:pStyle w:val="BodyText"/>
        <w:ind w:left="0"/>
        <w:rPr>
          <w:b/>
          <w:bCs/>
        </w:rPr>
      </w:pPr>
      <w:r w:rsidRPr="00926291">
        <w:rPr>
          <w:b/>
          <w:bCs/>
        </w:rPr>
        <w:tab/>
        <w:t xml:space="preserve">  Select the section(s) that are relevant to the scope (</w:t>
      </w:r>
      <w:r w:rsidR="00926291">
        <w:rPr>
          <w:b/>
          <w:bCs/>
        </w:rPr>
        <w:t>tick all that apply</w:t>
      </w:r>
      <w:r w:rsidRPr="00926291">
        <w:rPr>
          <w:b/>
          <w:bCs/>
        </w:rPr>
        <w:t xml:space="preserve">): </w:t>
      </w:r>
    </w:p>
    <w:p w14:paraId="60C92149" w14:textId="1B42DA47" w:rsidR="00852F66" w:rsidRDefault="00243792" w:rsidP="00243792">
      <w:pPr>
        <w:pStyle w:val="BodyText"/>
        <w:tabs>
          <w:tab w:val="left" w:pos="851"/>
        </w:tabs>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00E50F59">
        <w:t xml:space="preserve">HI </w:t>
      </w:r>
      <w:r>
        <w:t xml:space="preserve">Conformance testing for HI Service (see section </w:t>
      </w:r>
      <w:r>
        <w:fldChar w:fldCharType="begin"/>
      </w:r>
      <w:r>
        <w:instrText xml:space="preserve"> REF _Ref66264458 \r \h </w:instrText>
      </w:r>
      <w:r>
        <w:fldChar w:fldCharType="separate"/>
      </w:r>
      <w:r w:rsidR="007F3832">
        <w:t>5</w:t>
      </w:r>
      <w:r>
        <w:fldChar w:fldCharType="end"/>
      </w:r>
      <w:r>
        <w:t xml:space="preserve">) </w:t>
      </w:r>
    </w:p>
    <w:p w14:paraId="56F112FF" w14:textId="55044A0B" w:rsidR="003D74A8" w:rsidRDefault="00243792" w:rsidP="00165BA0">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003D74A8">
        <w:t xml:space="preserve">HI Conformance testing for Requirement 022000 – Validation of IHIs using updated identifiers (see section </w:t>
      </w:r>
      <w:r w:rsidR="003D74A8">
        <w:fldChar w:fldCharType="begin"/>
      </w:r>
      <w:r w:rsidR="003D74A8">
        <w:instrText xml:space="preserve"> REF _Ref66269144 \r \h </w:instrText>
      </w:r>
      <w:r w:rsidR="003D74A8">
        <w:fldChar w:fldCharType="separate"/>
      </w:r>
      <w:r w:rsidR="007F3832">
        <w:t>6</w:t>
      </w:r>
      <w:r w:rsidR="003D74A8">
        <w:fldChar w:fldCharType="end"/>
      </w:r>
      <w:r w:rsidR="003D74A8">
        <w:t>)</w:t>
      </w:r>
    </w:p>
    <w:p w14:paraId="59E5EA0F" w14:textId="394509A7" w:rsidR="00DD455D" w:rsidRDefault="00E50F59" w:rsidP="003D74A8">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003D74A8">
        <w:t xml:space="preserve">HI Conformance testing for Electronic Prescribing (see section </w:t>
      </w:r>
      <w:r w:rsidR="003D74A8">
        <w:fldChar w:fldCharType="begin"/>
      </w:r>
      <w:r w:rsidR="003D74A8">
        <w:instrText xml:space="preserve"> REF _Ref66269155 \r \h </w:instrText>
      </w:r>
      <w:r w:rsidR="003D74A8">
        <w:fldChar w:fldCharType="separate"/>
      </w:r>
      <w:r w:rsidR="007F3832">
        <w:t>7</w:t>
      </w:r>
      <w:r w:rsidR="003D74A8">
        <w:fldChar w:fldCharType="end"/>
      </w:r>
      <w:r w:rsidR="003D74A8">
        <w:t xml:space="preserve">) </w:t>
      </w:r>
    </w:p>
    <w:p w14:paraId="41008E7C" w14:textId="77777777" w:rsidR="00926291" w:rsidRDefault="00926291" w:rsidP="003D74A8">
      <w:pPr>
        <w:pStyle w:val="BodyText"/>
      </w:pPr>
    </w:p>
    <w:p w14:paraId="5AD748C6" w14:textId="1D5D8180" w:rsidR="003D74A8" w:rsidRPr="00926291" w:rsidRDefault="00DD455D" w:rsidP="003D74A8">
      <w:pPr>
        <w:pStyle w:val="BodyText"/>
        <w:rPr>
          <w:b/>
          <w:bCs/>
        </w:rPr>
      </w:pPr>
      <w:r w:rsidRPr="00926291">
        <w:rPr>
          <w:b/>
          <w:bCs/>
        </w:rPr>
        <w:t xml:space="preserve">Optional section: </w:t>
      </w:r>
    </w:p>
    <w:p w14:paraId="56C90079" w14:textId="3D747878" w:rsidR="00AC3110" w:rsidRDefault="00AC3110" w:rsidP="00165BA0">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Supporting Information (see section </w:t>
      </w:r>
      <w:r>
        <w:fldChar w:fldCharType="begin"/>
      </w:r>
      <w:r>
        <w:instrText xml:space="preserve"> REF _Ref66266344 \r \h </w:instrText>
      </w:r>
      <w:r>
        <w:fldChar w:fldCharType="separate"/>
      </w:r>
      <w:r w:rsidR="007F3832">
        <w:t>0</w:t>
      </w:r>
      <w:r>
        <w:fldChar w:fldCharType="end"/>
      </w:r>
      <w:r>
        <w:t>)</w:t>
      </w:r>
    </w:p>
    <w:p w14:paraId="54F0682E" w14:textId="57DF4E43" w:rsidR="00AC3110" w:rsidRDefault="00AC3110" w:rsidP="00E50F59">
      <w:pPr>
        <w:pStyle w:val="BodyText"/>
      </w:pPr>
    </w:p>
    <w:p w14:paraId="56E958A5" w14:textId="63B883B4" w:rsidR="00852F66" w:rsidRPr="00D67A58" w:rsidRDefault="00E14C77" w:rsidP="00165BA0">
      <w:pPr>
        <w:pStyle w:val="BodyText"/>
        <w:rPr>
          <w:b/>
          <w:bCs/>
        </w:rPr>
      </w:pPr>
      <w:r w:rsidRPr="00D67A58">
        <w:rPr>
          <w:b/>
          <w:bCs/>
        </w:rPr>
        <w:t xml:space="preserve">Notes for completing the form: </w:t>
      </w:r>
    </w:p>
    <w:p w14:paraId="225F9D8B" w14:textId="69541845" w:rsidR="00DB1B70" w:rsidRDefault="00FE31C7" w:rsidP="00165BA0">
      <w:pPr>
        <w:pStyle w:val="BodyText"/>
        <w:rPr>
          <w:u w:val="single"/>
        </w:rPr>
      </w:pPr>
      <w:r w:rsidRPr="0063129D">
        <w:rPr>
          <w:u w:val="single"/>
        </w:rPr>
        <w:t>Section 3:</w:t>
      </w:r>
      <w:r w:rsidR="00FF59BC" w:rsidRPr="0063129D">
        <w:rPr>
          <w:u w:val="single"/>
        </w:rPr>
        <w:t xml:space="preserve"> </w:t>
      </w:r>
      <w:r w:rsidR="00B24721">
        <w:rPr>
          <w:u w:val="single"/>
        </w:rPr>
        <w:t xml:space="preserve">Software </w:t>
      </w:r>
      <w:r w:rsidR="00522462">
        <w:rPr>
          <w:u w:val="single"/>
        </w:rPr>
        <w:t>Product</w:t>
      </w:r>
      <w:r w:rsidR="00B24721">
        <w:rPr>
          <w:u w:val="single"/>
        </w:rPr>
        <w:t xml:space="preserve"> and Contact Information</w:t>
      </w:r>
      <w:r w:rsidR="00553D9D">
        <w:rPr>
          <w:u w:val="single"/>
        </w:rPr>
        <w:t xml:space="preserve"> </w:t>
      </w:r>
    </w:p>
    <w:p w14:paraId="6D54E509" w14:textId="120F8617" w:rsidR="00FE31C7" w:rsidRPr="00B227FD" w:rsidRDefault="00553D9D" w:rsidP="00165BA0">
      <w:pPr>
        <w:pStyle w:val="BodyText"/>
        <w:rPr>
          <w:i/>
          <w:iCs/>
        </w:rPr>
      </w:pPr>
      <w:r w:rsidRPr="00B227FD">
        <w:rPr>
          <w:i/>
          <w:iCs/>
        </w:rPr>
        <w:t xml:space="preserve">(Mandatory for </w:t>
      </w:r>
      <w:r w:rsidR="005D06A6">
        <w:rPr>
          <w:i/>
          <w:iCs/>
        </w:rPr>
        <w:t>current</w:t>
      </w:r>
      <w:r w:rsidRPr="00B227FD">
        <w:rPr>
          <w:i/>
          <w:iCs/>
        </w:rPr>
        <w:t xml:space="preserve"> </w:t>
      </w:r>
      <w:r w:rsidR="00E14C77">
        <w:rPr>
          <w:i/>
          <w:iCs/>
        </w:rPr>
        <w:t>and</w:t>
      </w:r>
      <w:r w:rsidRPr="00B227FD">
        <w:rPr>
          <w:i/>
          <w:iCs/>
        </w:rPr>
        <w:t xml:space="preserve"> new connections</w:t>
      </w:r>
      <w:r w:rsidR="00A37378">
        <w:rPr>
          <w:i/>
          <w:iCs/>
        </w:rPr>
        <w:t xml:space="preserve"> to the HI Service</w:t>
      </w:r>
      <w:r w:rsidRPr="00B227FD">
        <w:rPr>
          <w:i/>
          <w:iCs/>
        </w:rPr>
        <w:t>)</w:t>
      </w:r>
    </w:p>
    <w:p w14:paraId="70871F6C" w14:textId="77777777" w:rsidR="009F6DDC" w:rsidRDefault="00FE31C7" w:rsidP="009F6DDC">
      <w:pPr>
        <w:pStyle w:val="BodyText"/>
      </w:pPr>
      <w:r>
        <w:t xml:space="preserve">This section is mandatory and is used to record implementation and contact information. </w:t>
      </w:r>
    </w:p>
    <w:p w14:paraId="59635E36" w14:textId="237E008C" w:rsidR="009F6DDC" w:rsidRDefault="009F6DDC" w:rsidP="009F6DDC">
      <w:pPr>
        <w:pStyle w:val="BodyText"/>
        <w:numPr>
          <w:ilvl w:val="0"/>
          <w:numId w:val="43"/>
        </w:numPr>
      </w:pPr>
      <w:r w:rsidRPr="00674C6F">
        <w:t>The components</w:t>
      </w:r>
      <w:r w:rsidR="00A37378">
        <w:t xml:space="preserve"> </w:t>
      </w:r>
      <w:r w:rsidRPr="00674C6F">
        <w:t>that make up the implementation that an end user would use to interact with the HI Service. It is important to include all the components of your system to ensure that it is identified correctly for</w:t>
      </w:r>
      <w:r w:rsidR="001A7D1D">
        <w:t xml:space="preserve"> Healthcare Identifiers </w:t>
      </w:r>
      <w:r w:rsidRPr="00674C6F">
        <w:t>N</w:t>
      </w:r>
      <w:r w:rsidR="001A7D1D">
        <w:t xml:space="preserve">otice </w:t>
      </w:r>
      <w:r w:rsidR="00BC46A5">
        <w:t>o</w:t>
      </w:r>
      <w:r w:rsidR="001A7D1D">
        <w:t xml:space="preserve">f </w:t>
      </w:r>
      <w:r w:rsidRPr="00674C6F">
        <w:t>C</w:t>
      </w:r>
      <w:r w:rsidR="001A7D1D">
        <w:t>onnection (HI NOC)</w:t>
      </w:r>
      <w:r w:rsidRPr="00674C6F">
        <w:t xml:space="preserve"> and </w:t>
      </w:r>
      <w:r>
        <w:t xml:space="preserve">HI Conformance </w:t>
      </w:r>
      <w:r w:rsidRPr="00674C6F">
        <w:t>testing; and</w:t>
      </w:r>
      <w:r>
        <w:t xml:space="preserve"> </w:t>
      </w:r>
    </w:p>
    <w:p w14:paraId="3CD3DF44" w14:textId="76426C92" w:rsidR="009F6DDC" w:rsidRDefault="00A37378" w:rsidP="009F6DDC">
      <w:pPr>
        <w:pStyle w:val="BodyText"/>
        <w:numPr>
          <w:ilvl w:val="0"/>
          <w:numId w:val="43"/>
        </w:numPr>
      </w:pPr>
      <w:r>
        <w:t>ICS contact and software developer, that the Agency may contact during or after the testing process, if required.</w:t>
      </w:r>
    </w:p>
    <w:p w14:paraId="601DBF07" w14:textId="77777777" w:rsidR="001504F2" w:rsidRDefault="001504F2" w:rsidP="00D67A58">
      <w:pPr>
        <w:pStyle w:val="BodyText"/>
        <w:ind w:left="1211"/>
      </w:pPr>
    </w:p>
    <w:p w14:paraId="7033A90B" w14:textId="6D4C1825" w:rsidR="001504F2" w:rsidRDefault="007270A1" w:rsidP="00FA7CC4">
      <w:pPr>
        <w:pStyle w:val="BodyText"/>
        <w:rPr>
          <w:u w:val="single"/>
        </w:rPr>
      </w:pPr>
      <w:r w:rsidRPr="0063129D">
        <w:rPr>
          <w:u w:val="single"/>
        </w:rPr>
        <w:t xml:space="preserve">Section </w:t>
      </w:r>
      <w:r>
        <w:rPr>
          <w:u w:val="single"/>
        </w:rPr>
        <w:t>4</w:t>
      </w:r>
      <w:r w:rsidRPr="0063129D">
        <w:rPr>
          <w:u w:val="single"/>
        </w:rPr>
        <w:t xml:space="preserve">: </w:t>
      </w:r>
      <w:r w:rsidR="005D06A6">
        <w:rPr>
          <w:u w:val="single"/>
        </w:rPr>
        <w:t>Current</w:t>
      </w:r>
      <w:r w:rsidR="001F1736">
        <w:rPr>
          <w:u w:val="single"/>
        </w:rPr>
        <w:t xml:space="preserve"> Conformance </w:t>
      </w:r>
      <w:r w:rsidR="00E14C77">
        <w:rPr>
          <w:u w:val="single"/>
        </w:rPr>
        <w:t xml:space="preserve">details </w:t>
      </w:r>
    </w:p>
    <w:p w14:paraId="03448C33" w14:textId="14BF07F0" w:rsidR="007270A1" w:rsidRPr="00B227FD" w:rsidRDefault="001F1736" w:rsidP="00FA7CC4">
      <w:pPr>
        <w:pStyle w:val="BodyText"/>
        <w:rPr>
          <w:i/>
          <w:iCs/>
        </w:rPr>
      </w:pPr>
      <w:r w:rsidRPr="00B227FD">
        <w:rPr>
          <w:i/>
          <w:iCs/>
        </w:rPr>
        <w:t>(</w:t>
      </w:r>
      <w:r w:rsidR="001504F2">
        <w:rPr>
          <w:i/>
          <w:iCs/>
        </w:rPr>
        <w:t xml:space="preserve">Applicable </w:t>
      </w:r>
      <w:r w:rsidR="00986063">
        <w:rPr>
          <w:i/>
          <w:iCs/>
        </w:rPr>
        <w:t xml:space="preserve">for </w:t>
      </w:r>
      <w:r w:rsidR="005D06A6">
        <w:rPr>
          <w:i/>
          <w:iCs/>
        </w:rPr>
        <w:t>current</w:t>
      </w:r>
      <w:r w:rsidR="00986063">
        <w:rPr>
          <w:i/>
          <w:iCs/>
        </w:rPr>
        <w:t xml:space="preserve"> connections only) </w:t>
      </w:r>
    </w:p>
    <w:p w14:paraId="77C3205E" w14:textId="66C132F1" w:rsidR="007270A1" w:rsidRDefault="001F1736" w:rsidP="007B3470">
      <w:pPr>
        <w:pStyle w:val="BodyText"/>
      </w:pPr>
      <w:r>
        <w:t>This section lists the software name and version, the HI business use cases and HI Service web services which had previously been</w:t>
      </w:r>
      <w:r w:rsidR="007270A1">
        <w:t xml:space="preserve"> approved for access to the HI Service.</w:t>
      </w:r>
      <w:r w:rsidR="00097984">
        <w:t xml:space="preserve"> </w:t>
      </w:r>
    </w:p>
    <w:p w14:paraId="6CF08C5F" w14:textId="33248879" w:rsidR="00B54F52" w:rsidRDefault="00097984" w:rsidP="007B3470">
      <w:pPr>
        <w:pStyle w:val="BodyText"/>
      </w:pPr>
      <w:r>
        <w:t>Note: Please list all conformant HI Business cases and HI Service web services</w:t>
      </w:r>
      <w:r w:rsidR="00B54F52">
        <w:t xml:space="preserve"> that have been implemented in the software product</w:t>
      </w:r>
      <w:r w:rsidR="009F067C">
        <w:t xml:space="preserve">. </w:t>
      </w:r>
    </w:p>
    <w:p w14:paraId="0D7B5F70" w14:textId="70BAB2D2" w:rsidR="00097984" w:rsidRDefault="00B54F52" w:rsidP="007B3470">
      <w:pPr>
        <w:pStyle w:val="BodyText"/>
      </w:pPr>
      <w:r>
        <w:t>Please also indicate any implemented HI Business cases and HI service web services that the software</w:t>
      </w:r>
      <w:r w:rsidR="0044111F">
        <w:t xml:space="preserve"> product</w:t>
      </w:r>
      <w:r>
        <w:t xml:space="preserve"> has previously implemented but currently inactive</w:t>
      </w:r>
      <w:r w:rsidRPr="0044111F">
        <w:rPr>
          <w:rStyle w:val="CommentReference"/>
          <w:rFonts w:eastAsiaTheme="minorHAnsi"/>
          <w:lang w:eastAsia="en-US"/>
        </w:rPr>
        <w:t>.</w:t>
      </w:r>
      <w:r>
        <w:rPr>
          <w:rStyle w:val="CommentReference"/>
          <w:rFonts w:eastAsiaTheme="minorHAnsi"/>
          <w:lang w:eastAsia="en-US"/>
        </w:rPr>
        <w:t xml:space="preserve"> </w:t>
      </w:r>
    </w:p>
    <w:p w14:paraId="5A6B748F" w14:textId="77777777" w:rsidR="00B24721" w:rsidRDefault="00B24721" w:rsidP="00165BA0">
      <w:pPr>
        <w:pStyle w:val="BodyText"/>
        <w:rPr>
          <w:u w:val="single"/>
        </w:rPr>
      </w:pPr>
    </w:p>
    <w:p w14:paraId="58A20831" w14:textId="36E72AFC" w:rsidR="00DB1B70" w:rsidRDefault="00165BA0" w:rsidP="00165BA0">
      <w:pPr>
        <w:pStyle w:val="BodyText"/>
        <w:rPr>
          <w:u w:val="single"/>
        </w:rPr>
      </w:pPr>
      <w:r w:rsidRPr="0063129D">
        <w:rPr>
          <w:u w:val="single"/>
        </w:rPr>
        <w:t xml:space="preserve">Section </w:t>
      </w:r>
      <w:r w:rsidR="007270A1">
        <w:rPr>
          <w:u w:val="single"/>
        </w:rPr>
        <w:t>5</w:t>
      </w:r>
      <w:r w:rsidR="00FE31C7" w:rsidRPr="0063129D">
        <w:rPr>
          <w:u w:val="single"/>
        </w:rPr>
        <w:t xml:space="preserve">: </w:t>
      </w:r>
      <w:r w:rsidR="00E14C77">
        <w:rPr>
          <w:u w:val="single"/>
        </w:rPr>
        <w:t xml:space="preserve">HI </w:t>
      </w:r>
      <w:r w:rsidR="00FF59BC" w:rsidRPr="0063129D">
        <w:rPr>
          <w:u w:val="single"/>
        </w:rPr>
        <w:t xml:space="preserve">Conformance </w:t>
      </w:r>
      <w:r w:rsidR="00E14C77">
        <w:rPr>
          <w:u w:val="single"/>
        </w:rPr>
        <w:t xml:space="preserve">testing for HI Service </w:t>
      </w:r>
    </w:p>
    <w:p w14:paraId="008A27C9" w14:textId="6C86556A" w:rsidR="00FE31C7" w:rsidRPr="00B227FD" w:rsidRDefault="00FA7CC4" w:rsidP="00165BA0">
      <w:pPr>
        <w:pStyle w:val="BodyText"/>
        <w:rPr>
          <w:i/>
          <w:iCs/>
        </w:rPr>
      </w:pPr>
      <w:r w:rsidRPr="00B227FD">
        <w:rPr>
          <w:i/>
          <w:iCs/>
        </w:rPr>
        <w:t>(</w:t>
      </w:r>
      <w:r w:rsidR="007A57BC" w:rsidRPr="00B227FD">
        <w:rPr>
          <w:i/>
          <w:iCs/>
        </w:rPr>
        <w:t xml:space="preserve">Applicable for </w:t>
      </w:r>
      <w:r w:rsidRPr="00B227FD">
        <w:rPr>
          <w:i/>
          <w:iCs/>
        </w:rPr>
        <w:t xml:space="preserve">new </w:t>
      </w:r>
      <w:r w:rsidR="00E14C77">
        <w:rPr>
          <w:i/>
          <w:iCs/>
        </w:rPr>
        <w:t xml:space="preserve">and </w:t>
      </w:r>
      <w:r w:rsidR="005D06A6">
        <w:rPr>
          <w:i/>
          <w:iCs/>
        </w:rPr>
        <w:t>current</w:t>
      </w:r>
      <w:r w:rsidR="00FF499F">
        <w:rPr>
          <w:i/>
          <w:iCs/>
        </w:rPr>
        <w:t xml:space="preserve"> </w:t>
      </w:r>
      <w:r w:rsidR="00E14C77">
        <w:rPr>
          <w:i/>
          <w:iCs/>
        </w:rPr>
        <w:t xml:space="preserve">connections </w:t>
      </w:r>
      <w:r w:rsidR="00A6610C">
        <w:rPr>
          <w:i/>
          <w:iCs/>
        </w:rPr>
        <w:t xml:space="preserve">that are declaring </w:t>
      </w:r>
      <w:r w:rsidR="00FF499F">
        <w:rPr>
          <w:i/>
          <w:iCs/>
        </w:rPr>
        <w:t xml:space="preserve">conformance </w:t>
      </w:r>
      <w:r w:rsidR="00BA38F9">
        <w:rPr>
          <w:i/>
          <w:iCs/>
        </w:rPr>
        <w:t>to</w:t>
      </w:r>
      <w:r w:rsidR="00FF499F">
        <w:rPr>
          <w:i/>
          <w:iCs/>
        </w:rPr>
        <w:t xml:space="preserve"> HI Service</w:t>
      </w:r>
      <w:r w:rsidR="00290DE4">
        <w:rPr>
          <w:i/>
          <w:iCs/>
        </w:rPr>
        <w:t>)</w:t>
      </w:r>
    </w:p>
    <w:p w14:paraId="2B01EFBD" w14:textId="1C629E39" w:rsidR="000F49DE" w:rsidRDefault="00FF59BC" w:rsidP="00165BA0">
      <w:pPr>
        <w:pStyle w:val="BodyText"/>
      </w:pPr>
      <w:r>
        <w:t xml:space="preserve">This section is to be filled out where the implementation is new to the HI Service, or changes to the way an </w:t>
      </w:r>
      <w:r w:rsidR="005D06A6">
        <w:t>current</w:t>
      </w:r>
      <w:r>
        <w:t xml:space="preserve"> implementation interacts with the HI Service (e.g. a new web service has been introduced</w:t>
      </w:r>
      <w:r w:rsidR="007B3470">
        <w:t xml:space="preserve"> or </w:t>
      </w:r>
      <w:r w:rsidR="00097984">
        <w:t>a</w:t>
      </w:r>
      <w:r w:rsidR="007A57BC">
        <w:t xml:space="preserve"> </w:t>
      </w:r>
      <w:r w:rsidR="00097984">
        <w:t>web service currently connected has been removed</w:t>
      </w:r>
      <w:r>
        <w:t xml:space="preserve">). </w:t>
      </w:r>
    </w:p>
    <w:p w14:paraId="10D02547" w14:textId="0BC8A22B" w:rsidR="00022410" w:rsidRDefault="00372A05" w:rsidP="00165BA0">
      <w:pPr>
        <w:pStyle w:val="BodyText"/>
      </w:pPr>
      <w:r>
        <w:t xml:space="preserve">Note: </w:t>
      </w:r>
      <w:r w:rsidR="00022410">
        <w:t>All the relevant subsections</w:t>
      </w:r>
      <w:r>
        <w:t xml:space="preserve"> (5.4.1 to 5.4.4) should be completed where applicable. </w:t>
      </w:r>
    </w:p>
    <w:p w14:paraId="7D067931" w14:textId="77777777" w:rsidR="0094341E" w:rsidRDefault="0094341E" w:rsidP="00165BA0">
      <w:pPr>
        <w:pStyle w:val="BodyText"/>
      </w:pPr>
    </w:p>
    <w:p w14:paraId="2EC97ACF" w14:textId="020F7273" w:rsidR="003D74A8" w:rsidRDefault="003D74A8" w:rsidP="003D74A8">
      <w:pPr>
        <w:pStyle w:val="BodyText"/>
        <w:rPr>
          <w:u w:val="single"/>
        </w:rPr>
      </w:pPr>
      <w:r w:rsidRPr="0063129D">
        <w:rPr>
          <w:u w:val="single"/>
        </w:rPr>
        <w:t xml:space="preserve">Section </w:t>
      </w:r>
      <w:r>
        <w:rPr>
          <w:u w:val="single"/>
        </w:rPr>
        <w:t>6</w:t>
      </w:r>
      <w:r w:rsidRPr="0063129D">
        <w:rPr>
          <w:u w:val="single"/>
        </w:rPr>
        <w:t xml:space="preserve">: </w:t>
      </w:r>
      <w:r>
        <w:rPr>
          <w:u w:val="single"/>
        </w:rPr>
        <w:t xml:space="preserve">HI </w:t>
      </w:r>
      <w:r w:rsidRPr="0063129D">
        <w:rPr>
          <w:u w:val="single"/>
        </w:rPr>
        <w:t xml:space="preserve">Conformance </w:t>
      </w:r>
      <w:r>
        <w:rPr>
          <w:u w:val="single"/>
        </w:rPr>
        <w:t>testing for</w:t>
      </w:r>
      <w:r w:rsidRPr="0063129D">
        <w:rPr>
          <w:u w:val="single"/>
        </w:rPr>
        <w:t xml:space="preserve"> </w:t>
      </w:r>
      <w:r>
        <w:rPr>
          <w:u w:val="single"/>
        </w:rPr>
        <w:t>R</w:t>
      </w:r>
      <w:r w:rsidRPr="0063129D">
        <w:rPr>
          <w:u w:val="single"/>
        </w:rPr>
        <w:t>equirement 022000</w:t>
      </w:r>
      <w:r>
        <w:rPr>
          <w:u w:val="single"/>
        </w:rPr>
        <w:t xml:space="preserve"> – Revalidation of IHIs using updated Identifiers </w:t>
      </w:r>
    </w:p>
    <w:p w14:paraId="02791AB7" w14:textId="6539DE4C" w:rsidR="003D74A8" w:rsidRPr="0063129D" w:rsidRDefault="003D74A8" w:rsidP="003D74A8">
      <w:pPr>
        <w:pStyle w:val="BodyText"/>
        <w:rPr>
          <w:u w:val="single"/>
        </w:rPr>
      </w:pPr>
      <w:r w:rsidRPr="00B227FD">
        <w:rPr>
          <w:i/>
          <w:iCs/>
        </w:rPr>
        <w:t xml:space="preserve">(Applicable for </w:t>
      </w:r>
      <w:r w:rsidR="005D06A6">
        <w:rPr>
          <w:i/>
          <w:iCs/>
        </w:rPr>
        <w:t>current</w:t>
      </w:r>
      <w:r w:rsidRPr="00B227FD">
        <w:rPr>
          <w:i/>
          <w:iCs/>
        </w:rPr>
        <w:t xml:space="preserve"> connections</w:t>
      </w:r>
      <w:r>
        <w:rPr>
          <w:i/>
          <w:iCs/>
        </w:rPr>
        <w:t xml:space="preserve"> </w:t>
      </w:r>
      <w:r w:rsidR="0094341E">
        <w:rPr>
          <w:i/>
          <w:iCs/>
        </w:rPr>
        <w:t xml:space="preserve">that are declaring </w:t>
      </w:r>
      <w:r>
        <w:rPr>
          <w:i/>
          <w:iCs/>
        </w:rPr>
        <w:t>conformance to 022000 only</w:t>
      </w:r>
      <w:r w:rsidRPr="00B227FD">
        <w:rPr>
          <w:i/>
          <w:iCs/>
        </w:rPr>
        <w:t>)</w:t>
      </w:r>
    </w:p>
    <w:p w14:paraId="7B0284D7" w14:textId="77777777" w:rsidR="003D74A8" w:rsidRDefault="003D74A8" w:rsidP="003D74A8">
      <w:pPr>
        <w:pStyle w:val="BodyText"/>
      </w:pPr>
      <w:r>
        <w:t>This section is to be filled out only if you are requesting conformance to requirement 022000. Regardless of whether your implementation currently conforms to this requirement or changes to the software were required, testing of this requirement is mandatory. The test cases cover requirement 022000, as well as a suite of targeted regression tests to assure that the related functionality still works as required.</w:t>
      </w:r>
    </w:p>
    <w:p w14:paraId="5E41464C" w14:textId="77777777" w:rsidR="00FA7CC4" w:rsidRDefault="00FA7CC4" w:rsidP="00165BA0">
      <w:pPr>
        <w:pStyle w:val="BodyText"/>
      </w:pPr>
    </w:p>
    <w:p w14:paraId="6F5CE705" w14:textId="770446F1" w:rsidR="00DB1B70" w:rsidRDefault="00FE31C7" w:rsidP="00165BA0">
      <w:pPr>
        <w:pStyle w:val="BodyText"/>
        <w:rPr>
          <w:u w:val="single"/>
        </w:rPr>
      </w:pPr>
      <w:r w:rsidRPr="0063129D">
        <w:rPr>
          <w:u w:val="single"/>
        </w:rPr>
        <w:t xml:space="preserve">Section </w:t>
      </w:r>
      <w:r w:rsidR="00E00187">
        <w:rPr>
          <w:u w:val="single"/>
        </w:rPr>
        <w:t>7</w:t>
      </w:r>
      <w:r w:rsidRPr="0063129D">
        <w:rPr>
          <w:u w:val="single"/>
        </w:rPr>
        <w:t>:</w:t>
      </w:r>
      <w:r w:rsidR="00FF59BC" w:rsidRPr="0063129D">
        <w:rPr>
          <w:u w:val="single"/>
        </w:rPr>
        <w:t xml:space="preserve"> </w:t>
      </w:r>
      <w:r w:rsidR="00E14C77">
        <w:rPr>
          <w:u w:val="single"/>
        </w:rPr>
        <w:t xml:space="preserve">HI </w:t>
      </w:r>
      <w:r w:rsidR="00FF59BC" w:rsidRPr="0063129D">
        <w:rPr>
          <w:u w:val="single"/>
        </w:rPr>
        <w:t xml:space="preserve">Conformance </w:t>
      </w:r>
      <w:r w:rsidR="00E14C77">
        <w:rPr>
          <w:u w:val="single"/>
        </w:rPr>
        <w:t xml:space="preserve">testing </w:t>
      </w:r>
      <w:r w:rsidR="00FF59BC" w:rsidRPr="0063129D">
        <w:rPr>
          <w:u w:val="single"/>
        </w:rPr>
        <w:t xml:space="preserve">for </w:t>
      </w:r>
      <w:r w:rsidR="00E14C77">
        <w:rPr>
          <w:u w:val="single"/>
        </w:rPr>
        <w:t xml:space="preserve">Electronic </w:t>
      </w:r>
      <w:r w:rsidR="00FF59BC" w:rsidRPr="0063129D">
        <w:rPr>
          <w:u w:val="single"/>
        </w:rPr>
        <w:t>Prescribing</w:t>
      </w:r>
      <w:r w:rsidR="007A57BC">
        <w:rPr>
          <w:u w:val="single"/>
        </w:rPr>
        <w:t xml:space="preserve"> </w:t>
      </w:r>
    </w:p>
    <w:p w14:paraId="40107FCE" w14:textId="141C77E8" w:rsidR="00FE31C7" w:rsidRPr="00B227FD" w:rsidRDefault="007A57BC" w:rsidP="00165BA0">
      <w:pPr>
        <w:pStyle w:val="BodyText"/>
        <w:rPr>
          <w:i/>
          <w:iCs/>
        </w:rPr>
      </w:pPr>
      <w:r w:rsidRPr="00B227FD">
        <w:rPr>
          <w:i/>
          <w:iCs/>
        </w:rPr>
        <w:t>(Applicable for</w:t>
      </w:r>
      <w:r w:rsidR="00E14C77">
        <w:rPr>
          <w:i/>
          <w:iCs/>
        </w:rPr>
        <w:t xml:space="preserve"> new and </w:t>
      </w:r>
      <w:r w:rsidR="005D06A6">
        <w:rPr>
          <w:i/>
          <w:iCs/>
        </w:rPr>
        <w:t>current</w:t>
      </w:r>
      <w:r w:rsidR="00E14C77">
        <w:rPr>
          <w:i/>
          <w:iCs/>
        </w:rPr>
        <w:t xml:space="preserve"> connections</w:t>
      </w:r>
      <w:r w:rsidR="0094341E">
        <w:rPr>
          <w:i/>
          <w:iCs/>
        </w:rPr>
        <w:t xml:space="preserve"> that are declaring </w:t>
      </w:r>
      <w:r w:rsidRPr="00B227FD">
        <w:rPr>
          <w:i/>
          <w:iCs/>
        </w:rPr>
        <w:t xml:space="preserve">conformance to </w:t>
      </w:r>
      <w:r w:rsidR="00FF499F">
        <w:rPr>
          <w:i/>
          <w:iCs/>
        </w:rPr>
        <w:t xml:space="preserve">Electronic </w:t>
      </w:r>
      <w:r w:rsidRPr="00B227FD">
        <w:rPr>
          <w:i/>
          <w:iCs/>
        </w:rPr>
        <w:t>Prescribing)</w:t>
      </w:r>
    </w:p>
    <w:p w14:paraId="1F715B1D" w14:textId="4F4BA9EE" w:rsidR="009F6DDC" w:rsidRDefault="00724800" w:rsidP="009F6DDC">
      <w:pPr>
        <w:pStyle w:val="BodyText"/>
      </w:pPr>
      <w:r>
        <w:t xml:space="preserve">This section is to be filled out only if you are </w:t>
      </w:r>
      <w:r w:rsidR="009F6DDC">
        <w:t xml:space="preserve">requesting conformance for </w:t>
      </w:r>
      <w:r w:rsidR="007B3470">
        <w:t xml:space="preserve">Electronic </w:t>
      </w:r>
      <w:r w:rsidR="009F6DDC">
        <w:t>Prescribing</w:t>
      </w:r>
      <w:r>
        <w:t xml:space="preserve">. It contains the </w:t>
      </w:r>
      <w:r w:rsidR="00B85783">
        <w:t xml:space="preserve">relevant HI </w:t>
      </w:r>
      <w:r>
        <w:t xml:space="preserve">requirements </w:t>
      </w:r>
      <w:r w:rsidR="000F1587">
        <w:t xml:space="preserve">for </w:t>
      </w:r>
      <w:r w:rsidR="007B3470">
        <w:t xml:space="preserve">Electronic </w:t>
      </w:r>
      <w:r w:rsidR="000F1587">
        <w:t>Prescribing implementations that are connecting to the HI Service.</w:t>
      </w:r>
      <w:r>
        <w:t xml:space="preserve"> </w:t>
      </w:r>
    </w:p>
    <w:p w14:paraId="04898013" w14:textId="77777777" w:rsidR="00E00187" w:rsidRDefault="00E00187" w:rsidP="009F6DDC">
      <w:pPr>
        <w:pStyle w:val="BodyText"/>
      </w:pPr>
    </w:p>
    <w:p w14:paraId="092F79AA" w14:textId="6A695F1C" w:rsidR="00FE31C7" w:rsidRPr="0063129D" w:rsidRDefault="00FE31C7" w:rsidP="00165BA0">
      <w:pPr>
        <w:pStyle w:val="BodyText"/>
        <w:rPr>
          <w:u w:val="single"/>
        </w:rPr>
      </w:pPr>
      <w:r w:rsidRPr="0063129D">
        <w:rPr>
          <w:u w:val="single"/>
        </w:rPr>
        <w:t xml:space="preserve">Section </w:t>
      </w:r>
      <w:r w:rsidR="001A1A76" w:rsidRPr="0063129D">
        <w:rPr>
          <w:u w:val="single"/>
        </w:rPr>
        <w:t>8</w:t>
      </w:r>
      <w:r w:rsidRPr="0063129D">
        <w:rPr>
          <w:u w:val="single"/>
        </w:rPr>
        <w:t>:</w:t>
      </w:r>
      <w:r w:rsidR="00FF59BC" w:rsidRPr="0063129D">
        <w:rPr>
          <w:u w:val="single"/>
        </w:rPr>
        <w:t xml:space="preserve"> Supporting Information</w:t>
      </w:r>
      <w:r w:rsidR="00FC6547">
        <w:rPr>
          <w:u w:val="single"/>
        </w:rPr>
        <w:t xml:space="preserve"> </w:t>
      </w:r>
      <w:r w:rsidR="00FC6547" w:rsidRPr="00B227FD">
        <w:rPr>
          <w:i/>
          <w:iCs/>
          <w:u w:val="single"/>
        </w:rPr>
        <w:t>(Optional)</w:t>
      </w:r>
    </w:p>
    <w:p w14:paraId="049F038C" w14:textId="24C2E7F4" w:rsidR="00FE31C7" w:rsidRDefault="00FE31C7" w:rsidP="00165BA0">
      <w:pPr>
        <w:pStyle w:val="BodyText"/>
      </w:pPr>
      <w:r>
        <w:t>This section is optional and can be used to supply any supporting information to help the Agency assess the conformance of an HI implementation. Additional information may be attached.</w:t>
      </w:r>
    </w:p>
    <w:p w14:paraId="3BA729FB" w14:textId="77777777" w:rsidR="00FE31C7" w:rsidRDefault="00FE31C7" w:rsidP="00165BA0">
      <w:pPr>
        <w:pStyle w:val="BodyText"/>
      </w:pPr>
    </w:p>
    <w:p w14:paraId="1857B6FB" w14:textId="78137F24" w:rsidR="00B54219" w:rsidRDefault="00B54219" w:rsidP="00B54219">
      <w:pPr>
        <w:pStyle w:val="BodyText"/>
      </w:pPr>
    </w:p>
    <w:p w14:paraId="2349B2FC" w14:textId="5D6424FE" w:rsidR="00B54219" w:rsidRDefault="00B54219" w:rsidP="00B54219">
      <w:pPr>
        <w:pStyle w:val="BodyText"/>
      </w:pPr>
    </w:p>
    <w:p w14:paraId="65EC0DFF" w14:textId="2BE1D4CB" w:rsidR="00B54219" w:rsidRDefault="00B54219" w:rsidP="00B54219">
      <w:pPr>
        <w:pStyle w:val="BodyText"/>
      </w:pPr>
    </w:p>
    <w:p w14:paraId="11AD2B78" w14:textId="699B214C" w:rsidR="00B54219" w:rsidRPr="00B54219" w:rsidRDefault="007B3470" w:rsidP="00B54219">
      <w:pPr>
        <w:pStyle w:val="Heading1"/>
      </w:pPr>
      <w:bookmarkStart w:id="14" w:name="_Ref66263860"/>
      <w:bookmarkStart w:id="15" w:name="_Ref66264079"/>
      <w:bookmarkStart w:id="16" w:name="_Ref66264091"/>
      <w:bookmarkStart w:id="17" w:name="_Toc75784460"/>
      <w:r>
        <w:lastRenderedPageBreak/>
        <w:t xml:space="preserve">Software </w:t>
      </w:r>
      <w:r w:rsidR="00522462">
        <w:t>Product</w:t>
      </w:r>
      <w:r>
        <w:t xml:space="preserve"> and Contact Information</w:t>
      </w:r>
      <w:bookmarkEnd w:id="14"/>
      <w:bookmarkEnd w:id="15"/>
      <w:bookmarkEnd w:id="16"/>
      <w:bookmarkEnd w:id="17"/>
    </w:p>
    <w:p w14:paraId="1C9FA0FA" w14:textId="789112DA" w:rsidR="00B54219" w:rsidRDefault="00B54219" w:rsidP="00B54219">
      <w:pPr>
        <w:pStyle w:val="Heading2"/>
      </w:pPr>
      <w:bookmarkStart w:id="18" w:name="_Toc75784461"/>
      <w:r>
        <w:t>HI Implementation</w:t>
      </w:r>
      <w:bookmarkEnd w:id="18"/>
    </w:p>
    <w:p w14:paraId="2438180C" w14:textId="05704788" w:rsidR="00B54219" w:rsidRPr="00BC46A5" w:rsidRDefault="00B54219" w:rsidP="00B54219">
      <w:pPr>
        <w:pStyle w:val="BodyText"/>
        <w:rPr>
          <w:b/>
          <w:bCs/>
          <w:i/>
          <w:iCs/>
        </w:rPr>
      </w:pPr>
      <w:r>
        <w:t>Please</w:t>
      </w:r>
      <w:r w:rsidRPr="00674C6F">
        <w:t xml:space="preserve"> include all the components of your system to ensure that it is correctly</w:t>
      </w:r>
      <w:r>
        <w:t xml:space="preserve"> identified</w:t>
      </w:r>
      <w:r w:rsidRPr="00674C6F">
        <w:t xml:space="preserve"> for </w:t>
      </w:r>
      <w:r w:rsidR="001A7D1D">
        <w:t>HI</w:t>
      </w:r>
      <w:r w:rsidR="00041185">
        <w:t xml:space="preserve"> Conformance</w:t>
      </w:r>
      <w:r w:rsidR="00041185" w:rsidRPr="00674C6F">
        <w:t xml:space="preserve"> </w:t>
      </w:r>
      <w:r w:rsidRPr="00674C6F">
        <w:t>testing</w:t>
      </w:r>
      <w:r w:rsidR="00522462">
        <w:t xml:space="preserve"> </w:t>
      </w:r>
      <w:r w:rsidR="00522462" w:rsidRPr="00BC46A5">
        <w:rPr>
          <w:b/>
          <w:bCs/>
          <w:i/>
          <w:iCs/>
        </w:rPr>
        <w:t xml:space="preserve">(Note: software name and version should align </w:t>
      </w:r>
      <w:r w:rsidR="005F1B9D">
        <w:rPr>
          <w:b/>
          <w:bCs/>
          <w:i/>
          <w:iCs/>
        </w:rPr>
        <w:t xml:space="preserve">with </w:t>
      </w:r>
      <w:r w:rsidR="00522462" w:rsidRPr="00BC46A5">
        <w:rPr>
          <w:b/>
          <w:bCs/>
          <w:i/>
          <w:iCs/>
        </w:rPr>
        <w:t>HI NOC)</w:t>
      </w:r>
      <w:r w:rsidRPr="00BC46A5">
        <w:rPr>
          <w:b/>
          <w:bCs/>
          <w:i/>
          <w:iCs/>
        </w:rPr>
        <w:t>:</w:t>
      </w:r>
    </w:p>
    <w:p w14:paraId="5C5ACCE1" w14:textId="6B731384" w:rsidR="00B54219" w:rsidRPr="00010848" w:rsidRDefault="008E52A4" w:rsidP="00B54219">
      <w:pPr>
        <w:pStyle w:val="BodyText"/>
      </w:pPr>
      <w:r>
        <w:t>(</w:t>
      </w:r>
      <w:r w:rsidRPr="008E52A4">
        <w:rPr>
          <w:color w:val="FF0000"/>
        </w:rPr>
        <w:t>*</w:t>
      </w:r>
      <w:r>
        <w:t xml:space="preserve">) </w:t>
      </w:r>
      <w:r w:rsidR="00B54219" w:rsidRPr="00010848">
        <w:t>Name of implementation</w:t>
      </w:r>
      <w:r w:rsidR="007B3470">
        <w:t xml:space="preserve"> or</w:t>
      </w:r>
      <w:r w:rsidR="00B54219" w:rsidRPr="00010848">
        <w:t xml:space="preserve"> </w:t>
      </w:r>
      <w:r w:rsidR="00B54219">
        <w:t>module</w:t>
      </w:r>
      <w:r w:rsidR="00B54219" w:rsidRPr="00010848">
        <w:t>:</w:t>
      </w:r>
      <w:r w:rsidR="00F31676">
        <w:t xml:space="preserve"> ……………</w:t>
      </w:r>
      <w:r w:rsidR="002F079B">
        <w:t>...</w:t>
      </w:r>
      <w:r w:rsidR="00F31676">
        <w:t>………………</w:t>
      </w:r>
      <w:r w:rsidR="008958CE">
        <w:t>..............</w:t>
      </w:r>
      <w:r w:rsidR="008958CE">
        <w:tab/>
      </w:r>
      <w:r w:rsidR="00B54219" w:rsidRPr="00010848">
        <w:t>Version:</w:t>
      </w:r>
      <w:r w:rsidR="00F31676">
        <w:t xml:space="preserve"> …………</w:t>
      </w:r>
    </w:p>
    <w:p w14:paraId="29568071" w14:textId="4E183555" w:rsidR="00B54219" w:rsidRPr="00010848" w:rsidRDefault="000918C0" w:rsidP="00B54219">
      <w:pPr>
        <w:pStyle w:val="BodyText"/>
      </w:pPr>
      <w:r w:rsidRPr="00010848">
        <w:t>Name of implementation</w:t>
      </w:r>
      <w:r w:rsidR="007B3470">
        <w:t xml:space="preserve"> or</w:t>
      </w:r>
      <w:r w:rsidRPr="00010848">
        <w:t xml:space="preserve"> </w:t>
      </w:r>
      <w:r>
        <w:t>module</w:t>
      </w:r>
      <w:r w:rsidRPr="00010848">
        <w:t>:</w:t>
      </w:r>
      <w:r>
        <w:t xml:space="preserve"> ……………………………………</w:t>
      </w:r>
      <w:r w:rsidR="008958CE">
        <w:t xml:space="preserve">..............  </w:t>
      </w:r>
      <w:r w:rsidR="008958CE">
        <w:tab/>
      </w:r>
      <w:r w:rsidRPr="00010848">
        <w:t>Version:</w:t>
      </w:r>
      <w:r>
        <w:t xml:space="preserve"> …………</w:t>
      </w:r>
    </w:p>
    <w:p w14:paraId="7C916160" w14:textId="13546246" w:rsidR="00B54219" w:rsidRPr="00010848" w:rsidRDefault="000918C0" w:rsidP="00B54219">
      <w:pPr>
        <w:pStyle w:val="BodyText"/>
      </w:pPr>
      <w:r w:rsidRPr="00010848">
        <w:t>Name of implementation</w:t>
      </w:r>
      <w:r w:rsidR="007B3470">
        <w:t xml:space="preserve"> or</w:t>
      </w:r>
      <w:r w:rsidRPr="00010848">
        <w:t xml:space="preserve"> </w:t>
      </w:r>
      <w:r>
        <w:t>module</w:t>
      </w:r>
      <w:r w:rsidRPr="00010848">
        <w:t>:</w:t>
      </w:r>
      <w:r>
        <w:t xml:space="preserve"> ……………………………………</w:t>
      </w:r>
      <w:r w:rsidR="008958CE">
        <w:t xml:space="preserve">..............  </w:t>
      </w:r>
      <w:r w:rsidR="008958CE">
        <w:tab/>
      </w:r>
      <w:r w:rsidRPr="00010848">
        <w:t>Version:</w:t>
      </w:r>
      <w:r>
        <w:t xml:space="preserve"> …………</w:t>
      </w:r>
    </w:p>
    <w:p w14:paraId="120820DB" w14:textId="2E6DB661" w:rsidR="006E2983" w:rsidRDefault="002B7D47" w:rsidP="000918C0">
      <w:pPr>
        <w:pStyle w:val="BodyText"/>
        <w:rPr>
          <w:color w:val="333333"/>
        </w:rPr>
      </w:pPr>
      <w:r>
        <w:rPr>
          <w:color w:val="333333"/>
        </w:rPr>
        <w:t>(</w:t>
      </w:r>
      <w:r w:rsidRPr="00636F72">
        <w:rPr>
          <w:color w:val="FF0000"/>
        </w:rPr>
        <w:t>*</w:t>
      </w:r>
      <w:r>
        <w:rPr>
          <w:color w:val="333333"/>
        </w:rPr>
        <w:t xml:space="preserve">) </w:t>
      </w:r>
      <w:r w:rsidR="006E2983">
        <w:rPr>
          <w:color w:val="333333"/>
        </w:rPr>
        <w:t xml:space="preserve">Is the Implementation a </w:t>
      </w:r>
      <w:r w:rsidR="003F0EEE">
        <w:rPr>
          <w:color w:val="333333"/>
        </w:rPr>
        <w:t>Clinical Information System (</w:t>
      </w:r>
      <w:r w:rsidR="006E2983">
        <w:rPr>
          <w:color w:val="333333"/>
        </w:rPr>
        <w:t>CIS</w:t>
      </w:r>
      <w:r w:rsidR="003F0EEE">
        <w:rPr>
          <w:color w:val="333333"/>
        </w:rPr>
        <w:t>)</w:t>
      </w:r>
      <w:r w:rsidR="006E2983">
        <w:rPr>
          <w:color w:val="333333"/>
        </w:rPr>
        <w:t>?</w:t>
      </w:r>
      <w:r w:rsidR="002F079B">
        <w:rPr>
          <w:color w:val="333333"/>
        </w:rPr>
        <w:t xml:space="preserve">    Yes / No</w:t>
      </w:r>
    </w:p>
    <w:p w14:paraId="6A77C1A8" w14:textId="77777777" w:rsidR="006840EE" w:rsidRDefault="002B7D47" w:rsidP="000918C0">
      <w:pPr>
        <w:pStyle w:val="BodyText"/>
        <w:rPr>
          <w:color w:val="333333"/>
        </w:rPr>
      </w:pPr>
      <w:r>
        <w:rPr>
          <w:color w:val="333333"/>
        </w:rPr>
        <w:t>(</w:t>
      </w:r>
      <w:r w:rsidRPr="00636F72">
        <w:rPr>
          <w:color w:val="FF0000"/>
        </w:rPr>
        <w:t>*</w:t>
      </w:r>
      <w:r>
        <w:rPr>
          <w:color w:val="333333"/>
        </w:rPr>
        <w:t xml:space="preserve">) </w:t>
      </w:r>
      <w:r w:rsidR="006E2983">
        <w:rPr>
          <w:color w:val="333333"/>
        </w:rPr>
        <w:t xml:space="preserve">Is the Implementation a </w:t>
      </w:r>
      <w:r w:rsidR="003F0EEE">
        <w:rPr>
          <w:color w:val="333333"/>
        </w:rPr>
        <w:t>Contracted Service Provider (</w:t>
      </w:r>
      <w:r w:rsidR="006E2983">
        <w:rPr>
          <w:color w:val="333333"/>
        </w:rPr>
        <w:t>CSP</w:t>
      </w:r>
      <w:r w:rsidR="003F0EEE">
        <w:rPr>
          <w:color w:val="333333"/>
        </w:rPr>
        <w:t>)</w:t>
      </w:r>
      <w:r w:rsidR="006E2983">
        <w:rPr>
          <w:color w:val="333333"/>
        </w:rPr>
        <w:t>?</w:t>
      </w:r>
      <w:r w:rsidR="002F079B">
        <w:rPr>
          <w:color w:val="333333"/>
        </w:rPr>
        <w:t xml:space="preserve">   Yes / No</w:t>
      </w:r>
    </w:p>
    <w:p w14:paraId="0736F0CB" w14:textId="673A21A4" w:rsidR="006E2983" w:rsidRDefault="009D6831" w:rsidP="000918C0">
      <w:pPr>
        <w:pStyle w:val="BodyText"/>
      </w:pPr>
      <w:r>
        <w:rPr>
          <w:color w:val="333333"/>
        </w:rPr>
        <w:t>(</w:t>
      </w:r>
      <w:r w:rsidR="006840EE" w:rsidRPr="00636F72">
        <w:rPr>
          <w:color w:val="FF0000"/>
        </w:rPr>
        <w:t>*</w:t>
      </w:r>
      <w:r w:rsidR="006840EE">
        <w:rPr>
          <w:color w:val="333333"/>
        </w:rPr>
        <w:t xml:space="preserve">) </w:t>
      </w:r>
      <w:r w:rsidR="006840EE">
        <w:t>Has HI Service NOC been performed for this application?    Yes/No</w:t>
      </w:r>
    </w:p>
    <w:p w14:paraId="485AACC9" w14:textId="4200295B" w:rsidR="00522462" w:rsidRDefault="009D6831" w:rsidP="000918C0">
      <w:pPr>
        <w:pStyle w:val="BodyText"/>
        <w:rPr>
          <w:color w:val="333333"/>
        </w:rPr>
      </w:pPr>
      <w:r>
        <w:rPr>
          <w:color w:val="333333"/>
        </w:rPr>
        <w:t>(</w:t>
      </w:r>
      <w:r w:rsidR="00522462" w:rsidRPr="00636F72">
        <w:rPr>
          <w:color w:val="FF0000"/>
        </w:rPr>
        <w:t>*</w:t>
      </w:r>
      <w:r w:rsidR="00522462">
        <w:rPr>
          <w:color w:val="333333"/>
        </w:rPr>
        <w:t xml:space="preserve">) </w:t>
      </w:r>
      <w:r w:rsidR="000372FA">
        <w:rPr>
          <w:color w:val="333333"/>
        </w:rPr>
        <w:t>Conformance Test Specification (CTS) version use for self-assessment: …………………………………</w:t>
      </w:r>
    </w:p>
    <w:p w14:paraId="29068E18" w14:textId="1661DCEE" w:rsidR="00522462" w:rsidRDefault="002B7D47" w:rsidP="000918C0">
      <w:pPr>
        <w:pStyle w:val="BodyText"/>
        <w:rPr>
          <w:color w:val="333333"/>
        </w:rPr>
      </w:pPr>
      <w:r>
        <w:rPr>
          <w:color w:val="333333"/>
        </w:rPr>
        <w:t>(</w:t>
      </w:r>
      <w:r w:rsidRPr="00636F72">
        <w:rPr>
          <w:color w:val="FF0000"/>
        </w:rPr>
        <w:t>*</w:t>
      </w:r>
      <w:r>
        <w:rPr>
          <w:color w:val="333333"/>
        </w:rPr>
        <w:t xml:space="preserve">) </w:t>
      </w:r>
      <w:r w:rsidR="00B54219" w:rsidRPr="00727385">
        <w:rPr>
          <w:color w:val="333333"/>
        </w:rPr>
        <w:t>Description of</w:t>
      </w:r>
      <w:r w:rsidR="00522462">
        <w:rPr>
          <w:color w:val="333333"/>
        </w:rPr>
        <w:t xml:space="preserve"> software product and</w:t>
      </w:r>
      <w:r w:rsidR="00B54219" w:rsidRPr="00727385">
        <w:rPr>
          <w:color w:val="333333"/>
        </w:rPr>
        <w:t xml:space="preserve"> implementation(s)</w:t>
      </w:r>
      <w:r w:rsidR="00522462">
        <w:rPr>
          <w:color w:val="333333"/>
        </w:rPr>
        <w:t>:</w:t>
      </w:r>
    </w:p>
    <w:p w14:paraId="4FFBC40C" w14:textId="55EE197E" w:rsidR="00B54219" w:rsidRDefault="000918C0" w:rsidP="000918C0">
      <w:pPr>
        <w:pStyle w:val="BodyText"/>
      </w:pPr>
      <w:r>
        <w:t>………………………………………………………….…..........................…</w:t>
      </w:r>
      <w:r w:rsidR="00522462">
        <w:t>………………………………………………………….</w:t>
      </w:r>
    </w:p>
    <w:p w14:paraId="75F02658" w14:textId="49AF2EC0" w:rsidR="002F079B" w:rsidRPr="00674C6F" w:rsidRDefault="002F079B" w:rsidP="002F079B">
      <w:pPr>
        <w:pStyle w:val="BodyText"/>
        <w:rPr>
          <w:u w:color="C0C0C0"/>
        </w:rPr>
      </w:pPr>
      <w:r>
        <w:rPr>
          <w:u w:color="C0C0C0"/>
        </w:rPr>
        <w:t>............................</w:t>
      </w:r>
      <w:r>
        <w:t xml:space="preserve">……………………………………………………..........................…….........................................             </w:t>
      </w:r>
    </w:p>
    <w:p w14:paraId="55B6BE43" w14:textId="059E85CC" w:rsidR="002B7D47" w:rsidRDefault="002B7D47" w:rsidP="000918C0">
      <w:pPr>
        <w:pStyle w:val="BodyText"/>
      </w:pPr>
      <w:r>
        <w:t>(</w:t>
      </w:r>
      <w:r w:rsidRPr="00636F72">
        <w:rPr>
          <w:color w:val="FF0000"/>
        </w:rPr>
        <w:t>*</w:t>
      </w:r>
      <w:r>
        <w:t>) indicates mandatory information</w:t>
      </w:r>
    </w:p>
    <w:p w14:paraId="4088A0D9" w14:textId="0600D4CF" w:rsidR="00B54219" w:rsidRPr="00B54219" w:rsidRDefault="00B54219" w:rsidP="00B54219">
      <w:pPr>
        <w:pStyle w:val="Heading2"/>
      </w:pPr>
      <w:bookmarkStart w:id="19" w:name="_Toc75784462"/>
      <w:r>
        <w:t>ICS Contact</w:t>
      </w:r>
      <w:bookmarkEnd w:id="19"/>
    </w:p>
    <w:p w14:paraId="0B3CB20F" w14:textId="77777777" w:rsidR="00B54219" w:rsidRPr="00B54219" w:rsidRDefault="00B54219" w:rsidP="00B54219">
      <w:pPr>
        <w:pStyle w:val="BodyText"/>
        <w:rPr>
          <w:i/>
          <w:iCs/>
          <w:u w:color="C0C0C0"/>
        </w:rPr>
      </w:pPr>
      <w:r w:rsidRPr="00B54219">
        <w:rPr>
          <w:i/>
          <w:iCs/>
          <w:u w:color="C0C0C0"/>
        </w:rPr>
        <w:t>The person who should be contacted about the Implementation Conformance Statement (ICS)</w:t>
      </w:r>
    </w:p>
    <w:p w14:paraId="0EE196AA" w14:textId="1237E87C"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 xml:space="preserve">Name: </w:t>
      </w:r>
      <w:r w:rsidR="00B54219" w:rsidRPr="00674C6F">
        <w:rPr>
          <w:u w:color="C0C0C0"/>
        </w:rPr>
        <w:tab/>
      </w:r>
      <w:r w:rsidR="000918C0">
        <w:rPr>
          <w:u w:color="C0C0C0"/>
        </w:rPr>
        <w:tab/>
      </w:r>
      <w:r w:rsidR="000918C0">
        <w:t>……………………………………...............……………………..............……</w:t>
      </w:r>
    </w:p>
    <w:p w14:paraId="7F5DBB44" w14:textId="49D64E43"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 xml:space="preserve">Position: </w:t>
      </w:r>
      <w:r w:rsidR="00B54219" w:rsidRPr="00674C6F">
        <w:rPr>
          <w:u w:color="C0C0C0"/>
        </w:rPr>
        <w:tab/>
      </w:r>
      <w:r w:rsidR="000918C0">
        <w:rPr>
          <w:u w:color="C0C0C0"/>
        </w:rPr>
        <w:tab/>
      </w:r>
      <w:r w:rsidR="000918C0">
        <w:t>……………………………………...............…………………….................…</w:t>
      </w:r>
    </w:p>
    <w:p w14:paraId="49E612CB" w14:textId="482076F6" w:rsidR="00B54219" w:rsidRPr="00674C6F" w:rsidRDefault="00B54219" w:rsidP="00B54219">
      <w:pPr>
        <w:pStyle w:val="BodyText"/>
        <w:rPr>
          <w:u w:color="C0C0C0"/>
        </w:rPr>
      </w:pPr>
      <w:r w:rsidRPr="00674C6F">
        <w:rPr>
          <w:u w:color="C0C0C0"/>
        </w:rPr>
        <w:t xml:space="preserve">Department: </w:t>
      </w:r>
      <w:r w:rsidRPr="00674C6F">
        <w:rPr>
          <w:u w:color="C0C0C0"/>
        </w:rPr>
        <w:tab/>
      </w:r>
      <w:r w:rsidR="000918C0">
        <w:rPr>
          <w:u w:color="C0C0C0"/>
        </w:rPr>
        <w:tab/>
      </w:r>
      <w:r w:rsidR="000918C0">
        <w:t>……………………………………...............……………………..............……</w:t>
      </w:r>
    </w:p>
    <w:p w14:paraId="1A6BCF96" w14:textId="3949DD13" w:rsidR="00B54219" w:rsidRDefault="006840EE" w:rsidP="00B54219">
      <w:pPr>
        <w:pStyle w:val="BodyText"/>
      </w:pPr>
      <w:r>
        <w:rPr>
          <w:color w:val="333333"/>
        </w:rPr>
        <w:t>(</w:t>
      </w:r>
      <w:r w:rsidRPr="00636F72">
        <w:rPr>
          <w:color w:val="FF0000"/>
        </w:rPr>
        <w:t>*</w:t>
      </w:r>
      <w:r>
        <w:rPr>
          <w:color w:val="333333"/>
        </w:rPr>
        <w:t xml:space="preserve">) </w:t>
      </w:r>
      <w:r w:rsidR="00B54219" w:rsidRPr="00674C6F">
        <w:rPr>
          <w:u w:color="C0C0C0"/>
        </w:rPr>
        <w:t xml:space="preserve">Address: </w:t>
      </w:r>
      <w:r w:rsidR="00B54219" w:rsidRPr="00674C6F">
        <w:rPr>
          <w:u w:color="C0C0C0"/>
        </w:rPr>
        <w:tab/>
      </w:r>
      <w:r w:rsidR="000918C0">
        <w:rPr>
          <w:u w:color="C0C0C0"/>
        </w:rPr>
        <w:tab/>
      </w:r>
      <w:r w:rsidR="000918C0">
        <w:t>……………………………………...............………………….............….……</w:t>
      </w:r>
    </w:p>
    <w:p w14:paraId="7D6E31CE" w14:textId="5414B727" w:rsidR="00D17072" w:rsidRPr="00674C6F" w:rsidRDefault="00D17072" w:rsidP="00D17072">
      <w:pPr>
        <w:pStyle w:val="BodyText"/>
        <w:rPr>
          <w:u w:color="C0C0C0"/>
        </w:rPr>
      </w:pPr>
      <w:r w:rsidRPr="00674C6F">
        <w:rPr>
          <w:u w:color="C0C0C0"/>
        </w:rPr>
        <w:tab/>
      </w:r>
      <w:r>
        <w:rPr>
          <w:u w:color="C0C0C0"/>
        </w:rPr>
        <w:tab/>
      </w:r>
      <w:r>
        <w:rPr>
          <w:u w:color="C0C0C0"/>
        </w:rPr>
        <w:tab/>
      </w:r>
      <w:r>
        <w:t>………………………………………….…….............................................</w:t>
      </w:r>
    </w:p>
    <w:p w14:paraId="7BA647A5" w14:textId="02240AC5"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Telephone number: (</w:t>
      </w:r>
      <w:r w:rsidR="00B54219" w:rsidRPr="00674C6F">
        <w:rPr>
          <w:u w:color="C0C0C0"/>
        </w:rPr>
        <w:tab/>
        <w:t xml:space="preserve">) </w:t>
      </w:r>
      <w:r w:rsidR="00B54219" w:rsidRPr="00674C6F">
        <w:rPr>
          <w:u w:color="C0C0C0"/>
        </w:rPr>
        <w:tab/>
      </w:r>
      <w:r w:rsidR="000918C0">
        <w:t>……………………………………...............………………</w:t>
      </w:r>
    </w:p>
    <w:p w14:paraId="35177988" w14:textId="69B29CAB" w:rsidR="00B54219" w:rsidRPr="00674C6F" w:rsidRDefault="00B54219" w:rsidP="00B54219">
      <w:pPr>
        <w:pStyle w:val="BodyText"/>
        <w:rPr>
          <w:u w:color="C0C0C0"/>
        </w:rPr>
      </w:pPr>
      <w:r w:rsidRPr="00674C6F">
        <w:rPr>
          <w:u w:color="C0C0C0"/>
        </w:rPr>
        <w:t xml:space="preserve">Mobile number: </w:t>
      </w:r>
      <w:r w:rsidRPr="00674C6F">
        <w:rPr>
          <w:u w:color="C0C0C0"/>
        </w:rPr>
        <w:tab/>
      </w:r>
      <w:r w:rsidR="000918C0">
        <w:rPr>
          <w:u w:color="C0C0C0"/>
        </w:rPr>
        <w:tab/>
      </w:r>
      <w:r w:rsidR="000918C0">
        <w:t>……………………………………...............…………………….……</w:t>
      </w:r>
    </w:p>
    <w:p w14:paraId="2D914AE0" w14:textId="3BBDCF81"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 xml:space="preserve">E-mail address: </w:t>
      </w:r>
      <w:r w:rsidR="00B54219" w:rsidRPr="00674C6F">
        <w:rPr>
          <w:u w:color="C0C0C0"/>
        </w:rPr>
        <w:tab/>
      </w:r>
      <w:r w:rsidR="000918C0">
        <w:rPr>
          <w:u w:color="C0C0C0"/>
        </w:rPr>
        <w:tab/>
      </w:r>
      <w:r w:rsidR="000918C0">
        <w:t>……………………………………...............…………………….……</w:t>
      </w:r>
      <w:r w:rsidR="00BC46A5">
        <w:t>.</w:t>
      </w:r>
    </w:p>
    <w:p w14:paraId="39F22DE5" w14:textId="090294A1"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 xml:space="preserve">Date ICS submitted: </w:t>
      </w:r>
      <w:r w:rsidR="00B54219">
        <w:rPr>
          <w:u w:color="C0C0C0"/>
        </w:rPr>
        <w:tab/>
      </w:r>
      <w:r w:rsidR="000918C0">
        <w:rPr>
          <w:u w:color="C0C0C0"/>
        </w:rPr>
        <w:tab/>
      </w:r>
      <w:r w:rsidR="000918C0">
        <w:t>……………………………………...............………………</w:t>
      </w:r>
    </w:p>
    <w:p w14:paraId="1AD77EB7" w14:textId="4B75E8C9" w:rsidR="00B54219" w:rsidRPr="00674C6F" w:rsidRDefault="00B54219" w:rsidP="00B54219">
      <w:pPr>
        <w:pStyle w:val="BodyText"/>
        <w:rPr>
          <w:u w:color="C0C0C0"/>
        </w:rPr>
      </w:pPr>
      <w:r w:rsidRPr="00674C6F">
        <w:rPr>
          <w:u w:color="C0C0C0"/>
        </w:rPr>
        <w:t xml:space="preserve">Additional contact information: </w:t>
      </w:r>
      <w:r w:rsidRPr="00674C6F">
        <w:rPr>
          <w:u w:color="C0C0C0"/>
        </w:rPr>
        <w:tab/>
      </w:r>
      <w:r w:rsidR="000918C0">
        <w:t>……………………………………</w:t>
      </w:r>
      <w:proofErr w:type="gramStart"/>
      <w:r w:rsidR="00BC46A5">
        <w:t>…..</w:t>
      </w:r>
      <w:proofErr w:type="gramEnd"/>
      <w:r w:rsidR="000918C0">
        <w:t>………………….……</w:t>
      </w:r>
      <w:r w:rsidR="00BC46A5">
        <w:t>.</w:t>
      </w:r>
    </w:p>
    <w:p w14:paraId="5CD6A882" w14:textId="3F39CD8D" w:rsidR="006840EE" w:rsidRDefault="000918C0" w:rsidP="000918C0">
      <w:pPr>
        <w:pStyle w:val="BodyText"/>
      </w:pPr>
      <w:r>
        <w:rPr>
          <w:u w:color="C0C0C0"/>
        </w:rPr>
        <w:t>............................</w:t>
      </w:r>
      <w:r>
        <w:t>…………………………………………………….…….........................................</w:t>
      </w:r>
      <w:r w:rsidR="00BC46A5">
        <w:t>..</w:t>
      </w:r>
      <w:r>
        <w:t xml:space="preserve">      </w:t>
      </w:r>
    </w:p>
    <w:p w14:paraId="320B6C47" w14:textId="77777777" w:rsidR="006840EE" w:rsidRDefault="006840EE" w:rsidP="006840EE">
      <w:pPr>
        <w:pStyle w:val="BodyText"/>
      </w:pPr>
      <w:r>
        <w:t>(</w:t>
      </w:r>
      <w:r w:rsidRPr="00636F72">
        <w:rPr>
          <w:color w:val="FF0000"/>
        </w:rPr>
        <w:t>*</w:t>
      </w:r>
      <w:r>
        <w:t>) indicates mandatory information</w:t>
      </w:r>
    </w:p>
    <w:p w14:paraId="2C7A13F6" w14:textId="36B827A0" w:rsidR="000918C0" w:rsidRDefault="000918C0" w:rsidP="000918C0">
      <w:pPr>
        <w:pStyle w:val="BodyText"/>
      </w:pPr>
      <w:r>
        <w:t xml:space="preserve">    </w:t>
      </w:r>
    </w:p>
    <w:p w14:paraId="51D4FFDD" w14:textId="37AFF0EF" w:rsidR="00BC46A5" w:rsidRDefault="00BC46A5" w:rsidP="000918C0">
      <w:pPr>
        <w:pStyle w:val="BodyText"/>
      </w:pPr>
    </w:p>
    <w:p w14:paraId="73BACFA5" w14:textId="60F722FC" w:rsidR="00BC46A5" w:rsidRDefault="00BC46A5" w:rsidP="000918C0">
      <w:pPr>
        <w:pStyle w:val="BodyText"/>
      </w:pPr>
    </w:p>
    <w:p w14:paraId="0405F824" w14:textId="77777777" w:rsidR="00BC46A5" w:rsidRDefault="00BC46A5" w:rsidP="000918C0">
      <w:pPr>
        <w:pStyle w:val="BodyText"/>
      </w:pPr>
    </w:p>
    <w:p w14:paraId="66B6FF27" w14:textId="77777777" w:rsidR="006840EE" w:rsidRDefault="006840EE" w:rsidP="006840EE">
      <w:pPr>
        <w:pStyle w:val="Heading2"/>
      </w:pPr>
      <w:bookmarkStart w:id="20" w:name="_Toc75784463"/>
      <w:r>
        <w:lastRenderedPageBreak/>
        <w:t>Developer</w:t>
      </w:r>
      <w:bookmarkEnd w:id="20"/>
    </w:p>
    <w:p w14:paraId="1567777A" w14:textId="77777777" w:rsidR="006840EE" w:rsidRPr="00674C6F" w:rsidRDefault="006840EE" w:rsidP="006840EE">
      <w:pPr>
        <w:pStyle w:val="BodyText"/>
        <w:rPr>
          <w:u w:color="C0C0C0"/>
        </w:rPr>
      </w:pPr>
      <w:r w:rsidRPr="00674C6F">
        <w:rPr>
          <w:u w:color="C0C0C0"/>
        </w:rPr>
        <w:t xml:space="preserve">Name: </w:t>
      </w:r>
      <w:r>
        <w:rPr>
          <w:u w:color="C0C0C0"/>
        </w:rPr>
        <w:t xml:space="preserve">           </w:t>
      </w:r>
      <w:r>
        <w:rPr>
          <w:u w:color="C0C0C0"/>
        </w:rPr>
        <w:tab/>
      </w:r>
      <w:r>
        <w:t>………………………………………………………….……………………………………</w:t>
      </w:r>
      <w:proofErr w:type="gramStart"/>
      <w:r>
        <w:t>.....</w:t>
      </w:r>
      <w:proofErr w:type="gramEnd"/>
      <w:r>
        <w:t>…</w:t>
      </w:r>
      <w:r w:rsidRPr="00674C6F">
        <w:rPr>
          <w:u w:color="C0C0C0"/>
        </w:rPr>
        <w:tab/>
      </w:r>
    </w:p>
    <w:p w14:paraId="3D5F43E9" w14:textId="77777777" w:rsidR="006840EE" w:rsidRPr="00674C6F" w:rsidRDefault="006840EE" w:rsidP="006840EE">
      <w:pPr>
        <w:pStyle w:val="BodyText"/>
        <w:rPr>
          <w:u w:color="C0C0C0"/>
        </w:rPr>
      </w:pPr>
      <w:r w:rsidRPr="00674C6F">
        <w:rPr>
          <w:u w:color="C0C0C0"/>
        </w:rPr>
        <w:t xml:space="preserve">Address: </w:t>
      </w:r>
      <w:r w:rsidRPr="00674C6F">
        <w:rPr>
          <w:u w:color="C0C0C0"/>
        </w:rPr>
        <w:tab/>
      </w:r>
      <w:r>
        <w:t>………………………………………………………….……………………………………………</w:t>
      </w:r>
    </w:p>
    <w:p w14:paraId="0ABD0B27" w14:textId="0993705C" w:rsidR="006840EE" w:rsidRPr="00674C6F" w:rsidRDefault="006840EE" w:rsidP="006840EE">
      <w:pPr>
        <w:pStyle w:val="BodyText"/>
        <w:rPr>
          <w:u w:color="C0C0C0"/>
        </w:rPr>
      </w:pPr>
      <w:r w:rsidRPr="00674C6F">
        <w:rPr>
          <w:u w:color="C0C0C0"/>
        </w:rPr>
        <w:tab/>
      </w:r>
      <w:r>
        <w:rPr>
          <w:u w:color="C0C0C0"/>
        </w:rPr>
        <w:tab/>
      </w:r>
      <w:r>
        <w:t>………………………………………………………….…….........................................</w:t>
      </w:r>
      <w:r w:rsidR="00BC46A5">
        <w:t>.</w:t>
      </w:r>
    </w:p>
    <w:p w14:paraId="116191EA" w14:textId="241E0F0B" w:rsidR="006840EE" w:rsidRPr="00674C6F" w:rsidRDefault="006840EE" w:rsidP="006840EE">
      <w:pPr>
        <w:pStyle w:val="BodyText"/>
        <w:rPr>
          <w:u w:color="C0C0C0"/>
        </w:rPr>
      </w:pPr>
      <w:r w:rsidRPr="00674C6F">
        <w:rPr>
          <w:u w:color="C0C0C0"/>
        </w:rPr>
        <w:t>Telephone number: (</w:t>
      </w:r>
      <w:r w:rsidRPr="00674C6F">
        <w:rPr>
          <w:u w:color="C0C0C0"/>
        </w:rPr>
        <w:tab/>
        <w:t>)</w:t>
      </w:r>
      <w:r w:rsidR="00BC46A5">
        <w:rPr>
          <w:u w:color="C0C0C0"/>
        </w:rPr>
        <w:t xml:space="preserve"> ………………</w:t>
      </w:r>
      <w:r>
        <w:t>………………………………………………...............…….……</w:t>
      </w:r>
    </w:p>
    <w:p w14:paraId="67278111" w14:textId="72F46D48" w:rsidR="006840EE" w:rsidRPr="00674C6F" w:rsidRDefault="006840EE" w:rsidP="006840EE">
      <w:pPr>
        <w:pStyle w:val="BodyText"/>
        <w:rPr>
          <w:u w:color="C0C0C0"/>
        </w:rPr>
      </w:pPr>
      <w:r w:rsidRPr="00674C6F">
        <w:rPr>
          <w:u w:color="C0C0C0"/>
        </w:rPr>
        <w:t xml:space="preserve">E-mail address: </w:t>
      </w:r>
      <w:r w:rsidR="00BC46A5">
        <w:rPr>
          <w:u w:color="C0C0C0"/>
        </w:rPr>
        <w:t xml:space="preserve"> …………………………</w:t>
      </w:r>
      <w:r>
        <w:t>…………………………………...............…………………….……</w:t>
      </w:r>
    </w:p>
    <w:p w14:paraId="718F58D1" w14:textId="3F5D6AFB" w:rsidR="006840EE" w:rsidRPr="00674C6F" w:rsidRDefault="006840EE" w:rsidP="006840EE">
      <w:pPr>
        <w:pStyle w:val="BodyText"/>
        <w:rPr>
          <w:u w:color="C0C0C0"/>
        </w:rPr>
      </w:pPr>
      <w:r w:rsidRPr="00674C6F">
        <w:rPr>
          <w:u w:color="C0C0C0"/>
        </w:rPr>
        <w:t xml:space="preserve">Additional contact information: </w:t>
      </w:r>
      <w:r w:rsidR="00BC46A5">
        <w:rPr>
          <w:u w:color="C0C0C0"/>
        </w:rPr>
        <w:t>…………….</w:t>
      </w:r>
      <w:r>
        <w:t>…………………………………</w:t>
      </w:r>
      <w:proofErr w:type="gramStart"/>
      <w:r>
        <w:t>…..</w:t>
      </w:r>
      <w:proofErr w:type="gramEnd"/>
      <w:r>
        <w:t>………………….……</w:t>
      </w:r>
    </w:p>
    <w:p w14:paraId="234F3C7E" w14:textId="44CD0DB3" w:rsidR="006840EE" w:rsidRPr="00674C6F" w:rsidRDefault="006840EE" w:rsidP="006840EE">
      <w:pPr>
        <w:pStyle w:val="BodyText"/>
        <w:rPr>
          <w:u w:color="C0C0C0"/>
        </w:rPr>
      </w:pPr>
      <w:r>
        <w:rPr>
          <w:u w:color="C0C0C0"/>
        </w:rPr>
        <w:t>............................</w:t>
      </w:r>
      <w:r>
        <w:t>……………………………………</w:t>
      </w:r>
      <w:r w:rsidR="00BC46A5">
        <w:t>..</w:t>
      </w:r>
      <w:r>
        <w:t xml:space="preserve">……………….…….........................................             </w:t>
      </w:r>
    </w:p>
    <w:p w14:paraId="2F9448BB" w14:textId="77777777" w:rsidR="006840EE" w:rsidRPr="006840EE" w:rsidRDefault="006840EE" w:rsidP="000918C0">
      <w:pPr>
        <w:pStyle w:val="BodyText"/>
        <w:rPr>
          <w:b/>
          <w:bCs/>
          <w:u w:color="C0C0C0"/>
        </w:rPr>
      </w:pPr>
    </w:p>
    <w:p w14:paraId="2530AFCD" w14:textId="6AF9A7D8" w:rsidR="000918C0" w:rsidRPr="000918C0" w:rsidRDefault="000918C0" w:rsidP="00437703">
      <w:pPr>
        <w:pStyle w:val="BodyText"/>
        <w:ind w:left="0"/>
        <w:sectPr w:rsidR="000918C0" w:rsidRPr="000918C0" w:rsidSect="000E5C8C">
          <w:headerReference w:type="even" r:id="rId25"/>
          <w:headerReference w:type="default" r:id="rId26"/>
          <w:footerReference w:type="even" r:id="rId27"/>
          <w:footerReference w:type="default" r:id="rId28"/>
          <w:pgSz w:w="11906" w:h="16838" w:code="9"/>
          <w:pgMar w:top="1134" w:right="1134" w:bottom="1134" w:left="1134" w:header="567" w:footer="567" w:gutter="0"/>
          <w:cols w:space="708"/>
          <w:docGrid w:linePitch="360"/>
        </w:sectPr>
      </w:pPr>
    </w:p>
    <w:p w14:paraId="3003713B" w14:textId="3AB24759" w:rsidR="0017013E" w:rsidRDefault="005D06A6" w:rsidP="0017013E">
      <w:pPr>
        <w:pStyle w:val="Heading1"/>
      </w:pPr>
      <w:bookmarkStart w:id="21" w:name="_Ref66264000"/>
      <w:bookmarkStart w:id="22" w:name="_Toc75784464"/>
      <w:r>
        <w:lastRenderedPageBreak/>
        <w:t>Current</w:t>
      </w:r>
      <w:r w:rsidR="0027372C">
        <w:t xml:space="preserve"> conformance</w:t>
      </w:r>
      <w:r w:rsidR="003D78FB">
        <w:t xml:space="preserve"> details</w:t>
      </w:r>
      <w:bookmarkEnd w:id="21"/>
      <w:bookmarkEnd w:id="22"/>
    </w:p>
    <w:p w14:paraId="6E08F1D4" w14:textId="290AD5BC" w:rsidR="00D3765E" w:rsidRPr="00F4522B" w:rsidRDefault="00D3765E" w:rsidP="004E7A19">
      <w:pPr>
        <w:pStyle w:val="BodyText"/>
      </w:pPr>
      <w:r>
        <w:t xml:space="preserve">This section is only required for </w:t>
      </w:r>
      <w:r w:rsidR="005D06A6">
        <w:t>current</w:t>
      </w:r>
      <w:r w:rsidR="003D78FB">
        <w:t xml:space="preserve"> software </w:t>
      </w:r>
      <w:r>
        <w:t xml:space="preserve">systems that have </w:t>
      </w:r>
      <w:r w:rsidR="004E7A19">
        <w:t xml:space="preserve">previously </w:t>
      </w:r>
      <w:r>
        <w:t xml:space="preserve">gained HI Service conformance and received production access to connect with </w:t>
      </w:r>
      <w:r w:rsidR="00D86383">
        <w:t xml:space="preserve">the </w:t>
      </w:r>
      <w:r>
        <w:t xml:space="preserve">HI Service. </w:t>
      </w:r>
    </w:p>
    <w:p w14:paraId="0F1BAD31" w14:textId="5E78D7DA" w:rsidR="0017013E" w:rsidRDefault="00B54F52" w:rsidP="0017013E">
      <w:pPr>
        <w:pStyle w:val="Heading2"/>
      </w:pPr>
      <w:bookmarkStart w:id="23" w:name="_Toc75784465"/>
      <w:r>
        <w:t>Current</w:t>
      </w:r>
      <w:r w:rsidR="00DD2676">
        <w:t xml:space="preserve"> </w:t>
      </w:r>
      <w:r w:rsidR="0027372C">
        <w:t xml:space="preserve">conformant version </w:t>
      </w:r>
      <w:r w:rsidR="00DD2676">
        <w:t>(in production)</w:t>
      </w:r>
      <w:bookmarkEnd w:id="23"/>
    </w:p>
    <w:p w14:paraId="33CFF297" w14:textId="7462F048" w:rsidR="0017013E" w:rsidRDefault="0017013E" w:rsidP="0017013E">
      <w:pPr>
        <w:pStyle w:val="BodyText"/>
      </w:pPr>
      <w:r>
        <w:t>Please</w:t>
      </w:r>
      <w:r w:rsidRPr="00674C6F">
        <w:t xml:space="preserve"> </w:t>
      </w:r>
      <w:r>
        <w:t>indicate</w:t>
      </w:r>
      <w:r w:rsidRPr="00674C6F">
        <w:t xml:space="preserve"> </w:t>
      </w:r>
      <w:r>
        <w:t xml:space="preserve">the name and version of </w:t>
      </w:r>
      <w:r w:rsidRPr="00674C6F">
        <w:t xml:space="preserve">your </w:t>
      </w:r>
      <w:r>
        <w:t>implementation that was last successfully assessed for</w:t>
      </w:r>
      <w:r w:rsidRPr="00674C6F">
        <w:t xml:space="preserve"> </w:t>
      </w:r>
      <w:r>
        <w:t>HI Conformance</w:t>
      </w:r>
      <w:r w:rsidR="00D86383">
        <w:t xml:space="preserve"> as specified in the latest HI NOC</w:t>
      </w:r>
      <w:r>
        <w:t>:</w:t>
      </w:r>
    </w:p>
    <w:p w14:paraId="4B9A50C3" w14:textId="10590896" w:rsidR="0017013E" w:rsidRPr="00010848" w:rsidRDefault="0017013E" w:rsidP="0017013E">
      <w:pPr>
        <w:pStyle w:val="BodyText"/>
      </w:pPr>
      <w:r w:rsidRPr="00010848">
        <w:t>Name of implementation</w:t>
      </w:r>
      <w:r w:rsidR="00D86383">
        <w:t xml:space="preserve"> or </w:t>
      </w:r>
      <w:r>
        <w:t>module</w:t>
      </w:r>
      <w:r w:rsidRPr="00010848">
        <w:t>:</w:t>
      </w:r>
      <w:r>
        <w:t xml:space="preserve"> ……………………………………………………</w:t>
      </w:r>
      <w:r w:rsidRPr="00010848">
        <w:t xml:space="preserve"> Version:</w:t>
      </w:r>
      <w:r>
        <w:t xml:space="preserve"> …………</w:t>
      </w:r>
    </w:p>
    <w:p w14:paraId="7A1934BC" w14:textId="42AB2734" w:rsidR="0017013E" w:rsidRDefault="005D06A6" w:rsidP="0017013E">
      <w:pPr>
        <w:pStyle w:val="Heading2"/>
      </w:pPr>
      <w:bookmarkStart w:id="24" w:name="_Toc75784466"/>
      <w:r>
        <w:t>Current</w:t>
      </w:r>
      <w:r w:rsidR="0017013E">
        <w:t xml:space="preserve"> Business Use Cases</w:t>
      </w:r>
      <w:bookmarkEnd w:id="24"/>
    </w:p>
    <w:p w14:paraId="3408FFB7" w14:textId="532C9A44" w:rsidR="0017013E" w:rsidRDefault="0017013E" w:rsidP="0017013E">
      <w:pPr>
        <w:pStyle w:val="BodyText"/>
      </w:pPr>
      <w:r>
        <w:t xml:space="preserve">The </w:t>
      </w:r>
      <w:r w:rsidR="005D06A6">
        <w:t>current</w:t>
      </w:r>
      <w:r>
        <w:t xml:space="preserve"> implementation supports the following use cases (tick all that apply):</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441"/>
        <w:gridCol w:w="588"/>
        <w:gridCol w:w="5529"/>
      </w:tblGrid>
      <w:tr w:rsidR="0017013E" w:rsidRPr="009C2C14" w14:paraId="160487D5" w14:textId="77777777" w:rsidTr="00553D9D">
        <w:trPr>
          <w:trHeight w:val="397"/>
        </w:trPr>
        <w:tc>
          <w:tcPr>
            <w:tcW w:w="321" w:type="dxa"/>
            <w:shd w:val="clear" w:color="auto" w:fill="auto"/>
            <w:vAlign w:val="center"/>
          </w:tcPr>
          <w:p w14:paraId="5846ED37"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340739BD" w14:textId="77777777" w:rsidR="0017013E" w:rsidRPr="006201B4" w:rsidRDefault="0017013E" w:rsidP="00553D9D">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005  -</w:t>
            </w:r>
            <w:proofErr w:type="gramEnd"/>
            <w:r w:rsidRPr="006201B4">
              <w:rPr>
                <w:rFonts w:ascii="Arial" w:hAnsi="Arial"/>
                <w:i/>
                <w:sz w:val="20"/>
                <w:szCs w:val="20"/>
              </w:rPr>
              <w:t xml:space="preserve">  Search for a patient health record</w:t>
            </w:r>
          </w:p>
        </w:tc>
        <w:tc>
          <w:tcPr>
            <w:tcW w:w="588" w:type="dxa"/>
            <w:shd w:val="clear" w:color="auto" w:fill="auto"/>
            <w:vAlign w:val="center"/>
          </w:tcPr>
          <w:p w14:paraId="143ECA93"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47EE24BF" w14:textId="77777777" w:rsidR="0017013E" w:rsidRPr="006201B4" w:rsidRDefault="0017013E" w:rsidP="00553D9D">
            <w:pPr>
              <w:rPr>
                <w:rFonts w:ascii="Arial" w:hAnsi="Arial"/>
                <w:i/>
                <w:sz w:val="20"/>
                <w:szCs w:val="20"/>
              </w:rPr>
            </w:pPr>
            <w:r w:rsidRPr="006201B4">
              <w:rPr>
                <w:rFonts w:ascii="Arial" w:hAnsi="Arial" w:cs="Arial"/>
                <w:i/>
                <w:sz w:val="20"/>
                <w:szCs w:val="20"/>
              </w:rPr>
              <w:t xml:space="preserve">UC.150 </w:t>
            </w:r>
            <w:r w:rsidRPr="006201B4">
              <w:rPr>
                <w:rFonts w:ascii="Arial" w:hAnsi="Arial" w:cs="Arial"/>
                <w:i/>
                <w:sz w:val="20"/>
                <w:szCs w:val="20"/>
              </w:rPr>
              <w:sym w:font="Symbol" w:char="F02D"/>
            </w:r>
            <w:r w:rsidRPr="006201B4">
              <w:rPr>
                <w:rFonts w:ascii="Arial" w:hAnsi="Arial" w:cs="Arial"/>
                <w:i/>
                <w:sz w:val="20"/>
                <w:szCs w:val="20"/>
              </w:rPr>
              <w:t xml:space="preserve"> Register network HPI-O</w:t>
            </w:r>
          </w:p>
        </w:tc>
      </w:tr>
      <w:tr w:rsidR="0017013E" w:rsidRPr="009C2C14" w14:paraId="71F27A6F" w14:textId="77777777" w:rsidTr="00553D9D">
        <w:trPr>
          <w:trHeight w:val="397"/>
        </w:trPr>
        <w:tc>
          <w:tcPr>
            <w:tcW w:w="321" w:type="dxa"/>
            <w:shd w:val="clear" w:color="auto" w:fill="auto"/>
            <w:vAlign w:val="center"/>
          </w:tcPr>
          <w:p w14:paraId="46DBC50E"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78237948" w14:textId="77777777" w:rsidR="0017013E" w:rsidRPr="006201B4" w:rsidRDefault="0017013E" w:rsidP="00553D9D">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010  -</w:t>
            </w:r>
            <w:proofErr w:type="gramEnd"/>
            <w:r w:rsidRPr="006201B4">
              <w:rPr>
                <w:rFonts w:ascii="Arial" w:hAnsi="Arial"/>
                <w:i/>
                <w:sz w:val="20"/>
                <w:szCs w:val="20"/>
              </w:rPr>
              <w:t xml:space="preserve">  Register patient</w:t>
            </w:r>
          </w:p>
        </w:tc>
        <w:tc>
          <w:tcPr>
            <w:tcW w:w="588" w:type="dxa"/>
            <w:shd w:val="clear" w:color="auto" w:fill="auto"/>
            <w:vAlign w:val="center"/>
          </w:tcPr>
          <w:p w14:paraId="03F0BF23"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45E15E7B" w14:textId="77777777" w:rsidR="0017013E" w:rsidRPr="006201B4" w:rsidRDefault="0017013E" w:rsidP="00553D9D">
            <w:pPr>
              <w:rPr>
                <w:rFonts w:ascii="Arial" w:hAnsi="Arial"/>
                <w:i/>
                <w:sz w:val="20"/>
                <w:szCs w:val="20"/>
              </w:rPr>
            </w:pPr>
            <w:r w:rsidRPr="006201B4">
              <w:rPr>
                <w:rFonts w:ascii="Arial" w:hAnsi="Arial" w:cs="Arial"/>
                <w:i/>
                <w:sz w:val="20"/>
                <w:szCs w:val="20"/>
              </w:rPr>
              <w:t xml:space="preserve">UC.240 </w:t>
            </w:r>
            <w:r w:rsidRPr="006201B4">
              <w:rPr>
                <w:rFonts w:ascii="Arial" w:hAnsi="Arial" w:cs="Arial"/>
                <w:i/>
                <w:sz w:val="20"/>
                <w:szCs w:val="20"/>
              </w:rPr>
              <w:sym w:font="Symbol" w:char="F02D"/>
            </w:r>
            <w:r w:rsidRPr="006201B4">
              <w:rPr>
                <w:rFonts w:ascii="Arial" w:hAnsi="Arial" w:cs="Arial"/>
                <w:i/>
                <w:sz w:val="20"/>
                <w:szCs w:val="20"/>
              </w:rPr>
              <w:t xml:space="preserve"> Search for HPI-Is in HI Service HPD</w:t>
            </w:r>
          </w:p>
        </w:tc>
      </w:tr>
      <w:tr w:rsidR="0017013E" w:rsidRPr="009C2C14" w14:paraId="7220F746" w14:textId="77777777" w:rsidTr="00553D9D">
        <w:trPr>
          <w:trHeight w:val="397"/>
        </w:trPr>
        <w:tc>
          <w:tcPr>
            <w:tcW w:w="321" w:type="dxa"/>
            <w:shd w:val="clear" w:color="auto" w:fill="auto"/>
            <w:vAlign w:val="center"/>
          </w:tcPr>
          <w:p w14:paraId="7E4FE7C9" w14:textId="77777777" w:rsidR="0017013E" w:rsidRPr="009C2C14" w:rsidRDefault="0017013E" w:rsidP="00553D9D">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5A7C06C6" w14:textId="77777777" w:rsidR="0017013E" w:rsidRPr="006201B4" w:rsidRDefault="0017013E" w:rsidP="00553D9D">
            <w:pPr>
              <w:rPr>
                <w:rFonts w:ascii="Arial" w:hAnsi="Arial"/>
                <w:i/>
                <w:sz w:val="20"/>
                <w:szCs w:val="20"/>
              </w:rPr>
            </w:pPr>
            <w:r w:rsidRPr="006201B4">
              <w:rPr>
                <w:rFonts w:ascii="Arial" w:hAnsi="Arial"/>
                <w:i/>
                <w:sz w:val="20"/>
                <w:szCs w:val="20"/>
              </w:rPr>
              <w:t>UC.</w:t>
            </w:r>
            <w:proofErr w:type="gramStart"/>
            <w:r w:rsidRPr="006201B4">
              <w:rPr>
                <w:rFonts w:ascii="Arial" w:hAnsi="Arial"/>
                <w:i/>
                <w:sz w:val="20"/>
                <w:szCs w:val="20"/>
              </w:rPr>
              <w:t>015  -</w:t>
            </w:r>
            <w:proofErr w:type="gramEnd"/>
            <w:r w:rsidRPr="006201B4">
              <w:rPr>
                <w:rFonts w:ascii="Arial" w:hAnsi="Arial"/>
                <w:i/>
                <w:sz w:val="20"/>
                <w:szCs w:val="20"/>
              </w:rPr>
              <w:t xml:space="preserve">  Update patient health record</w:t>
            </w:r>
          </w:p>
        </w:tc>
        <w:tc>
          <w:tcPr>
            <w:tcW w:w="588" w:type="dxa"/>
            <w:shd w:val="clear" w:color="auto" w:fill="auto"/>
            <w:vAlign w:val="center"/>
          </w:tcPr>
          <w:p w14:paraId="631CC467" w14:textId="77777777" w:rsidR="0017013E" w:rsidRPr="009C2C14" w:rsidRDefault="0017013E" w:rsidP="00553D9D">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61A78187" w14:textId="77777777" w:rsidR="0017013E" w:rsidRPr="006201B4" w:rsidRDefault="0017013E" w:rsidP="00553D9D">
            <w:pPr>
              <w:rPr>
                <w:rFonts w:ascii="Arial" w:hAnsi="Arial"/>
                <w:i/>
                <w:sz w:val="20"/>
                <w:szCs w:val="20"/>
              </w:rPr>
            </w:pPr>
            <w:r w:rsidRPr="006201B4">
              <w:rPr>
                <w:rFonts w:ascii="Arial" w:hAnsi="Arial" w:cs="Arial"/>
                <w:i/>
                <w:sz w:val="20"/>
                <w:szCs w:val="20"/>
                <w:lang w:eastAsia="en-AU"/>
              </w:rPr>
              <w:t xml:space="preserve">UC.241 </w:t>
            </w:r>
            <w:r w:rsidRPr="006201B4">
              <w:rPr>
                <w:rFonts w:ascii="Arial" w:hAnsi="Arial" w:cs="Arial"/>
                <w:i/>
                <w:sz w:val="20"/>
                <w:szCs w:val="20"/>
                <w:lang w:eastAsia="en-AU"/>
              </w:rPr>
              <w:sym w:font="Symbol" w:char="F02D"/>
            </w:r>
            <w:r w:rsidRPr="006201B4">
              <w:rPr>
                <w:rFonts w:ascii="Arial" w:hAnsi="Arial" w:cs="Arial"/>
                <w:i/>
                <w:sz w:val="20"/>
                <w:szCs w:val="20"/>
                <w:lang w:eastAsia="en-AU"/>
              </w:rPr>
              <w:t xml:space="preserve"> Search for HPI-Os in HI Service HPD</w:t>
            </w:r>
          </w:p>
        </w:tc>
      </w:tr>
      <w:tr w:rsidR="0017013E" w:rsidRPr="009C2C14" w14:paraId="52BBB6CA" w14:textId="77777777" w:rsidTr="00553D9D">
        <w:trPr>
          <w:trHeight w:val="397"/>
        </w:trPr>
        <w:tc>
          <w:tcPr>
            <w:tcW w:w="321" w:type="dxa"/>
            <w:shd w:val="clear" w:color="auto" w:fill="auto"/>
            <w:vAlign w:val="center"/>
          </w:tcPr>
          <w:p w14:paraId="75BB3376"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29B21999" w14:textId="77777777" w:rsidR="0017013E" w:rsidRPr="006201B4" w:rsidRDefault="0017013E" w:rsidP="00553D9D">
            <w:pPr>
              <w:rPr>
                <w:rFonts w:ascii="Arial" w:hAnsi="Arial"/>
                <w:i/>
                <w:sz w:val="20"/>
                <w:szCs w:val="20"/>
              </w:rPr>
            </w:pPr>
            <w:r w:rsidRPr="006201B4">
              <w:rPr>
                <w:rFonts w:ascii="Arial" w:hAnsi="Arial"/>
                <w:i/>
                <w:sz w:val="20"/>
                <w:szCs w:val="20"/>
              </w:rPr>
              <w:t>UC.</w:t>
            </w:r>
            <w:proofErr w:type="gramStart"/>
            <w:r w:rsidRPr="006201B4">
              <w:rPr>
                <w:rFonts w:ascii="Arial" w:hAnsi="Arial"/>
                <w:i/>
                <w:sz w:val="20"/>
                <w:szCs w:val="20"/>
              </w:rPr>
              <w:t>025  -</w:t>
            </w:r>
            <w:proofErr w:type="gramEnd"/>
            <w:r w:rsidRPr="006201B4">
              <w:rPr>
                <w:rFonts w:ascii="Arial" w:hAnsi="Arial"/>
                <w:i/>
                <w:sz w:val="20"/>
                <w:szCs w:val="20"/>
              </w:rPr>
              <w:t xml:space="preserve">  Bulk update of IHI details</w:t>
            </w:r>
          </w:p>
        </w:tc>
        <w:tc>
          <w:tcPr>
            <w:tcW w:w="588" w:type="dxa"/>
            <w:shd w:val="clear" w:color="auto" w:fill="auto"/>
            <w:vAlign w:val="center"/>
          </w:tcPr>
          <w:p w14:paraId="308CD36E"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2597FC6D" w14:textId="77777777" w:rsidR="0017013E" w:rsidRPr="006201B4" w:rsidRDefault="0017013E" w:rsidP="00553D9D">
            <w:pPr>
              <w:rPr>
                <w:rFonts w:ascii="Arial" w:hAnsi="Arial"/>
                <w:i/>
                <w:sz w:val="20"/>
                <w:szCs w:val="20"/>
              </w:rPr>
            </w:pPr>
            <w:r w:rsidRPr="006201B4">
              <w:rPr>
                <w:rFonts w:ascii="Arial" w:hAnsi="Arial" w:cs="Arial"/>
                <w:i/>
                <w:sz w:val="20"/>
                <w:szCs w:val="20"/>
              </w:rPr>
              <w:t>UC.305 – Validate HPI-O</w:t>
            </w:r>
          </w:p>
        </w:tc>
      </w:tr>
      <w:tr w:rsidR="0017013E" w:rsidRPr="009C2C14" w14:paraId="202A877F" w14:textId="77777777" w:rsidTr="00553D9D">
        <w:trPr>
          <w:trHeight w:val="397"/>
        </w:trPr>
        <w:tc>
          <w:tcPr>
            <w:tcW w:w="321" w:type="dxa"/>
            <w:shd w:val="clear" w:color="auto" w:fill="auto"/>
            <w:vAlign w:val="center"/>
          </w:tcPr>
          <w:p w14:paraId="06605162"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381EC297" w14:textId="77777777" w:rsidR="0017013E" w:rsidRPr="006201B4" w:rsidRDefault="0017013E" w:rsidP="00553D9D">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035  -</w:t>
            </w:r>
            <w:proofErr w:type="gramEnd"/>
            <w:r w:rsidRPr="006201B4">
              <w:rPr>
                <w:rFonts w:ascii="Arial" w:hAnsi="Arial"/>
                <w:i/>
                <w:sz w:val="20"/>
                <w:szCs w:val="20"/>
              </w:rPr>
              <w:t xml:space="preserve">  Merge patient health records</w:t>
            </w:r>
          </w:p>
        </w:tc>
        <w:tc>
          <w:tcPr>
            <w:tcW w:w="588" w:type="dxa"/>
            <w:shd w:val="clear" w:color="auto" w:fill="auto"/>
            <w:vAlign w:val="center"/>
          </w:tcPr>
          <w:p w14:paraId="0F1BF838"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3F0E3C42" w14:textId="77777777" w:rsidR="0017013E" w:rsidRPr="006201B4" w:rsidRDefault="0017013E" w:rsidP="00553D9D">
            <w:pPr>
              <w:rPr>
                <w:rFonts w:ascii="Arial" w:hAnsi="Arial"/>
                <w:i/>
                <w:sz w:val="20"/>
                <w:szCs w:val="20"/>
              </w:rPr>
            </w:pPr>
            <w:r w:rsidRPr="006201B4">
              <w:rPr>
                <w:rFonts w:ascii="Arial" w:hAnsi="Arial"/>
                <w:i/>
                <w:sz w:val="20"/>
                <w:szCs w:val="20"/>
              </w:rPr>
              <w:t>UC.306 – Get HPI-O status</w:t>
            </w:r>
          </w:p>
        </w:tc>
      </w:tr>
      <w:tr w:rsidR="0017013E" w:rsidRPr="00037A5C" w14:paraId="5A9EED64" w14:textId="77777777" w:rsidTr="00553D9D">
        <w:trPr>
          <w:trHeight w:val="397"/>
        </w:trPr>
        <w:tc>
          <w:tcPr>
            <w:tcW w:w="321" w:type="dxa"/>
            <w:shd w:val="clear" w:color="auto" w:fill="auto"/>
            <w:vAlign w:val="center"/>
          </w:tcPr>
          <w:p w14:paraId="1A9CCC9C" w14:textId="77777777" w:rsidR="0017013E" w:rsidRPr="00002751" w:rsidRDefault="0017013E" w:rsidP="00553D9D">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0C623C5D" w14:textId="77777777" w:rsidR="0017013E" w:rsidRPr="006201B4" w:rsidRDefault="0017013E" w:rsidP="00553D9D">
            <w:pPr>
              <w:rPr>
                <w:rFonts w:ascii="Arial" w:hAnsi="Arial" w:cs="Arial"/>
                <w:i/>
                <w:sz w:val="20"/>
                <w:szCs w:val="20"/>
              </w:rPr>
            </w:pPr>
            <w:r w:rsidRPr="006201B4">
              <w:rPr>
                <w:rFonts w:ascii="Arial" w:hAnsi="Arial"/>
                <w:i/>
                <w:sz w:val="20"/>
                <w:szCs w:val="20"/>
              </w:rPr>
              <w:t>UC.</w:t>
            </w:r>
            <w:proofErr w:type="gramStart"/>
            <w:r w:rsidRPr="006201B4">
              <w:rPr>
                <w:rFonts w:ascii="Arial" w:hAnsi="Arial"/>
                <w:i/>
                <w:sz w:val="20"/>
                <w:szCs w:val="20"/>
              </w:rPr>
              <w:t>045  -</w:t>
            </w:r>
            <w:proofErr w:type="gramEnd"/>
            <w:r w:rsidRPr="006201B4">
              <w:rPr>
                <w:rFonts w:ascii="Arial" w:hAnsi="Arial"/>
                <w:i/>
                <w:sz w:val="20"/>
                <w:szCs w:val="20"/>
              </w:rPr>
              <w:t xml:space="preserve">  Logon to software system</w:t>
            </w:r>
          </w:p>
        </w:tc>
        <w:tc>
          <w:tcPr>
            <w:tcW w:w="588" w:type="dxa"/>
            <w:shd w:val="clear" w:color="auto" w:fill="auto"/>
            <w:vAlign w:val="center"/>
          </w:tcPr>
          <w:p w14:paraId="2FB27E66" w14:textId="77777777" w:rsidR="0017013E" w:rsidRPr="0018299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529" w:type="dxa"/>
            <w:vAlign w:val="center"/>
          </w:tcPr>
          <w:p w14:paraId="6DA7D4E3" w14:textId="77777777" w:rsidR="0017013E" w:rsidRPr="006201B4" w:rsidRDefault="0017013E" w:rsidP="00553D9D">
            <w:pPr>
              <w:rPr>
                <w:rFonts w:ascii="Arial" w:hAnsi="Arial" w:cs="Arial"/>
                <w:i/>
                <w:sz w:val="20"/>
                <w:szCs w:val="20"/>
              </w:rPr>
            </w:pPr>
            <w:r w:rsidRPr="006201B4">
              <w:rPr>
                <w:rFonts w:ascii="Arial" w:hAnsi="Arial"/>
                <w:i/>
                <w:sz w:val="20"/>
                <w:szCs w:val="20"/>
              </w:rPr>
              <w:t>UC.320 – Request an electronic clinical document</w:t>
            </w:r>
          </w:p>
        </w:tc>
      </w:tr>
      <w:tr w:rsidR="0017013E" w:rsidRPr="00037A5C" w14:paraId="716844BC" w14:textId="77777777" w:rsidTr="00553D9D">
        <w:trPr>
          <w:trHeight w:val="397"/>
        </w:trPr>
        <w:tc>
          <w:tcPr>
            <w:tcW w:w="321" w:type="dxa"/>
            <w:shd w:val="clear" w:color="auto" w:fill="auto"/>
            <w:vAlign w:val="center"/>
          </w:tcPr>
          <w:p w14:paraId="1E0608F2" w14:textId="77777777" w:rsidR="0017013E" w:rsidRPr="009C2C1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6891E9CD" w14:textId="77777777" w:rsidR="0017013E" w:rsidRPr="006201B4" w:rsidRDefault="0017013E" w:rsidP="00553D9D">
            <w:pPr>
              <w:rPr>
                <w:rFonts w:ascii="Arial" w:hAnsi="Arial"/>
                <w:i/>
                <w:sz w:val="20"/>
                <w:szCs w:val="20"/>
              </w:rPr>
            </w:pPr>
            <w:r w:rsidRPr="006201B4">
              <w:rPr>
                <w:rFonts w:ascii="Arial" w:hAnsi="Arial" w:cs="Arial"/>
                <w:i/>
                <w:sz w:val="20"/>
                <w:szCs w:val="20"/>
              </w:rPr>
              <w:t xml:space="preserve">UC.080 </w:t>
            </w:r>
            <w:r w:rsidRPr="006201B4">
              <w:rPr>
                <w:rFonts w:ascii="Arial" w:hAnsi="Arial" w:cs="Arial"/>
                <w:i/>
                <w:sz w:val="20"/>
                <w:szCs w:val="20"/>
              </w:rPr>
              <w:sym w:font="Symbol" w:char="F02D"/>
            </w:r>
            <w:r w:rsidRPr="006201B4">
              <w:rPr>
                <w:rFonts w:ascii="Arial" w:hAnsi="Arial" w:cs="Arial"/>
                <w:i/>
                <w:sz w:val="20"/>
                <w:szCs w:val="20"/>
              </w:rPr>
              <w:t xml:space="preserve"> Maintain HPI-O details</w:t>
            </w:r>
          </w:p>
        </w:tc>
        <w:tc>
          <w:tcPr>
            <w:tcW w:w="588" w:type="dxa"/>
            <w:shd w:val="clear" w:color="auto" w:fill="auto"/>
            <w:vAlign w:val="center"/>
          </w:tcPr>
          <w:p w14:paraId="40C35F06" w14:textId="77777777" w:rsidR="0017013E" w:rsidRPr="0018299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529" w:type="dxa"/>
            <w:vAlign w:val="center"/>
          </w:tcPr>
          <w:p w14:paraId="22214532" w14:textId="77777777" w:rsidR="0017013E" w:rsidRPr="006201B4" w:rsidRDefault="0017013E" w:rsidP="00553D9D">
            <w:pPr>
              <w:rPr>
                <w:rFonts w:ascii="Arial" w:hAnsi="Arial"/>
                <w:i/>
                <w:sz w:val="20"/>
                <w:szCs w:val="20"/>
              </w:rPr>
            </w:pPr>
            <w:r w:rsidRPr="006201B4">
              <w:rPr>
                <w:rFonts w:ascii="Arial" w:hAnsi="Arial" w:cs="Arial"/>
                <w:i/>
                <w:sz w:val="20"/>
                <w:szCs w:val="20"/>
              </w:rPr>
              <w:t>UC.325 – Receive an electronic clinical document</w:t>
            </w:r>
          </w:p>
        </w:tc>
      </w:tr>
      <w:tr w:rsidR="0017013E" w:rsidRPr="00037A5C" w14:paraId="4D1208B1" w14:textId="77777777" w:rsidTr="00553D9D">
        <w:trPr>
          <w:trHeight w:val="397"/>
        </w:trPr>
        <w:tc>
          <w:tcPr>
            <w:tcW w:w="321" w:type="dxa"/>
            <w:shd w:val="clear" w:color="auto" w:fill="auto"/>
            <w:vAlign w:val="center"/>
          </w:tcPr>
          <w:p w14:paraId="4821DBA1" w14:textId="77777777" w:rsidR="0017013E" w:rsidRPr="009C2C1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55F388BA" w14:textId="77777777" w:rsidR="0017013E" w:rsidRPr="006201B4" w:rsidRDefault="0017013E" w:rsidP="00553D9D">
            <w:pPr>
              <w:rPr>
                <w:rFonts w:ascii="Arial" w:hAnsi="Arial"/>
                <w:i/>
                <w:sz w:val="20"/>
                <w:szCs w:val="20"/>
              </w:rPr>
            </w:pPr>
            <w:r w:rsidRPr="006201B4">
              <w:rPr>
                <w:rFonts w:ascii="Arial" w:hAnsi="Arial" w:cs="Arial"/>
                <w:i/>
                <w:sz w:val="20"/>
                <w:szCs w:val="20"/>
              </w:rPr>
              <w:t>UC.130 – Validate HPI-I</w:t>
            </w:r>
          </w:p>
        </w:tc>
        <w:tc>
          <w:tcPr>
            <w:tcW w:w="588" w:type="dxa"/>
            <w:shd w:val="clear" w:color="auto" w:fill="auto"/>
            <w:vAlign w:val="center"/>
          </w:tcPr>
          <w:p w14:paraId="7AD12E38" w14:textId="77777777" w:rsidR="0017013E" w:rsidRPr="009C2C1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529" w:type="dxa"/>
            <w:vAlign w:val="center"/>
          </w:tcPr>
          <w:p w14:paraId="45E714B4" w14:textId="77777777" w:rsidR="0017013E" w:rsidRPr="006201B4" w:rsidRDefault="0017013E" w:rsidP="00553D9D">
            <w:pPr>
              <w:rPr>
                <w:rFonts w:ascii="Arial" w:hAnsi="Arial"/>
                <w:i/>
                <w:sz w:val="20"/>
                <w:szCs w:val="20"/>
              </w:rPr>
            </w:pPr>
            <w:r w:rsidRPr="006201B4">
              <w:rPr>
                <w:rFonts w:ascii="Arial" w:hAnsi="Arial"/>
                <w:i/>
                <w:sz w:val="20"/>
                <w:szCs w:val="20"/>
              </w:rPr>
              <w:t>UC.330 – Send an electronic clinical document</w:t>
            </w:r>
          </w:p>
        </w:tc>
      </w:tr>
      <w:tr w:rsidR="0017013E" w:rsidRPr="00037A5C" w14:paraId="67C616C6" w14:textId="77777777" w:rsidTr="00553D9D">
        <w:trPr>
          <w:trHeight w:val="397"/>
        </w:trPr>
        <w:tc>
          <w:tcPr>
            <w:tcW w:w="321" w:type="dxa"/>
            <w:shd w:val="clear" w:color="auto" w:fill="auto"/>
            <w:vAlign w:val="center"/>
          </w:tcPr>
          <w:p w14:paraId="47E45D32" w14:textId="77777777" w:rsidR="0017013E" w:rsidRPr="009C2C1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1ED81A69" w14:textId="77777777" w:rsidR="0017013E" w:rsidRPr="006201B4" w:rsidRDefault="0017013E" w:rsidP="00553D9D">
            <w:pPr>
              <w:rPr>
                <w:rFonts w:ascii="Arial" w:hAnsi="Arial"/>
                <w:i/>
                <w:sz w:val="20"/>
                <w:szCs w:val="20"/>
              </w:rPr>
            </w:pPr>
            <w:r w:rsidRPr="006201B4">
              <w:rPr>
                <w:rFonts w:ascii="Arial" w:hAnsi="Arial"/>
                <w:i/>
                <w:sz w:val="20"/>
                <w:szCs w:val="20"/>
              </w:rPr>
              <w:t>UC.131 – Search for HPI-Is in the HI Service</w:t>
            </w:r>
          </w:p>
        </w:tc>
        <w:tc>
          <w:tcPr>
            <w:tcW w:w="588" w:type="dxa"/>
            <w:shd w:val="clear" w:color="auto" w:fill="auto"/>
            <w:vAlign w:val="center"/>
          </w:tcPr>
          <w:p w14:paraId="637A006A" w14:textId="77777777" w:rsidR="0017013E" w:rsidRPr="00182994" w:rsidRDefault="0017013E" w:rsidP="00553D9D">
            <w:pPr>
              <w:jc w:val="center"/>
              <w:rPr>
                <w:rFonts w:ascii="Arial" w:hAnsi="Arial"/>
                <w:i/>
              </w:rPr>
            </w:pPr>
          </w:p>
        </w:tc>
        <w:tc>
          <w:tcPr>
            <w:tcW w:w="5529" w:type="dxa"/>
            <w:vAlign w:val="center"/>
          </w:tcPr>
          <w:p w14:paraId="5A6ECD48" w14:textId="77777777" w:rsidR="0017013E" w:rsidRPr="006201B4" w:rsidRDefault="0017013E" w:rsidP="00553D9D">
            <w:pPr>
              <w:rPr>
                <w:rFonts w:ascii="Arial" w:hAnsi="Arial"/>
                <w:i/>
                <w:sz w:val="20"/>
                <w:szCs w:val="20"/>
              </w:rPr>
            </w:pPr>
          </w:p>
        </w:tc>
      </w:tr>
    </w:tbl>
    <w:p w14:paraId="35649F0B" w14:textId="77777777" w:rsidR="0017013E" w:rsidRDefault="0017013E" w:rsidP="0017013E">
      <w:pPr>
        <w:pStyle w:val="BodyText"/>
      </w:pPr>
    </w:p>
    <w:p w14:paraId="51E856DF" w14:textId="1AB74C53" w:rsidR="00BC46A5" w:rsidRDefault="00BC46A5" w:rsidP="00092E84">
      <w:pPr>
        <w:pStyle w:val="BodyText"/>
      </w:pPr>
    </w:p>
    <w:p w14:paraId="04F7C0C2" w14:textId="77777777" w:rsidR="00BC46A5" w:rsidRPr="00BC46A5" w:rsidRDefault="00BC46A5" w:rsidP="00BC46A5">
      <w:pPr>
        <w:pStyle w:val="BodyText"/>
      </w:pPr>
    </w:p>
    <w:p w14:paraId="70363F29" w14:textId="59598566" w:rsidR="0017013E" w:rsidRDefault="00DD2676" w:rsidP="0017013E">
      <w:pPr>
        <w:pStyle w:val="Heading2"/>
      </w:pPr>
      <w:bookmarkStart w:id="25" w:name="_Toc75784467"/>
      <w:r>
        <w:lastRenderedPageBreak/>
        <w:t>Current</w:t>
      </w:r>
      <w:r w:rsidR="00D3765E">
        <w:t xml:space="preserve"> </w:t>
      </w:r>
      <w:r w:rsidR="0017013E">
        <w:t>HI Service Web Services</w:t>
      </w:r>
      <w:bookmarkEnd w:id="25"/>
    </w:p>
    <w:p w14:paraId="6C2203C0" w14:textId="1B0A47D2" w:rsidR="0017013E" w:rsidRDefault="0017013E" w:rsidP="0017013E">
      <w:pPr>
        <w:pStyle w:val="BodyText"/>
      </w:pPr>
      <w:r>
        <w:t xml:space="preserve">The </w:t>
      </w:r>
      <w:r w:rsidR="005D06A6">
        <w:t>current</w:t>
      </w:r>
      <w:r w:rsidRPr="00BC0234">
        <w:t xml:space="preserve"> implementation</w:t>
      </w:r>
      <w:r>
        <w:t xml:space="preserve"> supports the following web services (tick all that apply):</w:t>
      </w:r>
    </w:p>
    <w:tbl>
      <w:tblPr>
        <w:tblW w:w="12495" w:type="dxa"/>
        <w:tblInd w:w="959" w:type="dxa"/>
        <w:tblLayout w:type="fixed"/>
        <w:tblLook w:val="0000" w:firstRow="0" w:lastRow="0" w:firstColumn="0" w:lastColumn="0" w:noHBand="0" w:noVBand="0"/>
      </w:tblPr>
      <w:tblGrid>
        <w:gridCol w:w="1304"/>
        <w:gridCol w:w="4508"/>
        <w:gridCol w:w="1559"/>
        <w:gridCol w:w="1546"/>
        <w:gridCol w:w="3578"/>
      </w:tblGrid>
      <w:tr w:rsidR="0017013E" w14:paraId="72570447" w14:textId="77777777" w:rsidTr="00553D9D">
        <w:trPr>
          <w:trHeight w:val="315"/>
          <w:tblHeader/>
        </w:trPr>
        <w:tc>
          <w:tcPr>
            <w:tcW w:w="130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FF6C054" w14:textId="77777777" w:rsidR="0017013E" w:rsidRPr="00422C07" w:rsidRDefault="0017013E" w:rsidP="00553D9D">
            <w:pPr>
              <w:pStyle w:val="BodyText"/>
              <w:spacing w:before="120"/>
              <w:ind w:left="2"/>
              <w:rPr>
                <w:szCs w:val="22"/>
              </w:rPr>
            </w:pPr>
            <w:r w:rsidRPr="00422C07">
              <w:rPr>
                <w:szCs w:val="22"/>
              </w:rPr>
              <w:t xml:space="preserve">TECH.SIS.HI </w:t>
            </w:r>
          </w:p>
        </w:tc>
        <w:tc>
          <w:tcPr>
            <w:tcW w:w="4508" w:type="dxa"/>
            <w:tcBorders>
              <w:top w:val="single" w:sz="4" w:space="0" w:color="auto"/>
              <w:left w:val="nil"/>
              <w:bottom w:val="single" w:sz="4" w:space="0" w:color="auto"/>
              <w:right w:val="single" w:sz="4" w:space="0" w:color="auto"/>
            </w:tcBorders>
            <w:shd w:val="clear" w:color="auto" w:fill="D9D9D9"/>
            <w:noWrap/>
            <w:vAlign w:val="center"/>
          </w:tcPr>
          <w:p w14:paraId="683D3FCA" w14:textId="77777777" w:rsidR="0017013E" w:rsidRDefault="0017013E" w:rsidP="00553D9D">
            <w:pPr>
              <w:pStyle w:val="BodyText"/>
              <w:spacing w:before="120"/>
              <w:ind w:left="360"/>
            </w:pPr>
            <w:r>
              <w:t>HI Service web service</w:t>
            </w:r>
          </w:p>
        </w:tc>
        <w:tc>
          <w:tcPr>
            <w:tcW w:w="1559" w:type="dxa"/>
            <w:tcBorders>
              <w:top w:val="single" w:sz="4" w:space="0" w:color="auto"/>
              <w:left w:val="nil"/>
              <w:bottom w:val="single" w:sz="4" w:space="0" w:color="auto"/>
              <w:right w:val="nil"/>
            </w:tcBorders>
            <w:shd w:val="clear" w:color="auto" w:fill="D9D9D9"/>
            <w:vAlign w:val="center"/>
          </w:tcPr>
          <w:p w14:paraId="10C50A2B" w14:textId="77777777" w:rsidR="0017013E" w:rsidRDefault="0017013E" w:rsidP="00553D9D">
            <w:pPr>
              <w:pStyle w:val="BodyText"/>
              <w:spacing w:before="120"/>
              <w:ind w:left="360"/>
            </w:pPr>
            <w:r>
              <w:t xml:space="preserve">Version   </w:t>
            </w:r>
          </w:p>
        </w:tc>
        <w:tc>
          <w:tcPr>
            <w:tcW w:w="1546" w:type="dxa"/>
            <w:tcBorders>
              <w:top w:val="single" w:sz="4" w:space="0" w:color="auto"/>
              <w:left w:val="nil"/>
              <w:bottom w:val="single" w:sz="4" w:space="0" w:color="auto"/>
              <w:right w:val="single" w:sz="4" w:space="0" w:color="auto"/>
            </w:tcBorders>
            <w:shd w:val="clear" w:color="auto" w:fill="D9D9D9"/>
            <w:vAlign w:val="center"/>
          </w:tcPr>
          <w:p w14:paraId="7223C8AB"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shd w:val="clear" w:color="auto" w:fill="D9D9D9"/>
            <w:noWrap/>
            <w:vAlign w:val="center"/>
          </w:tcPr>
          <w:p w14:paraId="61D63909" w14:textId="77777777" w:rsidR="0017013E" w:rsidRDefault="0017013E" w:rsidP="00553D9D">
            <w:pPr>
              <w:pStyle w:val="BodyText"/>
              <w:spacing w:before="120"/>
              <w:ind w:left="360"/>
            </w:pPr>
            <w:r>
              <w:t>Related business use case(s)</w:t>
            </w:r>
          </w:p>
        </w:tc>
      </w:tr>
      <w:tr w:rsidR="0017013E" w14:paraId="09BE0F73"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0F4C1B38" w14:textId="77777777" w:rsidR="0017013E" w:rsidRDefault="0017013E" w:rsidP="00553D9D">
            <w:pPr>
              <w:pStyle w:val="BodyText"/>
              <w:spacing w:before="120"/>
              <w:ind w:left="360"/>
            </w:pPr>
          </w:p>
        </w:tc>
        <w:tc>
          <w:tcPr>
            <w:tcW w:w="4508" w:type="dxa"/>
            <w:tcBorders>
              <w:top w:val="nil"/>
              <w:left w:val="nil"/>
              <w:bottom w:val="single" w:sz="4" w:space="0" w:color="auto"/>
              <w:right w:val="single" w:sz="4" w:space="0" w:color="auto"/>
            </w:tcBorders>
            <w:noWrap/>
            <w:vAlign w:val="center"/>
          </w:tcPr>
          <w:p w14:paraId="75BCFDE5" w14:textId="77777777" w:rsidR="0017013E" w:rsidRDefault="0017013E" w:rsidP="00553D9D">
            <w:pPr>
              <w:pStyle w:val="BodyText"/>
              <w:spacing w:before="120"/>
              <w:ind w:left="360"/>
            </w:pPr>
            <w:r>
              <w:t>No web services implemented</w:t>
            </w:r>
          </w:p>
        </w:tc>
        <w:tc>
          <w:tcPr>
            <w:tcW w:w="1559" w:type="dxa"/>
            <w:tcBorders>
              <w:top w:val="nil"/>
              <w:left w:val="nil"/>
              <w:bottom w:val="single" w:sz="4" w:space="0" w:color="auto"/>
              <w:right w:val="nil"/>
            </w:tcBorders>
            <w:vAlign w:val="center"/>
          </w:tcPr>
          <w:p w14:paraId="6E653020"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p>
        </w:tc>
        <w:tc>
          <w:tcPr>
            <w:tcW w:w="1546" w:type="dxa"/>
            <w:tcBorders>
              <w:top w:val="nil"/>
              <w:left w:val="nil"/>
              <w:bottom w:val="single" w:sz="4" w:space="0" w:color="auto"/>
              <w:right w:val="single" w:sz="4" w:space="0" w:color="auto"/>
            </w:tcBorders>
            <w:vAlign w:val="center"/>
          </w:tcPr>
          <w:p w14:paraId="3AF4383B"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61E0BF8" w14:textId="77777777" w:rsidR="0017013E" w:rsidRDefault="0017013E" w:rsidP="00553D9D">
            <w:pPr>
              <w:pStyle w:val="BodyText"/>
              <w:spacing w:before="120"/>
              <w:ind w:left="360"/>
            </w:pPr>
          </w:p>
        </w:tc>
      </w:tr>
      <w:tr w:rsidR="0017013E" w14:paraId="4677DB61"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5B6366E6" w14:textId="77777777" w:rsidR="0017013E" w:rsidRDefault="0017013E" w:rsidP="00553D9D">
            <w:pPr>
              <w:pStyle w:val="BodyText"/>
              <w:spacing w:before="120"/>
              <w:ind w:left="360"/>
            </w:pPr>
            <w:r>
              <w:t>5</w:t>
            </w:r>
          </w:p>
        </w:tc>
        <w:tc>
          <w:tcPr>
            <w:tcW w:w="4508" w:type="dxa"/>
            <w:tcBorders>
              <w:top w:val="nil"/>
              <w:left w:val="nil"/>
              <w:bottom w:val="single" w:sz="4" w:space="0" w:color="auto"/>
              <w:right w:val="single" w:sz="4" w:space="0" w:color="auto"/>
            </w:tcBorders>
            <w:noWrap/>
            <w:vAlign w:val="center"/>
          </w:tcPr>
          <w:p w14:paraId="0F6F6145" w14:textId="77777777" w:rsidR="0017013E" w:rsidRDefault="0017013E" w:rsidP="00553D9D">
            <w:pPr>
              <w:pStyle w:val="BodyText"/>
              <w:spacing w:before="120"/>
              <w:ind w:left="360"/>
            </w:pPr>
            <w:r>
              <w:t>Update IHI via B2B</w:t>
            </w:r>
          </w:p>
        </w:tc>
        <w:tc>
          <w:tcPr>
            <w:tcW w:w="1559" w:type="dxa"/>
            <w:tcBorders>
              <w:top w:val="nil"/>
              <w:left w:val="nil"/>
              <w:bottom w:val="single" w:sz="4" w:space="0" w:color="auto"/>
              <w:right w:val="nil"/>
            </w:tcBorders>
            <w:vAlign w:val="center"/>
          </w:tcPr>
          <w:p w14:paraId="3EF35421"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17EF5B72"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493D5A4" w14:textId="77777777" w:rsidR="0017013E" w:rsidRPr="00101D55" w:rsidRDefault="0017013E" w:rsidP="00553D9D">
            <w:pPr>
              <w:pStyle w:val="BodyText"/>
              <w:spacing w:before="120"/>
              <w:ind w:left="360"/>
            </w:pPr>
            <w:r w:rsidRPr="00101D55">
              <w:t>UC.015, UC.035</w:t>
            </w:r>
          </w:p>
        </w:tc>
      </w:tr>
      <w:tr w:rsidR="0017013E" w14:paraId="1A729BD3"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7F27FA2B" w14:textId="77777777" w:rsidR="0017013E" w:rsidRDefault="0017013E" w:rsidP="00553D9D">
            <w:pPr>
              <w:pStyle w:val="BodyText"/>
              <w:spacing w:before="120"/>
              <w:ind w:left="360"/>
            </w:pPr>
            <w:r>
              <w:t>6</w:t>
            </w:r>
          </w:p>
        </w:tc>
        <w:tc>
          <w:tcPr>
            <w:tcW w:w="4508" w:type="dxa"/>
            <w:tcBorders>
              <w:top w:val="nil"/>
              <w:left w:val="nil"/>
              <w:bottom w:val="single" w:sz="4" w:space="0" w:color="auto"/>
              <w:right w:val="single" w:sz="4" w:space="0" w:color="auto"/>
            </w:tcBorders>
            <w:noWrap/>
            <w:vAlign w:val="center"/>
          </w:tcPr>
          <w:p w14:paraId="3BB52CF9" w14:textId="77777777" w:rsidR="0017013E" w:rsidRDefault="0017013E" w:rsidP="00553D9D">
            <w:pPr>
              <w:pStyle w:val="BodyText"/>
              <w:spacing w:before="120"/>
              <w:ind w:left="360"/>
            </w:pPr>
            <w:r>
              <w:t xml:space="preserve">IHI Inquiry Search via B2B </w:t>
            </w:r>
          </w:p>
        </w:tc>
        <w:tc>
          <w:tcPr>
            <w:tcW w:w="1559" w:type="dxa"/>
            <w:tcBorders>
              <w:top w:val="nil"/>
              <w:left w:val="nil"/>
              <w:bottom w:val="single" w:sz="4" w:space="0" w:color="auto"/>
              <w:right w:val="nil"/>
            </w:tcBorders>
            <w:vAlign w:val="center"/>
          </w:tcPr>
          <w:p w14:paraId="308B0EEB"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v3.0</w:t>
            </w:r>
          </w:p>
        </w:tc>
        <w:tc>
          <w:tcPr>
            <w:tcW w:w="1546" w:type="dxa"/>
            <w:tcBorders>
              <w:top w:val="nil"/>
              <w:left w:val="nil"/>
              <w:bottom w:val="single" w:sz="4" w:space="0" w:color="auto"/>
              <w:right w:val="single" w:sz="4" w:space="0" w:color="auto"/>
            </w:tcBorders>
            <w:vAlign w:val="center"/>
          </w:tcPr>
          <w:p w14:paraId="61C82BA1"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73EACA8" w14:textId="77777777" w:rsidR="0017013E" w:rsidRPr="00101D55" w:rsidRDefault="0017013E" w:rsidP="00553D9D">
            <w:pPr>
              <w:pStyle w:val="BodyText"/>
              <w:spacing w:before="120"/>
              <w:ind w:left="360"/>
            </w:pPr>
            <w:r w:rsidRPr="00101D55">
              <w:t>UC.010, UC.015, UC.035</w:t>
            </w:r>
          </w:p>
        </w:tc>
      </w:tr>
      <w:tr w:rsidR="0017013E" w14:paraId="172FF376"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39D0AB9E" w14:textId="77777777" w:rsidR="0017013E" w:rsidRDefault="0017013E" w:rsidP="00553D9D">
            <w:pPr>
              <w:pStyle w:val="BodyText"/>
              <w:spacing w:before="120"/>
              <w:ind w:left="360"/>
            </w:pPr>
            <w:r>
              <w:t>12</w:t>
            </w:r>
          </w:p>
        </w:tc>
        <w:tc>
          <w:tcPr>
            <w:tcW w:w="4508" w:type="dxa"/>
            <w:tcBorders>
              <w:top w:val="nil"/>
              <w:left w:val="nil"/>
              <w:bottom w:val="single" w:sz="4" w:space="0" w:color="auto"/>
              <w:right w:val="single" w:sz="4" w:space="0" w:color="auto"/>
            </w:tcBorders>
            <w:noWrap/>
            <w:vAlign w:val="center"/>
          </w:tcPr>
          <w:p w14:paraId="1554AE8F" w14:textId="77777777" w:rsidR="0017013E" w:rsidRDefault="0017013E" w:rsidP="00553D9D">
            <w:pPr>
              <w:pStyle w:val="BodyText"/>
              <w:spacing w:before="120"/>
              <w:ind w:left="360"/>
            </w:pPr>
            <w:r w:rsidRPr="006E4EC8">
              <w:t>Consumer Search IHI Batch Synchronous</w:t>
            </w:r>
          </w:p>
        </w:tc>
        <w:tc>
          <w:tcPr>
            <w:tcW w:w="1559" w:type="dxa"/>
            <w:tcBorders>
              <w:top w:val="nil"/>
              <w:left w:val="nil"/>
              <w:bottom w:val="single" w:sz="4" w:space="0" w:color="auto"/>
              <w:right w:val="nil"/>
            </w:tcBorders>
            <w:vAlign w:val="center"/>
          </w:tcPr>
          <w:p w14:paraId="6CB95579"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v3.0</w:t>
            </w:r>
          </w:p>
        </w:tc>
        <w:tc>
          <w:tcPr>
            <w:tcW w:w="1546" w:type="dxa"/>
            <w:tcBorders>
              <w:top w:val="nil"/>
              <w:left w:val="nil"/>
              <w:bottom w:val="single" w:sz="4" w:space="0" w:color="auto"/>
              <w:right w:val="single" w:sz="4" w:space="0" w:color="auto"/>
            </w:tcBorders>
            <w:vAlign w:val="center"/>
          </w:tcPr>
          <w:p w14:paraId="1D1105A2"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111E94D" w14:textId="77777777" w:rsidR="0017013E" w:rsidRPr="00101D55" w:rsidRDefault="0017013E" w:rsidP="00553D9D">
            <w:pPr>
              <w:pStyle w:val="BodyText"/>
              <w:spacing w:before="120"/>
              <w:ind w:left="360"/>
            </w:pPr>
            <w:r w:rsidRPr="00101D55">
              <w:t>UC.010, UC.015, UC.025, UC.035</w:t>
            </w:r>
          </w:p>
        </w:tc>
      </w:tr>
      <w:tr w:rsidR="0017013E" w14:paraId="44A2F88A"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259BAA18" w14:textId="77777777" w:rsidR="0017013E" w:rsidRDefault="0017013E" w:rsidP="00553D9D">
            <w:pPr>
              <w:pStyle w:val="BodyText"/>
              <w:spacing w:before="120"/>
              <w:ind w:left="360"/>
            </w:pPr>
            <w:r>
              <w:t>13</w:t>
            </w:r>
          </w:p>
        </w:tc>
        <w:tc>
          <w:tcPr>
            <w:tcW w:w="4508" w:type="dxa"/>
            <w:tcBorders>
              <w:top w:val="nil"/>
              <w:left w:val="nil"/>
              <w:bottom w:val="single" w:sz="4" w:space="0" w:color="auto"/>
              <w:right w:val="single" w:sz="4" w:space="0" w:color="auto"/>
            </w:tcBorders>
            <w:noWrap/>
            <w:vAlign w:val="center"/>
          </w:tcPr>
          <w:p w14:paraId="5FD92559" w14:textId="77777777" w:rsidR="0017013E" w:rsidRDefault="0017013E" w:rsidP="00553D9D">
            <w:pPr>
              <w:pStyle w:val="BodyText"/>
              <w:spacing w:before="120"/>
              <w:ind w:left="360"/>
            </w:pPr>
            <w:r>
              <w:t>Manage Provider or Administrative Individual Details</w:t>
            </w:r>
          </w:p>
        </w:tc>
        <w:tc>
          <w:tcPr>
            <w:tcW w:w="1559" w:type="dxa"/>
            <w:tcBorders>
              <w:top w:val="nil"/>
              <w:left w:val="nil"/>
              <w:bottom w:val="single" w:sz="4" w:space="0" w:color="auto"/>
              <w:right w:val="nil"/>
            </w:tcBorders>
            <w:vAlign w:val="center"/>
          </w:tcPr>
          <w:p w14:paraId="287A9DE0"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03076C5A"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ED4613B" w14:textId="77777777" w:rsidR="0017013E" w:rsidRPr="00101D55" w:rsidRDefault="0017013E" w:rsidP="00553D9D">
            <w:pPr>
              <w:pStyle w:val="BodyText"/>
              <w:spacing w:before="120"/>
              <w:ind w:left="360"/>
            </w:pPr>
            <w:r>
              <w:t>N/A</w:t>
            </w:r>
          </w:p>
        </w:tc>
      </w:tr>
      <w:tr w:rsidR="0017013E" w14:paraId="04703E86"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3B25AA63" w14:textId="77777777" w:rsidR="0017013E" w:rsidRDefault="0017013E" w:rsidP="00553D9D">
            <w:pPr>
              <w:pStyle w:val="BodyText"/>
              <w:spacing w:before="120"/>
              <w:ind w:left="360"/>
            </w:pPr>
            <w:r>
              <w:t>14</w:t>
            </w:r>
          </w:p>
        </w:tc>
        <w:tc>
          <w:tcPr>
            <w:tcW w:w="4508" w:type="dxa"/>
            <w:tcBorders>
              <w:top w:val="nil"/>
              <w:left w:val="nil"/>
              <w:bottom w:val="single" w:sz="4" w:space="0" w:color="auto"/>
              <w:right w:val="single" w:sz="4" w:space="0" w:color="auto"/>
            </w:tcBorders>
            <w:noWrap/>
            <w:vAlign w:val="center"/>
          </w:tcPr>
          <w:p w14:paraId="2F067327" w14:textId="77777777" w:rsidR="0017013E" w:rsidRDefault="0017013E" w:rsidP="00553D9D">
            <w:pPr>
              <w:pStyle w:val="BodyText"/>
              <w:spacing w:before="120"/>
              <w:ind w:left="360"/>
            </w:pPr>
            <w:r>
              <w:t>Manage Provider Organisation Details</w:t>
            </w:r>
          </w:p>
        </w:tc>
        <w:tc>
          <w:tcPr>
            <w:tcW w:w="1559" w:type="dxa"/>
            <w:tcBorders>
              <w:top w:val="nil"/>
              <w:left w:val="nil"/>
              <w:bottom w:val="single" w:sz="4" w:space="0" w:color="auto"/>
              <w:right w:val="nil"/>
            </w:tcBorders>
            <w:vAlign w:val="center"/>
          </w:tcPr>
          <w:p w14:paraId="257C7B2F"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338E6FA6"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7A5E0845" w14:textId="77777777" w:rsidR="0017013E" w:rsidRPr="00101D55" w:rsidRDefault="0017013E" w:rsidP="00553D9D">
            <w:pPr>
              <w:pStyle w:val="BodyText"/>
              <w:spacing w:before="120"/>
              <w:ind w:left="360"/>
            </w:pPr>
            <w:r>
              <w:t>N/A</w:t>
            </w:r>
          </w:p>
        </w:tc>
      </w:tr>
      <w:tr w:rsidR="0017013E" w14:paraId="10E7713D"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611B4D1B" w14:textId="77777777" w:rsidR="0017013E" w:rsidRDefault="0017013E" w:rsidP="00553D9D">
            <w:pPr>
              <w:pStyle w:val="BodyText"/>
              <w:spacing w:before="120"/>
              <w:ind w:left="360"/>
            </w:pPr>
            <w:r>
              <w:t>15</w:t>
            </w:r>
          </w:p>
        </w:tc>
        <w:tc>
          <w:tcPr>
            <w:tcW w:w="4508" w:type="dxa"/>
            <w:tcBorders>
              <w:top w:val="nil"/>
              <w:left w:val="nil"/>
              <w:bottom w:val="single" w:sz="4" w:space="0" w:color="auto"/>
              <w:right w:val="single" w:sz="4" w:space="0" w:color="auto"/>
            </w:tcBorders>
            <w:noWrap/>
            <w:vAlign w:val="center"/>
          </w:tcPr>
          <w:p w14:paraId="6F69E803" w14:textId="77777777" w:rsidR="0017013E" w:rsidRDefault="0017013E" w:rsidP="00553D9D">
            <w:pPr>
              <w:pStyle w:val="BodyText"/>
              <w:spacing w:before="120"/>
              <w:ind w:left="360"/>
            </w:pPr>
            <w:r>
              <w:t>Read Provider or Administrative Individual Details</w:t>
            </w:r>
          </w:p>
        </w:tc>
        <w:tc>
          <w:tcPr>
            <w:tcW w:w="1559" w:type="dxa"/>
            <w:tcBorders>
              <w:top w:val="nil"/>
              <w:left w:val="nil"/>
              <w:bottom w:val="single" w:sz="4" w:space="0" w:color="auto"/>
              <w:right w:val="nil"/>
            </w:tcBorders>
            <w:vAlign w:val="center"/>
          </w:tcPr>
          <w:p w14:paraId="4CF6A7CF"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2D909F9E"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20484E10" w14:textId="77777777" w:rsidR="0017013E" w:rsidRPr="00101D55" w:rsidRDefault="0017013E" w:rsidP="00553D9D">
            <w:pPr>
              <w:pStyle w:val="BodyText"/>
              <w:spacing w:before="120"/>
              <w:ind w:left="360"/>
            </w:pPr>
            <w:r>
              <w:t>N/A</w:t>
            </w:r>
          </w:p>
        </w:tc>
      </w:tr>
      <w:tr w:rsidR="0017013E" w14:paraId="266695F4"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19EFF832" w14:textId="77777777" w:rsidR="0017013E" w:rsidRDefault="0017013E" w:rsidP="00553D9D">
            <w:pPr>
              <w:pStyle w:val="BodyText"/>
              <w:spacing w:before="120"/>
              <w:ind w:left="360"/>
            </w:pPr>
            <w:r>
              <w:t>16</w:t>
            </w:r>
          </w:p>
        </w:tc>
        <w:tc>
          <w:tcPr>
            <w:tcW w:w="4508" w:type="dxa"/>
            <w:tcBorders>
              <w:top w:val="nil"/>
              <w:left w:val="nil"/>
              <w:bottom w:val="single" w:sz="4" w:space="0" w:color="auto"/>
              <w:right w:val="single" w:sz="4" w:space="0" w:color="auto"/>
            </w:tcBorders>
            <w:noWrap/>
            <w:vAlign w:val="center"/>
          </w:tcPr>
          <w:p w14:paraId="26115122" w14:textId="77777777" w:rsidR="0017013E" w:rsidRDefault="0017013E" w:rsidP="00553D9D">
            <w:pPr>
              <w:pStyle w:val="BodyText"/>
              <w:spacing w:before="120"/>
              <w:ind w:left="360"/>
            </w:pPr>
            <w:r>
              <w:t>Read Provider Organisation Details</w:t>
            </w:r>
          </w:p>
        </w:tc>
        <w:tc>
          <w:tcPr>
            <w:tcW w:w="1559" w:type="dxa"/>
            <w:tcBorders>
              <w:top w:val="nil"/>
              <w:left w:val="nil"/>
              <w:bottom w:val="single" w:sz="4" w:space="0" w:color="auto"/>
              <w:right w:val="nil"/>
            </w:tcBorders>
            <w:vAlign w:val="center"/>
          </w:tcPr>
          <w:p w14:paraId="01625D52"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35A2CFB5"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2072015" w14:textId="77777777" w:rsidR="0017013E" w:rsidRPr="00101D55" w:rsidRDefault="0017013E" w:rsidP="00553D9D">
            <w:pPr>
              <w:pStyle w:val="BodyText"/>
              <w:spacing w:before="120"/>
              <w:ind w:left="360"/>
            </w:pPr>
            <w:r>
              <w:t>N/A</w:t>
            </w:r>
          </w:p>
        </w:tc>
      </w:tr>
      <w:tr w:rsidR="0017013E" w14:paraId="3776C759" w14:textId="77777777" w:rsidTr="00553D9D">
        <w:trPr>
          <w:cantSplit/>
          <w:trHeight w:val="315"/>
        </w:trPr>
        <w:tc>
          <w:tcPr>
            <w:tcW w:w="1304" w:type="dxa"/>
            <w:tcBorders>
              <w:top w:val="nil"/>
              <w:left w:val="single" w:sz="4" w:space="0" w:color="auto"/>
              <w:bottom w:val="single" w:sz="4" w:space="0" w:color="auto"/>
              <w:right w:val="single" w:sz="4" w:space="0" w:color="auto"/>
            </w:tcBorders>
            <w:noWrap/>
            <w:vAlign w:val="center"/>
          </w:tcPr>
          <w:p w14:paraId="489380B1" w14:textId="77777777" w:rsidR="0017013E" w:rsidRDefault="0017013E" w:rsidP="00553D9D">
            <w:pPr>
              <w:pStyle w:val="BodyText"/>
              <w:spacing w:before="120"/>
              <w:ind w:left="360"/>
            </w:pPr>
            <w:r>
              <w:t>17</w:t>
            </w:r>
          </w:p>
        </w:tc>
        <w:tc>
          <w:tcPr>
            <w:tcW w:w="4508" w:type="dxa"/>
            <w:tcBorders>
              <w:top w:val="nil"/>
              <w:left w:val="nil"/>
              <w:bottom w:val="single" w:sz="4" w:space="0" w:color="auto"/>
              <w:right w:val="single" w:sz="4" w:space="0" w:color="auto"/>
            </w:tcBorders>
            <w:noWrap/>
            <w:vAlign w:val="center"/>
          </w:tcPr>
          <w:p w14:paraId="5DBCD1FA" w14:textId="77777777" w:rsidR="0017013E" w:rsidRDefault="0017013E" w:rsidP="00553D9D">
            <w:pPr>
              <w:pStyle w:val="BodyText"/>
              <w:spacing w:before="120"/>
              <w:ind w:left="360"/>
            </w:pPr>
            <w:r>
              <w:t>Healthcare Provider Directory - Search for Individual Provider Directory Entry</w:t>
            </w:r>
          </w:p>
        </w:tc>
        <w:tc>
          <w:tcPr>
            <w:tcW w:w="1559" w:type="dxa"/>
            <w:tcBorders>
              <w:top w:val="nil"/>
              <w:left w:val="nil"/>
              <w:bottom w:val="single" w:sz="4" w:space="0" w:color="auto"/>
              <w:right w:val="nil"/>
            </w:tcBorders>
            <w:vAlign w:val="center"/>
          </w:tcPr>
          <w:p w14:paraId="2FD04F32"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657AEFCD"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84E85FB" w14:textId="77777777" w:rsidR="0017013E" w:rsidRPr="00537EEE" w:rsidRDefault="0017013E" w:rsidP="00553D9D">
            <w:pPr>
              <w:pStyle w:val="BodyText"/>
              <w:spacing w:before="120"/>
              <w:ind w:left="360"/>
            </w:pPr>
            <w:r w:rsidRPr="00537EEE">
              <w:t>UC.130, UC.240</w:t>
            </w:r>
          </w:p>
        </w:tc>
      </w:tr>
      <w:tr w:rsidR="0017013E" w14:paraId="7854AF70"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62CA8103" w14:textId="77777777" w:rsidR="0017013E" w:rsidRDefault="0017013E" w:rsidP="00553D9D">
            <w:pPr>
              <w:pStyle w:val="BodyText"/>
              <w:spacing w:before="120"/>
              <w:ind w:left="360"/>
            </w:pPr>
            <w:r>
              <w:t>18</w:t>
            </w:r>
          </w:p>
        </w:tc>
        <w:tc>
          <w:tcPr>
            <w:tcW w:w="4508" w:type="dxa"/>
            <w:tcBorders>
              <w:top w:val="nil"/>
              <w:left w:val="nil"/>
              <w:bottom w:val="single" w:sz="4" w:space="0" w:color="auto"/>
              <w:right w:val="single" w:sz="4" w:space="0" w:color="auto"/>
            </w:tcBorders>
            <w:noWrap/>
            <w:vAlign w:val="center"/>
          </w:tcPr>
          <w:p w14:paraId="0DC44E92" w14:textId="77777777" w:rsidR="0017013E" w:rsidRDefault="0017013E" w:rsidP="00553D9D">
            <w:pPr>
              <w:pStyle w:val="BodyText"/>
              <w:spacing w:before="120"/>
              <w:ind w:left="360"/>
            </w:pPr>
            <w:r>
              <w:t>Healthcare Provider Directory - Search for Organisation Provider Directory Entry</w:t>
            </w:r>
          </w:p>
        </w:tc>
        <w:tc>
          <w:tcPr>
            <w:tcW w:w="1559" w:type="dxa"/>
            <w:tcBorders>
              <w:top w:val="nil"/>
              <w:left w:val="nil"/>
              <w:bottom w:val="single" w:sz="4" w:space="0" w:color="auto"/>
              <w:right w:val="nil"/>
            </w:tcBorders>
            <w:vAlign w:val="center"/>
          </w:tcPr>
          <w:p w14:paraId="3F0701E5"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0AE07347"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FB33066" w14:textId="77777777" w:rsidR="0017013E" w:rsidRPr="00537EEE" w:rsidRDefault="0017013E" w:rsidP="00553D9D">
            <w:pPr>
              <w:pStyle w:val="BodyText"/>
              <w:spacing w:before="120"/>
              <w:ind w:left="360"/>
            </w:pPr>
            <w:r w:rsidRPr="00537EEE">
              <w:t>UC.241, UC.305</w:t>
            </w:r>
          </w:p>
        </w:tc>
      </w:tr>
      <w:tr w:rsidR="0017013E" w14:paraId="017AF68F"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63DB5B97" w14:textId="77777777" w:rsidR="0017013E" w:rsidRDefault="0017013E" w:rsidP="00553D9D">
            <w:pPr>
              <w:pStyle w:val="BodyText"/>
              <w:spacing w:before="120"/>
              <w:ind w:left="360"/>
            </w:pPr>
            <w:r>
              <w:t>19</w:t>
            </w:r>
          </w:p>
        </w:tc>
        <w:tc>
          <w:tcPr>
            <w:tcW w:w="4508" w:type="dxa"/>
            <w:tcBorders>
              <w:top w:val="nil"/>
              <w:left w:val="nil"/>
              <w:bottom w:val="single" w:sz="4" w:space="0" w:color="auto"/>
              <w:right w:val="single" w:sz="4" w:space="0" w:color="auto"/>
            </w:tcBorders>
            <w:noWrap/>
            <w:vAlign w:val="center"/>
          </w:tcPr>
          <w:p w14:paraId="71558C17" w14:textId="77777777" w:rsidR="0017013E" w:rsidRDefault="0017013E" w:rsidP="00553D9D">
            <w:pPr>
              <w:pStyle w:val="BodyText"/>
              <w:spacing w:before="120"/>
              <w:ind w:left="360"/>
            </w:pPr>
            <w:r>
              <w:t>Healthcare Provider Directory - Manage Provider Directory Entry</w:t>
            </w:r>
          </w:p>
        </w:tc>
        <w:tc>
          <w:tcPr>
            <w:tcW w:w="1559" w:type="dxa"/>
            <w:tcBorders>
              <w:top w:val="nil"/>
              <w:left w:val="nil"/>
              <w:bottom w:val="single" w:sz="4" w:space="0" w:color="auto"/>
              <w:right w:val="nil"/>
            </w:tcBorders>
            <w:vAlign w:val="center"/>
          </w:tcPr>
          <w:p w14:paraId="79EC3F32"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77415048"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1FB1C262" w14:textId="77777777" w:rsidR="0017013E" w:rsidRPr="00537EEE" w:rsidRDefault="0017013E" w:rsidP="00553D9D">
            <w:pPr>
              <w:pStyle w:val="BodyText"/>
              <w:spacing w:before="120"/>
              <w:ind w:left="360"/>
            </w:pPr>
            <w:r w:rsidRPr="00537EEE">
              <w:t>UC.080, UC.150</w:t>
            </w:r>
          </w:p>
        </w:tc>
      </w:tr>
      <w:tr w:rsidR="0017013E" w14:paraId="4E486CA1"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65516DF7" w14:textId="77777777" w:rsidR="0017013E" w:rsidRDefault="0017013E" w:rsidP="00553D9D">
            <w:pPr>
              <w:pStyle w:val="BodyText"/>
              <w:spacing w:before="120"/>
              <w:ind w:left="360"/>
            </w:pPr>
            <w:r>
              <w:t>22</w:t>
            </w:r>
          </w:p>
        </w:tc>
        <w:tc>
          <w:tcPr>
            <w:tcW w:w="4508" w:type="dxa"/>
            <w:tcBorders>
              <w:top w:val="nil"/>
              <w:left w:val="nil"/>
              <w:bottom w:val="single" w:sz="4" w:space="0" w:color="auto"/>
              <w:right w:val="single" w:sz="4" w:space="0" w:color="auto"/>
            </w:tcBorders>
            <w:noWrap/>
            <w:vAlign w:val="center"/>
          </w:tcPr>
          <w:p w14:paraId="7FF48866" w14:textId="77777777" w:rsidR="0017013E" w:rsidRDefault="0017013E" w:rsidP="00553D9D">
            <w:pPr>
              <w:pStyle w:val="BodyText"/>
              <w:spacing w:before="120"/>
              <w:ind w:left="360"/>
            </w:pPr>
            <w:r>
              <w:t>Read Reference Data</w:t>
            </w:r>
          </w:p>
        </w:tc>
        <w:tc>
          <w:tcPr>
            <w:tcW w:w="1559" w:type="dxa"/>
            <w:tcBorders>
              <w:top w:val="nil"/>
              <w:left w:val="nil"/>
              <w:bottom w:val="single" w:sz="4" w:space="0" w:color="auto"/>
              <w:right w:val="nil"/>
            </w:tcBorders>
            <w:vAlign w:val="center"/>
          </w:tcPr>
          <w:p w14:paraId="6321BD65"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206BADC6"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shd w:val="clear" w:color="auto" w:fill="auto"/>
            <w:noWrap/>
            <w:vAlign w:val="center"/>
          </w:tcPr>
          <w:p w14:paraId="5DF655DA" w14:textId="77777777" w:rsidR="0017013E" w:rsidRPr="00FD100A" w:rsidRDefault="0017013E" w:rsidP="00553D9D">
            <w:pPr>
              <w:pStyle w:val="BodyText"/>
              <w:spacing w:before="120"/>
              <w:ind w:left="360"/>
              <w:rPr>
                <w:highlight w:val="yellow"/>
              </w:rPr>
            </w:pPr>
            <w:r w:rsidRPr="00101D55">
              <w:t>N</w:t>
            </w:r>
            <w:r>
              <w:t>/A</w:t>
            </w:r>
          </w:p>
        </w:tc>
      </w:tr>
      <w:tr w:rsidR="0017013E" w14:paraId="219B5CB8"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4B7C2D8F" w14:textId="77777777" w:rsidR="0017013E" w:rsidRDefault="0017013E" w:rsidP="00553D9D">
            <w:pPr>
              <w:pStyle w:val="BodyText"/>
              <w:spacing w:before="120"/>
              <w:ind w:left="360"/>
            </w:pPr>
            <w:r>
              <w:lastRenderedPageBreak/>
              <w:t>24</w:t>
            </w:r>
          </w:p>
        </w:tc>
        <w:tc>
          <w:tcPr>
            <w:tcW w:w="4508" w:type="dxa"/>
            <w:tcBorders>
              <w:top w:val="nil"/>
              <w:left w:val="nil"/>
              <w:bottom w:val="single" w:sz="4" w:space="0" w:color="auto"/>
              <w:right w:val="single" w:sz="4" w:space="0" w:color="auto"/>
            </w:tcBorders>
            <w:noWrap/>
            <w:vAlign w:val="center"/>
          </w:tcPr>
          <w:p w14:paraId="75ECB551" w14:textId="77777777" w:rsidR="0017013E" w:rsidRDefault="0017013E" w:rsidP="00553D9D">
            <w:pPr>
              <w:pStyle w:val="BodyText"/>
              <w:spacing w:before="120"/>
              <w:ind w:left="360"/>
            </w:pPr>
            <w:r>
              <w:t>Notify of Duplicate IHI via B2B</w:t>
            </w:r>
          </w:p>
        </w:tc>
        <w:tc>
          <w:tcPr>
            <w:tcW w:w="1559" w:type="dxa"/>
            <w:tcBorders>
              <w:top w:val="nil"/>
              <w:left w:val="nil"/>
              <w:bottom w:val="single" w:sz="4" w:space="0" w:color="auto"/>
              <w:right w:val="nil"/>
            </w:tcBorders>
            <w:vAlign w:val="center"/>
          </w:tcPr>
          <w:p w14:paraId="14F4D39F"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0F674385"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0796071B" w14:textId="77777777" w:rsidR="0017013E" w:rsidRPr="00FD100A" w:rsidRDefault="0017013E" w:rsidP="00553D9D">
            <w:pPr>
              <w:pStyle w:val="BodyText"/>
              <w:spacing w:before="120"/>
              <w:ind w:left="360"/>
              <w:rPr>
                <w:highlight w:val="yellow"/>
              </w:rPr>
            </w:pPr>
            <w:r w:rsidRPr="00101D55">
              <w:t>UC.010, UC.015, UC.035</w:t>
            </w:r>
          </w:p>
        </w:tc>
      </w:tr>
      <w:tr w:rsidR="0017013E" w14:paraId="2A363F5F"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6040C460" w14:textId="77777777" w:rsidR="0017013E" w:rsidRDefault="0017013E" w:rsidP="00553D9D">
            <w:pPr>
              <w:pStyle w:val="BodyText"/>
              <w:spacing w:before="120"/>
              <w:ind w:left="360"/>
            </w:pPr>
            <w:r>
              <w:t>25</w:t>
            </w:r>
          </w:p>
        </w:tc>
        <w:tc>
          <w:tcPr>
            <w:tcW w:w="4508" w:type="dxa"/>
            <w:tcBorders>
              <w:top w:val="single" w:sz="4" w:space="0" w:color="auto"/>
              <w:left w:val="nil"/>
              <w:bottom w:val="single" w:sz="4" w:space="0" w:color="auto"/>
              <w:right w:val="single" w:sz="4" w:space="0" w:color="auto"/>
            </w:tcBorders>
            <w:noWrap/>
            <w:vAlign w:val="center"/>
          </w:tcPr>
          <w:p w14:paraId="2FBA864B" w14:textId="77777777" w:rsidR="0017013E" w:rsidRDefault="0017013E" w:rsidP="00553D9D">
            <w:pPr>
              <w:pStyle w:val="BodyText"/>
              <w:spacing w:before="120"/>
              <w:ind w:left="360"/>
            </w:pPr>
            <w:r>
              <w:t>Notify of Replica IHI via B2B</w:t>
            </w:r>
          </w:p>
        </w:tc>
        <w:tc>
          <w:tcPr>
            <w:tcW w:w="1559" w:type="dxa"/>
            <w:tcBorders>
              <w:top w:val="single" w:sz="4" w:space="0" w:color="auto"/>
              <w:left w:val="nil"/>
              <w:bottom w:val="single" w:sz="4" w:space="0" w:color="auto"/>
              <w:right w:val="nil"/>
            </w:tcBorders>
            <w:vAlign w:val="center"/>
          </w:tcPr>
          <w:p w14:paraId="21BEC8E9"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single" w:sz="4" w:space="0" w:color="auto"/>
              <w:left w:val="nil"/>
              <w:bottom w:val="single" w:sz="4" w:space="0" w:color="auto"/>
              <w:right w:val="single" w:sz="4" w:space="0" w:color="auto"/>
            </w:tcBorders>
            <w:vAlign w:val="center"/>
          </w:tcPr>
          <w:p w14:paraId="2F2E4812"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1D8FA193" w14:textId="77777777" w:rsidR="0017013E" w:rsidRPr="00FD100A" w:rsidRDefault="0017013E" w:rsidP="00553D9D">
            <w:pPr>
              <w:pStyle w:val="BodyText"/>
              <w:spacing w:before="120"/>
              <w:ind w:left="360"/>
              <w:rPr>
                <w:highlight w:val="yellow"/>
              </w:rPr>
            </w:pPr>
            <w:r w:rsidRPr="00101D55">
              <w:t>UC.010, UC.015, UC.035</w:t>
            </w:r>
          </w:p>
        </w:tc>
      </w:tr>
      <w:tr w:rsidR="0017013E" w14:paraId="43D1ACDE"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7E29F779" w14:textId="77777777" w:rsidR="0017013E" w:rsidRDefault="0017013E" w:rsidP="00553D9D">
            <w:pPr>
              <w:pStyle w:val="BodyText"/>
              <w:spacing w:before="120"/>
              <w:ind w:left="360"/>
            </w:pPr>
            <w:r>
              <w:t>30</w:t>
            </w:r>
          </w:p>
        </w:tc>
        <w:tc>
          <w:tcPr>
            <w:tcW w:w="4508" w:type="dxa"/>
            <w:tcBorders>
              <w:top w:val="single" w:sz="4" w:space="0" w:color="auto"/>
              <w:left w:val="nil"/>
              <w:bottom w:val="single" w:sz="4" w:space="0" w:color="auto"/>
              <w:right w:val="single" w:sz="4" w:space="0" w:color="auto"/>
            </w:tcBorders>
            <w:noWrap/>
            <w:vAlign w:val="center"/>
          </w:tcPr>
          <w:p w14:paraId="2B07E69A" w14:textId="77777777" w:rsidR="0017013E" w:rsidRDefault="0017013E" w:rsidP="00553D9D">
            <w:pPr>
              <w:pStyle w:val="BodyText"/>
              <w:spacing w:before="120"/>
              <w:ind w:left="360"/>
            </w:pPr>
            <w:r w:rsidRPr="006E4EC8">
              <w:t>Consumer Search IHI Batch Asynch</w:t>
            </w:r>
            <w:r>
              <w:t>r</w:t>
            </w:r>
            <w:r w:rsidRPr="006E4EC8">
              <w:t>onous</w:t>
            </w:r>
          </w:p>
        </w:tc>
        <w:tc>
          <w:tcPr>
            <w:tcW w:w="1559" w:type="dxa"/>
            <w:tcBorders>
              <w:top w:val="single" w:sz="4" w:space="0" w:color="auto"/>
              <w:left w:val="nil"/>
              <w:bottom w:val="single" w:sz="4" w:space="0" w:color="auto"/>
              <w:right w:val="nil"/>
            </w:tcBorders>
            <w:vAlign w:val="center"/>
          </w:tcPr>
          <w:p w14:paraId="69266F58" w14:textId="7CE965D8"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v3.0</w:t>
            </w:r>
          </w:p>
        </w:tc>
        <w:tc>
          <w:tcPr>
            <w:tcW w:w="1546" w:type="dxa"/>
            <w:tcBorders>
              <w:top w:val="single" w:sz="4" w:space="0" w:color="auto"/>
              <w:left w:val="nil"/>
              <w:bottom w:val="single" w:sz="4" w:space="0" w:color="auto"/>
              <w:right w:val="single" w:sz="4" w:space="0" w:color="auto"/>
            </w:tcBorders>
            <w:vAlign w:val="center"/>
          </w:tcPr>
          <w:p w14:paraId="028A752A"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14BD78D8" w14:textId="77777777" w:rsidR="0017013E" w:rsidRPr="00101D55" w:rsidRDefault="0017013E" w:rsidP="00553D9D">
            <w:pPr>
              <w:pStyle w:val="BodyText"/>
              <w:spacing w:before="120"/>
              <w:ind w:left="360"/>
            </w:pPr>
            <w:r w:rsidRPr="00101D55">
              <w:t>UC.010, UC.015, UC.025, UC.035</w:t>
            </w:r>
          </w:p>
        </w:tc>
      </w:tr>
      <w:tr w:rsidR="0017013E" w14:paraId="5AE6C32E"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5DE1AC8B" w14:textId="77777777" w:rsidR="0017013E" w:rsidRDefault="0017013E" w:rsidP="00553D9D">
            <w:pPr>
              <w:pStyle w:val="BodyText"/>
              <w:spacing w:before="120"/>
              <w:ind w:left="360"/>
            </w:pPr>
            <w:r>
              <w:t>31</w:t>
            </w:r>
          </w:p>
        </w:tc>
        <w:tc>
          <w:tcPr>
            <w:tcW w:w="4508" w:type="dxa"/>
            <w:tcBorders>
              <w:top w:val="single" w:sz="4" w:space="0" w:color="auto"/>
              <w:left w:val="nil"/>
              <w:bottom w:val="single" w:sz="4" w:space="0" w:color="auto"/>
              <w:right w:val="single" w:sz="4" w:space="0" w:color="auto"/>
            </w:tcBorders>
            <w:noWrap/>
            <w:vAlign w:val="center"/>
          </w:tcPr>
          <w:p w14:paraId="35A53FEA" w14:textId="77777777" w:rsidR="0017013E" w:rsidRPr="006E4EC8" w:rsidRDefault="0017013E" w:rsidP="00553D9D">
            <w:pPr>
              <w:pStyle w:val="BodyText"/>
              <w:spacing w:before="120"/>
              <w:ind w:left="360"/>
            </w:pPr>
            <w:r>
              <w:rPr>
                <w:szCs w:val="20"/>
              </w:rPr>
              <w:t>Search for Provider Individual Details</w:t>
            </w:r>
          </w:p>
        </w:tc>
        <w:tc>
          <w:tcPr>
            <w:tcW w:w="1559" w:type="dxa"/>
            <w:tcBorders>
              <w:top w:val="single" w:sz="4" w:space="0" w:color="auto"/>
              <w:left w:val="nil"/>
              <w:bottom w:val="single" w:sz="4" w:space="0" w:color="auto"/>
              <w:right w:val="nil"/>
            </w:tcBorders>
            <w:vAlign w:val="center"/>
          </w:tcPr>
          <w:p w14:paraId="1F91D1AC"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v5.0.0</w:t>
            </w:r>
          </w:p>
        </w:tc>
        <w:tc>
          <w:tcPr>
            <w:tcW w:w="1546" w:type="dxa"/>
            <w:tcBorders>
              <w:top w:val="single" w:sz="4" w:space="0" w:color="auto"/>
              <w:left w:val="nil"/>
              <w:bottom w:val="single" w:sz="4" w:space="0" w:color="auto"/>
              <w:right w:val="single" w:sz="4" w:space="0" w:color="auto"/>
            </w:tcBorders>
            <w:vAlign w:val="center"/>
          </w:tcPr>
          <w:p w14:paraId="382568E9"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0E3679AE" w14:textId="77777777" w:rsidR="0017013E" w:rsidRPr="00101D55" w:rsidRDefault="0017013E" w:rsidP="00553D9D">
            <w:pPr>
              <w:pStyle w:val="BodyText"/>
              <w:spacing w:before="120"/>
              <w:ind w:left="360"/>
            </w:pPr>
            <w:r>
              <w:t>UC.131</w:t>
            </w:r>
          </w:p>
        </w:tc>
      </w:tr>
      <w:tr w:rsidR="0017013E" w14:paraId="5B656BE1"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61DA93AD" w14:textId="77777777" w:rsidR="0017013E" w:rsidRDefault="0017013E" w:rsidP="00553D9D">
            <w:pPr>
              <w:pStyle w:val="BodyText"/>
              <w:spacing w:before="120"/>
              <w:ind w:left="360"/>
            </w:pPr>
            <w:r>
              <w:t>32</w:t>
            </w:r>
          </w:p>
        </w:tc>
        <w:tc>
          <w:tcPr>
            <w:tcW w:w="4508" w:type="dxa"/>
            <w:tcBorders>
              <w:top w:val="single" w:sz="4" w:space="0" w:color="auto"/>
              <w:left w:val="nil"/>
              <w:bottom w:val="single" w:sz="4" w:space="0" w:color="auto"/>
              <w:right w:val="single" w:sz="4" w:space="0" w:color="auto"/>
            </w:tcBorders>
            <w:noWrap/>
            <w:vAlign w:val="center"/>
          </w:tcPr>
          <w:p w14:paraId="19603721" w14:textId="77777777" w:rsidR="0017013E" w:rsidRDefault="0017013E" w:rsidP="00553D9D">
            <w:pPr>
              <w:pStyle w:val="BodyText"/>
              <w:spacing w:before="120"/>
              <w:ind w:left="360"/>
            </w:pPr>
            <w:r>
              <w:rPr>
                <w:szCs w:val="20"/>
              </w:rPr>
              <w:t>Search for Provider Organisation Details</w:t>
            </w:r>
          </w:p>
        </w:tc>
        <w:tc>
          <w:tcPr>
            <w:tcW w:w="1559" w:type="dxa"/>
            <w:tcBorders>
              <w:top w:val="single" w:sz="4" w:space="0" w:color="auto"/>
              <w:left w:val="nil"/>
              <w:bottom w:val="single" w:sz="4" w:space="0" w:color="auto"/>
              <w:right w:val="nil"/>
            </w:tcBorders>
            <w:vAlign w:val="center"/>
          </w:tcPr>
          <w:p w14:paraId="1B2FBA51" w14:textId="027F2E95"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v5.</w:t>
            </w:r>
            <w:r w:rsidR="008958CE">
              <w:t>0</w:t>
            </w:r>
            <w:r>
              <w:t>.0</w:t>
            </w:r>
          </w:p>
        </w:tc>
        <w:tc>
          <w:tcPr>
            <w:tcW w:w="1546" w:type="dxa"/>
            <w:tcBorders>
              <w:top w:val="single" w:sz="4" w:space="0" w:color="auto"/>
              <w:left w:val="nil"/>
              <w:bottom w:val="single" w:sz="4" w:space="0" w:color="auto"/>
              <w:right w:val="single" w:sz="4" w:space="0" w:color="auto"/>
            </w:tcBorders>
            <w:vAlign w:val="center"/>
          </w:tcPr>
          <w:p w14:paraId="110B7A4A"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005F1997" w14:textId="77777777" w:rsidR="0017013E" w:rsidRDefault="0017013E" w:rsidP="00553D9D">
            <w:pPr>
              <w:pStyle w:val="BodyText"/>
              <w:spacing w:before="120"/>
              <w:ind w:left="360"/>
            </w:pPr>
            <w:r>
              <w:t>UC.306</w:t>
            </w:r>
          </w:p>
        </w:tc>
      </w:tr>
      <w:tr w:rsidR="0017013E" w14:paraId="44DB6DA5"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5CE86F27" w14:textId="77777777" w:rsidR="0017013E" w:rsidRDefault="0017013E" w:rsidP="00553D9D">
            <w:pPr>
              <w:pStyle w:val="BodyText"/>
              <w:spacing w:before="120"/>
              <w:ind w:left="360"/>
            </w:pPr>
            <w:r>
              <w:t>33</w:t>
            </w:r>
          </w:p>
        </w:tc>
        <w:tc>
          <w:tcPr>
            <w:tcW w:w="4508" w:type="dxa"/>
            <w:tcBorders>
              <w:top w:val="single" w:sz="4" w:space="0" w:color="auto"/>
              <w:left w:val="nil"/>
              <w:bottom w:val="single" w:sz="4" w:space="0" w:color="auto"/>
              <w:right w:val="single" w:sz="4" w:space="0" w:color="auto"/>
            </w:tcBorders>
            <w:noWrap/>
            <w:vAlign w:val="center"/>
          </w:tcPr>
          <w:p w14:paraId="5BFD2048" w14:textId="77777777" w:rsidR="0017013E" w:rsidRDefault="0017013E" w:rsidP="00553D9D">
            <w:pPr>
              <w:pStyle w:val="BodyText"/>
              <w:spacing w:before="120"/>
              <w:ind w:left="360"/>
            </w:pPr>
            <w:r>
              <w:rPr>
                <w:szCs w:val="20"/>
              </w:rPr>
              <w:t>Search for Provider Individual Batch Async</w:t>
            </w:r>
          </w:p>
        </w:tc>
        <w:tc>
          <w:tcPr>
            <w:tcW w:w="1559" w:type="dxa"/>
            <w:tcBorders>
              <w:top w:val="single" w:sz="4" w:space="0" w:color="auto"/>
              <w:left w:val="nil"/>
              <w:bottom w:val="single" w:sz="4" w:space="0" w:color="auto"/>
              <w:right w:val="nil"/>
            </w:tcBorders>
            <w:vAlign w:val="center"/>
          </w:tcPr>
          <w:p w14:paraId="18CC4054" w14:textId="56E6B2EA"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v5.</w:t>
            </w:r>
            <w:r w:rsidR="008958CE">
              <w:t>1</w:t>
            </w:r>
            <w:r>
              <w:t>.0</w:t>
            </w:r>
          </w:p>
        </w:tc>
        <w:tc>
          <w:tcPr>
            <w:tcW w:w="1546" w:type="dxa"/>
            <w:tcBorders>
              <w:top w:val="single" w:sz="4" w:space="0" w:color="auto"/>
              <w:left w:val="nil"/>
              <w:bottom w:val="single" w:sz="4" w:space="0" w:color="auto"/>
              <w:right w:val="single" w:sz="4" w:space="0" w:color="auto"/>
            </w:tcBorders>
            <w:vAlign w:val="center"/>
          </w:tcPr>
          <w:p w14:paraId="6ECC85A5"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372FEE72" w14:textId="77777777" w:rsidR="0017013E" w:rsidRDefault="0017013E" w:rsidP="00553D9D">
            <w:pPr>
              <w:pStyle w:val="BodyText"/>
              <w:spacing w:before="120"/>
              <w:ind w:left="360"/>
            </w:pPr>
            <w:r>
              <w:t>UC.131</w:t>
            </w:r>
          </w:p>
        </w:tc>
      </w:tr>
      <w:tr w:rsidR="0017013E" w14:paraId="675DCCE4"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310A31CD" w14:textId="77777777" w:rsidR="0017013E" w:rsidRDefault="0017013E" w:rsidP="00553D9D">
            <w:pPr>
              <w:pStyle w:val="BodyText"/>
              <w:spacing w:before="120"/>
              <w:ind w:left="360"/>
            </w:pPr>
            <w:r>
              <w:t>34</w:t>
            </w:r>
          </w:p>
        </w:tc>
        <w:tc>
          <w:tcPr>
            <w:tcW w:w="4508" w:type="dxa"/>
            <w:tcBorders>
              <w:top w:val="single" w:sz="4" w:space="0" w:color="auto"/>
              <w:left w:val="nil"/>
              <w:bottom w:val="single" w:sz="4" w:space="0" w:color="auto"/>
              <w:right w:val="single" w:sz="4" w:space="0" w:color="auto"/>
            </w:tcBorders>
            <w:noWrap/>
            <w:vAlign w:val="center"/>
          </w:tcPr>
          <w:p w14:paraId="6F255DA9" w14:textId="77777777" w:rsidR="0017013E" w:rsidRDefault="0017013E" w:rsidP="00553D9D">
            <w:pPr>
              <w:pStyle w:val="BodyText"/>
              <w:spacing w:before="120"/>
              <w:ind w:left="360"/>
              <w:rPr>
                <w:szCs w:val="20"/>
              </w:rPr>
            </w:pPr>
            <w:r>
              <w:rPr>
                <w:szCs w:val="20"/>
              </w:rPr>
              <w:t>Search for Provider Organisation Batch Async</w:t>
            </w:r>
          </w:p>
        </w:tc>
        <w:tc>
          <w:tcPr>
            <w:tcW w:w="1559" w:type="dxa"/>
            <w:tcBorders>
              <w:top w:val="single" w:sz="4" w:space="0" w:color="auto"/>
              <w:left w:val="nil"/>
              <w:bottom w:val="single" w:sz="4" w:space="0" w:color="auto"/>
              <w:right w:val="nil"/>
            </w:tcBorders>
            <w:vAlign w:val="center"/>
          </w:tcPr>
          <w:p w14:paraId="07871495" w14:textId="721C832A"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v5.</w:t>
            </w:r>
            <w:r w:rsidR="008958CE">
              <w:t>1</w:t>
            </w:r>
            <w:r>
              <w:t>.0</w:t>
            </w:r>
          </w:p>
        </w:tc>
        <w:tc>
          <w:tcPr>
            <w:tcW w:w="1546" w:type="dxa"/>
            <w:tcBorders>
              <w:top w:val="single" w:sz="4" w:space="0" w:color="auto"/>
              <w:left w:val="nil"/>
              <w:bottom w:val="single" w:sz="4" w:space="0" w:color="auto"/>
              <w:right w:val="single" w:sz="4" w:space="0" w:color="auto"/>
            </w:tcBorders>
            <w:vAlign w:val="center"/>
          </w:tcPr>
          <w:p w14:paraId="642D5917"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3ABFB3B4" w14:textId="77777777" w:rsidR="0017013E" w:rsidRPr="00710E21" w:rsidRDefault="0017013E" w:rsidP="00553D9D">
            <w:pPr>
              <w:pStyle w:val="BodyText"/>
              <w:spacing w:before="120"/>
              <w:ind w:left="360"/>
            </w:pPr>
            <w:r w:rsidRPr="00710E21">
              <w:t>UC.306</w:t>
            </w:r>
          </w:p>
        </w:tc>
      </w:tr>
    </w:tbl>
    <w:p w14:paraId="148A3221" w14:textId="77777777" w:rsidR="0017013E" w:rsidRPr="00447E58" w:rsidRDefault="0017013E" w:rsidP="0017013E">
      <w:pPr>
        <w:pStyle w:val="BodyText"/>
      </w:pPr>
    </w:p>
    <w:p w14:paraId="14B1D3AA" w14:textId="77777777" w:rsidR="0017013E" w:rsidRDefault="0017013E" w:rsidP="0017013E">
      <w:pPr>
        <w:pStyle w:val="BodyText"/>
        <w:rPr>
          <w:szCs w:val="22"/>
        </w:rPr>
      </w:pPr>
    </w:p>
    <w:p w14:paraId="0511D2AA" w14:textId="77777777" w:rsidR="0017013E" w:rsidRDefault="0017013E" w:rsidP="0017013E">
      <w:pPr>
        <w:pStyle w:val="BodyText"/>
        <w:ind w:left="0"/>
        <w:sectPr w:rsidR="0017013E" w:rsidSect="00422C07">
          <w:headerReference w:type="even" r:id="rId29"/>
          <w:footerReference w:type="even" r:id="rId30"/>
          <w:pgSz w:w="16838" w:h="11906" w:orient="landscape" w:code="9"/>
          <w:pgMar w:top="1134" w:right="1134" w:bottom="1134" w:left="1134" w:header="284" w:footer="284" w:gutter="0"/>
          <w:cols w:space="708"/>
          <w:docGrid w:linePitch="360"/>
        </w:sectPr>
      </w:pPr>
    </w:p>
    <w:p w14:paraId="4BAD4782" w14:textId="1D3F3930" w:rsidR="002B7D47" w:rsidRDefault="00E50F59" w:rsidP="00A163AC">
      <w:pPr>
        <w:pStyle w:val="Heading1"/>
      </w:pPr>
      <w:bookmarkStart w:id="26" w:name="_Ref66264458"/>
      <w:bookmarkStart w:id="27" w:name="_Toc75784468"/>
      <w:r>
        <w:lastRenderedPageBreak/>
        <w:t xml:space="preserve">HI </w:t>
      </w:r>
      <w:r w:rsidR="00447E58">
        <w:t>C</w:t>
      </w:r>
      <w:r w:rsidR="002B7D47">
        <w:t>onformance</w:t>
      </w:r>
      <w:r w:rsidR="00447E58">
        <w:t xml:space="preserve"> </w:t>
      </w:r>
      <w:r>
        <w:t xml:space="preserve">testing </w:t>
      </w:r>
      <w:r w:rsidR="00516C47">
        <w:t xml:space="preserve">for HI </w:t>
      </w:r>
      <w:r w:rsidR="00636963">
        <w:t>Service</w:t>
      </w:r>
      <w:bookmarkEnd w:id="26"/>
      <w:bookmarkEnd w:id="27"/>
    </w:p>
    <w:p w14:paraId="5CD1C8FF" w14:textId="773B4707" w:rsidR="000D4550" w:rsidRDefault="000D4550" w:rsidP="008341A8">
      <w:pPr>
        <w:pStyle w:val="BodyText"/>
      </w:pPr>
      <w:r>
        <w:t>This section is required for declaring conformance for new or updated implementations, including new implementation</w:t>
      </w:r>
      <w:r w:rsidR="00203886">
        <w:t>s</w:t>
      </w:r>
      <w:r>
        <w:t xml:space="preserve"> to the HI Service, or changes to the way </w:t>
      </w:r>
      <w:r w:rsidR="00BC0234">
        <w:t>the current</w:t>
      </w:r>
      <w:r>
        <w:t xml:space="preserve"> implementation interacts with the HI Service (e.g. a new web service has been introduced or a web service currently connected has been removed). </w:t>
      </w:r>
    </w:p>
    <w:p w14:paraId="7B8CC7DC" w14:textId="7FA2D195" w:rsidR="006A5937" w:rsidRPr="00F419AD" w:rsidRDefault="006A5937" w:rsidP="008341A8">
      <w:pPr>
        <w:pStyle w:val="BodyText"/>
      </w:pPr>
      <w:r>
        <w:t xml:space="preserve">Refer to section </w:t>
      </w:r>
      <w:r w:rsidR="00E00187">
        <w:fldChar w:fldCharType="begin"/>
      </w:r>
      <w:r w:rsidR="00E00187">
        <w:instrText xml:space="preserve"> REF _Ref66269155 \r \h </w:instrText>
      </w:r>
      <w:r w:rsidR="00E00187">
        <w:fldChar w:fldCharType="separate"/>
      </w:r>
      <w:r w:rsidR="007F3832">
        <w:t>7</w:t>
      </w:r>
      <w:r w:rsidR="00E00187">
        <w:fldChar w:fldCharType="end"/>
      </w:r>
      <w:r>
        <w:t xml:space="preserve"> if software system declares conformance for </w:t>
      </w:r>
      <w:r w:rsidR="00A01ABA">
        <w:t xml:space="preserve">Electronic </w:t>
      </w:r>
      <w:r>
        <w:t>Prescribing.</w:t>
      </w:r>
    </w:p>
    <w:p w14:paraId="23AB7306" w14:textId="60D58904" w:rsidR="00447E58" w:rsidRDefault="0066341C" w:rsidP="00447E58">
      <w:pPr>
        <w:pStyle w:val="Heading2"/>
      </w:pPr>
      <w:bookmarkStart w:id="28" w:name="_Ref66268737"/>
      <w:bookmarkStart w:id="29" w:name="_Ref66268770"/>
      <w:bookmarkStart w:id="30" w:name="_Ref66268805"/>
      <w:bookmarkStart w:id="31" w:name="_Toc75784469"/>
      <w:r>
        <w:t>New</w:t>
      </w:r>
      <w:r w:rsidR="00CB0725">
        <w:t xml:space="preserve"> or updated </w:t>
      </w:r>
      <w:r w:rsidR="00447E58">
        <w:t>Business Use Cases</w:t>
      </w:r>
      <w:bookmarkEnd w:id="28"/>
      <w:bookmarkEnd w:id="29"/>
      <w:bookmarkEnd w:id="30"/>
      <w:bookmarkEnd w:id="31"/>
    </w:p>
    <w:p w14:paraId="0368636F" w14:textId="6622C865" w:rsidR="00447E58" w:rsidRDefault="00447E58" w:rsidP="00447E58">
      <w:pPr>
        <w:pStyle w:val="BodyText"/>
      </w:pPr>
      <w:r>
        <w:t>The implementation supports the following use cases (tick all that apply):</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441"/>
        <w:gridCol w:w="588"/>
        <w:gridCol w:w="5529"/>
      </w:tblGrid>
      <w:tr w:rsidR="00447E58" w:rsidRPr="009C2C14" w14:paraId="7CF07C12" w14:textId="77777777" w:rsidTr="00154CD2">
        <w:trPr>
          <w:trHeight w:val="397"/>
        </w:trPr>
        <w:tc>
          <w:tcPr>
            <w:tcW w:w="321" w:type="dxa"/>
            <w:shd w:val="clear" w:color="auto" w:fill="auto"/>
            <w:vAlign w:val="center"/>
          </w:tcPr>
          <w:p w14:paraId="56BB39EB"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67A9C6BC" w14:textId="77777777" w:rsidR="00447E58" w:rsidRPr="006201B4" w:rsidRDefault="00447E58" w:rsidP="00154CD2">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005  -</w:t>
            </w:r>
            <w:proofErr w:type="gramEnd"/>
            <w:r w:rsidRPr="006201B4">
              <w:rPr>
                <w:rFonts w:ascii="Arial" w:hAnsi="Arial"/>
                <w:i/>
                <w:sz w:val="20"/>
                <w:szCs w:val="20"/>
              </w:rPr>
              <w:t xml:space="preserve">  Search for a patient health record</w:t>
            </w:r>
          </w:p>
        </w:tc>
        <w:tc>
          <w:tcPr>
            <w:tcW w:w="588" w:type="dxa"/>
            <w:shd w:val="clear" w:color="auto" w:fill="auto"/>
            <w:vAlign w:val="center"/>
          </w:tcPr>
          <w:p w14:paraId="7739F661"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05ADF083" w14:textId="77777777" w:rsidR="00447E58" w:rsidRPr="006201B4" w:rsidRDefault="00447E58" w:rsidP="00154CD2">
            <w:pPr>
              <w:rPr>
                <w:rFonts w:ascii="Arial" w:hAnsi="Arial"/>
                <w:i/>
                <w:sz w:val="20"/>
                <w:szCs w:val="20"/>
              </w:rPr>
            </w:pPr>
            <w:r w:rsidRPr="006201B4">
              <w:rPr>
                <w:rFonts w:ascii="Arial" w:hAnsi="Arial" w:cs="Arial"/>
                <w:i/>
                <w:sz w:val="20"/>
                <w:szCs w:val="20"/>
              </w:rPr>
              <w:t xml:space="preserve">UC.150 </w:t>
            </w:r>
            <w:r w:rsidRPr="006201B4">
              <w:rPr>
                <w:rFonts w:ascii="Arial" w:hAnsi="Arial" w:cs="Arial"/>
                <w:i/>
                <w:sz w:val="20"/>
                <w:szCs w:val="20"/>
              </w:rPr>
              <w:sym w:font="Symbol" w:char="F02D"/>
            </w:r>
            <w:r w:rsidRPr="006201B4">
              <w:rPr>
                <w:rFonts w:ascii="Arial" w:hAnsi="Arial" w:cs="Arial"/>
                <w:i/>
                <w:sz w:val="20"/>
                <w:szCs w:val="20"/>
              </w:rPr>
              <w:t xml:space="preserve"> Register network HPI-O</w:t>
            </w:r>
          </w:p>
        </w:tc>
      </w:tr>
      <w:tr w:rsidR="00447E58" w:rsidRPr="009C2C14" w14:paraId="02FCA51F" w14:textId="77777777" w:rsidTr="00154CD2">
        <w:trPr>
          <w:trHeight w:val="397"/>
        </w:trPr>
        <w:tc>
          <w:tcPr>
            <w:tcW w:w="321" w:type="dxa"/>
            <w:shd w:val="clear" w:color="auto" w:fill="auto"/>
            <w:vAlign w:val="center"/>
          </w:tcPr>
          <w:p w14:paraId="30D4BE5E"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6C97F17D" w14:textId="77777777" w:rsidR="00447E58" w:rsidRPr="006201B4" w:rsidRDefault="00447E58" w:rsidP="00154CD2">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010  -</w:t>
            </w:r>
            <w:proofErr w:type="gramEnd"/>
            <w:r w:rsidRPr="006201B4">
              <w:rPr>
                <w:rFonts w:ascii="Arial" w:hAnsi="Arial"/>
                <w:i/>
                <w:sz w:val="20"/>
                <w:szCs w:val="20"/>
              </w:rPr>
              <w:t xml:space="preserve">  Register patient</w:t>
            </w:r>
          </w:p>
        </w:tc>
        <w:tc>
          <w:tcPr>
            <w:tcW w:w="588" w:type="dxa"/>
            <w:shd w:val="clear" w:color="auto" w:fill="auto"/>
            <w:vAlign w:val="center"/>
          </w:tcPr>
          <w:p w14:paraId="1C184458"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6A02A83A" w14:textId="77777777" w:rsidR="00447E58" w:rsidRPr="006201B4" w:rsidRDefault="00447E58" w:rsidP="00154CD2">
            <w:pPr>
              <w:rPr>
                <w:rFonts w:ascii="Arial" w:hAnsi="Arial"/>
                <w:i/>
                <w:sz w:val="20"/>
                <w:szCs w:val="20"/>
              </w:rPr>
            </w:pPr>
            <w:r w:rsidRPr="006201B4">
              <w:rPr>
                <w:rFonts w:ascii="Arial" w:hAnsi="Arial" w:cs="Arial"/>
                <w:i/>
                <w:sz w:val="20"/>
                <w:szCs w:val="20"/>
              </w:rPr>
              <w:t xml:space="preserve">UC.240 </w:t>
            </w:r>
            <w:r w:rsidRPr="006201B4">
              <w:rPr>
                <w:rFonts w:ascii="Arial" w:hAnsi="Arial" w:cs="Arial"/>
                <w:i/>
                <w:sz w:val="20"/>
                <w:szCs w:val="20"/>
              </w:rPr>
              <w:sym w:font="Symbol" w:char="F02D"/>
            </w:r>
            <w:r w:rsidRPr="006201B4">
              <w:rPr>
                <w:rFonts w:ascii="Arial" w:hAnsi="Arial" w:cs="Arial"/>
                <w:i/>
                <w:sz w:val="20"/>
                <w:szCs w:val="20"/>
              </w:rPr>
              <w:t xml:space="preserve"> Search for HPI-Is in HI Service HPD</w:t>
            </w:r>
          </w:p>
        </w:tc>
      </w:tr>
      <w:tr w:rsidR="00447E58" w:rsidRPr="009C2C14" w14:paraId="17F95128" w14:textId="77777777" w:rsidTr="00154CD2">
        <w:trPr>
          <w:trHeight w:val="397"/>
        </w:trPr>
        <w:tc>
          <w:tcPr>
            <w:tcW w:w="321" w:type="dxa"/>
            <w:shd w:val="clear" w:color="auto" w:fill="auto"/>
            <w:vAlign w:val="center"/>
          </w:tcPr>
          <w:p w14:paraId="315746E4" w14:textId="77777777" w:rsidR="00447E58" w:rsidRPr="009C2C14" w:rsidRDefault="00447E58" w:rsidP="00154CD2">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7C476E3F" w14:textId="77777777" w:rsidR="00447E58" w:rsidRPr="006201B4" w:rsidRDefault="00447E58" w:rsidP="00154CD2">
            <w:pPr>
              <w:rPr>
                <w:rFonts w:ascii="Arial" w:hAnsi="Arial"/>
                <w:i/>
                <w:sz w:val="20"/>
                <w:szCs w:val="20"/>
              </w:rPr>
            </w:pPr>
            <w:r w:rsidRPr="006201B4">
              <w:rPr>
                <w:rFonts w:ascii="Arial" w:hAnsi="Arial"/>
                <w:i/>
                <w:sz w:val="20"/>
                <w:szCs w:val="20"/>
              </w:rPr>
              <w:t>UC.</w:t>
            </w:r>
            <w:proofErr w:type="gramStart"/>
            <w:r w:rsidRPr="006201B4">
              <w:rPr>
                <w:rFonts w:ascii="Arial" w:hAnsi="Arial"/>
                <w:i/>
                <w:sz w:val="20"/>
                <w:szCs w:val="20"/>
              </w:rPr>
              <w:t>015  -</w:t>
            </w:r>
            <w:proofErr w:type="gramEnd"/>
            <w:r w:rsidRPr="006201B4">
              <w:rPr>
                <w:rFonts w:ascii="Arial" w:hAnsi="Arial"/>
                <w:i/>
                <w:sz w:val="20"/>
                <w:szCs w:val="20"/>
              </w:rPr>
              <w:t xml:space="preserve">  Update patient health record</w:t>
            </w:r>
          </w:p>
        </w:tc>
        <w:tc>
          <w:tcPr>
            <w:tcW w:w="588" w:type="dxa"/>
            <w:shd w:val="clear" w:color="auto" w:fill="auto"/>
            <w:vAlign w:val="center"/>
          </w:tcPr>
          <w:p w14:paraId="5B5D5A6D" w14:textId="77777777" w:rsidR="00447E58" w:rsidRPr="009C2C14" w:rsidRDefault="00447E58" w:rsidP="00154CD2">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2762E509" w14:textId="77777777" w:rsidR="00447E58" w:rsidRPr="006201B4" w:rsidRDefault="00447E58" w:rsidP="00154CD2">
            <w:pPr>
              <w:rPr>
                <w:rFonts w:ascii="Arial" w:hAnsi="Arial"/>
                <w:i/>
                <w:sz w:val="20"/>
                <w:szCs w:val="20"/>
              </w:rPr>
            </w:pPr>
            <w:r w:rsidRPr="006201B4">
              <w:rPr>
                <w:rFonts w:ascii="Arial" w:hAnsi="Arial" w:cs="Arial"/>
                <w:i/>
                <w:sz w:val="20"/>
                <w:szCs w:val="20"/>
                <w:lang w:eastAsia="en-AU"/>
              </w:rPr>
              <w:t xml:space="preserve">UC.241 </w:t>
            </w:r>
            <w:r w:rsidRPr="006201B4">
              <w:rPr>
                <w:rFonts w:ascii="Arial" w:hAnsi="Arial" w:cs="Arial"/>
                <w:i/>
                <w:sz w:val="20"/>
                <w:szCs w:val="20"/>
                <w:lang w:eastAsia="en-AU"/>
              </w:rPr>
              <w:sym w:font="Symbol" w:char="F02D"/>
            </w:r>
            <w:r w:rsidRPr="006201B4">
              <w:rPr>
                <w:rFonts w:ascii="Arial" w:hAnsi="Arial" w:cs="Arial"/>
                <w:i/>
                <w:sz w:val="20"/>
                <w:szCs w:val="20"/>
                <w:lang w:eastAsia="en-AU"/>
              </w:rPr>
              <w:t xml:space="preserve"> Search for HPI-Os in HI Service HPD</w:t>
            </w:r>
          </w:p>
        </w:tc>
      </w:tr>
      <w:tr w:rsidR="00447E58" w:rsidRPr="009C2C14" w14:paraId="4EBA1399" w14:textId="77777777" w:rsidTr="00154CD2">
        <w:trPr>
          <w:trHeight w:val="397"/>
        </w:trPr>
        <w:tc>
          <w:tcPr>
            <w:tcW w:w="321" w:type="dxa"/>
            <w:shd w:val="clear" w:color="auto" w:fill="auto"/>
            <w:vAlign w:val="center"/>
          </w:tcPr>
          <w:p w14:paraId="52AB1890"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08DA2C86" w14:textId="77777777" w:rsidR="00447E58" w:rsidRPr="006201B4" w:rsidRDefault="00447E58" w:rsidP="00154CD2">
            <w:pPr>
              <w:rPr>
                <w:rFonts w:ascii="Arial" w:hAnsi="Arial"/>
                <w:i/>
                <w:sz w:val="20"/>
                <w:szCs w:val="20"/>
              </w:rPr>
            </w:pPr>
            <w:r w:rsidRPr="006201B4">
              <w:rPr>
                <w:rFonts w:ascii="Arial" w:hAnsi="Arial"/>
                <w:i/>
                <w:sz w:val="20"/>
                <w:szCs w:val="20"/>
              </w:rPr>
              <w:t>UC.</w:t>
            </w:r>
            <w:proofErr w:type="gramStart"/>
            <w:r w:rsidRPr="006201B4">
              <w:rPr>
                <w:rFonts w:ascii="Arial" w:hAnsi="Arial"/>
                <w:i/>
                <w:sz w:val="20"/>
                <w:szCs w:val="20"/>
              </w:rPr>
              <w:t>025  -</w:t>
            </w:r>
            <w:proofErr w:type="gramEnd"/>
            <w:r w:rsidRPr="006201B4">
              <w:rPr>
                <w:rFonts w:ascii="Arial" w:hAnsi="Arial"/>
                <w:i/>
                <w:sz w:val="20"/>
                <w:szCs w:val="20"/>
              </w:rPr>
              <w:t xml:space="preserve">  Bulk update of IHI details</w:t>
            </w:r>
          </w:p>
        </w:tc>
        <w:tc>
          <w:tcPr>
            <w:tcW w:w="588" w:type="dxa"/>
            <w:shd w:val="clear" w:color="auto" w:fill="auto"/>
            <w:vAlign w:val="center"/>
          </w:tcPr>
          <w:p w14:paraId="34EACCD9"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2EC17534" w14:textId="550D7EA0" w:rsidR="00447E58" w:rsidRPr="006201B4" w:rsidRDefault="00447E58" w:rsidP="00154CD2">
            <w:pPr>
              <w:rPr>
                <w:rFonts w:ascii="Arial" w:hAnsi="Arial"/>
                <w:i/>
                <w:sz w:val="20"/>
                <w:szCs w:val="20"/>
              </w:rPr>
            </w:pPr>
            <w:r w:rsidRPr="006201B4">
              <w:rPr>
                <w:rFonts w:ascii="Arial" w:hAnsi="Arial" w:cs="Arial"/>
                <w:i/>
                <w:sz w:val="20"/>
                <w:szCs w:val="20"/>
              </w:rPr>
              <w:t>UC.305 – Validate HPI-O</w:t>
            </w:r>
            <w:r w:rsidR="00A27D9D">
              <w:rPr>
                <w:rFonts w:ascii="Arial" w:hAnsi="Arial" w:cs="Arial"/>
                <w:i/>
                <w:sz w:val="20"/>
                <w:szCs w:val="20"/>
              </w:rPr>
              <w:t xml:space="preserve"> </w:t>
            </w:r>
            <w:r w:rsidR="009B1325">
              <w:rPr>
                <w:rFonts w:ascii="Arial" w:hAnsi="Arial" w:cs="Arial"/>
                <w:i/>
                <w:sz w:val="20"/>
                <w:szCs w:val="20"/>
              </w:rPr>
              <w:t>via</w:t>
            </w:r>
            <w:r w:rsidR="00A27D9D">
              <w:rPr>
                <w:rFonts w:ascii="Arial" w:hAnsi="Arial" w:cs="Arial"/>
                <w:i/>
                <w:sz w:val="20"/>
                <w:szCs w:val="20"/>
              </w:rPr>
              <w:t xml:space="preserve"> HPD</w:t>
            </w:r>
          </w:p>
        </w:tc>
      </w:tr>
      <w:tr w:rsidR="00447E58" w:rsidRPr="009C2C14" w14:paraId="22D4F7C5" w14:textId="77777777" w:rsidTr="00154CD2">
        <w:trPr>
          <w:trHeight w:val="397"/>
        </w:trPr>
        <w:tc>
          <w:tcPr>
            <w:tcW w:w="321" w:type="dxa"/>
            <w:shd w:val="clear" w:color="auto" w:fill="auto"/>
            <w:vAlign w:val="center"/>
          </w:tcPr>
          <w:p w14:paraId="538EA7E7"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22CC2229" w14:textId="77777777" w:rsidR="00447E58" w:rsidRPr="006201B4" w:rsidRDefault="00447E58" w:rsidP="00154CD2">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035  -</w:t>
            </w:r>
            <w:proofErr w:type="gramEnd"/>
            <w:r w:rsidRPr="006201B4">
              <w:rPr>
                <w:rFonts w:ascii="Arial" w:hAnsi="Arial"/>
                <w:i/>
                <w:sz w:val="20"/>
                <w:szCs w:val="20"/>
              </w:rPr>
              <w:t xml:space="preserve">  Merge patient health records</w:t>
            </w:r>
          </w:p>
        </w:tc>
        <w:tc>
          <w:tcPr>
            <w:tcW w:w="588" w:type="dxa"/>
            <w:shd w:val="clear" w:color="auto" w:fill="auto"/>
            <w:vAlign w:val="center"/>
          </w:tcPr>
          <w:p w14:paraId="0C473F30"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529" w:type="dxa"/>
            <w:vAlign w:val="center"/>
          </w:tcPr>
          <w:p w14:paraId="244FC212" w14:textId="430AC68F" w:rsidR="00447E58" w:rsidRPr="006201B4" w:rsidRDefault="00447E58" w:rsidP="00154CD2">
            <w:pPr>
              <w:rPr>
                <w:rFonts w:ascii="Arial" w:hAnsi="Arial"/>
                <w:i/>
                <w:sz w:val="20"/>
                <w:szCs w:val="20"/>
              </w:rPr>
            </w:pPr>
            <w:r w:rsidRPr="006201B4">
              <w:rPr>
                <w:rFonts w:ascii="Arial" w:hAnsi="Arial"/>
                <w:i/>
                <w:sz w:val="20"/>
                <w:szCs w:val="20"/>
              </w:rPr>
              <w:t>UC.306 – Get HPI-O status</w:t>
            </w:r>
            <w:r w:rsidR="001872D2">
              <w:rPr>
                <w:rFonts w:ascii="Arial" w:hAnsi="Arial"/>
                <w:i/>
                <w:sz w:val="20"/>
                <w:szCs w:val="20"/>
              </w:rPr>
              <w:t xml:space="preserve"> via the HI Service</w:t>
            </w:r>
          </w:p>
        </w:tc>
      </w:tr>
      <w:tr w:rsidR="00447E58" w:rsidRPr="00037A5C" w14:paraId="5E4B220C" w14:textId="77777777" w:rsidTr="00154CD2">
        <w:trPr>
          <w:trHeight w:val="397"/>
        </w:trPr>
        <w:tc>
          <w:tcPr>
            <w:tcW w:w="321" w:type="dxa"/>
            <w:shd w:val="clear" w:color="auto" w:fill="auto"/>
            <w:vAlign w:val="center"/>
          </w:tcPr>
          <w:p w14:paraId="5F320221" w14:textId="77777777" w:rsidR="00447E58" w:rsidRPr="00002751" w:rsidRDefault="00447E58" w:rsidP="00154CD2">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7F3832">
              <w:rPr>
                <w:rFonts w:ascii="Arial" w:hAnsi="Arial"/>
                <w:i/>
              </w:rPr>
            </w:r>
            <w:r w:rsidR="007F3832">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1C88835B" w14:textId="77777777" w:rsidR="00447E58" w:rsidRPr="006201B4" w:rsidRDefault="00447E58" w:rsidP="00154CD2">
            <w:pPr>
              <w:rPr>
                <w:rFonts w:ascii="Arial" w:hAnsi="Arial" w:cs="Arial"/>
                <w:i/>
                <w:sz w:val="20"/>
                <w:szCs w:val="20"/>
              </w:rPr>
            </w:pPr>
            <w:r w:rsidRPr="006201B4">
              <w:rPr>
                <w:rFonts w:ascii="Arial" w:hAnsi="Arial"/>
                <w:i/>
                <w:sz w:val="20"/>
                <w:szCs w:val="20"/>
              </w:rPr>
              <w:t>UC.</w:t>
            </w:r>
            <w:proofErr w:type="gramStart"/>
            <w:r w:rsidRPr="006201B4">
              <w:rPr>
                <w:rFonts w:ascii="Arial" w:hAnsi="Arial"/>
                <w:i/>
                <w:sz w:val="20"/>
                <w:szCs w:val="20"/>
              </w:rPr>
              <w:t>045  -</w:t>
            </w:r>
            <w:proofErr w:type="gramEnd"/>
            <w:r w:rsidRPr="006201B4">
              <w:rPr>
                <w:rFonts w:ascii="Arial" w:hAnsi="Arial"/>
                <w:i/>
                <w:sz w:val="20"/>
                <w:szCs w:val="20"/>
              </w:rPr>
              <w:t xml:space="preserve">  Logon to software system</w:t>
            </w:r>
          </w:p>
        </w:tc>
        <w:tc>
          <w:tcPr>
            <w:tcW w:w="588" w:type="dxa"/>
            <w:shd w:val="clear" w:color="auto" w:fill="auto"/>
            <w:vAlign w:val="center"/>
          </w:tcPr>
          <w:p w14:paraId="3C240BF5" w14:textId="77777777" w:rsidR="00447E58" w:rsidRPr="0018299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529" w:type="dxa"/>
            <w:vAlign w:val="center"/>
          </w:tcPr>
          <w:p w14:paraId="4DEB7DEF" w14:textId="77777777" w:rsidR="00447E58" w:rsidRPr="006201B4" w:rsidRDefault="00447E58" w:rsidP="00154CD2">
            <w:pPr>
              <w:rPr>
                <w:rFonts w:ascii="Arial" w:hAnsi="Arial" w:cs="Arial"/>
                <w:i/>
                <w:sz w:val="20"/>
                <w:szCs w:val="20"/>
              </w:rPr>
            </w:pPr>
            <w:r w:rsidRPr="006201B4">
              <w:rPr>
                <w:rFonts w:ascii="Arial" w:hAnsi="Arial"/>
                <w:i/>
                <w:sz w:val="20"/>
                <w:szCs w:val="20"/>
              </w:rPr>
              <w:t>UC.320 – Request an electronic clinical document</w:t>
            </w:r>
          </w:p>
        </w:tc>
      </w:tr>
      <w:tr w:rsidR="00447E58" w:rsidRPr="00037A5C" w14:paraId="1F8C2F80" w14:textId="77777777" w:rsidTr="00154CD2">
        <w:trPr>
          <w:trHeight w:val="397"/>
        </w:trPr>
        <w:tc>
          <w:tcPr>
            <w:tcW w:w="321" w:type="dxa"/>
            <w:shd w:val="clear" w:color="auto" w:fill="auto"/>
            <w:vAlign w:val="center"/>
          </w:tcPr>
          <w:p w14:paraId="0366199A" w14:textId="77777777" w:rsidR="00447E58" w:rsidRPr="009C2C1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7EF0EA5B" w14:textId="77777777" w:rsidR="00447E58" w:rsidRPr="006201B4" w:rsidRDefault="00447E58" w:rsidP="00154CD2">
            <w:pPr>
              <w:rPr>
                <w:rFonts w:ascii="Arial" w:hAnsi="Arial"/>
                <w:i/>
                <w:sz w:val="20"/>
                <w:szCs w:val="20"/>
              </w:rPr>
            </w:pPr>
            <w:r w:rsidRPr="006201B4">
              <w:rPr>
                <w:rFonts w:ascii="Arial" w:hAnsi="Arial" w:cs="Arial"/>
                <w:i/>
                <w:sz w:val="20"/>
                <w:szCs w:val="20"/>
              </w:rPr>
              <w:t xml:space="preserve">UC.080 </w:t>
            </w:r>
            <w:r w:rsidRPr="006201B4">
              <w:rPr>
                <w:rFonts w:ascii="Arial" w:hAnsi="Arial" w:cs="Arial"/>
                <w:i/>
                <w:sz w:val="20"/>
                <w:szCs w:val="20"/>
              </w:rPr>
              <w:sym w:font="Symbol" w:char="F02D"/>
            </w:r>
            <w:r w:rsidRPr="006201B4">
              <w:rPr>
                <w:rFonts w:ascii="Arial" w:hAnsi="Arial" w:cs="Arial"/>
                <w:i/>
                <w:sz w:val="20"/>
                <w:szCs w:val="20"/>
              </w:rPr>
              <w:t xml:space="preserve"> Maintain HPI-O details</w:t>
            </w:r>
          </w:p>
        </w:tc>
        <w:tc>
          <w:tcPr>
            <w:tcW w:w="588" w:type="dxa"/>
            <w:shd w:val="clear" w:color="auto" w:fill="auto"/>
            <w:vAlign w:val="center"/>
          </w:tcPr>
          <w:p w14:paraId="7B5B94D9" w14:textId="77777777" w:rsidR="00447E58" w:rsidRPr="0018299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529" w:type="dxa"/>
            <w:vAlign w:val="center"/>
          </w:tcPr>
          <w:p w14:paraId="036A4957" w14:textId="77777777" w:rsidR="00447E58" w:rsidRPr="006201B4" w:rsidRDefault="00447E58" w:rsidP="00154CD2">
            <w:pPr>
              <w:rPr>
                <w:rFonts w:ascii="Arial" w:hAnsi="Arial"/>
                <w:i/>
                <w:sz w:val="20"/>
                <w:szCs w:val="20"/>
              </w:rPr>
            </w:pPr>
            <w:r w:rsidRPr="006201B4">
              <w:rPr>
                <w:rFonts w:ascii="Arial" w:hAnsi="Arial" w:cs="Arial"/>
                <w:i/>
                <w:sz w:val="20"/>
                <w:szCs w:val="20"/>
              </w:rPr>
              <w:t>UC.325 – Receive an electronic clinical document</w:t>
            </w:r>
          </w:p>
        </w:tc>
      </w:tr>
      <w:tr w:rsidR="00447E58" w:rsidRPr="00037A5C" w14:paraId="2EF1BDA6" w14:textId="77777777" w:rsidTr="00154CD2">
        <w:trPr>
          <w:trHeight w:val="397"/>
        </w:trPr>
        <w:tc>
          <w:tcPr>
            <w:tcW w:w="321" w:type="dxa"/>
            <w:shd w:val="clear" w:color="auto" w:fill="auto"/>
            <w:vAlign w:val="center"/>
          </w:tcPr>
          <w:p w14:paraId="6007115F" w14:textId="77777777" w:rsidR="00447E58" w:rsidRPr="009C2C1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0A325B7B" w14:textId="49AD1E27" w:rsidR="00447E58" w:rsidRPr="006201B4" w:rsidRDefault="00447E58" w:rsidP="00154CD2">
            <w:pPr>
              <w:rPr>
                <w:rFonts w:ascii="Arial" w:hAnsi="Arial"/>
                <w:i/>
                <w:sz w:val="20"/>
                <w:szCs w:val="20"/>
              </w:rPr>
            </w:pPr>
            <w:r w:rsidRPr="006201B4">
              <w:rPr>
                <w:rFonts w:ascii="Arial" w:hAnsi="Arial" w:cs="Arial"/>
                <w:i/>
                <w:sz w:val="20"/>
                <w:szCs w:val="20"/>
              </w:rPr>
              <w:t>UC.130 – Validate HPI-I</w:t>
            </w:r>
            <w:r w:rsidR="009B1325">
              <w:rPr>
                <w:rFonts w:ascii="Arial" w:hAnsi="Arial" w:cs="Arial"/>
                <w:i/>
                <w:sz w:val="20"/>
                <w:szCs w:val="20"/>
              </w:rPr>
              <w:t xml:space="preserve"> via HPD</w:t>
            </w:r>
          </w:p>
        </w:tc>
        <w:tc>
          <w:tcPr>
            <w:tcW w:w="588" w:type="dxa"/>
            <w:shd w:val="clear" w:color="auto" w:fill="auto"/>
            <w:vAlign w:val="center"/>
          </w:tcPr>
          <w:p w14:paraId="48EC3BB9" w14:textId="77777777" w:rsidR="00447E58" w:rsidRPr="009C2C1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529" w:type="dxa"/>
            <w:vAlign w:val="center"/>
          </w:tcPr>
          <w:p w14:paraId="29BC1155" w14:textId="77777777" w:rsidR="00447E58" w:rsidRPr="006201B4" w:rsidRDefault="00447E58" w:rsidP="00154CD2">
            <w:pPr>
              <w:rPr>
                <w:rFonts w:ascii="Arial" w:hAnsi="Arial"/>
                <w:i/>
                <w:sz w:val="20"/>
                <w:szCs w:val="20"/>
              </w:rPr>
            </w:pPr>
            <w:r w:rsidRPr="006201B4">
              <w:rPr>
                <w:rFonts w:ascii="Arial" w:hAnsi="Arial"/>
                <w:i/>
                <w:sz w:val="20"/>
                <w:szCs w:val="20"/>
              </w:rPr>
              <w:t>UC.330 – Send an electronic clinical document</w:t>
            </w:r>
          </w:p>
        </w:tc>
      </w:tr>
      <w:tr w:rsidR="00447E58" w:rsidRPr="00037A5C" w14:paraId="359E1AED" w14:textId="77777777" w:rsidTr="00154CD2">
        <w:trPr>
          <w:trHeight w:val="397"/>
        </w:trPr>
        <w:tc>
          <w:tcPr>
            <w:tcW w:w="321" w:type="dxa"/>
            <w:shd w:val="clear" w:color="auto" w:fill="auto"/>
            <w:vAlign w:val="center"/>
          </w:tcPr>
          <w:p w14:paraId="0B0565FF" w14:textId="77777777" w:rsidR="00447E58" w:rsidRPr="009C2C1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7F3832">
              <w:rPr>
                <w:rFonts w:ascii="Arial" w:hAnsi="Arial"/>
                <w:i/>
              </w:rPr>
            </w:r>
            <w:r w:rsidR="007F3832">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69268F32" w14:textId="77777777" w:rsidR="00447E58" w:rsidRPr="006201B4" w:rsidRDefault="00447E58" w:rsidP="00154CD2">
            <w:pPr>
              <w:rPr>
                <w:rFonts w:ascii="Arial" w:hAnsi="Arial"/>
                <w:i/>
                <w:sz w:val="20"/>
                <w:szCs w:val="20"/>
              </w:rPr>
            </w:pPr>
            <w:r w:rsidRPr="006201B4">
              <w:rPr>
                <w:rFonts w:ascii="Arial" w:hAnsi="Arial"/>
                <w:i/>
                <w:sz w:val="20"/>
                <w:szCs w:val="20"/>
              </w:rPr>
              <w:t>UC.131 – Search for HPI-Is in the HI Service</w:t>
            </w:r>
          </w:p>
        </w:tc>
        <w:tc>
          <w:tcPr>
            <w:tcW w:w="588" w:type="dxa"/>
            <w:shd w:val="clear" w:color="auto" w:fill="auto"/>
            <w:vAlign w:val="center"/>
          </w:tcPr>
          <w:p w14:paraId="07506DC6" w14:textId="77777777" w:rsidR="00447E58" w:rsidRPr="00182994" w:rsidRDefault="00447E58" w:rsidP="00154CD2">
            <w:pPr>
              <w:jc w:val="center"/>
              <w:rPr>
                <w:rFonts w:ascii="Arial" w:hAnsi="Arial"/>
                <w:i/>
              </w:rPr>
            </w:pPr>
          </w:p>
        </w:tc>
        <w:tc>
          <w:tcPr>
            <w:tcW w:w="5529" w:type="dxa"/>
            <w:vAlign w:val="center"/>
          </w:tcPr>
          <w:p w14:paraId="338FFB07" w14:textId="77777777" w:rsidR="00447E58" w:rsidRPr="006201B4" w:rsidRDefault="00447E58" w:rsidP="00154CD2">
            <w:pPr>
              <w:rPr>
                <w:rFonts w:ascii="Arial" w:hAnsi="Arial"/>
                <w:i/>
                <w:sz w:val="20"/>
                <w:szCs w:val="20"/>
              </w:rPr>
            </w:pPr>
          </w:p>
        </w:tc>
      </w:tr>
    </w:tbl>
    <w:p w14:paraId="0D7BD8B5" w14:textId="00066A8D" w:rsidR="00447E58" w:rsidRDefault="00447E58" w:rsidP="00447E58">
      <w:pPr>
        <w:pStyle w:val="BodyText"/>
        <w:rPr>
          <w:i/>
          <w:iCs/>
        </w:rPr>
      </w:pPr>
      <w:r w:rsidRPr="00F92635">
        <w:rPr>
          <w:i/>
          <w:iCs/>
        </w:rPr>
        <w:t xml:space="preserve">Note: A HI implementation must support at least one of the following business use cases to obtain access to the HI Service: UC.010, UC.015, UC.025, UC.035, UC.080, UC.130, </w:t>
      </w:r>
      <w:r>
        <w:rPr>
          <w:i/>
          <w:iCs/>
        </w:rPr>
        <w:t xml:space="preserve">UC.131, </w:t>
      </w:r>
      <w:r w:rsidRPr="00F92635">
        <w:rPr>
          <w:i/>
          <w:iCs/>
        </w:rPr>
        <w:t>UC.150, UC.240, UC.241, UC.305</w:t>
      </w:r>
      <w:r>
        <w:rPr>
          <w:i/>
          <w:iCs/>
        </w:rPr>
        <w:t xml:space="preserve"> or UC.306</w:t>
      </w:r>
      <w:r w:rsidRPr="00F92635">
        <w:rPr>
          <w:i/>
          <w:iCs/>
        </w:rPr>
        <w:t xml:space="preserve">. </w:t>
      </w:r>
    </w:p>
    <w:p w14:paraId="1132556E" w14:textId="530404E6" w:rsidR="000359AD" w:rsidRDefault="000359AD" w:rsidP="00447E58">
      <w:pPr>
        <w:pStyle w:val="BodyText"/>
        <w:rPr>
          <w:i/>
          <w:iCs/>
        </w:rPr>
      </w:pPr>
    </w:p>
    <w:p w14:paraId="5C3CCBEE" w14:textId="77777777" w:rsidR="000359AD" w:rsidRPr="008A64B2" w:rsidRDefault="000359AD" w:rsidP="00447E58">
      <w:pPr>
        <w:pStyle w:val="BodyText"/>
        <w:rPr>
          <w:i/>
          <w:iCs/>
        </w:rPr>
      </w:pPr>
    </w:p>
    <w:p w14:paraId="63354CBA" w14:textId="7D5C3530" w:rsidR="00447E58" w:rsidRDefault="00447E58" w:rsidP="00447E58">
      <w:pPr>
        <w:pStyle w:val="Heading2"/>
      </w:pPr>
      <w:bookmarkStart w:id="32" w:name="_Toc75784470"/>
      <w:r>
        <w:lastRenderedPageBreak/>
        <w:t xml:space="preserve">Summary of </w:t>
      </w:r>
      <w:r w:rsidR="00250A38">
        <w:t>N</w:t>
      </w:r>
      <w:r w:rsidR="00F4522B">
        <w:t>ew/</w:t>
      </w:r>
      <w:r w:rsidR="00250A38">
        <w:t>U</w:t>
      </w:r>
      <w:r w:rsidR="00F4522B">
        <w:t xml:space="preserve">pdated </w:t>
      </w:r>
      <w:r>
        <w:t>Requirements</w:t>
      </w:r>
      <w:bookmarkEnd w:id="32"/>
    </w:p>
    <w:p w14:paraId="0ECD6586" w14:textId="4486100E" w:rsidR="00447E58" w:rsidRDefault="00447E58" w:rsidP="00447E58">
      <w:pPr>
        <w:pStyle w:val="BodyText"/>
      </w:pPr>
      <w:r>
        <w:t>The implementation conforms to (tick all that apply):</w:t>
      </w:r>
    </w:p>
    <w:tbl>
      <w:tblPr>
        <w:tblW w:w="13152" w:type="dxa"/>
        <w:tblInd w:w="706" w:type="dxa"/>
        <w:tblCellMar>
          <w:top w:w="119" w:type="dxa"/>
        </w:tblCellMar>
        <w:tblLook w:val="01E0" w:firstRow="1" w:lastRow="1" w:firstColumn="1" w:lastColumn="1" w:noHBand="0" w:noVBand="0"/>
      </w:tblPr>
      <w:tblGrid>
        <w:gridCol w:w="13152"/>
      </w:tblGrid>
      <w:tr w:rsidR="00447E58" w14:paraId="70950FCE" w14:textId="77777777" w:rsidTr="00154CD2">
        <w:trPr>
          <w:trHeight w:val="340"/>
        </w:trPr>
        <w:tc>
          <w:tcPr>
            <w:tcW w:w="13152" w:type="dxa"/>
            <w:vAlign w:val="center"/>
          </w:tcPr>
          <w:p w14:paraId="78BC7302" w14:textId="7C1402EC" w:rsidR="00447E58" w:rsidRDefault="00447E58" w:rsidP="00154CD2">
            <w:pPr>
              <w:pStyle w:val="BodyText"/>
              <w:ind w:left="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All mandatory requirements of the selected business use cases </w:t>
            </w:r>
            <w:r w:rsidRPr="00145D64">
              <w:t xml:space="preserve">in section </w:t>
            </w:r>
            <w:r w:rsidR="00D67A58">
              <w:fldChar w:fldCharType="begin"/>
            </w:r>
            <w:r w:rsidR="00D67A58">
              <w:instrText xml:space="preserve"> REF _Ref66268737 \r \h </w:instrText>
            </w:r>
            <w:r w:rsidR="00D67A58">
              <w:fldChar w:fldCharType="separate"/>
            </w:r>
            <w:r w:rsidR="007F3832">
              <w:t>5.1</w:t>
            </w:r>
            <w:r w:rsidR="00D67A58">
              <w:fldChar w:fldCharType="end"/>
            </w:r>
            <w:r w:rsidRPr="00145D64">
              <w:t xml:space="preserve"> </w:t>
            </w:r>
            <w:r w:rsidR="004D2D55">
              <w:t xml:space="preserve">- </w:t>
            </w:r>
            <w:r w:rsidRPr="00145D64">
              <w:t xml:space="preserve">complete section </w:t>
            </w:r>
            <w:r w:rsidR="00D67A58">
              <w:fldChar w:fldCharType="begin"/>
            </w:r>
            <w:r w:rsidR="00D67A58">
              <w:instrText xml:space="preserve"> REF _Ref66268752 \r \h </w:instrText>
            </w:r>
            <w:r w:rsidR="00D67A58">
              <w:fldChar w:fldCharType="separate"/>
            </w:r>
            <w:r w:rsidR="007F3832">
              <w:t>5.4.1</w:t>
            </w:r>
            <w:r w:rsidR="00D67A58">
              <w:fldChar w:fldCharType="end"/>
            </w:r>
            <w:r w:rsidRPr="00145D64">
              <w:t>.</w:t>
            </w:r>
          </w:p>
        </w:tc>
      </w:tr>
      <w:tr w:rsidR="00447E58" w14:paraId="1E0928D5" w14:textId="77777777" w:rsidTr="00154CD2">
        <w:trPr>
          <w:trHeight w:val="340"/>
        </w:trPr>
        <w:tc>
          <w:tcPr>
            <w:tcW w:w="13152" w:type="dxa"/>
            <w:vAlign w:val="center"/>
          </w:tcPr>
          <w:p w14:paraId="218C4A3F" w14:textId="3A91D7C5" w:rsidR="00447E58" w:rsidRDefault="00447E58" w:rsidP="00154CD2">
            <w:pPr>
              <w:pStyle w:val="BodyText"/>
              <w:ind w:left="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One or more conditional requirements of the selected business use cases </w:t>
            </w:r>
            <w:r w:rsidRPr="00145D64">
              <w:t xml:space="preserve">in section </w:t>
            </w:r>
            <w:r w:rsidR="00D67A58">
              <w:fldChar w:fldCharType="begin"/>
            </w:r>
            <w:r w:rsidR="00D67A58">
              <w:instrText xml:space="preserve"> REF _Ref66268770 \r \h </w:instrText>
            </w:r>
            <w:r w:rsidR="00D67A58">
              <w:fldChar w:fldCharType="separate"/>
            </w:r>
            <w:r w:rsidR="007F3832">
              <w:t>5.1</w:t>
            </w:r>
            <w:r w:rsidR="00D67A58">
              <w:fldChar w:fldCharType="end"/>
            </w:r>
            <w:r w:rsidR="004D2D55">
              <w:t xml:space="preserve"> - </w:t>
            </w:r>
            <w:r w:rsidRPr="00145D64">
              <w:t xml:space="preserve">complete section </w:t>
            </w:r>
            <w:r w:rsidR="00D67A58">
              <w:fldChar w:fldCharType="begin"/>
            </w:r>
            <w:r w:rsidR="00D67A58">
              <w:instrText xml:space="preserve"> REF _Ref66268790 \r \h </w:instrText>
            </w:r>
            <w:r w:rsidR="00D67A58">
              <w:fldChar w:fldCharType="separate"/>
            </w:r>
            <w:r w:rsidR="007F3832">
              <w:t>5.4.2</w:t>
            </w:r>
            <w:r w:rsidR="00D67A58">
              <w:fldChar w:fldCharType="end"/>
            </w:r>
            <w:r w:rsidRPr="00145D64">
              <w:t>.</w:t>
            </w:r>
          </w:p>
        </w:tc>
      </w:tr>
      <w:tr w:rsidR="00447E58" w14:paraId="4B867A99" w14:textId="77777777" w:rsidTr="00154CD2">
        <w:trPr>
          <w:trHeight w:val="340"/>
        </w:trPr>
        <w:tc>
          <w:tcPr>
            <w:tcW w:w="13152" w:type="dxa"/>
            <w:vAlign w:val="center"/>
          </w:tcPr>
          <w:p w14:paraId="607033F7" w14:textId="23596D54" w:rsidR="00447E58" w:rsidRDefault="00447E58" w:rsidP="00154CD2">
            <w:pPr>
              <w:pStyle w:val="BodyText"/>
              <w:ind w:left="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One or more recommended requirements of the selected business use cases in section </w:t>
            </w:r>
            <w:r w:rsidR="00D67A58">
              <w:fldChar w:fldCharType="begin"/>
            </w:r>
            <w:r w:rsidR="00D67A58">
              <w:instrText xml:space="preserve"> REF _Ref66268805 \r \h </w:instrText>
            </w:r>
            <w:r w:rsidR="00D67A58">
              <w:fldChar w:fldCharType="separate"/>
            </w:r>
            <w:r w:rsidR="007F3832">
              <w:t>5.1</w:t>
            </w:r>
            <w:r w:rsidR="00D67A58">
              <w:fldChar w:fldCharType="end"/>
            </w:r>
            <w:r w:rsidR="004D2D55">
              <w:t xml:space="preserve"> - </w:t>
            </w:r>
            <w:r w:rsidRPr="00145D64">
              <w:t xml:space="preserve">complete section </w:t>
            </w:r>
            <w:r w:rsidR="00D67A58">
              <w:fldChar w:fldCharType="begin"/>
            </w:r>
            <w:r w:rsidR="00D67A58">
              <w:instrText xml:space="preserve"> REF _Ref66268829 \r \h </w:instrText>
            </w:r>
            <w:r w:rsidR="00D67A58">
              <w:fldChar w:fldCharType="separate"/>
            </w:r>
            <w:r w:rsidR="007F3832">
              <w:t>5.4.3</w:t>
            </w:r>
            <w:r w:rsidR="00D67A58">
              <w:fldChar w:fldCharType="end"/>
            </w:r>
            <w:r w:rsidRPr="00145D64">
              <w:t>.</w:t>
            </w:r>
          </w:p>
        </w:tc>
      </w:tr>
      <w:tr w:rsidR="00447E58" w14:paraId="6264E95C" w14:textId="77777777" w:rsidTr="00154CD2">
        <w:trPr>
          <w:trHeight w:val="340"/>
        </w:trPr>
        <w:tc>
          <w:tcPr>
            <w:tcW w:w="13152" w:type="dxa"/>
            <w:vAlign w:val="center"/>
          </w:tcPr>
          <w:p w14:paraId="011A20B1" w14:textId="51A530E1" w:rsidR="00447E58" w:rsidRPr="00381E5A" w:rsidRDefault="00447E58" w:rsidP="00154CD2">
            <w:pPr>
              <w:pStyle w:val="BodyText"/>
              <w:ind w:left="0"/>
            </w:pPr>
            <w:r w:rsidRPr="00381E5A">
              <w:fldChar w:fldCharType="begin">
                <w:ffData>
                  <w:name w:val="Check1"/>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r w:rsidRPr="00381E5A">
              <w:t xml:space="preserve"> One or more HI requirements mandated for a clinical information system to access the </w:t>
            </w:r>
            <w:r>
              <w:t>My Health Record</w:t>
            </w:r>
            <w:r w:rsidRPr="00381E5A">
              <w:t xml:space="preserve"> System</w:t>
            </w:r>
            <w:r w:rsidR="004D2D55">
              <w:t xml:space="preserve"> - </w:t>
            </w:r>
            <w:r w:rsidRPr="00145D64">
              <w:t xml:space="preserve">complete section </w:t>
            </w:r>
            <w:r w:rsidR="00D67A58">
              <w:fldChar w:fldCharType="begin"/>
            </w:r>
            <w:r w:rsidR="00D67A58">
              <w:instrText xml:space="preserve"> REF _Ref66268859 \r \h </w:instrText>
            </w:r>
            <w:r w:rsidR="00D67A58">
              <w:fldChar w:fldCharType="separate"/>
            </w:r>
            <w:r w:rsidR="007F3832">
              <w:t>5.4.4</w:t>
            </w:r>
            <w:r w:rsidR="00D67A58">
              <w:fldChar w:fldCharType="end"/>
            </w:r>
            <w:r w:rsidRPr="00145D64">
              <w:t>.</w:t>
            </w:r>
          </w:p>
        </w:tc>
      </w:tr>
    </w:tbl>
    <w:p w14:paraId="037A89D9" w14:textId="388D472A" w:rsidR="00447E58" w:rsidRDefault="00F4522B" w:rsidP="00447E58">
      <w:pPr>
        <w:pStyle w:val="Heading2"/>
      </w:pPr>
      <w:bookmarkStart w:id="33" w:name="_Toc75784471"/>
      <w:r>
        <w:t xml:space="preserve">New/updated </w:t>
      </w:r>
      <w:r w:rsidR="00447E58">
        <w:t>HI Service Web Services</w:t>
      </w:r>
      <w:bookmarkEnd w:id="33"/>
    </w:p>
    <w:p w14:paraId="0F06EAE1" w14:textId="4FF6A789" w:rsidR="00447E58" w:rsidRDefault="00447E58" w:rsidP="00447E58">
      <w:pPr>
        <w:pStyle w:val="BodyText"/>
      </w:pPr>
      <w:r>
        <w:t xml:space="preserve">The implementation supports </w:t>
      </w:r>
      <w:r w:rsidR="00784AD1">
        <w:t xml:space="preserve">the following web services </w:t>
      </w:r>
      <w:r>
        <w:t>(tick all that apply):</w:t>
      </w:r>
    </w:p>
    <w:tbl>
      <w:tblPr>
        <w:tblW w:w="12495" w:type="dxa"/>
        <w:tblInd w:w="959" w:type="dxa"/>
        <w:tblLayout w:type="fixed"/>
        <w:tblLook w:val="0000" w:firstRow="0" w:lastRow="0" w:firstColumn="0" w:lastColumn="0" w:noHBand="0" w:noVBand="0"/>
      </w:tblPr>
      <w:tblGrid>
        <w:gridCol w:w="1304"/>
        <w:gridCol w:w="4508"/>
        <w:gridCol w:w="1559"/>
        <w:gridCol w:w="1546"/>
        <w:gridCol w:w="3578"/>
      </w:tblGrid>
      <w:tr w:rsidR="00447E58" w14:paraId="196C4EF7" w14:textId="77777777" w:rsidTr="00154CD2">
        <w:trPr>
          <w:trHeight w:val="315"/>
          <w:tblHeader/>
        </w:trPr>
        <w:tc>
          <w:tcPr>
            <w:tcW w:w="130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76D7130" w14:textId="6566B241" w:rsidR="00447E58" w:rsidRPr="00422C07" w:rsidRDefault="00447E58" w:rsidP="00154CD2">
            <w:pPr>
              <w:pStyle w:val="BodyText"/>
              <w:spacing w:before="120"/>
              <w:ind w:left="2"/>
              <w:rPr>
                <w:szCs w:val="22"/>
              </w:rPr>
            </w:pPr>
            <w:r w:rsidRPr="00422C07">
              <w:rPr>
                <w:szCs w:val="22"/>
              </w:rPr>
              <w:t xml:space="preserve">TECH.SIS.HI </w:t>
            </w:r>
          </w:p>
        </w:tc>
        <w:tc>
          <w:tcPr>
            <w:tcW w:w="4508" w:type="dxa"/>
            <w:tcBorders>
              <w:top w:val="single" w:sz="4" w:space="0" w:color="auto"/>
              <w:left w:val="nil"/>
              <w:bottom w:val="single" w:sz="4" w:space="0" w:color="auto"/>
              <w:right w:val="single" w:sz="4" w:space="0" w:color="auto"/>
            </w:tcBorders>
            <w:shd w:val="clear" w:color="auto" w:fill="D9D9D9"/>
            <w:noWrap/>
            <w:vAlign w:val="center"/>
          </w:tcPr>
          <w:p w14:paraId="5C9C01CC" w14:textId="77777777" w:rsidR="00447E58" w:rsidRDefault="00447E58" w:rsidP="00154CD2">
            <w:pPr>
              <w:pStyle w:val="BodyText"/>
              <w:spacing w:before="120"/>
              <w:ind w:left="360"/>
            </w:pPr>
            <w:r>
              <w:t>HI Service web service</w:t>
            </w:r>
          </w:p>
        </w:tc>
        <w:tc>
          <w:tcPr>
            <w:tcW w:w="1559" w:type="dxa"/>
            <w:tcBorders>
              <w:top w:val="single" w:sz="4" w:space="0" w:color="auto"/>
              <w:left w:val="nil"/>
              <w:bottom w:val="single" w:sz="4" w:space="0" w:color="auto"/>
              <w:right w:val="nil"/>
            </w:tcBorders>
            <w:shd w:val="clear" w:color="auto" w:fill="D9D9D9"/>
            <w:vAlign w:val="center"/>
          </w:tcPr>
          <w:p w14:paraId="67FDD443" w14:textId="77777777" w:rsidR="00447E58" w:rsidRDefault="00447E58" w:rsidP="00154CD2">
            <w:pPr>
              <w:pStyle w:val="BodyText"/>
              <w:spacing w:before="120"/>
              <w:ind w:left="360"/>
            </w:pPr>
            <w:r>
              <w:t xml:space="preserve">Version   </w:t>
            </w:r>
          </w:p>
        </w:tc>
        <w:tc>
          <w:tcPr>
            <w:tcW w:w="1546" w:type="dxa"/>
            <w:tcBorders>
              <w:top w:val="single" w:sz="4" w:space="0" w:color="auto"/>
              <w:left w:val="nil"/>
              <w:bottom w:val="single" w:sz="4" w:space="0" w:color="auto"/>
              <w:right w:val="single" w:sz="4" w:space="0" w:color="auto"/>
            </w:tcBorders>
            <w:shd w:val="clear" w:color="auto" w:fill="D9D9D9"/>
            <w:vAlign w:val="center"/>
          </w:tcPr>
          <w:p w14:paraId="0FC4F06D"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shd w:val="clear" w:color="auto" w:fill="D9D9D9"/>
            <w:noWrap/>
            <w:vAlign w:val="center"/>
          </w:tcPr>
          <w:p w14:paraId="11483029" w14:textId="77777777" w:rsidR="00447E58" w:rsidRDefault="00447E58" w:rsidP="00154CD2">
            <w:pPr>
              <w:pStyle w:val="BodyText"/>
              <w:spacing w:before="120"/>
              <w:ind w:left="360"/>
            </w:pPr>
            <w:r>
              <w:t>Related business use case(s)</w:t>
            </w:r>
          </w:p>
        </w:tc>
      </w:tr>
      <w:tr w:rsidR="00447E58" w14:paraId="30431136"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6B1E2ACD" w14:textId="77777777" w:rsidR="00447E58" w:rsidRDefault="00447E58" w:rsidP="00154CD2">
            <w:pPr>
              <w:pStyle w:val="BodyText"/>
              <w:spacing w:before="120"/>
              <w:ind w:left="360"/>
            </w:pPr>
          </w:p>
        </w:tc>
        <w:tc>
          <w:tcPr>
            <w:tcW w:w="4508" w:type="dxa"/>
            <w:tcBorders>
              <w:top w:val="nil"/>
              <w:left w:val="nil"/>
              <w:bottom w:val="single" w:sz="4" w:space="0" w:color="auto"/>
              <w:right w:val="single" w:sz="4" w:space="0" w:color="auto"/>
            </w:tcBorders>
            <w:noWrap/>
            <w:vAlign w:val="center"/>
          </w:tcPr>
          <w:p w14:paraId="7F5CE8D7" w14:textId="77777777" w:rsidR="00447E58" w:rsidRDefault="00447E58" w:rsidP="00154CD2">
            <w:pPr>
              <w:pStyle w:val="BodyText"/>
              <w:spacing w:before="120"/>
              <w:ind w:left="360"/>
            </w:pPr>
            <w:r>
              <w:t>No web services implemented</w:t>
            </w:r>
          </w:p>
        </w:tc>
        <w:tc>
          <w:tcPr>
            <w:tcW w:w="1559" w:type="dxa"/>
            <w:tcBorders>
              <w:top w:val="nil"/>
              <w:left w:val="nil"/>
              <w:bottom w:val="single" w:sz="4" w:space="0" w:color="auto"/>
              <w:right w:val="nil"/>
            </w:tcBorders>
            <w:vAlign w:val="center"/>
          </w:tcPr>
          <w:p w14:paraId="2A5D6F60"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p>
        </w:tc>
        <w:tc>
          <w:tcPr>
            <w:tcW w:w="1546" w:type="dxa"/>
            <w:tcBorders>
              <w:top w:val="nil"/>
              <w:left w:val="nil"/>
              <w:bottom w:val="single" w:sz="4" w:space="0" w:color="auto"/>
              <w:right w:val="single" w:sz="4" w:space="0" w:color="auto"/>
            </w:tcBorders>
            <w:vAlign w:val="center"/>
          </w:tcPr>
          <w:p w14:paraId="5D8685AC"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0CC3027C" w14:textId="77777777" w:rsidR="00447E58" w:rsidRDefault="00447E58" w:rsidP="00154CD2">
            <w:pPr>
              <w:pStyle w:val="BodyText"/>
              <w:spacing w:before="120"/>
              <w:ind w:left="360"/>
            </w:pPr>
          </w:p>
        </w:tc>
      </w:tr>
      <w:tr w:rsidR="00447E58" w14:paraId="27EC459B"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17F80702" w14:textId="77777777" w:rsidR="00447E58" w:rsidRDefault="00447E58" w:rsidP="00154CD2">
            <w:pPr>
              <w:pStyle w:val="BodyText"/>
              <w:spacing w:before="120"/>
              <w:ind w:left="360"/>
            </w:pPr>
            <w:r>
              <w:t>5</w:t>
            </w:r>
          </w:p>
        </w:tc>
        <w:tc>
          <w:tcPr>
            <w:tcW w:w="4508" w:type="dxa"/>
            <w:tcBorders>
              <w:top w:val="nil"/>
              <w:left w:val="nil"/>
              <w:bottom w:val="single" w:sz="4" w:space="0" w:color="auto"/>
              <w:right w:val="single" w:sz="4" w:space="0" w:color="auto"/>
            </w:tcBorders>
            <w:noWrap/>
            <w:vAlign w:val="center"/>
          </w:tcPr>
          <w:p w14:paraId="213188A8" w14:textId="77777777" w:rsidR="00447E58" w:rsidRDefault="00447E58" w:rsidP="00154CD2">
            <w:pPr>
              <w:pStyle w:val="BodyText"/>
              <w:spacing w:before="120"/>
              <w:ind w:left="360"/>
            </w:pPr>
            <w:r>
              <w:t>Update IHI via B2B</w:t>
            </w:r>
          </w:p>
        </w:tc>
        <w:tc>
          <w:tcPr>
            <w:tcW w:w="1559" w:type="dxa"/>
            <w:tcBorders>
              <w:top w:val="nil"/>
              <w:left w:val="nil"/>
              <w:bottom w:val="single" w:sz="4" w:space="0" w:color="auto"/>
              <w:right w:val="nil"/>
            </w:tcBorders>
            <w:vAlign w:val="center"/>
          </w:tcPr>
          <w:p w14:paraId="04545FF7"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33F22C6C"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C9EECB8" w14:textId="77777777" w:rsidR="00447E58" w:rsidRPr="00101D55" w:rsidRDefault="00447E58" w:rsidP="00154CD2">
            <w:pPr>
              <w:pStyle w:val="BodyText"/>
              <w:spacing w:before="120"/>
              <w:ind w:left="360"/>
            </w:pPr>
            <w:r w:rsidRPr="00101D55">
              <w:t>UC.015, UC.035</w:t>
            </w:r>
          </w:p>
        </w:tc>
      </w:tr>
      <w:tr w:rsidR="00447E58" w14:paraId="678C2FDC"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2E372167" w14:textId="77777777" w:rsidR="00447E58" w:rsidRDefault="00447E58" w:rsidP="00154CD2">
            <w:pPr>
              <w:pStyle w:val="BodyText"/>
              <w:spacing w:before="120"/>
              <w:ind w:left="360"/>
            </w:pPr>
            <w:r>
              <w:t>6</w:t>
            </w:r>
          </w:p>
        </w:tc>
        <w:tc>
          <w:tcPr>
            <w:tcW w:w="4508" w:type="dxa"/>
            <w:tcBorders>
              <w:top w:val="nil"/>
              <w:left w:val="nil"/>
              <w:bottom w:val="single" w:sz="4" w:space="0" w:color="auto"/>
              <w:right w:val="single" w:sz="4" w:space="0" w:color="auto"/>
            </w:tcBorders>
            <w:noWrap/>
            <w:vAlign w:val="center"/>
          </w:tcPr>
          <w:p w14:paraId="14093AF2" w14:textId="77777777" w:rsidR="00447E58" w:rsidRDefault="00447E58" w:rsidP="00154CD2">
            <w:pPr>
              <w:pStyle w:val="BodyText"/>
              <w:spacing w:before="120"/>
              <w:ind w:left="360"/>
            </w:pPr>
            <w:r>
              <w:t xml:space="preserve">IHI Inquiry Search via B2B </w:t>
            </w:r>
          </w:p>
        </w:tc>
        <w:tc>
          <w:tcPr>
            <w:tcW w:w="1559" w:type="dxa"/>
            <w:tcBorders>
              <w:top w:val="nil"/>
              <w:left w:val="nil"/>
              <w:bottom w:val="single" w:sz="4" w:space="0" w:color="auto"/>
              <w:right w:val="nil"/>
            </w:tcBorders>
            <w:vAlign w:val="center"/>
          </w:tcPr>
          <w:p w14:paraId="4127172D"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v3.0</w:t>
            </w:r>
          </w:p>
        </w:tc>
        <w:tc>
          <w:tcPr>
            <w:tcW w:w="1546" w:type="dxa"/>
            <w:tcBorders>
              <w:top w:val="nil"/>
              <w:left w:val="nil"/>
              <w:bottom w:val="single" w:sz="4" w:space="0" w:color="auto"/>
              <w:right w:val="single" w:sz="4" w:space="0" w:color="auto"/>
            </w:tcBorders>
            <w:vAlign w:val="center"/>
          </w:tcPr>
          <w:p w14:paraId="13B0FB35"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07A1DC46" w14:textId="77777777" w:rsidR="00447E58" w:rsidRPr="00101D55" w:rsidRDefault="00447E58" w:rsidP="00154CD2">
            <w:pPr>
              <w:pStyle w:val="BodyText"/>
              <w:spacing w:before="120"/>
              <w:ind w:left="360"/>
            </w:pPr>
            <w:r w:rsidRPr="00101D55">
              <w:t>UC.010, UC.015, UC.035</w:t>
            </w:r>
          </w:p>
        </w:tc>
      </w:tr>
      <w:tr w:rsidR="00447E58" w14:paraId="280841FB"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0815013D" w14:textId="77777777" w:rsidR="00447E58" w:rsidRDefault="00447E58" w:rsidP="00154CD2">
            <w:pPr>
              <w:pStyle w:val="BodyText"/>
              <w:spacing w:before="120"/>
              <w:ind w:left="360"/>
            </w:pPr>
            <w:r>
              <w:t>12</w:t>
            </w:r>
          </w:p>
        </w:tc>
        <w:tc>
          <w:tcPr>
            <w:tcW w:w="4508" w:type="dxa"/>
            <w:tcBorders>
              <w:top w:val="nil"/>
              <w:left w:val="nil"/>
              <w:bottom w:val="single" w:sz="4" w:space="0" w:color="auto"/>
              <w:right w:val="single" w:sz="4" w:space="0" w:color="auto"/>
            </w:tcBorders>
            <w:noWrap/>
            <w:vAlign w:val="center"/>
          </w:tcPr>
          <w:p w14:paraId="28DD2D5F" w14:textId="77777777" w:rsidR="00447E58" w:rsidRDefault="00447E58" w:rsidP="00154CD2">
            <w:pPr>
              <w:pStyle w:val="BodyText"/>
              <w:spacing w:before="120"/>
              <w:ind w:left="360"/>
            </w:pPr>
            <w:r w:rsidRPr="006E4EC8">
              <w:t>Consumer Search IHI Batch Synchronous</w:t>
            </w:r>
          </w:p>
        </w:tc>
        <w:tc>
          <w:tcPr>
            <w:tcW w:w="1559" w:type="dxa"/>
            <w:tcBorders>
              <w:top w:val="nil"/>
              <w:left w:val="nil"/>
              <w:bottom w:val="single" w:sz="4" w:space="0" w:color="auto"/>
              <w:right w:val="nil"/>
            </w:tcBorders>
            <w:vAlign w:val="center"/>
          </w:tcPr>
          <w:p w14:paraId="48224F6E"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v3.0</w:t>
            </w:r>
          </w:p>
        </w:tc>
        <w:tc>
          <w:tcPr>
            <w:tcW w:w="1546" w:type="dxa"/>
            <w:tcBorders>
              <w:top w:val="nil"/>
              <w:left w:val="nil"/>
              <w:bottom w:val="single" w:sz="4" w:space="0" w:color="auto"/>
              <w:right w:val="single" w:sz="4" w:space="0" w:color="auto"/>
            </w:tcBorders>
            <w:vAlign w:val="center"/>
          </w:tcPr>
          <w:p w14:paraId="674E1875"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A0D371E" w14:textId="77777777" w:rsidR="00447E58" w:rsidRPr="00101D55" w:rsidRDefault="00447E58" w:rsidP="00154CD2">
            <w:pPr>
              <w:pStyle w:val="BodyText"/>
              <w:spacing w:before="120"/>
              <w:ind w:left="360"/>
            </w:pPr>
            <w:r w:rsidRPr="00101D55">
              <w:t>UC.010, UC.015, UC.025, UC.035</w:t>
            </w:r>
          </w:p>
        </w:tc>
      </w:tr>
      <w:tr w:rsidR="00447E58" w14:paraId="71F12ADB"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5FD809FB" w14:textId="77777777" w:rsidR="00447E58" w:rsidRDefault="00447E58" w:rsidP="00154CD2">
            <w:pPr>
              <w:pStyle w:val="BodyText"/>
              <w:spacing w:before="120"/>
              <w:ind w:left="360"/>
            </w:pPr>
            <w:r>
              <w:t>13</w:t>
            </w:r>
          </w:p>
        </w:tc>
        <w:tc>
          <w:tcPr>
            <w:tcW w:w="4508" w:type="dxa"/>
            <w:tcBorders>
              <w:top w:val="nil"/>
              <w:left w:val="nil"/>
              <w:bottom w:val="single" w:sz="4" w:space="0" w:color="auto"/>
              <w:right w:val="single" w:sz="4" w:space="0" w:color="auto"/>
            </w:tcBorders>
            <w:noWrap/>
            <w:vAlign w:val="center"/>
          </w:tcPr>
          <w:p w14:paraId="7E03CD2D" w14:textId="77777777" w:rsidR="00447E58" w:rsidRDefault="00447E58" w:rsidP="00154CD2">
            <w:pPr>
              <w:pStyle w:val="BodyText"/>
              <w:spacing w:before="120"/>
              <w:ind w:left="360"/>
            </w:pPr>
            <w:r>
              <w:t>Manage Provider or Administrative Individual Details</w:t>
            </w:r>
          </w:p>
        </w:tc>
        <w:tc>
          <w:tcPr>
            <w:tcW w:w="1559" w:type="dxa"/>
            <w:tcBorders>
              <w:top w:val="nil"/>
              <w:left w:val="nil"/>
              <w:bottom w:val="single" w:sz="4" w:space="0" w:color="auto"/>
              <w:right w:val="nil"/>
            </w:tcBorders>
            <w:vAlign w:val="center"/>
          </w:tcPr>
          <w:p w14:paraId="72E3463C"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140A54A0"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B5D3618" w14:textId="77777777" w:rsidR="00447E58" w:rsidRPr="00101D55" w:rsidRDefault="00447E58" w:rsidP="00154CD2">
            <w:pPr>
              <w:pStyle w:val="BodyText"/>
              <w:spacing w:before="120"/>
              <w:ind w:left="360"/>
            </w:pPr>
            <w:r>
              <w:t>N/A</w:t>
            </w:r>
          </w:p>
        </w:tc>
      </w:tr>
      <w:tr w:rsidR="00447E58" w14:paraId="10FDA99C"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4C060261" w14:textId="77777777" w:rsidR="00447E58" w:rsidRDefault="00447E58" w:rsidP="00154CD2">
            <w:pPr>
              <w:pStyle w:val="BodyText"/>
              <w:spacing w:before="120"/>
              <w:ind w:left="360"/>
            </w:pPr>
            <w:r>
              <w:t>14</w:t>
            </w:r>
          </w:p>
        </w:tc>
        <w:tc>
          <w:tcPr>
            <w:tcW w:w="4508" w:type="dxa"/>
            <w:tcBorders>
              <w:top w:val="nil"/>
              <w:left w:val="nil"/>
              <w:bottom w:val="single" w:sz="4" w:space="0" w:color="auto"/>
              <w:right w:val="single" w:sz="4" w:space="0" w:color="auto"/>
            </w:tcBorders>
            <w:noWrap/>
            <w:vAlign w:val="center"/>
          </w:tcPr>
          <w:p w14:paraId="1D960F98" w14:textId="77777777" w:rsidR="00447E58" w:rsidRDefault="00447E58" w:rsidP="00154CD2">
            <w:pPr>
              <w:pStyle w:val="BodyText"/>
              <w:spacing w:before="120"/>
              <w:ind w:left="360"/>
            </w:pPr>
            <w:r>
              <w:t>Manage Provider Organisation Details</w:t>
            </w:r>
          </w:p>
        </w:tc>
        <w:tc>
          <w:tcPr>
            <w:tcW w:w="1559" w:type="dxa"/>
            <w:tcBorders>
              <w:top w:val="nil"/>
              <w:left w:val="nil"/>
              <w:bottom w:val="single" w:sz="4" w:space="0" w:color="auto"/>
              <w:right w:val="nil"/>
            </w:tcBorders>
            <w:vAlign w:val="center"/>
          </w:tcPr>
          <w:p w14:paraId="20E0F138"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7092B141"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6A7087E" w14:textId="77777777" w:rsidR="00447E58" w:rsidRPr="00101D55" w:rsidRDefault="00447E58" w:rsidP="00154CD2">
            <w:pPr>
              <w:pStyle w:val="BodyText"/>
              <w:spacing w:before="120"/>
              <w:ind w:left="360"/>
            </w:pPr>
            <w:r>
              <w:t>N/A</w:t>
            </w:r>
          </w:p>
        </w:tc>
      </w:tr>
      <w:tr w:rsidR="00447E58" w14:paraId="7FE0EF22"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6E60855C" w14:textId="77777777" w:rsidR="00447E58" w:rsidRDefault="00447E58" w:rsidP="00154CD2">
            <w:pPr>
              <w:pStyle w:val="BodyText"/>
              <w:spacing w:before="120"/>
              <w:ind w:left="360"/>
            </w:pPr>
            <w:r>
              <w:t>15</w:t>
            </w:r>
          </w:p>
        </w:tc>
        <w:tc>
          <w:tcPr>
            <w:tcW w:w="4508" w:type="dxa"/>
            <w:tcBorders>
              <w:top w:val="nil"/>
              <w:left w:val="nil"/>
              <w:bottom w:val="single" w:sz="4" w:space="0" w:color="auto"/>
              <w:right w:val="single" w:sz="4" w:space="0" w:color="auto"/>
            </w:tcBorders>
            <w:noWrap/>
            <w:vAlign w:val="center"/>
          </w:tcPr>
          <w:p w14:paraId="07E90366" w14:textId="77777777" w:rsidR="00447E58" w:rsidRDefault="00447E58" w:rsidP="00154CD2">
            <w:pPr>
              <w:pStyle w:val="BodyText"/>
              <w:spacing w:before="120"/>
              <w:ind w:left="360"/>
            </w:pPr>
            <w:r>
              <w:t>Read Provider or Administrative Individual Details</w:t>
            </w:r>
          </w:p>
        </w:tc>
        <w:tc>
          <w:tcPr>
            <w:tcW w:w="1559" w:type="dxa"/>
            <w:tcBorders>
              <w:top w:val="nil"/>
              <w:left w:val="nil"/>
              <w:bottom w:val="single" w:sz="4" w:space="0" w:color="auto"/>
              <w:right w:val="nil"/>
            </w:tcBorders>
            <w:vAlign w:val="center"/>
          </w:tcPr>
          <w:p w14:paraId="113425F7"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18A13A44"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7C450BC1" w14:textId="77777777" w:rsidR="00447E58" w:rsidRPr="00101D55" w:rsidRDefault="00447E58" w:rsidP="00154CD2">
            <w:pPr>
              <w:pStyle w:val="BodyText"/>
              <w:spacing w:before="120"/>
              <w:ind w:left="360"/>
            </w:pPr>
            <w:r>
              <w:t>N/A</w:t>
            </w:r>
          </w:p>
        </w:tc>
      </w:tr>
      <w:tr w:rsidR="00447E58" w14:paraId="54ECC87E"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7342EDA6" w14:textId="77777777" w:rsidR="00447E58" w:rsidRDefault="00447E58" w:rsidP="00154CD2">
            <w:pPr>
              <w:pStyle w:val="BodyText"/>
              <w:spacing w:before="120"/>
              <w:ind w:left="360"/>
            </w:pPr>
            <w:r>
              <w:lastRenderedPageBreak/>
              <w:t>16</w:t>
            </w:r>
          </w:p>
        </w:tc>
        <w:tc>
          <w:tcPr>
            <w:tcW w:w="4508" w:type="dxa"/>
            <w:tcBorders>
              <w:top w:val="nil"/>
              <w:left w:val="nil"/>
              <w:bottom w:val="single" w:sz="4" w:space="0" w:color="auto"/>
              <w:right w:val="single" w:sz="4" w:space="0" w:color="auto"/>
            </w:tcBorders>
            <w:noWrap/>
            <w:vAlign w:val="center"/>
          </w:tcPr>
          <w:p w14:paraId="69A3F4B6" w14:textId="77777777" w:rsidR="00447E58" w:rsidRDefault="00447E58" w:rsidP="00154CD2">
            <w:pPr>
              <w:pStyle w:val="BodyText"/>
              <w:spacing w:before="120"/>
              <w:ind w:left="360"/>
            </w:pPr>
            <w:r>
              <w:t>Read Provider Organisation Details</w:t>
            </w:r>
          </w:p>
        </w:tc>
        <w:tc>
          <w:tcPr>
            <w:tcW w:w="1559" w:type="dxa"/>
            <w:tcBorders>
              <w:top w:val="nil"/>
              <w:left w:val="nil"/>
              <w:bottom w:val="single" w:sz="4" w:space="0" w:color="auto"/>
              <w:right w:val="nil"/>
            </w:tcBorders>
            <w:vAlign w:val="center"/>
          </w:tcPr>
          <w:p w14:paraId="51EFCA40"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772ED4CF"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AA7080D" w14:textId="77777777" w:rsidR="00447E58" w:rsidRPr="00101D55" w:rsidRDefault="00447E58" w:rsidP="00154CD2">
            <w:pPr>
              <w:pStyle w:val="BodyText"/>
              <w:spacing w:before="120"/>
              <w:ind w:left="360"/>
            </w:pPr>
            <w:r>
              <w:t>N/A</w:t>
            </w:r>
          </w:p>
        </w:tc>
      </w:tr>
      <w:tr w:rsidR="00447E58" w14:paraId="3C083357" w14:textId="77777777" w:rsidTr="00154CD2">
        <w:trPr>
          <w:cantSplit/>
          <w:trHeight w:val="315"/>
        </w:trPr>
        <w:tc>
          <w:tcPr>
            <w:tcW w:w="1304" w:type="dxa"/>
            <w:tcBorders>
              <w:top w:val="nil"/>
              <w:left w:val="single" w:sz="4" w:space="0" w:color="auto"/>
              <w:bottom w:val="single" w:sz="4" w:space="0" w:color="auto"/>
              <w:right w:val="single" w:sz="4" w:space="0" w:color="auto"/>
            </w:tcBorders>
            <w:noWrap/>
            <w:vAlign w:val="center"/>
          </w:tcPr>
          <w:p w14:paraId="1AD46796" w14:textId="77777777" w:rsidR="00447E58" w:rsidRDefault="00447E58" w:rsidP="00154CD2">
            <w:pPr>
              <w:pStyle w:val="BodyText"/>
              <w:spacing w:before="120"/>
              <w:ind w:left="360"/>
            </w:pPr>
            <w:r>
              <w:t>17</w:t>
            </w:r>
          </w:p>
        </w:tc>
        <w:tc>
          <w:tcPr>
            <w:tcW w:w="4508" w:type="dxa"/>
            <w:tcBorders>
              <w:top w:val="nil"/>
              <w:left w:val="nil"/>
              <w:bottom w:val="single" w:sz="4" w:space="0" w:color="auto"/>
              <w:right w:val="single" w:sz="4" w:space="0" w:color="auto"/>
            </w:tcBorders>
            <w:noWrap/>
            <w:vAlign w:val="center"/>
          </w:tcPr>
          <w:p w14:paraId="6196A8DA" w14:textId="77777777" w:rsidR="00447E58" w:rsidRDefault="00447E58" w:rsidP="00154CD2">
            <w:pPr>
              <w:pStyle w:val="BodyText"/>
              <w:spacing w:before="120"/>
              <w:ind w:left="360"/>
            </w:pPr>
            <w:r>
              <w:t>Healthcare Provider Directory - Search for Individual Provider Directory Entry</w:t>
            </w:r>
          </w:p>
        </w:tc>
        <w:tc>
          <w:tcPr>
            <w:tcW w:w="1559" w:type="dxa"/>
            <w:tcBorders>
              <w:top w:val="nil"/>
              <w:left w:val="nil"/>
              <w:bottom w:val="single" w:sz="4" w:space="0" w:color="auto"/>
              <w:right w:val="nil"/>
            </w:tcBorders>
            <w:vAlign w:val="center"/>
          </w:tcPr>
          <w:p w14:paraId="6BD89859"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6F597069"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53A6381" w14:textId="77777777" w:rsidR="00447E58" w:rsidRPr="00537EEE" w:rsidRDefault="00447E58" w:rsidP="00154CD2">
            <w:pPr>
              <w:pStyle w:val="BodyText"/>
              <w:spacing w:before="120"/>
              <w:ind w:left="360"/>
            </w:pPr>
            <w:r w:rsidRPr="00537EEE">
              <w:t>UC.130, UC.240</w:t>
            </w:r>
          </w:p>
        </w:tc>
      </w:tr>
      <w:tr w:rsidR="00447E58" w14:paraId="2E8592F0"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21A66487" w14:textId="77777777" w:rsidR="00447E58" w:rsidRDefault="00447E58" w:rsidP="00154CD2">
            <w:pPr>
              <w:pStyle w:val="BodyText"/>
              <w:spacing w:before="120"/>
              <w:ind w:left="360"/>
            </w:pPr>
            <w:r>
              <w:t>18</w:t>
            </w:r>
          </w:p>
        </w:tc>
        <w:tc>
          <w:tcPr>
            <w:tcW w:w="4508" w:type="dxa"/>
            <w:tcBorders>
              <w:top w:val="nil"/>
              <w:left w:val="nil"/>
              <w:bottom w:val="single" w:sz="4" w:space="0" w:color="auto"/>
              <w:right w:val="single" w:sz="4" w:space="0" w:color="auto"/>
            </w:tcBorders>
            <w:noWrap/>
            <w:vAlign w:val="center"/>
          </w:tcPr>
          <w:p w14:paraId="076B534E" w14:textId="77777777" w:rsidR="00447E58" w:rsidRDefault="00447E58" w:rsidP="00154CD2">
            <w:pPr>
              <w:pStyle w:val="BodyText"/>
              <w:spacing w:before="120"/>
              <w:ind w:left="360"/>
            </w:pPr>
            <w:r>
              <w:t>Healthcare Provider Directory - Search for Organisation Provider Directory Entry</w:t>
            </w:r>
          </w:p>
        </w:tc>
        <w:tc>
          <w:tcPr>
            <w:tcW w:w="1559" w:type="dxa"/>
            <w:tcBorders>
              <w:top w:val="nil"/>
              <w:left w:val="nil"/>
              <w:bottom w:val="single" w:sz="4" w:space="0" w:color="auto"/>
              <w:right w:val="nil"/>
            </w:tcBorders>
            <w:vAlign w:val="center"/>
          </w:tcPr>
          <w:p w14:paraId="3B679D05"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10FF9FD0"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9A29D9E" w14:textId="77777777" w:rsidR="00447E58" w:rsidRPr="00537EEE" w:rsidRDefault="00447E58" w:rsidP="00154CD2">
            <w:pPr>
              <w:pStyle w:val="BodyText"/>
              <w:spacing w:before="120"/>
              <w:ind w:left="360"/>
            </w:pPr>
            <w:r w:rsidRPr="00537EEE">
              <w:t>UC.241, UC.305</w:t>
            </w:r>
          </w:p>
        </w:tc>
      </w:tr>
      <w:tr w:rsidR="00447E58" w14:paraId="16ABB3C4"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5562C12D" w14:textId="77777777" w:rsidR="00447E58" w:rsidRDefault="00447E58" w:rsidP="00154CD2">
            <w:pPr>
              <w:pStyle w:val="BodyText"/>
              <w:spacing w:before="120"/>
              <w:ind w:left="360"/>
            </w:pPr>
            <w:r>
              <w:t>19</w:t>
            </w:r>
          </w:p>
        </w:tc>
        <w:tc>
          <w:tcPr>
            <w:tcW w:w="4508" w:type="dxa"/>
            <w:tcBorders>
              <w:top w:val="nil"/>
              <w:left w:val="nil"/>
              <w:bottom w:val="single" w:sz="4" w:space="0" w:color="auto"/>
              <w:right w:val="single" w:sz="4" w:space="0" w:color="auto"/>
            </w:tcBorders>
            <w:noWrap/>
            <w:vAlign w:val="center"/>
          </w:tcPr>
          <w:p w14:paraId="4899B9D5" w14:textId="77777777" w:rsidR="00447E58" w:rsidRDefault="00447E58" w:rsidP="00154CD2">
            <w:pPr>
              <w:pStyle w:val="BodyText"/>
              <w:spacing w:before="120"/>
              <w:ind w:left="360"/>
            </w:pPr>
            <w:r>
              <w:t>Healthcare Provider Directory - Manage Provider Directory Entry</w:t>
            </w:r>
          </w:p>
        </w:tc>
        <w:tc>
          <w:tcPr>
            <w:tcW w:w="1559" w:type="dxa"/>
            <w:tcBorders>
              <w:top w:val="nil"/>
              <w:left w:val="nil"/>
              <w:bottom w:val="single" w:sz="4" w:space="0" w:color="auto"/>
              <w:right w:val="nil"/>
            </w:tcBorders>
            <w:vAlign w:val="center"/>
          </w:tcPr>
          <w:p w14:paraId="4C7AFC17"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2525E4C9"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9C6B21C" w14:textId="77777777" w:rsidR="00447E58" w:rsidRPr="00537EEE" w:rsidRDefault="00447E58" w:rsidP="00154CD2">
            <w:pPr>
              <w:pStyle w:val="BodyText"/>
              <w:spacing w:before="120"/>
              <w:ind w:left="360"/>
            </w:pPr>
            <w:r w:rsidRPr="00537EEE">
              <w:t>UC.080, UC.150</w:t>
            </w:r>
          </w:p>
        </w:tc>
      </w:tr>
      <w:tr w:rsidR="00447E58" w14:paraId="6D9AB9E7"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541C26A4" w14:textId="77777777" w:rsidR="00447E58" w:rsidRDefault="00447E58" w:rsidP="00154CD2">
            <w:pPr>
              <w:pStyle w:val="BodyText"/>
              <w:spacing w:before="120"/>
              <w:ind w:left="360"/>
            </w:pPr>
            <w:r>
              <w:t>22</w:t>
            </w:r>
          </w:p>
        </w:tc>
        <w:tc>
          <w:tcPr>
            <w:tcW w:w="4508" w:type="dxa"/>
            <w:tcBorders>
              <w:top w:val="nil"/>
              <w:left w:val="nil"/>
              <w:bottom w:val="single" w:sz="4" w:space="0" w:color="auto"/>
              <w:right w:val="single" w:sz="4" w:space="0" w:color="auto"/>
            </w:tcBorders>
            <w:noWrap/>
            <w:vAlign w:val="center"/>
          </w:tcPr>
          <w:p w14:paraId="57034382" w14:textId="77777777" w:rsidR="00447E58" w:rsidRDefault="00447E58" w:rsidP="00154CD2">
            <w:pPr>
              <w:pStyle w:val="BodyText"/>
              <w:spacing w:before="120"/>
              <w:ind w:left="360"/>
            </w:pPr>
            <w:r>
              <w:t>Read Reference Data</w:t>
            </w:r>
          </w:p>
        </w:tc>
        <w:tc>
          <w:tcPr>
            <w:tcW w:w="1559" w:type="dxa"/>
            <w:tcBorders>
              <w:top w:val="nil"/>
              <w:left w:val="nil"/>
              <w:bottom w:val="single" w:sz="4" w:space="0" w:color="auto"/>
              <w:right w:val="nil"/>
            </w:tcBorders>
            <w:vAlign w:val="center"/>
          </w:tcPr>
          <w:p w14:paraId="3341BB94"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7BC5DF13"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shd w:val="clear" w:color="auto" w:fill="auto"/>
            <w:noWrap/>
            <w:vAlign w:val="center"/>
          </w:tcPr>
          <w:p w14:paraId="710BD296" w14:textId="77777777" w:rsidR="00447E58" w:rsidRPr="00FD100A" w:rsidRDefault="00447E58" w:rsidP="00154CD2">
            <w:pPr>
              <w:pStyle w:val="BodyText"/>
              <w:spacing w:before="120"/>
              <w:ind w:left="360"/>
              <w:rPr>
                <w:highlight w:val="yellow"/>
              </w:rPr>
            </w:pPr>
            <w:r w:rsidRPr="00101D55">
              <w:t>N</w:t>
            </w:r>
            <w:r>
              <w:t>/A</w:t>
            </w:r>
          </w:p>
        </w:tc>
      </w:tr>
      <w:tr w:rsidR="00447E58" w14:paraId="3B98C189"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63DAC508" w14:textId="77777777" w:rsidR="00447E58" w:rsidRDefault="00447E58" w:rsidP="00154CD2">
            <w:pPr>
              <w:pStyle w:val="BodyText"/>
              <w:spacing w:before="120"/>
              <w:ind w:left="360"/>
            </w:pPr>
            <w:r>
              <w:t>24</w:t>
            </w:r>
          </w:p>
        </w:tc>
        <w:tc>
          <w:tcPr>
            <w:tcW w:w="4508" w:type="dxa"/>
            <w:tcBorders>
              <w:top w:val="nil"/>
              <w:left w:val="nil"/>
              <w:bottom w:val="single" w:sz="4" w:space="0" w:color="auto"/>
              <w:right w:val="single" w:sz="4" w:space="0" w:color="auto"/>
            </w:tcBorders>
            <w:noWrap/>
            <w:vAlign w:val="center"/>
          </w:tcPr>
          <w:p w14:paraId="5AC5B652" w14:textId="77777777" w:rsidR="00447E58" w:rsidRDefault="00447E58" w:rsidP="00154CD2">
            <w:pPr>
              <w:pStyle w:val="BodyText"/>
              <w:spacing w:before="120"/>
              <w:ind w:left="360"/>
            </w:pPr>
            <w:r>
              <w:t>Notify of Duplicate IHI via B2B</w:t>
            </w:r>
          </w:p>
        </w:tc>
        <w:tc>
          <w:tcPr>
            <w:tcW w:w="1559" w:type="dxa"/>
            <w:tcBorders>
              <w:top w:val="nil"/>
              <w:left w:val="nil"/>
              <w:bottom w:val="single" w:sz="4" w:space="0" w:color="auto"/>
              <w:right w:val="nil"/>
            </w:tcBorders>
            <w:vAlign w:val="center"/>
          </w:tcPr>
          <w:p w14:paraId="6DF04FA3"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372C16FA"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17A4AEA" w14:textId="77777777" w:rsidR="00447E58" w:rsidRPr="00FD100A" w:rsidRDefault="00447E58" w:rsidP="00154CD2">
            <w:pPr>
              <w:pStyle w:val="BodyText"/>
              <w:spacing w:before="120"/>
              <w:ind w:left="360"/>
              <w:rPr>
                <w:highlight w:val="yellow"/>
              </w:rPr>
            </w:pPr>
            <w:r w:rsidRPr="00101D55">
              <w:t>UC.010, UC.015, UC.035</w:t>
            </w:r>
          </w:p>
        </w:tc>
      </w:tr>
      <w:tr w:rsidR="00447E58" w14:paraId="5890EC48"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6E456608" w14:textId="77777777" w:rsidR="00447E58" w:rsidRDefault="00447E58" w:rsidP="00154CD2">
            <w:pPr>
              <w:pStyle w:val="BodyText"/>
              <w:spacing w:before="120"/>
              <w:ind w:left="360"/>
            </w:pPr>
            <w:r>
              <w:t>25</w:t>
            </w:r>
          </w:p>
        </w:tc>
        <w:tc>
          <w:tcPr>
            <w:tcW w:w="4508" w:type="dxa"/>
            <w:tcBorders>
              <w:top w:val="single" w:sz="4" w:space="0" w:color="auto"/>
              <w:left w:val="nil"/>
              <w:bottom w:val="single" w:sz="4" w:space="0" w:color="auto"/>
              <w:right w:val="single" w:sz="4" w:space="0" w:color="auto"/>
            </w:tcBorders>
            <w:noWrap/>
            <w:vAlign w:val="center"/>
          </w:tcPr>
          <w:p w14:paraId="776822C2" w14:textId="77777777" w:rsidR="00447E58" w:rsidRDefault="00447E58" w:rsidP="00154CD2">
            <w:pPr>
              <w:pStyle w:val="BodyText"/>
              <w:spacing w:before="120"/>
              <w:ind w:left="360"/>
            </w:pPr>
            <w:r>
              <w:t>Notify of Replica IHI via B2B</w:t>
            </w:r>
          </w:p>
        </w:tc>
        <w:tc>
          <w:tcPr>
            <w:tcW w:w="1559" w:type="dxa"/>
            <w:tcBorders>
              <w:top w:val="single" w:sz="4" w:space="0" w:color="auto"/>
              <w:left w:val="nil"/>
              <w:bottom w:val="single" w:sz="4" w:space="0" w:color="auto"/>
              <w:right w:val="nil"/>
            </w:tcBorders>
            <w:vAlign w:val="center"/>
          </w:tcPr>
          <w:p w14:paraId="710A755E"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v3.2.0</w:t>
            </w:r>
          </w:p>
        </w:tc>
        <w:tc>
          <w:tcPr>
            <w:tcW w:w="1546" w:type="dxa"/>
            <w:tcBorders>
              <w:top w:val="single" w:sz="4" w:space="0" w:color="auto"/>
              <w:left w:val="nil"/>
              <w:bottom w:val="single" w:sz="4" w:space="0" w:color="auto"/>
              <w:right w:val="single" w:sz="4" w:space="0" w:color="auto"/>
            </w:tcBorders>
            <w:vAlign w:val="center"/>
          </w:tcPr>
          <w:p w14:paraId="394591F5"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3CFD32C1" w14:textId="77777777" w:rsidR="00447E58" w:rsidRPr="00FD100A" w:rsidRDefault="00447E58" w:rsidP="00154CD2">
            <w:pPr>
              <w:pStyle w:val="BodyText"/>
              <w:spacing w:before="120"/>
              <w:ind w:left="360"/>
              <w:rPr>
                <w:highlight w:val="yellow"/>
              </w:rPr>
            </w:pPr>
            <w:r w:rsidRPr="00101D55">
              <w:t>UC.010, UC.015, UC.035</w:t>
            </w:r>
          </w:p>
        </w:tc>
      </w:tr>
      <w:tr w:rsidR="00447E58" w14:paraId="1FBBEF82"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4AC55BA6" w14:textId="77777777" w:rsidR="00447E58" w:rsidRDefault="00447E58" w:rsidP="00154CD2">
            <w:pPr>
              <w:pStyle w:val="BodyText"/>
              <w:spacing w:before="120"/>
              <w:ind w:left="360"/>
            </w:pPr>
            <w:r>
              <w:t>30</w:t>
            </w:r>
          </w:p>
        </w:tc>
        <w:tc>
          <w:tcPr>
            <w:tcW w:w="4508" w:type="dxa"/>
            <w:tcBorders>
              <w:top w:val="single" w:sz="4" w:space="0" w:color="auto"/>
              <w:left w:val="nil"/>
              <w:bottom w:val="single" w:sz="4" w:space="0" w:color="auto"/>
              <w:right w:val="single" w:sz="4" w:space="0" w:color="auto"/>
            </w:tcBorders>
            <w:noWrap/>
            <w:vAlign w:val="center"/>
          </w:tcPr>
          <w:p w14:paraId="1059D2D0" w14:textId="77777777" w:rsidR="00447E58" w:rsidRDefault="00447E58" w:rsidP="00154CD2">
            <w:pPr>
              <w:pStyle w:val="BodyText"/>
              <w:spacing w:before="120"/>
              <w:ind w:left="360"/>
            </w:pPr>
            <w:r w:rsidRPr="006E4EC8">
              <w:t>Consumer Search IHI Batch Asynch</w:t>
            </w:r>
            <w:r>
              <w:t>r</w:t>
            </w:r>
            <w:r w:rsidRPr="006E4EC8">
              <w:t>onous</w:t>
            </w:r>
          </w:p>
        </w:tc>
        <w:tc>
          <w:tcPr>
            <w:tcW w:w="1559" w:type="dxa"/>
            <w:tcBorders>
              <w:top w:val="single" w:sz="4" w:space="0" w:color="auto"/>
              <w:left w:val="nil"/>
              <w:bottom w:val="single" w:sz="4" w:space="0" w:color="auto"/>
              <w:right w:val="nil"/>
            </w:tcBorders>
            <w:vAlign w:val="center"/>
          </w:tcPr>
          <w:p w14:paraId="60F9316E" w14:textId="65A46EC6"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v3.0</w:t>
            </w:r>
          </w:p>
        </w:tc>
        <w:tc>
          <w:tcPr>
            <w:tcW w:w="1546" w:type="dxa"/>
            <w:tcBorders>
              <w:top w:val="single" w:sz="4" w:space="0" w:color="auto"/>
              <w:left w:val="nil"/>
              <w:bottom w:val="single" w:sz="4" w:space="0" w:color="auto"/>
              <w:right w:val="single" w:sz="4" w:space="0" w:color="auto"/>
            </w:tcBorders>
            <w:vAlign w:val="center"/>
          </w:tcPr>
          <w:p w14:paraId="52EA27D2"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7C067B7A" w14:textId="77777777" w:rsidR="00447E58" w:rsidRPr="00101D55" w:rsidRDefault="00447E58" w:rsidP="00154CD2">
            <w:pPr>
              <w:pStyle w:val="BodyText"/>
              <w:spacing w:before="120"/>
              <w:ind w:left="360"/>
            </w:pPr>
            <w:r w:rsidRPr="00101D55">
              <w:t>UC.010, UC.015, UC.025, UC.035</w:t>
            </w:r>
          </w:p>
        </w:tc>
      </w:tr>
      <w:tr w:rsidR="00447E58" w14:paraId="6D3CC3CD"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07E00F31" w14:textId="77777777" w:rsidR="00447E58" w:rsidRDefault="00447E58" w:rsidP="00154CD2">
            <w:pPr>
              <w:pStyle w:val="BodyText"/>
              <w:spacing w:before="120"/>
              <w:ind w:left="360"/>
            </w:pPr>
            <w:r>
              <w:t>31</w:t>
            </w:r>
          </w:p>
        </w:tc>
        <w:tc>
          <w:tcPr>
            <w:tcW w:w="4508" w:type="dxa"/>
            <w:tcBorders>
              <w:top w:val="single" w:sz="4" w:space="0" w:color="auto"/>
              <w:left w:val="nil"/>
              <w:bottom w:val="single" w:sz="4" w:space="0" w:color="auto"/>
              <w:right w:val="single" w:sz="4" w:space="0" w:color="auto"/>
            </w:tcBorders>
            <w:noWrap/>
            <w:vAlign w:val="center"/>
          </w:tcPr>
          <w:p w14:paraId="39B390C9" w14:textId="77777777" w:rsidR="00447E58" w:rsidRPr="006E4EC8" w:rsidRDefault="00447E58" w:rsidP="00154CD2">
            <w:pPr>
              <w:pStyle w:val="BodyText"/>
              <w:spacing w:before="120"/>
              <w:ind w:left="360"/>
            </w:pPr>
            <w:r>
              <w:rPr>
                <w:szCs w:val="20"/>
              </w:rPr>
              <w:t>Search for Provider Individual Details</w:t>
            </w:r>
          </w:p>
        </w:tc>
        <w:tc>
          <w:tcPr>
            <w:tcW w:w="1559" w:type="dxa"/>
            <w:tcBorders>
              <w:top w:val="single" w:sz="4" w:space="0" w:color="auto"/>
              <w:left w:val="nil"/>
              <w:bottom w:val="single" w:sz="4" w:space="0" w:color="auto"/>
              <w:right w:val="nil"/>
            </w:tcBorders>
            <w:vAlign w:val="center"/>
          </w:tcPr>
          <w:p w14:paraId="38C63B86"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v5.0.0</w:t>
            </w:r>
          </w:p>
        </w:tc>
        <w:tc>
          <w:tcPr>
            <w:tcW w:w="1546" w:type="dxa"/>
            <w:tcBorders>
              <w:top w:val="single" w:sz="4" w:space="0" w:color="auto"/>
              <w:left w:val="nil"/>
              <w:bottom w:val="single" w:sz="4" w:space="0" w:color="auto"/>
              <w:right w:val="single" w:sz="4" w:space="0" w:color="auto"/>
            </w:tcBorders>
            <w:vAlign w:val="center"/>
          </w:tcPr>
          <w:p w14:paraId="27E6489E"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487C8D12" w14:textId="77777777" w:rsidR="00447E58" w:rsidRPr="00101D55" w:rsidRDefault="00447E58" w:rsidP="00154CD2">
            <w:pPr>
              <w:pStyle w:val="BodyText"/>
              <w:spacing w:before="120"/>
              <w:ind w:left="360"/>
            </w:pPr>
            <w:r>
              <w:t>UC.131</w:t>
            </w:r>
          </w:p>
        </w:tc>
      </w:tr>
      <w:tr w:rsidR="00447E58" w14:paraId="7C7332D7"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4F308EA0" w14:textId="77777777" w:rsidR="00447E58" w:rsidRDefault="00447E58" w:rsidP="00154CD2">
            <w:pPr>
              <w:pStyle w:val="BodyText"/>
              <w:spacing w:before="120"/>
              <w:ind w:left="360"/>
            </w:pPr>
            <w:r>
              <w:t>32</w:t>
            </w:r>
          </w:p>
        </w:tc>
        <w:tc>
          <w:tcPr>
            <w:tcW w:w="4508" w:type="dxa"/>
            <w:tcBorders>
              <w:top w:val="single" w:sz="4" w:space="0" w:color="auto"/>
              <w:left w:val="nil"/>
              <w:bottom w:val="single" w:sz="4" w:space="0" w:color="auto"/>
              <w:right w:val="single" w:sz="4" w:space="0" w:color="auto"/>
            </w:tcBorders>
            <w:noWrap/>
            <w:vAlign w:val="center"/>
          </w:tcPr>
          <w:p w14:paraId="14DC7368" w14:textId="77777777" w:rsidR="00447E58" w:rsidRDefault="00447E58" w:rsidP="00154CD2">
            <w:pPr>
              <w:pStyle w:val="BodyText"/>
              <w:spacing w:before="120"/>
              <w:ind w:left="360"/>
            </w:pPr>
            <w:r>
              <w:rPr>
                <w:szCs w:val="20"/>
              </w:rPr>
              <w:t>Search for Provider Organisation Details</w:t>
            </w:r>
          </w:p>
        </w:tc>
        <w:tc>
          <w:tcPr>
            <w:tcW w:w="1559" w:type="dxa"/>
            <w:tcBorders>
              <w:top w:val="single" w:sz="4" w:space="0" w:color="auto"/>
              <w:left w:val="nil"/>
              <w:bottom w:val="single" w:sz="4" w:space="0" w:color="auto"/>
              <w:right w:val="nil"/>
            </w:tcBorders>
            <w:vAlign w:val="center"/>
          </w:tcPr>
          <w:p w14:paraId="68442A1B"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v5.0.0</w:t>
            </w:r>
          </w:p>
        </w:tc>
        <w:tc>
          <w:tcPr>
            <w:tcW w:w="1546" w:type="dxa"/>
            <w:tcBorders>
              <w:top w:val="single" w:sz="4" w:space="0" w:color="auto"/>
              <w:left w:val="nil"/>
              <w:bottom w:val="single" w:sz="4" w:space="0" w:color="auto"/>
              <w:right w:val="single" w:sz="4" w:space="0" w:color="auto"/>
            </w:tcBorders>
            <w:vAlign w:val="center"/>
          </w:tcPr>
          <w:p w14:paraId="1A103909"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7B68BEF8" w14:textId="77777777" w:rsidR="00447E58" w:rsidRDefault="00447E58" w:rsidP="00154CD2">
            <w:pPr>
              <w:pStyle w:val="BodyText"/>
              <w:spacing w:before="120"/>
              <w:ind w:left="360"/>
            </w:pPr>
            <w:r>
              <w:t>UC.306</w:t>
            </w:r>
          </w:p>
        </w:tc>
      </w:tr>
      <w:tr w:rsidR="00447E58" w14:paraId="3997FF11"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6A7260F5" w14:textId="77777777" w:rsidR="00447E58" w:rsidRDefault="00447E58" w:rsidP="00154CD2">
            <w:pPr>
              <w:pStyle w:val="BodyText"/>
              <w:spacing w:before="120"/>
              <w:ind w:left="360"/>
            </w:pPr>
            <w:r>
              <w:t>33</w:t>
            </w:r>
          </w:p>
        </w:tc>
        <w:tc>
          <w:tcPr>
            <w:tcW w:w="4508" w:type="dxa"/>
            <w:tcBorders>
              <w:top w:val="single" w:sz="4" w:space="0" w:color="auto"/>
              <w:left w:val="nil"/>
              <w:bottom w:val="single" w:sz="4" w:space="0" w:color="auto"/>
              <w:right w:val="single" w:sz="4" w:space="0" w:color="auto"/>
            </w:tcBorders>
            <w:noWrap/>
            <w:vAlign w:val="center"/>
          </w:tcPr>
          <w:p w14:paraId="40FE84C6" w14:textId="77777777" w:rsidR="00447E58" w:rsidRDefault="00447E58" w:rsidP="00154CD2">
            <w:pPr>
              <w:pStyle w:val="BodyText"/>
              <w:spacing w:before="120"/>
              <w:ind w:left="360"/>
            </w:pPr>
            <w:r>
              <w:rPr>
                <w:szCs w:val="20"/>
              </w:rPr>
              <w:t>Search for Provider Individual Batch Async</w:t>
            </w:r>
          </w:p>
        </w:tc>
        <w:tc>
          <w:tcPr>
            <w:tcW w:w="1559" w:type="dxa"/>
            <w:tcBorders>
              <w:top w:val="single" w:sz="4" w:space="0" w:color="auto"/>
              <w:left w:val="nil"/>
              <w:bottom w:val="single" w:sz="4" w:space="0" w:color="auto"/>
              <w:right w:val="nil"/>
            </w:tcBorders>
            <w:vAlign w:val="center"/>
          </w:tcPr>
          <w:p w14:paraId="7F387DBD" w14:textId="12797A66"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v5.</w:t>
            </w:r>
            <w:r w:rsidR="008958CE">
              <w:t>1</w:t>
            </w:r>
            <w:r>
              <w:t>.0</w:t>
            </w:r>
          </w:p>
        </w:tc>
        <w:tc>
          <w:tcPr>
            <w:tcW w:w="1546" w:type="dxa"/>
            <w:tcBorders>
              <w:top w:val="single" w:sz="4" w:space="0" w:color="auto"/>
              <w:left w:val="nil"/>
              <w:bottom w:val="single" w:sz="4" w:space="0" w:color="auto"/>
              <w:right w:val="single" w:sz="4" w:space="0" w:color="auto"/>
            </w:tcBorders>
            <w:vAlign w:val="center"/>
          </w:tcPr>
          <w:p w14:paraId="353CA563"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72A185D4" w14:textId="77777777" w:rsidR="00447E58" w:rsidRDefault="00447E58" w:rsidP="00154CD2">
            <w:pPr>
              <w:pStyle w:val="BodyText"/>
              <w:spacing w:before="120"/>
              <w:ind w:left="360"/>
            </w:pPr>
            <w:r>
              <w:t>UC.131</w:t>
            </w:r>
          </w:p>
        </w:tc>
      </w:tr>
      <w:tr w:rsidR="00447E58" w14:paraId="099349E1"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1720FC21" w14:textId="77777777" w:rsidR="00447E58" w:rsidRDefault="00447E58" w:rsidP="00154CD2">
            <w:pPr>
              <w:pStyle w:val="BodyText"/>
              <w:spacing w:before="120"/>
              <w:ind w:left="360"/>
            </w:pPr>
            <w:r>
              <w:t>34</w:t>
            </w:r>
          </w:p>
        </w:tc>
        <w:tc>
          <w:tcPr>
            <w:tcW w:w="4508" w:type="dxa"/>
            <w:tcBorders>
              <w:top w:val="single" w:sz="4" w:space="0" w:color="auto"/>
              <w:left w:val="nil"/>
              <w:bottom w:val="single" w:sz="4" w:space="0" w:color="auto"/>
              <w:right w:val="single" w:sz="4" w:space="0" w:color="auto"/>
            </w:tcBorders>
            <w:noWrap/>
            <w:vAlign w:val="center"/>
          </w:tcPr>
          <w:p w14:paraId="6775465E" w14:textId="77777777" w:rsidR="00447E58" w:rsidRDefault="00447E58" w:rsidP="00154CD2">
            <w:pPr>
              <w:pStyle w:val="BodyText"/>
              <w:spacing w:before="120"/>
              <w:ind w:left="360"/>
              <w:rPr>
                <w:szCs w:val="20"/>
              </w:rPr>
            </w:pPr>
            <w:r>
              <w:rPr>
                <w:szCs w:val="20"/>
              </w:rPr>
              <w:t>Search for Provider Organisation Batch Async</w:t>
            </w:r>
          </w:p>
        </w:tc>
        <w:tc>
          <w:tcPr>
            <w:tcW w:w="1559" w:type="dxa"/>
            <w:tcBorders>
              <w:top w:val="single" w:sz="4" w:space="0" w:color="auto"/>
              <w:left w:val="nil"/>
              <w:bottom w:val="single" w:sz="4" w:space="0" w:color="auto"/>
              <w:right w:val="nil"/>
            </w:tcBorders>
            <w:vAlign w:val="center"/>
          </w:tcPr>
          <w:p w14:paraId="19196FD3" w14:textId="5573A30E"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7F3832">
              <w:fldChar w:fldCharType="separate"/>
            </w:r>
            <w:r>
              <w:fldChar w:fldCharType="end"/>
            </w:r>
            <w:r>
              <w:t xml:space="preserve"> v5.</w:t>
            </w:r>
            <w:r w:rsidR="008958CE">
              <w:t>1</w:t>
            </w:r>
            <w:r>
              <w:t>.0</w:t>
            </w:r>
          </w:p>
        </w:tc>
        <w:tc>
          <w:tcPr>
            <w:tcW w:w="1546" w:type="dxa"/>
            <w:tcBorders>
              <w:top w:val="single" w:sz="4" w:space="0" w:color="auto"/>
              <w:left w:val="nil"/>
              <w:bottom w:val="single" w:sz="4" w:space="0" w:color="auto"/>
              <w:right w:val="single" w:sz="4" w:space="0" w:color="auto"/>
            </w:tcBorders>
            <w:vAlign w:val="center"/>
          </w:tcPr>
          <w:p w14:paraId="7FE3A5CD"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5B5C937F" w14:textId="77777777" w:rsidR="00447E58" w:rsidRPr="00710E21" w:rsidRDefault="00447E58" w:rsidP="00154CD2">
            <w:pPr>
              <w:pStyle w:val="BodyText"/>
              <w:spacing w:before="120"/>
              <w:ind w:left="360"/>
            </w:pPr>
            <w:r w:rsidRPr="00710E21">
              <w:t>UC.306</w:t>
            </w:r>
          </w:p>
        </w:tc>
      </w:tr>
    </w:tbl>
    <w:p w14:paraId="7285EEF0" w14:textId="77777777" w:rsidR="00447E58" w:rsidRDefault="00447E58" w:rsidP="00447E58">
      <w:pPr>
        <w:pStyle w:val="BodyText"/>
      </w:pPr>
    </w:p>
    <w:p w14:paraId="4D0BA733" w14:textId="7FD4AE8A" w:rsidR="00291FEF" w:rsidRDefault="00611CF8" w:rsidP="008F6103">
      <w:pPr>
        <w:spacing w:after="0"/>
      </w:pPr>
      <w:r>
        <w:t xml:space="preserve">Note: </w:t>
      </w:r>
      <w:r w:rsidR="00447E58" w:rsidRPr="00422C07">
        <w:t xml:space="preserve">TECH.SIS.HI documents are HI Service System Interface Specifications published by </w:t>
      </w:r>
      <w:r w:rsidR="008C6562">
        <w:t>Services</w:t>
      </w:r>
      <w:r w:rsidR="008C6562" w:rsidRPr="00422C07">
        <w:t xml:space="preserve"> </w:t>
      </w:r>
      <w:r w:rsidR="00447E58" w:rsidRPr="00422C07">
        <w:t>Austral</w:t>
      </w:r>
      <w:r w:rsidR="00447E58">
        <w:t>ia</w:t>
      </w:r>
      <w:r w:rsidR="008C6562">
        <w:t xml:space="preserve"> and available from the Health Systems Developer Portal (</w:t>
      </w:r>
      <w:hyperlink r:id="rId31" w:history="1">
        <w:r w:rsidR="00245BE5" w:rsidRPr="00245BE5">
          <w:rPr>
            <w:rStyle w:val="Hyperlink"/>
          </w:rPr>
          <w:t>https://healthsoftware.humanservices.gov.au/claiming/ext-vnd/healthcare_identifiers#a4</w:t>
        </w:r>
      </w:hyperlink>
      <w:r w:rsidR="00245BE5">
        <w:t>)</w:t>
      </w:r>
    </w:p>
    <w:p w14:paraId="5E0D7787" w14:textId="569BC764" w:rsidR="00491B3C" w:rsidRDefault="00491B3C" w:rsidP="00491B3C">
      <w:pPr>
        <w:pStyle w:val="Heading2"/>
      </w:pPr>
      <w:bookmarkStart w:id="34" w:name="_Toc75347154"/>
      <w:bookmarkStart w:id="35" w:name="_Toc75784472"/>
      <w:bookmarkEnd w:id="34"/>
      <w:r>
        <w:lastRenderedPageBreak/>
        <w:t>Conformance to Requirements</w:t>
      </w:r>
      <w:bookmarkEnd w:id="35"/>
    </w:p>
    <w:p w14:paraId="5E967D37" w14:textId="32D63073" w:rsidR="00291FEF" w:rsidRDefault="00291FEF" w:rsidP="00491B3C">
      <w:pPr>
        <w:pStyle w:val="Heading3"/>
      </w:pPr>
      <w:bookmarkStart w:id="36" w:name="_Ref66268752"/>
      <w:bookmarkStart w:id="37" w:name="_Ref67037934"/>
      <w:bookmarkStart w:id="38" w:name="_Ref67037957"/>
      <w:bookmarkStart w:id="39" w:name="_Ref67038007"/>
      <w:bookmarkStart w:id="40" w:name="_Ref67038014"/>
      <w:bookmarkStart w:id="41" w:name="_Ref67038026"/>
      <w:bookmarkStart w:id="42" w:name="_Ref67038059"/>
      <w:bookmarkStart w:id="43" w:name="_Ref67038072"/>
      <w:bookmarkStart w:id="44" w:name="_Ref67038089"/>
      <w:bookmarkStart w:id="45" w:name="_Ref67038098"/>
      <w:bookmarkStart w:id="46" w:name="_Ref67038108"/>
      <w:bookmarkStart w:id="47" w:name="_Ref67038118"/>
      <w:bookmarkStart w:id="48" w:name="_Ref67038130"/>
      <w:bookmarkStart w:id="49" w:name="_Ref67038148"/>
      <w:bookmarkStart w:id="50" w:name="_Toc75784473"/>
      <w:r>
        <w:t>Mandatory Requirements</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E4E9101" w14:textId="442B660C" w:rsidR="00291FEF" w:rsidRDefault="00291FEF" w:rsidP="00291FEF">
      <w:pPr>
        <w:pStyle w:val="BodyText"/>
        <w:tabs>
          <w:tab w:val="left" w:pos="6240"/>
        </w:tabs>
      </w:pPr>
      <w:r>
        <w:t>The implementation supports (tick all that apply):</w:t>
      </w:r>
      <w:r>
        <w:tab/>
      </w:r>
    </w:p>
    <w:tbl>
      <w:tblPr>
        <w:tblW w:w="1346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9" w:type="dxa"/>
        </w:tblCellMar>
        <w:tblLook w:val="01E0" w:firstRow="1" w:lastRow="1" w:firstColumn="1" w:lastColumn="1" w:noHBand="0" w:noVBand="0"/>
      </w:tblPr>
      <w:tblGrid>
        <w:gridCol w:w="5386"/>
        <w:gridCol w:w="1826"/>
        <w:gridCol w:w="1576"/>
        <w:gridCol w:w="1985"/>
        <w:gridCol w:w="2693"/>
      </w:tblGrid>
      <w:tr w:rsidR="003A761C" w:rsidRPr="00B619F6" w14:paraId="58BCE59F" w14:textId="77777777" w:rsidTr="003A761C">
        <w:trPr>
          <w:cantSplit/>
          <w:tblHeader/>
        </w:trPr>
        <w:tc>
          <w:tcPr>
            <w:tcW w:w="5386" w:type="dxa"/>
            <w:shd w:val="clear" w:color="auto" w:fill="D9D9D9"/>
            <w:vAlign w:val="center"/>
          </w:tcPr>
          <w:p w14:paraId="6A06DF60" w14:textId="77777777" w:rsidR="00291FEF" w:rsidRPr="00B619F6" w:rsidRDefault="00291FEF" w:rsidP="00384DB8">
            <w:pPr>
              <w:pStyle w:val="BodyText"/>
              <w:ind w:hanging="958"/>
              <w:jc w:val="center"/>
            </w:pPr>
            <w:bookmarkStart w:id="51" w:name="_Hlk65764854"/>
            <w:bookmarkStart w:id="52" w:name="_Hlk65764872"/>
            <w:r>
              <w:t>Mandatory r</w:t>
            </w:r>
            <w:r w:rsidRPr="00B619F6">
              <w:t>equirement</w:t>
            </w:r>
          </w:p>
        </w:tc>
        <w:tc>
          <w:tcPr>
            <w:tcW w:w="1826" w:type="dxa"/>
            <w:shd w:val="clear" w:color="auto" w:fill="D9D9D9"/>
            <w:vAlign w:val="center"/>
          </w:tcPr>
          <w:p w14:paraId="24B461BC" w14:textId="77777777" w:rsidR="00291FEF" w:rsidRPr="00B619F6" w:rsidRDefault="00291FEF" w:rsidP="00AC3658">
            <w:pPr>
              <w:pStyle w:val="BodyText"/>
              <w:ind w:left="0" w:firstLine="34"/>
              <w:jc w:val="center"/>
            </w:pPr>
            <w:r>
              <w:t>Related b</w:t>
            </w:r>
            <w:r w:rsidRPr="00B619F6">
              <w:t>usiness use case</w:t>
            </w:r>
            <w:r>
              <w:t>(</w:t>
            </w:r>
            <w:r w:rsidRPr="00B619F6">
              <w:t>s</w:t>
            </w:r>
            <w:r>
              <w:t>)</w:t>
            </w:r>
          </w:p>
        </w:tc>
        <w:tc>
          <w:tcPr>
            <w:tcW w:w="1576" w:type="dxa"/>
            <w:shd w:val="clear" w:color="auto" w:fill="D9D9D9"/>
            <w:vAlign w:val="center"/>
          </w:tcPr>
          <w:p w14:paraId="37162670" w14:textId="77777777" w:rsidR="00291FEF" w:rsidRPr="00B619F6" w:rsidRDefault="00291FEF" w:rsidP="00AC3658">
            <w:pPr>
              <w:pStyle w:val="BodyText"/>
              <w:ind w:left="80"/>
              <w:jc w:val="center"/>
            </w:pPr>
            <w:r w:rsidRPr="00B619F6">
              <w:t>Self-assessment successful?</w:t>
            </w:r>
          </w:p>
        </w:tc>
        <w:tc>
          <w:tcPr>
            <w:tcW w:w="1985" w:type="dxa"/>
            <w:shd w:val="clear" w:color="auto" w:fill="D9D9D9"/>
            <w:vAlign w:val="center"/>
          </w:tcPr>
          <w:p w14:paraId="67CD78EB" w14:textId="7555238C" w:rsidR="00291FEF" w:rsidRPr="00B619F6" w:rsidRDefault="00291FEF" w:rsidP="00AC3658">
            <w:pPr>
              <w:pStyle w:val="BodyText"/>
              <w:ind w:left="79"/>
              <w:jc w:val="center"/>
            </w:pPr>
            <w:r>
              <w:t xml:space="preserve">Related CTS </w:t>
            </w:r>
            <w:r w:rsidR="00256EE1">
              <w:t>worksheet</w:t>
            </w:r>
            <w:r w:rsidR="00FB119C">
              <w:t>(s)</w:t>
            </w:r>
          </w:p>
        </w:tc>
        <w:tc>
          <w:tcPr>
            <w:tcW w:w="2693" w:type="dxa"/>
            <w:shd w:val="clear" w:color="auto" w:fill="D9D9D9"/>
            <w:vAlign w:val="center"/>
          </w:tcPr>
          <w:p w14:paraId="50A4AE3B" w14:textId="77777777" w:rsidR="00291FEF" w:rsidRPr="00B619F6" w:rsidRDefault="00291FEF" w:rsidP="00AC3658">
            <w:pPr>
              <w:pStyle w:val="BodyText"/>
              <w:ind w:left="79"/>
              <w:jc w:val="center"/>
            </w:pPr>
            <w:r w:rsidRPr="00B619F6">
              <w:t>Comments</w:t>
            </w:r>
          </w:p>
        </w:tc>
      </w:tr>
      <w:bookmarkEnd w:id="51"/>
      <w:tr w:rsidR="003A761C" w:rsidRPr="00B619F6" w14:paraId="2DC3FAAF" w14:textId="77777777" w:rsidTr="003A761C">
        <w:trPr>
          <w:cantSplit/>
        </w:trPr>
        <w:tc>
          <w:tcPr>
            <w:tcW w:w="5386" w:type="dxa"/>
          </w:tcPr>
          <w:p w14:paraId="61C1FCF2"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5805</w:t>
            </w:r>
            <w:r>
              <w:t xml:space="preserve"> </w:t>
            </w:r>
            <w:r>
              <w:sym w:font="Symbol" w:char="F02D"/>
            </w:r>
            <w:r>
              <w:t xml:space="preserve"> </w:t>
            </w:r>
            <w:r w:rsidRPr="00B619F6">
              <w:t>Maximum name length</w:t>
            </w:r>
          </w:p>
        </w:tc>
        <w:tc>
          <w:tcPr>
            <w:tcW w:w="1826" w:type="dxa"/>
          </w:tcPr>
          <w:p w14:paraId="6A11B73D" w14:textId="77777777" w:rsidR="00291FEF" w:rsidRPr="00B619F6" w:rsidRDefault="00291FEF" w:rsidP="00AC3658">
            <w:pPr>
              <w:pStyle w:val="BodyText"/>
              <w:ind w:left="34" w:hanging="34"/>
            </w:pPr>
            <w:r w:rsidRPr="00B619F6">
              <w:t>UC.010, UC.015</w:t>
            </w:r>
            <w:r>
              <w:t>, UC.025, UC.035</w:t>
            </w:r>
          </w:p>
        </w:tc>
        <w:tc>
          <w:tcPr>
            <w:tcW w:w="1576" w:type="dxa"/>
          </w:tcPr>
          <w:p w14:paraId="44AF8B82"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1D87C6BB" w14:textId="0574E129" w:rsidR="00291FEF" w:rsidRPr="00B619F6" w:rsidRDefault="00291FEF" w:rsidP="00AC3658">
            <w:pPr>
              <w:pStyle w:val="BodyText"/>
              <w:ind w:left="79"/>
            </w:pPr>
            <w:r>
              <w:t>UC.010 – Part A</w:t>
            </w:r>
            <w:r>
              <w:br/>
              <w:t>UC.015 – Part A</w:t>
            </w:r>
            <w:r>
              <w:br/>
              <w:t>UC.025</w:t>
            </w:r>
            <w:r w:rsidR="00256EE1">
              <w:t xml:space="preserve"> – Part A</w:t>
            </w:r>
            <w:r w:rsidR="0014499F">
              <w:br/>
            </w:r>
            <w:r>
              <w:t>UC.035</w:t>
            </w:r>
          </w:p>
        </w:tc>
        <w:tc>
          <w:tcPr>
            <w:tcW w:w="2693" w:type="dxa"/>
          </w:tcPr>
          <w:p w14:paraId="7CDFB8DD" w14:textId="77777777" w:rsidR="00291FEF" w:rsidRPr="00B619F6" w:rsidRDefault="00291FEF" w:rsidP="00AC3658">
            <w:pPr>
              <w:pStyle w:val="BodyText"/>
              <w:ind w:left="79"/>
            </w:pPr>
          </w:p>
        </w:tc>
      </w:tr>
      <w:tr w:rsidR="003A761C" w:rsidRPr="00B619F6" w14:paraId="3C1CF602" w14:textId="77777777" w:rsidTr="003A761C">
        <w:trPr>
          <w:cantSplit/>
        </w:trPr>
        <w:tc>
          <w:tcPr>
            <w:tcW w:w="5386" w:type="dxa"/>
          </w:tcPr>
          <w:p w14:paraId="5274E3EA"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5808</w:t>
            </w:r>
            <w:r>
              <w:t xml:space="preserve"> </w:t>
            </w:r>
            <w:r>
              <w:sym w:font="Symbol" w:char="F02D"/>
            </w:r>
            <w:r>
              <w:t xml:space="preserve"> </w:t>
            </w:r>
            <w:r w:rsidRPr="00B619F6">
              <w:t>Capture and storage of date of birth</w:t>
            </w:r>
          </w:p>
        </w:tc>
        <w:tc>
          <w:tcPr>
            <w:tcW w:w="1826" w:type="dxa"/>
          </w:tcPr>
          <w:p w14:paraId="695867C4" w14:textId="77777777" w:rsidR="00291FEF" w:rsidRPr="00B619F6" w:rsidRDefault="00291FEF" w:rsidP="00AC3658">
            <w:pPr>
              <w:pStyle w:val="BodyText"/>
              <w:ind w:left="34" w:hanging="34"/>
            </w:pPr>
            <w:r w:rsidRPr="00B619F6">
              <w:t>UC.005, UC.010, UC.015</w:t>
            </w:r>
          </w:p>
        </w:tc>
        <w:tc>
          <w:tcPr>
            <w:tcW w:w="1576" w:type="dxa"/>
          </w:tcPr>
          <w:p w14:paraId="7F91A949"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1218429E" w14:textId="2D24C35C" w:rsidR="00291FEF" w:rsidRPr="00B619F6" w:rsidRDefault="00AD0464" w:rsidP="00AC3658">
            <w:pPr>
              <w:pStyle w:val="BodyText"/>
              <w:ind w:left="79"/>
            </w:pPr>
            <w:r>
              <w:t>UC.005</w:t>
            </w:r>
            <w:r>
              <w:br/>
            </w:r>
            <w:r w:rsidR="00291FEF">
              <w:t>UC.010 – Part A</w:t>
            </w:r>
            <w:r w:rsidR="00291FEF">
              <w:br/>
              <w:t>UC.015 – Part A</w:t>
            </w:r>
          </w:p>
        </w:tc>
        <w:tc>
          <w:tcPr>
            <w:tcW w:w="2693" w:type="dxa"/>
          </w:tcPr>
          <w:p w14:paraId="47C06CDB" w14:textId="77777777" w:rsidR="00291FEF" w:rsidRPr="00B619F6" w:rsidRDefault="00291FEF" w:rsidP="00AC3658">
            <w:pPr>
              <w:pStyle w:val="BodyText"/>
              <w:ind w:left="79"/>
            </w:pPr>
          </w:p>
        </w:tc>
      </w:tr>
      <w:tr w:rsidR="003A761C" w:rsidRPr="00B619F6" w14:paraId="4AE7579F" w14:textId="77777777" w:rsidTr="003A761C">
        <w:trPr>
          <w:cantSplit/>
        </w:trPr>
        <w:tc>
          <w:tcPr>
            <w:tcW w:w="5386" w:type="dxa"/>
          </w:tcPr>
          <w:p w14:paraId="3E168C82"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5817</w:t>
            </w:r>
            <w:r>
              <w:t xml:space="preserve"> </w:t>
            </w:r>
            <w:r>
              <w:sym w:font="Symbol" w:char="F02D"/>
            </w:r>
            <w:r>
              <w:t xml:space="preserve"> </w:t>
            </w:r>
            <w:r w:rsidRPr="00B619F6">
              <w:t>Allow a patient record without an IHI</w:t>
            </w:r>
          </w:p>
        </w:tc>
        <w:tc>
          <w:tcPr>
            <w:tcW w:w="1826" w:type="dxa"/>
          </w:tcPr>
          <w:p w14:paraId="021932A5" w14:textId="77777777" w:rsidR="00291FEF" w:rsidRPr="00B619F6" w:rsidRDefault="00291FEF" w:rsidP="00AC3658">
            <w:pPr>
              <w:pStyle w:val="BodyText"/>
              <w:ind w:left="34" w:hanging="34"/>
            </w:pPr>
            <w:r w:rsidRPr="00B619F6">
              <w:t>UC.010</w:t>
            </w:r>
          </w:p>
        </w:tc>
        <w:tc>
          <w:tcPr>
            <w:tcW w:w="1576" w:type="dxa"/>
          </w:tcPr>
          <w:p w14:paraId="1BB88822"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114B4FEE" w14:textId="77777777" w:rsidR="00291FEF" w:rsidRPr="00B619F6" w:rsidRDefault="00291FEF" w:rsidP="00AC3658">
            <w:pPr>
              <w:pStyle w:val="BodyText"/>
              <w:ind w:left="79"/>
            </w:pPr>
            <w:r>
              <w:t>UC.010 – Part A</w:t>
            </w:r>
          </w:p>
        </w:tc>
        <w:tc>
          <w:tcPr>
            <w:tcW w:w="2693" w:type="dxa"/>
          </w:tcPr>
          <w:p w14:paraId="11462432" w14:textId="77777777" w:rsidR="00291FEF" w:rsidRPr="00B619F6" w:rsidRDefault="00291FEF" w:rsidP="00AC3658">
            <w:pPr>
              <w:pStyle w:val="BodyText"/>
              <w:ind w:left="79"/>
            </w:pPr>
          </w:p>
        </w:tc>
      </w:tr>
      <w:bookmarkEnd w:id="52"/>
      <w:tr w:rsidR="003A761C" w:rsidRPr="00B619F6" w14:paraId="26A63A7C" w14:textId="77777777" w:rsidTr="003A761C">
        <w:trPr>
          <w:cantSplit/>
        </w:trPr>
        <w:tc>
          <w:tcPr>
            <w:tcW w:w="5386" w:type="dxa"/>
          </w:tcPr>
          <w:p w14:paraId="28195737"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5820</w:t>
            </w:r>
            <w:r>
              <w:t xml:space="preserve"> </w:t>
            </w:r>
            <w:r>
              <w:sym w:font="Symbol" w:char="F02D"/>
            </w:r>
            <w:r>
              <w:t xml:space="preserve"> </w:t>
            </w:r>
            <w:r w:rsidRPr="00B619F6">
              <w:t>Recording of IHI details upon IHI assignment and update</w:t>
            </w:r>
          </w:p>
        </w:tc>
        <w:tc>
          <w:tcPr>
            <w:tcW w:w="1826" w:type="dxa"/>
          </w:tcPr>
          <w:p w14:paraId="6F339465" w14:textId="77777777" w:rsidR="00291FEF" w:rsidRPr="00B619F6" w:rsidRDefault="00291FEF" w:rsidP="00AC3658">
            <w:pPr>
              <w:pStyle w:val="BodyText"/>
              <w:ind w:left="34" w:hanging="34"/>
            </w:pPr>
            <w:r w:rsidRPr="00B619F6">
              <w:t>UC.010, UC.015, UC.025, UC.035</w:t>
            </w:r>
          </w:p>
        </w:tc>
        <w:tc>
          <w:tcPr>
            <w:tcW w:w="1576" w:type="dxa"/>
          </w:tcPr>
          <w:p w14:paraId="28D0E878"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71730E25" w14:textId="3E4153F6" w:rsidR="00291FEF" w:rsidRPr="00B619F6" w:rsidRDefault="00291FEF" w:rsidP="00AC3658">
            <w:pPr>
              <w:pStyle w:val="BodyText"/>
              <w:ind w:left="79"/>
            </w:pPr>
            <w:r>
              <w:t>UC.010 – Part B</w:t>
            </w:r>
            <w:r>
              <w:br/>
              <w:t xml:space="preserve">UC.015 – Part </w:t>
            </w:r>
            <w:r w:rsidR="0014499F">
              <w:t>B</w:t>
            </w:r>
            <w:r w:rsidR="0014499F">
              <w:br/>
            </w:r>
            <w:r>
              <w:t>UC.025</w:t>
            </w:r>
            <w:r w:rsidR="001256CB">
              <w:t xml:space="preserve"> – Part B</w:t>
            </w:r>
            <w:r w:rsidR="0014499F">
              <w:br/>
            </w:r>
            <w:r>
              <w:t>UC.035</w:t>
            </w:r>
          </w:p>
        </w:tc>
        <w:tc>
          <w:tcPr>
            <w:tcW w:w="2693" w:type="dxa"/>
          </w:tcPr>
          <w:p w14:paraId="65F29760" w14:textId="77777777" w:rsidR="00291FEF" w:rsidRPr="00B619F6" w:rsidRDefault="00291FEF" w:rsidP="00AC3658">
            <w:pPr>
              <w:pStyle w:val="BodyText"/>
              <w:ind w:left="79"/>
            </w:pPr>
          </w:p>
        </w:tc>
      </w:tr>
      <w:tr w:rsidR="003A761C" w:rsidRPr="00B619F6" w14:paraId="210230BC" w14:textId="77777777" w:rsidTr="003A761C">
        <w:trPr>
          <w:cantSplit/>
        </w:trPr>
        <w:tc>
          <w:tcPr>
            <w:tcW w:w="5386" w:type="dxa"/>
          </w:tcPr>
          <w:p w14:paraId="521E5D25"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5839</w:t>
            </w:r>
            <w:r>
              <w:t xml:space="preserve"> </w:t>
            </w:r>
            <w:r>
              <w:sym w:font="Symbol" w:char="F02D"/>
            </w:r>
            <w:r>
              <w:t xml:space="preserve"> A</w:t>
            </w:r>
            <w:r w:rsidRPr="00B619F6">
              <w:t>lert raised when the same IHI is assigned to records of more than one patient</w:t>
            </w:r>
          </w:p>
        </w:tc>
        <w:tc>
          <w:tcPr>
            <w:tcW w:w="1826" w:type="dxa"/>
          </w:tcPr>
          <w:p w14:paraId="71E833D3" w14:textId="07DC50AC" w:rsidR="001256CB" w:rsidRPr="00B619F6" w:rsidRDefault="00291FEF" w:rsidP="001256CB">
            <w:pPr>
              <w:pStyle w:val="BodyText"/>
              <w:ind w:left="34" w:hanging="34"/>
            </w:pPr>
            <w:r w:rsidRPr="00B619F6">
              <w:t>UC.010, UC.015, UC.025</w:t>
            </w:r>
          </w:p>
        </w:tc>
        <w:tc>
          <w:tcPr>
            <w:tcW w:w="1576" w:type="dxa"/>
          </w:tcPr>
          <w:p w14:paraId="74190841"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7F5EA750" w14:textId="0C25392F" w:rsidR="00291FEF" w:rsidRPr="00B619F6" w:rsidRDefault="00291FEF" w:rsidP="00AC3658">
            <w:pPr>
              <w:pStyle w:val="BodyText"/>
              <w:ind w:left="79"/>
            </w:pPr>
            <w:r>
              <w:t>UC.010 – Part A</w:t>
            </w:r>
            <w:r>
              <w:br/>
              <w:t>UC.015 – Part A</w:t>
            </w:r>
            <w:r>
              <w:br/>
              <w:t>UC.025</w:t>
            </w:r>
            <w:r w:rsidR="001256CB">
              <w:t xml:space="preserve"> – Part A</w:t>
            </w:r>
          </w:p>
        </w:tc>
        <w:tc>
          <w:tcPr>
            <w:tcW w:w="2693" w:type="dxa"/>
          </w:tcPr>
          <w:p w14:paraId="6D459215" w14:textId="77777777" w:rsidR="00291FEF" w:rsidRPr="00B619F6" w:rsidRDefault="00291FEF" w:rsidP="00AC3658">
            <w:pPr>
              <w:pStyle w:val="BodyText"/>
              <w:ind w:left="79"/>
            </w:pPr>
          </w:p>
        </w:tc>
      </w:tr>
      <w:tr w:rsidR="003A761C" w:rsidRPr="00B619F6" w14:paraId="5587A936" w14:textId="77777777" w:rsidTr="003A761C">
        <w:trPr>
          <w:cantSplit/>
        </w:trPr>
        <w:tc>
          <w:tcPr>
            <w:tcW w:w="5386" w:type="dxa"/>
          </w:tcPr>
          <w:p w14:paraId="6C144E92"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5843</w:t>
            </w:r>
            <w:r>
              <w:t xml:space="preserve"> </w:t>
            </w:r>
            <w:r>
              <w:sym w:font="Symbol" w:char="F02D"/>
            </w:r>
            <w:r>
              <w:t xml:space="preserve"> </w:t>
            </w:r>
            <w:r w:rsidRPr="00B619F6">
              <w:t>Display of IHI Number Status and IHI Record Status</w:t>
            </w:r>
          </w:p>
        </w:tc>
        <w:tc>
          <w:tcPr>
            <w:tcW w:w="1826" w:type="dxa"/>
          </w:tcPr>
          <w:p w14:paraId="621732AB" w14:textId="77777777" w:rsidR="00291FEF" w:rsidRPr="00B619F6" w:rsidRDefault="00291FEF" w:rsidP="00AC3658">
            <w:pPr>
              <w:pStyle w:val="BodyText"/>
              <w:ind w:left="34" w:hanging="34"/>
            </w:pPr>
            <w:r w:rsidRPr="00B619F6">
              <w:t>UC.010, UC.015, UC.035</w:t>
            </w:r>
          </w:p>
        </w:tc>
        <w:tc>
          <w:tcPr>
            <w:tcW w:w="1576" w:type="dxa"/>
          </w:tcPr>
          <w:p w14:paraId="2EFFBF3C"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245836F7" w14:textId="38965F68" w:rsidR="00291FEF" w:rsidRPr="00B619F6" w:rsidRDefault="008F7E5F" w:rsidP="00AC3658">
            <w:pPr>
              <w:pStyle w:val="BodyText"/>
              <w:ind w:left="79"/>
            </w:pPr>
            <w:r>
              <w:t xml:space="preserve">UC.010 – Part </w:t>
            </w:r>
            <w:r w:rsidR="008958CE">
              <w:t>B</w:t>
            </w:r>
            <w:r>
              <w:br/>
            </w:r>
            <w:r w:rsidR="006002AF">
              <w:t xml:space="preserve">UC.015 – Part </w:t>
            </w:r>
            <w:r w:rsidR="008958CE">
              <w:t>B</w:t>
            </w:r>
            <w:r w:rsidR="00FA00CF">
              <w:br/>
              <w:t>UC.035</w:t>
            </w:r>
          </w:p>
        </w:tc>
        <w:tc>
          <w:tcPr>
            <w:tcW w:w="2693" w:type="dxa"/>
          </w:tcPr>
          <w:p w14:paraId="67417739" w14:textId="77777777" w:rsidR="00291FEF" w:rsidRPr="00B619F6" w:rsidRDefault="00291FEF" w:rsidP="00AC3658">
            <w:pPr>
              <w:pStyle w:val="BodyText"/>
              <w:ind w:left="79"/>
            </w:pPr>
          </w:p>
        </w:tc>
      </w:tr>
      <w:tr w:rsidR="003A761C" w:rsidRPr="00B619F6" w14:paraId="1F2A9ABC" w14:textId="77777777" w:rsidTr="003A761C">
        <w:trPr>
          <w:cantSplit/>
        </w:trPr>
        <w:tc>
          <w:tcPr>
            <w:tcW w:w="5386" w:type="dxa"/>
          </w:tcPr>
          <w:p w14:paraId="50735ED9" w14:textId="77777777" w:rsidR="00291FEF" w:rsidRPr="00B619F6" w:rsidRDefault="00291FEF" w:rsidP="00AC3658">
            <w:pPr>
              <w:pStyle w:val="BodyText"/>
              <w:ind w:left="1077" w:hanging="958"/>
            </w:pPr>
            <w:r w:rsidRPr="00B619F6">
              <w:lastRenderedPageBreak/>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5847</w:t>
            </w:r>
            <w:r>
              <w:t xml:space="preserve"> </w:t>
            </w:r>
            <w:r>
              <w:sym w:font="Symbol" w:char="F02D"/>
            </w:r>
            <w:r>
              <w:t xml:space="preserve"> </w:t>
            </w:r>
            <w:r w:rsidRPr="00B619F6">
              <w:t>Capture of patient’s previous IHI details</w:t>
            </w:r>
          </w:p>
        </w:tc>
        <w:tc>
          <w:tcPr>
            <w:tcW w:w="1826" w:type="dxa"/>
          </w:tcPr>
          <w:p w14:paraId="750A89B0" w14:textId="77777777" w:rsidR="00291FEF" w:rsidRPr="00B619F6" w:rsidRDefault="00291FEF" w:rsidP="00AC3658">
            <w:pPr>
              <w:pStyle w:val="BodyText"/>
              <w:ind w:left="34" w:hanging="34"/>
            </w:pPr>
            <w:r w:rsidRPr="00B619F6">
              <w:t>UC.010, UC.015, UC.025, UC.035</w:t>
            </w:r>
          </w:p>
        </w:tc>
        <w:tc>
          <w:tcPr>
            <w:tcW w:w="1576" w:type="dxa"/>
          </w:tcPr>
          <w:p w14:paraId="3051237E"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33CB6AAC" w14:textId="70ABACB0" w:rsidR="00291FEF" w:rsidRPr="00B619F6" w:rsidRDefault="000820ED" w:rsidP="00AC3658">
            <w:pPr>
              <w:pStyle w:val="BodyText"/>
              <w:ind w:left="79"/>
            </w:pPr>
            <w:r>
              <w:t>UC.010 – Part A</w:t>
            </w:r>
            <w:r>
              <w:br/>
            </w:r>
            <w:r w:rsidR="000B1E80">
              <w:t>UC.015 – Part A</w:t>
            </w:r>
            <w:r w:rsidR="000B1E80">
              <w:br/>
            </w:r>
            <w:r w:rsidR="001256CB">
              <w:t>UC.025 – Part A</w:t>
            </w:r>
            <w:r w:rsidR="00FA00CF">
              <w:br/>
              <w:t>UC.035</w:t>
            </w:r>
          </w:p>
        </w:tc>
        <w:tc>
          <w:tcPr>
            <w:tcW w:w="2693" w:type="dxa"/>
          </w:tcPr>
          <w:p w14:paraId="1DC8106B" w14:textId="77777777" w:rsidR="00291FEF" w:rsidRPr="00B619F6" w:rsidRDefault="00291FEF" w:rsidP="00AC3658">
            <w:pPr>
              <w:pStyle w:val="BodyText"/>
              <w:ind w:left="79"/>
            </w:pPr>
          </w:p>
        </w:tc>
      </w:tr>
      <w:tr w:rsidR="003A761C" w:rsidRPr="00B619F6" w14:paraId="6ED04198" w14:textId="77777777" w:rsidTr="003A761C">
        <w:trPr>
          <w:cantSplit/>
        </w:trPr>
        <w:tc>
          <w:tcPr>
            <w:tcW w:w="5386" w:type="dxa"/>
          </w:tcPr>
          <w:p w14:paraId="407EEB2C"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5872</w:t>
            </w:r>
            <w:r>
              <w:t xml:space="preserve"> </w:t>
            </w:r>
            <w:r>
              <w:sym w:font="Symbol" w:char="F02D"/>
            </w:r>
            <w:r>
              <w:t xml:space="preserve"> </w:t>
            </w:r>
            <w:r w:rsidRPr="00B619F6">
              <w:t>Revalidation of individual IHIs</w:t>
            </w:r>
          </w:p>
        </w:tc>
        <w:tc>
          <w:tcPr>
            <w:tcW w:w="1826" w:type="dxa"/>
          </w:tcPr>
          <w:p w14:paraId="6010DEC2" w14:textId="77777777" w:rsidR="00291FEF" w:rsidRPr="00B619F6" w:rsidRDefault="00291FEF" w:rsidP="00AC3658">
            <w:pPr>
              <w:pStyle w:val="BodyText"/>
              <w:ind w:left="34" w:hanging="34"/>
            </w:pPr>
            <w:r w:rsidRPr="00B619F6">
              <w:t>UC.015</w:t>
            </w:r>
          </w:p>
        </w:tc>
        <w:tc>
          <w:tcPr>
            <w:tcW w:w="1576" w:type="dxa"/>
          </w:tcPr>
          <w:p w14:paraId="023EA846"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38CA3935" w14:textId="6EACFBC7" w:rsidR="00291FEF" w:rsidRPr="00B619F6" w:rsidRDefault="006002AF" w:rsidP="00AC3658">
            <w:pPr>
              <w:pStyle w:val="BodyText"/>
              <w:ind w:left="79"/>
            </w:pPr>
            <w:r>
              <w:t>UC.015 – Part B</w:t>
            </w:r>
          </w:p>
        </w:tc>
        <w:tc>
          <w:tcPr>
            <w:tcW w:w="2693" w:type="dxa"/>
          </w:tcPr>
          <w:p w14:paraId="41016D70" w14:textId="77777777" w:rsidR="00291FEF" w:rsidRPr="00B619F6" w:rsidRDefault="00291FEF" w:rsidP="00AC3658">
            <w:pPr>
              <w:pStyle w:val="BodyText"/>
              <w:ind w:left="79"/>
            </w:pPr>
          </w:p>
        </w:tc>
      </w:tr>
      <w:tr w:rsidR="003A761C" w:rsidRPr="00B619F6" w14:paraId="27DB2C50" w14:textId="77777777" w:rsidTr="003A761C">
        <w:trPr>
          <w:cantSplit/>
        </w:trPr>
        <w:tc>
          <w:tcPr>
            <w:tcW w:w="5386" w:type="dxa"/>
          </w:tcPr>
          <w:p w14:paraId="4671513D"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5873</w:t>
            </w:r>
            <w:r>
              <w:t xml:space="preserve"> </w:t>
            </w:r>
            <w:r>
              <w:sym w:font="Symbol" w:char="F02D"/>
            </w:r>
            <w:r>
              <w:t xml:space="preserve"> </w:t>
            </w:r>
            <w:r w:rsidRPr="00B619F6">
              <w:t>Creation of error log for all errors</w:t>
            </w:r>
          </w:p>
        </w:tc>
        <w:tc>
          <w:tcPr>
            <w:tcW w:w="1826" w:type="dxa"/>
          </w:tcPr>
          <w:p w14:paraId="04467618" w14:textId="77777777" w:rsidR="00291FEF" w:rsidRPr="00B619F6" w:rsidRDefault="00291FEF" w:rsidP="00AC3658">
            <w:pPr>
              <w:pStyle w:val="BodyText"/>
              <w:ind w:left="34" w:hanging="34"/>
            </w:pPr>
            <w:r w:rsidRPr="00B619F6">
              <w:t>UC.010, UC.015, UC.025, UC.035</w:t>
            </w:r>
            <w:r>
              <w:t>, UC.080, UC.130, UC.131, UC.240, UC.241, UC.305, UC.306, UC.320, UC.325, UC.330</w:t>
            </w:r>
          </w:p>
        </w:tc>
        <w:tc>
          <w:tcPr>
            <w:tcW w:w="1576" w:type="dxa"/>
          </w:tcPr>
          <w:p w14:paraId="1E2D1D89"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43D2C7B1" w14:textId="6EFD1E82" w:rsidR="00291FEF" w:rsidRPr="00B619F6" w:rsidRDefault="003562F1" w:rsidP="00AC3658">
            <w:pPr>
              <w:pStyle w:val="BodyText"/>
              <w:ind w:left="79"/>
            </w:pPr>
            <w:r>
              <w:t>UC.010 – Part C</w:t>
            </w:r>
            <w:r>
              <w:br/>
            </w:r>
            <w:r w:rsidR="001256CB">
              <w:t>UC.015 – Part C</w:t>
            </w:r>
            <w:r w:rsidR="001256CB">
              <w:br/>
              <w:t>UC.025 – Part B</w:t>
            </w:r>
            <w:r w:rsidR="00D06354">
              <w:br/>
              <w:t>UC.035,</w:t>
            </w:r>
            <w:r w:rsidR="0014499F">
              <w:t xml:space="preserve"> </w:t>
            </w:r>
            <w:r w:rsidR="00FA00CF">
              <w:t xml:space="preserve">UC.080 </w:t>
            </w:r>
            <w:r w:rsidR="00857137">
              <w:t>UC.130,</w:t>
            </w:r>
            <w:r w:rsidR="0014499F">
              <w:t xml:space="preserve"> </w:t>
            </w:r>
            <w:r w:rsidR="00ED35E3">
              <w:t xml:space="preserve">UC.131 </w:t>
            </w:r>
            <w:r w:rsidR="000A1C2A">
              <w:t>UC.240</w:t>
            </w:r>
            <w:r w:rsidR="00857137">
              <w:t>,</w:t>
            </w:r>
            <w:r w:rsidR="0014499F">
              <w:t xml:space="preserve"> </w:t>
            </w:r>
            <w:r w:rsidR="000A1C2A">
              <w:t xml:space="preserve">UC.241 </w:t>
            </w:r>
            <w:r w:rsidR="005A7BBB">
              <w:t>UC.305</w:t>
            </w:r>
            <w:r w:rsidR="00857137">
              <w:t>,</w:t>
            </w:r>
            <w:r w:rsidR="0014499F">
              <w:t xml:space="preserve"> </w:t>
            </w:r>
            <w:r w:rsidR="005A7BBB">
              <w:t xml:space="preserve">UC.306 </w:t>
            </w:r>
            <w:r w:rsidR="000754E1">
              <w:t>UC.320</w:t>
            </w:r>
            <w:r w:rsidR="0014499F">
              <w:t xml:space="preserve"> </w:t>
            </w:r>
            <w:r w:rsidR="001256CB">
              <w:br/>
            </w:r>
            <w:r w:rsidR="00F12DEF">
              <w:t>UC.325 – Part A</w:t>
            </w:r>
            <w:r w:rsidR="00F12DEF">
              <w:br/>
            </w:r>
            <w:r w:rsidR="00E0695B">
              <w:t>UC.330 – Part A</w:t>
            </w:r>
          </w:p>
        </w:tc>
        <w:tc>
          <w:tcPr>
            <w:tcW w:w="2693" w:type="dxa"/>
          </w:tcPr>
          <w:p w14:paraId="0843B09D" w14:textId="77777777" w:rsidR="00291FEF" w:rsidRPr="00B619F6" w:rsidRDefault="00291FEF" w:rsidP="00AC3658">
            <w:pPr>
              <w:pStyle w:val="BodyText"/>
              <w:ind w:left="79"/>
            </w:pPr>
          </w:p>
        </w:tc>
      </w:tr>
      <w:tr w:rsidR="003A761C" w:rsidRPr="00B619F6" w14:paraId="26C5A2BF" w14:textId="77777777" w:rsidTr="003A761C">
        <w:trPr>
          <w:cantSplit/>
        </w:trPr>
        <w:tc>
          <w:tcPr>
            <w:tcW w:w="5386" w:type="dxa"/>
          </w:tcPr>
          <w:p w14:paraId="1E3FB229"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5875</w:t>
            </w:r>
            <w:r>
              <w:t xml:space="preserve"> </w:t>
            </w:r>
            <w:r>
              <w:sym w:font="Symbol" w:char="F02D"/>
            </w:r>
            <w:r>
              <w:t xml:space="preserve"> </w:t>
            </w:r>
            <w:r w:rsidRPr="00B619F6">
              <w:t>Assignment of IHIs</w:t>
            </w:r>
          </w:p>
        </w:tc>
        <w:tc>
          <w:tcPr>
            <w:tcW w:w="1826" w:type="dxa"/>
          </w:tcPr>
          <w:p w14:paraId="0CA2921C" w14:textId="77777777" w:rsidR="00291FEF" w:rsidRPr="00B619F6" w:rsidRDefault="00291FEF" w:rsidP="00AC3658">
            <w:pPr>
              <w:pStyle w:val="BodyText"/>
              <w:ind w:left="34" w:hanging="34"/>
            </w:pPr>
            <w:r>
              <w:t xml:space="preserve">UC.010, </w:t>
            </w:r>
            <w:r w:rsidRPr="00B619F6">
              <w:t>UC.015, UC.025, UC.035</w:t>
            </w:r>
          </w:p>
        </w:tc>
        <w:tc>
          <w:tcPr>
            <w:tcW w:w="1576" w:type="dxa"/>
          </w:tcPr>
          <w:p w14:paraId="53CBED06"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5150E981" w14:textId="78C0C04E" w:rsidR="00291FEF" w:rsidRPr="00B619F6" w:rsidRDefault="008F7E5F" w:rsidP="00AC3658">
            <w:pPr>
              <w:pStyle w:val="BodyText"/>
              <w:ind w:left="79"/>
            </w:pPr>
            <w:r>
              <w:t xml:space="preserve">UC.010 – Part </w:t>
            </w:r>
            <w:r w:rsidR="00AE6483">
              <w:t>A</w:t>
            </w:r>
            <w:r>
              <w:br/>
            </w:r>
            <w:r w:rsidR="000B1E80">
              <w:t>UC.015 – Part A</w:t>
            </w:r>
            <w:r w:rsidR="000B1E80">
              <w:br/>
            </w:r>
            <w:r w:rsidR="001256CB">
              <w:t xml:space="preserve">UC.025 – Part </w:t>
            </w:r>
            <w:r w:rsidR="009224B7">
              <w:t>A</w:t>
            </w:r>
            <w:r w:rsidR="00D06354">
              <w:br/>
              <w:t>UC.035</w:t>
            </w:r>
          </w:p>
        </w:tc>
        <w:tc>
          <w:tcPr>
            <w:tcW w:w="2693" w:type="dxa"/>
          </w:tcPr>
          <w:p w14:paraId="281ACA0A" w14:textId="77777777" w:rsidR="00291FEF" w:rsidRPr="00B619F6" w:rsidRDefault="00291FEF" w:rsidP="00AC3658">
            <w:pPr>
              <w:pStyle w:val="BodyText"/>
              <w:ind w:left="79"/>
            </w:pPr>
          </w:p>
        </w:tc>
      </w:tr>
      <w:tr w:rsidR="003A761C" w:rsidRPr="00B619F6" w14:paraId="46920B18" w14:textId="77777777" w:rsidTr="003A761C">
        <w:trPr>
          <w:cantSplit/>
        </w:trPr>
        <w:tc>
          <w:tcPr>
            <w:tcW w:w="5386" w:type="dxa"/>
          </w:tcPr>
          <w:p w14:paraId="07014D4F"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5906</w:t>
            </w:r>
            <w:r>
              <w:t xml:space="preserve"> </w:t>
            </w:r>
            <w:r>
              <w:sym w:font="Symbol" w:char="F02D"/>
            </w:r>
            <w:r>
              <w:t xml:space="preserve"> </w:t>
            </w:r>
            <w:r w:rsidRPr="00B619F6">
              <w:t>IHI assignment for merged patient health record in the local system</w:t>
            </w:r>
          </w:p>
        </w:tc>
        <w:tc>
          <w:tcPr>
            <w:tcW w:w="1826" w:type="dxa"/>
          </w:tcPr>
          <w:p w14:paraId="57FF93F5" w14:textId="77777777" w:rsidR="00291FEF" w:rsidRPr="00B619F6" w:rsidRDefault="00291FEF" w:rsidP="00AC3658">
            <w:pPr>
              <w:pStyle w:val="BodyText"/>
              <w:ind w:left="34" w:hanging="34"/>
            </w:pPr>
            <w:r w:rsidRPr="00B619F6">
              <w:t>UC.035</w:t>
            </w:r>
          </w:p>
        </w:tc>
        <w:tc>
          <w:tcPr>
            <w:tcW w:w="1576" w:type="dxa"/>
          </w:tcPr>
          <w:p w14:paraId="02DC0A0E"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4E7A6BB7" w14:textId="03BED438" w:rsidR="00291FEF" w:rsidRPr="00B619F6" w:rsidRDefault="00FB119C" w:rsidP="00AC3658">
            <w:pPr>
              <w:pStyle w:val="BodyText"/>
              <w:ind w:left="79"/>
            </w:pPr>
            <w:r>
              <w:t>UC.035</w:t>
            </w:r>
          </w:p>
        </w:tc>
        <w:tc>
          <w:tcPr>
            <w:tcW w:w="2693" w:type="dxa"/>
          </w:tcPr>
          <w:p w14:paraId="498320E7" w14:textId="77777777" w:rsidR="00291FEF" w:rsidRPr="00B619F6" w:rsidRDefault="00291FEF" w:rsidP="00AC3658">
            <w:pPr>
              <w:pStyle w:val="BodyText"/>
              <w:ind w:left="79"/>
            </w:pPr>
          </w:p>
        </w:tc>
      </w:tr>
      <w:tr w:rsidR="003A761C" w:rsidRPr="00B619F6" w14:paraId="727C2016" w14:textId="77777777" w:rsidTr="003A761C">
        <w:trPr>
          <w:cantSplit/>
        </w:trPr>
        <w:tc>
          <w:tcPr>
            <w:tcW w:w="5386" w:type="dxa"/>
          </w:tcPr>
          <w:p w14:paraId="6BC07501" w14:textId="77777777" w:rsidR="00291FEF" w:rsidRPr="00B619F6" w:rsidRDefault="00291FEF" w:rsidP="00AC3658">
            <w:pPr>
              <w:pStyle w:val="BodyText"/>
              <w:ind w:left="1077" w:hanging="958"/>
            </w:pPr>
            <w:r w:rsidRPr="00B619F6">
              <w:lastRenderedPageBreak/>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6077</w:t>
            </w:r>
            <w:r>
              <w:t xml:space="preserve"> </w:t>
            </w:r>
            <w:r>
              <w:sym w:font="Symbol" w:char="F02D"/>
            </w:r>
            <w:r>
              <w:t xml:space="preserve"> </w:t>
            </w:r>
            <w:r w:rsidRPr="00B619F6">
              <w:t>Only one IHI shall be assigned to a patient’s record</w:t>
            </w:r>
          </w:p>
        </w:tc>
        <w:tc>
          <w:tcPr>
            <w:tcW w:w="1826" w:type="dxa"/>
          </w:tcPr>
          <w:p w14:paraId="515586AC" w14:textId="77777777" w:rsidR="00291FEF" w:rsidRPr="00B619F6" w:rsidRDefault="00291FEF" w:rsidP="00AC3658">
            <w:pPr>
              <w:pStyle w:val="BodyText"/>
              <w:ind w:left="34" w:hanging="34"/>
            </w:pPr>
            <w:r w:rsidRPr="00B619F6">
              <w:t>UC.010, UC.015, UC.025, UC.035</w:t>
            </w:r>
          </w:p>
        </w:tc>
        <w:tc>
          <w:tcPr>
            <w:tcW w:w="1576" w:type="dxa"/>
          </w:tcPr>
          <w:p w14:paraId="591C501F"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2E3A94B9" w14:textId="7AEFC575" w:rsidR="00291FEF" w:rsidRPr="00B619F6" w:rsidRDefault="008F7E5F" w:rsidP="00AC3658">
            <w:pPr>
              <w:pStyle w:val="BodyText"/>
              <w:ind w:left="79"/>
            </w:pPr>
            <w:r>
              <w:t xml:space="preserve">UC.010 – Part </w:t>
            </w:r>
            <w:r w:rsidR="009224B7">
              <w:t>A</w:t>
            </w:r>
            <w:r>
              <w:br/>
            </w:r>
            <w:r w:rsidR="000B1E80">
              <w:t>UC.015 – Part A</w:t>
            </w:r>
            <w:r w:rsidR="000B1E80">
              <w:br/>
            </w:r>
            <w:r w:rsidR="001256CB">
              <w:t xml:space="preserve">UC.025 – Part </w:t>
            </w:r>
            <w:r w:rsidR="009224B7">
              <w:t>A</w:t>
            </w:r>
            <w:r w:rsidR="00D06354">
              <w:br/>
              <w:t>UC.035</w:t>
            </w:r>
          </w:p>
        </w:tc>
        <w:tc>
          <w:tcPr>
            <w:tcW w:w="2693" w:type="dxa"/>
          </w:tcPr>
          <w:p w14:paraId="1868406C" w14:textId="77777777" w:rsidR="00291FEF" w:rsidRPr="00B619F6" w:rsidRDefault="00291FEF" w:rsidP="00AC3658">
            <w:pPr>
              <w:pStyle w:val="BodyText"/>
              <w:ind w:left="79"/>
            </w:pPr>
          </w:p>
        </w:tc>
      </w:tr>
      <w:tr w:rsidR="003A761C" w:rsidRPr="00B619F6" w14:paraId="797EDDFB" w14:textId="77777777" w:rsidTr="003A761C">
        <w:trPr>
          <w:cantSplit/>
        </w:trPr>
        <w:tc>
          <w:tcPr>
            <w:tcW w:w="5386" w:type="dxa"/>
          </w:tcPr>
          <w:p w14:paraId="1EE7D651"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6105</w:t>
            </w:r>
            <w:r>
              <w:t xml:space="preserve"> </w:t>
            </w:r>
            <w:r>
              <w:sym w:font="Symbol" w:char="F02D"/>
            </w:r>
            <w:r>
              <w:t xml:space="preserve"> </w:t>
            </w:r>
            <w:r w:rsidRPr="00B619F6">
              <w:t>Capability to request the revalidation of verified IHIs upon update of core demographic details in the local system</w:t>
            </w:r>
          </w:p>
        </w:tc>
        <w:tc>
          <w:tcPr>
            <w:tcW w:w="1826" w:type="dxa"/>
          </w:tcPr>
          <w:p w14:paraId="3F15B1AD" w14:textId="77777777" w:rsidR="00291FEF" w:rsidRPr="00B619F6" w:rsidRDefault="00291FEF" w:rsidP="00AC3658">
            <w:pPr>
              <w:pStyle w:val="BodyText"/>
              <w:ind w:left="34" w:hanging="34"/>
            </w:pPr>
            <w:r w:rsidRPr="00B619F6">
              <w:t>UC.015</w:t>
            </w:r>
          </w:p>
        </w:tc>
        <w:tc>
          <w:tcPr>
            <w:tcW w:w="1576" w:type="dxa"/>
          </w:tcPr>
          <w:p w14:paraId="3E4E01EE"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51ACD742" w14:textId="7D802DF3" w:rsidR="00291FEF" w:rsidRPr="00B619F6" w:rsidRDefault="006002AF" w:rsidP="00AC3658">
            <w:pPr>
              <w:pStyle w:val="BodyText"/>
              <w:ind w:left="79"/>
            </w:pPr>
            <w:r>
              <w:t xml:space="preserve">UC.015 – Part </w:t>
            </w:r>
            <w:r w:rsidR="008958CE">
              <w:t>A</w:t>
            </w:r>
          </w:p>
        </w:tc>
        <w:tc>
          <w:tcPr>
            <w:tcW w:w="2693" w:type="dxa"/>
          </w:tcPr>
          <w:p w14:paraId="6ECAE9F9" w14:textId="77777777" w:rsidR="00291FEF" w:rsidRPr="00B619F6" w:rsidRDefault="00291FEF" w:rsidP="00AC3658">
            <w:pPr>
              <w:pStyle w:val="BodyText"/>
              <w:ind w:left="79"/>
            </w:pPr>
          </w:p>
        </w:tc>
      </w:tr>
      <w:tr w:rsidR="003A761C" w:rsidRPr="00B619F6" w14:paraId="3B961300" w14:textId="77777777" w:rsidTr="003A761C">
        <w:trPr>
          <w:cantSplit/>
        </w:trPr>
        <w:tc>
          <w:tcPr>
            <w:tcW w:w="5386" w:type="dxa"/>
          </w:tcPr>
          <w:p w14:paraId="1316CF03"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8028</w:t>
            </w:r>
            <w:r>
              <w:t xml:space="preserve"> </w:t>
            </w:r>
            <w:r>
              <w:sym w:font="Symbol" w:char="F02D"/>
            </w:r>
            <w:r>
              <w:t xml:space="preserve"> </w:t>
            </w:r>
            <w:r w:rsidRPr="00B619F6">
              <w:t>Record audit trail of each healthcare identifier disclosed by the HI Service</w:t>
            </w:r>
          </w:p>
        </w:tc>
        <w:tc>
          <w:tcPr>
            <w:tcW w:w="1826" w:type="dxa"/>
          </w:tcPr>
          <w:p w14:paraId="6D105E0F" w14:textId="77777777" w:rsidR="00291FEF" w:rsidRPr="00B619F6" w:rsidRDefault="00291FEF" w:rsidP="00AC3658">
            <w:pPr>
              <w:pStyle w:val="BodyText"/>
              <w:ind w:left="34" w:hanging="34"/>
            </w:pPr>
            <w:r w:rsidRPr="00B619F6">
              <w:t>UC.010, UC.015, UC.025, UC.035</w:t>
            </w:r>
            <w:r>
              <w:t>, UC.130, UC.131, UC.150, UC.240, UC.241, UC.305, UC.306</w:t>
            </w:r>
            <w:r w:rsidRPr="00B619F6">
              <w:t xml:space="preserve"> </w:t>
            </w:r>
          </w:p>
        </w:tc>
        <w:tc>
          <w:tcPr>
            <w:tcW w:w="1576" w:type="dxa"/>
          </w:tcPr>
          <w:p w14:paraId="27F55997"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985" w:type="dxa"/>
          </w:tcPr>
          <w:p w14:paraId="0A7ABE51" w14:textId="7F885117" w:rsidR="00291FEF" w:rsidRPr="00B619F6" w:rsidRDefault="008F7E5F" w:rsidP="00AC3658">
            <w:pPr>
              <w:pStyle w:val="BodyText"/>
              <w:ind w:left="79"/>
            </w:pPr>
            <w:r>
              <w:t>UC</w:t>
            </w:r>
            <w:r w:rsidR="003562F1">
              <w:t>.010 – Part C</w:t>
            </w:r>
            <w:r w:rsidR="003562F1">
              <w:br/>
            </w:r>
            <w:r w:rsidR="001256CB">
              <w:t>UC.015 – Part C</w:t>
            </w:r>
            <w:r w:rsidR="001256CB">
              <w:br/>
              <w:t>UC.025 – Part B</w:t>
            </w:r>
            <w:r w:rsidR="00857137">
              <w:br/>
            </w:r>
            <w:r w:rsidR="00D06354">
              <w:t xml:space="preserve">UC.035, </w:t>
            </w:r>
            <w:r w:rsidR="00857137">
              <w:t xml:space="preserve">UC.130 </w:t>
            </w:r>
            <w:r w:rsidR="0037457D">
              <w:br/>
            </w:r>
            <w:r w:rsidR="005111DC">
              <w:t xml:space="preserve">UC.131, </w:t>
            </w:r>
            <w:r w:rsidR="0037457D">
              <w:t>UC.150</w:t>
            </w:r>
            <w:r w:rsidR="000A1C2A">
              <w:br/>
              <w:t>UC.240, UC.241</w:t>
            </w:r>
            <w:r w:rsidR="005A7BBB">
              <w:br/>
              <w:t>UC.305, UC.306</w:t>
            </w:r>
          </w:p>
        </w:tc>
        <w:tc>
          <w:tcPr>
            <w:tcW w:w="2693" w:type="dxa"/>
          </w:tcPr>
          <w:p w14:paraId="21E3CF57" w14:textId="77777777" w:rsidR="00291FEF" w:rsidRPr="00B619F6" w:rsidRDefault="00291FEF" w:rsidP="00AC3658">
            <w:pPr>
              <w:pStyle w:val="BodyText"/>
              <w:ind w:left="79"/>
            </w:pPr>
          </w:p>
        </w:tc>
      </w:tr>
      <w:tr w:rsidR="003A761C" w:rsidRPr="009B04C0" w14:paraId="53376947" w14:textId="77777777" w:rsidTr="003A761C">
        <w:trPr>
          <w:cantSplit/>
        </w:trPr>
        <w:tc>
          <w:tcPr>
            <w:tcW w:w="5386" w:type="dxa"/>
          </w:tcPr>
          <w:p w14:paraId="0763AB0A" w14:textId="77777777" w:rsidR="00291FEF" w:rsidRPr="001A567B" w:rsidRDefault="00291FEF" w:rsidP="00AC3658">
            <w:pPr>
              <w:pStyle w:val="BodyText"/>
              <w:ind w:left="1077" w:hanging="958"/>
            </w:pPr>
            <w:r w:rsidRPr="001A567B">
              <w:fldChar w:fldCharType="begin">
                <w:ffData>
                  <w:name w:val="Check1"/>
                  <w:enabled/>
                  <w:calcOnExit w:val="0"/>
                  <w:checkBox>
                    <w:sizeAuto/>
                    <w:default w:val="0"/>
                    <w:checked w:val="0"/>
                  </w:checkBox>
                </w:ffData>
              </w:fldChar>
            </w:r>
            <w:r w:rsidRPr="001A567B">
              <w:instrText xml:space="preserve"> FORMCHECKBOX </w:instrText>
            </w:r>
            <w:r w:rsidR="007F3832">
              <w:fldChar w:fldCharType="separate"/>
            </w:r>
            <w:r w:rsidRPr="001A567B">
              <w:fldChar w:fldCharType="end"/>
            </w:r>
            <w:r w:rsidRPr="001A567B">
              <w:t xml:space="preserve"> 8526 - Mandatory search technique and search types</w:t>
            </w:r>
          </w:p>
        </w:tc>
        <w:tc>
          <w:tcPr>
            <w:tcW w:w="1826" w:type="dxa"/>
          </w:tcPr>
          <w:p w14:paraId="15A54F6A" w14:textId="77777777" w:rsidR="00291FEF" w:rsidRPr="001A567B" w:rsidRDefault="00291FEF" w:rsidP="00AC3658">
            <w:pPr>
              <w:pStyle w:val="BodyText"/>
              <w:ind w:left="34" w:hanging="34"/>
            </w:pPr>
            <w:r w:rsidRPr="001A567B">
              <w:t>UC.010, UC.015, UC.025, UC.035</w:t>
            </w:r>
          </w:p>
        </w:tc>
        <w:tc>
          <w:tcPr>
            <w:tcW w:w="1576" w:type="dxa"/>
          </w:tcPr>
          <w:p w14:paraId="01E45281" w14:textId="77777777" w:rsidR="00291FEF" w:rsidRPr="009B04C0" w:rsidRDefault="00291FEF" w:rsidP="00AC3658">
            <w:pPr>
              <w:ind w:left="242"/>
              <w:jc w:val="center"/>
              <w:rPr>
                <w:highlight w:val="yellow"/>
              </w:rPr>
            </w:pPr>
            <w:r w:rsidRPr="008D01A5">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8D01A5">
              <w:fldChar w:fldCharType="end"/>
            </w:r>
          </w:p>
        </w:tc>
        <w:tc>
          <w:tcPr>
            <w:tcW w:w="1985" w:type="dxa"/>
          </w:tcPr>
          <w:p w14:paraId="2F3DCCCC" w14:textId="02EB2FC9" w:rsidR="00291FEF" w:rsidRPr="009B04C0" w:rsidRDefault="008F7E5F" w:rsidP="00AC3658">
            <w:pPr>
              <w:pStyle w:val="BodyText"/>
              <w:ind w:left="79"/>
              <w:rPr>
                <w:highlight w:val="yellow"/>
              </w:rPr>
            </w:pPr>
            <w:r>
              <w:t xml:space="preserve">UC.010 – Part </w:t>
            </w:r>
            <w:r w:rsidR="008958CE">
              <w:t>A</w:t>
            </w:r>
            <w:r>
              <w:br/>
            </w:r>
            <w:r w:rsidR="006002AF">
              <w:t xml:space="preserve">UC.015 – Part </w:t>
            </w:r>
            <w:r w:rsidR="008958CE">
              <w:t>A</w:t>
            </w:r>
            <w:r w:rsidR="006002AF">
              <w:br/>
            </w:r>
            <w:r w:rsidR="001256CB">
              <w:t xml:space="preserve">UC.025 – Part </w:t>
            </w:r>
            <w:r w:rsidR="008958CE">
              <w:t>A</w:t>
            </w:r>
            <w:r w:rsidR="00D06354">
              <w:br/>
            </w:r>
            <w:r w:rsidR="00D06354" w:rsidRPr="007348BC">
              <w:t>UC.035</w:t>
            </w:r>
          </w:p>
        </w:tc>
        <w:tc>
          <w:tcPr>
            <w:tcW w:w="2693" w:type="dxa"/>
          </w:tcPr>
          <w:p w14:paraId="70E66ED9" w14:textId="77777777" w:rsidR="00291FEF" w:rsidRPr="009B04C0" w:rsidRDefault="00291FEF" w:rsidP="00AC3658">
            <w:pPr>
              <w:pStyle w:val="BodyText"/>
              <w:ind w:left="79"/>
              <w:rPr>
                <w:highlight w:val="yellow"/>
              </w:rPr>
            </w:pPr>
          </w:p>
        </w:tc>
      </w:tr>
      <w:tr w:rsidR="003A761C" w:rsidRPr="009B04C0" w14:paraId="1678FD55" w14:textId="77777777" w:rsidTr="003A761C">
        <w:trPr>
          <w:cantSplit/>
        </w:trPr>
        <w:tc>
          <w:tcPr>
            <w:tcW w:w="5386" w:type="dxa"/>
          </w:tcPr>
          <w:p w14:paraId="0FCE98BF"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rsidRPr="00286977">
              <w:t xml:space="preserve"> 10041 – Search for </w:t>
            </w:r>
            <w:r w:rsidRPr="00FE2B6C">
              <w:t>an individual healthcare provider directory entry</w:t>
            </w:r>
          </w:p>
        </w:tc>
        <w:tc>
          <w:tcPr>
            <w:tcW w:w="1826" w:type="dxa"/>
          </w:tcPr>
          <w:p w14:paraId="03C68399" w14:textId="29CE6AFA" w:rsidR="00291FEF" w:rsidRPr="001A567B" w:rsidRDefault="00291FEF" w:rsidP="00AC3658">
            <w:pPr>
              <w:pStyle w:val="BodyText"/>
              <w:ind w:left="34" w:hanging="34"/>
            </w:pPr>
            <w:r w:rsidRPr="001A567B">
              <w:t>UC.130</w:t>
            </w:r>
            <w:r>
              <w:t>, UC.131, UC.320, UC.325, UC.330</w:t>
            </w:r>
          </w:p>
        </w:tc>
        <w:tc>
          <w:tcPr>
            <w:tcW w:w="1576" w:type="dxa"/>
          </w:tcPr>
          <w:p w14:paraId="71B33E80" w14:textId="77777777" w:rsidR="00291FEF" w:rsidRPr="009B04C0" w:rsidRDefault="00291FEF" w:rsidP="00AC3658">
            <w:pPr>
              <w:ind w:left="242"/>
              <w:jc w:val="center"/>
              <w:rPr>
                <w:highlight w:val="yellow"/>
              </w:rP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985" w:type="dxa"/>
          </w:tcPr>
          <w:p w14:paraId="04719E01" w14:textId="74EC104E" w:rsidR="00291FEF" w:rsidRPr="009B04C0" w:rsidRDefault="00F12DEF" w:rsidP="00AC3658">
            <w:pPr>
              <w:pStyle w:val="BodyText"/>
              <w:ind w:left="79"/>
              <w:rPr>
                <w:highlight w:val="yellow"/>
              </w:rPr>
            </w:pPr>
            <w:r>
              <w:t>UC.130, UC.131</w:t>
            </w:r>
            <w:r>
              <w:br/>
            </w:r>
            <w:r w:rsidR="00E0695B" w:rsidRPr="000E6A31">
              <w:t>UC.320</w:t>
            </w:r>
            <w:r w:rsidR="00E0695B">
              <w:br/>
            </w:r>
            <w:r w:rsidR="00E0695B" w:rsidRPr="00E0695B">
              <w:t>UC.325 – Part A</w:t>
            </w:r>
            <w:r w:rsidR="00E0695B">
              <w:rPr>
                <w:highlight w:val="yellow"/>
              </w:rPr>
              <w:br/>
            </w:r>
            <w:r w:rsidR="00E0695B" w:rsidRPr="000E6A31">
              <w:t xml:space="preserve">UC.330 – Part </w:t>
            </w:r>
            <w:r w:rsidR="00E0695B">
              <w:t>A</w:t>
            </w:r>
          </w:p>
        </w:tc>
        <w:tc>
          <w:tcPr>
            <w:tcW w:w="2693" w:type="dxa"/>
          </w:tcPr>
          <w:p w14:paraId="15C73640" w14:textId="77777777" w:rsidR="00291FEF" w:rsidRPr="009B04C0" w:rsidRDefault="00291FEF" w:rsidP="00AC3658">
            <w:pPr>
              <w:pStyle w:val="BodyText"/>
              <w:ind w:left="79"/>
              <w:rPr>
                <w:highlight w:val="yellow"/>
              </w:rPr>
            </w:pPr>
          </w:p>
        </w:tc>
      </w:tr>
      <w:tr w:rsidR="003A761C" w:rsidRPr="009B04C0" w14:paraId="60EBB6C6" w14:textId="77777777" w:rsidTr="003A761C">
        <w:trPr>
          <w:cantSplit/>
        </w:trPr>
        <w:tc>
          <w:tcPr>
            <w:tcW w:w="5386" w:type="dxa"/>
          </w:tcPr>
          <w:p w14:paraId="3A9B75AE" w14:textId="77777777" w:rsidR="00291FEF" w:rsidRPr="006B0757" w:rsidRDefault="00291FEF" w:rsidP="00AC3658">
            <w:pPr>
              <w:pStyle w:val="BodyText"/>
              <w:ind w:left="1077" w:hanging="958"/>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rsidRPr="006B0757">
              <w:t xml:space="preserve"> 10042 – Search for an organisation healthcare provider directory entry</w:t>
            </w:r>
          </w:p>
        </w:tc>
        <w:tc>
          <w:tcPr>
            <w:tcW w:w="1826" w:type="dxa"/>
          </w:tcPr>
          <w:p w14:paraId="78FE58D8" w14:textId="77777777" w:rsidR="00291FEF" w:rsidRPr="001A567B" w:rsidRDefault="00291FEF" w:rsidP="00AC3658">
            <w:pPr>
              <w:pStyle w:val="BodyText"/>
              <w:ind w:left="34" w:hanging="34"/>
            </w:pPr>
            <w:r w:rsidRPr="001A567B">
              <w:t>UC.150, UC.305</w:t>
            </w:r>
            <w:r>
              <w:t>, UC.320, UC.325, UC.330</w:t>
            </w:r>
          </w:p>
        </w:tc>
        <w:tc>
          <w:tcPr>
            <w:tcW w:w="1576" w:type="dxa"/>
          </w:tcPr>
          <w:p w14:paraId="50A33EFE" w14:textId="77777777" w:rsidR="00291FEF" w:rsidRPr="007A744E" w:rsidRDefault="00291FEF" w:rsidP="00AC3658">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985" w:type="dxa"/>
          </w:tcPr>
          <w:p w14:paraId="21B47F1A" w14:textId="0EAA81D7" w:rsidR="00291FEF" w:rsidRPr="009B04C0" w:rsidRDefault="00F12DEF" w:rsidP="00AC3658">
            <w:pPr>
              <w:pStyle w:val="BodyText"/>
              <w:ind w:left="79"/>
              <w:rPr>
                <w:highlight w:val="yellow"/>
              </w:rPr>
            </w:pPr>
            <w:r>
              <w:t>UC.150, UC.305</w:t>
            </w:r>
            <w:r>
              <w:br/>
            </w:r>
            <w:r w:rsidRPr="000E6A31">
              <w:t>UC.320</w:t>
            </w:r>
            <w:r>
              <w:br/>
            </w:r>
            <w:r w:rsidRPr="00E0695B">
              <w:t>UC.325 – Part A</w:t>
            </w:r>
            <w:r>
              <w:rPr>
                <w:highlight w:val="yellow"/>
              </w:rPr>
              <w:br/>
            </w:r>
            <w:r w:rsidRPr="000E6A31">
              <w:t xml:space="preserve">UC.330 – Part </w:t>
            </w:r>
            <w:r>
              <w:t>A</w:t>
            </w:r>
          </w:p>
        </w:tc>
        <w:tc>
          <w:tcPr>
            <w:tcW w:w="2693" w:type="dxa"/>
          </w:tcPr>
          <w:p w14:paraId="247CC058" w14:textId="77777777" w:rsidR="00291FEF" w:rsidRPr="009B04C0" w:rsidRDefault="00291FEF" w:rsidP="00AC3658">
            <w:pPr>
              <w:pStyle w:val="BodyText"/>
              <w:ind w:left="79"/>
              <w:rPr>
                <w:highlight w:val="yellow"/>
              </w:rPr>
            </w:pPr>
          </w:p>
        </w:tc>
      </w:tr>
      <w:tr w:rsidR="003A761C" w:rsidRPr="009B04C0" w14:paraId="401C0A23" w14:textId="77777777" w:rsidTr="003A761C">
        <w:trPr>
          <w:cantSplit/>
        </w:trPr>
        <w:tc>
          <w:tcPr>
            <w:tcW w:w="5386" w:type="dxa"/>
          </w:tcPr>
          <w:p w14:paraId="258109EC"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10618 - Inclusion of patient’s demographic data in an </w:t>
            </w:r>
            <w:r>
              <w:rPr>
                <w:rFonts w:cs="MS Shell Dlg"/>
                <w:szCs w:val="20"/>
              </w:rPr>
              <w:t>eHealth message/</w:t>
            </w:r>
            <w:r>
              <w:t>document</w:t>
            </w:r>
          </w:p>
        </w:tc>
        <w:tc>
          <w:tcPr>
            <w:tcW w:w="1826" w:type="dxa"/>
          </w:tcPr>
          <w:p w14:paraId="626656F5" w14:textId="77777777" w:rsidR="00291FEF" w:rsidRDefault="00291FEF" w:rsidP="00AC3658">
            <w:pPr>
              <w:pStyle w:val="BodyText"/>
              <w:overflowPunct w:val="0"/>
              <w:ind w:left="34" w:hanging="34"/>
            </w:pPr>
            <w:r>
              <w:t>UC.320, UC.330</w:t>
            </w:r>
          </w:p>
          <w:p w14:paraId="0B22E600" w14:textId="77777777" w:rsidR="00291FEF" w:rsidRDefault="00291FEF" w:rsidP="00AC3658">
            <w:pPr>
              <w:pStyle w:val="BodyText"/>
              <w:ind w:left="34" w:hanging="34"/>
            </w:pPr>
          </w:p>
        </w:tc>
        <w:tc>
          <w:tcPr>
            <w:tcW w:w="1576" w:type="dxa"/>
          </w:tcPr>
          <w:p w14:paraId="54DE3E2E"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6D043CAE" w14:textId="3E43E069" w:rsidR="00291FEF" w:rsidRPr="009B04C0" w:rsidRDefault="000E6A31" w:rsidP="00AC3658">
            <w:pPr>
              <w:pStyle w:val="BodyText"/>
              <w:ind w:left="79"/>
              <w:rPr>
                <w:highlight w:val="yellow"/>
              </w:rPr>
            </w:pPr>
            <w:r w:rsidRPr="000E6A31">
              <w:t>UC.320</w:t>
            </w:r>
            <w:r>
              <w:rPr>
                <w:highlight w:val="yellow"/>
              </w:rPr>
              <w:br/>
            </w:r>
            <w:r w:rsidRPr="000E6A31">
              <w:t xml:space="preserve">UC.330 – Part </w:t>
            </w:r>
            <w:r>
              <w:t>A</w:t>
            </w:r>
          </w:p>
        </w:tc>
        <w:tc>
          <w:tcPr>
            <w:tcW w:w="2693" w:type="dxa"/>
          </w:tcPr>
          <w:p w14:paraId="5698D479" w14:textId="77777777" w:rsidR="00291FEF" w:rsidRPr="009B04C0" w:rsidRDefault="00291FEF" w:rsidP="00AC3658">
            <w:pPr>
              <w:pStyle w:val="BodyText"/>
              <w:ind w:left="79"/>
              <w:rPr>
                <w:highlight w:val="yellow"/>
              </w:rPr>
            </w:pPr>
          </w:p>
        </w:tc>
      </w:tr>
      <w:tr w:rsidR="003A761C" w:rsidRPr="009B04C0" w14:paraId="7C90587B" w14:textId="77777777" w:rsidTr="003A761C">
        <w:trPr>
          <w:cantSplit/>
        </w:trPr>
        <w:tc>
          <w:tcPr>
            <w:tcW w:w="5386" w:type="dxa"/>
          </w:tcPr>
          <w:p w14:paraId="0EBDB4F0"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16813 – Actions for when validation of a verified IHI returns a ‘resolved’ information message and a different IHI number</w:t>
            </w:r>
          </w:p>
        </w:tc>
        <w:tc>
          <w:tcPr>
            <w:tcW w:w="1826" w:type="dxa"/>
          </w:tcPr>
          <w:p w14:paraId="1ED314F6" w14:textId="77777777" w:rsidR="00291FEF" w:rsidRDefault="00291FEF" w:rsidP="00AC3658">
            <w:pPr>
              <w:pStyle w:val="BodyText"/>
              <w:overflowPunct w:val="0"/>
              <w:ind w:left="34" w:hanging="34"/>
            </w:pPr>
            <w:r>
              <w:t>UC.015, UC.025, UC.035, UC.320, UC.330</w:t>
            </w:r>
          </w:p>
        </w:tc>
        <w:tc>
          <w:tcPr>
            <w:tcW w:w="1576" w:type="dxa"/>
          </w:tcPr>
          <w:p w14:paraId="22D7D692" w14:textId="77777777" w:rsidR="00291FEF" w:rsidRPr="001A567B"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4D4F512A" w14:textId="34D24477" w:rsidR="00291FEF" w:rsidRPr="009B04C0" w:rsidRDefault="001256CB" w:rsidP="00AC3658">
            <w:pPr>
              <w:pStyle w:val="BodyText"/>
              <w:ind w:left="79"/>
              <w:rPr>
                <w:highlight w:val="yellow"/>
              </w:rPr>
            </w:pPr>
            <w:r>
              <w:t xml:space="preserve">UC.015 – Part </w:t>
            </w:r>
            <w:r w:rsidR="00B31475">
              <w:t>B</w:t>
            </w:r>
            <w:r>
              <w:t xml:space="preserve"> UC.025 – Part </w:t>
            </w:r>
            <w:r w:rsidR="009F0C3F">
              <w:t>B</w:t>
            </w:r>
            <w:r>
              <w:br/>
            </w:r>
            <w:r w:rsidR="00D06354">
              <w:t xml:space="preserve">UC.035, </w:t>
            </w:r>
            <w:r w:rsidR="000E6A31" w:rsidRPr="000E6A31">
              <w:t>UC.320</w:t>
            </w:r>
            <w:r w:rsidR="000E6A31">
              <w:rPr>
                <w:highlight w:val="yellow"/>
              </w:rPr>
              <w:br/>
            </w:r>
            <w:r w:rsidR="000E6A31" w:rsidRPr="000E6A31">
              <w:t xml:space="preserve">UC.330 – Part </w:t>
            </w:r>
            <w:r w:rsidR="000E6A31">
              <w:t>B</w:t>
            </w:r>
          </w:p>
        </w:tc>
        <w:tc>
          <w:tcPr>
            <w:tcW w:w="2693" w:type="dxa"/>
          </w:tcPr>
          <w:p w14:paraId="76E9A5F3" w14:textId="77777777" w:rsidR="00291FEF" w:rsidRPr="009B04C0" w:rsidRDefault="00291FEF" w:rsidP="00AC3658">
            <w:pPr>
              <w:pStyle w:val="BodyText"/>
              <w:ind w:left="79"/>
              <w:rPr>
                <w:highlight w:val="yellow"/>
              </w:rPr>
            </w:pPr>
          </w:p>
        </w:tc>
      </w:tr>
      <w:tr w:rsidR="003A761C" w:rsidRPr="009B04C0" w14:paraId="3EEFFB5B" w14:textId="77777777" w:rsidTr="003A761C">
        <w:trPr>
          <w:cantSplit/>
        </w:trPr>
        <w:tc>
          <w:tcPr>
            <w:tcW w:w="5386" w:type="dxa"/>
          </w:tcPr>
          <w:p w14:paraId="489F549A"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16814 – Rules for when the validation of an active and verified IHI returns the same IHI number but with an IHI record status of unverified</w:t>
            </w:r>
          </w:p>
        </w:tc>
        <w:tc>
          <w:tcPr>
            <w:tcW w:w="1826" w:type="dxa"/>
          </w:tcPr>
          <w:p w14:paraId="237D83C5" w14:textId="77777777" w:rsidR="00291FEF" w:rsidRDefault="00291FEF" w:rsidP="00AC3658">
            <w:pPr>
              <w:pStyle w:val="BodyText"/>
              <w:overflowPunct w:val="0"/>
              <w:ind w:left="34" w:hanging="34"/>
            </w:pPr>
            <w:r>
              <w:t>UC.015, UC.025, UC.035, UC.320, UC.330</w:t>
            </w:r>
          </w:p>
        </w:tc>
        <w:tc>
          <w:tcPr>
            <w:tcW w:w="1576" w:type="dxa"/>
          </w:tcPr>
          <w:p w14:paraId="2134DEA8" w14:textId="77777777" w:rsidR="00291FEF" w:rsidRPr="001A567B"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044E8E74" w14:textId="01994926" w:rsidR="00291FEF" w:rsidRPr="009B04C0" w:rsidRDefault="000B1E80" w:rsidP="00AC3658">
            <w:pPr>
              <w:pStyle w:val="BodyText"/>
              <w:ind w:left="79"/>
              <w:rPr>
                <w:highlight w:val="yellow"/>
              </w:rPr>
            </w:pPr>
            <w:r>
              <w:t>UC.015 – Part A</w:t>
            </w:r>
            <w:r>
              <w:br/>
            </w:r>
            <w:r w:rsidR="001256CB">
              <w:t>UC.025 – Part A</w:t>
            </w:r>
            <w:r w:rsidR="001256CB">
              <w:br/>
            </w:r>
            <w:r w:rsidR="000E6A31">
              <w:t xml:space="preserve">UC.035, </w:t>
            </w:r>
            <w:r w:rsidR="000E6A31" w:rsidRPr="000E6A31">
              <w:t>UC.320</w:t>
            </w:r>
            <w:r w:rsidR="000E6A31">
              <w:rPr>
                <w:highlight w:val="yellow"/>
              </w:rPr>
              <w:br/>
            </w:r>
            <w:r w:rsidR="000E6A31" w:rsidRPr="000E6A31">
              <w:t xml:space="preserve">UC.330 – Part </w:t>
            </w:r>
            <w:r w:rsidR="000E6A31">
              <w:t>A</w:t>
            </w:r>
          </w:p>
        </w:tc>
        <w:tc>
          <w:tcPr>
            <w:tcW w:w="2693" w:type="dxa"/>
          </w:tcPr>
          <w:p w14:paraId="54BBAD30" w14:textId="77777777" w:rsidR="00291FEF" w:rsidRPr="009B04C0" w:rsidRDefault="00291FEF" w:rsidP="00AC3658">
            <w:pPr>
              <w:pStyle w:val="BodyText"/>
              <w:ind w:left="79"/>
              <w:rPr>
                <w:highlight w:val="yellow"/>
              </w:rPr>
            </w:pPr>
          </w:p>
        </w:tc>
      </w:tr>
      <w:tr w:rsidR="003A761C" w:rsidRPr="009B04C0" w14:paraId="7C97129F" w14:textId="77777777" w:rsidTr="003A761C">
        <w:trPr>
          <w:cantSplit/>
        </w:trPr>
        <w:tc>
          <w:tcPr>
            <w:tcW w:w="5386" w:type="dxa"/>
          </w:tcPr>
          <w:p w14:paraId="178AA1A3"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16815 – Rules for when the validation of an active and verified IHI returns the same IHI number and same IHI record status but with a different IHI status</w:t>
            </w:r>
          </w:p>
        </w:tc>
        <w:tc>
          <w:tcPr>
            <w:tcW w:w="1826" w:type="dxa"/>
          </w:tcPr>
          <w:p w14:paraId="3C6799F2" w14:textId="77777777" w:rsidR="00291FEF" w:rsidRDefault="00291FEF" w:rsidP="00AC3658">
            <w:pPr>
              <w:pStyle w:val="BodyText"/>
              <w:overflowPunct w:val="0"/>
              <w:ind w:left="34" w:hanging="34"/>
            </w:pPr>
            <w:r>
              <w:t>UC.015, UC.025, UC.035, UC.320, UC.330</w:t>
            </w:r>
          </w:p>
        </w:tc>
        <w:tc>
          <w:tcPr>
            <w:tcW w:w="1576" w:type="dxa"/>
          </w:tcPr>
          <w:p w14:paraId="6D89A770" w14:textId="77777777" w:rsidR="00291FEF" w:rsidRPr="001A567B"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54E95B50" w14:textId="7097E7F4" w:rsidR="00291FEF" w:rsidRPr="009B04C0" w:rsidRDefault="000B1E80" w:rsidP="000E6A31">
            <w:pPr>
              <w:pStyle w:val="BodyText"/>
              <w:ind w:left="0"/>
              <w:rPr>
                <w:highlight w:val="yellow"/>
              </w:rPr>
            </w:pPr>
            <w:r>
              <w:t xml:space="preserve">UC.015 – Part </w:t>
            </w:r>
            <w:r w:rsidR="008D3339">
              <w:t>B</w:t>
            </w:r>
            <w:r>
              <w:br/>
            </w:r>
            <w:r w:rsidR="001256CB">
              <w:t xml:space="preserve">UC.025 – Part </w:t>
            </w:r>
            <w:r w:rsidR="008D3339">
              <w:t>B</w:t>
            </w:r>
            <w:r w:rsidR="001256CB">
              <w:br/>
            </w:r>
            <w:r w:rsidR="000E6A31" w:rsidRPr="000E6A31">
              <w:t>UC.</w:t>
            </w:r>
            <w:r w:rsidR="000E6A31">
              <w:t>035</w:t>
            </w:r>
            <w:r w:rsidR="000E6A31" w:rsidRPr="000E6A31">
              <w:t>,</w:t>
            </w:r>
            <w:r w:rsidR="000E6A31">
              <w:t xml:space="preserve"> UC.320</w:t>
            </w:r>
            <w:r w:rsidR="000E6A31">
              <w:rPr>
                <w:highlight w:val="yellow"/>
              </w:rPr>
              <w:br/>
            </w:r>
            <w:r w:rsidR="000E6A31" w:rsidRPr="000E6A31">
              <w:t xml:space="preserve">UC.330 – Part </w:t>
            </w:r>
            <w:r w:rsidR="000E6A31">
              <w:t>B</w:t>
            </w:r>
          </w:p>
        </w:tc>
        <w:tc>
          <w:tcPr>
            <w:tcW w:w="2693" w:type="dxa"/>
          </w:tcPr>
          <w:p w14:paraId="1760EDFF" w14:textId="77777777" w:rsidR="00291FEF" w:rsidRPr="009B04C0" w:rsidRDefault="00291FEF" w:rsidP="00AC3658">
            <w:pPr>
              <w:pStyle w:val="BodyText"/>
              <w:ind w:left="79"/>
              <w:rPr>
                <w:highlight w:val="yellow"/>
              </w:rPr>
            </w:pPr>
          </w:p>
        </w:tc>
      </w:tr>
      <w:tr w:rsidR="003A761C" w:rsidRPr="009B04C0" w14:paraId="59DC77C6" w14:textId="77777777" w:rsidTr="003A761C">
        <w:trPr>
          <w:cantSplit/>
        </w:trPr>
        <w:tc>
          <w:tcPr>
            <w:tcW w:w="5386" w:type="dxa"/>
          </w:tcPr>
          <w:p w14:paraId="4AB24670" w14:textId="77777777"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16832 - Validation of an IHI before inclusion in a new </w:t>
            </w:r>
            <w:r>
              <w:rPr>
                <w:rFonts w:cs="MS Shell Dlg"/>
                <w:szCs w:val="20"/>
              </w:rPr>
              <w:t>eHealth message/</w:t>
            </w:r>
            <w:r>
              <w:t>document</w:t>
            </w:r>
          </w:p>
        </w:tc>
        <w:tc>
          <w:tcPr>
            <w:tcW w:w="1826" w:type="dxa"/>
          </w:tcPr>
          <w:p w14:paraId="34450716" w14:textId="77777777" w:rsidR="00291FEF" w:rsidRDefault="00291FEF" w:rsidP="00AC3658">
            <w:pPr>
              <w:pStyle w:val="BodyText"/>
              <w:overflowPunct w:val="0"/>
              <w:ind w:left="34" w:hanging="34"/>
            </w:pPr>
            <w:r>
              <w:t>UC.320, UC.330</w:t>
            </w:r>
          </w:p>
          <w:p w14:paraId="572DAD02" w14:textId="77777777" w:rsidR="00291FEF" w:rsidRDefault="00291FEF" w:rsidP="00AC3658">
            <w:pPr>
              <w:pStyle w:val="BodyText"/>
              <w:overflowPunct w:val="0"/>
              <w:ind w:left="34" w:hanging="34"/>
            </w:pPr>
          </w:p>
        </w:tc>
        <w:tc>
          <w:tcPr>
            <w:tcW w:w="1576" w:type="dxa"/>
          </w:tcPr>
          <w:p w14:paraId="0E5313A6"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24258CB1" w14:textId="4D04E4AD" w:rsidR="00291FEF" w:rsidRPr="009B04C0" w:rsidRDefault="000E6A31" w:rsidP="00AC3658">
            <w:pPr>
              <w:pStyle w:val="BodyText"/>
              <w:ind w:left="79"/>
              <w:rPr>
                <w:highlight w:val="yellow"/>
              </w:rPr>
            </w:pPr>
            <w:r w:rsidRPr="000E6A31">
              <w:t>UC.320</w:t>
            </w:r>
            <w:r>
              <w:rPr>
                <w:highlight w:val="yellow"/>
              </w:rPr>
              <w:br/>
            </w:r>
            <w:r w:rsidRPr="000E6A31">
              <w:t xml:space="preserve">UC.330 – Part </w:t>
            </w:r>
            <w:r>
              <w:t>B</w:t>
            </w:r>
          </w:p>
        </w:tc>
        <w:tc>
          <w:tcPr>
            <w:tcW w:w="2693" w:type="dxa"/>
          </w:tcPr>
          <w:p w14:paraId="4F931D6B" w14:textId="77777777" w:rsidR="00291FEF" w:rsidRPr="009B04C0" w:rsidRDefault="00291FEF" w:rsidP="00AC3658">
            <w:pPr>
              <w:pStyle w:val="BodyText"/>
              <w:ind w:left="79"/>
              <w:rPr>
                <w:highlight w:val="yellow"/>
              </w:rPr>
            </w:pPr>
          </w:p>
        </w:tc>
      </w:tr>
      <w:tr w:rsidR="003A761C" w:rsidRPr="009B04C0" w14:paraId="7610E64A" w14:textId="77777777" w:rsidTr="003A761C">
        <w:trPr>
          <w:cantSplit/>
        </w:trPr>
        <w:tc>
          <w:tcPr>
            <w:tcW w:w="5386" w:type="dxa"/>
          </w:tcPr>
          <w:p w14:paraId="79EBC1F7" w14:textId="77777777" w:rsidR="00291FEF" w:rsidRDefault="00291FEF" w:rsidP="00AC3658">
            <w:pPr>
              <w:pStyle w:val="BodyText"/>
              <w:ind w:left="1077" w:hanging="958"/>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16835 - Negative application-level acknowledgements or raise alert when receiving invalid eHealth message/document</w:t>
            </w:r>
          </w:p>
        </w:tc>
        <w:tc>
          <w:tcPr>
            <w:tcW w:w="1826" w:type="dxa"/>
          </w:tcPr>
          <w:p w14:paraId="647D152B" w14:textId="77777777" w:rsidR="00291FEF" w:rsidRDefault="00291FEF" w:rsidP="00AC3658">
            <w:pPr>
              <w:pStyle w:val="BodyText"/>
              <w:overflowPunct w:val="0"/>
              <w:ind w:left="34" w:hanging="34"/>
            </w:pPr>
            <w:r>
              <w:t>UC.320, UC.325</w:t>
            </w:r>
          </w:p>
        </w:tc>
        <w:tc>
          <w:tcPr>
            <w:tcW w:w="1576" w:type="dxa"/>
          </w:tcPr>
          <w:p w14:paraId="2DA1F6F4"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1DBE13BE" w14:textId="4FC59418" w:rsidR="00E0695B" w:rsidRDefault="00E0695B" w:rsidP="00E0695B">
            <w:pPr>
              <w:pStyle w:val="BodyText"/>
              <w:overflowPunct w:val="0"/>
              <w:ind w:left="34" w:hanging="34"/>
            </w:pPr>
            <w:r>
              <w:t xml:space="preserve">UC.320 </w:t>
            </w:r>
            <w:r>
              <w:br/>
              <w:t>UC.325 – Part A</w:t>
            </w:r>
          </w:p>
          <w:p w14:paraId="398BAA6F" w14:textId="77777777" w:rsidR="00291FEF" w:rsidRPr="009B04C0" w:rsidRDefault="00291FEF" w:rsidP="00AC3658">
            <w:pPr>
              <w:pStyle w:val="BodyText"/>
              <w:ind w:left="79"/>
              <w:rPr>
                <w:highlight w:val="yellow"/>
              </w:rPr>
            </w:pPr>
          </w:p>
        </w:tc>
        <w:tc>
          <w:tcPr>
            <w:tcW w:w="2693" w:type="dxa"/>
          </w:tcPr>
          <w:p w14:paraId="3E163C37" w14:textId="77777777" w:rsidR="00291FEF" w:rsidRPr="009B04C0" w:rsidRDefault="00291FEF" w:rsidP="00AC3658">
            <w:pPr>
              <w:pStyle w:val="BodyText"/>
              <w:ind w:left="79"/>
              <w:rPr>
                <w:highlight w:val="yellow"/>
              </w:rPr>
            </w:pPr>
          </w:p>
        </w:tc>
      </w:tr>
      <w:tr w:rsidR="003A761C" w:rsidRPr="009B04C0" w14:paraId="6D10CD7D" w14:textId="77777777" w:rsidTr="003A761C">
        <w:trPr>
          <w:cantSplit/>
        </w:trPr>
        <w:tc>
          <w:tcPr>
            <w:tcW w:w="5386" w:type="dxa"/>
          </w:tcPr>
          <w:p w14:paraId="015F9CB3"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17421 – Rules for when the validation of a deceased verified IHI returns the same IHI number and same IHI record status but with a different IHI status</w:t>
            </w:r>
          </w:p>
        </w:tc>
        <w:tc>
          <w:tcPr>
            <w:tcW w:w="1826" w:type="dxa"/>
          </w:tcPr>
          <w:p w14:paraId="4C0B1D39" w14:textId="77777777" w:rsidR="00291FEF" w:rsidRDefault="00291FEF" w:rsidP="00AC3658">
            <w:pPr>
              <w:pStyle w:val="BodyText"/>
              <w:overflowPunct w:val="0"/>
              <w:ind w:left="34" w:hanging="34"/>
            </w:pPr>
            <w:r>
              <w:t>UC.015, UC.025, UC.035, UC.320, UC.330</w:t>
            </w:r>
          </w:p>
        </w:tc>
        <w:tc>
          <w:tcPr>
            <w:tcW w:w="1576" w:type="dxa"/>
          </w:tcPr>
          <w:p w14:paraId="616CF543" w14:textId="77777777" w:rsidR="00291FEF" w:rsidRPr="001A567B"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2C0A03AD" w14:textId="318BCBF0" w:rsidR="000E6A31" w:rsidRPr="000E6A31" w:rsidRDefault="000B1E80" w:rsidP="005A7BBB">
            <w:pPr>
              <w:pStyle w:val="BodyText"/>
              <w:ind w:left="0"/>
              <w:rPr>
                <w:highlight w:val="yellow"/>
              </w:rPr>
            </w:pPr>
            <w:r>
              <w:t>UC.015 – Part A</w:t>
            </w:r>
            <w:r>
              <w:br/>
            </w:r>
            <w:r w:rsidR="001256CB">
              <w:t>UC.025 – Part A</w:t>
            </w:r>
            <w:r w:rsidR="005A7BBB">
              <w:br/>
            </w:r>
            <w:r w:rsidR="00D06354">
              <w:t xml:space="preserve">UC.035, </w:t>
            </w:r>
            <w:r w:rsidR="005A7BBB">
              <w:t>UC.320</w:t>
            </w:r>
            <w:r w:rsidR="005A7BBB">
              <w:br/>
            </w:r>
            <w:r w:rsidR="000E6A31" w:rsidRPr="000E6A31">
              <w:t>UC.330 – Part A</w:t>
            </w:r>
          </w:p>
        </w:tc>
        <w:tc>
          <w:tcPr>
            <w:tcW w:w="2693" w:type="dxa"/>
          </w:tcPr>
          <w:p w14:paraId="173BD2C0" w14:textId="77777777" w:rsidR="00291FEF" w:rsidRPr="009B04C0" w:rsidRDefault="00291FEF" w:rsidP="00AC3658">
            <w:pPr>
              <w:pStyle w:val="BodyText"/>
              <w:ind w:left="79"/>
              <w:rPr>
                <w:highlight w:val="yellow"/>
              </w:rPr>
            </w:pPr>
          </w:p>
        </w:tc>
      </w:tr>
      <w:tr w:rsidR="003A761C" w:rsidRPr="009B04C0" w14:paraId="7AF5C54F" w14:textId="77777777" w:rsidTr="003A761C">
        <w:trPr>
          <w:cantSplit/>
        </w:trPr>
        <w:tc>
          <w:tcPr>
            <w:tcW w:w="5386" w:type="dxa"/>
          </w:tcPr>
          <w:p w14:paraId="38A82806" w14:textId="77777777"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17571 - Validation of the recipient’s healthcare provider identifiers before inclusion in an </w:t>
            </w:r>
            <w:r>
              <w:rPr>
                <w:rFonts w:cs="MS Shell Dlg"/>
                <w:szCs w:val="20"/>
              </w:rPr>
              <w:t>eHealth message/</w:t>
            </w:r>
            <w:r>
              <w:t>document</w:t>
            </w:r>
          </w:p>
        </w:tc>
        <w:tc>
          <w:tcPr>
            <w:tcW w:w="1826" w:type="dxa"/>
          </w:tcPr>
          <w:p w14:paraId="26145283" w14:textId="77777777" w:rsidR="00291FEF" w:rsidRDefault="00291FEF" w:rsidP="00AC3658">
            <w:pPr>
              <w:pStyle w:val="BodyText"/>
              <w:overflowPunct w:val="0"/>
              <w:ind w:left="34" w:hanging="34"/>
            </w:pPr>
            <w:r>
              <w:t>UC.330</w:t>
            </w:r>
          </w:p>
        </w:tc>
        <w:tc>
          <w:tcPr>
            <w:tcW w:w="1576" w:type="dxa"/>
          </w:tcPr>
          <w:p w14:paraId="74AE2761"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5829B27E" w14:textId="444D7C9D" w:rsidR="00291FEF" w:rsidRPr="009B04C0" w:rsidRDefault="000E6A31" w:rsidP="00AC3658">
            <w:pPr>
              <w:pStyle w:val="BodyText"/>
              <w:ind w:left="79"/>
              <w:rPr>
                <w:highlight w:val="yellow"/>
              </w:rPr>
            </w:pPr>
            <w:r w:rsidRPr="000E6A31">
              <w:t>UC.330 – Part A</w:t>
            </w:r>
          </w:p>
        </w:tc>
        <w:tc>
          <w:tcPr>
            <w:tcW w:w="2693" w:type="dxa"/>
          </w:tcPr>
          <w:p w14:paraId="52B16829" w14:textId="77777777" w:rsidR="00291FEF" w:rsidRPr="009B04C0" w:rsidRDefault="00291FEF" w:rsidP="00AC3658">
            <w:pPr>
              <w:pStyle w:val="BodyText"/>
              <w:ind w:left="79"/>
              <w:rPr>
                <w:highlight w:val="yellow"/>
              </w:rPr>
            </w:pPr>
          </w:p>
        </w:tc>
      </w:tr>
      <w:tr w:rsidR="003A761C" w:rsidRPr="009B04C0" w14:paraId="78A9EC31" w14:textId="77777777" w:rsidTr="003A761C">
        <w:trPr>
          <w:cantSplit/>
        </w:trPr>
        <w:tc>
          <w:tcPr>
            <w:tcW w:w="5386" w:type="dxa"/>
          </w:tcPr>
          <w:p w14:paraId="419F4E6D" w14:textId="77777777"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17573 - Validating senders Healthcare Provider Identifiers in an incoming eHealth message/document</w:t>
            </w:r>
          </w:p>
        </w:tc>
        <w:tc>
          <w:tcPr>
            <w:tcW w:w="1826" w:type="dxa"/>
          </w:tcPr>
          <w:p w14:paraId="179086A3" w14:textId="77777777" w:rsidR="00291FEF" w:rsidRDefault="00291FEF" w:rsidP="00AC3658">
            <w:pPr>
              <w:pStyle w:val="BodyText"/>
              <w:overflowPunct w:val="0"/>
              <w:ind w:left="34" w:hanging="34"/>
            </w:pPr>
            <w:r>
              <w:t>UC.320, UC.325</w:t>
            </w:r>
          </w:p>
          <w:p w14:paraId="1E89E94B" w14:textId="77777777" w:rsidR="00291FEF" w:rsidRDefault="00291FEF" w:rsidP="00AC3658">
            <w:pPr>
              <w:pStyle w:val="BodyText"/>
              <w:overflowPunct w:val="0"/>
              <w:ind w:left="34" w:hanging="34"/>
            </w:pPr>
          </w:p>
        </w:tc>
        <w:tc>
          <w:tcPr>
            <w:tcW w:w="1576" w:type="dxa"/>
          </w:tcPr>
          <w:p w14:paraId="2BC7A010"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134EB119" w14:textId="69CF2EFD" w:rsidR="00E0695B" w:rsidRDefault="00E0695B" w:rsidP="00E0695B">
            <w:pPr>
              <w:pStyle w:val="BodyText"/>
              <w:overflowPunct w:val="0"/>
              <w:ind w:left="34" w:hanging="34"/>
            </w:pPr>
            <w:r>
              <w:t xml:space="preserve">UC.320 </w:t>
            </w:r>
            <w:r>
              <w:br/>
              <w:t>UC.325 – Part A</w:t>
            </w:r>
          </w:p>
          <w:p w14:paraId="24545A09" w14:textId="77777777" w:rsidR="00291FEF" w:rsidRPr="009B04C0" w:rsidRDefault="00291FEF" w:rsidP="00AC3658">
            <w:pPr>
              <w:pStyle w:val="BodyText"/>
              <w:ind w:left="79"/>
              <w:rPr>
                <w:highlight w:val="yellow"/>
              </w:rPr>
            </w:pPr>
          </w:p>
        </w:tc>
        <w:tc>
          <w:tcPr>
            <w:tcW w:w="2693" w:type="dxa"/>
          </w:tcPr>
          <w:p w14:paraId="530EC50A" w14:textId="77777777" w:rsidR="00291FEF" w:rsidRPr="009B04C0" w:rsidRDefault="00291FEF" w:rsidP="00AC3658">
            <w:pPr>
              <w:pStyle w:val="BodyText"/>
              <w:ind w:left="79"/>
              <w:rPr>
                <w:highlight w:val="yellow"/>
              </w:rPr>
            </w:pPr>
          </w:p>
        </w:tc>
      </w:tr>
      <w:tr w:rsidR="003A761C" w:rsidRPr="009B04C0" w14:paraId="71C67A6A" w14:textId="77777777" w:rsidTr="003A761C">
        <w:trPr>
          <w:cantSplit/>
        </w:trPr>
        <w:tc>
          <w:tcPr>
            <w:tcW w:w="5386" w:type="dxa"/>
          </w:tcPr>
          <w:p w14:paraId="64A73F21" w14:textId="77777777"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18884 - Validation of the authors healthcare provider identifiers before inclusion in a new </w:t>
            </w:r>
            <w:r>
              <w:rPr>
                <w:rFonts w:cs="MS Shell Dlg"/>
                <w:szCs w:val="20"/>
              </w:rPr>
              <w:t>eHealth message/</w:t>
            </w:r>
            <w:r>
              <w:t>document</w:t>
            </w:r>
          </w:p>
        </w:tc>
        <w:tc>
          <w:tcPr>
            <w:tcW w:w="1826" w:type="dxa"/>
          </w:tcPr>
          <w:p w14:paraId="7F2DB02C" w14:textId="77777777" w:rsidR="00291FEF" w:rsidRDefault="00291FEF" w:rsidP="00AC3658">
            <w:pPr>
              <w:pStyle w:val="BodyText"/>
              <w:overflowPunct w:val="0"/>
              <w:ind w:left="34" w:hanging="34"/>
            </w:pPr>
            <w:r>
              <w:t>UC.330</w:t>
            </w:r>
          </w:p>
        </w:tc>
        <w:tc>
          <w:tcPr>
            <w:tcW w:w="1576" w:type="dxa"/>
          </w:tcPr>
          <w:p w14:paraId="16CC8A5D"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3FE4C75C" w14:textId="57CF995A" w:rsidR="00291FEF" w:rsidRPr="009B04C0" w:rsidRDefault="000E6A31" w:rsidP="00AC3658">
            <w:pPr>
              <w:pStyle w:val="BodyText"/>
              <w:ind w:left="79"/>
              <w:rPr>
                <w:highlight w:val="yellow"/>
              </w:rPr>
            </w:pPr>
            <w:r w:rsidRPr="000E6A31">
              <w:t>UC.330 – Part A</w:t>
            </w:r>
          </w:p>
        </w:tc>
        <w:tc>
          <w:tcPr>
            <w:tcW w:w="2693" w:type="dxa"/>
          </w:tcPr>
          <w:p w14:paraId="46C0E964" w14:textId="77777777" w:rsidR="00291FEF" w:rsidRPr="009B04C0" w:rsidRDefault="00291FEF" w:rsidP="00AC3658">
            <w:pPr>
              <w:pStyle w:val="BodyText"/>
              <w:ind w:left="79"/>
              <w:rPr>
                <w:highlight w:val="yellow"/>
              </w:rPr>
            </w:pPr>
          </w:p>
        </w:tc>
      </w:tr>
      <w:tr w:rsidR="003A761C" w:rsidRPr="009B04C0" w14:paraId="633D2AFA" w14:textId="77777777" w:rsidTr="003A761C">
        <w:trPr>
          <w:cantSplit/>
        </w:trPr>
        <w:tc>
          <w:tcPr>
            <w:tcW w:w="5386" w:type="dxa"/>
          </w:tcPr>
          <w:p w14:paraId="71328E1F" w14:textId="2F95D3EA" w:rsidR="00E0695B" w:rsidRPr="006B0757" w:rsidRDefault="00E0695B" w:rsidP="00E0695B">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21561 - Inclusion of a healthcare identifier in an </w:t>
            </w:r>
            <w:r>
              <w:rPr>
                <w:rFonts w:cs="MS Shell Dlg"/>
                <w:szCs w:val="20"/>
              </w:rPr>
              <w:t>eHealth message/</w:t>
            </w:r>
            <w:r>
              <w:t xml:space="preserve">document with an </w:t>
            </w:r>
            <w:r w:rsidRPr="00CE62D3">
              <w:t xml:space="preserve">unresolved exception </w:t>
            </w:r>
            <w:r>
              <w:t xml:space="preserve">or </w:t>
            </w:r>
            <w:r w:rsidRPr="00CE62D3">
              <w:t>alert</w:t>
            </w:r>
          </w:p>
        </w:tc>
        <w:tc>
          <w:tcPr>
            <w:tcW w:w="1826" w:type="dxa"/>
          </w:tcPr>
          <w:p w14:paraId="3B831D32" w14:textId="21EF943F" w:rsidR="00E0695B" w:rsidRDefault="00E0695B" w:rsidP="00E0695B">
            <w:pPr>
              <w:pStyle w:val="BodyText"/>
              <w:overflowPunct w:val="0"/>
              <w:ind w:left="34" w:hanging="34"/>
            </w:pPr>
            <w:r>
              <w:t>UC.320, UC.330</w:t>
            </w:r>
          </w:p>
        </w:tc>
        <w:tc>
          <w:tcPr>
            <w:tcW w:w="1576" w:type="dxa"/>
          </w:tcPr>
          <w:p w14:paraId="3003CA3A" w14:textId="7F16FF5D" w:rsidR="00E0695B" w:rsidRPr="006B0757" w:rsidRDefault="00E0695B" w:rsidP="00E0695B">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985" w:type="dxa"/>
          </w:tcPr>
          <w:p w14:paraId="1C71DC5A" w14:textId="4C4A8AAF" w:rsidR="00E0695B" w:rsidRPr="000E6A31" w:rsidRDefault="00E0695B" w:rsidP="00E0695B">
            <w:pPr>
              <w:pStyle w:val="BodyText"/>
              <w:ind w:left="79"/>
            </w:pPr>
            <w:r w:rsidRPr="000E6A31">
              <w:t>UC.320</w:t>
            </w:r>
            <w:r>
              <w:rPr>
                <w:highlight w:val="yellow"/>
              </w:rPr>
              <w:br/>
            </w:r>
            <w:r w:rsidRPr="000E6A31">
              <w:t xml:space="preserve">UC.330 – Part </w:t>
            </w:r>
            <w:r>
              <w:t>B</w:t>
            </w:r>
          </w:p>
        </w:tc>
        <w:tc>
          <w:tcPr>
            <w:tcW w:w="2693" w:type="dxa"/>
          </w:tcPr>
          <w:p w14:paraId="571F34E5" w14:textId="77777777" w:rsidR="00E0695B" w:rsidRPr="009B04C0" w:rsidRDefault="00E0695B" w:rsidP="00E0695B">
            <w:pPr>
              <w:pStyle w:val="BodyText"/>
              <w:ind w:left="79"/>
              <w:rPr>
                <w:highlight w:val="yellow"/>
              </w:rPr>
            </w:pPr>
          </w:p>
        </w:tc>
      </w:tr>
      <w:tr w:rsidR="003A761C" w:rsidRPr="00B30EC2" w14:paraId="7ECF7DE6" w14:textId="697F297C" w:rsidTr="003A761C">
        <w:trPr>
          <w:cantSplit/>
        </w:trPr>
        <w:tc>
          <w:tcPr>
            <w:tcW w:w="5386" w:type="dxa"/>
          </w:tcPr>
          <w:p w14:paraId="66533396" w14:textId="1DFD7A6E"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22000 - Validation of IHIs using updated identifiers</w:t>
            </w:r>
          </w:p>
        </w:tc>
        <w:tc>
          <w:tcPr>
            <w:tcW w:w="1826" w:type="dxa"/>
          </w:tcPr>
          <w:p w14:paraId="20EEDDBB" w14:textId="204E89E8" w:rsidR="00291FEF" w:rsidRDefault="00291FEF" w:rsidP="00B96A52">
            <w:pPr>
              <w:pStyle w:val="BodyText"/>
              <w:ind w:left="34" w:hanging="34"/>
            </w:pPr>
            <w:r>
              <w:t>UC.015, UC.025</w:t>
            </w:r>
          </w:p>
        </w:tc>
        <w:tc>
          <w:tcPr>
            <w:tcW w:w="1576" w:type="dxa"/>
          </w:tcPr>
          <w:p w14:paraId="06BD196B" w14:textId="000D48C0"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1F84C01E" w14:textId="18AC9B76" w:rsidR="00291FEF" w:rsidRPr="00B30EC2" w:rsidRDefault="006002AF" w:rsidP="006002AF">
            <w:pPr>
              <w:pStyle w:val="BodyText"/>
              <w:ind w:left="119"/>
            </w:pPr>
            <w:r>
              <w:t>UC.015 – Part B</w:t>
            </w:r>
            <w:r>
              <w:br/>
            </w:r>
            <w:r w:rsidR="001256CB">
              <w:t>UC.025 – Part B</w:t>
            </w:r>
          </w:p>
        </w:tc>
        <w:tc>
          <w:tcPr>
            <w:tcW w:w="2693" w:type="dxa"/>
          </w:tcPr>
          <w:p w14:paraId="42CAF2C0" w14:textId="30D4A9B4" w:rsidR="00291FEF" w:rsidRPr="00B30EC2" w:rsidRDefault="00291FEF" w:rsidP="00AC3658">
            <w:pPr>
              <w:pStyle w:val="BodyText"/>
              <w:ind w:left="1077" w:hanging="958"/>
            </w:pPr>
          </w:p>
        </w:tc>
      </w:tr>
      <w:tr w:rsidR="003A761C" w:rsidRPr="009B04C0" w14:paraId="0D43CE95" w14:textId="77777777" w:rsidTr="003A761C">
        <w:trPr>
          <w:cantSplit/>
        </w:trPr>
        <w:tc>
          <w:tcPr>
            <w:tcW w:w="5386" w:type="dxa"/>
          </w:tcPr>
          <w:p w14:paraId="791DCBB3" w14:textId="77777777" w:rsidR="00FB119C" w:rsidRPr="001A567B" w:rsidRDefault="00FB119C" w:rsidP="00FB119C">
            <w:pPr>
              <w:pStyle w:val="BodyText"/>
              <w:ind w:left="1077" w:hanging="958"/>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23502 – Raise an alert or warning when a Healthcare Provider identifier is found to be resolved or not active</w:t>
            </w:r>
          </w:p>
        </w:tc>
        <w:tc>
          <w:tcPr>
            <w:tcW w:w="1826" w:type="dxa"/>
          </w:tcPr>
          <w:p w14:paraId="071C88A5" w14:textId="77777777" w:rsidR="00FB119C" w:rsidRDefault="00FB119C" w:rsidP="00FB119C">
            <w:pPr>
              <w:pStyle w:val="BodyText"/>
              <w:overflowPunct w:val="0"/>
              <w:ind w:left="34" w:hanging="34"/>
            </w:pPr>
            <w:r>
              <w:t>UC.131</w:t>
            </w:r>
          </w:p>
        </w:tc>
        <w:tc>
          <w:tcPr>
            <w:tcW w:w="1576" w:type="dxa"/>
          </w:tcPr>
          <w:p w14:paraId="6CB2C3BB" w14:textId="77777777" w:rsidR="00FB119C" w:rsidRPr="001A567B" w:rsidRDefault="00FB119C" w:rsidP="00FB119C">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210BDA11" w14:textId="30A39DA3" w:rsidR="00FB119C" w:rsidRPr="009B04C0" w:rsidRDefault="00FB119C" w:rsidP="00FB119C">
            <w:pPr>
              <w:pStyle w:val="BodyText"/>
              <w:ind w:left="79"/>
              <w:rPr>
                <w:highlight w:val="yellow"/>
              </w:rPr>
            </w:pPr>
            <w:r>
              <w:t>UC.131</w:t>
            </w:r>
          </w:p>
        </w:tc>
        <w:tc>
          <w:tcPr>
            <w:tcW w:w="2693" w:type="dxa"/>
          </w:tcPr>
          <w:p w14:paraId="5EB97ED6" w14:textId="77777777" w:rsidR="00FB119C" w:rsidRPr="009B04C0" w:rsidRDefault="00FB119C" w:rsidP="00FB119C">
            <w:pPr>
              <w:pStyle w:val="BodyText"/>
              <w:ind w:left="79"/>
              <w:rPr>
                <w:highlight w:val="yellow"/>
              </w:rPr>
            </w:pPr>
          </w:p>
        </w:tc>
      </w:tr>
      <w:tr w:rsidR="003A761C" w:rsidRPr="009B04C0" w14:paraId="067FEB93" w14:textId="77777777" w:rsidTr="003A761C">
        <w:trPr>
          <w:cantSplit/>
        </w:trPr>
        <w:tc>
          <w:tcPr>
            <w:tcW w:w="5386" w:type="dxa"/>
          </w:tcPr>
          <w:p w14:paraId="7D58E0C0" w14:textId="77777777" w:rsidR="00FB119C" w:rsidRPr="001A567B" w:rsidRDefault="00FB119C" w:rsidP="00FB119C">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23503 – HPI-I name change</w:t>
            </w:r>
          </w:p>
        </w:tc>
        <w:tc>
          <w:tcPr>
            <w:tcW w:w="1826" w:type="dxa"/>
          </w:tcPr>
          <w:p w14:paraId="55B30F8C" w14:textId="77777777" w:rsidR="00FB119C" w:rsidRDefault="00FB119C" w:rsidP="00FB119C">
            <w:pPr>
              <w:pStyle w:val="BodyText"/>
              <w:overflowPunct w:val="0"/>
              <w:ind w:left="34" w:hanging="34"/>
            </w:pPr>
            <w:r>
              <w:t>UC.131</w:t>
            </w:r>
          </w:p>
        </w:tc>
        <w:tc>
          <w:tcPr>
            <w:tcW w:w="1576" w:type="dxa"/>
          </w:tcPr>
          <w:p w14:paraId="516859FB" w14:textId="77777777" w:rsidR="00FB119C" w:rsidRPr="001A567B" w:rsidRDefault="00FB119C" w:rsidP="00FB119C">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2B50D025" w14:textId="0FE33D06" w:rsidR="00FB119C" w:rsidRPr="009B04C0" w:rsidRDefault="00FB119C" w:rsidP="00FB119C">
            <w:pPr>
              <w:pStyle w:val="BodyText"/>
              <w:ind w:left="79"/>
              <w:rPr>
                <w:highlight w:val="yellow"/>
              </w:rPr>
            </w:pPr>
            <w:r>
              <w:t>UC.131</w:t>
            </w:r>
          </w:p>
        </w:tc>
        <w:tc>
          <w:tcPr>
            <w:tcW w:w="2693" w:type="dxa"/>
          </w:tcPr>
          <w:p w14:paraId="564DECBD" w14:textId="77777777" w:rsidR="00FB119C" w:rsidRPr="009B04C0" w:rsidRDefault="00FB119C" w:rsidP="00FB119C">
            <w:pPr>
              <w:pStyle w:val="BodyText"/>
              <w:ind w:left="79"/>
              <w:rPr>
                <w:highlight w:val="yellow"/>
              </w:rPr>
            </w:pPr>
          </w:p>
        </w:tc>
      </w:tr>
      <w:tr w:rsidR="003A761C" w:rsidRPr="009B04C0" w14:paraId="30EA8D60" w14:textId="77777777" w:rsidTr="003A761C">
        <w:trPr>
          <w:cantSplit/>
        </w:trPr>
        <w:tc>
          <w:tcPr>
            <w:tcW w:w="5386" w:type="dxa"/>
          </w:tcPr>
          <w:p w14:paraId="747D22DE" w14:textId="77777777" w:rsidR="00FB119C" w:rsidRPr="001A567B" w:rsidRDefault="00FB119C" w:rsidP="00FB119C">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23504 – Not active HPI-Os</w:t>
            </w:r>
          </w:p>
        </w:tc>
        <w:tc>
          <w:tcPr>
            <w:tcW w:w="1826" w:type="dxa"/>
          </w:tcPr>
          <w:p w14:paraId="7FAF8EE3" w14:textId="77777777" w:rsidR="00FB119C" w:rsidRDefault="00FB119C" w:rsidP="00FB119C">
            <w:pPr>
              <w:pStyle w:val="BodyText"/>
              <w:overflowPunct w:val="0"/>
              <w:ind w:left="34" w:hanging="34"/>
            </w:pPr>
            <w:r>
              <w:t>UC.306</w:t>
            </w:r>
          </w:p>
        </w:tc>
        <w:tc>
          <w:tcPr>
            <w:tcW w:w="1576" w:type="dxa"/>
          </w:tcPr>
          <w:p w14:paraId="0D099E91" w14:textId="77777777" w:rsidR="00FB119C" w:rsidRPr="001A567B" w:rsidRDefault="00FB119C" w:rsidP="00FB119C">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4514DD25" w14:textId="1BA8DB9C" w:rsidR="00FB119C" w:rsidRPr="009B04C0" w:rsidRDefault="00FB119C" w:rsidP="00FB119C">
            <w:pPr>
              <w:pStyle w:val="BodyText"/>
              <w:ind w:left="79"/>
              <w:rPr>
                <w:highlight w:val="yellow"/>
              </w:rPr>
            </w:pPr>
            <w:r>
              <w:t>UC.306</w:t>
            </w:r>
          </w:p>
        </w:tc>
        <w:tc>
          <w:tcPr>
            <w:tcW w:w="2693" w:type="dxa"/>
          </w:tcPr>
          <w:p w14:paraId="4C749E52" w14:textId="77777777" w:rsidR="00FB119C" w:rsidRPr="009B04C0" w:rsidRDefault="00FB119C" w:rsidP="00FB119C">
            <w:pPr>
              <w:pStyle w:val="BodyText"/>
              <w:ind w:left="79"/>
              <w:rPr>
                <w:highlight w:val="yellow"/>
              </w:rPr>
            </w:pPr>
          </w:p>
        </w:tc>
      </w:tr>
      <w:tr w:rsidR="003A761C" w:rsidRPr="009B04C0" w14:paraId="593FD0B1" w14:textId="77777777" w:rsidTr="003A761C">
        <w:trPr>
          <w:cantSplit/>
        </w:trPr>
        <w:tc>
          <w:tcPr>
            <w:tcW w:w="5386" w:type="dxa"/>
          </w:tcPr>
          <w:p w14:paraId="313E70B2" w14:textId="77777777" w:rsidR="00FB119C" w:rsidRPr="001A567B" w:rsidRDefault="00FB119C" w:rsidP="00FB119C">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23543 – Validating HPI-Os</w:t>
            </w:r>
          </w:p>
        </w:tc>
        <w:tc>
          <w:tcPr>
            <w:tcW w:w="1826" w:type="dxa"/>
          </w:tcPr>
          <w:p w14:paraId="437627D1" w14:textId="77777777" w:rsidR="00FB119C" w:rsidRDefault="00FB119C" w:rsidP="00FB119C">
            <w:pPr>
              <w:pStyle w:val="BodyText"/>
              <w:overflowPunct w:val="0"/>
              <w:ind w:left="34" w:hanging="34"/>
            </w:pPr>
            <w:r>
              <w:t>UC.306</w:t>
            </w:r>
          </w:p>
        </w:tc>
        <w:tc>
          <w:tcPr>
            <w:tcW w:w="1576" w:type="dxa"/>
          </w:tcPr>
          <w:p w14:paraId="26E25DE3" w14:textId="77777777" w:rsidR="00FB119C" w:rsidRPr="001A567B" w:rsidRDefault="00FB119C" w:rsidP="00FB119C">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985" w:type="dxa"/>
          </w:tcPr>
          <w:p w14:paraId="55388297" w14:textId="37FDADA3" w:rsidR="00FB119C" w:rsidRPr="009B04C0" w:rsidRDefault="00FB119C" w:rsidP="00FB119C">
            <w:pPr>
              <w:pStyle w:val="BodyText"/>
              <w:ind w:left="79"/>
              <w:rPr>
                <w:highlight w:val="yellow"/>
              </w:rPr>
            </w:pPr>
            <w:r>
              <w:t>UC.306</w:t>
            </w:r>
          </w:p>
        </w:tc>
        <w:tc>
          <w:tcPr>
            <w:tcW w:w="2693" w:type="dxa"/>
          </w:tcPr>
          <w:p w14:paraId="73F6AC60" w14:textId="77777777" w:rsidR="00FB119C" w:rsidRPr="009B04C0" w:rsidRDefault="00FB119C" w:rsidP="00FB119C">
            <w:pPr>
              <w:pStyle w:val="BodyText"/>
              <w:ind w:left="79"/>
              <w:rPr>
                <w:highlight w:val="yellow"/>
              </w:rPr>
            </w:pPr>
          </w:p>
        </w:tc>
      </w:tr>
      <w:tr w:rsidR="003A761C" w:rsidRPr="009B04C0" w14:paraId="5D780FCA" w14:textId="77777777" w:rsidTr="003A761C">
        <w:trPr>
          <w:cantSplit/>
        </w:trPr>
        <w:tc>
          <w:tcPr>
            <w:tcW w:w="5386" w:type="dxa"/>
            <w:tcBorders>
              <w:top w:val="single" w:sz="4" w:space="0" w:color="auto"/>
              <w:left w:val="single" w:sz="4" w:space="0" w:color="auto"/>
              <w:bottom w:val="single" w:sz="4" w:space="0" w:color="auto"/>
              <w:right w:val="single" w:sz="4" w:space="0" w:color="auto"/>
            </w:tcBorders>
          </w:tcPr>
          <w:p w14:paraId="0A33350A" w14:textId="0DEF937B" w:rsidR="000754E1" w:rsidRPr="008003B3" w:rsidRDefault="000754E1" w:rsidP="00ED35E3">
            <w:pPr>
              <w:pStyle w:val="BodyText"/>
              <w:ind w:left="1077" w:hanging="958"/>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23942 – Validation when incoming information matches a local patient record</w:t>
            </w:r>
          </w:p>
        </w:tc>
        <w:tc>
          <w:tcPr>
            <w:tcW w:w="1826" w:type="dxa"/>
            <w:tcBorders>
              <w:top w:val="single" w:sz="4" w:space="0" w:color="auto"/>
              <w:left w:val="single" w:sz="4" w:space="0" w:color="auto"/>
              <w:bottom w:val="single" w:sz="4" w:space="0" w:color="auto"/>
              <w:right w:val="single" w:sz="4" w:space="0" w:color="auto"/>
            </w:tcBorders>
          </w:tcPr>
          <w:p w14:paraId="69866964" w14:textId="2C82E81C" w:rsidR="000754E1" w:rsidRPr="008003B3" w:rsidRDefault="000754E1" w:rsidP="00ED35E3">
            <w:pPr>
              <w:pStyle w:val="BodyText"/>
              <w:overflowPunct w:val="0"/>
              <w:ind w:left="34" w:hanging="34"/>
            </w:pPr>
            <w:r>
              <w:t>UC.320, UC.325</w:t>
            </w:r>
          </w:p>
        </w:tc>
        <w:tc>
          <w:tcPr>
            <w:tcW w:w="1576" w:type="dxa"/>
            <w:tcBorders>
              <w:top w:val="single" w:sz="4" w:space="0" w:color="auto"/>
              <w:left w:val="single" w:sz="4" w:space="0" w:color="auto"/>
              <w:bottom w:val="single" w:sz="4" w:space="0" w:color="auto"/>
              <w:right w:val="single" w:sz="4" w:space="0" w:color="auto"/>
            </w:tcBorders>
          </w:tcPr>
          <w:p w14:paraId="64861A56" w14:textId="77777777" w:rsidR="000754E1" w:rsidRPr="006B0757" w:rsidRDefault="000754E1" w:rsidP="00ED35E3">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985" w:type="dxa"/>
            <w:tcBorders>
              <w:top w:val="single" w:sz="4" w:space="0" w:color="auto"/>
              <w:left w:val="single" w:sz="4" w:space="0" w:color="auto"/>
              <w:bottom w:val="single" w:sz="4" w:space="0" w:color="auto"/>
              <w:right w:val="single" w:sz="4" w:space="0" w:color="auto"/>
            </w:tcBorders>
          </w:tcPr>
          <w:p w14:paraId="07AD3C7F" w14:textId="62B72F31" w:rsidR="000754E1" w:rsidRDefault="005A7BBB" w:rsidP="00ED35E3">
            <w:pPr>
              <w:pStyle w:val="BodyText"/>
              <w:ind w:left="79"/>
            </w:pPr>
            <w:r>
              <w:t>UC.320</w:t>
            </w:r>
            <w:r>
              <w:br/>
            </w:r>
            <w:r w:rsidR="000754E1">
              <w:t>UC.325 – Part B</w:t>
            </w:r>
          </w:p>
        </w:tc>
        <w:tc>
          <w:tcPr>
            <w:tcW w:w="2693" w:type="dxa"/>
            <w:tcBorders>
              <w:top w:val="single" w:sz="4" w:space="0" w:color="auto"/>
              <w:left w:val="single" w:sz="4" w:space="0" w:color="auto"/>
              <w:bottom w:val="single" w:sz="4" w:space="0" w:color="auto"/>
              <w:right w:val="single" w:sz="4" w:space="0" w:color="auto"/>
            </w:tcBorders>
          </w:tcPr>
          <w:p w14:paraId="1BF69327" w14:textId="77777777" w:rsidR="000754E1" w:rsidRPr="009B04C0" w:rsidRDefault="000754E1" w:rsidP="00ED35E3">
            <w:pPr>
              <w:pStyle w:val="BodyText"/>
              <w:ind w:left="79"/>
              <w:rPr>
                <w:highlight w:val="yellow"/>
              </w:rPr>
            </w:pPr>
          </w:p>
        </w:tc>
      </w:tr>
      <w:tr w:rsidR="003A761C" w:rsidRPr="009B04C0" w14:paraId="53F0C671" w14:textId="77777777" w:rsidTr="003A761C">
        <w:trPr>
          <w:cantSplit/>
        </w:trPr>
        <w:tc>
          <w:tcPr>
            <w:tcW w:w="5386" w:type="dxa"/>
            <w:tcBorders>
              <w:top w:val="single" w:sz="4" w:space="0" w:color="auto"/>
              <w:left w:val="single" w:sz="4" w:space="0" w:color="auto"/>
              <w:bottom w:val="single" w:sz="4" w:space="0" w:color="auto"/>
              <w:right w:val="single" w:sz="4" w:space="0" w:color="auto"/>
            </w:tcBorders>
          </w:tcPr>
          <w:p w14:paraId="6202A34E" w14:textId="2A7FC895" w:rsidR="000754E1" w:rsidRPr="008003B3" w:rsidRDefault="000754E1" w:rsidP="00ED35E3">
            <w:pPr>
              <w:pStyle w:val="BodyText"/>
              <w:ind w:left="1077" w:hanging="958"/>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23943 – Validation when incoming demographic data matches a local patient record and the local IHI is absent</w:t>
            </w:r>
          </w:p>
        </w:tc>
        <w:tc>
          <w:tcPr>
            <w:tcW w:w="1826" w:type="dxa"/>
            <w:tcBorders>
              <w:top w:val="single" w:sz="4" w:space="0" w:color="auto"/>
              <w:left w:val="single" w:sz="4" w:space="0" w:color="auto"/>
              <w:bottom w:val="single" w:sz="4" w:space="0" w:color="auto"/>
              <w:right w:val="single" w:sz="4" w:space="0" w:color="auto"/>
            </w:tcBorders>
          </w:tcPr>
          <w:p w14:paraId="1A3FC8E5" w14:textId="1679A9B9" w:rsidR="000754E1" w:rsidRPr="008003B3" w:rsidRDefault="000754E1" w:rsidP="00ED35E3">
            <w:pPr>
              <w:pStyle w:val="BodyText"/>
              <w:overflowPunct w:val="0"/>
              <w:ind w:left="34" w:hanging="34"/>
            </w:pPr>
            <w:r>
              <w:t>UC.320, UC.325</w:t>
            </w:r>
          </w:p>
        </w:tc>
        <w:tc>
          <w:tcPr>
            <w:tcW w:w="1576" w:type="dxa"/>
            <w:tcBorders>
              <w:top w:val="single" w:sz="4" w:space="0" w:color="auto"/>
              <w:left w:val="single" w:sz="4" w:space="0" w:color="auto"/>
              <w:bottom w:val="single" w:sz="4" w:space="0" w:color="auto"/>
              <w:right w:val="single" w:sz="4" w:space="0" w:color="auto"/>
            </w:tcBorders>
          </w:tcPr>
          <w:p w14:paraId="1C0ABFB4" w14:textId="77777777" w:rsidR="000754E1" w:rsidRPr="006B0757" w:rsidRDefault="000754E1" w:rsidP="00ED35E3">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985" w:type="dxa"/>
            <w:tcBorders>
              <w:top w:val="single" w:sz="4" w:space="0" w:color="auto"/>
              <w:left w:val="single" w:sz="4" w:space="0" w:color="auto"/>
              <w:bottom w:val="single" w:sz="4" w:space="0" w:color="auto"/>
              <w:right w:val="single" w:sz="4" w:space="0" w:color="auto"/>
            </w:tcBorders>
          </w:tcPr>
          <w:p w14:paraId="63690CF1" w14:textId="289A5FEA" w:rsidR="000754E1" w:rsidRDefault="005A7BBB" w:rsidP="00ED35E3">
            <w:pPr>
              <w:pStyle w:val="BodyText"/>
              <w:ind w:left="79"/>
            </w:pPr>
            <w:r>
              <w:t>UC.320</w:t>
            </w:r>
            <w:r>
              <w:br/>
            </w:r>
            <w:r w:rsidR="000754E1">
              <w:t>UC.325 – Part B</w:t>
            </w:r>
          </w:p>
        </w:tc>
        <w:tc>
          <w:tcPr>
            <w:tcW w:w="2693" w:type="dxa"/>
            <w:tcBorders>
              <w:top w:val="single" w:sz="4" w:space="0" w:color="auto"/>
              <w:left w:val="single" w:sz="4" w:space="0" w:color="auto"/>
              <w:bottom w:val="single" w:sz="4" w:space="0" w:color="auto"/>
              <w:right w:val="single" w:sz="4" w:space="0" w:color="auto"/>
            </w:tcBorders>
          </w:tcPr>
          <w:p w14:paraId="50226E5D" w14:textId="77777777" w:rsidR="000754E1" w:rsidRPr="009B04C0" w:rsidRDefault="000754E1" w:rsidP="00ED35E3">
            <w:pPr>
              <w:pStyle w:val="BodyText"/>
              <w:ind w:left="79"/>
              <w:rPr>
                <w:highlight w:val="yellow"/>
              </w:rPr>
            </w:pPr>
          </w:p>
        </w:tc>
      </w:tr>
      <w:tr w:rsidR="003A761C" w:rsidRPr="009B04C0" w14:paraId="48880CED" w14:textId="77777777" w:rsidTr="003A761C">
        <w:trPr>
          <w:cantSplit/>
        </w:trPr>
        <w:tc>
          <w:tcPr>
            <w:tcW w:w="5386" w:type="dxa"/>
            <w:tcBorders>
              <w:top w:val="single" w:sz="4" w:space="0" w:color="auto"/>
              <w:left w:val="single" w:sz="4" w:space="0" w:color="auto"/>
              <w:bottom w:val="single" w:sz="4" w:space="0" w:color="auto"/>
              <w:right w:val="single" w:sz="4" w:space="0" w:color="auto"/>
            </w:tcBorders>
          </w:tcPr>
          <w:p w14:paraId="56F9C307" w14:textId="2D0E6881" w:rsidR="000754E1" w:rsidRPr="008003B3" w:rsidRDefault="000754E1" w:rsidP="00ED35E3">
            <w:pPr>
              <w:pStyle w:val="BodyText"/>
              <w:ind w:left="1077" w:hanging="958"/>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23944 – When the incoming IHI/demographic data does not match any local patient record</w:t>
            </w:r>
          </w:p>
        </w:tc>
        <w:tc>
          <w:tcPr>
            <w:tcW w:w="1826" w:type="dxa"/>
            <w:tcBorders>
              <w:top w:val="single" w:sz="4" w:space="0" w:color="auto"/>
              <w:left w:val="single" w:sz="4" w:space="0" w:color="auto"/>
              <w:bottom w:val="single" w:sz="4" w:space="0" w:color="auto"/>
              <w:right w:val="single" w:sz="4" w:space="0" w:color="auto"/>
            </w:tcBorders>
          </w:tcPr>
          <w:p w14:paraId="46BBC58D" w14:textId="77777777" w:rsidR="000754E1" w:rsidRPr="008003B3" w:rsidRDefault="000754E1" w:rsidP="00ED35E3">
            <w:pPr>
              <w:pStyle w:val="BodyText"/>
              <w:overflowPunct w:val="0"/>
              <w:ind w:left="34" w:hanging="34"/>
            </w:pPr>
            <w:r>
              <w:t>UC.325</w:t>
            </w:r>
          </w:p>
        </w:tc>
        <w:tc>
          <w:tcPr>
            <w:tcW w:w="1576" w:type="dxa"/>
            <w:tcBorders>
              <w:top w:val="single" w:sz="4" w:space="0" w:color="auto"/>
              <w:left w:val="single" w:sz="4" w:space="0" w:color="auto"/>
              <w:bottom w:val="single" w:sz="4" w:space="0" w:color="auto"/>
              <w:right w:val="single" w:sz="4" w:space="0" w:color="auto"/>
            </w:tcBorders>
          </w:tcPr>
          <w:p w14:paraId="2C967C2E" w14:textId="77777777" w:rsidR="000754E1" w:rsidRPr="006B0757" w:rsidRDefault="000754E1" w:rsidP="00ED35E3">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985" w:type="dxa"/>
            <w:tcBorders>
              <w:top w:val="single" w:sz="4" w:space="0" w:color="auto"/>
              <w:left w:val="single" w:sz="4" w:space="0" w:color="auto"/>
              <w:bottom w:val="single" w:sz="4" w:space="0" w:color="auto"/>
              <w:right w:val="single" w:sz="4" w:space="0" w:color="auto"/>
            </w:tcBorders>
          </w:tcPr>
          <w:p w14:paraId="2426AEE7" w14:textId="77777777" w:rsidR="000754E1" w:rsidRDefault="000754E1" w:rsidP="00ED35E3">
            <w:pPr>
              <w:pStyle w:val="BodyText"/>
              <w:ind w:left="79"/>
            </w:pPr>
            <w:r>
              <w:t>UC.325 – Part B</w:t>
            </w:r>
          </w:p>
        </w:tc>
        <w:tc>
          <w:tcPr>
            <w:tcW w:w="2693" w:type="dxa"/>
            <w:tcBorders>
              <w:top w:val="single" w:sz="4" w:space="0" w:color="auto"/>
              <w:left w:val="single" w:sz="4" w:space="0" w:color="auto"/>
              <w:bottom w:val="single" w:sz="4" w:space="0" w:color="auto"/>
              <w:right w:val="single" w:sz="4" w:space="0" w:color="auto"/>
            </w:tcBorders>
          </w:tcPr>
          <w:p w14:paraId="7B10A49D" w14:textId="77777777" w:rsidR="000754E1" w:rsidRPr="009B04C0" w:rsidRDefault="000754E1" w:rsidP="00ED35E3">
            <w:pPr>
              <w:pStyle w:val="BodyText"/>
              <w:ind w:left="79"/>
              <w:rPr>
                <w:highlight w:val="yellow"/>
              </w:rPr>
            </w:pPr>
          </w:p>
        </w:tc>
      </w:tr>
    </w:tbl>
    <w:p w14:paraId="6F35AFD8" w14:textId="5F6EA654" w:rsidR="00291FEF" w:rsidRDefault="00291FEF" w:rsidP="00291FEF">
      <w:pPr>
        <w:pStyle w:val="BodyText"/>
        <w:tabs>
          <w:tab w:val="left" w:pos="6240"/>
        </w:tabs>
      </w:pPr>
    </w:p>
    <w:p w14:paraId="32EFC3FA" w14:textId="333E1108" w:rsidR="00291FEF" w:rsidRDefault="00291FEF" w:rsidP="00291FEF">
      <w:pPr>
        <w:pStyle w:val="BodyText"/>
        <w:tabs>
          <w:tab w:val="left" w:pos="6240"/>
        </w:tabs>
      </w:pPr>
    </w:p>
    <w:p w14:paraId="33D1FB96" w14:textId="77777777" w:rsidR="00291FEF" w:rsidRDefault="00291FEF">
      <w:pPr>
        <w:spacing w:after="0"/>
        <w:rPr>
          <w:rFonts w:eastAsia="Times New Roman" w:cs="Arial"/>
          <w:b/>
          <w:kern w:val="32"/>
          <w:sz w:val="24"/>
          <w:szCs w:val="28"/>
          <w:lang w:eastAsia="en-AU"/>
        </w:rPr>
      </w:pPr>
      <w:r>
        <w:br w:type="page"/>
      </w:r>
    </w:p>
    <w:p w14:paraId="3B34B4CF" w14:textId="0962F15C" w:rsidR="00291FEF" w:rsidRDefault="00291FEF" w:rsidP="00AC3658">
      <w:pPr>
        <w:pStyle w:val="Heading3"/>
      </w:pPr>
      <w:bookmarkStart w:id="53" w:name="_Ref66268790"/>
      <w:bookmarkStart w:id="54" w:name="_Ref67037978"/>
      <w:bookmarkStart w:id="55" w:name="_Ref67037992"/>
      <w:bookmarkStart w:id="56" w:name="_Ref67038036"/>
      <w:bookmarkStart w:id="57" w:name="_Ref67038046"/>
      <w:bookmarkStart w:id="58" w:name="_Toc75784474"/>
      <w:r>
        <w:lastRenderedPageBreak/>
        <w:t>Conditional Requirements</w:t>
      </w:r>
      <w:bookmarkEnd w:id="53"/>
      <w:bookmarkEnd w:id="54"/>
      <w:bookmarkEnd w:id="55"/>
      <w:bookmarkEnd w:id="56"/>
      <w:bookmarkEnd w:id="57"/>
      <w:bookmarkEnd w:id="58"/>
    </w:p>
    <w:p w14:paraId="13BC0251" w14:textId="099E85EB" w:rsidR="00B96A52" w:rsidRDefault="00B96A52" w:rsidP="00291FEF">
      <w:pPr>
        <w:pStyle w:val="BodyText"/>
      </w:pPr>
      <w:r>
        <w:t xml:space="preserve">This section is only applicable if the software system has met the condition of any of the below requirements. When the condition is met, the </w:t>
      </w:r>
      <w:r w:rsidR="00384DB8">
        <w:t xml:space="preserve">relevant conditional </w:t>
      </w:r>
      <w:r>
        <w:t>requirement</w:t>
      </w:r>
      <w:r w:rsidR="00384DB8">
        <w:t>(s) are</w:t>
      </w:r>
      <w:r>
        <w:t xml:space="preserve"> mandatory to the software system. </w:t>
      </w:r>
    </w:p>
    <w:p w14:paraId="41675906" w14:textId="25CF1096" w:rsidR="00291FEF" w:rsidRPr="004950DC" w:rsidRDefault="00291FEF" w:rsidP="00291FEF">
      <w:pPr>
        <w:pStyle w:val="BodyText"/>
      </w:pPr>
      <w:r w:rsidRPr="004950DC">
        <w:t>The implementation supports</w:t>
      </w:r>
      <w:r>
        <w:t xml:space="preserve"> the following conditions (tick all that apply)</w:t>
      </w:r>
      <w:r w:rsidRPr="004950DC">
        <w:t>:</w:t>
      </w:r>
      <w:r w:rsidR="00B96A52">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4961"/>
        <w:gridCol w:w="5528"/>
      </w:tblGrid>
      <w:tr w:rsidR="00291FEF" w:rsidRPr="004950DC" w:rsidDel="004950DC" w14:paraId="068EDF83" w14:textId="77777777" w:rsidTr="00AC3658">
        <w:tc>
          <w:tcPr>
            <w:tcW w:w="4961" w:type="dxa"/>
            <w:shd w:val="clear" w:color="auto" w:fill="D9D9D9"/>
            <w:vAlign w:val="bottom"/>
          </w:tcPr>
          <w:p w14:paraId="67DD0EF4" w14:textId="77777777" w:rsidR="00291FEF" w:rsidRPr="004950DC" w:rsidRDefault="00291FEF" w:rsidP="00AC3658">
            <w:pPr>
              <w:tabs>
                <w:tab w:val="right" w:pos="14034"/>
              </w:tabs>
              <w:jc w:val="center"/>
            </w:pPr>
            <w:r>
              <w:t>Condition</w:t>
            </w:r>
          </w:p>
        </w:tc>
        <w:tc>
          <w:tcPr>
            <w:tcW w:w="5528" w:type="dxa"/>
            <w:shd w:val="clear" w:color="auto" w:fill="D9D9D9"/>
            <w:vAlign w:val="bottom"/>
          </w:tcPr>
          <w:p w14:paraId="26939383" w14:textId="2EE46E03" w:rsidR="00291FEF" w:rsidRPr="004950DC" w:rsidDel="004950DC" w:rsidRDefault="00291FEF" w:rsidP="00AC3658">
            <w:pPr>
              <w:tabs>
                <w:tab w:val="right" w:pos="14034"/>
              </w:tabs>
              <w:jc w:val="center"/>
            </w:pPr>
            <w:r>
              <w:t>Related c</w:t>
            </w:r>
            <w:r w:rsidRPr="007A744E">
              <w:t>onditional requirement</w:t>
            </w:r>
            <w:r w:rsidR="00FB119C">
              <w:t>(s)</w:t>
            </w:r>
          </w:p>
        </w:tc>
      </w:tr>
      <w:tr w:rsidR="00291FEF" w:rsidRPr="004950DC" w14:paraId="5FE75FD7" w14:textId="77777777" w:rsidTr="00AC3658">
        <w:tc>
          <w:tcPr>
            <w:tcW w:w="4961" w:type="dxa"/>
          </w:tcPr>
          <w:p w14:paraId="32214CAD" w14:textId="446F40A6"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w:t>
            </w:r>
            <w:r w:rsidR="008958CE">
              <w:t>Manual entry/s</w:t>
            </w:r>
            <w:r w:rsidRPr="004950DC">
              <w:t>wiping of Medicare cards</w:t>
            </w:r>
          </w:p>
        </w:tc>
        <w:tc>
          <w:tcPr>
            <w:tcW w:w="5528" w:type="dxa"/>
          </w:tcPr>
          <w:p w14:paraId="42876981" w14:textId="77777777" w:rsidR="00291FEF" w:rsidRPr="004950DC" w:rsidRDefault="00291FEF" w:rsidP="00AC3658">
            <w:r w:rsidRPr="004950DC">
              <w:t>5807</w:t>
            </w:r>
          </w:p>
        </w:tc>
      </w:tr>
      <w:tr w:rsidR="00291FEF" w:rsidRPr="004950DC" w14:paraId="72BD3EF6" w14:textId="77777777" w:rsidTr="00AC3658">
        <w:tc>
          <w:tcPr>
            <w:tcW w:w="4961" w:type="dxa"/>
          </w:tcPr>
          <w:p w14:paraId="4A549D1D" w14:textId="25125FE0"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P</w:t>
            </w:r>
            <w:r w:rsidRPr="004950DC">
              <w:t>rovisional IHIs</w:t>
            </w:r>
          </w:p>
        </w:tc>
        <w:tc>
          <w:tcPr>
            <w:tcW w:w="5528" w:type="dxa"/>
          </w:tcPr>
          <w:p w14:paraId="2B1C2B7E" w14:textId="77777777" w:rsidR="00291FEF" w:rsidRPr="004950DC" w:rsidRDefault="00291FEF" w:rsidP="00AC3658">
            <w:r w:rsidRPr="004950DC">
              <w:t>5810, 5836, 5902, 5915</w:t>
            </w:r>
            <w:r>
              <w:t>, 16837, 16839, 16840</w:t>
            </w:r>
          </w:p>
        </w:tc>
      </w:tr>
      <w:tr w:rsidR="00291FEF" w:rsidRPr="004950DC" w14:paraId="4D14EDB7" w14:textId="77777777" w:rsidTr="00AC3658">
        <w:tc>
          <w:tcPr>
            <w:tcW w:w="4961" w:type="dxa"/>
          </w:tcPr>
          <w:p w14:paraId="61255A6D" w14:textId="77777777"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Non-support of provisional IHIs</w:t>
            </w:r>
          </w:p>
        </w:tc>
        <w:tc>
          <w:tcPr>
            <w:tcW w:w="5528" w:type="dxa"/>
          </w:tcPr>
          <w:p w14:paraId="710AF990" w14:textId="77777777" w:rsidR="00291FEF" w:rsidRPr="004950DC" w:rsidRDefault="00291FEF" w:rsidP="00AC3658">
            <w:r>
              <w:t>8218</w:t>
            </w:r>
          </w:p>
        </w:tc>
      </w:tr>
      <w:tr w:rsidR="00291FEF" w:rsidRPr="004950DC" w14:paraId="07394FF5" w14:textId="77777777" w:rsidTr="00AC3658">
        <w:tc>
          <w:tcPr>
            <w:tcW w:w="4961" w:type="dxa"/>
          </w:tcPr>
          <w:p w14:paraId="36F06E9B" w14:textId="4CF4CA06"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Unverified IHIs</w:t>
            </w:r>
          </w:p>
        </w:tc>
        <w:tc>
          <w:tcPr>
            <w:tcW w:w="5528" w:type="dxa"/>
          </w:tcPr>
          <w:p w14:paraId="40D00414" w14:textId="77777777" w:rsidR="00291FEF" w:rsidRPr="004950DC" w:rsidRDefault="00291FEF" w:rsidP="00AC3658">
            <w:r w:rsidRPr="004950DC">
              <w:t>5811, 5836, 5874, 5915, 6104</w:t>
            </w:r>
            <w:r>
              <w:t>, 16837, 16839, 16840</w:t>
            </w:r>
          </w:p>
        </w:tc>
      </w:tr>
      <w:tr w:rsidR="00291FEF" w:rsidRPr="004950DC" w14:paraId="0D1DBCD6" w14:textId="77777777" w:rsidTr="00AC3658">
        <w:tc>
          <w:tcPr>
            <w:tcW w:w="4961" w:type="dxa"/>
          </w:tcPr>
          <w:p w14:paraId="3CBD1191" w14:textId="77777777"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Non-support of unverified IHIs</w:t>
            </w:r>
          </w:p>
        </w:tc>
        <w:tc>
          <w:tcPr>
            <w:tcW w:w="5528" w:type="dxa"/>
          </w:tcPr>
          <w:p w14:paraId="3C57BDEB" w14:textId="77777777" w:rsidR="00291FEF" w:rsidRPr="004950DC" w:rsidRDefault="00291FEF" w:rsidP="00AC3658">
            <w:r>
              <w:t>8219</w:t>
            </w:r>
          </w:p>
        </w:tc>
      </w:tr>
      <w:tr w:rsidR="00291FEF" w:rsidRPr="004950DC" w14:paraId="472D05C0" w14:textId="77777777" w:rsidTr="00AC3658">
        <w:tc>
          <w:tcPr>
            <w:tcW w:w="4961" w:type="dxa"/>
          </w:tcPr>
          <w:p w14:paraId="48E216C3" w14:textId="77777777"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Printing of verified IHIs</w:t>
            </w:r>
          </w:p>
        </w:tc>
        <w:tc>
          <w:tcPr>
            <w:tcW w:w="5528" w:type="dxa"/>
          </w:tcPr>
          <w:p w14:paraId="24901973" w14:textId="77777777" w:rsidR="00291FEF" w:rsidRPr="004950DC" w:rsidRDefault="00291FEF" w:rsidP="00AC3658">
            <w:r>
              <w:t>5845</w:t>
            </w:r>
          </w:p>
        </w:tc>
      </w:tr>
      <w:tr w:rsidR="00291FEF" w:rsidRPr="004950DC" w14:paraId="34EA5CED" w14:textId="77777777" w:rsidTr="00AC3658">
        <w:tc>
          <w:tcPr>
            <w:tcW w:w="4961" w:type="dxa"/>
          </w:tcPr>
          <w:p w14:paraId="254280B3" w14:textId="77777777"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w:t>
            </w:r>
            <w:r w:rsidRPr="004950DC">
              <w:t>Printing of unverified IHIs</w:t>
            </w:r>
          </w:p>
        </w:tc>
        <w:tc>
          <w:tcPr>
            <w:tcW w:w="5528" w:type="dxa"/>
          </w:tcPr>
          <w:p w14:paraId="035026BA" w14:textId="77777777" w:rsidR="00291FEF" w:rsidRPr="004950DC" w:rsidRDefault="00291FEF" w:rsidP="00AC3658">
            <w:r w:rsidRPr="004950DC">
              <w:t>5842, 5845</w:t>
            </w:r>
          </w:p>
        </w:tc>
      </w:tr>
      <w:tr w:rsidR="00291FEF" w:rsidRPr="004950DC" w14:paraId="5583BDFA" w14:textId="77777777" w:rsidTr="00AC3658">
        <w:tc>
          <w:tcPr>
            <w:tcW w:w="4961" w:type="dxa"/>
          </w:tcPr>
          <w:p w14:paraId="1DFBC226" w14:textId="77777777" w:rsidR="00291FEF" w:rsidRPr="004950DC" w:rsidRDefault="00291FEF" w:rsidP="00AC3658">
            <w:pPr>
              <w:ind w:left="318" w:hanging="318"/>
            </w:pPr>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w:t>
            </w:r>
            <w:r w:rsidRPr="004950DC">
              <w:t>Manually entered</w:t>
            </w:r>
            <w:r>
              <w:t>/OCR input</w:t>
            </w:r>
            <w:r w:rsidRPr="004950DC">
              <w:t xml:space="preserve"> </w:t>
            </w:r>
            <w:r>
              <w:t>Healthcare Identifiers</w:t>
            </w:r>
          </w:p>
        </w:tc>
        <w:tc>
          <w:tcPr>
            <w:tcW w:w="5528" w:type="dxa"/>
          </w:tcPr>
          <w:p w14:paraId="5E53F250" w14:textId="77777777" w:rsidR="00291FEF" w:rsidRPr="004950DC" w:rsidRDefault="00291FEF" w:rsidP="00AC3658">
            <w:r>
              <w:t xml:space="preserve">5801, </w:t>
            </w:r>
            <w:r w:rsidRPr="004950DC">
              <w:t>5819</w:t>
            </w:r>
            <w:r>
              <w:t>, 10038, 10040</w:t>
            </w:r>
          </w:p>
        </w:tc>
      </w:tr>
      <w:tr w:rsidR="00291FEF" w:rsidRPr="004950DC" w14:paraId="42394034" w14:textId="77777777" w:rsidTr="00AC3658">
        <w:tc>
          <w:tcPr>
            <w:tcW w:w="4961" w:type="dxa"/>
          </w:tcPr>
          <w:p w14:paraId="3A1C14A2" w14:textId="77777777" w:rsidR="00291FEF" w:rsidRPr="004950DC" w:rsidRDefault="00291FEF" w:rsidP="00AC3658">
            <w:pPr>
              <w:ind w:left="318" w:hanging="318"/>
            </w:pPr>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Maintenance of locally stored HPI-I or HPI-O identifiers</w:t>
            </w:r>
          </w:p>
        </w:tc>
        <w:tc>
          <w:tcPr>
            <w:tcW w:w="5528" w:type="dxa"/>
          </w:tcPr>
          <w:p w14:paraId="62506B82" w14:textId="77777777" w:rsidR="00291FEF" w:rsidRPr="004950DC" w:rsidRDefault="00291FEF" w:rsidP="00AC3658">
            <w:r>
              <w:t>10044</w:t>
            </w:r>
          </w:p>
        </w:tc>
      </w:tr>
      <w:tr w:rsidR="00291FEF" w14:paraId="1E4648C8" w14:textId="77777777" w:rsidTr="00AC3658">
        <w:tc>
          <w:tcPr>
            <w:tcW w:w="4961" w:type="dxa"/>
          </w:tcPr>
          <w:p w14:paraId="2960ECE6" w14:textId="77777777" w:rsidR="00291FEF" w:rsidRPr="004950DC" w:rsidRDefault="00291FEF" w:rsidP="00AC3658">
            <w:pPr>
              <w:ind w:left="318" w:hanging="318"/>
            </w:pPr>
            <w:r w:rsidRPr="004950DC">
              <w:fldChar w:fldCharType="begin">
                <w:ffData>
                  <w:name w:val="Check1"/>
                  <w:enabled/>
                  <w:calcOnExit w:val="0"/>
                  <w:checkBox>
                    <w:sizeAuto/>
                    <w:default w:val="0"/>
                    <w:checked w:val="0"/>
                  </w:checkBox>
                </w:ffData>
              </w:fldChar>
            </w:r>
            <w:r w:rsidRPr="004950DC">
              <w:instrText xml:space="preserve"> FORMCHECKBOX </w:instrText>
            </w:r>
            <w:r w:rsidR="007F3832">
              <w:fldChar w:fldCharType="separate"/>
            </w:r>
            <w:r w:rsidRPr="004950DC">
              <w:fldChar w:fldCharType="end"/>
            </w:r>
            <w:r>
              <w:t xml:space="preserve"> Request/receiving electronic eHealth messages</w:t>
            </w:r>
          </w:p>
        </w:tc>
        <w:tc>
          <w:tcPr>
            <w:tcW w:w="5528" w:type="dxa"/>
          </w:tcPr>
          <w:p w14:paraId="066CFD83" w14:textId="77777777" w:rsidR="00291FEF" w:rsidRDefault="00291FEF" w:rsidP="00AC3658">
            <w:r>
              <w:t>10809</w:t>
            </w:r>
          </w:p>
        </w:tc>
      </w:tr>
    </w:tbl>
    <w:p w14:paraId="6BA5465D" w14:textId="5D61C42E" w:rsidR="00291FEF" w:rsidRDefault="00291FEF" w:rsidP="00291FEF">
      <w:pPr>
        <w:ind w:left="851"/>
      </w:pPr>
      <w:r>
        <w:t xml:space="preserve">Note: </w:t>
      </w:r>
      <w:r w:rsidRPr="00AB0DE6">
        <w:t>Provisional and unverified IHIs are currently not released by the HI Service</w:t>
      </w:r>
      <w:r>
        <w:t>.</w:t>
      </w:r>
    </w:p>
    <w:p w14:paraId="3CC4D1F0" w14:textId="10A694A7" w:rsidR="00291FEF" w:rsidRDefault="00291FEF" w:rsidP="00384DB8">
      <w:pPr>
        <w:spacing w:after="0"/>
        <w:ind w:left="851"/>
      </w:pPr>
      <w:r>
        <w:t xml:space="preserve">The implementation supports the following </w:t>
      </w:r>
      <w:r w:rsidR="00AC3658">
        <w:t xml:space="preserve">conditional </w:t>
      </w:r>
      <w:r>
        <w:t>requirements (tick all that apply):</w:t>
      </w:r>
    </w:p>
    <w:tbl>
      <w:tblPr>
        <w:tblW w:w="1371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5098"/>
        <w:gridCol w:w="1908"/>
        <w:gridCol w:w="1494"/>
        <w:gridCol w:w="1825"/>
        <w:gridCol w:w="3394"/>
      </w:tblGrid>
      <w:tr w:rsidR="00256EE1" w:rsidRPr="007A744E" w14:paraId="6C32D3CA" w14:textId="77777777" w:rsidTr="00384DB8">
        <w:trPr>
          <w:cantSplit/>
          <w:trHeight w:val="774"/>
          <w:tblHeader/>
          <w:jc w:val="right"/>
        </w:trPr>
        <w:tc>
          <w:tcPr>
            <w:tcW w:w="5098" w:type="dxa"/>
            <w:shd w:val="clear" w:color="auto" w:fill="D9D9D9"/>
            <w:vAlign w:val="bottom"/>
          </w:tcPr>
          <w:p w14:paraId="7E3F86E9" w14:textId="77777777" w:rsidR="00256EE1" w:rsidRPr="007A744E" w:rsidRDefault="00256EE1" w:rsidP="00384DB8">
            <w:pPr>
              <w:pStyle w:val="BodyText"/>
              <w:ind w:hanging="958"/>
              <w:jc w:val="center"/>
            </w:pPr>
            <w:r>
              <w:lastRenderedPageBreak/>
              <w:t>Conditional r</w:t>
            </w:r>
            <w:r w:rsidRPr="007A744E">
              <w:t>equirement</w:t>
            </w:r>
          </w:p>
        </w:tc>
        <w:tc>
          <w:tcPr>
            <w:tcW w:w="1908" w:type="dxa"/>
            <w:shd w:val="clear" w:color="auto" w:fill="D9D9D9"/>
            <w:vAlign w:val="bottom"/>
          </w:tcPr>
          <w:p w14:paraId="662784EA" w14:textId="77777777" w:rsidR="00256EE1" w:rsidRPr="007A744E" w:rsidRDefault="00256EE1" w:rsidP="00384DB8">
            <w:pPr>
              <w:pStyle w:val="BodyText"/>
              <w:keepNext/>
              <w:ind w:left="17"/>
              <w:jc w:val="center"/>
            </w:pPr>
            <w:r>
              <w:t>Related b</w:t>
            </w:r>
            <w:r w:rsidRPr="00B619F6">
              <w:t xml:space="preserve">usiness </w:t>
            </w:r>
            <w:r w:rsidRPr="007A744E">
              <w:t>use case</w:t>
            </w:r>
            <w:r>
              <w:t>(</w:t>
            </w:r>
            <w:r w:rsidRPr="007A744E">
              <w:t>s</w:t>
            </w:r>
            <w:r>
              <w:t>)</w:t>
            </w:r>
          </w:p>
        </w:tc>
        <w:tc>
          <w:tcPr>
            <w:tcW w:w="1494" w:type="dxa"/>
            <w:shd w:val="clear" w:color="auto" w:fill="D9D9D9"/>
            <w:vAlign w:val="bottom"/>
          </w:tcPr>
          <w:p w14:paraId="1522F0FB" w14:textId="77777777" w:rsidR="00256EE1" w:rsidRPr="007A744E" w:rsidRDefault="00256EE1" w:rsidP="00384DB8">
            <w:pPr>
              <w:pStyle w:val="BodyText"/>
              <w:keepNext/>
              <w:ind w:left="78" w:hanging="78"/>
              <w:jc w:val="center"/>
            </w:pPr>
            <w:r w:rsidRPr="007A744E">
              <w:t>Self-assessment successful?</w:t>
            </w:r>
          </w:p>
        </w:tc>
        <w:tc>
          <w:tcPr>
            <w:tcW w:w="1825" w:type="dxa"/>
            <w:shd w:val="clear" w:color="auto" w:fill="D9D9D9"/>
          </w:tcPr>
          <w:p w14:paraId="518D6BFC" w14:textId="407B8E1A" w:rsidR="00256EE1" w:rsidRPr="007A744E" w:rsidRDefault="00256EE1" w:rsidP="00384DB8">
            <w:pPr>
              <w:pStyle w:val="BodyText"/>
              <w:keepNext/>
              <w:ind w:left="77"/>
              <w:jc w:val="center"/>
            </w:pPr>
            <w:r>
              <w:t>Related CTS worksheet</w:t>
            </w:r>
            <w:r w:rsidR="00FB119C">
              <w:t>(s)</w:t>
            </w:r>
          </w:p>
        </w:tc>
        <w:tc>
          <w:tcPr>
            <w:tcW w:w="3394" w:type="dxa"/>
            <w:shd w:val="clear" w:color="auto" w:fill="D9D9D9"/>
            <w:vAlign w:val="bottom"/>
          </w:tcPr>
          <w:p w14:paraId="78839D34" w14:textId="3FF5BE2C" w:rsidR="00256EE1" w:rsidRPr="007A744E" w:rsidRDefault="00256EE1" w:rsidP="00384DB8">
            <w:pPr>
              <w:pStyle w:val="BodyText"/>
              <w:keepNext/>
              <w:ind w:left="77"/>
              <w:jc w:val="center"/>
            </w:pPr>
            <w:r w:rsidRPr="007A744E">
              <w:t>Comments</w:t>
            </w:r>
          </w:p>
        </w:tc>
      </w:tr>
      <w:tr w:rsidR="00256EE1" w:rsidRPr="00B619F6" w14:paraId="73167535" w14:textId="77777777" w:rsidTr="00384DB8">
        <w:trPr>
          <w:cantSplit/>
          <w:jc w:val="right"/>
        </w:trPr>
        <w:tc>
          <w:tcPr>
            <w:tcW w:w="5098" w:type="dxa"/>
            <w:tcBorders>
              <w:top w:val="single" w:sz="4" w:space="0" w:color="auto"/>
              <w:left w:val="single" w:sz="4" w:space="0" w:color="auto"/>
              <w:bottom w:val="single" w:sz="4" w:space="0" w:color="auto"/>
              <w:right w:val="single" w:sz="4" w:space="0" w:color="auto"/>
            </w:tcBorders>
          </w:tcPr>
          <w:p w14:paraId="74F3EEFB" w14:textId="77777777" w:rsidR="00256EE1" w:rsidRPr="00B619F6" w:rsidRDefault="00256EE1" w:rsidP="00AC3658">
            <w:pPr>
              <w:pStyle w:val="BodyText"/>
              <w:ind w:left="1077" w:hanging="1077"/>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5801</w:t>
            </w:r>
            <w:r>
              <w:t xml:space="preserve"> </w:t>
            </w:r>
            <w:r>
              <w:sym w:font="Symbol" w:char="F02D"/>
            </w:r>
            <w:r>
              <w:t xml:space="preserve"> </w:t>
            </w:r>
            <w:r w:rsidRPr="00B619F6">
              <w:t>Individual Healthcare Identifier (IHI) check digit verification upon manual or OCR input</w:t>
            </w:r>
          </w:p>
        </w:tc>
        <w:tc>
          <w:tcPr>
            <w:tcW w:w="1908" w:type="dxa"/>
            <w:tcBorders>
              <w:top w:val="single" w:sz="4" w:space="0" w:color="auto"/>
              <w:left w:val="single" w:sz="4" w:space="0" w:color="auto"/>
              <w:bottom w:val="single" w:sz="4" w:space="0" w:color="auto"/>
              <w:right w:val="single" w:sz="4" w:space="0" w:color="auto"/>
            </w:tcBorders>
          </w:tcPr>
          <w:p w14:paraId="4D24041A" w14:textId="77777777" w:rsidR="00256EE1" w:rsidRPr="00B619F6" w:rsidRDefault="00256EE1" w:rsidP="00AC3658">
            <w:pPr>
              <w:pStyle w:val="BodyText"/>
              <w:ind w:left="17"/>
            </w:pPr>
            <w:r w:rsidRPr="00B619F6">
              <w:t>UC.010, UC.015, UC.035</w:t>
            </w:r>
          </w:p>
        </w:tc>
        <w:tc>
          <w:tcPr>
            <w:tcW w:w="1494" w:type="dxa"/>
            <w:tcBorders>
              <w:top w:val="single" w:sz="4" w:space="0" w:color="auto"/>
              <w:left w:val="single" w:sz="4" w:space="0" w:color="auto"/>
              <w:bottom w:val="single" w:sz="4" w:space="0" w:color="auto"/>
              <w:right w:val="single" w:sz="4" w:space="0" w:color="auto"/>
            </w:tcBorders>
          </w:tcPr>
          <w:p w14:paraId="79BE2917" w14:textId="77777777" w:rsidR="00256EE1" w:rsidRPr="00A55C5C" w:rsidRDefault="00256EE1" w:rsidP="00AC3658">
            <w:pPr>
              <w:ind w:left="78" w:hanging="78"/>
              <w:jc w:val="center"/>
            </w:pPr>
            <w:r w:rsidRPr="00A55C5C">
              <w:fldChar w:fldCharType="begin">
                <w:ffData>
                  <w:name w:val="Check1"/>
                  <w:enabled/>
                  <w:calcOnExit w:val="0"/>
                  <w:checkBox>
                    <w:sizeAuto/>
                    <w:default w:val="0"/>
                    <w:checked w:val="0"/>
                  </w:checkBox>
                </w:ffData>
              </w:fldChar>
            </w:r>
            <w:r w:rsidRPr="00A55C5C">
              <w:instrText xml:space="preserve"> FORMCHECKBOX </w:instrText>
            </w:r>
            <w:r w:rsidR="007F3832">
              <w:fldChar w:fldCharType="separate"/>
            </w:r>
            <w:r w:rsidRPr="00A55C5C">
              <w:fldChar w:fldCharType="end"/>
            </w:r>
          </w:p>
        </w:tc>
        <w:tc>
          <w:tcPr>
            <w:tcW w:w="1825" w:type="dxa"/>
            <w:tcBorders>
              <w:top w:val="single" w:sz="4" w:space="0" w:color="auto"/>
              <w:left w:val="single" w:sz="4" w:space="0" w:color="auto"/>
              <w:bottom w:val="single" w:sz="4" w:space="0" w:color="auto"/>
              <w:right w:val="single" w:sz="4" w:space="0" w:color="auto"/>
            </w:tcBorders>
          </w:tcPr>
          <w:p w14:paraId="45560DD1" w14:textId="5812DCE8" w:rsidR="00256EE1" w:rsidRPr="00B619F6" w:rsidRDefault="00FB162D" w:rsidP="00E0695B">
            <w:pPr>
              <w:pStyle w:val="BodyText"/>
              <w:ind w:left="77"/>
            </w:pPr>
            <w:r>
              <w:t>UC.010 – Part A</w:t>
            </w:r>
            <w:r>
              <w:br/>
            </w:r>
            <w:r w:rsidR="000B2CFB">
              <w:t>UC.015 – Part A</w:t>
            </w:r>
            <w:r w:rsidR="00D06354">
              <w:br/>
              <w:t>UC.035</w:t>
            </w:r>
          </w:p>
        </w:tc>
        <w:tc>
          <w:tcPr>
            <w:tcW w:w="3394" w:type="dxa"/>
            <w:tcBorders>
              <w:top w:val="single" w:sz="4" w:space="0" w:color="auto"/>
              <w:left w:val="single" w:sz="4" w:space="0" w:color="auto"/>
              <w:bottom w:val="single" w:sz="4" w:space="0" w:color="auto"/>
              <w:right w:val="single" w:sz="4" w:space="0" w:color="auto"/>
            </w:tcBorders>
          </w:tcPr>
          <w:p w14:paraId="0F3B5AC8" w14:textId="39747FC2" w:rsidR="00256EE1" w:rsidRPr="00B619F6" w:rsidRDefault="00256EE1" w:rsidP="00AC3658">
            <w:pPr>
              <w:pStyle w:val="BodyText"/>
              <w:ind w:left="77"/>
            </w:pPr>
          </w:p>
        </w:tc>
      </w:tr>
      <w:tr w:rsidR="00256EE1" w:rsidRPr="007A744E" w14:paraId="14EF3213" w14:textId="77777777" w:rsidTr="00384DB8">
        <w:trPr>
          <w:cantSplit/>
          <w:jc w:val="right"/>
        </w:trPr>
        <w:tc>
          <w:tcPr>
            <w:tcW w:w="5098" w:type="dxa"/>
            <w:tcBorders>
              <w:top w:val="single" w:sz="4" w:space="0" w:color="auto"/>
              <w:left w:val="single" w:sz="4" w:space="0" w:color="auto"/>
              <w:bottom w:val="single" w:sz="4" w:space="0" w:color="auto"/>
              <w:right w:val="single" w:sz="4" w:space="0" w:color="auto"/>
            </w:tcBorders>
          </w:tcPr>
          <w:p w14:paraId="3F9B6831"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5807</w:t>
            </w:r>
            <w:r>
              <w:t xml:space="preserve"> </w:t>
            </w:r>
            <w:r>
              <w:sym w:font="Symbol" w:char="F02D"/>
            </w:r>
            <w:r>
              <w:t xml:space="preserve"> </w:t>
            </w:r>
            <w:r w:rsidRPr="007A744E">
              <w:t>Check digit validation of swiped Medicare cards or manually input Medicare card numbers</w:t>
            </w:r>
          </w:p>
        </w:tc>
        <w:tc>
          <w:tcPr>
            <w:tcW w:w="1908" w:type="dxa"/>
            <w:tcBorders>
              <w:top w:val="single" w:sz="4" w:space="0" w:color="auto"/>
              <w:left w:val="single" w:sz="4" w:space="0" w:color="auto"/>
              <w:bottom w:val="single" w:sz="4" w:space="0" w:color="auto"/>
              <w:right w:val="single" w:sz="4" w:space="0" w:color="auto"/>
            </w:tcBorders>
          </w:tcPr>
          <w:p w14:paraId="47F8F60B" w14:textId="77777777" w:rsidR="00256EE1" w:rsidRPr="007A744E" w:rsidRDefault="00256EE1" w:rsidP="00AC3658">
            <w:pPr>
              <w:pStyle w:val="BodyText"/>
              <w:ind w:left="17"/>
            </w:pPr>
            <w:r w:rsidRPr="007A744E">
              <w:t>UC.005, UC.010, UC.015</w:t>
            </w:r>
          </w:p>
        </w:tc>
        <w:tc>
          <w:tcPr>
            <w:tcW w:w="1494" w:type="dxa"/>
            <w:tcBorders>
              <w:top w:val="single" w:sz="4" w:space="0" w:color="auto"/>
              <w:left w:val="single" w:sz="4" w:space="0" w:color="auto"/>
              <w:bottom w:val="single" w:sz="4" w:space="0" w:color="auto"/>
              <w:right w:val="single" w:sz="4" w:space="0" w:color="auto"/>
            </w:tcBorders>
          </w:tcPr>
          <w:p w14:paraId="3503E075"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Borders>
              <w:top w:val="single" w:sz="4" w:space="0" w:color="auto"/>
              <w:left w:val="single" w:sz="4" w:space="0" w:color="auto"/>
              <w:bottom w:val="single" w:sz="4" w:space="0" w:color="auto"/>
              <w:right w:val="single" w:sz="4" w:space="0" w:color="auto"/>
            </w:tcBorders>
          </w:tcPr>
          <w:p w14:paraId="34A41AA9" w14:textId="455E6A2D" w:rsidR="00256EE1" w:rsidRPr="007A744E" w:rsidRDefault="00AD0464" w:rsidP="00E0695B">
            <w:pPr>
              <w:pStyle w:val="BodyText"/>
              <w:ind w:left="77"/>
            </w:pPr>
            <w:r>
              <w:t>UC.005</w:t>
            </w:r>
            <w:r>
              <w:br/>
            </w:r>
            <w:r w:rsidR="00FB162D">
              <w:t>UC.010 – Part A</w:t>
            </w:r>
            <w:r w:rsidR="00FB162D">
              <w:br/>
            </w:r>
            <w:r w:rsidR="000B2CFB">
              <w:t>UC.015 – Part A</w:t>
            </w:r>
          </w:p>
        </w:tc>
        <w:tc>
          <w:tcPr>
            <w:tcW w:w="3394" w:type="dxa"/>
            <w:tcBorders>
              <w:top w:val="single" w:sz="4" w:space="0" w:color="auto"/>
              <w:left w:val="single" w:sz="4" w:space="0" w:color="auto"/>
              <w:bottom w:val="single" w:sz="4" w:space="0" w:color="auto"/>
              <w:right w:val="single" w:sz="4" w:space="0" w:color="auto"/>
            </w:tcBorders>
          </w:tcPr>
          <w:p w14:paraId="70C6C7E3" w14:textId="115CEAB0" w:rsidR="00256EE1" w:rsidRPr="007A744E" w:rsidRDefault="00256EE1" w:rsidP="00AC3658">
            <w:pPr>
              <w:pStyle w:val="BodyText"/>
              <w:ind w:left="77"/>
            </w:pPr>
          </w:p>
        </w:tc>
      </w:tr>
      <w:tr w:rsidR="00256EE1" w:rsidRPr="007A744E" w14:paraId="58DB0E45" w14:textId="77777777" w:rsidTr="00384DB8">
        <w:trPr>
          <w:cantSplit/>
          <w:jc w:val="right"/>
        </w:trPr>
        <w:tc>
          <w:tcPr>
            <w:tcW w:w="5098" w:type="dxa"/>
          </w:tcPr>
          <w:p w14:paraId="3760B7E1"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5810</w:t>
            </w:r>
            <w:r>
              <w:t xml:space="preserve"> </w:t>
            </w:r>
            <w:r>
              <w:sym w:font="Symbol" w:char="F02D"/>
            </w:r>
            <w:r>
              <w:t xml:space="preserve"> </w:t>
            </w:r>
            <w:r w:rsidRPr="007A744E">
              <w:t>Provisional IHI configuration options</w:t>
            </w:r>
          </w:p>
        </w:tc>
        <w:tc>
          <w:tcPr>
            <w:tcW w:w="1908" w:type="dxa"/>
          </w:tcPr>
          <w:p w14:paraId="147AF654" w14:textId="77777777" w:rsidR="00256EE1" w:rsidRPr="007A744E" w:rsidRDefault="00256EE1" w:rsidP="00AC3658">
            <w:pPr>
              <w:pStyle w:val="BodyText"/>
              <w:ind w:left="17"/>
            </w:pPr>
            <w:r w:rsidRPr="007A744E">
              <w:t>UC.010, UC.015, UC.025, UC.035</w:t>
            </w:r>
          </w:p>
        </w:tc>
        <w:tc>
          <w:tcPr>
            <w:tcW w:w="1494" w:type="dxa"/>
          </w:tcPr>
          <w:p w14:paraId="4C48A1D9"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01CF9373" w14:textId="4D5FEA68" w:rsidR="00256EE1" w:rsidRPr="007A744E" w:rsidRDefault="00FB162D" w:rsidP="00E0695B">
            <w:pPr>
              <w:pStyle w:val="BodyText"/>
              <w:ind w:left="77"/>
            </w:pPr>
            <w:r>
              <w:t>UC.010 – Part A</w:t>
            </w:r>
            <w:r>
              <w:br/>
            </w:r>
            <w:r w:rsidR="000B2CFB">
              <w:t>UC.015 – Part A</w:t>
            </w:r>
            <w:r w:rsidR="000B2CFB">
              <w:br/>
            </w:r>
            <w:r w:rsidR="001256CB">
              <w:t>UC.025 – Part A</w:t>
            </w:r>
            <w:r w:rsidR="00D06354">
              <w:br/>
              <w:t>UC.035</w:t>
            </w:r>
          </w:p>
        </w:tc>
        <w:tc>
          <w:tcPr>
            <w:tcW w:w="3394" w:type="dxa"/>
          </w:tcPr>
          <w:p w14:paraId="1975D78D" w14:textId="169F8C21" w:rsidR="00256EE1" w:rsidRPr="007A744E" w:rsidRDefault="00256EE1" w:rsidP="00AC3658">
            <w:pPr>
              <w:pStyle w:val="BodyText"/>
              <w:ind w:left="77"/>
            </w:pPr>
          </w:p>
        </w:tc>
      </w:tr>
      <w:tr w:rsidR="00256EE1" w:rsidRPr="007A744E" w14:paraId="29B7F38D" w14:textId="77777777" w:rsidTr="00384DB8">
        <w:trPr>
          <w:cantSplit/>
          <w:jc w:val="right"/>
        </w:trPr>
        <w:tc>
          <w:tcPr>
            <w:tcW w:w="5098" w:type="dxa"/>
          </w:tcPr>
          <w:p w14:paraId="66BF42EF"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5811</w:t>
            </w:r>
            <w:r>
              <w:t xml:space="preserve"> </w:t>
            </w:r>
            <w:r>
              <w:sym w:font="Symbol" w:char="F02D"/>
            </w:r>
            <w:r>
              <w:t xml:space="preserve"> </w:t>
            </w:r>
            <w:r w:rsidRPr="007A744E">
              <w:t>Unverified IHIs configuration options</w:t>
            </w:r>
          </w:p>
        </w:tc>
        <w:tc>
          <w:tcPr>
            <w:tcW w:w="1908" w:type="dxa"/>
          </w:tcPr>
          <w:p w14:paraId="5277AACE" w14:textId="77777777" w:rsidR="00256EE1" w:rsidRPr="007A744E" w:rsidRDefault="00256EE1" w:rsidP="00AC3658">
            <w:pPr>
              <w:pStyle w:val="BodyText"/>
              <w:ind w:left="17"/>
            </w:pPr>
            <w:r w:rsidRPr="007A744E">
              <w:t>UC.010, UC.015, UC.025, UC.035</w:t>
            </w:r>
          </w:p>
        </w:tc>
        <w:tc>
          <w:tcPr>
            <w:tcW w:w="1494" w:type="dxa"/>
          </w:tcPr>
          <w:p w14:paraId="53E094D3"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41225412" w14:textId="6063E5D3" w:rsidR="00256EE1" w:rsidRPr="007A744E" w:rsidRDefault="00FB162D" w:rsidP="00E0695B">
            <w:pPr>
              <w:pStyle w:val="BodyText"/>
              <w:ind w:left="77"/>
            </w:pPr>
            <w:r>
              <w:t>UC.010 – Part A</w:t>
            </w:r>
            <w:r>
              <w:br/>
            </w:r>
            <w:r w:rsidR="000B2CFB">
              <w:t>UC.015 – Part A</w:t>
            </w:r>
            <w:r w:rsidR="000B2CFB">
              <w:br/>
            </w:r>
            <w:r w:rsidR="001256CB">
              <w:t>UC.025 – Part A</w:t>
            </w:r>
            <w:r w:rsidR="00D06354">
              <w:br/>
              <w:t>UC.035</w:t>
            </w:r>
          </w:p>
        </w:tc>
        <w:tc>
          <w:tcPr>
            <w:tcW w:w="3394" w:type="dxa"/>
          </w:tcPr>
          <w:p w14:paraId="69BA4362" w14:textId="135864DE" w:rsidR="00256EE1" w:rsidRPr="007A744E" w:rsidRDefault="00256EE1" w:rsidP="00AC3658">
            <w:pPr>
              <w:pStyle w:val="BodyText"/>
              <w:ind w:left="77"/>
            </w:pPr>
          </w:p>
        </w:tc>
      </w:tr>
      <w:tr w:rsidR="003562F1" w:rsidRPr="007A744E" w14:paraId="129B8060" w14:textId="77777777" w:rsidTr="00384DB8">
        <w:trPr>
          <w:cantSplit/>
          <w:jc w:val="right"/>
        </w:trPr>
        <w:tc>
          <w:tcPr>
            <w:tcW w:w="5098" w:type="dxa"/>
          </w:tcPr>
          <w:p w14:paraId="31AE0108" w14:textId="7963FF60" w:rsidR="003562F1" w:rsidRPr="007A744E" w:rsidRDefault="003562F1" w:rsidP="003562F1">
            <w:pPr>
              <w:pStyle w:val="BodyText"/>
              <w:ind w:left="1077" w:hanging="1077"/>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5812</w:t>
            </w:r>
            <w:r>
              <w:t xml:space="preserve"> </w:t>
            </w:r>
            <w:r>
              <w:sym w:font="Symbol" w:char="F02D"/>
            </w:r>
            <w:r>
              <w:t xml:space="preserve"> </w:t>
            </w:r>
            <w:r w:rsidRPr="008003B3">
              <w:t>IHI number search</w:t>
            </w:r>
          </w:p>
        </w:tc>
        <w:tc>
          <w:tcPr>
            <w:tcW w:w="1908" w:type="dxa"/>
          </w:tcPr>
          <w:p w14:paraId="7B6A6399" w14:textId="0C49094D" w:rsidR="003562F1" w:rsidRPr="007A744E" w:rsidRDefault="003562F1" w:rsidP="003562F1">
            <w:pPr>
              <w:pStyle w:val="BodyText"/>
              <w:ind w:left="17"/>
            </w:pPr>
            <w:r w:rsidRPr="008003B3">
              <w:t>UC.010, UC.015</w:t>
            </w:r>
          </w:p>
        </w:tc>
        <w:tc>
          <w:tcPr>
            <w:tcW w:w="1494" w:type="dxa"/>
          </w:tcPr>
          <w:p w14:paraId="3B7BE0AA" w14:textId="68F69986" w:rsidR="003562F1" w:rsidRPr="007A744E" w:rsidRDefault="003562F1" w:rsidP="003562F1">
            <w:pPr>
              <w:ind w:left="78" w:hanging="78"/>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1825" w:type="dxa"/>
          </w:tcPr>
          <w:p w14:paraId="1A66ABCF" w14:textId="170506B9" w:rsidR="003562F1" w:rsidRDefault="003562F1" w:rsidP="003562F1">
            <w:pPr>
              <w:pStyle w:val="BodyText"/>
              <w:ind w:left="77"/>
            </w:pPr>
            <w:r>
              <w:t>UC.010 – Part C</w:t>
            </w:r>
            <w:r>
              <w:br/>
              <w:t>UC.015 – Part C</w:t>
            </w:r>
          </w:p>
        </w:tc>
        <w:tc>
          <w:tcPr>
            <w:tcW w:w="3394" w:type="dxa"/>
          </w:tcPr>
          <w:p w14:paraId="6FD9D3B3" w14:textId="77777777" w:rsidR="003562F1" w:rsidRPr="007A744E" w:rsidRDefault="003562F1" w:rsidP="003562F1">
            <w:pPr>
              <w:pStyle w:val="BodyText"/>
              <w:ind w:left="77"/>
            </w:pPr>
          </w:p>
        </w:tc>
      </w:tr>
      <w:tr w:rsidR="003562F1" w:rsidRPr="007A744E" w14:paraId="0A04B7A8" w14:textId="77777777" w:rsidTr="00384DB8">
        <w:trPr>
          <w:cantSplit/>
          <w:jc w:val="right"/>
        </w:trPr>
        <w:tc>
          <w:tcPr>
            <w:tcW w:w="5098" w:type="dxa"/>
          </w:tcPr>
          <w:p w14:paraId="7298B093" w14:textId="7D34467D" w:rsidR="003562F1" w:rsidRPr="007A744E" w:rsidRDefault="003562F1" w:rsidP="003562F1">
            <w:pPr>
              <w:pStyle w:val="BodyText"/>
              <w:ind w:left="1077" w:hanging="1077"/>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5813</w:t>
            </w:r>
            <w:r>
              <w:t xml:space="preserve"> </w:t>
            </w:r>
            <w:r>
              <w:sym w:font="Symbol" w:char="F02D"/>
            </w:r>
            <w:r>
              <w:t xml:space="preserve"> </w:t>
            </w:r>
            <w:r w:rsidRPr="008003B3">
              <w:t>Medicare card search</w:t>
            </w:r>
          </w:p>
        </w:tc>
        <w:tc>
          <w:tcPr>
            <w:tcW w:w="1908" w:type="dxa"/>
          </w:tcPr>
          <w:p w14:paraId="66BADF1A" w14:textId="59811E4C" w:rsidR="003562F1" w:rsidRPr="007A744E" w:rsidRDefault="003562F1" w:rsidP="003562F1">
            <w:pPr>
              <w:pStyle w:val="BodyText"/>
              <w:ind w:left="17"/>
            </w:pPr>
            <w:r w:rsidRPr="008003B3">
              <w:t>UC.010, UC.015</w:t>
            </w:r>
          </w:p>
        </w:tc>
        <w:tc>
          <w:tcPr>
            <w:tcW w:w="1494" w:type="dxa"/>
          </w:tcPr>
          <w:p w14:paraId="2A0DD146" w14:textId="4974313C" w:rsidR="003562F1" w:rsidRPr="007A744E" w:rsidRDefault="003562F1" w:rsidP="003562F1">
            <w:pPr>
              <w:ind w:left="78" w:hanging="78"/>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1825" w:type="dxa"/>
          </w:tcPr>
          <w:p w14:paraId="6F222253" w14:textId="3A6F068F" w:rsidR="003562F1" w:rsidRDefault="003562F1" w:rsidP="003562F1">
            <w:pPr>
              <w:pStyle w:val="BodyText"/>
              <w:ind w:left="77"/>
            </w:pPr>
            <w:r>
              <w:t>UC.010 – Part C</w:t>
            </w:r>
            <w:r>
              <w:br/>
              <w:t>UC.015 – Part C</w:t>
            </w:r>
          </w:p>
        </w:tc>
        <w:tc>
          <w:tcPr>
            <w:tcW w:w="3394" w:type="dxa"/>
          </w:tcPr>
          <w:p w14:paraId="0B8BB754" w14:textId="77777777" w:rsidR="003562F1" w:rsidRPr="007A744E" w:rsidRDefault="003562F1" w:rsidP="003562F1">
            <w:pPr>
              <w:pStyle w:val="BodyText"/>
              <w:ind w:left="77"/>
            </w:pPr>
          </w:p>
        </w:tc>
      </w:tr>
      <w:tr w:rsidR="003562F1" w:rsidRPr="007A744E" w14:paraId="30571B2E" w14:textId="77777777" w:rsidTr="00384DB8">
        <w:trPr>
          <w:cantSplit/>
          <w:jc w:val="right"/>
        </w:trPr>
        <w:tc>
          <w:tcPr>
            <w:tcW w:w="5098" w:type="dxa"/>
          </w:tcPr>
          <w:p w14:paraId="4EF69301" w14:textId="3499650D" w:rsidR="003562F1" w:rsidRPr="007A744E" w:rsidRDefault="003562F1" w:rsidP="003562F1">
            <w:pPr>
              <w:pStyle w:val="BodyText"/>
              <w:ind w:left="1077" w:hanging="1077"/>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5814</w:t>
            </w:r>
            <w:r>
              <w:t xml:space="preserve"> </w:t>
            </w:r>
            <w:r>
              <w:sym w:font="Symbol" w:char="F02D"/>
            </w:r>
            <w:r>
              <w:t xml:space="preserve"> </w:t>
            </w:r>
            <w:r w:rsidRPr="008003B3">
              <w:t>DVA File number search</w:t>
            </w:r>
          </w:p>
        </w:tc>
        <w:tc>
          <w:tcPr>
            <w:tcW w:w="1908" w:type="dxa"/>
          </w:tcPr>
          <w:p w14:paraId="647271C4" w14:textId="7BC66A27" w:rsidR="003562F1" w:rsidRPr="007A744E" w:rsidRDefault="003562F1" w:rsidP="003562F1">
            <w:pPr>
              <w:pStyle w:val="BodyText"/>
              <w:ind w:left="17"/>
            </w:pPr>
            <w:r w:rsidRPr="008003B3">
              <w:t>UC.010, UC.015</w:t>
            </w:r>
          </w:p>
        </w:tc>
        <w:tc>
          <w:tcPr>
            <w:tcW w:w="1494" w:type="dxa"/>
          </w:tcPr>
          <w:p w14:paraId="15835555" w14:textId="05E3507C" w:rsidR="003562F1" w:rsidRPr="007A744E" w:rsidRDefault="003562F1" w:rsidP="003562F1">
            <w:pPr>
              <w:ind w:left="78" w:hanging="78"/>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1825" w:type="dxa"/>
          </w:tcPr>
          <w:p w14:paraId="6A6D4B48" w14:textId="5E2A6A6B" w:rsidR="003562F1" w:rsidRDefault="003562F1" w:rsidP="003562F1">
            <w:pPr>
              <w:pStyle w:val="BodyText"/>
              <w:ind w:left="77"/>
            </w:pPr>
            <w:r>
              <w:t>UC.010 – Part C</w:t>
            </w:r>
            <w:r>
              <w:br/>
              <w:t>UC.015 – Part C</w:t>
            </w:r>
          </w:p>
        </w:tc>
        <w:tc>
          <w:tcPr>
            <w:tcW w:w="3394" w:type="dxa"/>
          </w:tcPr>
          <w:p w14:paraId="7DEE0C34" w14:textId="77777777" w:rsidR="003562F1" w:rsidRPr="007A744E" w:rsidRDefault="003562F1" w:rsidP="003562F1">
            <w:pPr>
              <w:pStyle w:val="BodyText"/>
              <w:ind w:left="77"/>
            </w:pPr>
          </w:p>
        </w:tc>
      </w:tr>
      <w:tr w:rsidR="003562F1" w:rsidRPr="007A744E" w14:paraId="0450C89B" w14:textId="77777777" w:rsidTr="00384DB8">
        <w:trPr>
          <w:cantSplit/>
          <w:jc w:val="right"/>
        </w:trPr>
        <w:tc>
          <w:tcPr>
            <w:tcW w:w="5098" w:type="dxa"/>
          </w:tcPr>
          <w:p w14:paraId="1593711A" w14:textId="3CBA1ACB" w:rsidR="003562F1" w:rsidRPr="007A744E" w:rsidRDefault="003562F1" w:rsidP="003562F1">
            <w:pPr>
              <w:pStyle w:val="BodyText"/>
              <w:ind w:left="1077" w:hanging="1077"/>
            </w:pPr>
            <w:r w:rsidRPr="008003B3">
              <w:lastRenderedPageBreak/>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5818</w:t>
            </w:r>
            <w:r>
              <w:t xml:space="preserve"> </w:t>
            </w:r>
            <w:r>
              <w:sym w:font="Symbol" w:char="F02D"/>
            </w:r>
            <w:r>
              <w:t xml:space="preserve"> </w:t>
            </w:r>
            <w:r w:rsidRPr="008003B3">
              <w:t>Resubmit search with modified search criteria</w:t>
            </w:r>
          </w:p>
        </w:tc>
        <w:tc>
          <w:tcPr>
            <w:tcW w:w="1908" w:type="dxa"/>
          </w:tcPr>
          <w:p w14:paraId="54669E47" w14:textId="0A5A81FC" w:rsidR="003562F1" w:rsidRPr="007A744E" w:rsidRDefault="003562F1" w:rsidP="003562F1">
            <w:pPr>
              <w:pStyle w:val="BodyText"/>
              <w:ind w:left="17"/>
            </w:pPr>
            <w:r w:rsidRPr="008003B3">
              <w:t>UC.010, UC.015</w:t>
            </w:r>
          </w:p>
        </w:tc>
        <w:tc>
          <w:tcPr>
            <w:tcW w:w="1494" w:type="dxa"/>
          </w:tcPr>
          <w:p w14:paraId="7FD2ED98" w14:textId="5D6A1E2F" w:rsidR="003562F1" w:rsidRPr="007A744E" w:rsidRDefault="003562F1" w:rsidP="003562F1">
            <w:pPr>
              <w:ind w:left="78" w:hanging="78"/>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1825" w:type="dxa"/>
          </w:tcPr>
          <w:p w14:paraId="59F1DE52" w14:textId="0EA19C7F" w:rsidR="003562F1" w:rsidRDefault="003562F1" w:rsidP="003562F1">
            <w:pPr>
              <w:pStyle w:val="BodyText"/>
              <w:ind w:left="77"/>
            </w:pPr>
            <w:r>
              <w:t>UC.010 – Part C</w:t>
            </w:r>
            <w:r>
              <w:br/>
              <w:t>UC.015 – Part C</w:t>
            </w:r>
          </w:p>
        </w:tc>
        <w:tc>
          <w:tcPr>
            <w:tcW w:w="3394" w:type="dxa"/>
          </w:tcPr>
          <w:p w14:paraId="2EEAE49B" w14:textId="77777777" w:rsidR="003562F1" w:rsidRPr="007A744E" w:rsidRDefault="003562F1" w:rsidP="003562F1">
            <w:pPr>
              <w:pStyle w:val="BodyText"/>
              <w:ind w:left="77"/>
            </w:pPr>
          </w:p>
        </w:tc>
      </w:tr>
      <w:tr w:rsidR="00256EE1" w:rsidRPr="007A744E" w14:paraId="61145EC2" w14:textId="77777777" w:rsidTr="00384DB8">
        <w:trPr>
          <w:cantSplit/>
          <w:jc w:val="right"/>
        </w:trPr>
        <w:tc>
          <w:tcPr>
            <w:tcW w:w="5098" w:type="dxa"/>
          </w:tcPr>
          <w:p w14:paraId="11071FBF" w14:textId="55966599"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5819</w:t>
            </w:r>
            <w:r>
              <w:t xml:space="preserve"> </w:t>
            </w:r>
            <w:r>
              <w:sym w:font="Symbol" w:char="F02D"/>
            </w:r>
            <w:r>
              <w:t xml:space="preserve"> </w:t>
            </w:r>
            <w:r w:rsidRPr="007A744E">
              <w:t>Validation of manually entered IHIs</w:t>
            </w:r>
          </w:p>
        </w:tc>
        <w:tc>
          <w:tcPr>
            <w:tcW w:w="1908" w:type="dxa"/>
          </w:tcPr>
          <w:p w14:paraId="5959ACB7" w14:textId="77777777" w:rsidR="00256EE1" w:rsidRPr="007A744E" w:rsidRDefault="00256EE1" w:rsidP="00AC3658">
            <w:pPr>
              <w:pStyle w:val="BodyText"/>
              <w:ind w:left="17"/>
            </w:pPr>
            <w:r w:rsidRPr="007A744E">
              <w:t>UC.010, UC.015, UC.035</w:t>
            </w:r>
          </w:p>
        </w:tc>
        <w:tc>
          <w:tcPr>
            <w:tcW w:w="1494" w:type="dxa"/>
          </w:tcPr>
          <w:p w14:paraId="6043C983"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647042B4" w14:textId="3FCD9055" w:rsidR="00256EE1" w:rsidRPr="007A744E" w:rsidRDefault="00FB162D" w:rsidP="00E0695B">
            <w:pPr>
              <w:pStyle w:val="BodyText"/>
              <w:ind w:left="77"/>
            </w:pPr>
            <w:r>
              <w:t>UC.010 – Part A</w:t>
            </w:r>
            <w:r>
              <w:br/>
            </w:r>
            <w:r w:rsidR="006002AF">
              <w:t>UC.015 – Part B</w:t>
            </w:r>
            <w:r w:rsidR="00D06354">
              <w:br/>
              <w:t>UC.035</w:t>
            </w:r>
          </w:p>
        </w:tc>
        <w:tc>
          <w:tcPr>
            <w:tcW w:w="3394" w:type="dxa"/>
          </w:tcPr>
          <w:p w14:paraId="2396890C" w14:textId="5D000297" w:rsidR="00256EE1" w:rsidRPr="007A744E" w:rsidRDefault="00256EE1" w:rsidP="00AC3658">
            <w:pPr>
              <w:pStyle w:val="BodyText"/>
              <w:ind w:left="77"/>
            </w:pPr>
          </w:p>
        </w:tc>
      </w:tr>
      <w:tr w:rsidR="00256EE1" w:rsidRPr="007A744E" w14:paraId="195744C1" w14:textId="77777777" w:rsidTr="00384DB8">
        <w:trPr>
          <w:cantSplit/>
          <w:jc w:val="right"/>
        </w:trPr>
        <w:tc>
          <w:tcPr>
            <w:tcW w:w="5098" w:type="dxa"/>
          </w:tcPr>
          <w:p w14:paraId="65842AAA"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5836</w:t>
            </w:r>
            <w:r>
              <w:t xml:space="preserve"> </w:t>
            </w:r>
            <w:r>
              <w:sym w:font="Symbol" w:char="F02D"/>
            </w:r>
            <w:r>
              <w:t xml:space="preserve"> </w:t>
            </w:r>
            <w:r w:rsidRPr="007A744E">
              <w:t>Prohibition of uncontrolled system-initiated creation of provisional and unverified IHIs</w:t>
            </w:r>
          </w:p>
        </w:tc>
        <w:tc>
          <w:tcPr>
            <w:tcW w:w="1908" w:type="dxa"/>
          </w:tcPr>
          <w:p w14:paraId="1A65B512" w14:textId="77777777" w:rsidR="00256EE1" w:rsidRPr="007A744E" w:rsidRDefault="00256EE1" w:rsidP="00AC3658">
            <w:pPr>
              <w:pStyle w:val="BodyText"/>
              <w:ind w:left="17"/>
            </w:pPr>
            <w:r w:rsidRPr="007A744E">
              <w:t>UC.010, UC.015</w:t>
            </w:r>
          </w:p>
        </w:tc>
        <w:tc>
          <w:tcPr>
            <w:tcW w:w="1494" w:type="dxa"/>
          </w:tcPr>
          <w:p w14:paraId="4AE029F0"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6112B02F" w14:textId="45F133F0" w:rsidR="00256EE1" w:rsidRPr="007A744E" w:rsidRDefault="00FB162D" w:rsidP="00E0695B">
            <w:pPr>
              <w:pStyle w:val="BodyText"/>
              <w:ind w:left="77"/>
            </w:pPr>
            <w:r>
              <w:t>UC.010 – Part A</w:t>
            </w:r>
            <w:r>
              <w:br/>
            </w:r>
            <w:r w:rsidR="000B2CFB">
              <w:t>UC.015 – Part A</w:t>
            </w:r>
          </w:p>
        </w:tc>
        <w:tc>
          <w:tcPr>
            <w:tcW w:w="3394" w:type="dxa"/>
          </w:tcPr>
          <w:p w14:paraId="14B5B116" w14:textId="41BBEA27" w:rsidR="00256EE1" w:rsidRPr="007A744E" w:rsidRDefault="00256EE1" w:rsidP="00AC3658">
            <w:pPr>
              <w:pStyle w:val="BodyText"/>
              <w:ind w:left="77"/>
            </w:pPr>
          </w:p>
        </w:tc>
      </w:tr>
      <w:tr w:rsidR="00256EE1" w:rsidRPr="007A744E" w14:paraId="3FC0F4BC" w14:textId="77777777" w:rsidTr="00384DB8">
        <w:trPr>
          <w:cantSplit/>
          <w:jc w:val="right"/>
        </w:trPr>
        <w:tc>
          <w:tcPr>
            <w:tcW w:w="5098" w:type="dxa"/>
          </w:tcPr>
          <w:p w14:paraId="43F55696"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5842</w:t>
            </w:r>
            <w:r>
              <w:t xml:space="preserve"> </w:t>
            </w:r>
            <w:r>
              <w:sym w:font="Symbol" w:char="F02D"/>
            </w:r>
            <w:r>
              <w:t xml:space="preserve"> </w:t>
            </w:r>
            <w:r w:rsidRPr="007A744E">
              <w:t>Printing of unverified IHIs</w:t>
            </w:r>
          </w:p>
        </w:tc>
        <w:tc>
          <w:tcPr>
            <w:tcW w:w="1908" w:type="dxa"/>
          </w:tcPr>
          <w:p w14:paraId="3607945B" w14:textId="77777777" w:rsidR="00256EE1" w:rsidRPr="007A744E" w:rsidRDefault="00256EE1" w:rsidP="00AC3658">
            <w:pPr>
              <w:pStyle w:val="BodyText"/>
              <w:ind w:left="17"/>
            </w:pPr>
            <w:r w:rsidRPr="007A744E">
              <w:t>UC.010, UC.015</w:t>
            </w:r>
          </w:p>
        </w:tc>
        <w:tc>
          <w:tcPr>
            <w:tcW w:w="1494" w:type="dxa"/>
          </w:tcPr>
          <w:p w14:paraId="5BD3350F"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3BE04405" w14:textId="440BBF66" w:rsidR="00256EE1" w:rsidRPr="007A744E" w:rsidRDefault="00FB162D" w:rsidP="00E0695B">
            <w:pPr>
              <w:pStyle w:val="BodyText"/>
              <w:ind w:left="77"/>
            </w:pPr>
            <w:r>
              <w:t>UC.010 – Part A</w:t>
            </w:r>
            <w:r>
              <w:br/>
            </w:r>
            <w:r w:rsidR="000B2CFB">
              <w:t>UC.015 – Part A</w:t>
            </w:r>
          </w:p>
        </w:tc>
        <w:tc>
          <w:tcPr>
            <w:tcW w:w="3394" w:type="dxa"/>
          </w:tcPr>
          <w:p w14:paraId="50A75DA9" w14:textId="24FDE8FF" w:rsidR="00256EE1" w:rsidRPr="007A744E" w:rsidRDefault="00256EE1" w:rsidP="00AC3658">
            <w:pPr>
              <w:pStyle w:val="BodyText"/>
              <w:ind w:left="77"/>
            </w:pPr>
          </w:p>
        </w:tc>
      </w:tr>
      <w:tr w:rsidR="00256EE1" w:rsidRPr="007A744E" w14:paraId="089EC06D" w14:textId="77777777" w:rsidTr="00384DB8">
        <w:trPr>
          <w:cantSplit/>
          <w:jc w:val="right"/>
        </w:trPr>
        <w:tc>
          <w:tcPr>
            <w:tcW w:w="5098" w:type="dxa"/>
          </w:tcPr>
          <w:p w14:paraId="6879B00E"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5845</w:t>
            </w:r>
            <w:r>
              <w:t xml:space="preserve"> </w:t>
            </w:r>
            <w:r>
              <w:sym w:font="Symbol" w:char="F02D"/>
            </w:r>
            <w:r>
              <w:t xml:space="preserve"> </w:t>
            </w:r>
            <w:r w:rsidRPr="007A744E">
              <w:t>Format for printing an IHI</w:t>
            </w:r>
          </w:p>
        </w:tc>
        <w:tc>
          <w:tcPr>
            <w:tcW w:w="1908" w:type="dxa"/>
          </w:tcPr>
          <w:p w14:paraId="1F63E82C" w14:textId="77777777" w:rsidR="00256EE1" w:rsidRPr="007A744E" w:rsidRDefault="00256EE1" w:rsidP="00AC3658">
            <w:pPr>
              <w:pStyle w:val="BodyText"/>
              <w:ind w:left="17"/>
            </w:pPr>
            <w:r w:rsidRPr="007A744E">
              <w:t>UC.010, UC.015, UC.035</w:t>
            </w:r>
          </w:p>
        </w:tc>
        <w:tc>
          <w:tcPr>
            <w:tcW w:w="1494" w:type="dxa"/>
          </w:tcPr>
          <w:p w14:paraId="56CEA6B7"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463B2A83" w14:textId="0DA59D80" w:rsidR="00256EE1" w:rsidRPr="007A744E" w:rsidRDefault="00FB162D" w:rsidP="00E0695B">
            <w:pPr>
              <w:pStyle w:val="BodyText"/>
              <w:ind w:left="77"/>
            </w:pPr>
            <w:r>
              <w:t>UC.010 – Part A</w:t>
            </w:r>
            <w:r>
              <w:br/>
            </w:r>
            <w:r w:rsidR="000B2CFB">
              <w:t>UC.015 – Part A</w:t>
            </w:r>
            <w:r w:rsidR="00D06354">
              <w:br/>
              <w:t>UC.035</w:t>
            </w:r>
          </w:p>
        </w:tc>
        <w:tc>
          <w:tcPr>
            <w:tcW w:w="3394" w:type="dxa"/>
          </w:tcPr>
          <w:p w14:paraId="50DEA64D" w14:textId="259E554D" w:rsidR="00256EE1" w:rsidRPr="007A744E" w:rsidRDefault="00256EE1" w:rsidP="00AC3658">
            <w:pPr>
              <w:pStyle w:val="BodyText"/>
              <w:ind w:left="77"/>
            </w:pPr>
          </w:p>
        </w:tc>
      </w:tr>
      <w:tr w:rsidR="00256EE1" w:rsidRPr="007A744E" w14:paraId="34232932" w14:textId="77777777" w:rsidTr="00384DB8">
        <w:trPr>
          <w:cantSplit/>
          <w:jc w:val="right"/>
        </w:trPr>
        <w:tc>
          <w:tcPr>
            <w:tcW w:w="5098" w:type="dxa"/>
          </w:tcPr>
          <w:p w14:paraId="4D48D104"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5874</w:t>
            </w:r>
            <w:r>
              <w:t xml:space="preserve"> </w:t>
            </w:r>
            <w:r>
              <w:sym w:font="Symbol" w:char="F02D"/>
            </w:r>
            <w:r>
              <w:t xml:space="preserve"> </w:t>
            </w:r>
            <w:r w:rsidRPr="007A744E">
              <w:t>Transmission of demographic updates for unverified IHIs</w:t>
            </w:r>
          </w:p>
        </w:tc>
        <w:tc>
          <w:tcPr>
            <w:tcW w:w="1908" w:type="dxa"/>
          </w:tcPr>
          <w:p w14:paraId="7D8761DD" w14:textId="77777777" w:rsidR="00256EE1" w:rsidRPr="007A744E" w:rsidRDefault="00256EE1" w:rsidP="00AC3658">
            <w:pPr>
              <w:pStyle w:val="BodyText"/>
              <w:ind w:left="17"/>
            </w:pPr>
            <w:r w:rsidRPr="007A744E">
              <w:t>UC.015, UC.035</w:t>
            </w:r>
          </w:p>
        </w:tc>
        <w:tc>
          <w:tcPr>
            <w:tcW w:w="1494" w:type="dxa"/>
          </w:tcPr>
          <w:p w14:paraId="4DC24C34"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70CFF490" w14:textId="06686114" w:rsidR="00256EE1" w:rsidRPr="007A744E" w:rsidRDefault="000B2CFB" w:rsidP="00E0695B">
            <w:pPr>
              <w:pStyle w:val="BodyText"/>
              <w:ind w:left="77"/>
            </w:pPr>
            <w:r>
              <w:t>UC.015 – Part A</w:t>
            </w:r>
            <w:r w:rsidR="003C5AE3">
              <w:br/>
              <w:t>UC.035</w:t>
            </w:r>
          </w:p>
        </w:tc>
        <w:tc>
          <w:tcPr>
            <w:tcW w:w="3394" w:type="dxa"/>
          </w:tcPr>
          <w:p w14:paraId="31F2368A" w14:textId="66DABEA0" w:rsidR="00256EE1" w:rsidRPr="007A744E" w:rsidRDefault="00256EE1" w:rsidP="00AC3658">
            <w:pPr>
              <w:pStyle w:val="BodyText"/>
              <w:ind w:left="77"/>
            </w:pPr>
          </w:p>
        </w:tc>
      </w:tr>
      <w:tr w:rsidR="00256EE1" w:rsidRPr="007A744E" w14:paraId="23371560" w14:textId="77777777" w:rsidTr="00384DB8">
        <w:trPr>
          <w:cantSplit/>
          <w:jc w:val="right"/>
        </w:trPr>
        <w:tc>
          <w:tcPr>
            <w:tcW w:w="5098" w:type="dxa"/>
          </w:tcPr>
          <w:p w14:paraId="43F02D91"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5902</w:t>
            </w:r>
            <w:r>
              <w:t xml:space="preserve"> </w:t>
            </w:r>
            <w:r>
              <w:sym w:font="Symbol" w:char="F02D"/>
            </w:r>
            <w:r>
              <w:t xml:space="preserve"> </w:t>
            </w:r>
            <w:r w:rsidRPr="007A744E">
              <w:t>Notification of resolved provisional IHI</w:t>
            </w:r>
          </w:p>
        </w:tc>
        <w:tc>
          <w:tcPr>
            <w:tcW w:w="1908" w:type="dxa"/>
          </w:tcPr>
          <w:p w14:paraId="7010FBAC" w14:textId="77777777" w:rsidR="00256EE1" w:rsidRPr="007A744E" w:rsidRDefault="00256EE1" w:rsidP="00AC3658">
            <w:pPr>
              <w:pStyle w:val="BodyText"/>
              <w:ind w:left="17"/>
            </w:pPr>
            <w:r w:rsidRPr="007A744E">
              <w:t>UC.035</w:t>
            </w:r>
          </w:p>
        </w:tc>
        <w:tc>
          <w:tcPr>
            <w:tcW w:w="1494" w:type="dxa"/>
          </w:tcPr>
          <w:p w14:paraId="5693FA2E"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3ADFE212" w14:textId="20FEA014" w:rsidR="00256EE1" w:rsidRPr="007A744E" w:rsidRDefault="003C5AE3" w:rsidP="00E0695B">
            <w:pPr>
              <w:pStyle w:val="BodyText"/>
              <w:ind w:left="77"/>
            </w:pPr>
            <w:r>
              <w:t>UC.035</w:t>
            </w:r>
          </w:p>
        </w:tc>
        <w:tc>
          <w:tcPr>
            <w:tcW w:w="3394" w:type="dxa"/>
          </w:tcPr>
          <w:p w14:paraId="05F1AAEE" w14:textId="74E61C7D" w:rsidR="00256EE1" w:rsidRPr="007A744E" w:rsidRDefault="00256EE1" w:rsidP="00AC3658">
            <w:pPr>
              <w:pStyle w:val="BodyText"/>
              <w:ind w:left="77"/>
            </w:pPr>
          </w:p>
        </w:tc>
      </w:tr>
      <w:tr w:rsidR="00256EE1" w:rsidRPr="007A744E" w14:paraId="37A8CC41" w14:textId="77777777" w:rsidTr="00384DB8">
        <w:trPr>
          <w:cantSplit/>
          <w:jc w:val="right"/>
        </w:trPr>
        <w:tc>
          <w:tcPr>
            <w:tcW w:w="5098" w:type="dxa"/>
          </w:tcPr>
          <w:p w14:paraId="133BBE19"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5915</w:t>
            </w:r>
            <w:r>
              <w:t xml:space="preserve"> </w:t>
            </w:r>
            <w:r>
              <w:sym w:font="Symbol" w:char="F02D"/>
            </w:r>
            <w:r>
              <w:t xml:space="preserve"> </w:t>
            </w:r>
            <w:r w:rsidRPr="007A744E">
              <w:t>Capture of date of birth accuracy indicator</w:t>
            </w:r>
          </w:p>
        </w:tc>
        <w:tc>
          <w:tcPr>
            <w:tcW w:w="1908" w:type="dxa"/>
          </w:tcPr>
          <w:p w14:paraId="75F87DBA" w14:textId="77777777" w:rsidR="00256EE1" w:rsidRPr="007A744E" w:rsidRDefault="00256EE1" w:rsidP="00AC3658">
            <w:pPr>
              <w:pStyle w:val="BodyText"/>
              <w:ind w:left="17"/>
            </w:pPr>
            <w:r w:rsidRPr="007A744E">
              <w:t>UC.010</w:t>
            </w:r>
          </w:p>
        </w:tc>
        <w:tc>
          <w:tcPr>
            <w:tcW w:w="1494" w:type="dxa"/>
          </w:tcPr>
          <w:p w14:paraId="58FC2EB2"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5C6B941B" w14:textId="78CD4236" w:rsidR="00256EE1" w:rsidRPr="007A744E" w:rsidRDefault="00FB162D" w:rsidP="00E0695B">
            <w:pPr>
              <w:pStyle w:val="BodyText"/>
              <w:ind w:left="77"/>
            </w:pPr>
            <w:r>
              <w:t>UC.010 – Part A</w:t>
            </w:r>
          </w:p>
        </w:tc>
        <w:tc>
          <w:tcPr>
            <w:tcW w:w="3394" w:type="dxa"/>
          </w:tcPr>
          <w:p w14:paraId="5D9852AE" w14:textId="39F08D5A" w:rsidR="00256EE1" w:rsidRPr="007A744E" w:rsidRDefault="00256EE1" w:rsidP="00AC3658">
            <w:pPr>
              <w:pStyle w:val="BodyText"/>
              <w:ind w:left="77"/>
            </w:pPr>
          </w:p>
        </w:tc>
      </w:tr>
      <w:tr w:rsidR="00256EE1" w:rsidRPr="007A744E" w14:paraId="0BDCEE91" w14:textId="77777777" w:rsidTr="00384DB8">
        <w:trPr>
          <w:cantSplit/>
          <w:jc w:val="right"/>
        </w:trPr>
        <w:tc>
          <w:tcPr>
            <w:tcW w:w="5098" w:type="dxa"/>
          </w:tcPr>
          <w:p w14:paraId="61B0BACB"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6104</w:t>
            </w:r>
            <w:r>
              <w:t xml:space="preserve"> </w:t>
            </w:r>
            <w:r>
              <w:sym w:font="Symbol" w:char="F02D"/>
            </w:r>
            <w:r>
              <w:t xml:space="preserve"> </w:t>
            </w:r>
            <w:r w:rsidRPr="007A744E">
              <w:t>Enforce search before creation of unverified IHIs</w:t>
            </w:r>
          </w:p>
        </w:tc>
        <w:tc>
          <w:tcPr>
            <w:tcW w:w="1908" w:type="dxa"/>
          </w:tcPr>
          <w:p w14:paraId="53FAEE23" w14:textId="77777777" w:rsidR="00256EE1" w:rsidRPr="007A744E" w:rsidRDefault="00256EE1" w:rsidP="00AC3658">
            <w:pPr>
              <w:pStyle w:val="BodyText"/>
              <w:ind w:left="17"/>
            </w:pPr>
            <w:r w:rsidRPr="007A744E">
              <w:t>UC.010, UC.015</w:t>
            </w:r>
          </w:p>
        </w:tc>
        <w:tc>
          <w:tcPr>
            <w:tcW w:w="1494" w:type="dxa"/>
          </w:tcPr>
          <w:p w14:paraId="5C8EA03C"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5A3E9FC5" w14:textId="32D5060A" w:rsidR="00256EE1" w:rsidRPr="007A744E" w:rsidRDefault="00FB162D" w:rsidP="00E0695B">
            <w:pPr>
              <w:pStyle w:val="BodyText"/>
              <w:ind w:left="77"/>
            </w:pPr>
            <w:r>
              <w:t>UC.010 – Part A</w:t>
            </w:r>
            <w:r>
              <w:br/>
            </w:r>
            <w:r w:rsidR="000B2CFB">
              <w:t>UC.015 – Part A</w:t>
            </w:r>
          </w:p>
        </w:tc>
        <w:tc>
          <w:tcPr>
            <w:tcW w:w="3394" w:type="dxa"/>
          </w:tcPr>
          <w:p w14:paraId="66A610BC" w14:textId="261DA48E" w:rsidR="00256EE1" w:rsidRPr="007A744E" w:rsidRDefault="00256EE1" w:rsidP="00AC3658">
            <w:pPr>
              <w:pStyle w:val="BodyText"/>
              <w:ind w:left="77"/>
            </w:pPr>
          </w:p>
        </w:tc>
      </w:tr>
      <w:tr w:rsidR="00256EE1" w:rsidRPr="007A744E" w14:paraId="27131AFC" w14:textId="77777777" w:rsidTr="00384DB8">
        <w:trPr>
          <w:cantSplit/>
          <w:jc w:val="right"/>
        </w:trPr>
        <w:tc>
          <w:tcPr>
            <w:tcW w:w="5098" w:type="dxa"/>
          </w:tcPr>
          <w:p w14:paraId="35B8E43A" w14:textId="77777777" w:rsidR="00256EE1" w:rsidRPr="007A744E" w:rsidRDefault="00256EE1" w:rsidP="00AC3658">
            <w:pPr>
              <w:pStyle w:val="BodyText"/>
              <w:ind w:left="1077" w:hanging="1077"/>
            </w:pPr>
            <w:r w:rsidRPr="007A744E">
              <w:lastRenderedPageBreak/>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8218</w:t>
            </w:r>
            <w:r>
              <w:t xml:space="preserve"> </w:t>
            </w:r>
            <w:r>
              <w:sym w:font="Symbol" w:char="F02D"/>
            </w:r>
            <w:r>
              <w:t xml:space="preserve"> </w:t>
            </w:r>
            <w:r w:rsidRPr="007A744E">
              <w:t>Non-support for provisional IHIs</w:t>
            </w:r>
          </w:p>
        </w:tc>
        <w:tc>
          <w:tcPr>
            <w:tcW w:w="1908" w:type="dxa"/>
          </w:tcPr>
          <w:p w14:paraId="11185DB7" w14:textId="77777777" w:rsidR="00256EE1" w:rsidRPr="007A744E" w:rsidRDefault="00256EE1" w:rsidP="00AC3658">
            <w:pPr>
              <w:pStyle w:val="BodyText"/>
              <w:ind w:left="17"/>
            </w:pPr>
            <w:r w:rsidRPr="007A744E">
              <w:t>UC.010, UC.015, UC.035</w:t>
            </w:r>
          </w:p>
        </w:tc>
        <w:tc>
          <w:tcPr>
            <w:tcW w:w="1494" w:type="dxa"/>
          </w:tcPr>
          <w:p w14:paraId="6ECFE462"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7CD7EE0D" w14:textId="6EA8AE88" w:rsidR="00256EE1" w:rsidRPr="007A744E" w:rsidRDefault="00FB162D" w:rsidP="00E0695B">
            <w:pPr>
              <w:pStyle w:val="BodyText"/>
              <w:ind w:left="77"/>
            </w:pPr>
            <w:r>
              <w:t>UC.010 – Part A</w:t>
            </w:r>
            <w:r>
              <w:br/>
            </w:r>
            <w:r w:rsidR="000B2CFB">
              <w:t>UC.015 – Part A</w:t>
            </w:r>
            <w:r w:rsidR="003C5AE3">
              <w:br/>
              <w:t>UC.035</w:t>
            </w:r>
          </w:p>
        </w:tc>
        <w:tc>
          <w:tcPr>
            <w:tcW w:w="3394" w:type="dxa"/>
          </w:tcPr>
          <w:p w14:paraId="38797891" w14:textId="2F842DA5" w:rsidR="00256EE1" w:rsidRPr="007A744E" w:rsidRDefault="00256EE1" w:rsidP="00AC3658">
            <w:pPr>
              <w:pStyle w:val="BodyText"/>
              <w:ind w:left="77"/>
            </w:pPr>
          </w:p>
        </w:tc>
      </w:tr>
      <w:tr w:rsidR="00256EE1" w:rsidRPr="007A744E" w14:paraId="370BF32D" w14:textId="77777777" w:rsidTr="00384DB8">
        <w:trPr>
          <w:cantSplit/>
          <w:jc w:val="right"/>
        </w:trPr>
        <w:tc>
          <w:tcPr>
            <w:tcW w:w="5098" w:type="dxa"/>
          </w:tcPr>
          <w:p w14:paraId="22FEF3E4"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8219</w:t>
            </w:r>
            <w:r>
              <w:t xml:space="preserve"> </w:t>
            </w:r>
            <w:r>
              <w:sym w:font="Symbol" w:char="F02D"/>
            </w:r>
            <w:r>
              <w:t xml:space="preserve"> </w:t>
            </w:r>
            <w:r w:rsidRPr="007A744E">
              <w:t>Non-support for unverified IHIs</w:t>
            </w:r>
          </w:p>
        </w:tc>
        <w:tc>
          <w:tcPr>
            <w:tcW w:w="1908" w:type="dxa"/>
          </w:tcPr>
          <w:p w14:paraId="29DF2A1A" w14:textId="77777777" w:rsidR="00256EE1" w:rsidRPr="007A744E" w:rsidRDefault="00256EE1" w:rsidP="00AC3658">
            <w:pPr>
              <w:pStyle w:val="BodyText"/>
              <w:ind w:left="17"/>
            </w:pPr>
            <w:r w:rsidRPr="007A744E">
              <w:t>UC.010, UC.015, UC.025, UC.035</w:t>
            </w:r>
          </w:p>
        </w:tc>
        <w:tc>
          <w:tcPr>
            <w:tcW w:w="1494" w:type="dxa"/>
          </w:tcPr>
          <w:p w14:paraId="715EEABA"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2912261F" w14:textId="3049DEF3" w:rsidR="00256EE1" w:rsidRPr="007A744E" w:rsidRDefault="00FB162D" w:rsidP="00E0695B">
            <w:pPr>
              <w:pStyle w:val="BodyText"/>
              <w:ind w:left="77"/>
            </w:pPr>
            <w:r>
              <w:t>UC.010 – Part A</w:t>
            </w:r>
            <w:r>
              <w:br/>
            </w:r>
            <w:r w:rsidR="000B2CFB">
              <w:t>UC.015 – Part A</w:t>
            </w:r>
            <w:r w:rsidR="000B2CFB">
              <w:br/>
            </w:r>
            <w:r w:rsidR="001256CB">
              <w:t>UC.025 – Part A</w:t>
            </w:r>
            <w:r w:rsidR="003C5AE3">
              <w:br/>
              <w:t>UC.035</w:t>
            </w:r>
          </w:p>
        </w:tc>
        <w:tc>
          <w:tcPr>
            <w:tcW w:w="3394" w:type="dxa"/>
          </w:tcPr>
          <w:p w14:paraId="615FE61E" w14:textId="02D46422" w:rsidR="00256EE1" w:rsidRPr="007A744E" w:rsidRDefault="00256EE1" w:rsidP="00AC3658">
            <w:pPr>
              <w:pStyle w:val="BodyText"/>
              <w:ind w:left="77"/>
            </w:pPr>
          </w:p>
        </w:tc>
      </w:tr>
      <w:tr w:rsidR="00256EE1" w:rsidRPr="007A744E" w14:paraId="5498C072" w14:textId="77777777" w:rsidTr="00384DB8">
        <w:trPr>
          <w:cantSplit/>
          <w:jc w:val="right"/>
        </w:trPr>
        <w:tc>
          <w:tcPr>
            <w:tcW w:w="5098" w:type="dxa"/>
          </w:tcPr>
          <w:p w14:paraId="607CDCDD"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10038 – Validation of manually/OCR input HPI-I and HPI-Os</w:t>
            </w:r>
          </w:p>
        </w:tc>
        <w:tc>
          <w:tcPr>
            <w:tcW w:w="1908" w:type="dxa"/>
          </w:tcPr>
          <w:p w14:paraId="3131EA1F" w14:textId="77777777" w:rsidR="00256EE1" w:rsidRPr="007A744E" w:rsidRDefault="00256EE1" w:rsidP="00AC3658">
            <w:pPr>
              <w:pStyle w:val="BodyText"/>
              <w:ind w:left="17"/>
            </w:pPr>
            <w:r>
              <w:t>UC.080, UC.130, UC.131, UC.150, UC.305, UC.306</w:t>
            </w:r>
          </w:p>
        </w:tc>
        <w:tc>
          <w:tcPr>
            <w:tcW w:w="1494" w:type="dxa"/>
          </w:tcPr>
          <w:p w14:paraId="62EF66F3"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08D5E426" w14:textId="553AB3A9" w:rsidR="00256EE1" w:rsidRPr="007A744E" w:rsidRDefault="00FA00CF" w:rsidP="00E0695B">
            <w:pPr>
              <w:pStyle w:val="BodyText"/>
              <w:ind w:left="77"/>
            </w:pPr>
            <w:r>
              <w:t xml:space="preserve">UC.080, </w:t>
            </w:r>
            <w:r w:rsidR="00857137">
              <w:t>UC.130</w:t>
            </w:r>
            <w:r w:rsidR="00857137">
              <w:br/>
            </w:r>
            <w:r w:rsidR="005111DC">
              <w:t xml:space="preserve">UC.131, </w:t>
            </w:r>
            <w:r w:rsidR="0037457D">
              <w:t>UC.150</w:t>
            </w:r>
            <w:r w:rsidR="0037457D">
              <w:br/>
            </w:r>
            <w:r w:rsidR="005A7BBB">
              <w:t>UC.305, UC.306</w:t>
            </w:r>
          </w:p>
        </w:tc>
        <w:tc>
          <w:tcPr>
            <w:tcW w:w="3394" w:type="dxa"/>
          </w:tcPr>
          <w:p w14:paraId="154D6141" w14:textId="384D4ED4" w:rsidR="00256EE1" w:rsidRPr="007A744E" w:rsidRDefault="00256EE1" w:rsidP="00AC3658">
            <w:pPr>
              <w:pStyle w:val="BodyText"/>
              <w:ind w:left="77"/>
            </w:pPr>
          </w:p>
        </w:tc>
      </w:tr>
      <w:tr w:rsidR="00256EE1" w:rsidRPr="007A744E" w14:paraId="468084BF" w14:textId="77777777" w:rsidTr="00384DB8">
        <w:trPr>
          <w:cantSplit/>
          <w:jc w:val="right"/>
        </w:trPr>
        <w:tc>
          <w:tcPr>
            <w:tcW w:w="5098" w:type="dxa"/>
          </w:tcPr>
          <w:p w14:paraId="031BBA59"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10040 – Validation of healthcare provider identifiers with the HI Service</w:t>
            </w:r>
          </w:p>
        </w:tc>
        <w:tc>
          <w:tcPr>
            <w:tcW w:w="1908" w:type="dxa"/>
          </w:tcPr>
          <w:p w14:paraId="59C88F25" w14:textId="77777777" w:rsidR="00256EE1" w:rsidRDefault="00256EE1" w:rsidP="00AC3658">
            <w:pPr>
              <w:pStyle w:val="BodyText"/>
              <w:ind w:left="17"/>
            </w:pPr>
            <w:r>
              <w:t>UC.080, UC.130, UC.131, UC.150, UC.240, UC.241, UC.305, UC.306</w:t>
            </w:r>
          </w:p>
        </w:tc>
        <w:tc>
          <w:tcPr>
            <w:tcW w:w="1494" w:type="dxa"/>
          </w:tcPr>
          <w:p w14:paraId="7E285BBA"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22A63E35" w14:textId="56C8A548" w:rsidR="00256EE1" w:rsidRPr="007A744E" w:rsidRDefault="00FA00CF" w:rsidP="00E0695B">
            <w:pPr>
              <w:pStyle w:val="BodyText"/>
              <w:ind w:left="77"/>
            </w:pPr>
            <w:r>
              <w:t xml:space="preserve">UC.080, </w:t>
            </w:r>
            <w:r w:rsidR="00857137">
              <w:t xml:space="preserve">UC.130 </w:t>
            </w:r>
            <w:r w:rsidR="00857137">
              <w:br/>
            </w:r>
            <w:r w:rsidR="005111DC">
              <w:t xml:space="preserve">UC.131, </w:t>
            </w:r>
            <w:r w:rsidR="0037457D">
              <w:t>UC.150</w:t>
            </w:r>
            <w:r w:rsidR="000A1C2A">
              <w:br/>
              <w:t>UC.240, UC.241</w:t>
            </w:r>
            <w:r w:rsidR="000A1C2A">
              <w:br/>
              <w:t xml:space="preserve">UC.305, </w:t>
            </w:r>
            <w:r w:rsidR="005A7BBB">
              <w:t>UC.306</w:t>
            </w:r>
          </w:p>
        </w:tc>
        <w:tc>
          <w:tcPr>
            <w:tcW w:w="3394" w:type="dxa"/>
          </w:tcPr>
          <w:p w14:paraId="6D53E4E1" w14:textId="109E4413" w:rsidR="00256EE1" w:rsidRPr="007A744E" w:rsidRDefault="00256EE1" w:rsidP="00AC3658">
            <w:pPr>
              <w:pStyle w:val="BodyText"/>
              <w:ind w:left="77"/>
            </w:pPr>
          </w:p>
        </w:tc>
      </w:tr>
      <w:tr w:rsidR="00256EE1" w:rsidRPr="007A744E" w14:paraId="38383F78" w14:textId="77777777" w:rsidTr="00384DB8">
        <w:trPr>
          <w:cantSplit/>
          <w:jc w:val="right"/>
        </w:trPr>
        <w:tc>
          <w:tcPr>
            <w:tcW w:w="5098" w:type="dxa"/>
          </w:tcPr>
          <w:p w14:paraId="4B717AB6"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10044 – Minimum healthcare provider individual identifier details</w:t>
            </w:r>
          </w:p>
        </w:tc>
        <w:tc>
          <w:tcPr>
            <w:tcW w:w="1908" w:type="dxa"/>
          </w:tcPr>
          <w:p w14:paraId="5B7D8476" w14:textId="77777777" w:rsidR="00256EE1" w:rsidRDefault="00256EE1" w:rsidP="00AC3658">
            <w:pPr>
              <w:pStyle w:val="BodyText"/>
              <w:ind w:left="17"/>
            </w:pPr>
            <w:r>
              <w:t>UC.130, UC.131</w:t>
            </w:r>
          </w:p>
        </w:tc>
        <w:tc>
          <w:tcPr>
            <w:tcW w:w="1494" w:type="dxa"/>
          </w:tcPr>
          <w:p w14:paraId="794F95BB"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3749B735" w14:textId="1367BD62" w:rsidR="00256EE1" w:rsidRPr="007A744E" w:rsidRDefault="00857137" w:rsidP="00E0695B">
            <w:pPr>
              <w:pStyle w:val="BodyText"/>
              <w:ind w:left="77"/>
            </w:pPr>
            <w:r>
              <w:t xml:space="preserve">UC.130, </w:t>
            </w:r>
            <w:r w:rsidR="005111DC">
              <w:t>UC.131</w:t>
            </w:r>
          </w:p>
        </w:tc>
        <w:tc>
          <w:tcPr>
            <w:tcW w:w="3394" w:type="dxa"/>
          </w:tcPr>
          <w:p w14:paraId="7D30123A" w14:textId="5EAD3EA9" w:rsidR="00256EE1" w:rsidRPr="007A744E" w:rsidRDefault="00256EE1" w:rsidP="00AC3658">
            <w:pPr>
              <w:pStyle w:val="BodyText"/>
              <w:ind w:left="77"/>
            </w:pPr>
          </w:p>
        </w:tc>
      </w:tr>
      <w:tr w:rsidR="00256EE1" w:rsidRPr="007A744E" w14:paraId="2185B6F1" w14:textId="77777777" w:rsidTr="00384DB8">
        <w:trPr>
          <w:cantSplit/>
          <w:jc w:val="right"/>
        </w:trPr>
        <w:tc>
          <w:tcPr>
            <w:tcW w:w="5098" w:type="dxa"/>
          </w:tcPr>
          <w:p w14:paraId="60E7B6EF" w14:textId="77777777" w:rsidR="00256EE1" w:rsidRPr="007A744E" w:rsidRDefault="00256EE1" w:rsidP="00AC3658">
            <w:pPr>
              <w:pStyle w:val="BodyText"/>
              <w:ind w:left="1077" w:hanging="1077"/>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10809 - Matching IHI with local patient demographics</w:t>
            </w:r>
          </w:p>
        </w:tc>
        <w:tc>
          <w:tcPr>
            <w:tcW w:w="1908" w:type="dxa"/>
          </w:tcPr>
          <w:p w14:paraId="3461CE95" w14:textId="77777777" w:rsidR="00256EE1" w:rsidRDefault="00256EE1" w:rsidP="00AC3658">
            <w:pPr>
              <w:pStyle w:val="BodyText"/>
              <w:ind w:left="17"/>
            </w:pPr>
            <w:r>
              <w:t>UC.320, UC.325</w:t>
            </w:r>
          </w:p>
        </w:tc>
        <w:tc>
          <w:tcPr>
            <w:tcW w:w="1494" w:type="dxa"/>
          </w:tcPr>
          <w:p w14:paraId="273F0937" w14:textId="77777777" w:rsidR="00256EE1" w:rsidRPr="007A744E" w:rsidRDefault="00256EE1" w:rsidP="00AC3658">
            <w:pPr>
              <w:ind w:left="78" w:hanging="78"/>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25" w:type="dxa"/>
          </w:tcPr>
          <w:p w14:paraId="625D7F30" w14:textId="5602448C" w:rsidR="00256EE1" w:rsidRPr="007A744E" w:rsidRDefault="00E0695B" w:rsidP="00E0695B">
            <w:pPr>
              <w:pStyle w:val="BodyText"/>
              <w:ind w:left="77"/>
            </w:pPr>
            <w:r>
              <w:t>UC.320</w:t>
            </w:r>
            <w:r>
              <w:br/>
              <w:t>UC.325 – Part A</w:t>
            </w:r>
          </w:p>
        </w:tc>
        <w:tc>
          <w:tcPr>
            <w:tcW w:w="3394" w:type="dxa"/>
          </w:tcPr>
          <w:p w14:paraId="385149B7" w14:textId="22062F9E" w:rsidR="00256EE1" w:rsidRPr="007A744E" w:rsidRDefault="00256EE1" w:rsidP="00AC3658">
            <w:pPr>
              <w:pStyle w:val="BodyText"/>
              <w:ind w:left="77"/>
            </w:pPr>
          </w:p>
        </w:tc>
      </w:tr>
      <w:tr w:rsidR="00256EE1" w:rsidRPr="007A744E" w14:paraId="3E9E5171" w14:textId="77777777" w:rsidTr="00384DB8">
        <w:trPr>
          <w:cantSplit/>
          <w:jc w:val="right"/>
        </w:trPr>
        <w:tc>
          <w:tcPr>
            <w:tcW w:w="5098" w:type="dxa"/>
          </w:tcPr>
          <w:p w14:paraId="21C7FDA4" w14:textId="77777777" w:rsidR="00256EE1" w:rsidRPr="001A567B" w:rsidRDefault="00256EE1" w:rsidP="00AC3658">
            <w:pPr>
              <w:pStyle w:val="BodyText"/>
              <w:ind w:left="1077" w:hanging="1077"/>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16837 – Actions for when validation of an unverified or provisional IHI returns a resolved information message and a different IHI</w:t>
            </w:r>
          </w:p>
        </w:tc>
        <w:tc>
          <w:tcPr>
            <w:tcW w:w="1908" w:type="dxa"/>
          </w:tcPr>
          <w:p w14:paraId="105A3800" w14:textId="77777777" w:rsidR="00256EE1" w:rsidRDefault="00256EE1" w:rsidP="00AC3658">
            <w:pPr>
              <w:pStyle w:val="BodyText"/>
              <w:ind w:left="17"/>
            </w:pPr>
            <w:r>
              <w:t>UC.015, UC.025, UC.035</w:t>
            </w:r>
          </w:p>
        </w:tc>
        <w:tc>
          <w:tcPr>
            <w:tcW w:w="1494" w:type="dxa"/>
          </w:tcPr>
          <w:p w14:paraId="70230D0C" w14:textId="77777777" w:rsidR="00256EE1" w:rsidRPr="001A567B"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6F695D3D" w14:textId="70AE94AC" w:rsidR="00256EE1" w:rsidRPr="007A744E" w:rsidRDefault="000B2CFB" w:rsidP="00E0695B">
            <w:pPr>
              <w:pStyle w:val="BodyText"/>
              <w:ind w:left="77"/>
            </w:pPr>
            <w:r>
              <w:t>UC.015 – Part A</w:t>
            </w:r>
            <w:r>
              <w:br/>
            </w:r>
            <w:r w:rsidR="001256CB">
              <w:t>UC.025 – Part A</w:t>
            </w:r>
            <w:r w:rsidR="003C5AE3">
              <w:br/>
              <w:t>UC.035</w:t>
            </w:r>
          </w:p>
        </w:tc>
        <w:tc>
          <w:tcPr>
            <w:tcW w:w="3394" w:type="dxa"/>
          </w:tcPr>
          <w:p w14:paraId="0BB87648" w14:textId="37E53685" w:rsidR="00256EE1" w:rsidRPr="007A744E" w:rsidRDefault="00256EE1" w:rsidP="00AC3658">
            <w:pPr>
              <w:pStyle w:val="BodyText"/>
              <w:ind w:left="77"/>
            </w:pPr>
          </w:p>
        </w:tc>
      </w:tr>
      <w:tr w:rsidR="00256EE1" w:rsidRPr="007A744E" w14:paraId="150A36B5" w14:textId="77777777" w:rsidTr="00384DB8">
        <w:trPr>
          <w:cantSplit/>
          <w:jc w:val="right"/>
        </w:trPr>
        <w:tc>
          <w:tcPr>
            <w:tcW w:w="5098" w:type="dxa"/>
          </w:tcPr>
          <w:p w14:paraId="5AA7391C" w14:textId="77777777" w:rsidR="00256EE1" w:rsidRDefault="00256EE1" w:rsidP="00AC3658">
            <w:pPr>
              <w:pStyle w:val="BodyText"/>
              <w:ind w:left="1077" w:hanging="1077"/>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16839 – Rules for when the validation of an active unverified or provisional IHI returns the same IHI number and same IHI record status but with a different IHI status</w:t>
            </w:r>
          </w:p>
        </w:tc>
        <w:tc>
          <w:tcPr>
            <w:tcW w:w="1908" w:type="dxa"/>
          </w:tcPr>
          <w:p w14:paraId="5C46D7F0" w14:textId="77777777" w:rsidR="00256EE1" w:rsidRDefault="00256EE1" w:rsidP="00AC3658">
            <w:pPr>
              <w:pStyle w:val="BodyText"/>
              <w:ind w:left="17"/>
            </w:pPr>
            <w:r>
              <w:t>UC.015, UC.025, UC.035, UC.320, UC.330</w:t>
            </w:r>
          </w:p>
        </w:tc>
        <w:tc>
          <w:tcPr>
            <w:tcW w:w="1494" w:type="dxa"/>
          </w:tcPr>
          <w:p w14:paraId="24D6FA31" w14:textId="77777777" w:rsidR="00256EE1" w:rsidRPr="001A567B"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5D1E115D" w14:textId="6A79997D" w:rsidR="00256EE1" w:rsidRPr="007A744E" w:rsidRDefault="000B2CFB" w:rsidP="00E0695B">
            <w:pPr>
              <w:pStyle w:val="BodyText"/>
              <w:ind w:left="77"/>
            </w:pPr>
            <w:r>
              <w:t>UC.015 – Part A</w:t>
            </w:r>
            <w:r>
              <w:br/>
            </w:r>
            <w:r w:rsidR="001256CB">
              <w:t>UC.025 – Part A</w:t>
            </w:r>
            <w:r w:rsidR="005A7BBB">
              <w:br/>
            </w:r>
            <w:r w:rsidR="003C5AE3">
              <w:t xml:space="preserve">UC.035, </w:t>
            </w:r>
            <w:r w:rsidR="005A7BBB">
              <w:t>UC.320</w:t>
            </w:r>
            <w:r w:rsidR="001256CB">
              <w:br/>
            </w:r>
            <w:r w:rsidR="000E6A31">
              <w:t>UC.330 – Part A</w:t>
            </w:r>
          </w:p>
        </w:tc>
        <w:tc>
          <w:tcPr>
            <w:tcW w:w="3394" w:type="dxa"/>
          </w:tcPr>
          <w:p w14:paraId="6648E1C5" w14:textId="382ACD98" w:rsidR="00256EE1" w:rsidRPr="007A744E" w:rsidRDefault="00256EE1" w:rsidP="00AC3658">
            <w:pPr>
              <w:pStyle w:val="BodyText"/>
              <w:ind w:left="77"/>
            </w:pPr>
          </w:p>
        </w:tc>
      </w:tr>
      <w:tr w:rsidR="00256EE1" w:rsidRPr="007A744E" w14:paraId="3F7A5D99" w14:textId="77777777" w:rsidTr="00384DB8">
        <w:trPr>
          <w:cantSplit/>
          <w:jc w:val="right"/>
        </w:trPr>
        <w:tc>
          <w:tcPr>
            <w:tcW w:w="5098" w:type="dxa"/>
          </w:tcPr>
          <w:p w14:paraId="43E1860F" w14:textId="77777777" w:rsidR="00256EE1" w:rsidRDefault="00256EE1" w:rsidP="00AC3658">
            <w:pPr>
              <w:pStyle w:val="BodyText"/>
              <w:ind w:left="1077" w:hanging="1077"/>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16840 – Rules for when the validation of a deceased unverified or provisional IHI returns the same IHI number and same record status but with a different IHI status</w:t>
            </w:r>
          </w:p>
        </w:tc>
        <w:tc>
          <w:tcPr>
            <w:tcW w:w="1908" w:type="dxa"/>
          </w:tcPr>
          <w:p w14:paraId="3DE0D227" w14:textId="77777777" w:rsidR="00256EE1" w:rsidRDefault="00256EE1" w:rsidP="00AC3658">
            <w:pPr>
              <w:pStyle w:val="BodyText"/>
              <w:ind w:left="17"/>
            </w:pPr>
            <w:r>
              <w:t>UC.015, UC.025, UC.035, UC.320, UC.330</w:t>
            </w:r>
          </w:p>
        </w:tc>
        <w:tc>
          <w:tcPr>
            <w:tcW w:w="1494" w:type="dxa"/>
          </w:tcPr>
          <w:p w14:paraId="74EB00CD" w14:textId="77777777" w:rsidR="00256EE1" w:rsidRPr="001A567B"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25" w:type="dxa"/>
          </w:tcPr>
          <w:p w14:paraId="6FFD1A55" w14:textId="300C9D88" w:rsidR="00256EE1" w:rsidRPr="007A744E" w:rsidRDefault="000B2CFB" w:rsidP="00E0695B">
            <w:pPr>
              <w:pStyle w:val="BodyText"/>
              <w:ind w:left="77"/>
            </w:pPr>
            <w:r>
              <w:t>UC.015 – Part A</w:t>
            </w:r>
            <w:r>
              <w:br/>
            </w:r>
            <w:r w:rsidR="001256CB">
              <w:t>UC.025 – Part A</w:t>
            </w:r>
            <w:r w:rsidR="005A7BBB">
              <w:br/>
            </w:r>
            <w:r w:rsidR="003C5AE3">
              <w:t xml:space="preserve">UC.035, </w:t>
            </w:r>
            <w:r w:rsidR="005A7BBB">
              <w:t>UC.320</w:t>
            </w:r>
            <w:r w:rsidR="001256CB">
              <w:br/>
            </w:r>
            <w:r w:rsidR="007D04C1">
              <w:t>UC.330 – Part A</w:t>
            </w:r>
          </w:p>
        </w:tc>
        <w:tc>
          <w:tcPr>
            <w:tcW w:w="3394" w:type="dxa"/>
          </w:tcPr>
          <w:p w14:paraId="768AA21E" w14:textId="658D121F" w:rsidR="00256EE1" w:rsidRPr="007A744E" w:rsidRDefault="00256EE1" w:rsidP="00AC3658">
            <w:pPr>
              <w:pStyle w:val="BodyText"/>
              <w:ind w:left="77"/>
            </w:pPr>
          </w:p>
        </w:tc>
      </w:tr>
    </w:tbl>
    <w:p w14:paraId="3B3682C7" w14:textId="3543D86C" w:rsidR="00291FEF" w:rsidRDefault="00291FEF" w:rsidP="00291FEF">
      <w:pPr>
        <w:ind w:left="851"/>
      </w:pPr>
    </w:p>
    <w:p w14:paraId="7C58F959" w14:textId="77777777" w:rsidR="00291FEF" w:rsidRDefault="00291FEF">
      <w:pPr>
        <w:spacing w:after="0"/>
        <w:rPr>
          <w:rFonts w:eastAsia="Times New Roman" w:cs="Arial"/>
          <w:b/>
          <w:kern w:val="32"/>
          <w:sz w:val="24"/>
          <w:szCs w:val="28"/>
          <w:lang w:eastAsia="en-AU"/>
        </w:rPr>
      </w:pPr>
      <w:r>
        <w:br w:type="page"/>
      </w:r>
    </w:p>
    <w:p w14:paraId="06D26FB2" w14:textId="62D0B913" w:rsidR="00291FEF" w:rsidRDefault="00291FEF" w:rsidP="00291FEF">
      <w:pPr>
        <w:pStyle w:val="Heading3"/>
      </w:pPr>
      <w:bookmarkStart w:id="59" w:name="_Ref66268829"/>
      <w:bookmarkStart w:id="60" w:name="_Toc75784475"/>
      <w:r>
        <w:lastRenderedPageBreak/>
        <w:t>Recommended Requirements</w:t>
      </w:r>
      <w:bookmarkEnd w:id="59"/>
      <w:bookmarkEnd w:id="60"/>
    </w:p>
    <w:p w14:paraId="08E15118" w14:textId="5085ED6C" w:rsidR="00291FEF" w:rsidRPr="004950DC" w:rsidRDefault="00291FEF" w:rsidP="00291FEF">
      <w:pPr>
        <w:pStyle w:val="BodyText"/>
      </w:pPr>
      <w:r w:rsidRPr="004950DC">
        <w:t>The implementation supports</w:t>
      </w:r>
      <w:r>
        <w:t xml:space="preserve"> the following recommended requirements (tick all that apply)</w:t>
      </w:r>
      <w:r w:rsidRPr="004950DC">
        <w:t>:</w:t>
      </w:r>
    </w:p>
    <w:tbl>
      <w:tblPr>
        <w:tblW w:w="138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4985"/>
        <w:gridCol w:w="1795"/>
        <w:gridCol w:w="1470"/>
        <w:gridCol w:w="2042"/>
        <w:gridCol w:w="3564"/>
      </w:tblGrid>
      <w:tr w:rsidR="00256EE1" w:rsidRPr="008003B3" w14:paraId="2DC1FEE5" w14:textId="77777777" w:rsidTr="003027D3">
        <w:trPr>
          <w:cantSplit/>
          <w:tblHeader/>
          <w:jc w:val="right"/>
        </w:trPr>
        <w:tc>
          <w:tcPr>
            <w:tcW w:w="4985" w:type="dxa"/>
            <w:shd w:val="clear" w:color="auto" w:fill="D9D9D9"/>
            <w:vAlign w:val="bottom"/>
          </w:tcPr>
          <w:p w14:paraId="729800E3" w14:textId="77777777" w:rsidR="00256EE1" w:rsidRPr="008003B3" w:rsidRDefault="00256EE1" w:rsidP="00AC3658">
            <w:pPr>
              <w:pStyle w:val="BodyText"/>
              <w:ind w:hanging="1101"/>
            </w:pPr>
            <w:r>
              <w:t xml:space="preserve">     </w:t>
            </w:r>
            <w:r w:rsidRPr="008003B3">
              <w:t>Recommended requirement</w:t>
            </w:r>
          </w:p>
        </w:tc>
        <w:tc>
          <w:tcPr>
            <w:tcW w:w="1795" w:type="dxa"/>
            <w:shd w:val="clear" w:color="auto" w:fill="D9D9D9"/>
            <w:vAlign w:val="bottom"/>
          </w:tcPr>
          <w:p w14:paraId="4C66F0BC" w14:textId="77777777" w:rsidR="00256EE1" w:rsidRPr="008003B3" w:rsidRDefault="00256EE1" w:rsidP="00AC3658">
            <w:pPr>
              <w:pStyle w:val="BodyText"/>
              <w:ind w:left="0"/>
              <w:jc w:val="center"/>
            </w:pPr>
            <w:r>
              <w:t>Related b</w:t>
            </w:r>
            <w:r w:rsidRPr="00B619F6">
              <w:t xml:space="preserve">usiness </w:t>
            </w:r>
            <w:r w:rsidRPr="008003B3">
              <w:t>use case</w:t>
            </w:r>
            <w:r>
              <w:t>(</w:t>
            </w:r>
            <w:r w:rsidRPr="008003B3">
              <w:t>s</w:t>
            </w:r>
            <w:r>
              <w:t>)</w:t>
            </w:r>
          </w:p>
        </w:tc>
        <w:tc>
          <w:tcPr>
            <w:tcW w:w="1470" w:type="dxa"/>
            <w:shd w:val="clear" w:color="auto" w:fill="D9D9D9"/>
            <w:vAlign w:val="bottom"/>
          </w:tcPr>
          <w:p w14:paraId="242E4845" w14:textId="77777777" w:rsidR="00256EE1" w:rsidRPr="008003B3" w:rsidRDefault="00256EE1" w:rsidP="00AC3658">
            <w:pPr>
              <w:pStyle w:val="BodyText"/>
              <w:ind w:left="220" w:hanging="220"/>
              <w:jc w:val="center"/>
            </w:pPr>
            <w:r w:rsidRPr="008003B3">
              <w:t>Self-assessment successful?</w:t>
            </w:r>
          </w:p>
        </w:tc>
        <w:tc>
          <w:tcPr>
            <w:tcW w:w="2042" w:type="dxa"/>
            <w:shd w:val="clear" w:color="auto" w:fill="D9D9D9"/>
          </w:tcPr>
          <w:p w14:paraId="5F2B17C8" w14:textId="427C53B7" w:rsidR="00256EE1" w:rsidRPr="008003B3" w:rsidRDefault="00256EE1" w:rsidP="00256EE1">
            <w:pPr>
              <w:pStyle w:val="BodyText"/>
              <w:ind w:left="77"/>
            </w:pPr>
            <w:r>
              <w:t>Related CTS worksheet</w:t>
            </w:r>
            <w:r w:rsidR="00FB119C">
              <w:t>(s)</w:t>
            </w:r>
          </w:p>
        </w:tc>
        <w:tc>
          <w:tcPr>
            <w:tcW w:w="3564" w:type="dxa"/>
            <w:shd w:val="clear" w:color="auto" w:fill="D9D9D9"/>
            <w:vAlign w:val="bottom"/>
          </w:tcPr>
          <w:p w14:paraId="1E974F18" w14:textId="58B97E32" w:rsidR="00256EE1" w:rsidRPr="008003B3" w:rsidRDefault="00256EE1" w:rsidP="00AC3658">
            <w:pPr>
              <w:pStyle w:val="BodyText"/>
              <w:ind w:left="77"/>
            </w:pPr>
            <w:r w:rsidRPr="008003B3">
              <w:t xml:space="preserve">Comments </w:t>
            </w:r>
          </w:p>
        </w:tc>
      </w:tr>
      <w:tr w:rsidR="00256EE1" w:rsidRPr="008003B3" w14:paraId="35C0E2BE" w14:textId="77777777" w:rsidTr="003027D3">
        <w:trPr>
          <w:cantSplit/>
          <w:jc w:val="right"/>
        </w:trPr>
        <w:tc>
          <w:tcPr>
            <w:tcW w:w="4985" w:type="dxa"/>
          </w:tcPr>
          <w:p w14:paraId="065C735B" w14:textId="77777777" w:rsidR="00256EE1" w:rsidRPr="008003B3" w:rsidRDefault="00256EE1" w:rsidP="00AC3658">
            <w:pPr>
              <w:pStyle w:val="BodyText"/>
              <w:ind w:left="1077" w:hanging="1101"/>
            </w:pPr>
            <w:r w:rsidRPr="008003B3">
              <w:fldChar w:fldCharType="begin">
                <w:ffData>
                  <w:name w:val=""/>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5802</w:t>
            </w:r>
            <w:r>
              <w:t xml:space="preserve"> </w:t>
            </w:r>
            <w:r>
              <w:sym w:font="Symbol" w:char="F02D"/>
            </w:r>
            <w:r>
              <w:t xml:space="preserve"> </w:t>
            </w:r>
            <w:r w:rsidRPr="008003B3">
              <w:t>Manual entry of an IHI</w:t>
            </w:r>
          </w:p>
        </w:tc>
        <w:tc>
          <w:tcPr>
            <w:tcW w:w="1795" w:type="dxa"/>
          </w:tcPr>
          <w:p w14:paraId="23C22D92" w14:textId="77777777" w:rsidR="00256EE1" w:rsidRPr="008003B3" w:rsidRDefault="00256EE1" w:rsidP="00AC3658">
            <w:pPr>
              <w:pStyle w:val="BodyText"/>
              <w:ind w:left="0"/>
            </w:pPr>
            <w:r w:rsidRPr="008003B3">
              <w:t>UC.005, UC.010, UC.015, UC.035</w:t>
            </w:r>
          </w:p>
        </w:tc>
        <w:tc>
          <w:tcPr>
            <w:tcW w:w="1470" w:type="dxa"/>
          </w:tcPr>
          <w:p w14:paraId="6B5B06C3"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0AC083BD" w14:textId="6F0428BE" w:rsidR="00256EE1" w:rsidRPr="008003B3" w:rsidRDefault="00AD0464" w:rsidP="00256EE1">
            <w:pPr>
              <w:pStyle w:val="BodyText"/>
              <w:ind w:left="77"/>
            </w:pPr>
            <w:r>
              <w:t>UC.005</w:t>
            </w:r>
            <w:r>
              <w:br/>
            </w:r>
            <w:r w:rsidR="00FB162D">
              <w:t>UC.010 – Part A</w:t>
            </w:r>
            <w:r w:rsidR="00FB162D">
              <w:br/>
            </w:r>
            <w:r w:rsidR="000B2CFB">
              <w:t>UC.015 – Part A</w:t>
            </w:r>
            <w:r w:rsidR="003C5AE3">
              <w:br/>
              <w:t>UC.035</w:t>
            </w:r>
          </w:p>
        </w:tc>
        <w:tc>
          <w:tcPr>
            <w:tcW w:w="3564" w:type="dxa"/>
          </w:tcPr>
          <w:p w14:paraId="1E1F670B" w14:textId="133C48C6" w:rsidR="00256EE1" w:rsidRPr="008003B3" w:rsidRDefault="00256EE1" w:rsidP="00AC3658">
            <w:pPr>
              <w:pStyle w:val="BodyText"/>
              <w:ind w:left="77"/>
            </w:pPr>
          </w:p>
        </w:tc>
      </w:tr>
      <w:tr w:rsidR="00256EE1" w:rsidRPr="008003B3" w14:paraId="35BA4B3A" w14:textId="77777777" w:rsidTr="003027D3">
        <w:trPr>
          <w:cantSplit/>
          <w:jc w:val="right"/>
        </w:trPr>
        <w:tc>
          <w:tcPr>
            <w:tcW w:w="4985" w:type="dxa"/>
          </w:tcPr>
          <w:p w14:paraId="43C77362" w14:textId="77777777" w:rsidR="00256EE1" w:rsidRPr="008003B3" w:rsidRDefault="00256EE1" w:rsidP="00AC3658">
            <w:pPr>
              <w:pStyle w:val="BodyText"/>
              <w:ind w:left="1077" w:hanging="1101"/>
            </w:pPr>
            <w:r w:rsidRPr="008003B3">
              <w:fldChar w:fldCharType="begin">
                <w:ffData>
                  <w:name w:val=""/>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5804</w:t>
            </w:r>
            <w:r>
              <w:t xml:space="preserve"> </w:t>
            </w:r>
            <w:r>
              <w:sym w:font="Symbol" w:char="F02D"/>
            </w:r>
            <w:r>
              <w:t xml:space="preserve"> </w:t>
            </w:r>
            <w:r w:rsidRPr="008003B3">
              <w:t xml:space="preserve">Identification of a patient’s </w:t>
            </w:r>
            <w:r>
              <w:t>given and family</w:t>
            </w:r>
            <w:r w:rsidRPr="008003B3">
              <w:t xml:space="preserve"> name</w:t>
            </w:r>
          </w:p>
        </w:tc>
        <w:tc>
          <w:tcPr>
            <w:tcW w:w="1795" w:type="dxa"/>
          </w:tcPr>
          <w:p w14:paraId="55A240B4" w14:textId="77777777" w:rsidR="00256EE1" w:rsidRPr="008003B3" w:rsidRDefault="00256EE1" w:rsidP="00AC3658">
            <w:pPr>
              <w:pStyle w:val="BodyText"/>
              <w:ind w:left="0"/>
            </w:pPr>
            <w:r w:rsidRPr="008003B3">
              <w:t>UC.005, UC.010, UC.015</w:t>
            </w:r>
          </w:p>
        </w:tc>
        <w:tc>
          <w:tcPr>
            <w:tcW w:w="1470" w:type="dxa"/>
          </w:tcPr>
          <w:p w14:paraId="4C992BE1"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5E1460E3" w14:textId="0D9C0606" w:rsidR="00256EE1" w:rsidRPr="008003B3" w:rsidRDefault="00AD0464" w:rsidP="000B2CFB">
            <w:pPr>
              <w:pStyle w:val="BodyText"/>
              <w:ind w:left="77"/>
            </w:pPr>
            <w:r>
              <w:t>UC.005</w:t>
            </w:r>
            <w:r>
              <w:br/>
            </w:r>
            <w:r w:rsidR="00FB162D">
              <w:t>UC.010 – Part A</w:t>
            </w:r>
            <w:r w:rsidR="00FB162D">
              <w:br/>
            </w:r>
            <w:r w:rsidR="000B2CFB">
              <w:t>UC.015 – Part A</w:t>
            </w:r>
          </w:p>
        </w:tc>
        <w:tc>
          <w:tcPr>
            <w:tcW w:w="3564" w:type="dxa"/>
          </w:tcPr>
          <w:p w14:paraId="2B35458F" w14:textId="168A98CB" w:rsidR="00256EE1" w:rsidRPr="008003B3" w:rsidRDefault="00256EE1" w:rsidP="00AC3658">
            <w:pPr>
              <w:pStyle w:val="BodyText"/>
              <w:ind w:left="77"/>
            </w:pPr>
          </w:p>
        </w:tc>
      </w:tr>
      <w:tr w:rsidR="00256EE1" w:rsidRPr="008003B3" w14:paraId="671331F2" w14:textId="77777777" w:rsidTr="003027D3">
        <w:trPr>
          <w:cantSplit/>
          <w:jc w:val="right"/>
        </w:trPr>
        <w:tc>
          <w:tcPr>
            <w:tcW w:w="4985" w:type="dxa"/>
          </w:tcPr>
          <w:p w14:paraId="46E4C676" w14:textId="77777777" w:rsidR="00256EE1" w:rsidRPr="008003B3" w:rsidRDefault="00256EE1" w:rsidP="00AC3658">
            <w:pPr>
              <w:pStyle w:val="BodyText"/>
              <w:ind w:left="1077" w:hanging="1101"/>
            </w:pPr>
            <w:r w:rsidRPr="008003B3">
              <w:fldChar w:fldCharType="begin">
                <w:ffData>
                  <w:name w:val=""/>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5809</w:t>
            </w:r>
            <w:r>
              <w:t xml:space="preserve"> </w:t>
            </w:r>
            <w:r>
              <w:sym w:font="Symbol" w:char="F02D"/>
            </w:r>
            <w:r>
              <w:t xml:space="preserve"> </w:t>
            </w:r>
            <w:r w:rsidRPr="008003B3">
              <w:t>Capture and storage of one or more other name(s) for a patient</w:t>
            </w:r>
          </w:p>
        </w:tc>
        <w:tc>
          <w:tcPr>
            <w:tcW w:w="1795" w:type="dxa"/>
          </w:tcPr>
          <w:p w14:paraId="519E8744" w14:textId="77777777" w:rsidR="00256EE1" w:rsidRPr="008003B3" w:rsidRDefault="00256EE1" w:rsidP="00AC3658">
            <w:pPr>
              <w:pStyle w:val="BodyText"/>
              <w:ind w:left="0"/>
            </w:pPr>
            <w:r w:rsidRPr="008003B3">
              <w:t>UC.010, UC.015, UC.035</w:t>
            </w:r>
          </w:p>
        </w:tc>
        <w:tc>
          <w:tcPr>
            <w:tcW w:w="1470" w:type="dxa"/>
          </w:tcPr>
          <w:p w14:paraId="49B812D8"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7A347985" w14:textId="3A744E27" w:rsidR="00256EE1" w:rsidRPr="008003B3" w:rsidRDefault="00FB162D" w:rsidP="00256EE1">
            <w:pPr>
              <w:pStyle w:val="BodyText"/>
              <w:ind w:left="77"/>
            </w:pPr>
            <w:r>
              <w:t>UC.010 – Part A</w:t>
            </w:r>
            <w:r>
              <w:br/>
            </w:r>
            <w:r w:rsidR="000B2CFB">
              <w:t>UC.015 – Part A</w:t>
            </w:r>
            <w:r w:rsidR="003C5AE3">
              <w:br/>
              <w:t>UC.035</w:t>
            </w:r>
          </w:p>
        </w:tc>
        <w:tc>
          <w:tcPr>
            <w:tcW w:w="3564" w:type="dxa"/>
          </w:tcPr>
          <w:p w14:paraId="35B7CBD3" w14:textId="4ED5C6B2" w:rsidR="00256EE1" w:rsidRPr="008003B3" w:rsidRDefault="00256EE1" w:rsidP="00AC3658">
            <w:pPr>
              <w:pStyle w:val="BodyText"/>
              <w:ind w:left="77"/>
            </w:pPr>
          </w:p>
        </w:tc>
      </w:tr>
      <w:tr w:rsidR="007348BC" w:rsidRPr="008003B3" w14:paraId="4AA40258" w14:textId="77777777" w:rsidTr="003027D3">
        <w:trPr>
          <w:cantSplit/>
          <w:jc w:val="right"/>
        </w:trPr>
        <w:tc>
          <w:tcPr>
            <w:tcW w:w="4985" w:type="dxa"/>
          </w:tcPr>
          <w:p w14:paraId="170C8B07" w14:textId="3C99A438" w:rsidR="007348BC" w:rsidRPr="008003B3" w:rsidRDefault="007348BC" w:rsidP="007348BC">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5812</w:t>
            </w:r>
            <w:r>
              <w:t xml:space="preserve"> </w:t>
            </w:r>
            <w:r>
              <w:sym w:font="Symbol" w:char="F02D"/>
            </w:r>
            <w:r>
              <w:t xml:space="preserve"> </w:t>
            </w:r>
            <w:r w:rsidRPr="008003B3">
              <w:t>IHI number search</w:t>
            </w:r>
          </w:p>
        </w:tc>
        <w:tc>
          <w:tcPr>
            <w:tcW w:w="1795" w:type="dxa"/>
          </w:tcPr>
          <w:p w14:paraId="573E4AB5" w14:textId="6D3DDCF8" w:rsidR="007348BC" w:rsidRPr="008003B3" w:rsidRDefault="007348BC" w:rsidP="007348BC">
            <w:pPr>
              <w:pStyle w:val="BodyText"/>
              <w:ind w:left="0"/>
            </w:pPr>
            <w:r w:rsidRPr="008003B3">
              <w:t>UC.010, UC.015</w:t>
            </w:r>
          </w:p>
        </w:tc>
        <w:tc>
          <w:tcPr>
            <w:tcW w:w="1470" w:type="dxa"/>
          </w:tcPr>
          <w:p w14:paraId="0BC4E051" w14:textId="7953141F" w:rsidR="007348BC" w:rsidRPr="008003B3" w:rsidRDefault="007348BC" w:rsidP="007348BC">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1ADE3FBF" w14:textId="0337D730" w:rsidR="007348BC" w:rsidRDefault="007348BC" w:rsidP="007348BC">
            <w:pPr>
              <w:pStyle w:val="BodyText"/>
              <w:ind w:left="77"/>
            </w:pPr>
            <w:r>
              <w:t>UC.010 – Part C</w:t>
            </w:r>
            <w:r>
              <w:br/>
              <w:t>UC.015 – Part C</w:t>
            </w:r>
          </w:p>
        </w:tc>
        <w:tc>
          <w:tcPr>
            <w:tcW w:w="3564" w:type="dxa"/>
          </w:tcPr>
          <w:p w14:paraId="5B403E54" w14:textId="77777777" w:rsidR="007348BC" w:rsidRPr="008003B3" w:rsidRDefault="007348BC" w:rsidP="007348BC">
            <w:pPr>
              <w:pStyle w:val="BodyText"/>
              <w:ind w:left="77"/>
            </w:pPr>
          </w:p>
        </w:tc>
      </w:tr>
      <w:tr w:rsidR="007348BC" w:rsidRPr="008003B3" w14:paraId="67B3D2EB" w14:textId="77777777" w:rsidTr="003027D3">
        <w:trPr>
          <w:cantSplit/>
          <w:jc w:val="right"/>
        </w:trPr>
        <w:tc>
          <w:tcPr>
            <w:tcW w:w="4985" w:type="dxa"/>
          </w:tcPr>
          <w:p w14:paraId="6824611C" w14:textId="1046EB89" w:rsidR="007348BC" w:rsidRPr="008003B3" w:rsidRDefault="007348BC" w:rsidP="007348BC">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5813</w:t>
            </w:r>
            <w:r>
              <w:t xml:space="preserve"> </w:t>
            </w:r>
            <w:r>
              <w:sym w:font="Symbol" w:char="F02D"/>
            </w:r>
            <w:r>
              <w:t xml:space="preserve"> </w:t>
            </w:r>
            <w:r w:rsidRPr="008003B3">
              <w:t>Medicare card search</w:t>
            </w:r>
          </w:p>
        </w:tc>
        <w:tc>
          <w:tcPr>
            <w:tcW w:w="1795" w:type="dxa"/>
          </w:tcPr>
          <w:p w14:paraId="56AE4D48" w14:textId="0BC6A8DD" w:rsidR="007348BC" w:rsidRPr="008003B3" w:rsidRDefault="007348BC" w:rsidP="007348BC">
            <w:pPr>
              <w:pStyle w:val="BodyText"/>
              <w:ind w:left="0"/>
            </w:pPr>
            <w:r w:rsidRPr="008003B3">
              <w:t>UC.010, UC.015</w:t>
            </w:r>
          </w:p>
        </w:tc>
        <w:tc>
          <w:tcPr>
            <w:tcW w:w="1470" w:type="dxa"/>
          </w:tcPr>
          <w:p w14:paraId="77D7A263" w14:textId="5F48D257" w:rsidR="007348BC" w:rsidRPr="008003B3" w:rsidRDefault="007348BC" w:rsidP="007348BC">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267DAB00" w14:textId="07BA4C52" w:rsidR="007348BC" w:rsidRDefault="007348BC" w:rsidP="007348BC">
            <w:pPr>
              <w:pStyle w:val="BodyText"/>
              <w:ind w:left="77"/>
            </w:pPr>
            <w:r>
              <w:t>UC.010 – Part C</w:t>
            </w:r>
            <w:r>
              <w:br/>
              <w:t>UC.015 – Part C</w:t>
            </w:r>
          </w:p>
        </w:tc>
        <w:tc>
          <w:tcPr>
            <w:tcW w:w="3564" w:type="dxa"/>
          </w:tcPr>
          <w:p w14:paraId="3E15DC5E" w14:textId="77777777" w:rsidR="007348BC" w:rsidRPr="008003B3" w:rsidRDefault="007348BC" w:rsidP="007348BC">
            <w:pPr>
              <w:pStyle w:val="BodyText"/>
              <w:ind w:left="77"/>
            </w:pPr>
          </w:p>
        </w:tc>
      </w:tr>
      <w:tr w:rsidR="007348BC" w:rsidRPr="008003B3" w14:paraId="56CD3A6F" w14:textId="77777777" w:rsidTr="003027D3">
        <w:trPr>
          <w:cantSplit/>
          <w:jc w:val="right"/>
        </w:trPr>
        <w:tc>
          <w:tcPr>
            <w:tcW w:w="4985" w:type="dxa"/>
          </w:tcPr>
          <w:p w14:paraId="2ADE261C" w14:textId="110E8ACF" w:rsidR="007348BC" w:rsidRPr="008003B3" w:rsidRDefault="007348BC" w:rsidP="007348BC">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5814</w:t>
            </w:r>
            <w:r>
              <w:t xml:space="preserve"> </w:t>
            </w:r>
            <w:r>
              <w:sym w:font="Symbol" w:char="F02D"/>
            </w:r>
            <w:r>
              <w:t xml:space="preserve"> </w:t>
            </w:r>
            <w:r w:rsidRPr="008003B3">
              <w:t>DVA File number search</w:t>
            </w:r>
          </w:p>
        </w:tc>
        <w:tc>
          <w:tcPr>
            <w:tcW w:w="1795" w:type="dxa"/>
          </w:tcPr>
          <w:p w14:paraId="2768CC73" w14:textId="75EFD055" w:rsidR="007348BC" w:rsidRPr="008003B3" w:rsidRDefault="007348BC" w:rsidP="007348BC">
            <w:pPr>
              <w:pStyle w:val="BodyText"/>
              <w:ind w:left="0"/>
            </w:pPr>
            <w:r w:rsidRPr="008003B3">
              <w:t>UC.010, UC.015</w:t>
            </w:r>
          </w:p>
        </w:tc>
        <w:tc>
          <w:tcPr>
            <w:tcW w:w="1470" w:type="dxa"/>
          </w:tcPr>
          <w:p w14:paraId="7A782E2B" w14:textId="0C18425F" w:rsidR="007348BC" w:rsidRPr="008003B3" w:rsidRDefault="007348BC" w:rsidP="007348BC">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6F901204" w14:textId="19B6E2CC" w:rsidR="007348BC" w:rsidRDefault="007348BC" w:rsidP="007348BC">
            <w:pPr>
              <w:pStyle w:val="BodyText"/>
              <w:ind w:left="77"/>
            </w:pPr>
            <w:r>
              <w:t>UC.010 – Part C</w:t>
            </w:r>
            <w:r>
              <w:br/>
              <w:t>UC.015 – Part C</w:t>
            </w:r>
          </w:p>
        </w:tc>
        <w:tc>
          <w:tcPr>
            <w:tcW w:w="3564" w:type="dxa"/>
          </w:tcPr>
          <w:p w14:paraId="051020F6" w14:textId="77777777" w:rsidR="007348BC" w:rsidRPr="008003B3" w:rsidRDefault="007348BC" w:rsidP="007348BC">
            <w:pPr>
              <w:pStyle w:val="BodyText"/>
              <w:ind w:left="77"/>
            </w:pPr>
          </w:p>
        </w:tc>
      </w:tr>
      <w:tr w:rsidR="00256EE1" w:rsidRPr="008003B3" w14:paraId="45DFD4E4" w14:textId="77777777" w:rsidTr="003027D3">
        <w:trPr>
          <w:cantSplit/>
          <w:jc w:val="right"/>
        </w:trPr>
        <w:tc>
          <w:tcPr>
            <w:tcW w:w="4985" w:type="dxa"/>
          </w:tcPr>
          <w:p w14:paraId="2139A4C5"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5815</w:t>
            </w:r>
            <w:r>
              <w:t xml:space="preserve"> </w:t>
            </w:r>
            <w:r>
              <w:sym w:font="Symbol" w:char="F02D"/>
            </w:r>
            <w:r>
              <w:t xml:space="preserve"> Address</w:t>
            </w:r>
            <w:r w:rsidRPr="008003B3">
              <w:t xml:space="preserve"> search</w:t>
            </w:r>
          </w:p>
        </w:tc>
        <w:tc>
          <w:tcPr>
            <w:tcW w:w="1795" w:type="dxa"/>
          </w:tcPr>
          <w:p w14:paraId="3B72E4B8" w14:textId="77777777" w:rsidR="00256EE1" w:rsidRPr="008003B3" w:rsidRDefault="00256EE1" w:rsidP="00AC3658">
            <w:pPr>
              <w:pStyle w:val="BodyText"/>
              <w:ind w:left="0"/>
            </w:pPr>
            <w:r w:rsidRPr="008003B3">
              <w:t>UC.010, UC.015</w:t>
            </w:r>
          </w:p>
        </w:tc>
        <w:tc>
          <w:tcPr>
            <w:tcW w:w="1470" w:type="dxa"/>
          </w:tcPr>
          <w:p w14:paraId="41BD47CD"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0695A609" w14:textId="6E46785F" w:rsidR="00256EE1" w:rsidRPr="008003B3" w:rsidRDefault="00FB162D" w:rsidP="00256EE1">
            <w:pPr>
              <w:pStyle w:val="BodyText"/>
              <w:ind w:left="77"/>
            </w:pPr>
            <w:r>
              <w:t>UC.010 – Part A</w:t>
            </w:r>
            <w:r>
              <w:br/>
            </w:r>
            <w:r w:rsidR="000B2CFB">
              <w:t>UC.015 – Part A</w:t>
            </w:r>
          </w:p>
        </w:tc>
        <w:tc>
          <w:tcPr>
            <w:tcW w:w="3564" w:type="dxa"/>
          </w:tcPr>
          <w:p w14:paraId="15785EF7" w14:textId="67320FD1" w:rsidR="00256EE1" w:rsidRPr="008003B3" w:rsidRDefault="00256EE1" w:rsidP="00AC3658">
            <w:pPr>
              <w:pStyle w:val="BodyText"/>
              <w:ind w:left="77"/>
            </w:pPr>
          </w:p>
        </w:tc>
      </w:tr>
      <w:tr w:rsidR="003C5AE3" w:rsidRPr="008003B3" w14:paraId="2D5A87FB" w14:textId="77777777" w:rsidTr="003027D3">
        <w:trPr>
          <w:cantSplit/>
          <w:jc w:val="right"/>
        </w:trPr>
        <w:tc>
          <w:tcPr>
            <w:tcW w:w="4985" w:type="dxa"/>
          </w:tcPr>
          <w:p w14:paraId="6F9728F4" w14:textId="2AA0D597" w:rsidR="003C5AE3" w:rsidRPr="008003B3" w:rsidRDefault="003C5AE3" w:rsidP="003C5AE3">
            <w:pPr>
              <w:pStyle w:val="BodyText"/>
              <w:ind w:left="1077" w:hanging="1101"/>
            </w:pPr>
            <w:r w:rsidRPr="008003B3">
              <w:lastRenderedPageBreak/>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5818</w:t>
            </w:r>
            <w:r>
              <w:t xml:space="preserve"> </w:t>
            </w:r>
            <w:r>
              <w:sym w:font="Symbol" w:char="F02D"/>
            </w:r>
            <w:r>
              <w:t xml:space="preserve"> </w:t>
            </w:r>
            <w:r w:rsidRPr="008003B3">
              <w:t>Resubmit search with modified search criteria</w:t>
            </w:r>
          </w:p>
        </w:tc>
        <w:tc>
          <w:tcPr>
            <w:tcW w:w="1795" w:type="dxa"/>
          </w:tcPr>
          <w:p w14:paraId="150B01FE" w14:textId="62F3F3F6" w:rsidR="003C5AE3" w:rsidRPr="008003B3" w:rsidRDefault="00D816F4" w:rsidP="003C5AE3">
            <w:pPr>
              <w:pStyle w:val="BodyText"/>
              <w:ind w:left="0"/>
            </w:pPr>
            <w:r>
              <w:t xml:space="preserve">UC.010, UC.015, </w:t>
            </w:r>
            <w:r w:rsidR="003C5AE3" w:rsidRPr="008003B3">
              <w:t>UC.</w:t>
            </w:r>
            <w:r w:rsidR="003C5AE3">
              <w:t>035</w:t>
            </w:r>
          </w:p>
        </w:tc>
        <w:tc>
          <w:tcPr>
            <w:tcW w:w="1470" w:type="dxa"/>
          </w:tcPr>
          <w:p w14:paraId="62582FBC" w14:textId="57597F41" w:rsidR="003C5AE3" w:rsidRPr="008003B3" w:rsidRDefault="003C5AE3" w:rsidP="003C5AE3">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6C2C1D8E" w14:textId="359FD78B" w:rsidR="003C5AE3" w:rsidRDefault="00D816F4" w:rsidP="003C5AE3">
            <w:pPr>
              <w:pStyle w:val="BodyText"/>
              <w:ind w:left="77"/>
            </w:pPr>
            <w:r>
              <w:t>UC.010 – Part C</w:t>
            </w:r>
            <w:r>
              <w:br/>
              <w:t>UC.015 – Part C</w:t>
            </w:r>
            <w:r>
              <w:br/>
            </w:r>
            <w:r w:rsidR="003C5AE3">
              <w:t>UC.035</w:t>
            </w:r>
          </w:p>
        </w:tc>
        <w:tc>
          <w:tcPr>
            <w:tcW w:w="3564" w:type="dxa"/>
          </w:tcPr>
          <w:p w14:paraId="7376BDC1" w14:textId="77777777" w:rsidR="003C5AE3" w:rsidRPr="008003B3" w:rsidRDefault="003C5AE3" w:rsidP="003C5AE3">
            <w:pPr>
              <w:pStyle w:val="BodyText"/>
              <w:ind w:left="77"/>
            </w:pPr>
          </w:p>
        </w:tc>
      </w:tr>
      <w:tr w:rsidR="00256EE1" w:rsidRPr="008003B3" w14:paraId="3FA2BCE5" w14:textId="77777777" w:rsidTr="003027D3">
        <w:trPr>
          <w:cantSplit/>
          <w:jc w:val="right"/>
        </w:trPr>
        <w:tc>
          <w:tcPr>
            <w:tcW w:w="4985" w:type="dxa"/>
          </w:tcPr>
          <w:p w14:paraId="2CF46147"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5824</w:t>
            </w:r>
            <w:r>
              <w:t xml:space="preserve"> </w:t>
            </w:r>
            <w:r>
              <w:sym w:font="Symbol" w:char="F02D"/>
            </w:r>
            <w:r>
              <w:t xml:space="preserve"> </w:t>
            </w:r>
            <w:r w:rsidRPr="008003B3">
              <w:t>Retention of patient’s previous names</w:t>
            </w:r>
          </w:p>
        </w:tc>
        <w:tc>
          <w:tcPr>
            <w:tcW w:w="1795" w:type="dxa"/>
          </w:tcPr>
          <w:p w14:paraId="3644B34A" w14:textId="77777777" w:rsidR="00256EE1" w:rsidRPr="008003B3" w:rsidRDefault="00256EE1" w:rsidP="00AC3658">
            <w:pPr>
              <w:pStyle w:val="BodyText"/>
              <w:ind w:left="0"/>
            </w:pPr>
            <w:r w:rsidRPr="008003B3">
              <w:t>UC.015, UC.035</w:t>
            </w:r>
          </w:p>
        </w:tc>
        <w:tc>
          <w:tcPr>
            <w:tcW w:w="1470" w:type="dxa"/>
          </w:tcPr>
          <w:p w14:paraId="049EF734"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50CD6381" w14:textId="084BD118" w:rsidR="00256EE1" w:rsidRPr="008003B3" w:rsidRDefault="000B2CFB" w:rsidP="00256EE1">
            <w:pPr>
              <w:pStyle w:val="BodyText"/>
              <w:ind w:left="77"/>
            </w:pPr>
            <w:r>
              <w:t>UC.015 – Part A</w:t>
            </w:r>
            <w:r w:rsidR="003C5AE3">
              <w:br/>
              <w:t>UC.035</w:t>
            </w:r>
          </w:p>
        </w:tc>
        <w:tc>
          <w:tcPr>
            <w:tcW w:w="3564" w:type="dxa"/>
          </w:tcPr>
          <w:p w14:paraId="617E26C8" w14:textId="2698D919" w:rsidR="00256EE1" w:rsidRPr="008003B3" w:rsidRDefault="00256EE1" w:rsidP="00AC3658">
            <w:pPr>
              <w:pStyle w:val="BodyText"/>
              <w:ind w:left="77"/>
            </w:pPr>
          </w:p>
        </w:tc>
      </w:tr>
      <w:tr w:rsidR="00256EE1" w:rsidRPr="008003B3" w14:paraId="397EDC1F" w14:textId="77777777" w:rsidTr="003027D3">
        <w:trPr>
          <w:cantSplit/>
          <w:jc w:val="right"/>
        </w:trPr>
        <w:tc>
          <w:tcPr>
            <w:tcW w:w="4985" w:type="dxa"/>
          </w:tcPr>
          <w:p w14:paraId="613568CB"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5830</w:t>
            </w:r>
            <w:r>
              <w:t xml:space="preserve"> </w:t>
            </w:r>
            <w:r>
              <w:sym w:font="Symbol" w:char="F02D"/>
            </w:r>
            <w:r>
              <w:t xml:space="preserve"> </w:t>
            </w:r>
            <w:r w:rsidRPr="008003B3">
              <w:t>Storage of different types of identifiers</w:t>
            </w:r>
          </w:p>
        </w:tc>
        <w:tc>
          <w:tcPr>
            <w:tcW w:w="1795" w:type="dxa"/>
          </w:tcPr>
          <w:p w14:paraId="59021826" w14:textId="77777777" w:rsidR="00256EE1" w:rsidRPr="008003B3" w:rsidRDefault="00256EE1" w:rsidP="00AC3658">
            <w:pPr>
              <w:pStyle w:val="BodyText"/>
              <w:ind w:left="0"/>
            </w:pPr>
            <w:r w:rsidRPr="008003B3">
              <w:t>UC.010, UC.015, UC.035</w:t>
            </w:r>
          </w:p>
        </w:tc>
        <w:tc>
          <w:tcPr>
            <w:tcW w:w="1470" w:type="dxa"/>
          </w:tcPr>
          <w:p w14:paraId="406552EE"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301F985F" w14:textId="21B70326" w:rsidR="00256EE1" w:rsidRPr="008003B3" w:rsidRDefault="00FB162D" w:rsidP="00256EE1">
            <w:pPr>
              <w:pStyle w:val="BodyText"/>
              <w:ind w:left="77"/>
            </w:pPr>
            <w:r>
              <w:t>UC.010 – Part A</w:t>
            </w:r>
            <w:r>
              <w:br/>
            </w:r>
            <w:r w:rsidR="000B2CFB">
              <w:t>UC.015 – Part A</w:t>
            </w:r>
            <w:r w:rsidR="003C5AE3">
              <w:br/>
              <w:t>UC.035</w:t>
            </w:r>
          </w:p>
        </w:tc>
        <w:tc>
          <w:tcPr>
            <w:tcW w:w="3564" w:type="dxa"/>
          </w:tcPr>
          <w:p w14:paraId="0A2B483C" w14:textId="726F3A61" w:rsidR="00256EE1" w:rsidRPr="008003B3" w:rsidRDefault="00256EE1" w:rsidP="00AC3658">
            <w:pPr>
              <w:pStyle w:val="BodyText"/>
              <w:ind w:left="77"/>
            </w:pPr>
          </w:p>
        </w:tc>
      </w:tr>
      <w:tr w:rsidR="00256EE1" w:rsidRPr="008003B3" w14:paraId="722230FE" w14:textId="77777777" w:rsidTr="003027D3">
        <w:trPr>
          <w:cantSplit/>
          <w:jc w:val="right"/>
        </w:trPr>
        <w:tc>
          <w:tcPr>
            <w:tcW w:w="4985" w:type="dxa"/>
          </w:tcPr>
          <w:p w14:paraId="52CF5F30"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5831</w:t>
            </w:r>
            <w:r>
              <w:t xml:space="preserve"> </w:t>
            </w:r>
            <w:r>
              <w:sym w:font="Symbol" w:char="F02D"/>
            </w:r>
            <w:r>
              <w:t xml:space="preserve"> </w:t>
            </w:r>
            <w:r w:rsidRPr="008003B3">
              <w:t>Automated reading of Medicare cards and DVA cards</w:t>
            </w:r>
          </w:p>
        </w:tc>
        <w:tc>
          <w:tcPr>
            <w:tcW w:w="1795" w:type="dxa"/>
          </w:tcPr>
          <w:p w14:paraId="78838AAD" w14:textId="77777777" w:rsidR="00256EE1" w:rsidRPr="008003B3" w:rsidRDefault="00256EE1" w:rsidP="00AC3658">
            <w:pPr>
              <w:pStyle w:val="BodyText"/>
              <w:ind w:left="0"/>
            </w:pPr>
            <w:r w:rsidRPr="008003B3">
              <w:t>UC.005, UC.015</w:t>
            </w:r>
          </w:p>
        </w:tc>
        <w:tc>
          <w:tcPr>
            <w:tcW w:w="1470" w:type="dxa"/>
          </w:tcPr>
          <w:p w14:paraId="696C11AC"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7975CFD1" w14:textId="501CAE49" w:rsidR="00256EE1" w:rsidRPr="008003B3" w:rsidRDefault="00AD0464" w:rsidP="00256EE1">
            <w:pPr>
              <w:pStyle w:val="BodyText"/>
              <w:ind w:left="77"/>
            </w:pPr>
            <w:r>
              <w:t>UC.005</w:t>
            </w:r>
            <w:r>
              <w:br/>
            </w:r>
            <w:r w:rsidR="000B2CFB">
              <w:t>UC.015 – Part A</w:t>
            </w:r>
          </w:p>
        </w:tc>
        <w:tc>
          <w:tcPr>
            <w:tcW w:w="3564" w:type="dxa"/>
          </w:tcPr>
          <w:p w14:paraId="71EED304" w14:textId="4725352D" w:rsidR="00256EE1" w:rsidRPr="008003B3" w:rsidRDefault="00256EE1" w:rsidP="00AC3658">
            <w:pPr>
              <w:pStyle w:val="BodyText"/>
              <w:ind w:left="77"/>
            </w:pPr>
          </w:p>
        </w:tc>
      </w:tr>
      <w:tr w:rsidR="00256EE1" w:rsidRPr="008003B3" w14:paraId="3DCE9008" w14:textId="77777777" w:rsidTr="003027D3">
        <w:trPr>
          <w:cantSplit/>
          <w:jc w:val="right"/>
        </w:trPr>
        <w:tc>
          <w:tcPr>
            <w:tcW w:w="4985" w:type="dxa"/>
          </w:tcPr>
          <w:p w14:paraId="24BE79E2"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5832</w:t>
            </w:r>
            <w:r>
              <w:t xml:space="preserve"> </w:t>
            </w:r>
            <w:r>
              <w:sym w:font="Symbol" w:char="F02D"/>
            </w:r>
            <w:r>
              <w:t xml:space="preserve"> </w:t>
            </w:r>
            <w:r w:rsidRPr="008003B3">
              <w:t>Background process IHI search</w:t>
            </w:r>
          </w:p>
        </w:tc>
        <w:tc>
          <w:tcPr>
            <w:tcW w:w="1795" w:type="dxa"/>
          </w:tcPr>
          <w:p w14:paraId="3A56A573" w14:textId="77777777" w:rsidR="00256EE1" w:rsidRPr="008003B3" w:rsidRDefault="00256EE1" w:rsidP="00AC3658">
            <w:pPr>
              <w:pStyle w:val="BodyText"/>
              <w:ind w:left="0"/>
            </w:pPr>
            <w:r w:rsidRPr="008003B3">
              <w:t>UC.010</w:t>
            </w:r>
          </w:p>
        </w:tc>
        <w:tc>
          <w:tcPr>
            <w:tcW w:w="1470" w:type="dxa"/>
          </w:tcPr>
          <w:p w14:paraId="2915F828"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5722CF4D" w14:textId="40B5742D" w:rsidR="00256EE1" w:rsidRPr="008003B3" w:rsidRDefault="00FB162D" w:rsidP="00256EE1">
            <w:pPr>
              <w:pStyle w:val="BodyText"/>
              <w:ind w:left="77"/>
            </w:pPr>
            <w:r>
              <w:t>UC.010 – Part A</w:t>
            </w:r>
          </w:p>
        </w:tc>
        <w:tc>
          <w:tcPr>
            <w:tcW w:w="3564" w:type="dxa"/>
          </w:tcPr>
          <w:p w14:paraId="4ADDE608" w14:textId="37B28847" w:rsidR="00256EE1" w:rsidRPr="008003B3" w:rsidRDefault="00256EE1" w:rsidP="00AC3658">
            <w:pPr>
              <w:pStyle w:val="BodyText"/>
              <w:ind w:left="77"/>
            </w:pPr>
          </w:p>
        </w:tc>
      </w:tr>
      <w:tr w:rsidR="00256EE1" w:rsidRPr="008003B3" w14:paraId="0AFAFC15" w14:textId="77777777" w:rsidTr="003027D3">
        <w:trPr>
          <w:cantSplit/>
          <w:jc w:val="right"/>
        </w:trPr>
        <w:tc>
          <w:tcPr>
            <w:tcW w:w="4985" w:type="dxa"/>
          </w:tcPr>
          <w:p w14:paraId="3878558E"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5844</w:t>
            </w:r>
            <w:r>
              <w:t xml:space="preserve"> </w:t>
            </w:r>
            <w:r>
              <w:sym w:font="Symbol" w:char="F02D"/>
            </w:r>
            <w:r>
              <w:t xml:space="preserve"> </w:t>
            </w:r>
            <w:r w:rsidRPr="008003B3">
              <w:t>IHI printed as barcode</w:t>
            </w:r>
          </w:p>
        </w:tc>
        <w:tc>
          <w:tcPr>
            <w:tcW w:w="1795" w:type="dxa"/>
          </w:tcPr>
          <w:p w14:paraId="7B76E978" w14:textId="77777777" w:rsidR="00256EE1" w:rsidRPr="008003B3" w:rsidRDefault="00256EE1" w:rsidP="00AC3658">
            <w:pPr>
              <w:pStyle w:val="BodyText"/>
              <w:ind w:left="0"/>
            </w:pPr>
            <w:r w:rsidRPr="008003B3">
              <w:t>UC.010, UC.015</w:t>
            </w:r>
          </w:p>
        </w:tc>
        <w:tc>
          <w:tcPr>
            <w:tcW w:w="1470" w:type="dxa"/>
          </w:tcPr>
          <w:p w14:paraId="1BE7AC56"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23AA2FA7" w14:textId="29C49BC9" w:rsidR="00256EE1" w:rsidRPr="008003B3" w:rsidRDefault="00FB162D" w:rsidP="00256EE1">
            <w:pPr>
              <w:pStyle w:val="BodyText"/>
              <w:ind w:left="77"/>
            </w:pPr>
            <w:r>
              <w:t>UC.010 – Part A</w:t>
            </w:r>
            <w:r>
              <w:br/>
            </w:r>
            <w:r w:rsidR="000B2CFB">
              <w:t>UC.015 – Part A</w:t>
            </w:r>
          </w:p>
        </w:tc>
        <w:tc>
          <w:tcPr>
            <w:tcW w:w="3564" w:type="dxa"/>
          </w:tcPr>
          <w:p w14:paraId="21CB2FF1" w14:textId="6D77B00F" w:rsidR="00256EE1" w:rsidRPr="008003B3" w:rsidRDefault="00256EE1" w:rsidP="00AC3658">
            <w:pPr>
              <w:pStyle w:val="BodyText"/>
              <w:ind w:left="77"/>
            </w:pPr>
          </w:p>
        </w:tc>
      </w:tr>
      <w:tr w:rsidR="00256EE1" w:rsidRPr="008003B3" w14:paraId="53121874" w14:textId="77777777" w:rsidTr="003027D3">
        <w:trPr>
          <w:cantSplit/>
          <w:jc w:val="right"/>
        </w:trPr>
        <w:tc>
          <w:tcPr>
            <w:tcW w:w="4985" w:type="dxa"/>
          </w:tcPr>
          <w:p w14:paraId="59A568B3"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5848</w:t>
            </w:r>
            <w:r>
              <w:t xml:space="preserve"> </w:t>
            </w:r>
            <w:r>
              <w:sym w:font="Symbol" w:char="F02D"/>
            </w:r>
            <w:r>
              <w:t xml:space="preserve"> </w:t>
            </w:r>
            <w:r w:rsidRPr="008003B3">
              <w:t xml:space="preserve">Pre-populate first 6 digits of </w:t>
            </w:r>
            <w:r>
              <w:t>the healthcare identifier</w:t>
            </w:r>
          </w:p>
        </w:tc>
        <w:tc>
          <w:tcPr>
            <w:tcW w:w="1795" w:type="dxa"/>
          </w:tcPr>
          <w:p w14:paraId="39AE8846" w14:textId="77777777" w:rsidR="00256EE1" w:rsidRPr="008003B3" w:rsidRDefault="00256EE1" w:rsidP="00AC3658">
            <w:pPr>
              <w:pStyle w:val="BodyText"/>
              <w:ind w:left="0"/>
            </w:pPr>
            <w:r w:rsidRPr="008003B3">
              <w:t>UC.010, UC.015</w:t>
            </w:r>
            <w:r>
              <w:t>, UC.080, UC.130, UC.131, UC.150, UC.240, UC.241, UC.305, UC.306</w:t>
            </w:r>
          </w:p>
        </w:tc>
        <w:tc>
          <w:tcPr>
            <w:tcW w:w="1470" w:type="dxa"/>
          </w:tcPr>
          <w:p w14:paraId="77AEB8D2"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4C3E21DD" w14:textId="77570899" w:rsidR="00256EE1" w:rsidRPr="008003B3" w:rsidRDefault="00FB162D" w:rsidP="00256EE1">
            <w:pPr>
              <w:pStyle w:val="BodyText"/>
              <w:ind w:left="77"/>
            </w:pPr>
            <w:r>
              <w:t>UC.010 – Part A</w:t>
            </w:r>
            <w:r>
              <w:br/>
            </w:r>
            <w:r w:rsidR="000B2CFB">
              <w:t>UC.015 – Part A</w:t>
            </w:r>
            <w:r w:rsidR="000A1C2A">
              <w:br/>
            </w:r>
            <w:r w:rsidR="00FA00CF">
              <w:t xml:space="preserve">UC.080, </w:t>
            </w:r>
            <w:r w:rsidR="00857137">
              <w:t>UC.130</w:t>
            </w:r>
            <w:r w:rsidR="00857137">
              <w:br/>
            </w:r>
            <w:r w:rsidR="005111DC">
              <w:t xml:space="preserve">UC.131, </w:t>
            </w:r>
            <w:r w:rsidR="0037457D">
              <w:t>UC.150</w:t>
            </w:r>
            <w:r w:rsidR="0037457D">
              <w:br/>
            </w:r>
            <w:r w:rsidR="000A1C2A">
              <w:t>UC.240, UC.241</w:t>
            </w:r>
            <w:r w:rsidR="005A7BBB">
              <w:br/>
            </w:r>
            <w:r w:rsidR="000A1C2A">
              <w:t xml:space="preserve">UC.305, </w:t>
            </w:r>
            <w:r w:rsidR="005A7BBB">
              <w:t>UC.306</w:t>
            </w:r>
          </w:p>
        </w:tc>
        <w:tc>
          <w:tcPr>
            <w:tcW w:w="3564" w:type="dxa"/>
          </w:tcPr>
          <w:p w14:paraId="04F556DD" w14:textId="52F2EB6A" w:rsidR="00256EE1" w:rsidRPr="008003B3" w:rsidRDefault="00256EE1" w:rsidP="00AC3658">
            <w:pPr>
              <w:pStyle w:val="BodyText"/>
              <w:ind w:left="77"/>
            </w:pPr>
          </w:p>
        </w:tc>
      </w:tr>
      <w:tr w:rsidR="00256EE1" w:rsidRPr="008003B3" w14:paraId="7ED15B70" w14:textId="77777777" w:rsidTr="003027D3">
        <w:trPr>
          <w:cantSplit/>
          <w:jc w:val="right"/>
        </w:trPr>
        <w:tc>
          <w:tcPr>
            <w:tcW w:w="4985" w:type="dxa"/>
          </w:tcPr>
          <w:p w14:paraId="7840EE82"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5877</w:t>
            </w:r>
            <w:r>
              <w:t xml:space="preserve"> </w:t>
            </w:r>
            <w:r>
              <w:sym w:font="Symbol" w:char="F02D"/>
            </w:r>
            <w:r>
              <w:t xml:space="preserve"> </w:t>
            </w:r>
            <w:r w:rsidRPr="008003B3">
              <w:t>Batch refresh</w:t>
            </w:r>
          </w:p>
        </w:tc>
        <w:tc>
          <w:tcPr>
            <w:tcW w:w="1795" w:type="dxa"/>
          </w:tcPr>
          <w:p w14:paraId="6E0ADF4B" w14:textId="77777777" w:rsidR="00256EE1" w:rsidRPr="008003B3" w:rsidRDefault="00256EE1" w:rsidP="00AC3658">
            <w:pPr>
              <w:pStyle w:val="BodyText"/>
              <w:ind w:left="0"/>
            </w:pPr>
            <w:r w:rsidRPr="008003B3">
              <w:t>UC.025</w:t>
            </w:r>
          </w:p>
        </w:tc>
        <w:tc>
          <w:tcPr>
            <w:tcW w:w="1470" w:type="dxa"/>
          </w:tcPr>
          <w:p w14:paraId="32253A01"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2B1DB73E" w14:textId="15F0CBFD" w:rsidR="00256EE1" w:rsidRPr="008003B3" w:rsidRDefault="001256CB" w:rsidP="00256EE1">
            <w:pPr>
              <w:pStyle w:val="BodyText"/>
              <w:ind w:left="77"/>
            </w:pPr>
            <w:r>
              <w:t>UC.025 – Part A</w:t>
            </w:r>
          </w:p>
        </w:tc>
        <w:tc>
          <w:tcPr>
            <w:tcW w:w="3564" w:type="dxa"/>
          </w:tcPr>
          <w:p w14:paraId="592F18A5" w14:textId="06A60BC2" w:rsidR="00256EE1" w:rsidRPr="008003B3" w:rsidRDefault="00256EE1" w:rsidP="00AC3658">
            <w:pPr>
              <w:pStyle w:val="BodyText"/>
              <w:ind w:left="77"/>
            </w:pPr>
          </w:p>
        </w:tc>
      </w:tr>
      <w:tr w:rsidR="00256EE1" w:rsidRPr="008003B3" w14:paraId="617EECCF" w14:textId="77777777" w:rsidTr="003027D3">
        <w:trPr>
          <w:cantSplit/>
          <w:jc w:val="right"/>
        </w:trPr>
        <w:tc>
          <w:tcPr>
            <w:tcW w:w="4985" w:type="dxa"/>
          </w:tcPr>
          <w:p w14:paraId="40ADCE4D" w14:textId="77777777" w:rsidR="00256EE1" w:rsidRPr="008003B3" w:rsidRDefault="00256EE1" w:rsidP="00AC3658">
            <w:pPr>
              <w:pStyle w:val="BodyText"/>
              <w:ind w:left="1077" w:hanging="1101"/>
            </w:pPr>
            <w:r w:rsidRPr="008003B3">
              <w:lastRenderedPageBreak/>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5884</w:t>
            </w:r>
            <w:r>
              <w:t xml:space="preserve"> </w:t>
            </w:r>
            <w:r>
              <w:sym w:font="Symbol" w:char="F02D"/>
            </w:r>
            <w:r>
              <w:t xml:space="preserve"> </w:t>
            </w:r>
            <w:r w:rsidRPr="008003B3">
              <w:t>Identification of operators in the local system</w:t>
            </w:r>
          </w:p>
        </w:tc>
        <w:tc>
          <w:tcPr>
            <w:tcW w:w="1795" w:type="dxa"/>
          </w:tcPr>
          <w:p w14:paraId="66D02820" w14:textId="77777777" w:rsidR="00256EE1" w:rsidRPr="008003B3" w:rsidRDefault="00256EE1" w:rsidP="00AC3658">
            <w:pPr>
              <w:pStyle w:val="BodyText"/>
              <w:ind w:left="0"/>
            </w:pPr>
            <w:r w:rsidRPr="008003B3">
              <w:t>UC.045</w:t>
            </w:r>
          </w:p>
        </w:tc>
        <w:tc>
          <w:tcPr>
            <w:tcW w:w="1470" w:type="dxa"/>
          </w:tcPr>
          <w:p w14:paraId="5AA050C1"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0C52A277" w14:textId="7BC6DB94" w:rsidR="00256EE1" w:rsidRPr="008003B3" w:rsidRDefault="00FB119C" w:rsidP="00256EE1">
            <w:pPr>
              <w:pStyle w:val="BodyText"/>
              <w:ind w:left="77"/>
            </w:pPr>
            <w:r>
              <w:t>UC.045</w:t>
            </w:r>
          </w:p>
        </w:tc>
        <w:tc>
          <w:tcPr>
            <w:tcW w:w="3564" w:type="dxa"/>
          </w:tcPr>
          <w:p w14:paraId="5346E2FD" w14:textId="2E0B8DFB" w:rsidR="00256EE1" w:rsidRPr="008003B3" w:rsidRDefault="00256EE1" w:rsidP="00AC3658">
            <w:pPr>
              <w:pStyle w:val="BodyText"/>
              <w:ind w:left="77"/>
            </w:pPr>
          </w:p>
        </w:tc>
      </w:tr>
      <w:tr w:rsidR="00256EE1" w:rsidRPr="008003B3" w14:paraId="1B72C7F4" w14:textId="77777777" w:rsidTr="003027D3">
        <w:trPr>
          <w:cantSplit/>
          <w:jc w:val="right"/>
        </w:trPr>
        <w:tc>
          <w:tcPr>
            <w:tcW w:w="4985" w:type="dxa"/>
          </w:tcPr>
          <w:p w14:paraId="5D4FA66D"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5901</w:t>
            </w:r>
            <w:r>
              <w:t xml:space="preserve"> </w:t>
            </w:r>
            <w:r>
              <w:sym w:font="Symbol" w:char="F02D"/>
            </w:r>
            <w:r>
              <w:t xml:space="preserve"> </w:t>
            </w:r>
            <w:r w:rsidRPr="008003B3">
              <w:t>Record potential duplicate IHIs</w:t>
            </w:r>
          </w:p>
        </w:tc>
        <w:tc>
          <w:tcPr>
            <w:tcW w:w="1795" w:type="dxa"/>
          </w:tcPr>
          <w:p w14:paraId="53B08CA5" w14:textId="77777777" w:rsidR="00256EE1" w:rsidRPr="008003B3" w:rsidRDefault="00256EE1" w:rsidP="00AC3658">
            <w:pPr>
              <w:pStyle w:val="BodyText"/>
              <w:ind w:left="0"/>
            </w:pPr>
            <w:r w:rsidRPr="008003B3">
              <w:t>UC.035</w:t>
            </w:r>
          </w:p>
        </w:tc>
        <w:tc>
          <w:tcPr>
            <w:tcW w:w="1470" w:type="dxa"/>
          </w:tcPr>
          <w:p w14:paraId="3710891B"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09665161" w14:textId="5852CE72" w:rsidR="00256EE1" w:rsidRPr="008003B3" w:rsidRDefault="00FB119C" w:rsidP="00256EE1">
            <w:pPr>
              <w:pStyle w:val="BodyText"/>
              <w:ind w:left="77"/>
            </w:pPr>
            <w:r>
              <w:t>UC.035</w:t>
            </w:r>
          </w:p>
        </w:tc>
        <w:tc>
          <w:tcPr>
            <w:tcW w:w="3564" w:type="dxa"/>
          </w:tcPr>
          <w:p w14:paraId="1068B19F" w14:textId="592F5F42" w:rsidR="00256EE1" w:rsidRPr="008003B3" w:rsidRDefault="00256EE1" w:rsidP="00AC3658">
            <w:pPr>
              <w:pStyle w:val="BodyText"/>
              <w:ind w:left="77"/>
            </w:pPr>
          </w:p>
        </w:tc>
      </w:tr>
      <w:tr w:rsidR="00256EE1" w:rsidRPr="008003B3" w14:paraId="777A60D1" w14:textId="77777777" w:rsidTr="003027D3">
        <w:trPr>
          <w:cantSplit/>
          <w:jc w:val="right"/>
        </w:trPr>
        <w:tc>
          <w:tcPr>
            <w:tcW w:w="4985" w:type="dxa"/>
          </w:tcPr>
          <w:p w14:paraId="1D6D8F0B"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5903</w:t>
            </w:r>
            <w:r>
              <w:t xml:space="preserve"> </w:t>
            </w:r>
            <w:r>
              <w:sym w:font="Symbol" w:char="F02D"/>
            </w:r>
            <w:r>
              <w:t xml:space="preserve"> </w:t>
            </w:r>
            <w:r w:rsidRPr="008003B3">
              <w:t>Notification of date of death</w:t>
            </w:r>
          </w:p>
        </w:tc>
        <w:tc>
          <w:tcPr>
            <w:tcW w:w="1795" w:type="dxa"/>
          </w:tcPr>
          <w:p w14:paraId="0F1563B4" w14:textId="77777777" w:rsidR="00256EE1" w:rsidRPr="008003B3" w:rsidRDefault="00256EE1" w:rsidP="00AC3658">
            <w:pPr>
              <w:pStyle w:val="BodyText"/>
              <w:ind w:left="0"/>
            </w:pPr>
            <w:r w:rsidRPr="008003B3">
              <w:t>UC.015</w:t>
            </w:r>
          </w:p>
        </w:tc>
        <w:tc>
          <w:tcPr>
            <w:tcW w:w="1470" w:type="dxa"/>
          </w:tcPr>
          <w:p w14:paraId="429EA78A"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58B027CF" w14:textId="5E872C21" w:rsidR="00256EE1" w:rsidRPr="008003B3" w:rsidRDefault="000B2CFB" w:rsidP="00256EE1">
            <w:pPr>
              <w:pStyle w:val="BodyText"/>
              <w:ind w:left="77"/>
            </w:pPr>
            <w:r>
              <w:t>UC.015 – Part A</w:t>
            </w:r>
          </w:p>
        </w:tc>
        <w:tc>
          <w:tcPr>
            <w:tcW w:w="3564" w:type="dxa"/>
          </w:tcPr>
          <w:p w14:paraId="5B8E26FB" w14:textId="354CA705" w:rsidR="00256EE1" w:rsidRPr="008003B3" w:rsidRDefault="00256EE1" w:rsidP="00AC3658">
            <w:pPr>
              <w:pStyle w:val="BodyText"/>
              <w:ind w:left="77"/>
            </w:pPr>
          </w:p>
        </w:tc>
      </w:tr>
      <w:tr w:rsidR="00256EE1" w:rsidRPr="008003B3" w14:paraId="23D18A0E" w14:textId="77777777" w:rsidTr="003027D3">
        <w:trPr>
          <w:cantSplit/>
          <w:jc w:val="right"/>
        </w:trPr>
        <w:tc>
          <w:tcPr>
            <w:tcW w:w="4985" w:type="dxa"/>
          </w:tcPr>
          <w:p w14:paraId="2CE138E0"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5917</w:t>
            </w:r>
            <w:r>
              <w:t xml:space="preserve"> </w:t>
            </w:r>
            <w:r>
              <w:sym w:font="Symbol" w:char="F02D"/>
            </w:r>
            <w:r>
              <w:t xml:space="preserve"> </w:t>
            </w:r>
            <w:r w:rsidRPr="008003B3">
              <w:t>Record of operator</w:t>
            </w:r>
          </w:p>
        </w:tc>
        <w:tc>
          <w:tcPr>
            <w:tcW w:w="1795" w:type="dxa"/>
          </w:tcPr>
          <w:p w14:paraId="574FA218" w14:textId="77777777" w:rsidR="00256EE1" w:rsidRPr="008003B3" w:rsidRDefault="00256EE1" w:rsidP="00AC3658">
            <w:pPr>
              <w:pStyle w:val="BodyText"/>
              <w:ind w:left="0"/>
            </w:pPr>
            <w:r w:rsidRPr="008003B3">
              <w:t>UC.010, UC.015, UC.025</w:t>
            </w:r>
          </w:p>
        </w:tc>
        <w:tc>
          <w:tcPr>
            <w:tcW w:w="1470" w:type="dxa"/>
          </w:tcPr>
          <w:p w14:paraId="250A5FD1"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445D3CE0" w14:textId="3FBB906D" w:rsidR="00256EE1" w:rsidRPr="008003B3" w:rsidRDefault="00FB162D" w:rsidP="00256EE1">
            <w:pPr>
              <w:pStyle w:val="BodyText"/>
              <w:ind w:left="77"/>
            </w:pPr>
            <w:r>
              <w:t>UC.010 – Part A</w:t>
            </w:r>
            <w:r>
              <w:br/>
            </w:r>
            <w:r w:rsidR="000B2CFB">
              <w:t>UC.015 – Part A</w:t>
            </w:r>
            <w:r w:rsidR="000B2CFB">
              <w:br/>
            </w:r>
            <w:r w:rsidR="001256CB">
              <w:t>UC.025 – Part A</w:t>
            </w:r>
          </w:p>
        </w:tc>
        <w:tc>
          <w:tcPr>
            <w:tcW w:w="3564" w:type="dxa"/>
          </w:tcPr>
          <w:p w14:paraId="1A0A9A63" w14:textId="78F4047E" w:rsidR="00256EE1" w:rsidRPr="008003B3" w:rsidRDefault="00256EE1" w:rsidP="00AC3658">
            <w:pPr>
              <w:pStyle w:val="BodyText"/>
              <w:ind w:left="77"/>
            </w:pPr>
          </w:p>
        </w:tc>
      </w:tr>
      <w:tr w:rsidR="00256EE1" w:rsidRPr="008003B3" w14:paraId="1AA80F3F" w14:textId="77777777" w:rsidTr="003027D3">
        <w:trPr>
          <w:cantSplit/>
          <w:jc w:val="right"/>
        </w:trPr>
        <w:tc>
          <w:tcPr>
            <w:tcW w:w="4985" w:type="dxa"/>
          </w:tcPr>
          <w:p w14:paraId="38A9F681"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r>
              <w:t xml:space="preserve"> </w:t>
            </w:r>
            <w:r w:rsidRPr="008003B3">
              <w:t>8167</w:t>
            </w:r>
            <w:r>
              <w:t xml:space="preserve"> </w:t>
            </w:r>
            <w:r>
              <w:sym w:font="Symbol" w:char="F02D"/>
            </w:r>
            <w:r>
              <w:t xml:space="preserve"> </w:t>
            </w:r>
            <w:r w:rsidRPr="008003B3">
              <w:t>Recording IHI source upon IHI assignment and update</w:t>
            </w:r>
          </w:p>
        </w:tc>
        <w:tc>
          <w:tcPr>
            <w:tcW w:w="1795" w:type="dxa"/>
          </w:tcPr>
          <w:p w14:paraId="6B628E46" w14:textId="77777777" w:rsidR="00256EE1" w:rsidRPr="008003B3" w:rsidRDefault="00256EE1" w:rsidP="00AC3658">
            <w:pPr>
              <w:pStyle w:val="BodyText"/>
              <w:ind w:left="0"/>
            </w:pPr>
            <w:r w:rsidRPr="008003B3">
              <w:t>UC.010, UC.015, UC.025, UC.035</w:t>
            </w:r>
          </w:p>
        </w:tc>
        <w:tc>
          <w:tcPr>
            <w:tcW w:w="1470" w:type="dxa"/>
          </w:tcPr>
          <w:p w14:paraId="3EF90459" w14:textId="77777777" w:rsidR="00256EE1" w:rsidRPr="008003B3" w:rsidRDefault="00256EE1" w:rsidP="00AC3658">
            <w:pPr>
              <w:pStyle w:val="BodyText"/>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7F3832">
              <w:fldChar w:fldCharType="separate"/>
            </w:r>
            <w:r w:rsidRPr="008003B3">
              <w:fldChar w:fldCharType="end"/>
            </w:r>
          </w:p>
        </w:tc>
        <w:tc>
          <w:tcPr>
            <w:tcW w:w="2042" w:type="dxa"/>
          </w:tcPr>
          <w:p w14:paraId="24F80ECB" w14:textId="3D6EBFBD" w:rsidR="00256EE1" w:rsidRPr="008003B3" w:rsidRDefault="00FB162D" w:rsidP="00256EE1">
            <w:pPr>
              <w:pStyle w:val="BodyText"/>
              <w:ind w:left="77"/>
            </w:pPr>
            <w:r>
              <w:t>UC.010 – Part A</w:t>
            </w:r>
            <w:r>
              <w:br/>
            </w:r>
            <w:r w:rsidR="000B2CFB">
              <w:t>UC.015 – Part A</w:t>
            </w:r>
            <w:r w:rsidR="000B2CFB">
              <w:br/>
            </w:r>
            <w:r w:rsidR="001256CB">
              <w:t>UC.025 – Part A</w:t>
            </w:r>
            <w:r w:rsidR="003C5AE3">
              <w:br/>
              <w:t>UC.035</w:t>
            </w:r>
          </w:p>
        </w:tc>
        <w:tc>
          <w:tcPr>
            <w:tcW w:w="3564" w:type="dxa"/>
          </w:tcPr>
          <w:p w14:paraId="722899FA" w14:textId="47F534D1" w:rsidR="00256EE1" w:rsidRPr="008003B3" w:rsidRDefault="00256EE1" w:rsidP="00AC3658">
            <w:pPr>
              <w:pStyle w:val="BodyText"/>
              <w:ind w:left="77"/>
            </w:pPr>
          </w:p>
        </w:tc>
      </w:tr>
      <w:tr w:rsidR="00256EE1" w:rsidRPr="008003B3" w14:paraId="5C494A25" w14:textId="77777777" w:rsidTr="003027D3">
        <w:trPr>
          <w:cantSplit/>
          <w:jc w:val="right"/>
        </w:trPr>
        <w:tc>
          <w:tcPr>
            <w:tcW w:w="4985" w:type="dxa"/>
          </w:tcPr>
          <w:p w14:paraId="3C5DAE71" w14:textId="77777777" w:rsidR="00256EE1" w:rsidRPr="008003B3" w:rsidRDefault="00256EE1" w:rsidP="00AC3658">
            <w:pPr>
              <w:pStyle w:val="BodyText"/>
              <w:ind w:left="1077" w:hanging="1101"/>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10039 – Manual entry of healthcare provider identifiers</w:t>
            </w:r>
          </w:p>
        </w:tc>
        <w:tc>
          <w:tcPr>
            <w:tcW w:w="1795" w:type="dxa"/>
          </w:tcPr>
          <w:p w14:paraId="70F9F49F" w14:textId="77777777" w:rsidR="00256EE1" w:rsidRPr="008003B3" w:rsidRDefault="00256EE1" w:rsidP="00AC3658">
            <w:pPr>
              <w:pStyle w:val="BodyText"/>
              <w:ind w:left="0"/>
            </w:pPr>
            <w:r>
              <w:t>UC.130, UC.131, UC.305</w:t>
            </w:r>
          </w:p>
        </w:tc>
        <w:tc>
          <w:tcPr>
            <w:tcW w:w="1470" w:type="dxa"/>
          </w:tcPr>
          <w:p w14:paraId="402A7438" w14:textId="77777777" w:rsidR="00256EE1" w:rsidRPr="008003B3" w:rsidRDefault="00256EE1" w:rsidP="00AC3658">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7DE5412F" w14:textId="60F1CCDE" w:rsidR="00256EE1" w:rsidRPr="008003B3" w:rsidRDefault="00FB119C" w:rsidP="00256EE1">
            <w:pPr>
              <w:pStyle w:val="BodyText"/>
              <w:ind w:left="77"/>
            </w:pPr>
            <w:r>
              <w:t>UC.130, UC.131 UC.305</w:t>
            </w:r>
          </w:p>
        </w:tc>
        <w:tc>
          <w:tcPr>
            <w:tcW w:w="3564" w:type="dxa"/>
          </w:tcPr>
          <w:p w14:paraId="37B956F2" w14:textId="5B5C458E" w:rsidR="00256EE1" w:rsidRPr="008003B3" w:rsidRDefault="00256EE1" w:rsidP="00AC3658">
            <w:pPr>
              <w:pStyle w:val="BodyText"/>
              <w:ind w:left="77"/>
            </w:pPr>
          </w:p>
        </w:tc>
      </w:tr>
      <w:tr w:rsidR="00FB119C" w:rsidRPr="008003B3" w14:paraId="1868AFF7" w14:textId="77777777" w:rsidTr="003027D3">
        <w:trPr>
          <w:cantSplit/>
          <w:jc w:val="right"/>
        </w:trPr>
        <w:tc>
          <w:tcPr>
            <w:tcW w:w="4985" w:type="dxa"/>
          </w:tcPr>
          <w:p w14:paraId="02AE4B2E" w14:textId="77777777" w:rsidR="00FB119C" w:rsidRPr="007A744E" w:rsidRDefault="00FB119C" w:rsidP="00FB119C">
            <w:pPr>
              <w:pStyle w:val="BodyText"/>
              <w:ind w:left="1077" w:hanging="1101"/>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10043 – Ability to disallow use of healthcare provider identifiers from a point in time</w:t>
            </w:r>
          </w:p>
        </w:tc>
        <w:tc>
          <w:tcPr>
            <w:tcW w:w="1795" w:type="dxa"/>
          </w:tcPr>
          <w:p w14:paraId="7386E01A" w14:textId="77777777" w:rsidR="00FB119C" w:rsidRDefault="00FB119C" w:rsidP="00FB119C">
            <w:pPr>
              <w:pStyle w:val="BodyText"/>
              <w:ind w:left="0"/>
            </w:pPr>
            <w:r>
              <w:t>UC.080, UC.130, UC.131, UC.150</w:t>
            </w:r>
          </w:p>
        </w:tc>
        <w:tc>
          <w:tcPr>
            <w:tcW w:w="1470" w:type="dxa"/>
          </w:tcPr>
          <w:p w14:paraId="18502EBA"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018619FF" w14:textId="374D4115" w:rsidR="00FB119C" w:rsidRPr="008003B3" w:rsidRDefault="00FB119C" w:rsidP="00FB119C">
            <w:pPr>
              <w:pStyle w:val="BodyText"/>
              <w:ind w:left="77"/>
            </w:pPr>
            <w:r>
              <w:t>UC.080, UC.130 UC.131, UC.150</w:t>
            </w:r>
          </w:p>
        </w:tc>
        <w:tc>
          <w:tcPr>
            <w:tcW w:w="3564" w:type="dxa"/>
          </w:tcPr>
          <w:p w14:paraId="571D418D" w14:textId="5F0297CA" w:rsidR="00FB119C" w:rsidRPr="008003B3" w:rsidRDefault="00FB119C" w:rsidP="00FB119C">
            <w:pPr>
              <w:pStyle w:val="BodyText"/>
              <w:ind w:left="77"/>
            </w:pPr>
          </w:p>
        </w:tc>
      </w:tr>
      <w:tr w:rsidR="00FB119C" w:rsidRPr="008003B3" w14:paraId="6B9C5344" w14:textId="77777777" w:rsidTr="003027D3">
        <w:trPr>
          <w:cantSplit/>
          <w:jc w:val="right"/>
        </w:trPr>
        <w:tc>
          <w:tcPr>
            <w:tcW w:w="4985" w:type="dxa"/>
          </w:tcPr>
          <w:p w14:paraId="0333663C" w14:textId="77777777" w:rsidR="00FB119C" w:rsidRPr="00041185" w:rsidRDefault="00FB119C" w:rsidP="00FB119C">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7F3832">
              <w:rPr>
                <w:rFonts w:cs="Calibri"/>
                <w:szCs w:val="22"/>
              </w:rPr>
            </w:r>
            <w:r w:rsidR="007F3832">
              <w:rPr>
                <w:rFonts w:cs="Calibri"/>
                <w:szCs w:val="22"/>
              </w:rPr>
              <w:fldChar w:fldCharType="separate"/>
            </w:r>
            <w:r w:rsidRPr="00DE6BE2">
              <w:rPr>
                <w:rFonts w:cs="Calibri"/>
                <w:szCs w:val="22"/>
              </w:rPr>
              <w:fldChar w:fldCharType="end"/>
            </w:r>
            <w:r w:rsidRPr="00E86B81">
              <w:rPr>
                <w:rFonts w:cs="Calibri"/>
                <w:szCs w:val="22"/>
              </w:rPr>
              <w:t xml:space="preserve"> 10089 – Support of searches for healthcare provider identifiers in the HI Service</w:t>
            </w:r>
          </w:p>
        </w:tc>
        <w:tc>
          <w:tcPr>
            <w:tcW w:w="1795" w:type="dxa"/>
          </w:tcPr>
          <w:p w14:paraId="65E5B48E" w14:textId="77777777" w:rsidR="00FB119C" w:rsidRDefault="00FB119C" w:rsidP="00FB119C">
            <w:pPr>
              <w:pStyle w:val="BodyText"/>
              <w:ind w:left="0"/>
            </w:pPr>
            <w:r>
              <w:t>UC.240, UC.241</w:t>
            </w:r>
          </w:p>
        </w:tc>
        <w:tc>
          <w:tcPr>
            <w:tcW w:w="1470" w:type="dxa"/>
          </w:tcPr>
          <w:p w14:paraId="384CA499"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63E87A45" w14:textId="699026BC" w:rsidR="00FB119C" w:rsidRPr="008003B3" w:rsidRDefault="00FB119C" w:rsidP="00FB119C">
            <w:pPr>
              <w:pStyle w:val="BodyText"/>
              <w:ind w:left="77"/>
            </w:pPr>
            <w:r>
              <w:t>UC.240, UC.241</w:t>
            </w:r>
          </w:p>
        </w:tc>
        <w:tc>
          <w:tcPr>
            <w:tcW w:w="3564" w:type="dxa"/>
          </w:tcPr>
          <w:p w14:paraId="6F535978" w14:textId="109FF78C" w:rsidR="00FB119C" w:rsidRPr="008003B3" w:rsidRDefault="00FB119C" w:rsidP="00FB119C">
            <w:pPr>
              <w:pStyle w:val="BodyText"/>
              <w:ind w:left="77"/>
            </w:pPr>
          </w:p>
        </w:tc>
      </w:tr>
      <w:tr w:rsidR="008642F2" w:rsidRPr="008003B3" w14:paraId="6BBB3B97" w14:textId="77777777" w:rsidTr="003027D3">
        <w:trPr>
          <w:cantSplit/>
          <w:jc w:val="right"/>
        </w:trPr>
        <w:tc>
          <w:tcPr>
            <w:tcW w:w="4985" w:type="dxa"/>
          </w:tcPr>
          <w:p w14:paraId="5A11BDF5" w14:textId="10486FB0" w:rsidR="008642F2" w:rsidRPr="00DE6BE2" w:rsidRDefault="008642F2" w:rsidP="008642F2">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7F3832">
              <w:rPr>
                <w:rFonts w:cs="Calibri"/>
                <w:szCs w:val="22"/>
              </w:rPr>
            </w:r>
            <w:r w:rsidR="007F3832">
              <w:rPr>
                <w:rFonts w:cs="Calibri"/>
                <w:szCs w:val="22"/>
              </w:rPr>
              <w:fldChar w:fldCharType="separate"/>
            </w:r>
            <w:r w:rsidRPr="00DE6BE2">
              <w:rPr>
                <w:rFonts w:cs="Calibri"/>
                <w:szCs w:val="22"/>
              </w:rPr>
              <w:fldChar w:fldCharType="end"/>
            </w:r>
            <w:r w:rsidRPr="00E86B81">
              <w:rPr>
                <w:rFonts w:cs="Calibri"/>
                <w:szCs w:val="22"/>
              </w:rPr>
              <w:t xml:space="preserve"> </w:t>
            </w:r>
            <w:r>
              <w:rPr>
                <w:rFonts w:cs="Calibri"/>
                <w:szCs w:val="22"/>
              </w:rPr>
              <w:t>16810</w:t>
            </w:r>
            <w:r w:rsidRPr="00E86B81">
              <w:rPr>
                <w:rFonts w:cs="Calibri"/>
                <w:szCs w:val="22"/>
              </w:rPr>
              <w:t xml:space="preserve"> - Ensuring the recipient’s HPI-I(s) is associated with the recipient’s HPI-O</w:t>
            </w:r>
            <w:r w:rsidRPr="00041185">
              <w:rPr>
                <w:rFonts w:cs="Calibri"/>
                <w:szCs w:val="22"/>
              </w:rPr>
              <w:t xml:space="preserve"> in an incoming eHealth message/document</w:t>
            </w:r>
          </w:p>
        </w:tc>
        <w:tc>
          <w:tcPr>
            <w:tcW w:w="1795" w:type="dxa"/>
          </w:tcPr>
          <w:p w14:paraId="45F16643" w14:textId="77777777" w:rsidR="008642F2" w:rsidRDefault="008642F2" w:rsidP="008642F2">
            <w:pPr>
              <w:pStyle w:val="BodyText"/>
              <w:overflowPunct w:val="0"/>
              <w:ind w:left="0"/>
            </w:pPr>
            <w:r>
              <w:t>UC.325</w:t>
            </w:r>
          </w:p>
          <w:p w14:paraId="75B13E30" w14:textId="77777777" w:rsidR="008642F2" w:rsidRDefault="008642F2" w:rsidP="008642F2">
            <w:pPr>
              <w:pStyle w:val="BodyText"/>
              <w:ind w:left="0"/>
            </w:pPr>
          </w:p>
        </w:tc>
        <w:tc>
          <w:tcPr>
            <w:tcW w:w="1470" w:type="dxa"/>
          </w:tcPr>
          <w:p w14:paraId="2BAB9DA4" w14:textId="58ED0270" w:rsidR="008642F2" w:rsidRPr="007A744E" w:rsidRDefault="008642F2" w:rsidP="008642F2">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71CB6D20" w14:textId="3B27EFCE" w:rsidR="008642F2" w:rsidRDefault="008642F2" w:rsidP="008642F2">
            <w:pPr>
              <w:pStyle w:val="BodyText"/>
              <w:ind w:left="77"/>
            </w:pPr>
            <w:r>
              <w:t>UC.325 – Part A</w:t>
            </w:r>
          </w:p>
        </w:tc>
        <w:tc>
          <w:tcPr>
            <w:tcW w:w="3564" w:type="dxa"/>
          </w:tcPr>
          <w:p w14:paraId="24264895" w14:textId="77777777" w:rsidR="008642F2" w:rsidRPr="008003B3" w:rsidRDefault="008642F2" w:rsidP="008642F2">
            <w:pPr>
              <w:pStyle w:val="BodyText"/>
              <w:ind w:left="77"/>
            </w:pPr>
          </w:p>
        </w:tc>
      </w:tr>
      <w:tr w:rsidR="00FB119C" w:rsidRPr="008003B3" w14:paraId="578B81FA" w14:textId="77777777" w:rsidTr="003027D3">
        <w:trPr>
          <w:cantSplit/>
          <w:jc w:val="right"/>
        </w:trPr>
        <w:tc>
          <w:tcPr>
            <w:tcW w:w="4985" w:type="dxa"/>
          </w:tcPr>
          <w:p w14:paraId="67334F83" w14:textId="77777777" w:rsidR="00FB119C" w:rsidRPr="00041185" w:rsidRDefault="00FB119C" w:rsidP="00FB119C">
            <w:pPr>
              <w:pStyle w:val="BodyText"/>
              <w:ind w:left="1077" w:hanging="1101"/>
              <w:rPr>
                <w:rFonts w:cs="Calibri"/>
                <w:szCs w:val="22"/>
              </w:rPr>
            </w:pPr>
            <w:r w:rsidRPr="00DE6BE2">
              <w:rPr>
                <w:rFonts w:cs="Calibri"/>
                <w:szCs w:val="22"/>
              </w:rPr>
              <w:lastRenderedPageBreak/>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7F3832">
              <w:rPr>
                <w:rFonts w:cs="Calibri"/>
                <w:szCs w:val="22"/>
              </w:rPr>
            </w:r>
            <w:r w:rsidR="007F3832">
              <w:rPr>
                <w:rFonts w:cs="Calibri"/>
                <w:szCs w:val="22"/>
              </w:rPr>
              <w:fldChar w:fldCharType="separate"/>
            </w:r>
            <w:r w:rsidRPr="00DE6BE2">
              <w:rPr>
                <w:rFonts w:cs="Calibri"/>
                <w:szCs w:val="22"/>
              </w:rPr>
              <w:fldChar w:fldCharType="end"/>
            </w:r>
            <w:r w:rsidRPr="00E86B81">
              <w:rPr>
                <w:rFonts w:cs="Calibri"/>
                <w:szCs w:val="22"/>
              </w:rPr>
              <w:t xml:space="preserve"> 16836 – Minimum healthcare provider organisation identifier details</w:t>
            </w:r>
          </w:p>
        </w:tc>
        <w:tc>
          <w:tcPr>
            <w:tcW w:w="1795" w:type="dxa"/>
          </w:tcPr>
          <w:p w14:paraId="367E3F83" w14:textId="77777777" w:rsidR="00FB119C" w:rsidRDefault="00FB119C" w:rsidP="00FB119C">
            <w:pPr>
              <w:pStyle w:val="BodyText"/>
              <w:ind w:left="0"/>
            </w:pPr>
            <w:r>
              <w:t>UC.150</w:t>
            </w:r>
          </w:p>
        </w:tc>
        <w:tc>
          <w:tcPr>
            <w:tcW w:w="1470" w:type="dxa"/>
          </w:tcPr>
          <w:p w14:paraId="24576626"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7E2076CB" w14:textId="2CD9B475" w:rsidR="00FB119C" w:rsidRPr="008003B3" w:rsidRDefault="00FB119C" w:rsidP="00FB119C">
            <w:pPr>
              <w:pStyle w:val="BodyText"/>
              <w:ind w:left="77"/>
            </w:pPr>
            <w:r>
              <w:t>UC.150</w:t>
            </w:r>
          </w:p>
        </w:tc>
        <w:tc>
          <w:tcPr>
            <w:tcW w:w="3564" w:type="dxa"/>
          </w:tcPr>
          <w:p w14:paraId="47F68650" w14:textId="68A78830" w:rsidR="00FB119C" w:rsidRPr="008003B3" w:rsidRDefault="00FB119C" w:rsidP="00FB119C">
            <w:pPr>
              <w:pStyle w:val="BodyText"/>
              <w:ind w:left="77"/>
            </w:pPr>
          </w:p>
        </w:tc>
      </w:tr>
      <w:tr w:rsidR="00FB119C" w:rsidRPr="008003B3" w14:paraId="53905161" w14:textId="77777777" w:rsidTr="003027D3">
        <w:trPr>
          <w:cantSplit/>
          <w:jc w:val="right"/>
        </w:trPr>
        <w:tc>
          <w:tcPr>
            <w:tcW w:w="4985" w:type="dxa"/>
          </w:tcPr>
          <w:p w14:paraId="1E0648A3" w14:textId="77777777" w:rsidR="00FB119C" w:rsidRPr="00041185" w:rsidRDefault="00FB119C" w:rsidP="00FB119C">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7F3832">
              <w:rPr>
                <w:rFonts w:cs="Calibri"/>
                <w:szCs w:val="22"/>
              </w:rPr>
            </w:r>
            <w:r w:rsidR="007F3832">
              <w:rPr>
                <w:rFonts w:cs="Calibri"/>
                <w:szCs w:val="22"/>
              </w:rPr>
              <w:fldChar w:fldCharType="separate"/>
            </w:r>
            <w:r w:rsidRPr="00DE6BE2">
              <w:rPr>
                <w:rFonts w:cs="Calibri"/>
                <w:szCs w:val="22"/>
              </w:rPr>
              <w:fldChar w:fldCharType="end"/>
            </w:r>
            <w:r w:rsidRPr="00E86B81">
              <w:rPr>
                <w:rFonts w:cs="Calibri"/>
                <w:szCs w:val="22"/>
              </w:rPr>
              <w:t xml:space="preserve"> 16838 – Rules for when the validation of an active, </w:t>
            </w:r>
            <w:proofErr w:type="gramStart"/>
            <w:r w:rsidRPr="00E86B81">
              <w:rPr>
                <w:rFonts w:cs="Calibri"/>
                <w:szCs w:val="22"/>
              </w:rPr>
              <w:t>unverified</w:t>
            </w:r>
            <w:proofErr w:type="gramEnd"/>
            <w:r w:rsidRPr="00E86B81">
              <w:rPr>
                <w:rFonts w:cs="Calibri"/>
                <w:szCs w:val="22"/>
              </w:rPr>
              <w:t xml:space="preserve"> or provisional IHI returns the same IHI number but wi</w:t>
            </w:r>
            <w:r w:rsidRPr="00041185">
              <w:rPr>
                <w:rFonts w:cs="Calibri"/>
                <w:szCs w:val="22"/>
              </w:rPr>
              <w:t>th a different IHI record status</w:t>
            </w:r>
          </w:p>
        </w:tc>
        <w:tc>
          <w:tcPr>
            <w:tcW w:w="1795" w:type="dxa"/>
          </w:tcPr>
          <w:p w14:paraId="721D4F82" w14:textId="77777777" w:rsidR="00FB119C" w:rsidRDefault="00FB119C" w:rsidP="00FB119C">
            <w:pPr>
              <w:pStyle w:val="BodyText"/>
              <w:overflowPunct w:val="0"/>
              <w:ind w:left="0"/>
            </w:pPr>
            <w:r>
              <w:t>UC.015, UC.025, UC.035, UC.320, UC.330</w:t>
            </w:r>
          </w:p>
        </w:tc>
        <w:tc>
          <w:tcPr>
            <w:tcW w:w="1470" w:type="dxa"/>
          </w:tcPr>
          <w:p w14:paraId="69801434"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7650EB8E" w14:textId="29C693B4" w:rsidR="00FB119C" w:rsidRPr="008003B3" w:rsidRDefault="000B2CFB" w:rsidP="00FB119C">
            <w:pPr>
              <w:pStyle w:val="BodyText"/>
              <w:ind w:left="77"/>
            </w:pPr>
            <w:r>
              <w:t>UC.015 – Part A</w:t>
            </w:r>
            <w:r>
              <w:br/>
            </w:r>
            <w:r w:rsidR="001256CB">
              <w:t>UC.025 – Part A</w:t>
            </w:r>
            <w:r w:rsidR="005A7BBB">
              <w:br/>
            </w:r>
            <w:r w:rsidR="003C5AE3">
              <w:t xml:space="preserve">UC.035, </w:t>
            </w:r>
            <w:r w:rsidR="005A7BBB">
              <w:t>UC.320</w:t>
            </w:r>
            <w:r w:rsidR="001256CB">
              <w:br/>
            </w:r>
            <w:r w:rsidR="007D04C1">
              <w:t>UC.330 – Part A</w:t>
            </w:r>
          </w:p>
        </w:tc>
        <w:tc>
          <w:tcPr>
            <w:tcW w:w="3564" w:type="dxa"/>
          </w:tcPr>
          <w:p w14:paraId="7193F0F8" w14:textId="3E7A5663" w:rsidR="00FB119C" w:rsidRPr="008003B3" w:rsidRDefault="00FB119C" w:rsidP="00FB119C">
            <w:pPr>
              <w:pStyle w:val="BodyText"/>
              <w:ind w:left="77"/>
            </w:pPr>
          </w:p>
        </w:tc>
      </w:tr>
      <w:tr w:rsidR="00FB119C" w:rsidRPr="008003B3" w14:paraId="70437906" w14:textId="77777777" w:rsidTr="003027D3">
        <w:trPr>
          <w:cantSplit/>
          <w:jc w:val="right"/>
        </w:trPr>
        <w:tc>
          <w:tcPr>
            <w:tcW w:w="4985" w:type="dxa"/>
          </w:tcPr>
          <w:p w14:paraId="4ADC043A" w14:textId="77777777" w:rsidR="00FB119C" w:rsidRPr="00041185" w:rsidRDefault="00FB119C" w:rsidP="00FB119C">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7F3832">
              <w:rPr>
                <w:rFonts w:cs="Calibri"/>
                <w:szCs w:val="22"/>
              </w:rPr>
            </w:r>
            <w:r w:rsidR="007F3832">
              <w:rPr>
                <w:rFonts w:cs="Calibri"/>
                <w:szCs w:val="22"/>
              </w:rPr>
              <w:fldChar w:fldCharType="separate"/>
            </w:r>
            <w:r w:rsidRPr="00DE6BE2">
              <w:rPr>
                <w:rFonts w:cs="Calibri"/>
                <w:szCs w:val="22"/>
              </w:rPr>
              <w:fldChar w:fldCharType="end"/>
            </w:r>
            <w:r w:rsidRPr="00E86B81">
              <w:rPr>
                <w:rFonts w:cs="Calibri"/>
                <w:szCs w:val="22"/>
              </w:rPr>
              <w:t xml:space="preserve"> </w:t>
            </w:r>
            <w:r w:rsidRPr="00DE6BE2">
              <w:rPr>
                <w:rStyle w:val="SpecAttributeValue"/>
                <w:rFonts w:ascii="Calibri" w:hAnsi="Calibri" w:cs="Calibri"/>
                <w:sz w:val="22"/>
                <w:szCs w:val="22"/>
              </w:rPr>
              <w:t xml:space="preserve">18885 - </w:t>
            </w:r>
            <w:r w:rsidRPr="00E86B81">
              <w:rPr>
                <w:rFonts w:cs="Calibri"/>
                <w:szCs w:val="22"/>
              </w:rPr>
              <w:t>Inclusion of IHI status information in an eHealth message/</w:t>
            </w:r>
            <w:r w:rsidRPr="00041185">
              <w:rPr>
                <w:rFonts w:cs="Calibri"/>
                <w:szCs w:val="22"/>
              </w:rPr>
              <w:t>document</w:t>
            </w:r>
          </w:p>
        </w:tc>
        <w:tc>
          <w:tcPr>
            <w:tcW w:w="1795" w:type="dxa"/>
          </w:tcPr>
          <w:p w14:paraId="759AFD1C" w14:textId="77777777" w:rsidR="00FB119C" w:rsidRDefault="00FB119C" w:rsidP="00FB119C">
            <w:pPr>
              <w:pStyle w:val="BodyText"/>
              <w:overflowPunct w:val="0"/>
              <w:ind w:left="0"/>
            </w:pPr>
            <w:r>
              <w:t>UC.320, UC.330</w:t>
            </w:r>
          </w:p>
        </w:tc>
        <w:tc>
          <w:tcPr>
            <w:tcW w:w="1470" w:type="dxa"/>
          </w:tcPr>
          <w:p w14:paraId="55ED056B"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444258EA" w14:textId="421D2866" w:rsidR="00FB119C" w:rsidRPr="008003B3" w:rsidRDefault="007D04C1" w:rsidP="00FB119C">
            <w:pPr>
              <w:pStyle w:val="BodyText"/>
              <w:ind w:left="77"/>
            </w:pPr>
            <w:r>
              <w:t>UC.320</w:t>
            </w:r>
            <w:r>
              <w:br/>
            </w:r>
            <w:r w:rsidR="00FB119C">
              <w:t>UC.330 – Part A</w:t>
            </w:r>
          </w:p>
        </w:tc>
        <w:tc>
          <w:tcPr>
            <w:tcW w:w="3564" w:type="dxa"/>
          </w:tcPr>
          <w:p w14:paraId="00F5C998" w14:textId="48F39906" w:rsidR="00FB119C" w:rsidRPr="008003B3" w:rsidRDefault="00FB119C" w:rsidP="00FB119C">
            <w:pPr>
              <w:pStyle w:val="BodyText"/>
              <w:ind w:left="77"/>
            </w:pPr>
          </w:p>
        </w:tc>
      </w:tr>
      <w:tr w:rsidR="00FB119C" w:rsidRPr="008003B3" w14:paraId="2E43318D" w14:textId="77777777" w:rsidTr="003027D3">
        <w:trPr>
          <w:cantSplit/>
          <w:jc w:val="right"/>
        </w:trPr>
        <w:tc>
          <w:tcPr>
            <w:tcW w:w="4985" w:type="dxa"/>
          </w:tcPr>
          <w:p w14:paraId="6786CCD8" w14:textId="77777777" w:rsidR="00FB119C" w:rsidRPr="00DE6BE2" w:rsidRDefault="00FB119C" w:rsidP="00FB119C">
            <w:pPr>
              <w:pStyle w:val="BodyText"/>
              <w:ind w:left="1077" w:hanging="1101"/>
              <w:rPr>
                <w:rStyle w:val="SpecAttributeValue"/>
                <w:rFonts w:ascii="Calibri" w:hAnsi="Calibri" w:cs="Calibri"/>
                <w:sz w:val="22"/>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7F3832">
              <w:rPr>
                <w:rFonts w:cs="Calibri"/>
                <w:szCs w:val="22"/>
              </w:rPr>
            </w:r>
            <w:r w:rsidR="007F3832">
              <w:rPr>
                <w:rFonts w:cs="Calibri"/>
                <w:szCs w:val="22"/>
              </w:rPr>
              <w:fldChar w:fldCharType="separate"/>
            </w:r>
            <w:r w:rsidRPr="00DE6BE2">
              <w:rPr>
                <w:rFonts w:cs="Calibri"/>
                <w:szCs w:val="22"/>
              </w:rPr>
              <w:fldChar w:fldCharType="end"/>
            </w:r>
            <w:r w:rsidRPr="00E86B81">
              <w:rPr>
                <w:rFonts w:cs="Calibri"/>
                <w:szCs w:val="22"/>
              </w:rPr>
              <w:t xml:space="preserve"> </w:t>
            </w:r>
            <w:r w:rsidRPr="00DE6BE2">
              <w:rPr>
                <w:rStyle w:val="SpecAttributeValue"/>
                <w:rFonts w:ascii="Calibri" w:hAnsi="Calibri" w:cs="Calibri"/>
                <w:sz w:val="22"/>
                <w:szCs w:val="22"/>
              </w:rPr>
              <w:t xml:space="preserve">18886 - </w:t>
            </w:r>
            <w:r w:rsidRPr="00E86B81">
              <w:rPr>
                <w:rFonts w:cs="Calibri"/>
                <w:szCs w:val="22"/>
              </w:rPr>
              <w:t xml:space="preserve">Inclusion of healthcare identifiers date last validated information in an </w:t>
            </w:r>
            <w:r w:rsidRPr="00041185">
              <w:rPr>
                <w:rFonts w:cs="Calibri"/>
                <w:szCs w:val="22"/>
              </w:rPr>
              <w:t>eHealth message/document</w:t>
            </w:r>
          </w:p>
        </w:tc>
        <w:tc>
          <w:tcPr>
            <w:tcW w:w="1795" w:type="dxa"/>
          </w:tcPr>
          <w:p w14:paraId="396D74FA" w14:textId="77777777" w:rsidR="00FB119C" w:rsidRDefault="00FB119C" w:rsidP="00FB119C">
            <w:pPr>
              <w:pStyle w:val="BodyText"/>
              <w:overflowPunct w:val="0"/>
              <w:ind w:left="0"/>
            </w:pPr>
            <w:r>
              <w:t>UC.320, UC.330</w:t>
            </w:r>
          </w:p>
        </w:tc>
        <w:tc>
          <w:tcPr>
            <w:tcW w:w="1470" w:type="dxa"/>
          </w:tcPr>
          <w:p w14:paraId="372D73FC"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54B6811D" w14:textId="73A399E2" w:rsidR="00FB119C" w:rsidRPr="008003B3" w:rsidRDefault="007D04C1" w:rsidP="00FB119C">
            <w:pPr>
              <w:pStyle w:val="BodyText"/>
              <w:ind w:left="77"/>
            </w:pPr>
            <w:r>
              <w:t>UC.320</w:t>
            </w:r>
            <w:r>
              <w:br/>
              <w:t>UC.330 – Part A</w:t>
            </w:r>
          </w:p>
        </w:tc>
        <w:tc>
          <w:tcPr>
            <w:tcW w:w="3564" w:type="dxa"/>
          </w:tcPr>
          <w:p w14:paraId="65C76A3A" w14:textId="4059EBC3" w:rsidR="00FB119C" w:rsidRPr="008003B3" w:rsidRDefault="00FB119C" w:rsidP="00FB119C">
            <w:pPr>
              <w:pStyle w:val="BodyText"/>
              <w:ind w:left="77"/>
            </w:pPr>
          </w:p>
        </w:tc>
      </w:tr>
      <w:tr w:rsidR="008642F2" w:rsidRPr="008003B3" w14:paraId="105C8C00" w14:textId="77777777" w:rsidTr="003027D3">
        <w:trPr>
          <w:cantSplit/>
          <w:jc w:val="right"/>
        </w:trPr>
        <w:tc>
          <w:tcPr>
            <w:tcW w:w="4985" w:type="dxa"/>
          </w:tcPr>
          <w:p w14:paraId="2E38F042" w14:textId="60AC28F7" w:rsidR="008642F2" w:rsidRPr="00DE6BE2" w:rsidRDefault="008642F2" w:rsidP="008642F2">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7F3832">
              <w:rPr>
                <w:rFonts w:cs="Calibri"/>
                <w:szCs w:val="22"/>
              </w:rPr>
            </w:r>
            <w:r w:rsidR="007F3832">
              <w:rPr>
                <w:rFonts w:cs="Calibri"/>
                <w:szCs w:val="22"/>
              </w:rPr>
              <w:fldChar w:fldCharType="separate"/>
            </w:r>
            <w:r w:rsidRPr="00DE6BE2">
              <w:rPr>
                <w:rFonts w:cs="Calibri"/>
                <w:szCs w:val="22"/>
              </w:rPr>
              <w:fldChar w:fldCharType="end"/>
            </w:r>
            <w:r w:rsidRPr="00E86B81">
              <w:rPr>
                <w:rFonts w:cs="Calibri"/>
                <w:szCs w:val="22"/>
              </w:rPr>
              <w:t xml:space="preserve"> </w:t>
            </w:r>
            <w:r>
              <w:rPr>
                <w:rFonts w:cs="Calibri"/>
                <w:szCs w:val="22"/>
              </w:rPr>
              <w:t>23945</w:t>
            </w:r>
            <w:r w:rsidRPr="00E86B81">
              <w:rPr>
                <w:rFonts w:cs="Calibri"/>
                <w:szCs w:val="22"/>
              </w:rPr>
              <w:t xml:space="preserve"> - Validating recipient</w:t>
            </w:r>
            <w:r>
              <w:rPr>
                <w:rFonts w:cs="Calibri"/>
                <w:szCs w:val="22"/>
              </w:rPr>
              <w:t>’</w:t>
            </w:r>
            <w:r w:rsidRPr="00E86B81">
              <w:rPr>
                <w:rFonts w:cs="Calibri"/>
                <w:szCs w:val="22"/>
              </w:rPr>
              <w:t>s Healthcare Provider Organisation information in an incoming eHealth message/document</w:t>
            </w:r>
          </w:p>
        </w:tc>
        <w:tc>
          <w:tcPr>
            <w:tcW w:w="1795" w:type="dxa"/>
          </w:tcPr>
          <w:p w14:paraId="47AC81BE" w14:textId="77777777" w:rsidR="008642F2" w:rsidRDefault="008642F2" w:rsidP="008642F2">
            <w:pPr>
              <w:pStyle w:val="BodyText"/>
              <w:overflowPunct w:val="0"/>
              <w:ind w:left="0"/>
            </w:pPr>
            <w:r>
              <w:t>UC.325</w:t>
            </w:r>
          </w:p>
          <w:p w14:paraId="5965D17E" w14:textId="77777777" w:rsidR="008642F2" w:rsidRDefault="008642F2" w:rsidP="008642F2">
            <w:pPr>
              <w:pStyle w:val="BodyText"/>
              <w:overflowPunct w:val="0"/>
              <w:ind w:left="0"/>
            </w:pPr>
          </w:p>
        </w:tc>
        <w:tc>
          <w:tcPr>
            <w:tcW w:w="1470" w:type="dxa"/>
          </w:tcPr>
          <w:p w14:paraId="3222AD7C" w14:textId="3FFA3316" w:rsidR="008642F2" w:rsidRPr="007A744E" w:rsidRDefault="008642F2" w:rsidP="008642F2">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2042" w:type="dxa"/>
          </w:tcPr>
          <w:p w14:paraId="7766384C" w14:textId="66D169A0" w:rsidR="008642F2" w:rsidRDefault="008642F2" w:rsidP="008642F2">
            <w:pPr>
              <w:pStyle w:val="BodyText"/>
              <w:ind w:left="77"/>
            </w:pPr>
            <w:r>
              <w:t>UC.325 – Part A</w:t>
            </w:r>
          </w:p>
        </w:tc>
        <w:tc>
          <w:tcPr>
            <w:tcW w:w="3564" w:type="dxa"/>
          </w:tcPr>
          <w:p w14:paraId="278ABC0A" w14:textId="77777777" w:rsidR="008642F2" w:rsidRPr="008003B3" w:rsidRDefault="008642F2" w:rsidP="008642F2">
            <w:pPr>
              <w:pStyle w:val="BodyText"/>
              <w:ind w:left="77"/>
            </w:pPr>
          </w:p>
        </w:tc>
      </w:tr>
    </w:tbl>
    <w:p w14:paraId="16DDC538" w14:textId="77777777" w:rsidR="00291FEF" w:rsidRDefault="00291FEF" w:rsidP="00291FEF">
      <w:pPr>
        <w:ind w:left="851"/>
      </w:pPr>
    </w:p>
    <w:p w14:paraId="5F9BDBFE" w14:textId="77777777" w:rsidR="00BB145B" w:rsidRDefault="00BB145B">
      <w:pPr>
        <w:spacing w:after="0"/>
        <w:rPr>
          <w:rFonts w:eastAsia="Times New Roman" w:cs="Arial"/>
          <w:bCs/>
          <w:iCs/>
          <w:kern w:val="32"/>
          <w:sz w:val="28"/>
          <w:szCs w:val="28"/>
          <w:lang w:eastAsia="en-AU"/>
        </w:rPr>
      </w:pPr>
      <w:r>
        <w:br w:type="page"/>
      </w:r>
    </w:p>
    <w:p w14:paraId="2254D347" w14:textId="4C1935C5" w:rsidR="00BB145B" w:rsidRDefault="00BB145B" w:rsidP="00BB145B">
      <w:pPr>
        <w:pStyle w:val="Heading3"/>
      </w:pPr>
      <w:bookmarkStart w:id="61" w:name="_Ref66268859"/>
      <w:bookmarkStart w:id="62" w:name="_Toc75784476"/>
      <w:r>
        <w:lastRenderedPageBreak/>
        <w:t>HI Requirements for Accessing the My Health Record System</w:t>
      </w:r>
      <w:bookmarkEnd w:id="61"/>
      <w:bookmarkEnd w:id="62"/>
    </w:p>
    <w:p w14:paraId="2B39FC9F" w14:textId="05B7AC4D" w:rsidR="00BB145B" w:rsidRPr="00381E5A" w:rsidRDefault="00BB145B" w:rsidP="00BB145B">
      <w:pPr>
        <w:pStyle w:val="BodyText"/>
      </w:pPr>
      <w:r w:rsidRPr="00381E5A">
        <w:t xml:space="preserve">The implementation supports requirements for a clinical information system </w:t>
      </w:r>
      <w:r>
        <w:t xml:space="preserve">(CIS) </w:t>
      </w:r>
      <w:r w:rsidRPr="00381E5A">
        <w:t xml:space="preserve">to access the </w:t>
      </w:r>
      <w:r>
        <w:t>My Health Record</w:t>
      </w:r>
      <w:r w:rsidRPr="00381E5A">
        <w:t xml:space="preserve"> </w:t>
      </w:r>
      <w:r>
        <w:t xml:space="preserve">(MHR) </w:t>
      </w:r>
      <w:r w:rsidRPr="00381E5A">
        <w:t>System (tick all that apply):</w:t>
      </w:r>
    </w:p>
    <w:tbl>
      <w:tblPr>
        <w:tblW w:w="138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4965"/>
        <w:gridCol w:w="1672"/>
        <w:gridCol w:w="1722"/>
        <w:gridCol w:w="1926"/>
        <w:gridCol w:w="3571"/>
      </w:tblGrid>
      <w:tr w:rsidR="00FB119C" w:rsidRPr="00381E5A" w14:paraId="05258098" w14:textId="77777777" w:rsidTr="00E56866">
        <w:trPr>
          <w:cantSplit/>
          <w:tblHeader/>
          <w:jc w:val="right"/>
        </w:trPr>
        <w:tc>
          <w:tcPr>
            <w:tcW w:w="4965" w:type="dxa"/>
            <w:shd w:val="clear" w:color="auto" w:fill="D9D9D9"/>
            <w:vAlign w:val="center"/>
          </w:tcPr>
          <w:p w14:paraId="6A9D3195" w14:textId="77777777" w:rsidR="00FB119C" w:rsidRPr="00381E5A" w:rsidRDefault="00FB119C" w:rsidP="00AC3658">
            <w:pPr>
              <w:pStyle w:val="BodyText"/>
              <w:ind w:hanging="1134"/>
            </w:pPr>
          </w:p>
          <w:p w14:paraId="2B840875" w14:textId="0D318EF1" w:rsidR="00FB119C" w:rsidRPr="00381E5A" w:rsidRDefault="00FB119C" w:rsidP="00AC3658">
            <w:pPr>
              <w:pStyle w:val="BodyText"/>
              <w:ind w:hanging="1134"/>
            </w:pPr>
            <w:r w:rsidRPr="00381E5A">
              <w:t xml:space="preserve">HI </w:t>
            </w:r>
            <w:r>
              <w:t>R</w:t>
            </w:r>
            <w:r w:rsidRPr="00381E5A">
              <w:t>equirement</w:t>
            </w:r>
          </w:p>
        </w:tc>
        <w:tc>
          <w:tcPr>
            <w:tcW w:w="1672" w:type="dxa"/>
            <w:shd w:val="clear" w:color="auto" w:fill="D9D9D9"/>
            <w:vAlign w:val="center"/>
          </w:tcPr>
          <w:p w14:paraId="0345367E" w14:textId="77777777" w:rsidR="00FB119C" w:rsidRPr="00381E5A" w:rsidRDefault="00FB119C" w:rsidP="00AC3658">
            <w:pPr>
              <w:pStyle w:val="BodyText"/>
              <w:ind w:left="22"/>
            </w:pPr>
            <w:r w:rsidRPr="00381E5A">
              <w:t>Related business use case(s)</w:t>
            </w:r>
          </w:p>
        </w:tc>
        <w:tc>
          <w:tcPr>
            <w:tcW w:w="1722" w:type="dxa"/>
            <w:shd w:val="clear" w:color="auto" w:fill="D9D9D9"/>
            <w:vAlign w:val="center"/>
          </w:tcPr>
          <w:p w14:paraId="114825EA" w14:textId="56857683" w:rsidR="00FB119C" w:rsidRPr="00381E5A" w:rsidRDefault="00FB119C" w:rsidP="00AC3658">
            <w:pPr>
              <w:pStyle w:val="BodyText"/>
              <w:ind w:left="362" w:hanging="362"/>
            </w:pPr>
            <w:r w:rsidRPr="00381E5A">
              <w:t>Self-assessment successful?</w:t>
            </w:r>
          </w:p>
        </w:tc>
        <w:tc>
          <w:tcPr>
            <w:tcW w:w="1926" w:type="dxa"/>
            <w:shd w:val="clear" w:color="auto" w:fill="D9D9D9"/>
          </w:tcPr>
          <w:p w14:paraId="55BC5D42" w14:textId="340B915F" w:rsidR="00FB119C" w:rsidRPr="00381E5A" w:rsidRDefault="00FB119C" w:rsidP="00AC3658">
            <w:pPr>
              <w:pStyle w:val="BodyText"/>
              <w:ind w:left="77"/>
            </w:pPr>
            <w:r>
              <w:t>Related CTS worksheet(s)</w:t>
            </w:r>
          </w:p>
        </w:tc>
        <w:tc>
          <w:tcPr>
            <w:tcW w:w="3571" w:type="dxa"/>
            <w:shd w:val="clear" w:color="auto" w:fill="D9D9D9"/>
            <w:vAlign w:val="center"/>
          </w:tcPr>
          <w:p w14:paraId="17E346F2" w14:textId="6726C765" w:rsidR="00FB119C" w:rsidRPr="00381E5A" w:rsidRDefault="00FB119C" w:rsidP="00AC3658">
            <w:pPr>
              <w:pStyle w:val="BodyText"/>
              <w:ind w:left="77"/>
            </w:pPr>
            <w:r w:rsidRPr="00381E5A">
              <w:t>Comments</w:t>
            </w:r>
          </w:p>
        </w:tc>
      </w:tr>
      <w:tr w:rsidR="00FB119C" w:rsidRPr="00381E5A" w14:paraId="0E6C017F" w14:textId="77777777" w:rsidTr="00E56866">
        <w:trPr>
          <w:cantSplit/>
          <w:jc w:val="right"/>
        </w:trPr>
        <w:tc>
          <w:tcPr>
            <w:tcW w:w="4965" w:type="dxa"/>
          </w:tcPr>
          <w:p w14:paraId="0AC2F00F"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r w:rsidRPr="00381E5A">
              <w:t xml:space="preserve"> 5872 </w:t>
            </w:r>
            <w:r w:rsidRPr="00381E5A">
              <w:sym w:font="Symbol" w:char="F02D"/>
            </w:r>
            <w:r w:rsidRPr="00381E5A">
              <w:t xml:space="preserve"> IHI Validation - Revalidation of individual IHIs</w:t>
            </w:r>
          </w:p>
        </w:tc>
        <w:tc>
          <w:tcPr>
            <w:tcW w:w="1672" w:type="dxa"/>
          </w:tcPr>
          <w:p w14:paraId="738022B3" w14:textId="77777777" w:rsidR="00FB119C" w:rsidRPr="00381E5A" w:rsidRDefault="00FB119C" w:rsidP="00AC3658">
            <w:pPr>
              <w:pStyle w:val="BodyText"/>
              <w:ind w:left="22"/>
            </w:pPr>
            <w:r w:rsidRPr="00381E5A">
              <w:t>UC.015</w:t>
            </w:r>
          </w:p>
        </w:tc>
        <w:tc>
          <w:tcPr>
            <w:tcW w:w="1722" w:type="dxa"/>
          </w:tcPr>
          <w:p w14:paraId="15C01029"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p>
        </w:tc>
        <w:tc>
          <w:tcPr>
            <w:tcW w:w="1926" w:type="dxa"/>
          </w:tcPr>
          <w:p w14:paraId="19B412F3" w14:textId="76C7DDF0" w:rsidR="00FB119C" w:rsidRPr="00381E5A" w:rsidRDefault="000B2CFB" w:rsidP="00AC3658">
            <w:pPr>
              <w:pStyle w:val="BodyText"/>
              <w:ind w:left="77"/>
            </w:pPr>
            <w:r>
              <w:t>UC.015 – Part B</w:t>
            </w:r>
          </w:p>
        </w:tc>
        <w:tc>
          <w:tcPr>
            <w:tcW w:w="3571" w:type="dxa"/>
          </w:tcPr>
          <w:p w14:paraId="0438B45D" w14:textId="36529893" w:rsidR="00FB119C" w:rsidRPr="00381E5A" w:rsidRDefault="00FB119C" w:rsidP="00AC3658">
            <w:pPr>
              <w:pStyle w:val="BodyText"/>
              <w:ind w:left="77"/>
            </w:pPr>
          </w:p>
        </w:tc>
      </w:tr>
      <w:tr w:rsidR="00FB119C" w:rsidRPr="00381E5A" w14:paraId="387EA21C" w14:textId="77777777" w:rsidTr="00E56866">
        <w:trPr>
          <w:cantSplit/>
          <w:jc w:val="right"/>
        </w:trPr>
        <w:tc>
          <w:tcPr>
            <w:tcW w:w="4965" w:type="dxa"/>
          </w:tcPr>
          <w:p w14:paraId="608210F8"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r w:rsidRPr="00381E5A">
              <w:t xml:space="preserve"> 5877 </w:t>
            </w:r>
            <w:r w:rsidRPr="00381E5A">
              <w:sym w:font="Symbol" w:char="F02D"/>
            </w:r>
            <w:r w:rsidRPr="00381E5A">
              <w:t xml:space="preserve"> IHI Validation - Batch refresh</w:t>
            </w:r>
          </w:p>
        </w:tc>
        <w:tc>
          <w:tcPr>
            <w:tcW w:w="1672" w:type="dxa"/>
          </w:tcPr>
          <w:p w14:paraId="78D1DDE5" w14:textId="77777777" w:rsidR="00FB119C" w:rsidRPr="00381E5A" w:rsidRDefault="00FB119C" w:rsidP="00AC3658">
            <w:pPr>
              <w:pStyle w:val="BodyText"/>
              <w:ind w:left="22"/>
            </w:pPr>
            <w:r w:rsidRPr="00381E5A">
              <w:t>UC.025</w:t>
            </w:r>
          </w:p>
        </w:tc>
        <w:tc>
          <w:tcPr>
            <w:tcW w:w="1722" w:type="dxa"/>
          </w:tcPr>
          <w:p w14:paraId="263A984C"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p>
        </w:tc>
        <w:tc>
          <w:tcPr>
            <w:tcW w:w="1926" w:type="dxa"/>
          </w:tcPr>
          <w:p w14:paraId="570665BD" w14:textId="7C9A7E71" w:rsidR="00FB119C" w:rsidRPr="00381E5A" w:rsidRDefault="000B2CFB" w:rsidP="00AC3658">
            <w:pPr>
              <w:pStyle w:val="BodyText"/>
              <w:ind w:left="77"/>
            </w:pPr>
            <w:r>
              <w:t xml:space="preserve">UC.025 – Part </w:t>
            </w:r>
            <w:r w:rsidR="009F0C3F">
              <w:t>A</w:t>
            </w:r>
          </w:p>
        </w:tc>
        <w:tc>
          <w:tcPr>
            <w:tcW w:w="3571" w:type="dxa"/>
          </w:tcPr>
          <w:p w14:paraId="30F16A0F" w14:textId="2C47BC0F" w:rsidR="00FB119C" w:rsidRPr="00381E5A" w:rsidRDefault="00FB119C" w:rsidP="00AC3658">
            <w:pPr>
              <w:pStyle w:val="BodyText"/>
              <w:ind w:left="77"/>
            </w:pPr>
          </w:p>
        </w:tc>
      </w:tr>
      <w:tr w:rsidR="00FB119C" w:rsidRPr="00381E5A" w14:paraId="3741D926" w14:textId="77777777" w:rsidTr="00E56866">
        <w:trPr>
          <w:cantSplit/>
          <w:jc w:val="right"/>
        </w:trPr>
        <w:tc>
          <w:tcPr>
            <w:tcW w:w="4965" w:type="dxa"/>
          </w:tcPr>
          <w:p w14:paraId="6D1DCBC9"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r w:rsidRPr="00381E5A">
              <w:t xml:space="preserve"> 5812 </w:t>
            </w:r>
            <w:r w:rsidRPr="00381E5A">
              <w:sym w:font="Symbol" w:char="F02D"/>
            </w:r>
            <w:r w:rsidRPr="00381E5A">
              <w:t xml:space="preserve"> IHI Search - IHI Number search</w:t>
            </w:r>
          </w:p>
        </w:tc>
        <w:tc>
          <w:tcPr>
            <w:tcW w:w="1672" w:type="dxa"/>
          </w:tcPr>
          <w:p w14:paraId="2B1FC007" w14:textId="77777777" w:rsidR="00FB119C" w:rsidRPr="00381E5A" w:rsidRDefault="00FB119C" w:rsidP="00AC3658">
            <w:pPr>
              <w:pStyle w:val="BodyText"/>
              <w:ind w:left="22"/>
            </w:pPr>
            <w:r w:rsidRPr="00381E5A">
              <w:t>UC.010, UC.015</w:t>
            </w:r>
          </w:p>
        </w:tc>
        <w:tc>
          <w:tcPr>
            <w:tcW w:w="1722" w:type="dxa"/>
          </w:tcPr>
          <w:p w14:paraId="7C16967E"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p>
        </w:tc>
        <w:tc>
          <w:tcPr>
            <w:tcW w:w="1926" w:type="dxa"/>
          </w:tcPr>
          <w:p w14:paraId="7C7E3151" w14:textId="655B0F58" w:rsidR="00FB119C" w:rsidRPr="00381E5A" w:rsidRDefault="00FB162D" w:rsidP="00AC3658">
            <w:pPr>
              <w:pStyle w:val="BodyText"/>
              <w:ind w:left="77"/>
            </w:pPr>
            <w:r>
              <w:t>UC.010 – Part C</w:t>
            </w:r>
            <w:r>
              <w:br/>
            </w:r>
            <w:r w:rsidR="000B2CFB">
              <w:t>UC.015 – Part C</w:t>
            </w:r>
          </w:p>
        </w:tc>
        <w:tc>
          <w:tcPr>
            <w:tcW w:w="3571" w:type="dxa"/>
          </w:tcPr>
          <w:p w14:paraId="09986AB2" w14:textId="2B79D8C8" w:rsidR="00FB119C" w:rsidRPr="00381E5A" w:rsidRDefault="00FB119C" w:rsidP="00AC3658">
            <w:pPr>
              <w:pStyle w:val="BodyText"/>
              <w:ind w:left="77"/>
            </w:pPr>
          </w:p>
        </w:tc>
      </w:tr>
      <w:tr w:rsidR="00FB119C" w:rsidRPr="00381E5A" w14:paraId="3E3BCD73" w14:textId="77777777" w:rsidTr="00E56866">
        <w:trPr>
          <w:cantSplit/>
          <w:jc w:val="right"/>
        </w:trPr>
        <w:tc>
          <w:tcPr>
            <w:tcW w:w="4965" w:type="dxa"/>
          </w:tcPr>
          <w:p w14:paraId="74346044"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r w:rsidRPr="00381E5A">
              <w:t xml:space="preserve"> 5813 </w:t>
            </w:r>
            <w:r w:rsidRPr="00381E5A">
              <w:sym w:font="Symbol" w:char="F02D"/>
            </w:r>
            <w:r w:rsidRPr="00381E5A">
              <w:t xml:space="preserve"> IHI Search - Medicare card search</w:t>
            </w:r>
          </w:p>
        </w:tc>
        <w:tc>
          <w:tcPr>
            <w:tcW w:w="1672" w:type="dxa"/>
          </w:tcPr>
          <w:p w14:paraId="185E0C43" w14:textId="77777777" w:rsidR="00FB119C" w:rsidRPr="00381E5A" w:rsidRDefault="00FB119C" w:rsidP="00AC3658">
            <w:pPr>
              <w:pStyle w:val="BodyText"/>
              <w:ind w:left="22"/>
            </w:pPr>
            <w:r w:rsidRPr="00381E5A">
              <w:t>UC.010, UC.015</w:t>
            </w:r>
          </w:p>
        </w:tc>
        <w:tc>
          <w:tcPr>
            <w:tcW w:w="1722" w:type="dxa"/>
          </w:tcPr>
          <w:p w14:paraId="6B092E0B"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p>
        </w:tc>
        <w:tc>
          <w:tcPr>
            <w:tcW w:w="1926" w:type="dxa"/>
          </w:tcPr>
          <w:p w14:paraId="2552D27A" w14:textId="39C9F9E0" w:rsidR="00FB119C" w:rsidRPr="00381E5A" w:rsidRDefault="00FB162D" w:rsidP="00AC3658">
            <w:pPr>
              <w:pStyle w:val="BodyText"/>
              <w:ind w:left="77"/>
            </w:pPr>
            <w:r>
              <w:t>UC.010 – Part C</w:t>
            </w:r>
            <w:r>
              <w:br/>
            </w:r>
            <w:r w:rsidR="000B2CFB">
              <w:t>UC.015 – Part C</w:t>
            </w:r>
          </w:p>
        </w:tc>
        <w:tc>
          <w:tcPr>
            <w:tcW w:w="3571" w:type="dxa"/>
          </w:tcPr>
          <w:p w14:paraId="5A3855AE" w14:textId="1036E744" w:rsidR="00FB119C" w:rsidRPr="00381E5A" w:rsidRDefault="00FB119C" w:rsidP="00AC3658">
            <w:pPr>
              <w:pStyle w:val="BodyText"/>
              <w:ind w:left="77"/>
            </w:pPr>
          </w:p>
        </w:tc>
      </w:tr>
      <w:tr w:rsidR="00FB119C" w:rsidRPr="00381E5A" w14:paraId="7CAF2BC9" w14:textId="77777777" w:rsidTr="00E56866">
        <w:trPr>
          <w:cantSplit/>
          <w:jc w:val="right"/>
        </w:trPr>
        <w:tc>
          <w:tcPr>
            <w:tcW w:w="4965" w:type="dxa"/>
          </w:tcPr>
          <w:p w14:paraId="17459B6F"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r w:rsidRPr="00381E5A">
              <w:t xml:space="preserve"> 5814 </w:t>
            </w:r>
            <w:r w:rsidRPr="00381E5A">
              <w:sym w:font="Symbol" w:char="F02D"/>
            </w:r>
            <w:r w:rsidRPr="00381E5A">
              <w:t xml:space="preserve"> IHI Search - DVA File number search</w:t>
            </w:r>
          </w:p>
        </w:tc>
        <w:tc>
          <w:tcPr>
            <w:tcW w:w="1672" w:type="dxa"/>
          </w:tcPr>
          <w:p w14:paraId="64689EF4" w14:textId="77777777" w:rsidR="00FB119C" w:rsidRPr="00381E5A" w:rsidRDefault="00FB119C" w:rsidP="00AC3658">
            <w:pPr>
              <w:pStyle w:val="BodyText"/>
              <w:ind w:left="22"/>
            </w:pPr>
            <w:r w:rsidRPr="00381E5A">
              <w:t>UC.010, UC.015</w:t>
            </w:r>
          </w:p>
        </w:tc>
        <w:tc>
          <w:tcPr>
            <w:tcW w:w="1722" w:type="dxa"/>
          </w:tcPr>
          <w:p w14:paraId="1CA6E83C"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p>
        </w:tc>
        <w:tc>
          <w:tcPr>
            <w:tcW w:w="1926" w:type="dxa"/>
          </w:tcPr>
          <w:p w14:paraId="343A612E" w14:textId="7B2BF29B" w:rsidR="00FB119C" w:rsidRPr="00381E5A" w:rsidRDefault="00FB162D" w:rsidP="00AC3658">
            <w:pPr>
              <w:pStyle w:val="BodyText"/>
              <w:ind w:left="77"/>
            </w:pPr>
            <w:r>
              <w:t>UC.010 – Part C</w:t>
            </w:r>
            <w:r>
              <w:br/>
            </w:r>
            <w:r w:rsidR="000B2CFB">
              <w:t>UC.015 – Part C</w:t>
            </w:r>
          </w:p>
        </w:tc>
        <w:tc>
          <w:tcPr>
            <w:tcW w:w="3571" w:type="dxa"/>
          </w:tcPr>
          <w:p w14:paraId="4A28075C" w14:textId="756163B1" w:rsidR="00FB119C" w:rsidRPr="00381E5A" w:rsidRDefault="00FB119C" w:rsidP="00AC3658">
            <w:pPr>
              <w:pStyle w:val="BodyText"/>
              <w:ind w:left="77"/>
            </w:pPr>
          </w:p>
        </w:tc>
      </w:tr>
      <w:tr w:rsidR="00FB119C" w:rsidRPr="008003B3" w14:paraId="142AAD66" w14:textId="77777777" w:rsidTr="00E56866">
        <w:trPr>
          <w:cantSplit/>
          <w:jc w:val="right"/>
        </w:trPr>
        <w:tc>
          <w:tcPr>
            <w:tcW w:w="4965" w:type="dxa"/>
          </w:tcPr>
          <w:p w14:paraId="672FB647"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r w:rsidRPr="00381E5A">
              <w:t xml:space="preserve"> 5815 </w:t>
            </w:r>
            <w:r w:rsidRPr="00381E5A">
              <w:sym w:font="Symbol" w:char="F02D"/>
            </w:r>
            <w:r w:rsidRPr="00381E5A">
              <w:t xml:space="preserve"> Detailed IHI search (uses addresses)</w:t>
            </w:r>
          </w:p>
        </w:tc>
        <w:tc>
          <w:tcPr>
            <w:tcW w:w="1672" w:type="dxa"/>
          </w:tcPr>
          <w:p w14:paraId="2C70B02A" w14:textId="77777777" w:rsidR="00FB119C" w:rsidRPr="00381E5A" w:rsidRDefault="00FB119C" w:rsidP="00AC3658">
            <w:pPr>
              <w:pStyle w:val="BodyText"/>
              <w:ind w:left="22"/>
            </w:pPr>
            <w:r w:rsidRPr="00381E5A">
              <w:t>UC.010, UC.015</w:t>
            </w:r>
          </w:p>
        </w:tc>
        <w:tc>
          <w:tcPr>
            <w:tcW w:w="1722" w:type="dxa"/>
          </w:tcPr>
          <w:p w14:paraId="7A230416" w14:textId="77777777" w:rsidR="00FB119C" w:rsidRPr="008003B3"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7F3832">
              <w:fldChar w:fldCharType="separate"/>
            </w:r>
            <w:r w:rsidRPr="00381E5A">
              <w:fldChar w:fldCharType="end"/>
            </w:r>
          </w:p>
        </w:tc>
        <w:tc>
          <w:tcPr>
            <w:tcW w:w="1926" w:type="dxa"/>
          </w:tcPr>
          <w:p w14:paraId="5AB2D95C" w14:textId="0D6103B8" w:rsidR="00FB119C" w:rsidRPr="008003B3" w:rsidRDefault="00FB162D" w:rsidP="00AC3658">
            <w:pPr>
              <w:pStyle w:val="BodyText"/>
              <w:ind w:left="77"/>
            </w:pPr>
            <w:r>
              <w:t>UC.010 – Part A</w:t>
            </w:r>
            <w:r>
              <w:br/>
            </w:r>
            <w:r w:rsidR="000B2CFB">
              <w:t>UC.015 – Part A</w:t>
            </w:r>
          </w:p>
        </w:tc>
        <w:tc>
          <w:tcPr>
            <w:tcW w:w="3571" w:type="dxa"/>
          </w:tcPr>
          <w:p w14:paraId="2C60AF1D" w14:textId="3EAF007F" w:rsidR="00FB119C" w:rsidRPr="008003B3" w:rsidRDefault="00FB119C" w:rsidP="00AC3658">
            <w:pPr>
              <w:pStyle w:val="BodyText"/>
              <w:ind w:left="77"/>
            </w:pPr>
          </w:p>
        </w:tc>
      </w:tr>
    </w:tbl>
    <w:p w14:paraId="444AEEEE" w14:textId="77777777" w:rsidR="00BB145B" w:rsidRPr="006201B4" w:rsidRDefault="00BB145B" w:rsidP="00BB145B">
      <w:pPr>
        <w:pStyle w:val="BodyText"/>
      </w:pPr>
    </w:p>
    <w:p w14:paraId="09BD083E" w14:textId="33DC65C6" w:rsidR="00BB145B" w:rsidRDefault="00BB145B" w:rsidP="00BB145B">
      <w:pPr>
        <w:pStyle w:val="BodyText"/>
      </w:pPr>
      <w:r>
        <w:t>Note: The My Health Record Clinical Information System Conformance Assessment Scheme specifies that software connecting to the My Health Record system must conform to one or more of the above HI Conformance Requirements.</w:t>
      </w:r>
    </w:p>
    <w:p w14:paraId="57964B15" w14:textId="3BCB3819" w:rsidR="00291FEF" w:rsidRDefault="00291FEF" w:rsidP="00291FEF">
      <w:pPr>
        <w:ind w:left="851"/>
      </w:pPr>
    </w:p>
    <w:p w14:paraId="7E33FE41" w14:textId="77777777" w:rsidR="00291FEF" w:rsidRPr="00AB0DE6" w:rsidRDefault="00291FEF" w:rsidP="00291FEF">
      <w:pPr>
        <w:ind w:left="851"/>
      </w:pPr>
    </w:p>
    <w:p w14:paraId="07E578A5" w14:textId="77777777" w:rsidR="00291FEF" w:rsidRDefault="00291FEF" w:rsidP="00291FEF">
      <w:pPr>
        <w:pStyle w:val="BodyText"/>
        <w:tabs>
          <w:tab w:val="left" w:pos="6240"/>
        </w:tabs>
      </w:pPr>
    </w:p>
    <w:p w14:paraId="72426526" w14:textId="77777777" w:rsidR="003D74A8" w:rsidRDefault="003D74A8" w:rsidP="003D74A8">
      <w:pPr>
        <w:pStyle w:val="Heading1"/>
      </w:pPr>
      <w:bookmarkStart w:id="63" w:name="_Ref66269144"/>
      <w:bookmarkStart w:id="64" w:name="_Toc75784477"/>
      <w:bookmarkStart w:id="65" w:name="_Ref66264889"/>
      <w:bookmarkStart w:id="66" w:name="_Hlk65764742"/>
      <w:r>
        <w:lastRenderedPageBreak/>
        <w:t xml:space="preserve">HI Conformance </w:t>
      </w:r>
      <w:r w:rsidRPr="003027D3">
        <w:t>testing for Requirement 022000 - Validation of IHIs using updated identifiers</w:t>
      </w:r>
      <w:bookmarkEnd w:id="63"/>
      <w:bookmarkEnd w:id="64"/>
    </w:p>
    <w:p w14:paraId="06AC21D4" w14:textId="77777777" w:rsidR="00092E84" w:rsidRDefault="003D74A8" w:rsidP="00BC46A5">
      <w:pPr>
        <w:pStyle w:val="BodyText"/>
      </w:pPr>
      <w:r>
        <w:t xml:space="preserve">This section is only applicable for </w:t>
      </w:r>
      <w:r w:rsidR="005D06A6">
        <w:t xml:space="preserve">current </w:t>
      </w:r>
      <w:r>
        <w:t xml:space="preserve">software systems </w:t>
      </w:r>
      <w:r w:rsidR="004C36FC">
        <w:t xml:space="preserve">that are declaring </w:t>
      </w:r>
      <w:r>
        <w:t xml:space="preserve">conformance to the new requirement 022000 only. </w:t>
      </w:r>
      <w:r w:rsidR="004C36FC">
        <w:t xml:space="preserve">Along with testing of requirement 022000, as small set of additional test cases have been applied as a regression test to ensure that </w:t>
      </w:r>
      <w:r w:rsidR="005D06A6">
        <w:t>current</w:t>
      </w:r>
      <w:r w:rsidR="004C36FC">
        <w:t xml:space="preserve"> patient registration and update functionality performs as expected, and have not been impacted by any changes that may have been made to the system. </w:t>
      </w:r>
    </w:p>
    <w:p w14:paraId="4B1BCAE3" w14:textId="5CDC3362" w:rsidR="003D74A8" w:rsidRDefault="003D74A8" w:rsidP="00092E84">
      <w:pPr>
        <w:pStyle w:val="Heading2"/>
      </w:pPr>
      <w:bookmarkStart w:id="67" w:name="_Toc75784478"/>
      <w:r>
        <w:t>Mandatory Requirements</w:t>
      </w:r>
      <w:bookmarkEnd w:id="67"/>
    </w:p>
    <w:p w14:paraId="0443434E" w14:textId="77777777" w:rsidR="003D74A8" w:rsidRDefault="003D74A8" w:rsidP="003D74A8">
      <w:pPr>
        <w:pStyle w:val="BodyText"/>
      </w:pPr>
      <w:r>
        <w:t>The implementation must conform to the following requirements:</w:t>
      </w:r>
    </w:p>
    <w:tbl>
      <w:tblPr>
        <w:tblW w:w="136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9" w:type="dxa"/>
        </w:tblCellMar>
        <w:tblLook w:val="01E0" w:firstRow="1" w:lastRow="1" w:firstColumn="1" w:lastColumn="1" w:noHBand="0" w:noVBand="0"/>
      </w:tblPr>
      <w:tblGrid>
        <w:gridCol w:w="5528"/>
        <w:gridCol w:w="1701"/>
        <w:gridCol w:w="1559"/>
        <w:gridCol w:w="1843"/>
        <w:gridCol w:w="2977"/>
      </w:tblGrid>
      <w:tr w:rsidR="003D74A8" w:rsidRPr="00B619F6" w14:paraId="0667B60B" w14:textId="77777777" w:rsidTr="003D74A8">
        <w:trPr>
          <w:cantSplit/>
          <w:trHeight w:val="1003"/>
          <w:tblHeader/>
        </w:trPr>
        <w:tc>
          <w:tcPr>
            <w:tcW w:w="5528" w:type="dxa"/>
            <w:shd w:val="clear" w:color="auto" w:fill="D9D9D9"/>
            <w:vAlign w:val="center"/>
          </w:tcPr>
          <w:p w14:paraId="2379BCD6" w14:textId="77777777" w:rsidR="003D74A8" w:rsidRPr="00B619F6" w:rsidRDefault="003D74A8" w:rsidP="004C36FC">
            <w:pPr>
              <w:pStyle w:val="BodyText"/>
              <w:ind w:left="79"/>
              <w:jc w:val="center"/>
            </w:pPr>
            <w:r>
              <w:t>Mandatory r</w:t>
            </w:r>
            <w:r w:rsidRPr="00B619F6">
              <w:t>equirement</w:t>
            </w:r>
          </w:p>
        </w:tc>
        <w:tc>
          <w:tcPr>
            <w:tcW w:w="1701" w:type="dxa"/>
            <w:shd w:val="clear" w:color="auto" w:fill="D9D9D9"/>
            <w:vAlign w:val="center"/>
          </w:tcPr>
          <w:p w14:paraId="104E2BBF" w14:textId="77777777" w:rsidR="003D74A8" w:rsidRPr="00B619F6" w:rsidRDefault="003D74A8" w:rsidP="003D74A8">
            <w:pPr>
              <w:pStyle w:val="BodyText"/>
              <w:ind w:left="0" w:firstLine="34"/>
              <w:jc w:val="center"/>
            </w:pPr>
            <w:r>
              <w:t>Related b</w:t>
            </w:r>
            <w:r w:rsidRPr="00B619F6">
              <w:t>usiness use case</w:t>
            </w:r>
            <w:r>
              <w:t>(</w:t>
            </w:r>
            <w:r w:rsidRPr="00B619F6">
              <w:t>s</w:t>
            </w:r>
            <w:r>
              <w:t>)</w:t>
            </w:r>
          </w:p>
        </w:tc>
        <w:tc>
          <w:tcPr>
            <w:tcW w:w="1559" w:type="dxa"/>
            <w:shd w:val="clear" w:color="auto" w:fill="D9D9D9"/>
            <w:vAlign w:val="center"/>
          </w:tcPr>
          <w:p w14:paraId="21F0F53D" w14:textId="77777777" w:rsidR="003D74A8" w:rsidRPr="00B619F6" w:rsidRDefault="003D74A8" w:rsidP="003D74A8">
            <w:pPr>
              <w:pStyle w:val="BodyText"/>
              <w:ind w:left="80"/>
              <w:jc w:val="center"/>
            </w:pPr>
            <w:r w:rsidRPr="00B619F6">
              <w:t>Self-assessment successful?</w:t>
            </w:r>
          </w:p>
        </w:tc>
        <w:tc>
          <w:tcPr>
            <w:tcW w:w="1843" w:type="dxa"/>
            <w:shd w:val="clear" w:color="auto" w:fill="D9D9D9"/>
            <w:vAlign w:val="center"/>
          </w:tcPr>
          <w:p w14:paraId="33FCD723" w14:textId="77777777" w:rsidR="003D74A8" w:rsidRPr="00B619F6" w:rsidRDefault="003D74A8" w:rsidP="003D74A8">
            <w:pPr>
              <w:pStyle w:val="BodyText"/>
              <w:ind w:left="79"/>
              <w:jc w:val="center"/>
            </w:pPr>
            <w:r>
              <w:t>Related CTS worksheet(s)</w:t>
            </w:r>
          </w:p>
        </w:tc>
        <w:tc>
          <w:tcPr>
            <w:tcW w:w="2977" w:type="dxa"/>
            <w:shd w:val="clear" w:color="auto" w:fill="D9D9D9"/>
            <w:vAlign w:val="center"/>
          </w:tcPr>
          <w:p w14:paraId="05D6397A" w14:textId="77777777" w:rsidR="003D74A8" w:rsidRPr="00B619F6" w:rsidRDefault="003D74A8" w:rsidP="003D74A8">
            <w:pPr>
              <w:pStyle w:val="BodyText"/>
              <w:ind w:left="79"/>
              <w:jc w:val="center"/>
            </w:pPr>
            <w:r w:rsidRPr="00B619F6">
              <w:t>Comments</w:t>
            </w:r>
          </w:p>
        </w:tc>
      </w:tr>
      <w:tr w:rsidR="003D74A8" w:rsidRPr="00B619F6" w14:paraId="79CE6AC3" w14:textId="77777777" w:rsidTr="003D74A8">
        <w:trPr>
          <w:cantSplit/>
          <w:trHeight w:val="792"/>
        </w:trPr>
        <w:tc>
          <w:tcPr>
            <w:tcW w:w="5528" w:type="dxa"/>
          </w:tcPr>
          <w:p w14:paraId="53BF8ABA" w14:textId="77777777" w:rsidR="003D74A8" w:rsidRPr="00B619F6" w:rsidRDefault="003D74A8"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5820</w:t>
            </w:r>
            <w:r>
              <w:t xml:space="preserve"> </w:t>
            </w:r>
            <w:r>
              <w:sym w:font="Symbol" w:char="F02D"/>
            </w:r>
            <w:r>
              <w:t xml:space="preserve"> </w:t>
            </w:r>
            <w:r w:rsidRPr="00B619F6">
              <w:t>Recording of IHI details upon IHI assignment and update</w:t>
            </w:r>
          </w:p>
        </w:tc>
        <w:tc>
          <w:tcPr>
            <w:tcW w:w="1701" w:type="dxa"/>
          </w:tcPr>
          <w:p w14:paraId="7639ED64" w14:textId="542E2110" w:rsidR="003D74A8" w:rsidRPr="00B619F6" w:rsidRDefault="003D74A8" w:rsidP="003D74A8">
            <w:pPr>
              <w:pStyle w:val="BodyText"/>
              <w:ind w:left="34" w:hanging="34"/>
            </w:pPr>
            <w:r w:rsidRPr="00B619F6">
              <w:t>UC.010, UC.015, UC.025</w:t>
            </w:r>
          </w:p>
        </w:tc>
        <w:tc>
          <w:tcPr>
            <w:tcW w:w="1559" w:type="dxa"/>
          </w:tcPr>
          <w:p w14:paraId="2754FDC8" w14:textId="77777777" w:rsidR="003D74A8" w:rsidRPr="00B619F6" w:rsidRDefault="003D74A8"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843" w:type="dxa"/>
          </w:tcPr>
          <w:p w14:paraId="02989D3A" w14:textId="77777777" w:rsidR="003D74A8" w:rsidRPr="00B619F6" w:rsidRDefault="003D74A8" w:rsidP="003D74A8">
            <w:pPr>
              <w:pStyle w:val="BodyText"/>
              <w:ind w:left="79"/>
            </w:pPr>
            <w:r>
              <w:t>UC.010 – Part B</w:t>
            </w:r>
            <w:r>
              <w:br/>
              <w:t>UC.015 – Part B</w:t>
            </w:r>
            <w:r>
              <w:br/>
              <w:t>UC.025 – Part B</w:t>
            </w:r>
          </w:p>
        </w:tc>
        <w:tc>
          <w:tcPr>
            <w:tcW w:w="2977" w:type="dxa"/>
          </w:tcPr>
          <w:p w14:paraId="33D47D0F" w14:textId="77777777" w:rsidR="003D74A8" w:rsidRPr="00B619F6" w:rsidRDefault="003D74A8" w:rsidP="003D74A8">
            <w:pPr>
              <w:pStyle w:val="BodyText"/>
              <w:ind w:left="79"/>
            </w:pPr>
          </w:p>
        </w:tc>
      </w:tr>
      <w:tr w:rsidR="00310C5E" w:rsidRPr="00B619F6" w14:paraId="67071F36" w14:textId="77777777" w:rsidTr="003D74A8">
        <w:trPr>
          <w:cantSplit/>
          <w:trHeight w:val="45"/>
        </w:trPr>
        <w:tc>
          <w:tcPr>
            <w:tcW w:w="5528" w:type="dxa"/>
          </w:tcPr>
          <w:p w14:paraId="469AF1CD" w14:textId="7D2C52D6" w:rsidR="00310C5E" w:rsidRPr="00B619F6" w:rsidRDefault="00310C5E"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w:t>
            </w:r>
            <w:r>
              <w:t xml:space="preserve">43 </w:t>
            </w:r>
            <w:r>
              <w:sym w:font="Symbol" w:char="F02D"/>
            </w:r>
            <w:r>
              <w:t xml:space="preserve"> Display of IHI Number Status and HI Record Status</w:t>
            </w:r>
          </w:p>
        </w:tc>
        <w:tc>
          <w:tcPr>
            <w:tcW w:w="1701" w:type="dxa"/>
          </w:tcPr>
          <w:p w14:paraId="413B1E56" w14:textId="7778CB9F" w:rsidR="00310C5E" w:rsidRPr="00B619F6" w:rsidRDefault="00310C5E" w:rsidP="003D74A8">
            <w:pPr>
              <w:pStyle w:val="BodyText"/>
              <w:ind w:left="34" w:hanging="34"/>
            </w:pPr>
            <w:r>
              <w:t>UC.010, UC.015</w:t>
            </w:r>
          </w:p>
        </w:tc>
        <w:tc>
          <w:tcPr>
            <w:tcW w:w="1559" w:type="dxa"/>
          </w:tcPr>
          <w:p w14:paraId="1407B36B" w14:textId="55980A8B" w:rsidR="00310C5E" w:rsidRPr="00B619F6" w:rsidRDefault="00310C5E"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843" w:type="dxa"/>
          </w:tcPr>
          <w:p w14:paraId="067AD21D" w14:textId="13052E27" w:rsidR="00310C5E" w:rsidRDefault="00310C5E" w:rsidP="003D74A8">
            <w:pPr>
              <w:pStyle w:val="BodyText"/>
              <w:ind w:left="79"/>
            </w:pPr>
            <w:r>
              <w:t>UC.010 – Part B</w:t>
            </w:r>
            <w:r>
              <w:br/>
              <w:t>UC.015 – Part B</w:t>
            </w:r>
          </w:p>
        </w:tc>
        <w:tc>
          <w:tcPr>
            <w:tcW w:w="2977" w:type="dxa"/>
          </w:tcPr>
          <w:p w14:paraId="30DB4587" w14:textId="77777777" w:rsidR="00310C5E" w:rsidRPr="00B619F6" w:rsidRDefault="00310C5E" w:rsidP="003D74A8">
            <w:pPr>
              <w:pStyle w:val="BodyText"/>
              <w:ind w:left="79"/>
            </w:pPr>
          </w:p>
        </w:tc>
      </w:tr>
      <w:tr w:rsidR="003D74A8" w:rsidRPr="00B619F6" w14:paraId="686794D2" w14:textId="77777777" w:rsidTr="003D74A8">
        <w:trPr>
          <w:cantSplit/>
          <w:trHeight w:val="45"/>
        </w:trPr>
        <w:tc>
          <w:tcPr>
            <w:tcW w:w="5528" w:type="dxa"/>
          </w:tcPr>
          <w:p w14:paraId="7EE2A22A" w14:textId="77777777" w:rsidR="003D74A8" w:rsidRPr="00B619F6" w:rsidRDefault="003D74A8"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5872</w:t>
            </w:r>
            <w:r>
              <w:t xml:space="preserve"> </w:t>
            </w:r>
            <w:r>
              <w:sym w:font="Symbol" w:char="F02D"/>
            </w:r>
            <w:r>
              <w:t xml:space="preserve"> </w:t>
            </w:r>
            <w:r w:rsidRPr="00B619F6">
              <w:t>Revalidation of individual IHIs</w:t>
            </w:r>
          </w:p>
        </w:tc>
        <w:tc>
          <w:tcPr>
            <w:tcW w:w="1701" w:type="dxa"/>
          </w:tcPr>
          <w:p w14:paraId="577411AE" w14:textId="77777777" w:rsidR="003D74A8" w:rsidRPr="00B619F6" w:rsidRDefault="003D74A8" w:rsidP="003D74A8">
            <w:pPr>
              <w:pStyle w:val="BodyText"/>
              <w:ind w:left="34" w:hanging="34"/>
            </w:pPr>
            <w:r w:rsidRPr="00B619F6">
              <w:t>UC.015</w:t>
            </w:r>
          </w:p>
        </w:tc>
        <w:tc>
          <w:tcPr>
            <w:tcW w:w="1559" w:type="dxa"/>
          </w:tcPr>
          <w:p w14:paraId="1AD713C2" w14:textId="77777777" w:rsidR="003D74A8" w:rsidRPr="00B619F6" w:rsidRDefault="003D74A8"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843" w:type="dxa"/>
          </w:tcPr>
          <w:p w14:paraId="481DC142" w14:textId="77777777" w:rsidR="003D74A8" w:rsidRPr="00B619F6" w:rsidRDefault="003D74A8" w:rsidP="003D74A8">
            <w:pPr>
              <w:pStyle w:val="BodyText"/>
              <w:ind w:left="79"/>
            </w:pPr>
            <w:r>
              <w:t>UC.015 – Part B</w:t>
            </w:r>
          </w:p>
        </w:tc>
        <w:tc>
          <w:tcPr>
            <w:tcW w:w="2977" w:type="dxa"/>
          </w:tcPr>
          <w:p w14:paraId="388BDB44" w14:textId="77777777" w:rsidR="003D74A8" w:rsidRPr="00B619F6" w:rsidRDefault="003D74A8" w:rsidP="003D74A8">
            <w:pPr>
              <w:pStyle w:val="BodyText"/>
              <w:ind w:left="79"/>
            </w:pPr>
          </w:p>
        </w:tc>
      </w:tr>
      <w:tr w:rsidR="003D74A8" w:rsidRPr="00B619F6" w14:paraId="381416FB" w14:textId="77777777" w:rsidTr="003D74A8">
        <w:trPr>
          <w:cantSplit/>
        </w:trPr>
        <w:tc>
          <w:tcPr>
            <w:tcW w:w="5528" w:type="dxa"/>
          </w:tcPr>
          <w:p w14:paraId="68C52350" w14:textId="77777777" w:rsidR="003D74A8" w:rsidRPr="00B619F6" w:rsidRDefault="003D74A8"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5873</w:t>
            </w:r>
            <w:r>
              <w:t xml:space="preserve"> </w:t>
            </w:r>
            <w:r>
              <w:sym w:font="Symbol" w:char="F02D"/>
            </w:r>
            <w:r>
              <w:t xml:space="preserve"> </w:t>
            </w:r>
            <w:r w:rsidRPr="00B619F6">
              <w:t>Creation of error log for all errors</w:t>
            </w:r>
          </w:p>
        </w:tc>
        <w:tc>
          <w:tcPr>
            <w:tcW w:w="1701" w:type="dxa"/>
          </w:tcPr>
          <w:p w14:paraId="6DE8AAE5" w14:textId="77777777" w:rsidR="003D74A8" w:rsidRPr="00B619F6" w:rsidRDefault="003D74A8" w:rsidP="003D74A8">
            <w:pPr>
              <w:pStyle w:val="BodyText"/>
              <w:ind w:left="34" w:hanging="34"/>
            </w:pPr>
            <w:r w:rsidRPr="00B619F6">
              <w:t>UC.010, UC.015, UC.025</w:t>
            </w:r>
          </w:p>
        </w:tc>
        <w:tc>
          <w:tcPr>
            <w:tcW w:w="1559" w:type="dxa"/>
          </w:tcPr>
          <w:p w14:paraId="11F1168B" w14:textId="77777777" w:rsidR="003D74A8" w:rsidRPr="00B619F6" w:rsidRDefault="003D74A8"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843" w:type="dxa"/>
          </w:tcPr>
          <w:p w14:paraId="68FA9601" w14:textId="77777777" w:rsidR="003D74A8" w:rsidRPr="00B619F6" w:rsidRDefault="003D74A8" w:rsidP="003D74A8">
            <w:pPr>
              <w:pStyle w:val="BodyText"/>
              <w:ind w:left="79"/>
            </w:pPr>
            <w:r>
              <w:t>UC.010 – Part C</w:t>
            </w:r>
            <w:r>
              <w:br/>
              <w:t>UC.015 – Part C</w:t>
            </w:r>
            <w:r>
              <w:br/>
              <w:t>UC.025 – Part B</w:t>
            </w:r>
          </w:p>
        </w:tc>
        <w:tc>
          <w:tcPr>
            <w:tcW w:w="2977" w:type="dxa"/>
          </w:tcPr>
          <w:p w14:paraId="70599773" w14:textId="77777777" w:rsidR="003D74A8" w:rsidRPr="00B619F6" w:rsidRDefault="003D74A8" w:rsidP="003D74A8">
            <w:pPr>
              <w:pStyle w:val="BodyText"/>
              <w:ind w:left="79"/>
            </w:pPr>
          </w:p>
        </w:tc>
      </w:tr>
      <w:tr w:rsidR="003D74A8" w:rsidRPr="00B619F6" w14:paraId="285F19E8" w14:textId="77777777" w:rsidTr="003D74A8">
        <w:trPr>
          <w:cantSplit/>
        </w:trPr>
        <w:tc>
          <w:tcPr>
            <w:tcW w:w="5528" w:type="dxa"/>
          </w:tcPr>
          <w:p w14:paraId="5F83F3E3" w14:textId="77777777" w:rsidR="003D74A8" w:rsidRPr="00B619F6" w:rsidRDefault="003D74A8"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r>
              <w:t xml:space="preserve"> </w:t>
            </w:r>
            <w:r w:rsidRPr="00B619F6">
              <w:t>8028</w:t>
            </w:r>
            <w:r>
              <w:t xml:space="preserve"> </w:t>
            </w:r>
            <w:r>
              <w:sym w:font="Symbol" w:char="F02D"/>
            </w:r>
            <w:r>
              <w:t xml:space="preserve"> </w:t>
            </w:r>
            <w:r w:rsidRPr="00B619F6">
              <w:t>Record audit trail of each healthcare identifier disclosed by the HI Service</w:t>
            </w:r>
          </w:p>
        </w:tc>
        <w:tc>
          <w:tcPr>
            <w:tcW w:w="1701" w:type="dxa"/>
          </w:tcPr>
          <w:p w14:paraId="64303304" w14:textId="77777777" w:rsidR="003D74A8" w:rsidRPr="00B619F6" w:rsidRDefault="003D74A8" w:rsidP="003D74A8">
            <w:pPr>
              <w:pStyle w:val="BodyText"/>
              <w:ind w:left="34" w:hanging="34"/>
            </w:pPr>
            <w:r w:rsidRPr="00B619F6">
              <w:t>UC.010, UC.015, UC.025</w:t>
            </w:r>
          </w:p>
        </w:tc>
        <w:tc>
          <w:tcPr>
            <w:tcW w:w="1559" w:type="dxa"/>
          </w:tcPr>
          <w:p w14:paraId="2821FB58" w14:textId="77777777" w:rsidR="003D74A8" w:rsidRPr="00B619F6" w:rsidRDefault="003D74A8"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7F3832">
              <w:fldChar w:fldCharType="separate"/>
            </w:r>
            <w:r w:rsidRPr="00B619F6">
              <w:fldChar w:fldCharType="end"/>
            </w:r>
          </w:p>
        </w:tc>
        <w:tc>
          <w:tcPr>
            <w:tcW w:w="1843" w:type="dxa"/>
          </w:tcPr>
          <w:p w14:paraId="3AB41F1C" w14:textId="77777777" w:rsidR="003D74A8" w:rsidRPr="00B619F6" w:rsidRDefault="003D74A8" w:rsidP="003D74A8">
            <w:pPr>
              <w:pStyle w:val="BodyText"/>
              <w:ind w:left="79"/>
            </w:pPr>
            <w:r>
              <w:t>UC.010 – Part C</w:t>
            </w:r>
            <w:r>
              <w:br/>
              <w:t>UC.015 – Part C</w:t>
            </w:r>
            <w:r>
              <w:br/>
              <w:t>UC.025 – Part B</w:t>
            </w:r>
          </w:p>
        </w:tc>
        <w:tc>
          <w:tcPr>
            <w:tcW w:w="2977" w:type="dxa"/>
          </w:tcPr>
          <w:p w14:paraId="2B1A3B3B" w14:textId="77777777" w:rsidR="003D74A8" w:rsidRPr="00B619F6" w:rsidRDefault="003D74A8" w:rsidP="003D74A8">
            <w:pPr>
              <w:pStyle w:val="BodyText"/>
              <w:ind w:left="79"/>
            </w:pPr>
          </w:p>
        </w:tc>
      </w:tr>
      <w:tr w:rsidR="003D74A8" w:rsidRPr="009B04C0" w14:paraId="77161C44" w14:textId="77777777" w:rsidTr="003D74A8">
        <w:trPr>
          <w:cantSplit/>
        </w:trPr>
        <w:tc>
          <w:tcPr>
            <w:tcW w:w="5528" w:type="dxa"/>
          </w:tcPr>
          <w:p w14:paraId="717F02AE" w14:textId="77777777" w:rsidR="003D74A8" w:rsidRPr="001A567B" w:rsidRDefault="003D74A8" w:rsidP="003D74A8">
            <w:pPr>
              <w:pStyle w:val="BodyText"/>
              <w:ind w:left="1077" w:hanging="958"/>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16813 – Actions for when validation of a verified IHI returns a ‘resolved’ information message and a different IHI number</w:t>
            </w:r>
          </w:p>
        </w:tc>
        <w:tc>
          <w:tcPr>
            <w:tcW w:w="1701" w:type="dxa"/>
          </w:tcPr>
          <w:p w14:paraId="3096D3A2" w14:textId="77777777" w:rsidR="003D74A8" w:rsidRDefault="003D74A8" w:rsidP="003D74A8">
            <w:pPr>
              <w:pStyle w:val="BodyText"/>
              <w:overflowPunct w:val="0"/>
              <w:ind w:left="34" w:hanging="34"/>
            </w:pPr>
            <w:r>
              <w:t>UC.015, UC.025</w:t>
            </w:r>
          </w:p>
        </w:tc>
        <w:tc>
          <w:tcPr>
            <w:tcW w:w="1559" w:type="dxa"/>
          </w:tcPr>
          <w:p w14:paraId="2541C299" w14:textId="77777777" w:rsidR="003D74A8" w:rsidRPr="001A567B" w:rsidRDefault="003D74A8" w:rsidP="003D74A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6D32BC4" w14:textId="77777777" w:rsidR="003D74A8" w:rsidRPr="009B04C0" w:rsidRDefault="003D74A8" w:rsidP="003D74A8">
            <w:pPr>
              <w:pStyle w:val="BodyText"/>
              <w:ind w:left="79"/>
              <w:rPr>
                <w:highlight w:val="yellow"/>
              </w:rPr>
            </w:pPr>
            <w:r>
              <w:t>UC.015 – Part B</w:t>
            </w:r>
            <w:r>
              <w:br/>
              <w:t>UC.025 – Part B</w:t>
            </w:r>
          </w:p>
        </w:tc>
        <w:tc>
          <w:tcPr>
            <w:tcW w:w="2977" w:type="dxa"/>
          </w:tcPr>
          <w:p w14:paraId="4E42E348" w14:textId="77777777" w:rsidR="003D74A8" w:rsidRPr="009B04C0" w:rsidRDefault="003D74A8" w:rsidP="003D74A8">
            <w:pPr>
              <w:pStyle w:val="BodyText"/>
              <w:ind w:left="79"/>
              <w:rPr>
                <w:highlight w:val="yellow"/>
              </w:rPr>
            </w:pPr>
          </w:p>
        </w:tc>
      </w:tr>
      <w:tr w:rsidR="003D74A8" w:rsidRPr="00B30EC2" w14:paraId="30677525" w14:textId="77777777" w:rsidTr="003D74A8">
        <w:trPr>
          <w:cantSplit/>
        </w:trPr>
        <w:tc>
          <w:tcPr>
            <w:tcW w:w="5528" w:type="dxa"/>
          </w:tcPr>
          <w:p w14:paraId="2647581D" w14:textId="77777777" w:rsidR="003D74A8" w:rsidRPr="006B0757" w:rsidRDefault="003D74A8" w:rsidP="003D74A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16815 – Rules for when the validation of an active and verified IHI returns the same IHI number and same IHI record status but with a different IHI status</w:t>
            </w:r>
          </w:p>
        </w:tc>
        <w:tc>
          <w:tcPr>
            <w:tcW w:w="1701" w:type="dxa"/>
          </w:tcPr>
          <w:p w14:paraId="1A0C0A4F" w14:textId="77777777" w:rsidR="003D74A8" w:rsidRDefault="003D74A8" w:rsidP="003D74A8">
            <w:pPr>
              <w:pStyle w:val="BodyText"/>
              <w:ind w:left="0" w:hanging="50"/>
            </w:pPr>
            <w:r>
              <w:t>UC.015, UC.025</w:t>
            </w:r>
          </w:p>
        </w:tc>
        <w:tc>
          <w:tcPr>
            <w:tcW w:w="1559" w:type="dxa"/>
          </w:tcPr>
          <w:p w14:paraId="5AF42DE6" w14:textId="77777777" w:rsidR="003D74A8" w:rsidRPr="006B0757" w:rsidRDefault="003D74A8" w:rsidP="003D74A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491A90B" w14:textId="77777777" w:rsidR="003D74A8" w:rsidRDefault="003D74A8" w:rsidP="003D74A8">
            <w:pPr>
              <w:pStyle w:val="BodyText"/>
              <w:ind w:left="0"/>
            </w:pPr>
            <w:r>
              <w:t>UC.015 – Part B</w:t>
            </w:r>
            <w:r>
              <w:br/>
              <w:t>UC.025 – Part B</w:t>
            </w:r>
          </w:p>
        </w:tc>
        <w:tc>
          <w:tcPr>
            <w:tcW w:w="2977" w:type="dxa"/>
          </w:tcPr>
          <w:p w14:paraId="430EF8B1" w14:textId="77777777" w:rsidR="003D74A8" w:rsidRPr="00B30EC2" w:rsidRDefault="003D74A8" w:rsidP="003D74A8">
            <w:pPr>
              <w:pStyle w:val="BodyText"/>
              <w:ind w:left="1077" w:hanging="958"/>
            </w:pPr>
          </w:p>
        </w:tc>
      </w:tr>
      <w:tr w:rsidR="003D74A8" w:rsidRPr="00B30EC2" w14:paraId="5700FD95" w14:textId="77777777" w:rsidTr="003D74A8">
        <w:trPr>
          <w:cantSplit/>
        </w:trPr>
        <w:tc>
          <w:tcPr>
            <w:tcW w:w="5528" w:type="dxa"/>
          </w:tcPr>
          <w:p w14:paraId="0C05D3ED" w14:textId="77777777" w:rsidR="003D74A8" w:rsidRDefault="003D74A8" w:rsidP="003D74A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22000 - Validation of IHIs using updated identifiers</w:t>
            </w:r>
          </w:p>
        </w:tc>
        <w:tc>
          <w:tcPr>
            <w:tcW w:w="1701" w:type="dxa"/>
          </w:tcPr>
          <w:p w14:paraId="569FE983" w14:textId="77777777" w:rsidR="003D74A8" w:rsidRDefault="003D74A8" w:rsidP="003D74A8">
            <w:pPr>
              <w:pStyle w:val="BodyText"/>
              <w:ind w:left="877" w:hanging="958"/>
            </w:pPr>
            <w:r>
              <w:t>UC.015, UC.025</w:t>
            </w:r>
          </w:p>
        </w:tc>
        <w:tc>
          <w:tcPr>
            <w:tcW w:w="1559" w:type="dxa"/>
          </w:tcPr>
          <w:p w14:paraId="4FCE2C31" w14:textId="77777777" w:rsidR="003D74A8" w:rsidRPr="007A744E" w:rsidRDefault="003D74A8" w:rsidP="003D74A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3823954" w14:textId="77777777" w:rsidR="003D74A8" w:rsidRPr="00B30EC2" w:rsidRDefault="003D74A8" w:rsidP="003D74A8">
            <w:pPr>
              <w:pStyle w:val="BodyText"/>
              <w:ind w:left="0"/>
            </w:pPr>
            <w:r>
              <w:t>UC.015 – Part B</w:t>
            </w:r>
            <w:r>
              <w:br/>
              <w:t>UC.025 – Part B</w:t>
            </w:r>
          </w:p>
        </w:tc>
        <w:tc>
          <w:tcPr>
            <w:tcW w:w="2977" w:type="dxa"/>
          </w:tcPr>
          <w:p w14:paraId="25DE2A14" w14:textId="77777777" w:rsidR="003D74A8" w:rsidRPr="00B30EC2" w:rsidRDefault="003D74A8" w:rsidP="003D74A8">
            <w:pPr>
              <w:pStyle w:val="BodyText"/>
              <w:ind w:left="1077" w:hanging="958"/>
            </w:pPr>
          </w:p>
        </w:tc>
      </w:tr>
    </w:tbl>
    <w:p w14:paraId="5C0D1F6F" w14:textId="77777777" w:rsidR="003D74A8" w:rsidRDefault="003D74A8" w:rsidP="003D74A8">
      <w:pPr>
        <w:pStyle w:val="BodyText"/>
      </w:pPr>
    </w:p>
    <w:p w14:paraId="7E7BCB26" w14:textId="77777777" w:rsidR="003D74A8" w:rsidRDefault="003D74A8" w:rsidP="003D74A8">
      <w:pPr>
        <w:pStyle w:val="Heading2"/>
      </w:pPr>
      <w:bookmarkStart w:id="68" w:name="_Toc75784479"/>
      <w:r>
        <w:t>Conditional Requirements</w:t>
      </w:r>
      <w:bookmarkEnd w:id="68"/>
    </w:p>
    <w:p w14:paraId="6E2D6B3C" w14:textId="77777777" w:rsidR="003D74A8" w:rsidRDefault="003D74A8" w:rsidP="003D74A8">
      <w:pPr>
        <w:pStyle w:val="BodyText"/>
      </w:pPr>
      <w:r>
        <w:t>The implementation must conform to the following conditional requirement, where applicable:</w:t>
      </w:r>
    </w:p>
    <w:tbl>
      <w:tblPr>
        <w:tblW w:w="1385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5528"/>
        <w:gridCol w:w="1701"/>
        <w:gridCol w:w="1559"/>
        <w:gridCol w:w="1843"/>
        <w:gridCol w:w="3226"/>
      </w:tblGrid>
      <w:tr w:rsidR="003D74A8" w:rsidRPr="00B619F6" w14:paraId="3A4E42BB" w14:textId="77777777" w:rsidTr="003D74A8">
        <w:trPr>
          <w:cantSplit/>
          <w:trHeight w:val="771"/>
        </w:trPr>
        <w:tc>
          <w:tcPr>
            <w:tcW w:w="5528" w:type="dxa"/>
            <w:tcBorders>
              <w:top w:val="single" w:sz="4" w:space="0" w:color="auto"/>
              <w:left w:val="single" w:sz="4" w:space="0" w:color="auto"/>
              <w:bottom w:val="single" w:sz="4" w:space="0" w:color="auto"/>
              <w:right w:val="single" w:sz="4" w:space="0" w:color="auto"/>
            </w:tcBorders>
            <w:shd w:val="clear" w:color="auto" w:fill="D9D9D9"/>
          </w:tcPr>
          <w:p w14:paraId="5F77D581" w14:textId="77777777" w:rsidR="003D74A8" w:rsidRPr="00B619F6" w:rsidRDefault="003D74A8" w:rsidP="003D74A8">
            <w:pPr>
              <w:pStyle w:val="BodyText"/>
              <w:ind w:left="1077" w:hanging="958"/>
            </w:pPr>
            <w:r>
              <w:t>Conditional r</w:t>
            </w:r>
            <w:r w:rsidRPr="00B619F6">
              <w:t>equirement</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1346A7AF" w14:textId="77777777" w:rsidR="003D74A8" w:rsidRPr="00B619F6" w:rsidRDefault="003D74A8" w:rsidP="003D74A8">
            <w:pPr>
              <w:pStyle w:val="BodyText"/>
              <w:ind w:left="119"/>
              <w:jc w:val="center"/>
            </w:pPr>
            <w:r>
              <w:t>Related b</w:t>
            </w:r>
            <w:r w:rsidRPr="00B619F6">
              <w:t>usiness use case</w:t>
            </w:r>
            <w:r>
              <w:t>(</w:t>
            </w:r>
            <w:r w:rsidRPr="00B619F6">
              <w:t>s</w:t>
            </w:r>
            <w:r>
              <w:t>)</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189B94AE" w14:textId="77777777" w:rsidR="003D74A8" w:rsidRPr="00B619F6" w:rsidRDefault="003D74A8" w:rsidP="003D74A8">
            <w:pPr>
              <w:ind w:left="227"/>
              <w:jc w:val="center"/>
            </w:pPr>
            <w:r w:rsidRPr="00B619F6">
              <w:t>Self-assessment successful?</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23A3A237" w14:textId="77777777" w:rsidR="003D74A8" w:rsidRPr="00B619F6" w:rsidRDefault="003D74A8" w:rsidP="003D74A8">
            <w:pPr>
              <w:pStyle w:val="BodyText"/>
              <w:ind w:left="0"/>
            </w:pPr>
            <w:r>
              <w:t>Related CTS worksheet(s)</w:t>
            </w:r>
          </w:p>
        </w:tc>
        <w:tc>
          <w:tcPr>
            <w:tcW w:w="3226" w:type="dxa"/>
            <w:tcBorders>
              <w:top w:val="single" w:sz="4" w:space="0" w:color="auto"/>
              <w:left w:val="single" w:sz="4" w:space="0" w:color="auto"/>
              <w:bottom w:val="single" w:sz="4" w:space="0" w:color="auto"/>
              <w:right w:val="single" w:sz="4" w:space="0" w:color="auto"/>
            </w:tcBorders>
            <w:shd w:val="clear" w:color="auto" w:fill="D9D9D9"/>
          </w:tcPr>
          <w:p w14:paraId="5792EB00" w14:textId="77777777" w:rsidR="003D74A8" w:rsidRPr="00B619F6" w:rsidRDefault="003D74A8" w:rsidP="003D74A8">
            <w:pPr>
              <w:pStyle w:val="BodyText"/>
              <w:ind w:left="1077" w:hanging="958"/>
            </w:pPr>
            <w:r w:rsidRPr="00B619F6">
              <w:t>Comments</w:t>
            </w:r>
          </w:p>
        </w:tc>
      </w:tr>
      <w:tr w:rsidR="003D74A8" w:rsidRPr="007A744E" w14:paraId="3E0B59A1" w14:textId="77777777" w:rsidTr="003D74A8">
        <w:tblPrEx>
          <w:jc w:val="right"/>
          <w:tblInd w:w="0" w:type="dxa"/>
        </w:tblPrEx>
        <w:trPr>
          <w:cantSplit/>
          <w:trHeight w:val="548"/>
          <w:jc w:val="right"/>
        </w:trPr>
        <w:tc>
          <w:tcPr>
            <w:tcW w:w="5528" w:type="dxa"/>
          </w:tcPr>
          <w:p w14:paraId="6762D0B4" w14:textId="77777777" w:rsidR="003D74A8" w:rsidRPr="007A744E" w:rsidRDefault="003D74A8" w:rsidP="003D74A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r>
              <w:t xml:space="preserve"> </w:t>
            </w:r>
            <w:r w:rsidRPr="007A744E">
              <w:t>5819</w:t>
            </w:r>
            <w:r>
              <w:t xml:space="preserve"> </w:t>
            </w:r>
            <w:r>
              <w:sym w:font="Symbol" w:char="F02D"/>
            </w:r>
            <w:r>
              <w:t xml:space="preserve"> </w:t>
            </w:r>
            <w:r w:rsidRPr="007A744E">
              <w:t>Validation of manually entered IHIs</w:t>
            </w:r>
          </w:p>
        </w:tc>
        <w:tc>
          <w:tcPr>
            <w:tcW w:w="1701" w:type="dxa"/>
          </w:tcPr>
          <w:p w14:paraId="54ED8240" w14:textId="77777777" w:rsidR="003D74A8" w:rsidRPr="007A744E" w:rsidRDefault="003D74A8" w:rsidP="003D74A8">
            <w:pPr>
              <w:pStyle w:val="BodyText"/>
              <w:ind w:left="17"/>
            </w:pPr>
            <w:r w:rsidRPr="007A744E">
              <w:t>UC.015</w:t>
            </w:r>
          </w:p>
        </w:tc>
        <w:tc>
          <w:tcPr>
            <w:tcW w:w="1559" w:type="dxa"/>
          </w:tcPr>
          <w:p w14:paraId="36AAAA91" w14:textId="77777777" w:rsidR="003D74A8" w:rsidRPr="007A744E" w:rsidRDefault="003D74A8" w:rsidP="003D74A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7F3832">
              <w:fldChar w:fldCharType="separate"/>
            </w:r>
            <w:r w:rsidRPr="007A744E">
              <w:fldChar w:fldCharType="end"/>
            </w:r>
          </w:p>
        </w:tc>
        <w:tc>
          <w:tcPr>
            <w:tcW w:w="1843" w:type="dxa"/>
          </w:tcPr>
          <w:p w14:paraId="4C5E43EF" w14:textId="77777777" w:rsidR="003D74A8" w:rsidRPr="007A744E" w:rsidRDefault="003D74A8" w:rsidP="003D74A8">
            <w:pPr>
              <w:pStyle w:val="BodyText"/>
              <w:ind w:left="77"/>
            </w:pPr>
            <w:r>
              <w:t>UC.015 – Part B</w:t>
            </w:r>
            <w:r>
              <w:br/>
            </w:r>
          </w:p>
        </w:tc>
        <w:tc>
          <w:tcPr>
            <w:tcW w:w="3226" w:type="dxa"/>
          </w:tcPr>
          <w:p w14:paraId="5760F7B2" w14:textId="77777777" w:rsidR="003D74A8" w:rsidRPr="007A744E" w:rsidRDefault="003D74A8" w:rsidP="003D74A8">
            <w:pPr>
              <w:pStyle w:val="BodyText"/>
              <w:ind w:left="77"/>
            </w:pPr>
          </w:p>
        </w:tc>
      </w:tr>
    </w:tbl>
    <w:p w14:paraId="313D4A55" w14:textId="2488E319" w:rsidR="00447E58" w:rsidRDefault="00784AD1" w:rsidP="00784AD1">
      <w:pPr>
        <w:pStyle w:val="Heading1"/>
      </w:pPr>
      <w:bookmarkStart w:id="69" w:name="_Ref66269155"/>
      <w:bookmarkStart w:id="70" w:name="_Toc75784480"/>
      <w:r>
        <w:lastRenderedPageBreak/>
        <w:t xml:space="preserve">HI Conformance </w:t>
      </w:r>
      <w:r w:rsidR="0014336A">
        <w:t xml:space="preserve">testing </w:t>
      </w:r>
      <w:r>
        <w:t xml:space="preserve">for </w:t>
      </w:r>
      <w:r w:rsidR="00460FF2">
        <w:t xml:space="preserve">Electronic </w:t>
      </w:r>
      <w:r>
        <w:t>Prescribing</w:t>
      </w:r>
      <w:bookmarkEnd w:id="65"/>
      <w:bookmarkEnd w:id="69"/>
      <w:bookmarkEnd w:id="70"/>
    </w:p>
    <w:bookmarkEnd w:id="66"/>
    <w:p w14:paraId="7B3E9813" w14:textId="35D1D8B4" w:rsidR="00460FF2" w:rsidRDefault="00460FF2" w:rsidP="00460FF2">
      <w:pPr>
        <w:pStyle w:val="BodyText"/>
      </w:pPr>
      <w:r>
        <w:t xml:space="preserve">This section is required only if the software system declares conformance to </w:t>
      </w:r>
      <w:r w:rsidR="00855A85">
        <w:t xml:space="preserve">Electronic </w:t>
      </w:r>
      <w:r>
        <w:t xml:space="preserve">Prescribing for new or </w:t>
      </w:r>
      <w:r w:rsidR="005D06A6">
        <w:t>current</w:t>
      </w:r>
      <w:r>
        <w:t xml:space="preserve"> connections. </w:t>
      </w:r>
    </w:p>
    <w:p w14:paraId="2B5D0425" w14:textId="5B1CE1F8" w:rsidR="00460FF2" w:rsidRDefault="00460FF2" w:rsidP="00460FF2">
      <w:pPr>
        <w:pStyle w:val="BodyText"/>
      </w:pPr>
      <w:r>
        <w:t xml:space="preserve">Refer to section 5 if the software </w:t>
      </w:r>
      <w:r w:rsidR="00E56866">
        <w:t xml:space="preserve">system </w:t>
      </w:r>
      <w:r>
        <w:t xml:space="preserve">declares conformance to the HI Service (i.e. non-Electronic Prescribing). </w:t>
      </w:r>
    </w:p>
    <w:p w14:paraId="0A9B09F7" w14:textId="77777777" w:rsidR="003919D8" w:rsidRDefault="003919D8" w:rsidP="003919D8">
      <w:pPr>
        <w:pStyle w:val="Heading2"/>
      </w:pPr>
      <w:bookmarkStart w:id="71" w:name="_Toc75784481"/>
      <w:r>
        <w:t>Conformance to requirements for Prescribing system (PRES)</w:t>
      </w:r>
      <w:bookmarkEnd w:id="71"/>
    </w:p>
    <w:p w14:paraId="78D9EE44" w14:textId="77777777" w:rsidR="003919D8" w:rsidRDefault="003919D8" w:rsidP="003919D8">
      <w:pPr>
        <w:rPr>
          <w:b/>
          <w:bCs/>
        </w:rPr>
      </w:pPr>
    </w:p>
    <w:tbl>
      <w:tblPr>
        <w:tblW w:w="14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9" w:type="dxa"/>
        </w:tblCellMar>
        <w:tblLook w:val="01E0" w:firstRow="1" w:lastRow="1" w:firstColumn="1" w:lastColumn="1" w:noHBand="0" w:noVBand="0"/>
      </w:tblPr>
      <w:tblGrid>
        <w:gridCol w:w="1560"/>
        <w:gridCol w:w="1701"/>
        <w:gridCol w:w="3244"/>
        <w:gridCol w:w="1717"/>
        <w:gridCol w:w="1417"/>
        <w:gridCol w:w="1843"/>
        <w:gridCol w:w="1559"/>
        <w:gridCol w:w="1305"/>
      </w:tblGrid>
      <w:tr w:rsidR="003919D8" w:rsidRPr="00B619F6" w14:paraId="6246195E" w14:textId="77777777" w:rsidTr="000B7E27">
        <w:trPr>
          <w:cantSplit/>
          <w:trHeight w:val="568"/>
          <w:tblHeader/>
        </w:trPr>
        <w:tc>
          <w:tcPr>
            <w:tcW w:w="1560" w:type="dxa"/>
            <w:shd w:val="clear" w:color="auto" w:fill="D9D9D9"/>
            <w:vAlign w:val="center"/>
          </w:tcPr>
          <w:p w14:paraId="5B96A6FB" w14:textId="77777777" w:rsidR="003919D8" w:rsidRPr="00B619F6" w:rsidRDefault="003919D8" w:rsidP="00112903">
            <w:pPr>
              <w:pStyle w:val="BodyText"/>
              <w:ind w:left="-255" w:firstLine="284"/>
              <w:jc w:val="center"/>
            </w:pPr>
            <w:r>
              <w:t>Prescribing system</w:t>
            </w:r>
          </w:p>
        </w:tc>
        <w:tc>
          <w:tcPr>
            <w:tcW w:w="1701" w:type="dxa"/>
            <w:shd w:val="clear" w:color="auto" w:fill="D9D9D9"/>
          </w:tcPr>
          <w:p w14:paraId="3D90C3D3" w14:textId="77777777" w:rsidR="003919D8" w:rsidRDefault="003919D8" w:rsidP="00112903">
            <w:pPr>
              <w:pStyle w:val="BodyText"/>
              <w:ind w:left="0"/>
              <w:jc w:val="center"/>
            </w:pPr>
            <w:r>
              <w:t xml:space="preserve">Priority </w:t>
            </w:r>
          </w:p>
        </w:tc>
        <w:tc>
          <w:tcPr>
            <w:tcW w:w="3244" w:type="dxa"/>
            <w:shd w:val="clear" w:color="auto" w:fill="D9D9D9"/>
          </w:tcPr>
          <w:p w14:paraId="75B54AEB" w14:textId="77777777" w:rsidR="003919D8" w:rsidRDefault="003919D8" w:rsidP="00112903">
            <w:pPr>
              <w:pStyle w:val="BodyText"/>
              <w:ind w:left="0" w:firstLine="34"/>
              <w:jc w:val="center"/>
            </w:pPr>
            <w:r>
              <w:t>HI requirements</w:t>
            </w:r>
          </w:p>
        </w:tc>
        <w:tc>
          <w:tcPr>
            <w:tcW w:w="1717" w:type="dxa"/>
            <w:shd w:val="clear" w:color="auto" w:fill="D9D9D9"/>
            <w:vAlign w:val="center"/>
          </w:tcPr>
          <w:p w14:paraId="47080E56" w14:textId="77777777" w:rsidR="003919D8" w:rsidRPr="00B619F6" w:rsidRDefault="003919D8" w:rsidP="00112903">
            <w:pPr>
              <w:pStyle w:val="BodyText"/>
              <w:ind w:left="0" w:firstLine="34"/>
              <w:jc w:val="center"/>
            </w:pPr>
            <w:r>
              <w:t>Related b</w:t>
            </w:r>
            <w:r w:rsidRPr="00B619F6">
              <w:t>usiness use case</w:t>
            </w:r>
            <w:r>
              <w:t>(</w:t>
            </w:r>
            <w:r w:rsidRPr="00B619F6">
              <w:t>s</w:t>
            </w:r>
            <w:r>
              <w:t>)</w:t>
            </w:r>
          </w:p>
        </w:tc>
        <w:tc>
          <w:tcPr>
            <w:tcW w:w="1417" w:type="dxa"/>
            <w:shd w:val="clear" w:color="auto" w:fill="D9D9D9"/>
            <w:vAlign w:val="center"/>
          </w:tcPr>
          <w:p w14:paraId="1B1AC18D" w14:textId="77777777" w:rsidR="003919D8" w:rsidRPr="00B619F6" w:rsidRDefault="003919D8" w:rsidP="00112903">
            <w:pPr>
              <w:pStyle w:val="BodyText"/>
              <w:ind w:left="80"/>
              <w:jc w:val="center"/>
            </w:pPr>
            <w:r w:rsidRPr="00B619F6">
              <w:t>Self-assessment successful?</w:t>
            </w:r>
          </w:p>
        </w:tc>
        <w:tc>
          <w:tcPr>
            <w:tcW w:w="1843" w:type="dxa"/>
            <w:shd w:val="clear" w:color="auto" w:fill="D9D9D9"/>
            <w:vAlign w:val="center"/>
          </w:tcPr>
          <w:p w14:paraId="6C7FFC90" w14:textId="77777777" w:rsidR="003919D8" w:rsidRPr="00B619F6" w:rsidRDefault="003919D8" w:rsidP="00112903">
            <w:pPr>
              <w:pStyle w:val="BodyText"/>
              <w:ind w:left="80"/>
              <w:jc w:val="center"/>
            </w:pPr>
            <w:r>
              <w:t>Related CTS worksheet(s)</w:t>
            </w:r>
          </w:p>
        </w:tc>
        <w:tc>
          <w:tcPr>
            <w:tcW w:w="1559" w:type="dxa"/>
            <w:shd w:val="clear" w:color="auto" w:fill="D9D9D9"/>
            <w:vAlign w:val="center"/>
          </w:tcPr>
          <w:p w14:paraId="0508FEF3" w14:textId="77777777" w:rsidR="003919D8" w:rsidRPr="00B619F6" w:rsidRDefault="003919D8" w:rsidP="00112903">
            <w:pPr>
              <w:pStyle w:val="BodyText"/>
              <w:ind w:left="0"/>
            </w:pPr>
            <w:r>
              <w:t>ePrescribing conformance requirements</w:t>
            </w:r>
          </w:p>
        </w:tc>
        <w:tc>
          <w:tcPr>
            <w:tcW w:w="1305" w:type="dxa"/>
            <w:shd w:val="clear" w:color="auto" w:fill="D9D9D9"/>
            <w:vAlign w:val="center"/>
          </w:tcPr>
          <w:p w14:paraId="452973A3" w14:textId="77777777" w:rsidR="003919D8" w:rsidRPr="00B619F6" w:rsidRDefault="003919D8" w:rsidP="00112903">
            <w:pPr>
              <w:pStyle w:val="BodyText"/>
              <w:ind w:left="79"/>
              <w:jc w:val="center"/>
            </w:pPr>
            <w:r w:rsidRPr="00B619F6">
              <w:t>Comments</w:t>
            </w:r>
          </w:p>
        </w:tc>
      </w:tr>
      <w:tr w:rsidR="00633181" w:rsidRPr="00B619F6" w14:paraId="2C6B1D4D" w14:textId="77777777" w:rsidTr="000B7E27">
        <w:trPr>
          <w:cantSplit/>
          <w:trHeight w:val="403"/>
        </w:trPr>
        <w:tc>
          <w:tcPr>
            <w:tcW w:w="1560" w:type="dxa"/>
            <w:vMerge w:val="restart"/>
          </w:tcPr>
          <w:p w14:paraId="36480D3B" w14:textId="77777777" w:rsidR="00633181" w:rsidRPr="00B619F6" w:rsidRDefault="00633181" w:rsidP="00633181">
            <w:pPr>
              <w:pStyle w:val="BodyText"/>
              <w:ind w:left="0"/>
              <w:jc w:val="both"/>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Open PDS </w:t>
            </w:r>
          </w:p>
        </w:tc>
        <w:tc>
          <w:tcPr>
            <w:tcW w:w="1701" w:type="dxa"/>
            <w:vMerge w:val="restart"/>
          </w:tcPr>
          <w:p w14:paraId="0530615C" w14:textId="77777777" w:rsidR="00633181" w:rsidRPr="008003B3" w:rsidRDefault="00633181" w:rsidP="00633181">
            <w:pPr>
              <w:pStyle w:val="BodyText"/>
              <w:ind w:left="34" w:hanging="34"/>
            </w:pPr>
            <w:r>
              <w:t xml:space="preserve">Mandatory </w:t>
            </w:r>
          </w:p>
        </w:tc>
        <w:tc>
          <w:tcPr>
            <w:tcW w:w="3244" w:type="dxa"/>
          </w:tcPr>
          <w:p w14:paraId="7BC8819B" w14:textId="77777777" w:rsidR="00633181" w:rsidRDefault="00633181" w:rsidP="00633181">
            <w:pPr>
              <w:pStyle w:val="BodyText"/>
              <w:ind w:left="34" w:hanging="34"/>
            </w:pPr>
            <w:r>
              <w:t xml:space="preserve">UC.010 – Register patient </w:t>
            </w:r>
          </w:p>
          <w:p w14:paraId="2C13C07E" w14:textId="65A7A993" w:rsidR="00633181" w:rsidRPr="008003B3" w:rsidRDefault="00633181" w:rsidP="00633181">
            <w:pPr>
              <w:pStyle w:val="BodyText"/>
              <w:ind w:left="34" w:hanging="34"/>
            </w:pPr>
            <w:r>
              <w:t xml:space="preserve">Note: Not required for </w:t>
            </w:r>
            <w:r w:rsidR="005D06A6">
              <w:t xml:space="preserve">current </w:t>
            </w:r>
            <w:r>
              <w:t>conformant systems</w:t>
            </w:r>
          </w:p>
        </w:tc>
        <w:tc>
          <w:tcPr>
            <w:tcW w:w="1717" w:type="dxa"/>
          </w:tcPr>
          <w:p w14:paraId="0CCC72D9" w14:textId="77777777" w:rsidR="00633181" w:rsidRPr="00B619F6" w:rsidRDefault="00633181" w:rsidP="00633181">
            <w:pPr>
              <w:pStyle w:val="BodyText"/>
              <w:ind w:left="34" w:hanging="34"/>
            </w:pPr>
            <w:r w:rsidRPr="008003B3">
              <w:t>UC.010</w:t>
            </w:r>
          </w:p>
        </w:tc>
        <w:tc>
          <w:tcPr>
            <w:tcW w:w="1417" w:type="dxa"/>
          </w:tcPr>
          <w:p w14:paraId="1A5EB6D7"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3E991EF0" w14:textId="0BF95FB0" w:rsidR="00633181" w:rsidRPr="00B619F6" w:rsidRDefault="00633181" w:rsidP="000B7E27">
            <w:pPr>
              <w:ind w:left="40"/>
            </w:pPr>
            <w:r>
              <w:t>UC.010 - Parts A, B &amp; C</w:t>
            </w:r>
          </w:p>
        </w:tc>
        <w:tc>
          <w:tcPr>
            <w:tcW w:w="1559" w:type="dxa"/>
          </w:tcPr>
          <w:p w14:paraId="1344A5F2" w14:textId="77777777" w:rsidR="00633181" w:rsidRDefault="00633181" w:rsidP="00633181">
            <w:pPr>
              <w:pStyle w:val="BodyText"/>
              <w:ind w:left="79"/>
            </w:pPr>
            <w:r>
              <w:t>PRES-70</w:t>
            </w:r>
          </w:p>
        </w:tc>
        <w:tc>
          <w:tcPr>
            <w:tcW w:w="1305" w:type="dxa"/>
          </w:tcPr>
          <w:p w14:paraId="4B9EF6B3" w14:textId="44F56E15" w:rsidR="00633181" w:rsidRPr="00B619F6" w:rsidRDefault="00633181" w:rsidP="00633181">
            <w:pPr>
              <w:pStyle w:val="BodyText"/>
              <w:overflowPunct w:val="0"/>
              <w:ind w:left="34" w:hanging="34"/>
            </w:pPr>
            <w:r>
              <w:t xml:space="preserve">See section </w:t>
            </w:r>
            <w:r>
              <w:fldChar w:fldCharType="begin"/>
            </w:r>
            <w:r>
              <w:instrText xml:space="preserve"> REF _Ref67037934 \r \h </w:instrText>
            </w:r>
            <w:r>
              <w:fldChar w:fldCharType="separate"/>
            </w:r>
            <w:r w:rsidR="007F3832">
              <w:t>5.4.1</w:t>
            </w:r>
            <w:r>
              <w:fldChar w:fldCharType="end"/>
            </w:r>
            <w:r>
              <w:t xml:space="preserve"> for UC.010 </w:t>
            </w:r>
          </w:p>
        </w:tc>
      </w:tr>
      <w:tr w:rsidR="00633181" w:rsidRPr="00B619F6" w14:paraId="5C5D59EA" w14:textId="77777777" w:rsidTr="000B7E27">
        <w:trPr>
          <w:cantSplit/>
          <w:trHeight w:val="403"/>
        </w:trPr>
        <w:tc>
          <w:tcPr>
            <w:tcW w:w="1560" w:type="dxa"/>
            <w:vMerge/>
          </w:tcPr>
          <w:p w14:paraId="244FD882" w14:textId="77777777" w:rsidR="00633181" w:rsidRDefault="00633181" w:rsidP="00633181">
            <w:pPr>
              <w:pStyle w:val="BodyText"/>
              <w:ind w:left="0"/>
              <w:jc w:val="both"/>
            </w:pPr>
          </w:p>
        </w:tc>
        <w:tc>
          <w:tcPr>
            <w:tcW w:w="1701" w:type="dxa"/>
            <w:vMerge/>
          </w:tcPr>
          <w:p w14:paraId="2631BC49" w14:textId="77777777" w:rsidR="00633181" w:rsidRDefault="00633181" w:rsidP="00633181">
            <w:pPr>
              <w:pStyle w:val="BodyText"/>
              <w:ind w:left="34" w:hanging="34"/>
            </w:pPr>
          </w:p>
        </w:tc>
        <w:tc>
          <w:tcPr>
            <w:tcW w:w="3244" w:type="dxa"/>
          </w:tcPr>
          <w:p w14:paraId="3FCE3A6B" w14:textId="77777777" w:rsidR="00633181" w:rsidRDefault="00633181" w:rsidP="00633181">
            <w:pPr>
              <w:pStyle w:val="BodyText"/>
              <w:ind w:left="34" w:hanging="34"/>
            </w:pPr>
            <w:r>
              <w:t xml:space="preserve">UC.015 – Update patient health record </w:t>
            </w:r>
          </w:p>
          <w:p w14:paraId="5D10F3D1" w14:textId="103F6D32" w:rsidR="00633181" w:rsidRDefault="00633181" w:rsidP="00633181">
            <w:pPr>
              <w:pStyle w:val="BodyText"/>
              <w:ind w:left="34" w:hanging="34"/>
            </w:pPr>
            <w:r>
              <w:t xml:space="preserve">Note: Not required for </w:t>
            </w:r>
            <w:r w:rsidR="005D06A6">
              <w:t>current</w:t>
            </w:r>
            <w:r>
              <w:t xml:space="preserve"> conformant systems</w:t>
            </w:r>
          </w:p>
        </w:tc>
        <w:tc>
          <w:tcPr>
            <w:tcW w:w="1717" w:type="dxa"/>
          </w:tcPr>
          <w:p w14:paraId="6E6674B6" w14:textId="77777777" w:rsidR="00633181" w:rsidRPr="000B14AC" w:rsidRDefault="00633181" w:rsidP="00633181">
            <w:pPr>
              <w:pStyle w:val="BodyText"/>
              <w:ind w:left="0"/>
            </w:pPr>
            <w:r w:rsidRPr="000B14AC">
              <w:t>UC.015</w:t>
            </w:r>
          </w:p>
        </w:tc>
        <w:tc>
          <w:tcPr>
            <w:tcW w:w="1417" w:type="dxa"/>
          </w:tcPr>
          <w:p w14:paraId="6B985783"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4E621DEC" w14:textId="296B0288" w:rsidR="00633181" w:rsidRPr="006B0757" w:rsidRDefault="00633181" w:rsidP="000B7E27">
            <w:pPr>
              <w:ind w:left="40"/>
            </w:pPr>
            <w:r>
              <w:t>UC.015 - Parts A, B &amp; C</w:t>
            </w:r>
          </w:p>
        </w:tc>
        <w:tc>
          <w:tcPr>
            <w:tcW w:w="1559" w:type="dxa"/>
          </w:tcPr>
          <w:p w14:paraId="2522BEC7" w14:textId="77777777" w:rsidR="00633181" w:rsidRDefault="00633181" w:rsidP="00633181">
            <w:pPr>
              <w:pStyle w:val="BodyText"/>
              <w:ind w:left="79"/>
            </w:pPr>
            <w:r>
              <w:t>PRES-70</w:t>
            </w:r>
          </w:p>
        </w:tc>
        <w:tc>
          <w:tcPr>
            <w:tcW w:w="1305" w:type="dxa"/>
          </w:tcPr>
          <w:p w14:paraId="40FD9C2E" w14:textId="3910AA00" w:rsidR="00633181" w:rsidRPr="00B619F6" w:rsidRDefault="00633181" w:rsidP="00633181">
            <w:pPr>
              <w:pStyle w:val="BodyText"/>
              <w:overflowPunct w:val="0"/>
              <w:ind w:left="33" w:hanging="34"/>
            </w:pPr>
            <w:r>
              <w:t xml:space="preserve">See section </w:t>
            </w:r>
            <w:r>
              <w:fldChar w:fldCharType="begin"/>
            </w:r>
            <w:r>
              <w:instrText xml:space="preserve"> REF _Ref67037957 \r \h </w:instrText>
            </w:r>
            <w:r>
              <w:fldChar w:fldCharType="separate"/>
            </w:r>
            <w:r w:rsidR="007F3832">
              <w:t>5.4.1</w:t>
            </w:r>
            <w:r>
              <w:fldChar w:fldCharType="end"/>
            </w:r>
            <w:r>
              <w:t xml:space="preserve"> for UC.015</w:t>
            </w:r>
          </w:p>
        </w:tc>
      </w:tr>
      <w:tr w:rsidR="00633181" w:rsidRPr="00B619F6" w14:paraId="19FF47CC" w14:textId="77777777" w:rsidTr="000B7E27">
        <w:trPr>
          <w:cantSplit/>
          <w:trHeight w:val="403"/>
        </w:trPr>
        <w:tc>
          <w:tcPr>
            <w:tcW w:w="1560" w:type="dxa"/>
            <w:vMerge/>
          </w:tcPr>
          <w:p w14:paraId="044F519C" w14:textId="77777777" w:rsidR="00633181" w:rsidRDefault="00633181" w:rsidP="00633181">
            <w:pPr>
              <w:pStyle w:val="BodyText"/>
              <w:ind w:left="0"/>
              <w:jc w:val="both"/>
            </w:pPr>
          </w:p>
        </w:tc>
        <w:tc>
          <w:tcPr>
            <w:tcW w:w="1701" w:type="dxa"/>
            <w:vMerge/>
          </w:tcPr>
          <w:p w14:paraId="71FA7ADA" w14:textId="77777777" w:rsidR="00633181" w:rsidRDefault="00633181" w:rsidP="00633181">
            <w:pPr>
              <w:pStyle w:val="BodyText"/>
              <w:ind w:left="34" w:hanging="34"/>
            </w:pPr>
          </w:p>
        </w:tc>
        <w:tc>
          <w:tcPr>
            <w:tcW w:w="3244" w:type="dxa"/>
          </w:tcPr>
          <w:p w14:paraId="3147EB57" w14:textId="77777777" w:rsidR="00633181" w:rsidRDefault="00633181" w:rsidP="00633181">
            <w:pPr>
              <w:pStyle w:val="BodyText"/>
              <w:ind w:left="34" w:hanging="34"/>
            </w:pPr>
            <w:r w:rsidRPr="008003B3">
              <w:t>5812</w:t>
            </w:r>
            <w:r>
              <w:t xml:space="preserve"> </w:t>
            </w:r>
            <w:r>
              <w:sym w:font="Symbol" w:char="F02D"/>
            </w:r>
            <w:r>
              <w:t xml:space="preserve"> </w:t>
            </w:r>
            <w:r w:rsidRPr="008003B3">
              <w:t>IHI number search</w:t>
            </w:r>
          </w:p>
        </w:tc>
        <w:tc>
          <w:tcPr>
            <w:tcW w:w="1717" w:type="dxa"/>
          </w:tcPr>
          <w:p w14:paraId="2F1C430C" w14:textId="77777777" w:rsidR="00633181" w:rsidRPr="008003B3" w:rsidRDefault="00633181" w:rsidP="00633181">
            <w:pPr>
              <w:pStyle w:val="BodyText"/>
              <w:ind w:left="34" w:hanging="34"/>
            </w:pPr>
            <w:r>
              <w:t>UC.010, UC.015</w:t>
            </w:r>
          </w:p>
        </w:tc>
        <w:tc>
          <w:tcPr>
            <w:tcW w:w="1417" w:type="dxa"/>
          </w:tcPr>
          <w:p w14:paraId="6A44E00D"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6F543181" w14:textId="4B416CD6" w:rsidR="00633181" w:rsidRPr="006B0757" w:rsidRDefault="00633181" w:rsidP="000B7E27">
            <w:r>
              <w:t xml:space="preserve">UC.010 </w:t>
            </w:r>
            <w:r w:rsidR="000B7E27">
              <w:t xml:space="preserve">- </w:t>
            </w:r>
            <w:r>
              <w:t>Part C</w:t>
            </w:r>
            <w:r>
              <w:br/>
              <w:t xml:space="preserve">UC.015 </w:t>
            </w:r>
            <w:r w:rsidR="000B7E27">
              <w:t xml:space="preserve">- </w:t>
            </w:r>
            <w:r>
              <w:t>Part C</w:t>
            </w:r>
          </w:p>
        </w:tc>
        <w:tc>
          <w:tcPr>
            <w:tcW w:w="1559" w:type="dxa"/>
          </w:tcPr>
          <w:p w14:paraId="0BFC1974" w14:textId="77777777" w:rsidR="00633181" w:rsidRDefault="00633181" w:rsidP="00633181">
            <w:pPr>
              <w:pStyle w:val="BodyText"/>
              <w:ind w:left="79"/>
            </w:pPr>
            <w:r>
              <w:t>PRES-70</w:t>
            </w:r>
          </w:p>
        </w:tc>
        <w:tc>
          <w:tcPr>
            <w:tcW w:w="1305" w:type="dxa"/>
          </w:tcPr>
          <w:p w14:paraId="616926B8" w14:textId="77777777" w:rsidR="00633181" w:rsidRPr="00B619F6" w:rsidRDefault="00633181" w:rsidP="00633181">
            <w:pPr>
              <w:pStyle w:val="BodyText"/>
              <w:overflowPunct w:val="0"/>
              <w:ind w:left="34" w:hanging="34"/>
            </w:pPr>
          </w:p>
        </w:tc>
      </w:tr>
      <w:tr w:rsidR="00633181" w:rsidRPr="00B619F6" w14:paraId="6D9BAB78" w14:textId="77777777" w:rsidTr="000B7E27">
        <w:trPr>
          <w:cantSplit/>
          <w:trHeight w:val="403"/>
        </w:trPr>
        <w:tc>
          <w:tcPr>
            <w:tcW w:w="1560" w:type="dxa"/>
            <w:vMerge/>
          </w:tcPr>
          <w:p w14:paraId="7172269D" w14:textId="77777777" w:rsidR="00633181" w:rsidRDefault="00633181" w:rsidP="00633181">
            <w:pPr>
              <w:pStyle w:val="BodyText"/>
              <w:ind w:left="0"/>
              <w:jc w:val="both"/>
            </w:pPr>
          </w:p>
        </w:tc>
        <w:tc>
          <w:tcPr>
            <w:tcW w:w="1701" w:type="dxa"/>
            <w:vMerge/>
          </w:tcPr>
          <w:p w14:paraId="43403624" w14:textId="77777777" w:rsidR="00633181" w:rsidRDefault="00633181" w:rsidP="00633181">
            <w:pPr>
              <w:pStyle w:val="BodyText"/>
              <w:ind w:left="34" w:hanging="34"/>
            </w:pPr>
          </w:p>
        </w:tc>
        <w:tc>
          <w:tcPr>
            <w:tcW w:w="3244" w:type="dxa"/>
          </w:tcPr>
          <w:p w14:paraId="1169EC81" w14:textId="77777777" w:rsidR="00633181" w:rsidRDefault="00633181" w:rsidP="00633181">
            <w:pPr>
              <w:pStyle w:val="BodyText"/>
              <w:ind w:left="34" w:hanging="34"/>
            </w:pPr>
            <w:r w:rsidRPr="008003B3">
              <w:t>5813</w:t>
            </w:r>
            <w:r>
              <w:t xml:space="preserve"> </w:t>
            </w:r>
            <w:r>
              <w:sym w:font="Symbol" w:char="F02D"/>
            </w:r>
            <w:r>
              <w:t xml:space="preserve"> </w:t>
            </w:r>
            <w:r w:rsidRPr="008003B3">
              <w:t>Medicare card search</w:t>
            </w:r>
          </w:p>
        </w:tc>
        <w:tc>
          <w:tcPr>
            <w:tcW w:w="1717" w:type="dxa"/>
          </w:tcPr>
          <w:p w14:paraId="27A2DA25" w14:textId="77777777" w:rsidR="00633181" w:rsidRPr="008003B3" w:rsidRDefault="00633181" w:rsidP="00633181">
            <w:pPr>
              <w:pStyle w:val="BodyText"/>
              <w:ind w:left="34" w:hanging="34"/>
            </w:pPr>
            <w:r>
              <w:t>UC.010, UC.015</w:t>
            </w:r>
          </w:p>
        </w:tc>
        <w:tc>
          <w:tcPr>
            <w:tcW w:w="1417" w:type="dxa"/>
          </w:tcPr>
          <w:p w14:paraId="2D9789A5"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29884E5E" w14:textId="65532987" w:rsidR="00633181" w:rsidRPr="006B0757" w:rsidRDefault="00633181" w:rsidP="000B7E27">
            <w:r>
              <w:t xml:space="preserve">UC.010 </w:t>
            </w:r>
            <w:r w:rsidR="000B7E27">
              <w:t xml:space="preserve">- </w:t>
            </w:r>
            <w:r>
              <w:t>Part C</w:t>
            </w:r>
            <w:r>
              <w:br/>
              <w:t xml:space="preserve">UC.015 </w:t>
            </w:r>
            <w:r w:rsidR="000B7E27">
              <w:t xml:space="preserve">- </w:t>
            </w:r>
            <w:r>
              <w:t>Part C</w:t>
            </w:r>
          </w:p>
        </w:tc>
        <w:tc>
          <w:tcPr>
            <w:tcW w:w="1559" w:type="dxa"/>
          </w:tcPr>
          <w:p w14:paraId="6D33344D" w14:textId="77777777" w:rsidR="00633181" w:rsidRDefault="00633181" w:rsidP="00633181">
            <w:pPr>
              <w:pStyle w:val="BodyText"/>
              <w:ind w:left="79"/>
            </w:pPr>
            <w:r>
              <w:t>PRES-70</w:t>
            </w:r>
          </w:p>
        </w:tc>
        <w:tc>
          <w:tcPr>
            <w:tcW w:w="1305" w:type="dxa"/>
          </w:tcPr>
          <w:p w14:paraId="606A6B1A" w14:textId="77777777" w:rsidR="00633181" w:rsidRPr="00B619F6" w:rsidRDefault="00633181" w:rsidP="00633181">
            <w:pPr>
              <w:pStyle w:val="BodyText"/>
              <w:overflowPunct w:val="0"/>
              <w:ind w:left="34" w:hanging="34"/>
            </w:pPr>
          </w:p>
        </w:tc>
      </w:tr>
      <w:tr w:rsidR="00633181" w:rsidRPr="00B619F6" w14:paraId="1B34E3D7" w14:textId="77777777" w:rsidTr="000B7E27">
        <w:trPr>
          <w:cantSplit/>
          <w:trHeight w:val="403"/>
        </w:trPr>
        <w:tc>
          <w:tcPr>
            <w:tcW w:w="1560" w:type="dxa"/>
            <w:vMerge/>
          </w:tcPr>
          <w:p w14:paraId="080E116F" w14:textId="77777777" w:rsidR="00633181" w:rsidRDefault="00633181" w:rsidP="00633181">
            <w:pPr>
              <w:pStyle w:val="BodyText"/>
              <w:ind w:left="0"/>
              <w:jc w:val="both"/>
            </w:pPr>
          </w:p>
        </w:tc>
        <w:tc>
          <w:tcPr>
            <w:tcW w:w="1701" w:type="dxa"/>
            <w:vMerge/>
          </w:tcPr>
          <w:p w14:paraId="1EBF8619" w14:textId="77777777" w:rsidR="00633181" w:rsidRDefault="00633181" w:rsidP="00633181">
            <w:pPr>
              <w:pStyle w:val="BodyText"/>
              <w:ind w:left="34" w:hanging="34"/>
            </w:pPr>
          </w:p>
        </w:tc>
        <w:tc>
          <w:tcPr>
            <w:tcW w:w="3244" w:type="dxa"/>
          </w:tcPr>
          <w:p w14:paraId="34883E75" w14:textId="77777777" w:rsidR="00633181" w:rsidRDefault="00633181" w:rsidP="00633181">
            <w:pPr>
              <w:pStyle w:val="BodyText"/>
              <w:ind w:left="34" w:hanging="34"/>
            </w:pPr>
            <w:r w:rsidRPr="008003B3">
              <w:t>5814</w:t>
            </w:r>
            <w:r>
              <w:t xml:space="preserve"> </w:t>
            </w:r>
            <w:r>
              <w:sym w:font="Symbol" w:char="F02D"/>
            </w:r>
            <w:r>
              <w:t xml:space="preserve"> </w:t>
            </w:r>
            <w:r w:rsidRPr="008003B3">
              <w:t>DVA File number search</w:t>
            </w:r>
          </w:p>
        </w:tc>
        <w:tc>
          <w:tcPr>
            <w:tcW w:w="1717" w:type="dxa"/>
          </w:tcPr>
          <w:p w14:paraId="69D0CC05" w14:textId="77777777" w:rsidR="00633181" w:rsidRPr="008003B3" w:rsidRDefault="00633181" w:rsidP="00633181">
            <w:pPr>
              <w:pStyle w:val="BodyText"/>
              <w:ind w:left="34" w:hanging="34"/>
            </w:pPr>
            <w:r>
              <w:t>UC.010, UC.015</w:t>
            </w:r>
          </w:p>
        </w:tc>
        <w:tc>
          <w:tcPr>
            <w:tcW w:w="1417" w:type="dxa"/>
          </w:tcPr>
          <w:p w14:paraId="0A2FBA88"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6413974C" w14:textId="55EDC48D" w:rsidR="00633181" w:rsidRPr="006B0757" w:rsidRDefault="00633181" w:rsidP="000B7E27">
            <w:r>
              <w:t xml:space="preserve">UC.010 </w:t>
            </w:r>
            <w:r w:rsidR="000B7E27">
              <w:t xml:space="preserve">- </w:t>
            </w:r>
            <w:r>
              <w:t>Part C</w:t>
            </w:r>
            <w:r>
              <w:br/>
              <w:t xml:space="preserve">UC.015 </w:t>
            </w:r>
            <w:r w:rsidR="000B7E27">
              <w:t xml:space="preserve">- </w:t>
            </w:r>
            <w:r>
              <w:t>Part C</w:t>
            </w:r>
          </w:p>
        </w:tc>
        <w:tc>
          <w:tcPr>
            <w:tcW w:w="1559" w:type="dxa"/>
          </w:tcPr>
          <w:p w14:paraId="5EA018AC" w14:textId="77777777" w:rsidR="00633181" w:rsidRDefault="00633181" w:rsidP="00633181">
            <w:pPr>
              <w:pStyle w:val="BodyText"/>
              <w:ind w:left="79"/>
            </w:pPr>
            <w:r>
              <w:t>PRES-70</w:t>
            </w:r>
          </w:p>
        </w:tc>
        <w:tc>
          <w:tcPr>
            <w:tcW w:w="1305" w:type="dxa"/>
          </w:tcPr>
          <w:p w14:paraId="3EDF6510" w14:textId="77777777" w:rsidR="00633181" w:rsidRPr="00B619F6" w:rsidRDefault="00633181" w:rsidP="00633181">
            <w:pPr>
              <w:pStyle w:val="BodyText"/>
              <w:overflowPunct w:val="0"/>
              <w:ind w:left="34" w:hanging="34"/>
            </w:pPr>
          </w:p>
        </w:tc>
      </w:tr>
      <w:tr w:rsidR="00633181" w:rsidRPr="00B619F6" w14:paraId="3DDCABD5" w14:textId="77777777" w:rsidTr="000B7E27">
        <w:trPr>
          <w:cantSplit/>
          <w:trHeight w:val="403"/>
        </w:trPr>
        <w:tc>
          <w:tcPr>
            <w:tcW w:w="1560" w:type="dxa"/>
            <w:vMerge/>
          </w:tcPr>
          <w:p w14:paraId="57157E74" w14:textId="77777777" w:rsidR="00633181" w:rsidRDefault="00633181" w:rsidP="00633181">
            <w:pPr>
              <w:pStyle w:val="BodyText"/>
              <w:ind w:left="0"/>
              <w:jc w:val="both"/>
            </w:pPr>
          </w:p>
        </w:tc>
        <w:tc>
          <w:tcPr>
            <w:tcW w:w="1701" w:type="dxa"/>
            <w:vMerge/>
          </w:tcPr>
          <w:p w14:paraId="6EA10FB0" w14:textId="77777777" w:rsidR="00633181" w:rsidRDefault="00633181" w:rsidP="00633181">
            <w:pPr>
              <w:pStyle w:val="BodyText"/>
              <w:ind w:left="34" w:hanging="34"/>
            </w:pPr>
          </w:p>
        </w:tc>
        <w:tc>
          <w:tcPr>
            <w:tcW w:w="3244" w:type="dxa"/>
          </w:tcPr>
          <w:p w14:paraId="33E3D431" w14:textId="77777777" w:rsidR="00633181" w:rsidRDefault="00633181" w:rsidP="00633181">
            <w:pPr>
              <w:pStyle w:val="BodyText"/>
              <w:ind w:left="34" w:hanging="34"/>
            </w:pPr>
            <w:r w:rsidRPr="008003B3">
              <w:t>5818</w:t>
            </w:r>
            <w:r>
              <w:t xml:space="preserve"> </w:t>
            </w:r>
            <w:r>
              <w:sym w:font="Symbol" w:char="F02D"/>
            </w:r>
            <w:r>
              <w:t xml:space="preserve"> </w:t>
            </w:r>
            <w:r w:rsidRPr="008003B3">
              <w:t>Resubmit search with modified search criteria</w:t>
            </w:r>
          </w:p>
        </w:tc>
        <w:tc>
          <w:tcPr>
            <w:tcW w:w="1717" w:type="dxa"/>
          </w:tcPr>
          <w:p w14:paraId="46501C04" w14:textId="77777777" w:rsidR="00633181" w:rsidRPr="008003B3" w:rsidRDefault="00633181" w:rsidP="00633181">
            <w:pPr>
              <w:pStyle w:val="BodyText"/>
              <w:ind w:left="34" w:hanging="34"/>
            </w:pPr>
            <w:r>
              <w:t>UC.010, UC.015</w:t>
            </w:r>
          </w:p>
        </w:tc>
        <w:tc>
          <w:tcPr>
            <w:tcW w:w="1417" w:type="dxa"/>
          </w:tcPr>
          <w:p w14:paraId="0A4F927C"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29B34809" w14:textId="3DEE22F3" w:rsidR="00633181" w:rsidRPr="006B0757" w:rsidRDefault="00633181" w:rsidP="000B7E27">
            <w:r>
              <w:t xml:space="preserve">UC.010 </w:t>
            </w:r>
            <w:r w:rsidR="000B7E27">
              <w:t xml:space="preserve">- </w:t>
            </w:r>
            <w:r>
              <w:t>Part C</w:t>
            </w:r>
            <w:r>
              <w:br/>
              <w:t xml:space="preserve">UC.015 </w:t>
            </w:r>
            <w:r w:rsidR="000B7E27">
              <w:t xml:space="preserve">- </w:t>
            </w:r>
            <w:r>
              <w:t>Part C</w:t>
            </w:r>
          </w:p>
        </w:tc>
        <w:tc>
          <w:tcPr>
            <w:tcW w:w="1559" w:type="dxa"/>
          </w:tcPr>
          <w:p w14:paraId="5DDF4275" w14:textId="77777777" w:rsidR="00633181" w:rsidRDefault="00633181" w:rsidP="00633181">
            <w:pPr>
              <w:pStyle w:val="BodyText"/>
              <w:ind w:left="79"/>
            </w:pPr>
            <w:r>
              <w:t>PRES-70</w:t>
            </w:r>
          </w:p>
        </w:tc>
        <w:tc>
          <w:tcPr>
            <w:tcW w:w="1305" w:type="dxa"/>
          </w:tcPr>
          <w:p w14:paraId="59055D64" w14:textId="77777777" w:rsidR="00633181" w:rsidRPr="00B619F6" w:rsidRDefault="00633181" w:rsidP="00633181">
            <w:pPr>
              <w:pStyle w:val="BodyText"/>
              <w:overflowPunct w:val="0"/>
              <w:ind w:left="34" w:hanging="34"/>
            </w:pPr>
          </w:p>
        </w:tc>
      </w:tr>
      <w:tr w:rsidR="00633181" w:rsidRPr="00B619F6" w14:paraId="578C9104" w14:textId="77777777" w:rsidTr="000B7E27">
        <w:trPr>
          <w:cantSplit/>
          <w:trHeight w:val="403"/>
        </w:trPr>
        <w:tc>
          <w:tcPr>
            <w:tcW w:w="1560" w:type="dxa"/>
            <w:vMerge/>
          </w:tcPr>
          <w:p w14:paraId="55B8D070" w14:textId="77777777" w:rsidR="00633181" w:rsidRDefault="00633181" w:rsidP="00633181">
            <w:pPr>
              <w:pStyle w:val="BodyText"/>
              <w:ind w:left="0"/>
              <w:jc w:val="both"/>
            </w:pPr>
          </w:p>
        </w:tc>
        <w:tc>
          <w:tcPr>
            <w:tcW w:w="1701" w:type="dxa"/>
            <w:vMerge/>
          </w:tcPr>
          <w:p w14:paraId="2E212C29" w14:textId="77777777" w:rsidR="00633181" w:rsidRDefault="00633181" w:rsidP="00633181">
            <w:pPr>
              <w:pStyle w:val="BodyText"/>
              <w:ind w:left="34" w:hanging="34"/>
            </w:pPr>
          </w:p>
        </w:tc>
        <w:tc>
          <w:tcPr>
            <w:tcW w:w="3244" w:type="dxa"/>
            <w:shd w:val="clear" w:color="auto" w:fill="FFFFFF" w:themeFill="background1"/>
          </w:tcPr>
          <w:p w14:paraId="49A7E1B5" w14:textId="77777777" w:rsidR="00633181" w:rsidRPr="000F79E4" w:rsidRDefault="00633181" w:rsidP="00633181">
            <w:pPr>
              <w:pStyle w:val="BodyText"/>
              <w:ind w:left="34" w:hanging="34"/>
            </w:pPr>
            <w:r w:rsidRPr="000F79E4">
              <w:t xml:space="preserve">21561 - Inclusion of a healthcare identifier in an </w:t>
            </w:r>
            <w:r w:rsidRPr="000F79E4">
              <w:rPr>
                <w:rFonts w:cs="MS Shell Dlg"/>
                <w:szCs w:val="20"/>
              </w:rPr>
              <w:t>eHealth message/</w:t>
            </w:r>
            <w:r w:rsidRPr="000F79E4">
              <w:t>document with an unresolved exception or alert</w:t>
            </w:r>
          </w:p>
        </w:tc>
        <w:tc>
          <w:tcPr>
            <w:tcW w:w="1717" w:type="dxa"/>
            <w:shd w:val="clear" w:color="auto" w:fill="FFFFFF" w:themeFill="background1"/>
          </w:tcPr>
          <w:p w14:paraId="488ABB2A" w14:textId="77777777" w:rsidR="00633181" w:rsidRPr="006662E2" w:rsidRDefault="00633181" w:rsidP="00633181">
            <w:pPr>
              <w:pStyle w:val="BodyText"/>
              <w:ind w:left="34" w:hanging="34"/>
            </w:pPr>
            <w:r w:rsidRPr="006662E2">
              <w:t>UC.330</w:t>
            </w:r>
          </w:p>
        </w:tc>
        <w:tc>
          <w:tcPr>
            <w:tcW w:w="1417" w:type="dxa"/>
          </w:tcPr>
          <w:p w14:paraId="0D3B0F01" w14:textId="77777777" w:rsidR="00633181" w:rsidRPr="006662E2"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2DBB5D8D" w14:textId="1A5548BC" w:rsidR="00633181" w:rsidRPr="006662E2" w:rsidRDefault="00633181" w:rsidP="000B7E27">
            <w:r>
              <w:t xml:space="preserve">UC.330 </w:t>
            </w:r>
            <w:r w:rsidR="000B7E27">
              <w:t xml:space="preserve">- </w:t>
            </w:r>
            <w:r>
              <w:t>Part B</w:t>
            </w:r>
          </w:p>
        </w:tc>
        <w:tc>
          <w:tcPr>
            <w:tcW w:w="1559" w:type="dxa"/>
          </w:tcPr>
          <w:p w14:paraId="0800A8F1" w14:textId="77777777" w:rsidR="00633181" w:rsidRPr="006662E2" w:rsidRDefault="00633181" w:rsidP="00633181">
            <w:pPr>
              <w:pStyle w:val="BodyText"/>
              <w:ind w:left="79"/>
            </w:pPr>
            <w:r w:rsidRPr="006662E2">
              <w:t>PRES-70a</w:t>
            </w:r>
          </w:p>
        </w:tc>
        <w:tc>
          <w:tcPr>
            <w:tcW w:w="1305" w:type="dxa"/>
          </w:tcPr>
          <w:p w14:paraId="1C5DDA4E" w14:textId="77777777" w:rsidR="00633181" w:rsidRPr="00B619F6" w:rsidRDefault="00633181" w:rsidP="00633181">
            <w:pPr>
              <w:pStyle w:val="BodyText"/>
              <w:overflowPunct w:val="0"/>
              <w:ind w:left="34" w:hanging="34"/>
            </w:pPr>
          </w:p>
        </w:tc>
      </w:tr>
      <w:tr w:rsidR="00633181" w:rsidRPr="00B619F6" w14:paraId="0BB3DCD1" w14:textId="77777777" w:rsidTr="000B7E27">
        <w:trPr>
          <w:cantSplit/>
          <w:trHeight w:val="42"/>
        </w:trPr>
        <w:tc>
          <w:tcPr>
            <w:tcW w:w="1560" w:type="dxa"/>
            <w:vMerge/>
          </w:tcPr>
          <w:p w14:paraId="46A42683" w14:textId="77777777" w:rsidR="00633181" w:rsidRDefault="00633181" w:rsidP="00633181">
            <w:pPr>
              <w:pStyle w:val="BodyText"/>
              <w:ind w:left="0"/>
              <w:jc w:val="both"/>
            </w:pPr>
          </w:p>
        </w:tc>
        <w:tc>
          <w:tcPr>
            <w:tcW w:w="1701" w:type="dxa"/>
            <w:vMerge/>
          </w:tcPr>
          <w:p w14:paraId="22664430" w14:textId="77777777" w:rsidR="00633181" w:rsidRDefault="00633181" w:rsidP="00633181">
            <w:pPr>
              <w:pStyle w:val="BodyText"/>
              <w:ind w:left="34" w:hanging="34"/>
            </w:pPr>
          </w:p>
        </w:tc>
        <w:tc>
          <w:tcPr>
            <w:tcW w:w="3244" w:type="dxa"/>
            <w:shd w:val="clear" w:color="auto" w:fill="auto"/>
          </w:tcPr>
          <w:p w14:paraId="48529BAF" w14:textId="77777777" w:rsidR="00633181" w:rsidRPr="000F79E4" w:rsidRDefault="00633181" w:rsidP="00633181">
            <w:pPr>
              <w:pStyle w:val="BodyText"/>
              <w:ind w:left="34" w:hanging="34"/>
            </w:pPr>
            <w:r w:rsidRPr="000F79E4">
              <w:t xml:space="preserve">16832 - Validation of an IHI before inclusion in a new </w:t>
            </w:r>
            <w:r w:rsidRPr="000F79E4">
              <w:rPr>
                <w:rFonts w:cs="MS Shell Dlg"/>
                <w:szCs w:val="20"/>
              </w:rPr>
              <w:t>eHealth message/</w:t>
            </w:r>
            <w:r w:rsidRPr="000F79E4">
              <w:t>document</w:t>
            </w:r>
          </w:p>
        </w:tc>
        <w:tc>
          <w:tcPr>
            <w:tcW w:w="1717" w:type="dxa"/>
            <w:shd w:val="clear" w:color="auto" w:fill="auto"/>
          </w:tcPr>
          <w:p w14:paraId="242B75E6" w14:textId="77777777" w:rsidR="00633181" w:rsidRPr="006662E2" w:rsidRDefault="00633181" w:rsidP="00633181">
            <w:pPr>
              <w:pStyle w:val="BodyText"/>
              <w:ind w:left="34" w:hanging="34"/>
            </w:pPr>
            <w:r w:rsidRPr="006662E2">
              <w:t>UC.330</w:t>
            </w:r>
          </w:p>
        </w:tc>
        <w:tc>
          <w:tcPr>
            <w:tcW w:w="1417" w:type="dxa"/>
            <w:shd w:val="clear" w:color="auto" w:fill="auto"/>
          </w:tcPr>
          <w:p w14:paraId="3256AC8E" w14:textId="77777777" w:rsidR="00633181" w:rsidRPr="006662E2"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42269FAC" w14:textId="681527C0" w:rsidR="00633181" w:rsidRPr="006662E2" w:rsidRDefault="00633181" w:rsidP="000B7E27">
            <w:r>
              <w:t xml:space="preserve">UC.330 </w:t>
            </w:r>
            <w:r w:rsidR="000B7E27">
              <w:t xml:space="preserve">- </w:t>
            </w:r>
            <w:r>
              <w:t>Part B</w:t>
            </w:r>
          </w:p>
        </w:tc>
        <w:tc>
          <w:tcPr>
            <w:tcW w:w="1559" w:type="dxa"/>
          </w:tcPr>
          <w:p w14:paraId="5EC86C63" w14:textId="77777777" w:rsidR="00633181" w:rsidRPr="006662E2" w:rsidRDefault="00633181" w:rsidP="00633181">
            <w:pPr>
              <w:pStyle w:val="BodyText"/>
              <w:ind w:left="79"/>
            </w:pPr>
            <w:r w:rsidRPr="006662E2">
              <w:t>PRES-70a</w:t>
            </w:r>
          </w:p>
        </w:tc>
        <w:tc>
          <w:tcPr>
            <w:tcW w:w="1305" w:type="dxa"/>
          </w:tcPr>
          <w:p w14:paraId="49F3092D" w14:textId="77777777" w:rsidR="00633181" w:rsidRPr="00B619F6" w:rsidRDefault="00633181" w:rsidP="00633181">
            <w:pPr>
              <w:pStyle w:val="BodyText"/>
              <w:overflowPunct w:val="0"/>
              <w:ind w:left="34" w:hanging="34"/>
            </w:pPr>
          </w:p>
        </w:tc>
      </w:tr>
      <w:tr w:rsidR="00633181" w:rsidRPr="00B619F6" w14:paraId="120AD6BD" w14:textId="77777777" w:rsidTr="000B7E27">
        <w:trPr>
          <w:cantSplit/>
          <w:trHeight w:val="403"/>
        </w:trPr>
        <w:tc>
          <w:tcPr>
            <w:tcW w:w="1560" w:type="dxa"/>
            <w:vMerge/>
          </w:tcPr>
          <w:p w14:paraId="0E2AECC2" w14:textId="77777777" w:rsidR="00633181" w:rsidRDefault="00633181" w:rsidP="00633181">
            <w:pPr>
              <w:pStyle w:val="BodyText"/>
              <w:ind w:left="0"/>
              <w:jc w:val="both"/>
            </w:pPr>
          </w:p>
        </w:tc>
        <w:tc>
          <w:tcPr>
            <w:tcW w:w="1701" w:type="dxa"/>
            <w:vMerge/>
          </w:tcPr>
          <w:p w14:paraId="1FC9961C" w14:textId="77777777" w:rsidR="00633181" w:rsidRDefault="00633181" w:rsidP="00633181">
            <w:pPr>
              <w:pStyle w:val="BodyText"/>
              <w:ind w:left="34" w:hanging="34"/>
            </w:pPr>
          </w:p>
        </w:tc>
        <w:tc>
          <w:tcPr>
            <w:tcW w:w="3244" w:type="dxa"/>
            <w:shd w:val="clear" w:color="auto" w:fill="auto"/>
          </w:tcPr>
          <w:p w14:paraId="13907C87" w14:textId="77777777" w:rsidR="00633181" w:rsidRPr="000F79E4" w:rsidRDefault="00633181" w:rsidP="00633181">
            <w:pPr>
              <w:pStyle w:val="BodyText"/>
              <w:ind w:left="34" w:hanging="34"/>
            </w:pPr>
            <w:r w:rsidRPr="000F79E4">
              <w:t>16813 – Actions for when validation of a verified IHI returns a ‘resolved’ information message and a different IHI number</w:t>
            </w:r>
          </w:p>
        </w:tc>
        <w:tc>
          <w:tcPr>
            <w:tcW w:w="1717" w:type="dxa"/>
            <w:shd w:val="clear" w:color="auto" w:fill="auto"/>
          </w:tcPr>
          <w:p w14:paraId="2905FE0B" w14:textId="77777777" w:rsidR="00633181" w:rsidRPr="006662E2" w:rsidRDefault="00633181" w:rsidP="00633181">
            <w:pPr>
              <w:pStyle w:val="BodyText"/>
              <w:ind w:left="34" w:hanging="34"/>
            </w:pPr>
            <w:r w:rsidRPr="006662E2">
              <w:t>UC.330</w:t>
            </w:r>
          </w:p>
        </w:tc>
        <w:tc>
          <w:tcPr>
            <w:tcW w:w="1417" w:type="dxa"/>
            <w:shd w:val="clear" w:color="auto" w:fill="auto"/>
          </w:tcPr>
          <w:p w14:paraId="65EFABE8" w14:textId="77777777" w:rsidR="00633181" w:rsidRPr="006662E2"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6A2E129" w14:textId="1A4DA5F9" w:rsidR="00633181" w:rsidRPr="006662E2" w:rsidRDefault="00633181" w:rsidP="000B7E27">
            <w:r>
              <w:t xml:space="preserve">UC.330 </w:t>
            </w:r>
            <w:r w:rsidR="000B7E27">
              <w:t xml:space="preserve">- </w:t>
            </w:r>
            <w:r>
              <w:t>Part B</w:t>
            </w:r>
          </w:p>
        </w:tc>
        <w:tc>
          <w:tcPr>
            <w:tcW w:w="1559" w:type="dxa"/>
            <w:shd w:val="clear" w:color="auto" w:fill="FFFFFF" w:themeFill="background1"/>
          </w:tcPr>
          <w:p w14:paraId="21A4C1BB" w14:textId="77777777" w:rsidR="00633181" w:rsidRPr="006662E2" w:rsidRDefault="00633181" w:rsidP="00633181">
            <w:pPr>
              <w:pStyle w:val="BodyText"/>
              <w:ind w:left="79"/>
            </w:pPr>
            <w:r w:rsidRPr="006662E2">
              <w:t>PRES-70a</w:t>
            </w:r>
          </w:p>
        </w:tc>
        <w:tc>
          <w:tcPr>
            <w:tcW w:w="1305" w:type="dxa"/>
          </w:tcPr>
          <w:p w14:paraId="48A8E29F" w14:textId="77777777" w:rsidR="00633181" w:rsidRPr="00CB3936" w:rsidRDefault="00633181" w:rsidP="00633181">
            <w:pPr>
              <w:pStyle w:val="BodyText"/>
              <w:overflowPunct w:val="0"/>
              <w:ind w:left="34" w:hanging="34"/>
            </w:pPr>
          </w:p>
        </w:tc>
      </w:tr>
      <w:tr w:rsidR="00633181" w:rsidRPr="00B619F6" w14:paraId="47136A46" w14:textId="77777777" w:rsidTr="000B7E27">
        <w:trPr>
          <w:cantSplit/>
          <w:trHeight w:val="403"/>
        </w:trPr>
        <w:tc>
          <w:tcPr>
            <w:tcW w:w="1560" w:type="dxa"/>
            <w:vMerge/>
          </w:tcPr>
          <w:p w14:paraId="44DCD67E" w14:textId="77777777" w:rsidR="00633181" w:rsidRDefault="00633181" w:rsidP="00633181">
            <w:pPr>
              <w:pStyle w:val="BodyText"/>
              <w:ind w:left="0"/>
              <w:jc w:val="both"/>
            </w:pPr>
          </w:p>
        </w:tc>
        <w:tc>
          <w:tcPr>
            <w:tcW w:w="1701" w:type="dxa"/>
            <w:vMerge/>
          </w:tcPr>
          <w:p w14:paraId="671D84B3" w14:textId="77777777" w:rsidR="00633181" w:rsidRDefault="00633181" w:rsidP="00633181">
            <w:pPr>
              <w:pStyle w:val="BodyText"/>
              <w:ind w:left="34" w:hanging="34"/>
            </w:pPr>
          </w:p>
        </w:tc>
        <w:tc>
          <w:tcPr>
            <w:tcW w:w="3244" w:type="dxa"/>
            <w:shd w:val="clear" w:color="auto" w:fill="FFFFFF" w:themeFill="background1"/>
          </w:tcPr>
          <w:p w14:paraId="7278BA90" w14:textId="77777777" w:rsidR="00633181" w:rsidRPr="006662E2" w:rsidRDefault="00633181" w:rsidP="00633181">
            <w:pPr>
              <w:pStyle w:val="BodyText"/>
              <w:ind w:left="34" w:hanging="34"/>
            </w:pPr>
            <w:r>
              <w:t>16815 – Rules for when the validation of an active and verified IHI returns the same IHI number and same IHI record status but with a different IHI status</w:t>
            </w:r>
          </w:p>
        </w:tc>
        <w:tc>
          <w:tcPr>
            <w:tcW w:w="1717" w:type="dxa"/>
            <w:shd w:val="clear" w:color="auto" w:fill="FFFFFF" w:themeFill="background1"/>
          </w:tcPr>
          <w:p w14:paraId="1C9A29F7" w14:textId="77777777" w:rsidR="00633181" w:rsidRPr="006662E2" w:rsidRDefault="00633181" w:rsidP="00633181">
            <w:pPr>
              <w:pStyle w:val="BodyText"/>
              <w:ind w:left="34" w:hanging="34"/>
            </w:pPr>
            <w:r w:rsidRPr="006662E2">
              <w:t>UC.330</w:t>
            </w:r>
          </w:p>
        </w:tc>
        <w:tc>
          <w:tcPr>
            <w:tcW w:w="1417" w:type="dxa"/>
            <w:shd w:val="clear" w:color="auto" w:fill="FFFFFF" w:themeFill="background1"/>
          </w:tcPr>
          <w:p w14:paraId="6148A1C0" w14:textId="77777777" w:rsidR="00633181" w:rsidRPr="006662E2"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shd w:val="clear" w:color="auto" w:fill="FFFFFF" w:themeFill="background1"/>
          </w:tcPr>
          <w:p w14:paraId="0F7B2A87" w14:textId="7F66F18B" w:rsidR="00633181" w:rsidRDefault="00633181" w:rsidP="000B7E27">
            <w:r>
              <w:t xml:space="preserve">UC.330 </w:t>
            </w:r>
            <w:r w:rsidR="000B7E27">
              <w:t xml:space="preserve">- </w:t>
            </w:r>
            <w:r>
              <w:t>Part B</w:t>
            </w:r>
          </w:p>
          <w:p w14:paraId="3A72255B" w14:textId="77777777" w:rsidR="00633181" w:rsidRPr="006662E2" w:rsidRDefault="00633181" w:rsidP="000B7E27"/>
        </w:tc>
        <w:tc>
          <w:tcPr>
            <w:tcW w:w="1559" w:type="dxa"/>
            <w:shd w:val="clear" w:color="auto" w:fill="FFFFFF" w:themeFill="background1"/>
          </w:tcPr>
          <w:p w14:paraId="480FEF65" w14:textId="77777777" w:rsidR="00633181" w:rsidRPr="006662E2" w:rsidRDefault="00633181" w:rsidP="00633181">
            <w:pPr>
              <w:pStyle w:val="BodyText"/>
              <w:ind w:left="79"/>
            </w:pPr>
            <w:r w:rsidRPr="006662E2">
              <w:t>PRES-70a</w:t>
            </w:r>
          </w:p>
        </w:tc>
        <w:tc>
          <w:tcPr>
            <w:tcW w:w="1305" w:type="dxa"/>
          </w:tcPr>
          <w:p w14:paraId="265FDFA4" w14:textId="77777777" w:rsidR="00633181" w:rsidRPr="00CB3936" w:rsidRDefault="00633181" w:rsidP="00633181">
            <w:pPr>
              <w:pStyle w:val="BodyText"/>
              <w:overflowPunct w:val="0"/>
              <w:ind w:left="34" w:hanging="34"/>
            </w:pPr>
          </w:p>
        </w:tc>
      </w:tr>
      <w:tr w:rsidR="000B7E27" w:rsidRPr="00B619F6" w14:paraId="68CD4203" w14:textId="77777777" w:rsidTr="00BC46A5">
        <w:trPr>
          <w:cantSplit/>
          <w:trHeight w:val="403"/>
        </w:trPr>
        <w:tc>
          <w:tcPr>
            <w:tcW w:w="1560" w:type="dxa"/>
            <w:vMerge/>
          </w:tcPr>
          <w:p w14:paraId="4EE0D526" w14:textId="77777777" w:rsidR="000B7E27" w:rsidRDefault="000B7E27" w:rsidP="000B7E27">
            <w:pPr>
              <w:pStyle w:val="BodyText"/>
              <w:ind w:left="0"/>
              <w:jc w:val="both"/>
            </w:pPr>
          </w:p>
        </w:tc>
        <w:tc>
          <w:tcPr>
            <w:tcW w:w="1701" w:type="dxa"/>
            <w:vMerge w:val="restart"/>
          </w:tcPr>
          <w:p w14:paraId="225DE4DA" w14:textId="77777777" w:rsidR="000B7E27" w:rsidRDefault="000B7E27" w:rsidP="000B7E27">
            <w:pPr>
              <w:pStyle w:val="BodyText"/>
              <w:ind w:left="34" w:hanging="34"/>
            </w:pPr>
            <w:r>
              <w:t xml:space="preserve">Conditional </w:t>
            </w:r>
          </w:p>
        </w:tc>
        <w:tc>
          <w:tcPr>
            <w:tcW w:w="3244" w:type="dxa"/>
          </w:tcPr>
          <w:p w14:paraId="7ACA0CCF" w14:textId="77777777" w:rsidR="000B7E27" w:rsidRDefault="000B7E27" w:rsidP="000B7E27">
            <w:pPr>
              <w:pStyle w:val="BodyText"/>
              <w:ind w:left="34" w:hanging="34"/>
            </w:pPr>
            <w:r>
              <w:t xml:space="preserve">UC.010 – Register patient </w:t>
            </w:r>
          </w:p>
          <w:p w14:paraId="07215511" w14:textId="3D117914"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24C926CC" w14:textId="77777777" w:rsidR="000B7E27" w:rsidRPr="006662E2" w:rsidRDefault="000B7E27" w:rsidP="000B7E27">
            <w:pPr>
              <w:pStyle w:val="BodyText"/>
              <w:ind w:left="34" w:hanging="34"/>
            </w:pPr>
            <w:r w:rsidRPr="006662E2">
              <w:t>UC.010</w:t>
            </w:r>
          </w:p>
        </w:tc>
        <w:tc>
          <w:tcPr>
            <w:tcW w:w="1417" w:type="dxa"/>
          </w:tcPr>
          <w:p w14:paraId="53E22DBC"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shd w:val="clear" w:color="auto" w:fill="FFFFFF" w:themeFill="background1"/>
          </w:tcPr>
          <w:p w14:paraId="27016608" w14:textId="2B7E5A77" w:rsidR="000B7E27" w:rsidRPr="006662E2" w:rsidRDefault="000B7E27" w:rsidP="008836E0">
            <w:pPr>
              <w:ind w:left="37"/>
            </w:pPr>
            <w:r>
              <w:t>UC.010 - Parts A, B &amp; C</w:t>
            </w:r>
          </w:p>
        </w:tc>
        <w:tc>
          <w:tcPr>
            <w:tcW w:w="1559" w:type="dxa"/>
          </w:tcPr>
          <w:p w14:paraId="7BB4077C" w14:textId="77777777" w:rsidR="000B7E27" w:rsidRPr="006662E2" w:rsidRDefault="000B7E27" w:rsidP="000B7E27">
            <w:pPr>
              <w:pStyle w:val="BodyText"/>
              <w:ind w:left="79"/>
            </w:pPr>
            <w:r w:rsidRPr="006662E2">
              <w:t>PRES-70</w:t>
            </w:r>
          </w:p>
        </w:tc>
        <w:tc>
          <w:tcPr>
            <w:tcW w:w="1305" w:type="dxa"/>
          </w:tcPr>
          <w:p w14:paraId="4490244C" w14:textId="45721DA3" w:rsidR="000B7E27" w:rsidRPr="00B619F6" w:rsidRDefault="000B7E27" w:rsidP="000B7E27">
            <w:pPr>
              <w:pStyle w:val="BodyText"/>
              <w:overflowPunct w:val="0"/>
              <w:ind w:left="34" w:hanging="34"/>
            </w:pPr>
            <w:r>
              <w:t xml:space="preserve">See section </w:t>
            </w:r>
            <w:r>
              <w:fldChar w:fldCharType="begin"/>
            </w:r>
            <w:r>
              <w:instrText xml:space="preserve"> REF _Ref67037978 \r \h  \* MERGEFORMAT </w:instrText>
            </w:r>
            <w:r>
              <w:fldChar w:fldCharType="separate"/>
            </w:r>
            <w:r w:rsidR="007F3832">
              <w:t>5.4.2</w:t>
            </w:r>
            <w:r>
              <w:fldChar w:fldCharType="end"/>
            </w:r>
            <w:r>
              <w:t xml:space="preserve"> for UC.010</w:t>
            </w:r>
          </w:p>
        </w:tc>
      </w:tr>
      <w:tr w:rsidR="000B7E27" w:rsidRPr="00B619F6" w14:paraId="1820D31A" w14:textId="77777777" w:rsidTr="000B7E27">
        <w:trPr>
          <w:cantSplit/>
          <w:trHeight w:val="403"/>
        </w:trPr>
        <w:tc>
          <w:tcPr>
            <w:tcW w:w="1560" w:type="dxa"/>
            <w:vMerge/>
          </w:tcPr>
          <w:p w14:paraId="256A5518" w14:textId="77777777" w:rsidR="000B7E27" w:rsidRDefault="000B7E27" w:rsidP="000B7E27">
            <w:pPr>
              <w:pStyle w:val="BodyText"/>
              <w:ind w:left="0"/>
              <w:jc w:val="both"/>
            </w:pPr>
          </w:p>
        </w:tc>
        <w:tc>
          <w:tcPr>
            <w:tcW w:w="1701" w:type="dxa"/>
            <w:vMerge/>
          </w:tcPr>
          <w:p w14:paraId="7B4F31B0" w14:textId="77777777" w:rsidR="000B7E27" w:rsidRDefault="000B7E27" w:rsidP="000B7E27">
            <w:pPr>
              <w:pStyle w:val="BodyText"/>
              <w:ind w:left="34" w:hanging="34"/>
            </w:pPr>
          </w:p>
        </w:tc>
        <w:tc>
          <w:tcPr>
            <w:tcW w:w="3244" w:type="dxa"/>
          </w:tcPr>
          <w:p w14:paraId="027E324C" w14:textId="77777777" w:rsidR="000B7E27" w:rsidRDefault="000B7E27" w:rsidP="000B7E27">
            <w:pPr>
              <w:pStyle w:val="BodyText"/>
              <w:ind w:left="34" w:hanging="34"/>
            </w:pPr>
            <w:r>
              <w:t xml:space="preserve">UC.015 – Update patient health record </w:t>
            </w:r>
          </w:p>
          <w:p w14:paraId="28322114" w14:textId="530E7795"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262BC4B9" w14:textId="77777777" w:rsidR="000B7E27" w:rsidRPr="006662E2" w:rsidRDefault="000B7E27" w:rsidP="000B7E27">
            <w:pPr>
              <w:pStyle w:val="BodyText"/>
              <w:ind w:left="34" w:hanging="34"/>
            </w:pPr>
            <w:r w:rsidRPr="006662E2">
              <w:t>UC.015</w:t>
            </w:r>
          </w:p>
        </w:tc>
        <w:tc>
          <w:tcPr>
            <w:tcW w:w="1417" w:type="dxa"/>
          </w:tcPr>
          <w:p w14:paraId="7826B97B"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00A6A072" w14:textId="29614FB0" w:rsidR="000B7E27" w:rsidRPr="006662E2" w:rsidRDefault="000B7E27" w:rsidP="008836E0">
            <w:pPr>
              <w:ind w:left="37"/>
            </w:pPr>
            <w:r>
              <w:t>UC.015 - Parts A, B &amp; C</w:t>
            </w:r>
          </w:p>
        </w:tc>
        <w:tc>
          <w:tcPr>
            <w:tcW w:w="1559" w:type="dxa"/>
          </w:tcPr>
          <w:p w14:paraId="1365D32A" w14:textId="77777777" w:rsidR="000B7E27" w:rsidRPr="006662E2" w:rsidRDefault="000B7E27" w:rsidP="000B7E27">
            <w:pPr>
              <w:pStyle w:val="BodyText"/>
              <w:ind w:left="79"/>
            </w:pPr>
            <w:r w:rsidRPr="006662E2">
              <w:t>PRES-70</w:t>
            </w:r>
          </w:p>
        </w:tc>
        <w:tc>
          <w:tcPr>
            <w:tcW w:w="1305" w:type="dxa"/>
          </w:tcPr>
          <w:p w14:paraId="4462AA01" w14:textId="66DDF502" w:rsidR="000B7E27" w:rsidRPr="00B619F6" w:rsidRDefault="000B7E27" w:rsidP="000B7E27">
            <w:pPr>
              <w:pStyle w:val="BodyText"/>
              <w:overflowPunct w:val="0"/>
              <w:ind w:left="34" w:hanging="34"/>
            </w:pPr>
            <w:r>
              <w:t xml:space="preserve">See section </w:t>
            </w:r>
            <w:r>
              <w:fldChar w:fldCharType="begin"/>
            </w:r>
            <w:r>
              <w:instrText xml:space="preserve"> REF _Ref67037992 \r \h  \* MERGEFORMAT </w:instrText>
            </w:r>
            <w:r>
              <w:fldChar w:fldCharType="separate"/>
            </w:r>
            <w:r w:rsidR="007F3832">
              <w:t>5.4.2</w:t>
            </w:r>
            <w:r>
              <w:fldChar w:fldCharType="end"/>
            </w:r>
            <w:r>
              <w:t xml:space="preserve"> for UC.015</w:t>
            </w:r>
          </w:p>
        </w:tc>
      </w:tr>
      <w:tr w:rsidR="000B7E27" w:rsidRPr="00B619F6" w14:paraId="01955792" w14:textId="77777777" w:rsidTr="000B7E27">
        <w:trPr>
          <w:cantSplit/>
          <w:trHeight w:val="403"/>
        </w:trPr>
        <w:tc>
          <w:tcPr>
            <w:tcW w:w="1560" w:type="dxa"/>
            <w:vMerge/>
          </w:tcPr>
          <w:p w14:paraId="3E4F4970" w14:textId="77777777" w:rsidR="000B7E27" w:rsidRDefault="000B7E27" w:rsidP="000B7E27">
            <w:pPr>
              <w:pStyle w:val="BodyText"/>
              <w:ind w:left="0"/>
              <w:jc w:val="both"/>
            </w:pPr>
          </w:p>
        </w:tc>
        <w:tc>
          <w:tcPr>
            <w:tcW w:w="1701" w:type="dxa"/>
            <w:vMerge/>
          </w:tcPr>
          <w:p w14:paraId="02C121FC" w14:textId="77777777" w:rsidR="000B7E27" w:rsidRDefault="000B7E27" w:rsidP="000B7E27">
            <w:pPr>
              <w:pStyle w:val="BodyText"/>
              <w:ind w:left="34" w:hanging="34"/>
            </w:pPr>
          </w:p>
        </w:tc>
        <w:tc>
          <w:tcPr>
            <w:tcW w:w="3244" w:type="dxa"/>
          </w:tcPr>
          <w:p w14:paraId="46418149" w14:textId="77777777" w:rsidR="000B7E27" w:rsidRPr="006662E2" w:rsidRDefault="000B7E27" w:rsidP="000B7E27">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5A09A4F6" w14:textId="77777777" w:rsidR="000B7E27" w:rsidRPr="006662E2" w:rsidRDefault="000B7E27" w:rsidP="000B7E27">
            <w:pPr>
              <w:pStyle w:val="BodyText"/>
              <w:ind w:left="34" w:hanging="34"/>
            </w:pPr>
            <w:r w:rsidRPr="006662E2">
              <w:t>UC.330</w:t>
            </w:r>
          </w:p>
        </w:tc>
        <w:tc>
          <w:tcPr>
            <w:tcW w:w="1417" w:type="dxa"/>
          </w:tcPr>
          <w:p w14:paraId="3F0A613C"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0C411BE8" w14:textId="705F9EC9" w:rsidR="000B7E27" w:rsidRPr="006662E2" w:rsidRDefault="000B7E27" w:rsidP="008836E0">
            <w:pPr>
              <w:ind w:left="37"/>
            </w:pPr>
            <w:r>
              <w:t>UC.330 - Part B</w:t>
            </w:r>
          </w:p>
        </w:tc>
        <w:tc>
          <w:tcPr>
            <w:tcW w:w="1559" w:type="dxa"/>
          </w:tcPr>
          <w:p w14:paraId="38D85658" w14:textId="77777777" w:rsidR="000B7E27" w:rsidRDefault="000B7E27" w:rsidP="000B7E27">
            <w:pPr>
              <w:pStyle w:val="BodyText"/>
              <w:ind w:left="79"/>
            </w:pPr>
            <w:r w:rsidRPr="006662E2">
              <w:t>PRES-73</w:t>
            </w:r>
            <w:r>
              <w:t xml:space="preserve"> </w:t>
            </w:r>
          </w:p>
          <w:p w14:paraId="5E75373F" w14:textId="77777777" w:rsidR="000B7E27" w:rsidRPr="006662E2" w:rsidRDefault="000B7E27" w:rsidP="000B7E27">
            <w:pPr>
              <w:pStyle w:val="BodyText"/>
              <w:ind w:left="79"/>
            </w:pPr>
            <w:r>
              <w:t>(if accessing to ASLR)</w:t>
            </w:r>
          </w:p>
        </w:tc>
        <w:tc>
          <w:tcPr>
            <w:tcW w:w="1305" w:type="dxa"/>
          </w:tcPr>
          <w:p w14:paraId="51D55E74" w14:textId="77777777" w:rsidR="000B7E27" w:rsidRPr="00B619F6" w:rsidRDefault="000B7E27" w:rsidP="000B7E27">
            <w:pPr>
              <w:pStyle w:val="BodyText"/>
              <w:overflowPunct w:val="0"/>
              <w:ind w:left="34" w:hanging="34"/>
            </w:pPr>
          </w:p>
        </w:tc>
      </w:tr>
      <w:tr w:rsidR="000B7E27" w:rsidRPr="00B619F6" w14:paraId="75E4A00C" w14:textId="77777777" w:rsidTr="000B7E27">
        <w:trPr>
          <w:cantSplit/>
          <w:trHeight w:val="403"/>
        </w:trPr>
        <w:tc>
          <w:tcPr>
            <w:tcW w:w="1560" w:type="dxa"/>
            <w:vMerge/>
          </w:tcPr>
          <w:p w14:paraId="594D1DD5" w14:textId="77777777" w:rsidR="000B7E27" w:rsidRDefault="000B7E27" w:rsidP="000B7E27">
            <w:pPr>
              <w:pStyle w:val="BodyText"/>
              <w:ind w:left="0"/>
              <w:jc w:val="both"/>
            </w:pPr>
          </w:p>
        </w:tc>
        <w:tc>
          <w:tcPr>
            <w:tcW w:w="1701" w:type="dxa"/>
            <w:vMerge/>
          </w:tcPr>
          <w:p w14:paraId="7E7E4B25" w14:textId="77777777" w:rsidR="000B7E27" w:rsidRDefault="000B7E27" w:rsidP="000B7E27">
            <w:pPr>
              <w:pStyle w:val="BodyText"/>
              <w:ind w:left="34" w:hanging="34"/>
            </w:pPr>
          </w:p>
        </w:tc>
        <w:tc>
          <w:tcPr>
            <w:tcW w:w="3244" w:type="dxa"/>
          </w:tcPr>
          <w:p w14:paraId="4E15BCC8" w14:textId="77777777" w:rsidR="000B7E27" w:rsidRPr="006662E2" w:rsidRDefault="000B7E27" w:rsidP="000B7E27">
            <w:pPr>
              <w:pStyle w:val="BodyText"/>
              <w:ind w:left="34" w:hanging="34"/>
            </w:pPr>
            <w:r>
              <w:t>16813 – Actions for when validation of a verified IHI returns a ‘resolved’ information message and a different IHI number</w:t>
            </w:r>
          </w:p>
        </w:tc>
        <w:tc>
          <w:tcPr>
            <w:tcW w:w="1717" w:type="dxa"/>
          </w:tcPr>
          <w:p w14:paraId="32F825B1" w14:textId="77777777" w:rsidR="000B7E27" w:rsidRPr="006662E2" w:rsidRDefault="000B7E27" w:rsidP="000B7E27">
            <w:pPr>
              <w:pStyle w:val="BodyText"/>
              <w:ind w:left="34" w:hanging="34"/>
            </w:pPr>
            <w:r w:rsidRPr="006662E2">
              <w:t>UC.330</w:t>
            </w:r>
          </w:p>
        </w:tc>
        <w:tc>
          <w:tcPr>
            <w:tcW w:w="1417" w:type="dxa"/>
          </w:tcPr>
          <w:p w14:paraId="74CAB364"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F50F718" w14:textId="10BFFF53" w:rsidR="000B7E27" w:rsidRPr="006662E2" w:rsidRDefault="000B7E27" w:rsidP="008836E0">
            <w:pPr>
              <w:ind w:left="37"/>
            </w:pPr>
            <w:r>
              <w:t>UC.330 - Part B</w:t>
            </w:r>
          </w:p>
        </w:tc>
        <w:tc>
          <w:tcPr>
            <w:tcW w:w="1559" w:type="dxa"/>
          </w:tcPr>
          <w:p w14:paraId="00241FA0" w14:textId="77777777" w:rsidR="000B7E27" w:rsidRDefault="000B7E27" w:rsidP="000B7E27">
            <w:pPr>
              <w:pStyle w:val="BodyText"/>
              <w:ind w:left="79"/>
            </w:pPr>
            <w:r w:rsidRPr="006662E2">
              <w:t>PRES-73</w:t>
            </w:r>
            <w:r>
              <w:t xml:space="preserve"> </w:t>
            </w:r>
          </w:p>
          <w:p w14:paraId="04DDF0AE" w14:textId="77777777" w:rsidR="000B7E27" w:rsidRPr="006662E2" w:rsidRDefault="000B7E27" w:rsidP="000B7E27">
            <w:pPr>
              <w:pStyle w:val="BodyText"/>
              <w:ind w:left="79"/>
            </w:pPr>
            <w:r>
              <w:t>(if accessing to ASLR)</w:t>
            </w:r>
          </w:p>
        </w:tc>
        <w:tc>
          <w:tcPr>
            <w:tcW w:w="1305" w:type="dxa"/>
          </w:tcPr>
          <w:p w14:paraId="5166F57D" w14:textId="77777777" w:rsidR="000B7E27" w:rsidRPr="00B619F6" w:rsidRDefault="000B7E27" w:rsidP="000B7E27">
            <w:pPr>
              <w:pStyle w:val="BodyText"/>
              <w:overflowPunct w:val="0"/>
              <w:ind w:left="34" w:hanging="34"/>
            </w:pPr>
          </w:p>
        </w:tc>
      </w:tr>
      <w:tr w:rsidR="000B7E27" w:rsidRPr="00B619F6" w14:paraId="021AC268" w14:textId="77777777" w:rsidTr="000B7E27">
        <w:trPr>
          <w:cantSplit/>
          <w:trHeight w:val="403"/>
        </w:trPr>
        <w:tc>
          <w:tcPr>
            <w:tcW w:w="1560" w:type="dxa"/>
            <w:vMerge w:val="restart"/>
          </w:tcPr>
          <w:p w14:paraId="5EDCEC09" w14:textId="77777777" w:rsidR="000B7E27" w:rsidRDefault="000B7E27" w:rsidP="000B7E27">
            <w:pPr>
              <w:pStyle w:val="BodyText"/>
              <w:ind w:left="0" w:right="298"/>
              <w:jc w:val="both"/>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Direct    PDS</w:t>
            </w:r>
          </w:p>
        </w:tc>
        <w:tc>
          <w:tcPr>
            <w:tcW w:w="1701" w:type="dxa"/>
            <w:vMerge w:val="restart"/>
          </w:tcPr>
          <w:p w14:paraId="5C5802E3" w14:textId="77777777" w:rsidR="000B7E27" w:rsidRDefault="000B7E27" w:rsidP="000B7E27">
            <w:pPr>
              <w:pStyle w:val="BodyText"/>
              <w:ind w:left="34" w:hanging="34"/>
            </w:pPr>
            <w:r>
              <w:t xml:space="preserve">Mandatory </w:t>
            </w:r>
          </w:p>
        </w:tc>
        <w:tc>
          <w:tcPr>
            <w:tcW w:w="3244" w:type="dxa"/>
          </w:tcPr>
          <w:p w14:paraId="4C213688" w14:textId="77777777" w:rsidR="000B7E27" w:rsidRDefault="000B7E27" w:rsidP="000B7E27">
            <w:pPr>
              <w:pStyle w:val="BodyText"/>
              <w:ind w:left="34" w:hanging="34"/>
            </w:pPr>
            <w:r>
              <w:t xml:space="preserve">UC.010 – Register patient </w:t>
            </w:r>
          </w:p>
          <w:p w14:paraId="3773B4B4" w14:textId="70EDC68B"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6CE828FE" w14:textId="77777777" w:rsidR="000B7E27" w:rsidRPr="006662E2" w:rsidRDefault="000B7E27" w:rsidP="000B7E27">
            <w:pPr>
              <w:pStyle w:val="BodyText"/>
              <w:ind w:left="34" w:hanging="34"/>
            </w:pPr>
            <w:r w:rsidRPr="006662E2">
              <w:t>UC.010</w:t>
            </w:r>
          </w:p>
        </w:tc>
        <w:tc>
          <w:tcPr>
            <w:tcW w:w="1417" w:type="dxa"/>
          </w:tcPr>
          <w:p w14:paraId="21797CAE" w14:textId="77777777" w:rsidR="000B7E27" w:rsidRPr="006662E2" w:rsidRDefault="000B7E27" w:rsidP="000B7E27">
            <w:pPr>
              <w:ind w:left="242"/>
              <w:jc w:val="center"/>
            </w:pPr>
            <w:r w:rsidRPr="006662E2">
              <w:fldChar w:fldCharType="begin">
                <w:ffData>
                  <w:name w:val="Check1"/>
                  <w:enabled/>
                  <w:calcOnExit w:val="0"/>
                  <w:checkBox>
                    <w:sizeAuto/>
                    <w:default w:val="0"/>
                    <w:checked w:val="0"/>
                  </w:checkBox>
                </w:ffData>
              </w:fldChar>
            </w:r>
            <w:r w:rsidRPr="006662E2">
              <w:instrText xml:space="preserve"> FORMCHECKBOX </w:instrText>
            </w:r>
            <w:r w:rsidR="007F3832">
              <w:fldChar w:fldCharType="separate"/>
            </w:r>
            <w:r w:rsidRPr="006662E2">
              <w:fldChar w:fldCharType="end"/>
            </w:r>
          </w:p>
        </w:tc>
        <w:tc>
          <w:tcPr>
            <w:tcW w:w="1843" w:type="dxa"/>
          </w:tcPr>
          <w:p w14:paraId="4CB0E1F9" w14:textId="74287BC2" w:rsidR="000B7E27" w:rsidRPr="006662E2" w:rsidRDefault="000B7E27" w:rsidP="008836E0">
            <w:pPr>
              <w:ind w:left="37"/>
            </w:pPr>
            <w:r>
              <w:t>UC.010 - Parts A, B &amp; C</w:t>
            </w:r>
          </w:p>
        </w:tc>
        <w:tc>
          <w:tcPr>
            <w:tcW w:w="1559" w:type="dxa"/>
          </w:tcPr>
          <w:p w14:paraId="38D9E13A" w14:textId="77777777" w:rsidR="000B7E27" w:rsidRPr="006662E2" w:rsidRDefault="000B7E27" w:rsidP="000B7E27">
            <w:pPr>
              <w:pStyle w:val="BodyText"/>
              <w:ind w:left="79"/>
            </w:pPr>
            <w:r w:rsidRPr="006662E2">
              <w:t>PRES-70</w:t>
            </w:r>
          </w:p>
        </w:tc>
        <w:tc>
          <w:tcPr>
            <w:tcW w:w="1305" w:type="dxa"/>
          </w:tcPr>
          <w:p w14:paraId="19A24AC2" w14:textId="5445A2B6" w:rsidR="000B7E27" w:rsidRPr="00B619F6" w:rsidRDefault="000B7E27" w:rsidP="000B7E27">
            <w:pPr>
              <w:pStyle w:val="BodyText"/>
              <w:overflowPunct w:val="0"/>
              <w:ind w:left="34" w:hanging="34"/>
            </w:pPr>
            <w:r>
              <w:t xml:space="preserve">See section </w:t>
            </w:r>
            <w:r>
              <w:fldChar w:fldCharType="begin"/>
            </w:r>
            <w:r>
              <w:instrText xml:space="preserve"> REF _Ref67038014 \r \h  \* MERGEFORMAT </w:instrText>
            </w:r>
            <w:r>
              <w:fldChar w:fldCharType="separate"/>
            </w:r>
            <w:r w:rsidR="007F3832">
              <w:t>5.4.1</w:t>
            </w:r>
            <w:r>
              <w:fldChar w:fldCharType="end"/>
            </w:r>
            <w:r>
              <w:t xml:space="preserve"> for UC.010 </w:t>
            </w:r>
          </w:p>
        </w:tc>
      </w:tr>
      <w:tr w:rsidR="000B7E27" w:rsidRPr="00B619F6" w14:paraId="174E9A0F" w14:textId="77777777" w:rsidTr="000B7E27">
        <w:trPr>
          <w:cantSplit/>
          <w:trHeight w:val="403"/>
        </w:trPr>
        <w:tc>
          <w:tcPr>
            <w:tcW w:w="1560" w:type="dxa"/>
            <w:vMerge/>
          </w:tcPr>
          <w:p w14:paraId="57A0BFA9" w14:textId="77777777" w:rsidR="000B7E27" w:rsidRDefault="000B7E27" w:rsidP="000B7E27">
            <w:pPr>
              <w:pStyle w:val="BodyText"/>
              <w:ind w:left="0"/>
              <w:jc w:val="both"/>
            </w:pPr>
          </w:p>
        </w:tc>
        <w:tc>
          <w:tcPr>
            <w:tcW w:w="1701" w:type="dxa"/>
            <w:vMerge/>
          </w:tcPr>
          <w:p w14:paraId="4CE592DC" w14:textId="77777777" w:rsidR="000B7E27" w:rsidRDefault="000B7E27" w:rsidP="000B7E27">
            <w:pPr>
              <w:pStyle w:val="BodyText"/>
              <w:ind w:left="34" w:hanging="34"/>
            </w:pPr>
          </w:p>
        </w:tc>
        <w:tc>
          <w:tcPr>
            <w:tcW w:w="3244" w:type="dxa"/>
          </w:tcPr>
          <w:p w14:paraId="093C66F5" w14:textId="77777777" w:rsidR="000B7E27" w:rsidRDefault="000B7E27" w:rsidP="000B7E27">
            <w:pPr>
              <w:pStyle w:val="BodyText"/>
              <w:ind w:left="34" w:hanging="34"/>
            </w:pPr>
            <w:r>
              <w:t xml:space="preserve">UC.015 – Update patient health record </w:t>
            </w:r>
          </w:p>
          <w:p w14:paraId="1E3FD1F3" w14:textId="7F81495B"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11660A75" w14:textId="77777777" w:rsidR="000B7E27" w:rsidRPr="006662E2" w:rsidRDefault="000B7E27" w:rsidP="000B7E27">
            <w:pPr>
              <w:pStyle w:val="BodyText"/>
              <w:ind w:left="34" w:hanging="34"/>
            </w:pPr>
            <w:r w:rsidRPr="006662E2">
              <w:t>UC.015</w:t>
            </w:r>
          </w:p>
        </w:tc>
        <w:tc>
          <w:tcPr>
            <w:tcW w:w="1417" w:type="dxa"/>
          </w:tcPr>
          <w:p w14:paraId="12ABE04E"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6C8D3D8" w14:textId="0FC4EF3A" w:rsidR="000B7E27" w:rsidRPr="006662E2" w:rsidRDefault="000B7E27" w:rsidP="008836E0">
            <w:pPr>
              <w:ind w:left="37"/>
            </w:pPr>
            <w:r>
              <w:t>UC.015 - Parts A, B &amp; C</w:t>
            </w:r>
          </w:p>
        </w:tc>
        <w:tc>
          <w:tcPr>
            <w:tcW w:w="1559" w:type="dxa"/>
          </w:tcPr>
          <w:p w14:paraId="4173F88F" w14:textId="77777777" w:rsidR="000B7E27" w:rsidRPr="006662E2" w:rsidRDefault="000B7E27" w:rsidP="000B7E27">
            <w:pPr>
              <w:pStyle w:val="BodyText"/>
              <w:ind w:left="79"/>
            </w:pPr>
            <w:r w:rsidRPr="006662E2">
              <w:t>PRES-70</w:t>
            </w:r>
          </w:p>
        </w:tc>
        <w:tc>
          <w:tcPr>
            <w:tcW w:w="1305" w:type="dxa"/>
          </w:tcPr>
          <w:p w14:paraId="19135FCA" w14:textId="6031ABD4" w:rsidR="000B7E27" w:rsidRPr="00B619F6" w:rsidRDefault="000B7E27" w:rsidP="000B7E27">
            <w:pPr>
              <w:pStyle w:val="BodyText"/>
              <w:overflowPunct w:val="0"/>
              <w:ind w:left="34" w:hanging="34"/>
            </w:pPr>
            <w:r>
              <w:t xml:space="preserve">See section </w:t>
            </w:r>
            <w:r>
              <w:fldChar w:fldCharType="begin"/>
            </w:r>
            <w:r>
              <w:instrText xml:space="preserve"> REF _Ref67038026 \r \h  \* MERGEFORMAT </w:instrText>
            </w:r>
            <w:r>
              <w:fldChar w:fldCharType="separate"/>
            </w:r>
            <w:r w:rsidR="007F3832">
              <w:t>5.4.1</w:t>
            </w:r>
            <w:r>
              <w:fldChar w:fldCharType="end"/>
            </w:r>
            <w:r>
              <w:t xml:space="preserve"> for UC.015</w:t>
            </w:r>
          </w:p>
        </w:tc>
      </w:tr>
      <w:tr w:rsidR="000B7E27" w:rsidRPr="00B619F6" w14:paraId="4F7252B0" w14:textId="77777777" w:rsidTr="000B7E27">
        <w:trPr>
          <w:cantSplit/>
          <w:trHeight w:val="403"/>
        </w:trPr>
        <w:tc>
          <w:tcPr>
            <w:tcW w:w="1560" w:type="dxa"/>
            <w:vMerge/>
          </w:tcPr>
          <w:p w14:paraId="3D78E47A" w14:textId="77777777" w:rsidR="000B7E27" w:rsidRDefault="000B7E27" w:rsidP="000B7E27">
            <w:pPr>
              <w:pStyle w:val="BodyText"/>
              <w:ind w:left="0"/>
              <w:jc w:val="both"/>
            </w:pPr>
          </w:p>
        </w:tc>
        <w:tc>
          <w:tcPr>
            <w:tcW w:w="1701" w:type="dxa"/>
            <w:vMerge/>
          </w:tcPr>
          <w:p w14:paraId="61E1EA8B" w14:textId="77777777" w:rsidR="000B7E27" w:rsidRDefault="000B7E27" w:rsidP="000B7E27">
            <w:pPr>
              <w:pStyle w:val="BodyText"/>
              <w:ind w:left="34" w:hanging="34"/>
            </w:pPr>
          </w:p>
        </w:tc>
        <w:tc>
          <w:tcPr>
            <w:tcW w:w="3244" w:type="dxa"/>
          </w:tcPr>
          <w:p w14:paraId="32EFC89D" w14:textId="77777777" w:rsidR="000B7E27" w:rsidRPr="006662E2" w:rsidRDefault="000B7E27" w:rsidP="000B7E27">
            <w:pPr>
              <w:pStyle w:val="BodyText"/>
              <w:ind w:left="34" w:hanging="34"/>
            </w:pPr>
            <w:r w:rsidRPr="008003B3">
              <w:t>5812</w:t>
            </w:r>
            <w:r>
              <w:t xml:space="preserve"> </w:t>
            </w:r>
            <w:r>
              <w:sym w:font="Symbol" w:char="F02D"/>
            </w:r>
            <w:r>
              <w:t xml:space="preserve"> </w:t>
            </w:r>
            <w:r w:rsidRPr="008003B3">
              <w:t>IHI number search</w:t>
            </w:r>
          </w:p>
        </w:tc>
        <w:tc>
          <w:tcPr>
            <w:tcW w:w="1717" w:type="dxa"/>
          </w:tcPr>
          <w:p w14:paraId="33EFFB03" w14:textId="77777777" w:rsidR="000B7E27" w:rsidRPr="006662E2" w:rsidRDefault="000B7E27" w:rsidP="000B7E27">
            <w:pPr>
              <w:pStyle w:val="BodyText"/>
              <w:ind w:left="34" w:hanging="34"/>
            </w:pPr>
            <w:r w:rsidRPr="006662E2">
              <w:t>UC.010, UC.015</w:t>
            </w:r>
          </w:p>
        </w:tc>
        <w:tc>
          <w:tcPr>
            <w:tcW w:w="1417" w:type="dxa"/>
          </w:tcPr>
          <w:p w14:paraId="187D82FA"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2165EFA" w14:textId="77006934" w:rsidR="000B7E27" w:rsidRPr="006662E2" w:rsidRDefault="000B7E27" w:rsidP="008836E0">
            <w:pPr>
              <w:ind w:left="37"/>
            </w:pPr>
            <w:r>
              <w:t>UC.010 - Part C</w:t>
            </w:r>
            <w:r>
              <w:br/>
              <w:t>UC.015 - Part C</w:t>
            </w:r>
          </w:p>
        </w:tc>
        <w:tc>
          <w:tcPr>
            <w:tcW w:w="1559" w:type="dxa"/>
          </w:tcPr>
          <w:p w14:paraId="4F467276" w14:textId="77777777" w:rsidR="000B7E27" w:rsidRPr="006662E2" w:rsidRDefault="000B7E27" w:rsidP="000B7E27">
            <w:pPr>
              <w:pStyle w:val="BodyText"/>
              <w:ind w:left="79"/>
            </w:pPr>
            <w:r w:rsidRPr="006662E2">
              <w:t>PRES-70</w:t>
            </w:r>
          </w:p>
        </w:tc>
        <w:tc>
          <w:tcPr>
            <w:tcW w:w="1305" w:type="dxa"/>
          </w:tcPr>
          <w:p w14:paraId="5CA20A4F" w14:textId="77777777" w:rsidR="000B7E27" w:rsidRPr="00B619F6" w:rsidRDefault="000B7E27" w:rsidP="000B7E27">
            <w:pPr>
              <w:pStyle w:val="BodyText"/>
              <w:overflowPunct w:val="0"/>
              <w:ind w:left="34" w:hanging="34"/>
            </w:pPr>
          </w:p>
        </w:tc>
      </w:tr>
      <w:tr w:rsidR="000B7E27" w:rsidRPr="00B619F6" w14:paraId="4D9F6376" w14:textId="77777777" w:rsidTr="000B7E27">
        <w:trPr>
          <w:cantSplit/>
          <w:trHeight w:val="403"/>
        </w:trPr>
        <w:tc>
          <w:tcPr>
            <w:tcW w:w="1560" w:type="dxa"/>
            <w:vMerge/>
          </w:tcPr>
          <w:p w14:paraId="6FDB098B" w14:textId="77777777" w:rsidR="000B7E27" w:rsidRDefault="000B7E27" w:rsidP="000B7E27">
            <w:pPr>
              <w:pStyle w:val="BodyText"/>
              <w:ind w:left="0"/>
              <w:jc w:val="both"/>
            </w:pPr>
          </w:p>
        </w:tc>
        <w:tc>
          <w:tcPr>
            <w:tcW w:w="1701" w:type="dxa"/>
            <w:vMerge/>
          </w:tcPr>
          <w:p w14:paraId="410A1102" w14:textId="77777777" w:rsidR="000B7E27" w:rsidRDefault="000B7E27" w:rsidP="000B7E27">
            <w:pPr>
              <w:pStyle w:val="BodyText"/>
              <w:ind w:left="34" w:hanging="34"/>
            </w:pPr>
          </w:p>
        </w:tc>
        <w:tc>
          <w:tcPr>
            <w:tcW w:w="3244" w:type="dxa"/>
          </w:tcPr>
          <w:p w14:paraId="3A3B48C7" w14:textId="77777777" w:rsidR="000B7E27" w:rsidRPr="006662E2" w:rsidRDefault="000B7E27" w:rsidP="000B7E27">
            <w:pPr>
              <w:pStyle w:val="BodyText"/>
              <w:ind w:left="34" w:hanging="34"/>
            </w:pPr>
            <w:r w:rsidRPr="008003B3">
              <w:t>5813</w:t>
            </w:r>
            <w:r>
              <w:t xml:space="preserve"> </w:t>
            </w:r>
            <w:r>
              <w:sym w:font="Symbol" w:char="F02D"/>
            </w:r>
            <w:r>
              <w:t xml:space="preserve"> </w:t>
            </w:r>
            <w:r w:rsidRPr="008003B3">
              <w:t>Medicare card search</w:t>
            </w:r>
          </w:p>
        </w:tc>
        <w:tc>
          <w:tcPr>
            <w:tcW w:w="1717" w:type="dxa"/>
          </w:tcPr>
          <w:p w14:paraId="0F63C5F9" w14:textId="77777777" w:rsidR="000B7E27" w:rsidRPr="006662E2" w:rsidRDefault="000B7E27" w:rsidP="000B7E27">
            <w:pPr>
              <w:pStyle w:val="BodyText"/>
              <w:ind w:left="34" w:hanging="34"/>
            </w:pPr>
            <w:r w:rsidRPr="006662E2">
              <w:t>UC.010, UC.015</w:t>
            </w:r>
          </w:p>
        </w:tc>
        <w:tc>
          <w:tcPr>
            <w:tcW w:w="1417" w:type="dxa"/>
          </w:tcPr>
          <w:p w14:paraId="01AEA678"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435083C" w14:textId="25F18E0B" w:rsidR="000B7E27" w:rsidRPr="006662E2" w:rsidRDefault="000B7E27" w:rsidP="008836E0">
            <w:pPr>
              <w:ind w:left="37"/>
            </w:pPr>
            <w:r>
              <w:t>UC.010 - Part C</w:t>
            </w:r>
            <w:r>
              <w:br/>
              <w:t>UC.015 - Part C</w:t>
            </w:r>
          </w:p>
        </w:tc>
        <w:tc>
          <w:tcPr>
            <w:tcW w:w="1559" w:type="dxa"/>
          </w:tcPr>
          <w:p w14:paraId="2189B9F2" w14:textId="77777777" w:rsidR="000B7E27" w:rsidRPr="006662E2" w:rsidRDefault="000B7E27" w:rsidP="000B7E27">
            <w:pPr>
              <w:pStyle w:val="BodyText"/>
              <w:ind w:left="79"/>
            </w:pPr>
            <w:r w:rsidRPr="006662E2">
              <w:t>PRES-70</w:t>
            </w:r>
          </w:p>
        </w:tc>
        <w:tc>
          <w:tcPr>
            <w:tcW w:w="1305" w:type="dxa"/>
          </w:tcPr>
          <w:p w14:paraId="3BAF42B8" w14:textId="77777777" w:rsidR="000B7E27" w:rsidRPr="00B619F6" w:rsidRDefault="000B7E27" w:rsidP="000B7E27">
            <w:pPr>
              <w:pStyle w:val="BodyText"/>
              <w:overflowPunct w:val="0"/>
              <w:ind w:left="34" w:hanging="34"/>
            </w:pPr>
          </w:p>
        </w:tc>
      </w:tr>
      <w:tr w:rsidR="000B7E27" w:rsidRPr="00B619F6" w14:paraId="5654CAE6" w14:textId="77777777" w:rsidTr="000B7E27">
        <w:trPr>
          <w:cantSplit/>
          <w:trHeight w:val="403"/>
        </w:trPr>
        <w:tc>
          <w:tcPr>
            <w:tcW w:w="1560" w:type="dxa"/>
            <w:vMerge/>
          </w:tcPr>
          <w:p w14:paraId="76B77ECE" w14:textId="77777777" w:rsidR="000B7E27" w:rsidRDefault="000B7E27" w:rsidP="000B7E27">
            <w:pPr>
              <w:pStyle w:val="BodyText"/>
              <w:ind w:left="0"/>
              <w:jc w:val="both"/>
            </w:pPr>
          </w:p>
        </w:tc>
        <w:tc>
          <w:tcPr>
            <w:tcW w:w="1701" w:type="dxa"/>
            <w:vMerge/>
          </w:tcPr>
          <w:p w14:paraId="788895F9" w14:textId="77777777" w:rsidR="000B7E27" w:rsidRDefault="000B7E27" w:rsidP="000B7E27">
            <w:pPr>
              <w:pStyle w:val="BodyText"/>
              <w:ind w:left="34" w:hanging="34"/>
            </w:pPr>
          </w:p>
        </w:tc>
        <w:tc>
          <w:tcPr>
            <w:tcW w:w="3244" w:type="dxa"/>
          </w:tcPr>
          <w:p w14:paraId="2AEE7C73" w14:textId="77777777" w:rsidR="000B7E27" w:rsidRPr="006662E2" w:rsidRDefault="000B7E27" w:rsidP="000B7E27">
            <w:pPr>
              <w:pStyle w:val="BodyText"/>
              <w:ind w:left="34" w:hanging="34"/>
            </w:pPr>
            <w:r w:rsidRPr="008003B3">
              <w:t>5814</w:t>
            </w:r>
            <w:r>
              <w:t xml:space="preserve"> </w:t>
            </w:r>
            <w:r>
              <w:sym w:font="Symbol" w:char="F02D"/>
            </w:r>
            <w:r>
              <w:t xml:space="preserve"> </w:t>
            </w:r>
            <w:r w:rsidRPr="008003B3">
              <w:t>DVA File number search</w:t>
            </w:r>
          </w:p>
        </w:tc>
        <w:tc>
          <w:tcPr>
            <w:tcW w:w="1717" w:type="dxa"/>
          </w:tcPr>
          <w:p w14:paraId="1A291F85" w14:textId="77777777" w:rsidR="000B7E27" w:rsidRPr="006662E2" w:rsidRDefault="000B7E27" w:rsidP="000B7E27">
            <w:pPr>
              <w:pStyle w:val="BodyText"/>
              <w:ind w:left="34" w:hanging="34"/>
            </w:pPr>
            <w:r w:rsidRPr="006662E2">
              <w:t>UC.010, UC.015</w:t>
            </w:r>
          </w:p>
        </w:tc>
        <w:tc>
          <w:tcPr>
            <w:tcW w:w="1417" w:type="dxa"/>
          </w:tcPr>
          <w:p w14:paraId="36AAFFB1"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592002FD" w14:textId="0344F1D6" w:rsidR="000B7E27" w:rsidRPr="006662E2" w:rsidRDefault="000B7E27" w:rsidP="008836E0">
            <w:pPr>
              <w:ind w:left="37"/>
            </w:pPr>
            <w:r>
              <w:t>UC.010 - Part C</w:t>
            </w:r>
            <w:r>
              <w:br/>
              <w:t>UC.015 - Part C</w:t>
            </w:r>
          </w:p>
        </w:tc>
        <w:tc>
          <w:tcPr>
            <w:tcW w:w="1559" w:type="dxa"/>
          </w:tcPr>
          <w:p w14:paraId="3C1F8E02" w14:textId="77777777" w:rsidR="000B7E27" w:rsidRPr="006662E2" w:rsidRDefault="000B7E27" w:rsidP="000B7E27">
            <w:pPr>
              <w:pStyle w:val="BodyText"/>
              <w:ind w:left="79"/>
            </w:pPr>
            <w:r w:rsidRPr="006662E2">
              <w:t>PRES-70</w:t>
            </w:r>
          </w:p>
        </w:tc>
        <w:tc>
          <w:tcPr>
            <w:tcW w:w="1305" w:type="dxa"/>
          </w:tcPr>
          <w:p w14:paraId="2197C45C" w14:textId="77777777" w:rsidR="000B7E27" w:rsidRPr="00B619F6" w:rsidRDefault="000B7E27" w:rsidP="000B7E27">
            <w:pPr>
              <w:pStyle w:val="BodyText"/>
              <w:overflowPunct w:val="0"/>
              <w:ind w:left="34" w:hanging="34"/>
            </w:pPr>
          </w:p>
        </w:tc>
      </w:tr>
      <w:tr w:rsidR="000B7E27" w:rsidRPr="00B619F6" w14:paraId="35D44DD2" w14:textId="77777777" w:rsidTr="000B7E27">
        <w:trPr>
          <w:cantSplit/>
          <w:trHeight w:val="403"/>
        </w:trPr>
        <w:tc>
          <w:tcPr>
            <w:tcW w:w="1560" w:type="dxa"/>
            <w:vMerge/>
          </w:tcPr>
          <w:p w14:paraId="0DF8AC5B" w14:textId="77777777" w:rsidR="000B7E27" w:rsidRDefault="000B7E27" w:rsidP="000B7E27">
            <w:pPr>
              <w:pStyle w:val="BodyText"/>
              <w:ind w:left="0"/>
              <w:jc w:val="both"/>
            </w:pPr>
          </w:p>
        </w:tc>
        <w:tc>
          <w:tcPr>
            <w:tcW w:w="1701" w:type="dxa"/>
            <w:vMerge/>
          </w:tcPr>
          <w:p w14:paraId="17F8C786" w14:textId="77777777" w:rsidR="000B7E27" w:rsidRDefault="000B7E27" w:rsidP="000B7E27">
            <w:pPr>
              <w:pStyle w:val="BodyText"/>
              <w:ind w:left="34" w:hanging="34"/>
            </w:pPr>
          </w:p>
        </w:tc>
        <w:tc>
          <w:tcPr>
            <w:tcW w:w="3244" w:type="dxa"/>
          </w:tcPr>
          <w:p w14:paraId="3E0B1674" w14:textId="77777777" w:rsidR="000B7E27" w:rsidRPr="006662E2" w:rsidRDefault="000B7E27" w:rsidP="000B7E27">
            <w:pPr>
              <w:pStyle w:val="BodyText"/>
              <w:ind w:left="34" w:hanging="34"/>
            </w:pPr>
            <w:r w:rsidRPr="008003B3">
              <w:t>5818</w:t>
            </w:r>
            <w:r>
              <w:t xml:space="preserve"> </w:t>
            </w:r>
            <w:r>
              <w:sym w:font="Symbol" w:char="F02D"/>
            </w:r>
            <w:r>
              <w:t xml:space="preserve"> </w:t>
            </w:r>
            <w:r w:rsidRPr="008003B3">
              <w:t>Resubmit search with modified search criteria</w:t>
            </w:r>
          </w:p>
        </w:tc>
        <w:tc>
          <w:tcPr>
            <w:tcW w:w="1717" w:type="dxa"/>
          </w:tcPr>
          <w:p w14:paraId="4A693183" w14:textId="77777777" w:rsidR="000B7E27" w:rsidRPr="006662E2" w:rsidRDefault="000B7E27" w:rsidP="000B7E27">
            <w:pPr>
              <w:pStyle w:val="BodyText"/>
              <w:ind w:left="34" w:hanging="34"/>
            </w:pPr>
            <w:r w:rsidRPr="006662E2">
              <w:t>UC.010, UC.015</w:t>
            </w:r>
          </w:p>
        </w:tc>
        <w:tc>
          <w:tcPr>
            <w:tcW w:w="1417" w:type="dxa"/>
          </w:tcPr>
          <w:p w14:paraId="409D5278"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E71A44D" w14:textId="0D19CFA4" w:rsidR="000B7E27" w:rsidRPr="006662E2" w:rsidRDefault="000B7E27" w:rsidP="008836E0">
            <w:pPr>
              <w:ind w:left="-246"/>
              <w:jc w:val="center"/>
            </w:pPr>
            <w:r>
              <w:t>UC.010 - Part C</w:t>
            </w:r>
            <w:r>
              <w:br/>
              <w:t>UC.015 - Part C</w:t>
            </w:r>
          </w:p>
        </w:tc>
        <w:tc>
          <w:tcPr>
            <w:tcW w:w="1559" w:type="dxa"/>
          </w:tcPr>
          <w:p w14:paraId="18B90E98" w14:textId="77777777" w:rsidR="000B7E27" w:rsidRPr="006662E2" w:rsidRDefault="000B7E27" w:rsidP="000B7E27">
            <w:pPr>
              <w:pStyle w:val="BodyText"/>
              <w:ind w:left="79"/>
            </w:pPr>
            <w:r w:rsidRPr="006662E2">
              <w:t>PRES-70</w:t>
            </w:r>
          </w:p>
        </w:tc>
        <w:tc>
          <w:tcPr>
            <w:tcW w:w="1305" w:type="dxa"/>
          </w:tcPr>
          <w:p w14:paraId="0E7190FF" w14:textId="77777777" w:rsidR="000B7E27" w:rsidRPr="00B619F6" w:rsidRDefault="000B7E27" w:rsidP="000B7E27">
            <w:pPr>
              <w:pStyle w:val="BodyText"/>
              <w:overflowPunct w:val="0"/>
              <w:ind w:left="34" w:hanging="34"/>
            </w:pPr>
          </w:p>
        </w:tc>
      </w:tr>
      <w:tr w:rsidR="000B7E27" w:rsidRPr="00B619F6" w14:paraId="227440C7" w14:textId="77777777" w:rsidTr="000B7E27">
        <w:trPr>
          <w:cantSplit/>
          <w:trHeight w:val="403"/>
        </w:trPr>
        <w:tc>
          <w:tcPr>
            <w:tcW w:w="1560" w:type="dxa"/>
            <w:vMerge/>
          </w:tcPr>
          <w:p w14:paraId="2CBA3A32" w14:textId="77777777" w:rsidR="000B7E27" w:rsidRDefault="000B7E27" w:rsidP="000B7E27">
            <w:pPr>
              <w:pStyle w:val="BodyText"/>
              <w:ind w:left="0"/>
              <w:jc w:val="both"/>
            </w:pPr>
          </w:p>
        </w:tc>
        <w:tc>
          <w:tcPr>
            <w:tcW w:w="1701" w:type="dxa"/>
            <w:vMerge w:val="restart"/>
          </w:tcPr>
          <w:p w14:paraId="7F575FE2" w14:textId="77777777" w:rsidR="000B7E27" w:rsidRDefault="000B7E27" w:rsidP="000B7E27">
            <w:pPr>
              <w:pStyle w:val="BodyText"/>
              <w:ind w:left="34" w:hanging="34"/>
            </w:pPr>
            <w:r>
              <w:t xml:space="preserve">Conditional </w:t>
            </w:r>
          </w:p>
        </w:tc>
        <w:tc>
          <w:tcPr>
            <w:tcW w:w="3244" w:type="dxa"/>
          </w:tcPr>
          <w:p w14:paraId="48AAEE8F" w14:textId="77777777" w:rsidR="000B7E27" w:rsidRDefault="000B7E27" w:rsidP="000B7E27">
            <w:pPr>
              <w:pStyle w:val="BodyText"/>
              <w:ind w:left="34" w:hanging="34"/>
            </w:pPr>
            <w:r>
              <w:t xml:space="preserve">UC.010 – Register patient </w:t>
            </w:r>
          </w:p>
          <w:p w14:paraId="56066B7E" w14:textId="6F99761A"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4F56AD7E" w14:textId="77777777" w:rsidR="000B7E27" w:rsidRPr="006662E2" w:rsidRDefault="000B7E27" w:rsidP="000B7E27">
            <w:pPr>
              <w:pStyle w:val="BodyText"/>
              <w:ind w:left="34" w:hanging="34"/>
            </w:pPr>
            <w:r w:rsidRPr="006662E2">
              <w:t>UC.010</w:t>
            </w:r>
          </w:p>
        </w:tc>
        <w:tc>
          <w:tcPr>
            <w:tcW w:w="1417" w:type="dxa"/>
          </w:tcPr>
          <w:p w14:paraId="4B4AAA1E"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0A6D1798" w14:textId="1A39FA86" w:rsidR="000B7E27" w:rsidRPr="006662E2" w:rsidRDefault="000B7E27" w:rsidP="008836E0">
            <w:pPr>
              <w:ind w:left="37"/>
            </w:pPr>
            <w:r>
              <w:t>UC.010 - Parts A, B &amp; C</w:t>
            </w:r>
          </w:p>
        </w:tc>
        <w:tc>
          <w:tcPr>
            <w:tcW w:w="1559" w:type="dxa"/>
          </w:tcPr>
          <w:p w14:paraId="162EDBC4" w14:textId="77777777" w:rsidR="000B7E27" w:rsidRPr="006662E2" w:rsidRDefault="000B7E27" w:rsidP="000B7E27">
            <w:pPr>
              <w:pStyle w:val="BodyText"/>
              <w:ind w:left="79"/>
            </w:pPr>
            <w:r w:rsidRPr="006662E2">
              <w:t>PRES-70</w:t>
            </w:r>
          </w:p>
        </w:tc>
        <w:tc>
          <w:tcPr>
            <w:tcW w:w="1305" w:type="dxa"/>
          </w:tcPr>
          <w:p w14:paraId="1EB1B4DD" w14:textId="6206C15E" w:rsidR="000B7E27" w:rsidRPr="00B619F6" w:rsidRDefault="000B7E27" w:rsidP="000B7E27">
            <w:pPr>
              <w:pStyle w:val="BodyText"/>
              <w:overflowPunct w:val="0"/>
              <w:ind w:left="34" w:hanging="34"/>
            </w:pPr>
            <w:r>
              <w:t xml:space="preserve">See section </w:t>
            </w:r>
            <w:r>
              <w:fldChar w:fldCharType="begin"/>
            </w:r>
            <w:r>
              <w:instrText xml:space="preserve"> REF _Ref67038036 \r \h  \* MERGEFORMAT </w:instrText>
            </w:r>
            <w:r>
              <w:fldChar w:fldCharType="separate"/>
            </w:r>
            <w:r w:rsidR="007F3832">
              <w:t>5.4.2</w:t>
            </w:r>
            <w:r>
              <w:fldChar w:fldCharType="end"/>
            </w:r>
            <w:r>
              <w:t xml:space="preserve"> for UC.010</w:t>
            </w:r>
          </w:p>
        </w:tc>
      </w:tr>
      <w:tr w:rsidR="000B7E27" w:rsidRPr="00B619F6" w14:paraId="6D0609AE" w14:textId="77777777" w:rsidTr="000B7E27">
        <w:trPr>
          <w:cantSplit/>
          <w:trHeight w:val="403"/>
        </w:trPr>
        <w:tc>
          <w:tcPr>
            <w:tcW w:w="1560" w:type="dxa"/>
            <w:vMerge/>
          </w:tcPr>
          <w:p w14:paraId="60E5D880" w14:textId="77777777" w:rsidR="000B7E27" w:rsidRDefault="000B7E27" w:rsidP="000B7E27">
            <w:pPr>
              <w:pStyle w:val="BodyText"/>
              <w:ind w:left="0"/>
              <w:jc w:val="both"/>
            </w:pPr>
          </w:p>
        </w:tc>
        <w:tc>
          <w:tcPr>
            <w:tcW w:w="1701" w:type="dxa"/>
            <w:vMerge/>
          </w:tcPr>
          <w:p w14:paraId="6CAF87E8" w14:textId="77777777" w:rsidR="000B7E27" w:rsidRDefault="000B7E27" w:rsidP="000B7E27">
            <w:pPr>
              <w:pStyle w:val="BodyText"/>
              <w:ind w:left="34" w:hanging="34"/>
            </w:pPr>
          </w:p>
        </w:tc>
        <w:tc>
          <w:tcPr>
            <w:tcW w:w="3244" w:type="dxa"/>
          </w:tcPr>
          <w:p w14:paraId="5677F734" w14:textId="77777777" w:rsidR="000B7E27" w:rsidRDefault="000B7E27" w:rsidP="000B7E27">
            <w:pPr>
              <w:pStyle w:val="BodyText"/>
              <w:ind w:left="34" w:hanging="34"/>
            </w:pPr>
            <w:r>
              <w:t xml:space="preserve">UC.015 – Update patient health record </w:t>
            </w:r>
          </w:p>
          <w:p w14:paraId="24FDAE38" w14:textId="4CE011E4"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33115337" w14:textId="77777777" w:rsidR="000B7E27" w:rsidRPr="006662E2" w:rsidRDefault="000B7E27" w:rsidP="000B7E27">
            <w:pPr>
              <w:pStyle w:val="BodyText"/>
              <w:ind w:left="34" w:hanging="34"/>
            </w:pPr>
            <w:r w:rsidRPr="006662E2">
              <w:t>UC.015</w:t>
            </w:r>
          </w:p>
        </w:tc>
        <w:tc>
          <w:tcPr>
            <w:tcW w:w="1417" w:type="dxa"/>
          </w:tcPr>
          <w:p w14:paraId="3AB239A6"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25A78E2" w14:textId="3ED9C12B" w:rsidR="000B7E27" w:rsidRPr="006662E2" w:rsidRDefault="000B7E27" w:rsidP="008836E0">
            <w:pPr>
              <w:ind w:left="37"/>
            </w:pPr>
            <w:r>
              <w:t>UC.015 - Parts A, B &amp; C</w:t>
            </w:r>
          </w:p>
        </w:tc>
        <w:tc>
          <w:tcPr>
            <w:tcW w:w="1559" w:type="dxa"/>
          </w:tcPr>
          <w:p w14:paraId="43DC5F4D" w14:textId="77777777" w:rsidR="000B7E27" w:rsidRPr="006662E2" w:rsidRDefault="000B7E27" w:rsidP="000B7E27">
            <w:pPr>
              <w:pStyle w:val="BodyText"/>
              <w:ind w:left="79"/>
            </w:pPr>
            <w:r w:rsidRPr="006662E2">
              <w:t>PRES-70</w:t>
            </w:r>
          </w:p>
        </w:tc>
        <w:tc>
          <w:tcPr>
            <w:tcW w:w="1305" w:type="dxa"/>
          </w:tcPr>
          <w:p w14:paraId="7840E7B5" w14:textId="661219A6" w:rsidR="000B7E27" w:rsidRPr="00B619F6" w:rsidRDefault="000B7E27" w:rsidP="000B7E27">
            <w:pPr>
              <w:pStyle w:val="BodyText"/>
              <w:overflowPunct w:val="0"/>
              <w:ind w:left="34" w:hanging="34"/>
            </w:pPr>
            <w:r>
              <w:t xml:space="preserve">See section </w:t>
            </w:r>
            <w:r>
              <w:fldChar w:fldCharType="begin"/>
            </w:r>
            <w:r>
              <w:instrText xml:space="preserve"> REF _Ref67038046 \r \h  \* MERGEFORMAT </w:instrText>
            </w:r>
            <w:r>
              <w:fldChar w:fldCharType="separate"/>
            </w:r>
            <w:r w:rsidR="007F3832">
              <w:t>5.4.2</w:t>
            </w:r>
            <w:r>
              <w:fldChar w:fldCharType="end"/>
            </w:r>
            <w:r>
              <w:t xml:space="preserve"> for UC.015</w:t>
            </w:r>
          </w:p>
        </w:tc>
      </w:tr>
      <w:tr w:rsidR="000B7E27" w:rsidRPr="00B619F6" w14:paraId="580B0ABE" w14:textId="77777777" w:rsidTr="000B7E27">
        <w:trPr>
          <w:cantSplit/>
          <w:trHeight w:val="403"/>
        </w:trPr>
        <w:tc>
          <w:tcPr>
            <w:tcW w:w="1560" w:type="dxa"/>
            <w:vMerge/>
          </w:tcPr>
          <w:p w14:paraId="1BAE4D07" w14:textId="77777777" w:rsidR="000B7E27" w:rsidRDefault="000B7E27" w:rsidP="000B7E27">
            <w:pPr>
              <w:pStyle w:val="BodyText"/>
              <w:ind w:left="0"/>
              <w:jc w:val="both"/>
            </w:pPr>
          </w:p>
        </w:tc>
        <w:tc>
          <w:tcPr>
            <w:tcW w:w="1701" w:type="dxa"/>
            <w:vMerge w:val="restart"/>
          </w:tcPr>
          <w:p w14:paraId="08CDBFEA" w14:textId="77777777" w:rsidR="000B7E27" w:rsidRPr="00C44BA4" w:rsidRDefault="000B7E27" w:rsidP="000B7E27">
            <w:pPr>
              <w:pStyle w:val="BodyText"/>
              <w:ind w:left="34" w:hanging="34"/>
            </w:pPr>
            <w:r w:rsidRPr="00C44BA4">
              <w:t>Recommended</w:t>
            </w:r>
          </w:p>
        </w:tc>
        <w:tc>
          <w:tcPr>
            <w:tcW w:w="3244" w:type="dxa"/>
          </w:tcPr>
          <w:p w14:paraId="58483A97" w14:textId="77777777" w:rsidR="000B7E27" w:rsidRPr="006662E2" w:rsidRDefault="000B7E27" w:rsidP="000B7E27">
            <w:pPr>
              <w:pStyle w:val="BodyText"/>
              <w:ind w:left="34" w:hanging="34"/>
            </w:pPr>
            <w:r>
              <w:t xml:space="preserve">21561 - Inclusion of a healthcare identifier in an </w:t>
            </w:r>
            <w:r>
              <w:rPr>
                <w:rFonts w:cs="MS Shell Dlg"/>
                <w:szCs w:val="20"/>
              </w:rPr>
              <w:t>eHealth message/</w:t>
            </w:r>
            <w:r>
              <w:t xml:space="preserve">document with an </w:t>
            </w:r>
            <w:r w:rsidRPr="00CE62D3">
              <w:t xml:space="preserve">unresolved exception </w:t>
            </w:r>
            <w:r>
              <w:t xml:space="preserve">or </w:t>
            </w:r>
            <w:r w:rsidRPr="00CE62D3">
              <w:t>alert</w:t>
            </w:r>
          </w:p>
        </w:tc>
        <w:tc>
          <w:tcPr>
            <w:tcW w:w="1717" w:type="dxa"/>
          </w:tcPr>
          <w:p w14:paraId="65FC90BD" w14:textId="77777777" w:rsidR="000B7E27" w:rsidRPr="006662E2" w:rsidRDefault="000B7E27" w:rsidP="000B7E27">
            <w:pPr>
              <w:pStyle w:val="BodyText"/>
              <w:ind w:left="34" w:hanging="34"/>
            </w:pPr>
            <w:r w:rsidRPr="006662E2">
              <w:t>UC.330</w:t>
            </w:r>
          </w:p>
        </w:tc>
        <w:tc>
          <w:tcPr>
            <w:tcW w:w="1417" w:type="dxa"/>
          </w:tcPr>
          <w:p w14:paraId="2549935B"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2A6C4BB" w14:textId="36FC9275" w:rsidR="000B7E27" w:rsidRPr="006662E2" w:rsidRDefault="000B7E27" w:rsidP="008836E0">
            <w:pPr>
              <w:ind w:left="37"/>
            </w:pPr>
            <w:r>
              <w:t>UC.330 - Part B</w:t>
            </w:r>
          </w:p>
        </w:tc>
        <w:tc>
          <w:tcPr>
            <w:tcW w:w="1559" w:type="dxa"/>
          </w:tcPr>
          <w:p w14:paraId="22D5F607" w14:textId="77777777" w:rsidR="000B7E27" w:rsidRPr="006662E2" w:rsidRDefault="000B7E27" w:rsidP="000B7E27">
            <w:pPr>
              <w:pStyle w:val="BodyText"/>
              <w:ind w:left="79"/>
            </w:pPr>
            <w:r w:rsidRPr="006662E2">
              <w:t>PRES-71</w:t>
            </w:r>
          </w:p>
        </w:tc>
        <w:tc>
          <w:tcPr>
            <w:tcW w:w="1305" w:type="dxa"/>
          </w:tcPr>
          <w:p w14:paraId="054C37F3" w14:textId="77777777" w:rsidR="000B7E27" w:rsidRPr="00B619F6" w:rsidRDefault="000B7E27" w:rsidP="000B7E27">
            <w:pPr>
              <w:pStyle w:val="BodyText"/>
              <w:overflowPunct w:val="0"/>
              <w:ind w:left="34" w:hanging="34"/>
            </w:pPr>
          </w:p>
        </w:tc>
      </w:tr>
      <w:tr w:rsidR="000B7E27" w:rsidRPr="00B619F6" w14:paraId="074579F3" w14:textId="77777777" w:rsidTr="000B7E27">
        <w:trPr>
          <w:cantSplit/>
          <w:trHeight w:val="403"/>
        </w:trPr>
        <w:tc>
          <w:tcPr>
            <w:tcW w:w="1560" w:type="dxa"/>
            <w:vMerge/>
          </w:tcPr>
          <w:p w14:paraId="3AA7EDF8" w14:textId="77777777" w:rsidR="000B7E27" w:rsidRDefault="000B7E27" w:rsidP="000B7E27">
            <w:pPr>
              <w:pStyle w:val="BodyText"/>
              <w:ind w:left="0"/>
              <w:jc w:val="both"/>
            </w:pPr>
          </w:p>
        </w:tc>
        <w:tc>
          <w:tcPr>
            <w:tcW w:w="1701" w:type="dxa"/>
            <w:vMerge/>
          </w:tcPr>
          <w:p w14:paraId="57611FDB" w14:textId="77777777" w:rsidR="000B7E27" w:rsidRPr="00C44BA4" w:rsidRDefault="000B7E27" w:rsidP="000B7E27">
            <w:pPr>
              <w:pStyle w:val="BodyText"/>
              <w:ind w:left="34" w:hanging="34"/>
            </w:pPr>
          </w:p>
        </w:tc>
        <w:tc>
          <w:tcPr>
            <w:tcW w:w="3244" w:type="dxa"/>
          </w:tcPr>
          <w:p w14:paraId="440FE974" w14:textId="77777777" w:rsidR="000B7E27" w:rsidRPr="006662E2" w:rsidRDefault="000B7E27" w:rsidP="000B7E27">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317BD943" w14:textId="77777777" w:rsidR="000B7E27" w:rsidRPr="006662E2" w:rsidRDefault="000B7E27" w:rsidP="000B7E27">
            <w:pPr>
              <w:pStyle w:val="BodyText"/>
              <w:ind w:left="34" w:hanging="34"/>
            </w:pPr>
            <w:r w:rsidRPr="006662E2">
              <w:t>UC.330</w:t>
            </w:r>
          </w:p>
        </w:tc>
        <w:tc>
          <w:tcPr>
            <w:tcW w:w="1417" w:type="dxa"/>
          </w:tcPr>
          <w:p w14:paraId="774ABC2C"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0921E637" w14:textId="06EE1E7E" w:rsidR="000B7E27" w:rsidRPr="006662E2" w:rsidRDefault="000B7E27" w:rsidP="008836E0">
            <w:pPr>
              <w:ind w:left="-246"/>
              <w:jc w:val="center"/>
            </w:pPr>
            <w:r>
              <w:t>UC.330 - Part B</w:t>
            </w:r>
          </w:p>
        </w:tc>
        <w:tc>
          <w:tcPr>
            <w:tcW w:w="1559" w:type="dxa"/>
          </w:tcPr>
          <w:p w14:paraId="748973C4" w14:textId="77777777" w:rsidR="000B7E27" w:rsidRPr="006662E2" w:rsidRDefault="000B7E27" w:rsidP="000B7E27">
            <w:pPr>
              <w:pStyle w:val="BodyText"/>
              <w:ind w:left="79"/>
            </w:pPr>
            <w:r w:rsidRPr="006662E2">
              <w:t>PRES-71</w:t>
            </w:r>
          </w:p>
        </w:tc>
        <w:tc>
          <w:tcPr>
            <w:tcW w:w="1305" w:type="dxa"/>
          </w:tcPr>
          <w:p w14:paraId="582B1159" w14:textId="77777777" w:rsidR="000B7E27" w:rsidRPr="00B619F6" w:rsidRDefault="000B7E27" w:rsidP="000B7E27">
            <w:pPr>
              <w:pStyle w:val="BodyText"/>
              <w:overflowPunct w:val="0"/>
              <w:ind w:left="34" w:hanging="34"/>
            </w:pPr>
          </w:p>
        </w:tc>
      </w:tr>
      <w:tr w:rsidR="000B7E27" w:rsidRPr="00B619F6" w14:paraId="68868116" w14:textId="77777777" w:rsidTr="000B7E27">
        <w:trPr>
          <w:cantSplit/>
          <w:trHeight w:val="403"/>
        </w:trPr>
        <w:tc>
          <w:tcPr>
            <w:tcW w:w="1560" w:type="dxa"/>
            <w:vMerge/>
          </w:tcPr>
          <w:p w14:paraId="0F640100" w14:textId="77777777" w:rsidR="000B7E27" w:rsidRDefault="000B7E27" w:rsidP="000B7E27">
            <w:pPr>
              <w:pStyle w:val="BodyText"/>
              <w:ind w:left="0"/>
              <w:jc w:val="both"/>
            </w:pPr>
          </w:p>
        </w:tc>
        <w:tc>
          <w:tcPr>
            <w:tcW w:w="1701" w:type="dxa"/>
            <w:vMerge/>
          </w:tcPr>
          <w:p w14:paraId="0A870670" w14:textId="77777777" w:rsidR="000B7E27" w:rsidRPr="00C44BA4" w:rsidRDefault="000B7E27" w:rsidP="000B7E27">
            <w:pPr>
              <w:pStyle w:val="BodyText"/>
              <w:ind w:left="34" w:hanging="34"/>
            </w:pPr>
          </w:p>
        </w:tc>
        <w:tc>
          <w:tcPr>
            <w:tcW w:w="3244" w:type="dxa"/>
          </w:tcPr>
          <w:p w14:paraId="790EBB52" w14:textId="77777777" w:rsidR="000B7E27" w:rsidRPr="006662E2" w:rsidRDefault="000B7E27" w:rsidP="000B7E27">
            <w:pPr>
              <w:pStyle w:val="BodyText"/>
              <w:ind w:left="34" w:hanging="34"/>
            </w:pPr>
            <w:r>
              <w:t>16813 – Actions for when validation of a verified IHI returns a ‘resolved’ information message and a different IHI number</w:t>
            </w:r>
          </w:p>
        </w:tc>
        <w:tc>
          <w:tcPr>
            <w:tcW w:w="1717" w:type="dxa"/>
          </w:tcPr>
          <w:p w14:paraId="45352150" w14:textId="77777777" w:rsidR="000B7E27" w:rsidRPr="006662E2" w:rsidRDefault="000B7E27" w:rsidP="000B7E27">
            <w:pPr>
              <w:pStyle w:val="BodyText"/>
              <w:ind w:left="34" w:hanging="34"/>
            </w:pPr>
            <w:r w:rsidRPr="006662E2">
              <w:t>UC.330</w:t>
            </w:r>
          </w:p>
        </w:tc>
        <w:tc>
          <w:tcPr>
            <w:tcW w:w="1417" w:type="dxa"/>
          </w:tcPr>
          <w:p w14:paraId="224BE2E4"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544BFCB9" w14:textId="465B85D1" w:rsidR="000B7E27" w:rsidRPr="006662E2" w:rsidRDefault="000B7E27" w:rsidP="008836E0">
            <w:pPr>
              <w:ind w:left="-246"/>
              <w:jc w:val="center"/>
            </w:pPr>
            <w:r>
              <w:t>UC.330 - Part B</w:t>
            </w:r>
          </w:p>
        </w:tc>
        <w:tc>
          <w:tcPr>
            <w:tcW w:w="1559" w:type="dxa"/>
          </w:tcPr>
          <w:p w14:paraId="022B3262" w14:textId="77777777" w:rsidR="000B7E27" w:rsidRPr="006662E2" w:rsidRDefault="000B7E27" w:rsidP="000B7E27">
            <w:pPr>
              <w:pStyle w:val="BodyText"/>
              <w:ind w:left="79"/>
            </w:pPr>
            <w:r w:rsidRPr="006662E2">
              <w:t>PRES-71</w:t>
            </w:r>
          </w:p>
        </w:tc>
        <w:tc>
          <w:tcPr>
            <w:tcW w:w="1305" w:type="dxa"/>
          </w:tcPr>
          <w:p w14:paraId="4E387FAA" w14:textId="77777777" w:rsidR="000B7E27" w:rsidRPr="00B619F6" w:rsidRDefault="000B7E27" w:rsidP="000B7E27">
            <w:pPr>
              <w:pStyle w:val="BodyText"/>
              <w:overflowPunct w:val="0"/>
              <w:ind w:left="34" w:hanging="34"/>
            </w:pPr>
          </w:p>
        </w:tc>
      </w:tr>
      <w:tr w:rsidR="000B7E27" w:rsidRPr="00B619F6" w14:paraId="4685BEC8" w14:textId="77777777" w:rsidTr="000B7E27">
        <w:trPr>
          <w:cantSplit/>
          <w:trHeight w:val="403"/>
        </w:trPr>
        <w:tc>
          <w:tcPr>
            <w:tcW w:w="1560" w:type="dxa"/>
            <w:vMerge/>
          </w:tcPr>
          <w:p w14:paraId="0B132228" w14:textId="77777777" w:rsidR="000B7E27" w:rsidRDefault="000B7E27" w:rsidP="000B7E27">
            <w:pPr>
              <w:pStyle w:val="BodyText"/>
              <w:ind w:left="0"/>
              <w:jc w:val="both"/>
            </w:pPr>
          </w:p>
        </w:tc>
        <w:tc>
          <w:tcPr>
            <w:tcW w:w="1701" w:type="dxa"/>
            <w:vMerge/>
          </w:tcPr>
          <w:p w14:paraId="781200FD" w14:textId="77777777" w:rsidR="000B7E27" w:rsidRPr="00C44BA4" w:rsidRDefault="000B7E27" w:rsidP="000B7E27">
            <w:pPr>
              <w:pStyle w:val="BodyText"/>
              <w:ind w:left="34" w:hanging="34"/>
            </w:pPr>
          </w:p>
        </w:tc>
        <w:tc>
          <w:tcPr>
            <w:tcW w:w="3244" w:type="dxa"/>
          </w:tcPr>
          <w:p w14:paraId="65BCED68" w14:textId="77777777" w:rsidR="000B7E27" w:rsidRPr="006662E2" w:rsidRDefault="000B7E27" w:rsidP="000B7E27">
            <w:pPr>
              <w:pStyle w:val="BodyText"/>
              <w:ind w:left="34" w:hanging="34"/>
            </w:pPr>
            <w:r>
              <w:t>16815 – Rules for when the validation of an active and verified IHI returns the same IHI number and same IHI record status but with a different IHI status</w:t>
            </w:r>
          </w:p>
        </w:tc>
        <w:tc>
          <w:tcPr>
            <w:tcW w:w="1717" w:type="dxa"/>
          </w:tcPr>
          <w:p w14:paraId="1BECA698" w14:textId="77777777" w:rsidR="000B7E27" w:rsidRPr="006662E2" w:rsidRDefault="000B7E27" w:rsidP="000B7E27">
            <w:pPr>
              <w:pStyle w:val="BodyText"/>
              <w:ind w:left="34" w:hanging="34"/>
            </w:pPr>
            <w:r w:rsidRPr="006662E2">
              <w:t>UC.330</w:t>
            </w:r>
          </w:p>
        </w:tc>
        <w:tc>
          <w:tcPr>
            <w:tcW w:w="1417" w:type="dxa"/>
          </w:tcPr>
          <w:p w14:paraId="60BFD9B4"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B0FA8FB" w14:textId="125F3FFB" w:rsidR="000B7E27" w:rsidRPr="006662E2" w:rsidRDefault="000B7E27" w:rsidP="008836E0">
            <w:pPr>
              <w:ind w:left="-246"/>
              <w:jc w:val="center"/>
            </w:pPr>
            <w:r>
              <w:t>UC.330 - Part B</w:t>
            </w:r>
          </w:p>
        </w:tc>
        <w:tc>
          <w:tcPr>
            <w:tcW w:w="1559" w:type="dxa"/>
          </w:tcPr>
          <w:p w14:paraId="62D26FCF" w14:textId="77777777" w:rsidR="000B7E27" w:rsidRPr="006662E2" w:rsidRDefault="000B7E27" w:rsidP="000B7E27">
            <w:pPr>
              <w:pStyle w:val="BodyText"/>
              <w:ind w:left="79"/>
            </w:pPr>
            <w:r w:rsidRPr="006662E2">
              <w:t>PRES-71</w:t>
            </w:r>
          </w:p>
        </w:tc>
        <w:tc>
          <w:tcPr>
            <w:tcW w:w="1305" w:type="dxa"/>
          </w:tcPr>
          <w:p w14:paraId="3E18551B" w14:textId="77777777" w:rsidR="000B7E27" w:rsidRPr="00B619F6" w:rsidRDefault="000B7E27" w:rsidP="000B7E27">
            <w:pPr>
              <w:pStyle w:val="BodyText"/>
              <w:overflowPunct w:val="0"/>
              <w:ind w:left="34" w:hanging="34"/>
            </w:pPr>
          </w:p>
        </w:tc>
      </w:tr>
      <w:tr w:rsidR="000B7E27" w:rsidRPr="00B619F6" w14:paraId="51DE05D0" w14:textId="77777777" w:rsidTr="000B7E27">
        <w:trPr>
          <w:cantSplit/>
          <w:trHeight w:val="403"/>
        </w:trPr>
        <w:tc>
          <w:tcPr>
            <w:tcW w:w="1560" w:type="dxa"/>
            <w:vMerge w:val="restart"/>
          </w:tcPr>
          <w:p w14:paraId="13F4CD8F" w14:textId="2E1239EF" w:rsidR="000B7E27" w:rsidRDefault="000B7E27" w:rsidP="008836E0">
            <w:pPr>
              <w:pStyle w:val="BodyText"/>
              <w:ind w:left="0"/>
            </w:pPr>
            <w:r w:rsidRPr="006662E2">
              <w:fldChar w:fldCharType="begin">
                <w:ffData>
                  <w:name w:val="Check1"/>
                  <w:enabled/>
                  <w:calcOnExit w:val="0"/>
                  <w:checkBox>
                    <w:sizeAuto/>
                    <w:default w:val="0"/>
                    <w:checked w:val="0"/>
                  </w:checkBox>
                </w:ffData>
              </w:fldChar>
            </w:r>
            <w:r w:rsidRPr="006662E2">
              <w:instrText xml:space="preserve"> FORMCHECKBOX </w:instrText>
            </w:r>
            <w:r w:rsidR="007F3832">
              <w:fldChar w:fldCharType="separate"/>
            </w:r>
            <w:r w:rsidRPr="006662E2">
              <w:fldChar w:fldCharType="end"/>
            </w:r>
            <w:r>
              <w:t xml:space="preserve"> Med charts Open PDS</w:t>
            </w:r>
          </w:p>
        </w:tc>
        <w:tc>
          <w:tcPr>
            <w:tcW w:w="1701" w:type="dxa"/>
            <w:vMerge w:val="restart"/>
          </w:tcPr>
          <w:p w14:paraId="317EA4B1" w14:textId="77777777" w:rsidR="000B7E27" w:rsidRPr="0047706C" w:rsidRDefault="000B7E27" w:rsidP="000B7E27">
            <w:pPr>
              <w:pStyle w:val="BodyText"/>
              <w:ind w:left="34" w:hanging="34"/>
              <w:rPr>
                <w:highlight w:val="yellow"/>
              </w:rPr>
            </w:pPr>
            <w:r>
              <w:t xml:space="preserve">Mandatory </w:t>
            </w:r>
          </w:p>
        </w:tc>
        <w:tc>
          <w:tcPr>
            <w:tcW w:w="3244" w:type="dxa"/>
          </w:tcPr>
          <w:p w14:paraId="1D2173D5" w14:textId="77777777" w:rsidR="000B7E27" w:rsidRDefault="000B7E27" w:rsidP="000B7E27">
            <w:pPr>
              <w:pStyle w:val="BodyText"/>
              <w:ind w:left="34" w:hanging="34"/>
            </w:pPr>
            <w:r>
              <w:t xml:space="preserve">UC.010 – Register patient </w:t>
            </w:r>
          </w:p>
          <w:p w14:paraId="6280E78D" w14:textId="4F6B5F4B"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063FF07B" w14:textId="77777777" w:rsidR="000B7E27" w:rsidRPr="006662E2" w:rsidRDefault="000B7E27" w:rsidP="000B7E27">
            <w:pPr>
              <w:pStyle w:val="BodyText"/>
              <w:ind w:left="34" w:hanging="34"/>
            </w:pPr>
            <w:r w:rsidRPr="006662E2">
              <w:t>UC.010</w:t>
            </w:r>
          </w:p>
        </w:tc>
        <w:tc>
          <w:tcPr>
            <w:tcW w:w="1417" w:type="dxa"/>
          </w:tcPr>
          <w:p w14:paraId="5DF95382" w14:textId="77777777" w:rsidR="000B7E27" w:rsidRPr="006662E2" w:rsidRDefault="000B7E27" w:rsidP="000B7E27">
            <w:pPr>
              <w:ind w:left="242"/>
              <w:jc w:val="center"/>
            </w:pPr>
            <w:r w:rsidRPr="006662E2">
              <w:fldChar w:fldCharType="begin">
                <w:ffData>
                  <w:name w:val="Check1"/>
                  <w:enabled/>
                  <w:calcOnExit w:val="0"/>
                  <w:checkBox>
                    <w:sizeAuto/>
                    <w:default w:val="0"/>
                    <w:checked w:val="0"/>
                  </w:checkBox>
                </w:ffData>
              </w:fldChar>
            </w:r>
            <w:r w:rsidRPr="006662E2">
              <w:instrText xml:space="preserve"> FORMCHECKBOX </w:instrText>
            </w:r>
            <w:r w:rsidR="007F3832">
              <w:fldChar w:fldCharType="separate"/>
            </w:r>
            <w:r w:rsidRPr="006662E2">
              <w:fldChar w:fldCharType="end"/>
            </w:r>
          </w:p>
        </w:tc>
        <w:tc>
          <w:tcPr>
            <w:tcW w:w="1843" w:type="dxa"/>
          </w:tcPr>
          <w:p w14:paraId="41057E3D" w14:textId="5F397398" w:rsidR="000B7E27" w:rsidRPr="006662E2" w:rsidRDefault="000B7E27" w:rsidP="008836E0">
            <w:r>
              <w:t>UC.010 - Parts A, B &amp; C</w:t>
            </w:r>
          </w:p>
        </w:tc>
        <w:tc>
          <w:tcPr>
            <w:tcW w:w="1559" w:type="dxa"/>
          </w:tcPr>
          <w:p w14:paraId="0AC8C61A" w14:textId="77777777" w:rsidR="000B7E27" w:rsidRPr="006662E2" w:rsidRDefault="000B7E27" w:rsidP="000B7E27">
            <w:pPr>
              <w:pStyle w:val="BodyText"/>
              <w:ind w:left="79"/>
            </w:pPr>
            <w:r w:rsidRPr="006662E2">
              <w:t>PRES-70</w:t>
            </w:r>
          </w:p>
        </w:tc>
        <w:tc>
          <w:tcPr>
            <w:tcW w:w="1305" w:type="dxa"/>
          </w:tcPr>
          <w:p w14:paraId="5364820D" w14:textId="3D1E214C" w:rsidR="000B7E27" w:rsidRPr="00B619F6" w:rsidRDefault="000B7E27" w:rsidP="000B7E27">
            <w:pPr>
              <w:pStyle w:val="BodyText"/>
              <w:overflowPunct w:val="0"/>
              <w:ind w:left="34" w:hanging="34"/>
            </w:pPr>
            <w:r>
              <w:t xml:space="preserve">See section </w:t>
            </w:r>
            <w:r>
              <w:fldChar w:fldCharType="begin"/>
            </w:r>
            <w:r>
              <w:instrText xml:space="preserve"> REF _Ref67038059 \r \h </w:instrText>
            </w:r>
            <w:r>
              <w:fldChar w:fldCharType="separate"/>
            </w:r>
            <w:r w:rsidR="007F3832">
              <w:t>5.4.1</w:t>
            </w:r>
            <w:r>
              <w:fldChar w:fldCharType="end"/>
            </w:r>
            <w:r>
              <w:t xml:space="preserve"> for UC.010 </w:t>
            </w:r>
          </w:p>
        </w:tc>
      </w:tr>
      <w:tr w:rsidR="000B7E27" w:rsidRPr="00B619F6" w14:paraId="7074696A" w14:textId="77777777" w:rsidTr="000B7E27">
        <w:trPr>
          <w:cantSplit/>
          <w:trHeight w:val="403"/>
        </w:trPr>
        <w:tc>
          <w:tcPr>
            <w:tcW w:w="1560" w:type="dxa"/>
            <w:vMerge/>
          </w:tcPr>
          <w:p w14:paraId="4D91D547" w14:textId="77777777" w:rsidR="000B7E27" w:rsidRDefault="000B7E27" w:rsidP="000B7E27">
            <w:pPr>
              <w:pStyle w:val="BodyText"/>
              <w:ind w:left="0"/>
              <w:jc w:val="center"/>
            </w:pPr>
          </w:p>
        </w:tc>
        <w:tc>
          <w:tcPr>
            <w:tcW w:w="1701" w:type="dxa"/>
            <w:vMerge/>
          </w:tcPr>
          <w:p w14:paraId="6EAFE107" w14:textId="77777777" w:rsidR="000B7E27" w:rsidRPr="0047706C" w:rsidRDefault="000B7E27" w:rsidP="000B7E27">
            <w:pPr>
              <w:pStyle w:val="BodyText"/>
              <w:ind w:left="34" w:hanging="34"/>
              <w:rPr>
                <w:highlight w:val="yellow"/>
              </w:rPr>
            </w:pPr>
          </w:p>
        </w:tc>
        <w:tc>
          <w:tcPr>
            <w:tcW w:w="3244" w:type="dxa"/>
          </w:tcPr>
          <w:p w14:paraId="6AC61BFF" w14:textId="77777777" w:rsidR="000B7E27" w:rsidRDefault="000B7E27" w:rsidP="000B7E27">
            <w:pPr>
              <w:pStyle w:val="BodyText"/>
              <w:ind w:left="34" w:hanging="34"/>
            </w:pPr>
            <w:r>
              <w:t xml:space="preserve">UC.015 – Update patient health record </w:t>
            </w:r>
          </w:p>
          <w:p w14:paraId="6C58BA62" w14:textId="3C729A79"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22F330B9" w14:textId="77777777" w:rsidR="000B7E27" w:rsidRPr="006662E2" w:rsidRDefault="000B7E27" w:rsidP="000B7E27">
            <w:pPr>
              <w:pStyle w:val="BodyText"/>
              <w:ind w:left="34" w:hanging="34"/>
            </w:pPr>
            <w:r w:rsidRPr="006662E2">
              <w:t>UC.015</w:t>
            </w:r>
          </w:p>
        </w:tc>
        <w:tc>
          <w:tcPr>
            <w:tcW w:w="1417" w:type="dxa"/>
          </w:tcPr>
          <w:p w14:paraId="66A0EB11"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4666DE6A" w14:textId="4094A352" w:rsidR="000B7E27" w:rsidRPr="006662E2" w:rsidRDefault="000B7E27" w:rsidP="008836E0">
            <w:r>
              <w:t>UC.015 - Parts A, B &amp; C</w:t>
            </w:r>
          </w:p>
        </w:tc>
        <w:tc>
          <w:tcPr>
            <w:tcW w:w="1559" w:type="dxa"/>
          </w:tcPr>
          <w:p w14:paraId="736F7048" w14:textId="77777777" w:rsidR="000B7E27" w:rsidRPr="006662E2" w:rsidRDefault="000B7E27" w:rsidP="000B7E27">
            <w:pPr>
              <w:pStyle w:val="BodyText"/>
              <w:ind w:left="79"/>
            </w:pPr>
            <w:r w:rsidRPr="006662E2">
              <w:t>PRES-70</w:t>
            </w:r>
          </w:p>
        </w:tc>
        <w:tc>
          <w:tcPr>
            <w:tcW w:w="1305" w:type="dxa"/>
          </w:tcPr>
          <w:p w14:paraId="153369F4" w14:textId="669498B9" w:rsidR="000B7E27" w:rsidRPr="00B619F6" w:rsidRDefault="000B7E27" w:rsidP="000B7E27">
            <w:pPr>
              <w:pStyle w:val="BodyText"/>
              <w:overflowPunct w:val="0"/>
              <w:ind w:left="34" w:hanging="34"/>
            </w:pPr>
            <w:r>
              <w:t xml:space="preserve">See section </w:t>
            </w:r>
            <w:r>
              <w:fldChar w:fldCharType="begin"/>
            </w:r>
            <w:r>
              <w:instrText xml:space="preserve"> REF _Ref67038072 \r \h  \* MERGEFORMAT </w:instrText>
            </w:r>
            <w:r>
              <w:fldChar w:fldCharType="separate"/>
            </w:r>
            <w:r w:rsidR="007F3832">
              <w:t>5.4.1</w:t>
            </w:r>
            <w:r>
              <w:fldChar w:fldCharType="end"/>
            </w:r>
            <w:r>
              <w:t xml:space="preserve"> for UC.015</w:t>
            </w:r>
          </w:p>
        </w:tc>
      </w:tr>
      <w:tr w:rsidR="000B7E27" w:rsidRPr="00B619F6" w14:paraId="63B80412" w14:textId="77777777" w:rsidTr="000B7E27">
        <w:trPr>
          <w:cantSplit/>
          <w:trHeight w:val="403"/>
        </w:trPr>
        <w:tc>
          <w:tcPr>
            <w:tcW w:w="1560" w:type="dxa"/>
            <w:vMerge/>
          </w:tcPr>
          <w:p w14:paraId="3CFCF50E" w14:textId="77777777" w:rsidR="000B7E27" w:rsidRDefault="000B7E27" w:rsidP="000B7E27">
            <w:pPr>
              <w:pStyle w:val="BodyText"/>
              <w:ind w:left="0"/>
              <w:jc w:val="center"/>
            </w:pPr>
          </w:p>
        </w:tc>
        <w:tc>
          <w:tcPr>
            <w:tcW w:w="1701" w:type="dxa"/>
            <w:vMerge/>
          </w:tcPr>
          <w:p w14:paraId="4F51E324" w14:textId="77777777" w:rsidR="000B7E27" w:rsidRPr="0047706C" w:rsidRDefault="000B7E27" w:rsidP="000B7E27">
            <w:pPr>
              <w:pStyle w:val="BodyText"/>
              <w:ind w:left="34" w:hanging="34"/>
              <w:rPr>
                <w:highlight w:val="yellow"/>
              </w:rPr>
            </w:pPr>
          </w:p>
        </w:tc>
        <w:tc>
          <w:tcPr>
            <w:tcW w:w="3244" w:type="dxa"/>
          </w:tcPr>
          <w:p w14:paraId="1383B9BE" w14:textId="77777777" w:rsidR="000B7E27" w:rsidRPr="006662E2" w:rsidRDefault="000B7E27" w:rsidP="000B7E27">
            <w:pPr>
              <w:pStyle w:val="BodyText"/>
              <w:ind w:left="34" w:hanging="34"/>
            </w:pPr>
            <w:r w:rsidRPr="008003B3">
              <w:t>5812</w:t>
            </w:r>
            <w:r>
              <w:t xml:space="preserve"> </w:t>
            </w:r>
            <w:r>
              <w:sym w:font="Symbol" w:char="F02D"/>
            </w:r>
            <w:r>
              <w:t xml:space="preserve"> </w:t>
            </w:r>
            <w:r w:rsidRPr="008003B3">
              <w:t>IHI number search</w:t>
            </w:r>
          </w:p>
        </w:tc>
        <w:tc>
          <w:tcPr>
            <w:tcW w:w="1717" w:type="dxa"/>
          </w:tcPr>
          <w:p w14:paraId="3F796373" w14:textId="77777777" w:rsidR="000B7E27" w:rsidRPr="006662E2" w:rsidRDefault="000B7E27" w:rsidP="000B7E27">
            <w:pPr>
              <w:pStyle w:val="BodyText"/>
              <w:ind w:left="34" w:hanging="34"/>
            </w:pPr>
            <w:r w:rsidRPr="006662E2">
              <w:t>UC.010, UC.015</w:t>
            </w:r>
          </w:p>
        </w:tc>
        <w:tc>
          <w:tcPr>
            <w:tcW w:w="1417" w:type="dxa"/>
          </w:tcPr>
          <w:p w14:paraId="2EE8F9D0"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AC45B88" w14:textId="4E0A07F8" w:rsidR="000B7E27" w:rsidRPr="006662E2" w:rsidRDefault="000B7E27" w:rsidP="008836E0">
            <w:r>
              <w:t>UC.010 - Part C</w:t>
            </w:r>
            <w:r>
              <w:br/>
              <w:t>UC.015 - Part C</w:t>
            </w:r>
          </w:p>
        </w:tc>
        <w:tc>
          <w:tcPr>
            <w:tcW w:w="1559" w:type="dxa"/>
          </w:tcPr>
          <w:p w14:paraId="19F84860" w14:textId="77777777" w:rsidR="000B7E27" w:rsidRPr="006662E2" w:rsidRDefault="000B7E27" w:rsidP="000B7E27">
            <w:pPr>
              <w:pStyle w:val="BodyText"/>
              <w:ind w:left="79"/>
            </w:pPr>
            <w:r w:rsidRPr="006662E2">
              <w:t>PRES-70</w:t>
            </w:r>
          </w:p>
        </w:tc>
        <w:tc>
          <w:tcPr>
            <w:tcW w:w="1305" w:type="dxa"/>
          </w:tcPr>
          <w:p w14:paraId="64FD47CA" w14:textId="77777777" w:rsidR="000B7E27" w:rsidRPr="00B619F6" w:rsidRDefault="000B7E27" w:rsidP="000B7E27">
            <w:pPr>
              <w:pStyle w:val="BodyText"/>
              <w:overflowPunct w:val="0"/>
              <w:ind w:left="34" w:hanging="34"/>
            </w:pPr>
          </w:p>
        </w:tc>
      </w:tr>
      <w:tr w:rsidR="000B7E27" w:rsidRPr="00B619F6" w14:paraId="2DF3EE4F" w14:textId="77777777" w:rsidTr="000B7E27">
        <w:trPr>
          <w:cantSplit/>
          <w:trHeight w:val="403"/>
        </w:trPr>
        <w:tc>
          <w:tcPr>
            <w:tcW w:w="1560" w:type="dxa"/>
            <w:vMerge/>
          </w:tcPr>
          <w:p w14:paraId="258111C3" w14:textId="77777777" w:rsidR="000B7E27" w:rsidRDefault="000B7E27" w:rsidP="000B7E27">
            <w:pPr>
              <w:pStyle w:val="BodyText"/>
              <w:ind w:left="0"/>
              <w:jc w:val="center"/>
            </w:pPr>
          </w:p>
        </w:tc>
        <w:tc>
          <w:tcPr>
            <w:tcW w:w="1701" w:type="dxa"/>
            <w:vMerge/>
          </w:tcPr>
          <w:p w14:paraId="63933CE8" w14:textId="77777777" w:rsidR="000B7E27" w:rsidRPr="0047706C" w:rsidRDefault="000B7E27" w:rsidP="000B7E27">
            <w:pPr>
              <w:pStyle w:val="BodyText"/>
              <w:ind w:left="34" w:hanging="34"/>
              <w:rPr>
                <w:highlight w:val="yellow"/>
              </w:rPr>
            </w:pPr>
          </w:p>
        </w:tc>
        <w:tc>
          <w:tcPr>
            <w:tcW w:w="3244" w:type="dxa"/>
          </w:tcPr>
          <w:p w14:paraId="22946CAC" w14:textId="77777777" w:rsidR="000B7E27" w:rsidRPr="006662E2" w:rsidRDefault="000B7E27" w:rsidP="000B7E27">
            <w:pPr>
              <w:pStyle w:val="BodyText"/>
              <w:ind w:left="34" w:hanging="34"/>
            </w:pPr>
            <w:r w:rsidRPr="008003B3">
              <w:t>5813</w:t>
            </w:r>
            <w:r>
              <w:t xml:space="preserve"> </w:t>
            </w:r>
            <w:r>
              <w:sym w:font="Symbol" w:char="F02D"/>
            </w:r>
            <w:r>
              <w:t xml:space="preserve"> </w:t>
            </w:r>
            <w:r w:rsidRPr="008003B3">
              <w:t>Medicare card search</w:t>
            </w:r>
          </w:p>
        </w:tc>
        <w:tc>
          <w:tcPr>
            <w:tcW w:w="1717" w:type="dxa"/>
          </w:tcPr>
          <w:p w14:paraId="3319B48A" w14:textId="77777777" w:rsidR="000B7E27" w:rsidRPr="006662E2" w:rsidRDefault="000B7E27" w:rsidP="000B7E27">
            <w:pPr>
              <w:pStyle w:val="BodyText"/>
              <w:ind w:left="34" w:hanging="34"/>
            </w:pPr>
            <w:r w:rsidRPr="006662E2">
              <w:t>UC.010, UC.015</w:t>
            </w:r>
          </w:p>
        </w:tc>
        <w:tc>
          <w:tcPr>
            <w:tcW w:w="1417" w:type="dxa"/>
          </w:tcPr>
          <w:p w14:paraId="7C2FD27E"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51AB2D19" w14:textId="4E8DB1EB" w:rsidR="000B7E27" w:rsidRPr="006662E2" w:rsidRDefault="000B7E27" w:rsidP="008836E0">
            <w:r>
              <w:t>UC.010 - Part C</w:t>
            </w:r>
            <w:r>
              <w:br/>
              <w:t>UC.015 - Part C</w:t>
            </w:r>
          </w:p>
        </w:tc>
        <w:tc>
          <w:tcPr>
            <w:tcW w:w="1559" w:type="dxa"/>
          </w:tcPr>
          <w:p w14:paraId="2EEE05B4" w14:textId="77777777" w:rsidR="000B7E27" w:rsidRPr="006662E2" w:rsidRDefault="000B7E27" w:rsidP="000B7E27">
            <w:pPr>
              <w:pStyle w:val="BodyText"/>
              <w:ind w:left="79"/>
            </w:pPr>
            <w:r w:rsidRPr="006662E2">
              <w:t>PRES-70</w:t>
            </w:r>
          </w:p>
        </w:tc>
        <w:tc>
          <w:tcPr>
            <w:tcW w:w="1305" w:type="dxa"/>
          </w:tcPr>
          <w:p w14:paraId="7C5D9A43" w14:textId="77777777" w:rsidR="000B7E27" w:rsidRPr="00B619F6" w:rsidRDefault="000B7E27" w:rsidP="000B7E27">
            <w:pPr>
              <w:pStyle w:val="BodyText"/>
              <w:overflowPunct w:val="0"/>
              <w:ind w:left="34" w:hanging="34"/>
            </w:pPr>
          </w:p>
        </w:tc>
      </w:tr>
      <w:tr w:rsidR="000B7E27" w:rsidRPr="00B619F6" w14:paraId="05EA63AB" w14:textId="77777777" w:rsidTr="000B7E27">
        <w:trPr>
          <w:cantSplit/>
          <w:trHeight w:val="403"/>
        </w:trPr>
        <w:tc>
          <w:tcPr>
            <w:tcW w:w="1560" w:type="dxa"/>
            <w:vMerge/>
          </w:tcPr>
          <w:p w14:paraId="020A0AD2" w14:textId="77777777" w:rsidR="000B7E27" w:rsidRDefault="000B7E27" w:rsidP="000B7E27">
            <w:pPr>
              <w:pStyle w:val="BodyText"/>
              <w:ind w:left="0"/>
              <w:jc w:val="center"/>
            </w:pPr>
          </w:p>
        </w:tc>
        <w:tc>
          <w:tcPr>
            <w:tcW w:w="1701" w:type="dxa"/>
            <w:vMerge/>
          </w:tcPr>
          <w:p w14:paraId="564DBDA7" w14:textId="77777777" w:rsidR="000B7E27" w:rsidRPr="0047706C" w:rsidRDefault="000B7E27" w:rsidP="000B7E27">
            <w:pPr>
              <w:pStyle w:val="BodyText"/>
              <w:ind w:left="34" w:hanging="34"/>
              <w:rPr>
                <w:highlight w:val="yellow"/>
              </w:rPr>
            </w:pPr>
          </w:p>
        </w:tc>
        <w:tc>
          <w:tcPr>
            <w:tcW w:w="3244" w:type="dxa"/>
          </w:tcPr>
          <w:p w14:paraId="7F71A5AE" w14:textId="77777777" w:rsidR="000B7E27" w:rsidRPr="006662E2" w:rsidRDefault="000B7E27" w:rsidP="000B7E27">
            <w:pPr>
              <w:pStyle w:val="BodyText"/>
              <w:ind w:left="34" w:hanging="34"/>
            </w:pPr>
            <w:r w:rsidRPr="008003B3">
              <w:t>5814</w:t>
            </w:r>
            <w:r>
              <w:t xml:space="preserve"> </w:t>
            </w:r>
            <w:r>
              <w:sym w:font="Symbol" w:char="F02D"/>
            </w:r>
            <w:r>
              <w:t xml:space="preserve"> </w:t>
            </w:r>
            <w:r w:rsidRPr="008003B3">
              <w:t>DVA File number search</w:t>
            </w:r>
          </w:p>
        </w:tc>
        <w:tc>
          <w:tcPr>
            <w:tcW w:w="1717" w:type="dxa"/>
          </w:tcPr>
          <w:p w14:paraId="45EDF846" w14:textId="77777777" w:rsidR="000B7E27" w:rsidRPr="006662E2" w:rsidRDefault="000B7E27" w:rsidP="000B7E27">
            <w:pPr>
              <w:pStyle w:val="BodyText"/>
              <w:ind w:left="34" w:hanging="34"/>
            </w:pPr>
            <w:r w:rsidRPr="006662E2">
              <w:t>UC.010, UC.015</w:t>
            </w:r>
          </w:p>
        </w:tc>
        <w:tc>
          <w:tcPr>
            <w:tcW w:w="1417" w:type="dxa"/>
          </w:tcPr>
          <w:p w14:paraId="555A7D34"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0B8223B0" w14:textId="375A297A" w:rsidR="000B7E27" w:rsidRPr="006662E2" w:rsidRDefault="000B7E27" w:rsidP="008836E0">
            <w:r>
              <w:t>UC.010 - Part C</w:t>
            </w:r>
            <w:r>
              <w:br/>
              <w:t>UC.015 - Part C</w:t>
            </w:r>
          </w:p>
        </w:tc>
        <w:tc>
          <w:tcPr>
            <w:tcW w:w="1559" w:type="dxa"/>
          </w:tcPr>
          <w:p w14:paraId="1A9FCAB7" w14:textId="77777777" w:rsidR="000B7E27" w:rsidRPr="006662E2" w:rsidRDefault="000B7E27" w:rsidP="000B7E27">
            <w:pPr>
              <w:pStyle w:val="BodyText"/>
              <w:ind w:left="79"/>
            </w:pPr>
            <w:r w:rsidRPr="006662E2">
              <w:t>PRES-70</w:t>
            </w:r>
          </w:p>
        </w:tc>
        <w:tc>
          <w:tcPr>
            <w:tcW w:w="1305" w:type="dxa"/>
          </w:tcPr>
          <w:p w14:paraId="7F3095A9" w14:textId="77777777" w:rsidR="000B7E27" w:rsidRPr="00B619F6" w:rsidRDefault="000B7E27" w:rsidP="000B7E27">
            <w:pPr>
              <w:pStyle w:val="BodyText"/>
              <w:overflowPunct w:val="0"/>
              <w:ind w:left="34" w:hanging="34"/>
            </w:pPr>
          </w:p>
        </w:tc>
      </w:tr>
      <w:tr w:rsidR="000B7E27" w:rsidRPr="00B619F6" w14:paraId="3D797DBD" w14:textId="77777777" w:rsidTr="000B7E27">
        <w:trPr>
          <w:cantSplit/>
          <w:trHeight w:val="403"/>
        </w:trPr>
        <w:tc>
          <w:tcPr>
            <w:tcW w:w="1560" w:type="dxa"/>
            <w:vMerge/>
          </w:tcPr>
          <w:p w14:paraId="0BFE408F" w14:textId="77777777" w:rsidR="000B7E27" w:rsidRDefault="000B7E27" w:rsidP="000B7E27">
            <w:pPr>
              <w:pStyle w:val="BodyText"/>
              <w:ind w:left="0"/>
              <w:jc w:val="center"/>
            </w:pPr>
          </w:p>
        </w:tc>
        <w:tc>
          <w:tcPr>
            <w:tcW w:w="1701" w:type="dxa"/>
            <w:vMerge/>
          </w:tcPr>
          <w:p w14:paraId="33FF7296" w14:textId="77777777" w:rsidR="000B7E27" w:rsidRPr="0047706C" w:rsidRDefault="000B7E27" w:rsidP="000B7E27">
            <w:pPr>
              <w:pStyle w:val="BodyText"/>
              <w:ind w:left="34" w:hanging="34"/>
              <w:rPr>
                <w:highlight w:val="yellow"/>
              </w:rPr>
            </w:pPr>
          </w:p>
        </w:tc>
        <w:tc>
          <w:tcPr>
            <w:tcW w:w="3244" w:type="dxa"/>
          </w:tcPr>
          <w:p w14:paraId="69DBA6A7" w14:textId="77777777" w:rsidR="000B7E27" w:rsidRPr="006662E2" w:rsidRDefault="000B7E27" w:rsidP="000B7E27">
            <w:pPr>
              <w:pStyle w:val="BodyText"/>
              <w:ind w:left="34" w:hanging="34"/>
            </w:pPr>
            <w:r w:rsidRPr="008003B3">
              <w:t>5818</w:t>
            </w:r>
            <w:r>
              <w:t xml:space="preserve"> </w:t>
            </w:r>
            <w:r>
              <w:sym w:font="Symbol" w:char="F02D"/>
            </w:r>
            <w:r>
              <w:t xml:space="preserve"> </w:t>
            </w:r>
            <w:r w:rsidRPr="008003B3">
              <w:t>Resubmit search with modified search criteria</w:t>
            </w:r>
          </w:p>
        </w:tc>
        <w:tc>
          <w:tcPr>
            <w:tcW w:w="1717" w:type="dxa"/>
          </w:tcPr>
          <w:p w14:paraId="2A953D6B" w14:textId="77777777" w:rsidR="000B7E27" w:rsidRPr="006662E2" w:rsidRDefault="000B7E27" w:rsidP="000B7E27">
            <w:pPr>
              <w:pStyle w:val="BodyText"/>
              <w:ind w:left="34" w:hanging="34"/>
            </w:pPr>
            <w:r w:rsidRPr="006662E2">
              <w:t>UC.010, UC.015</w:t>
            </w:r>
          </w:p>
        </w:tc>
        <w:tc>
          <w:tcPr>
            <w:tcW w:w="1417" w:type="dxa"/>
          </w:tcPr>
          <w:p w14:paraId="3A62092A"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5E065B2F" w14:textId="12CF82F1" w:rsidR="000B7E27" w:rsidRPr="006662E2" w:rsidRDefault="000B7E27" w:rsidP="008836E0">
            <w:r>
              <w:t>UC.010 - Part C</w:t>
            </w:r>
            <w:r>
              <w:br/>
              <w:t>UC.015 - Part C</w:t>
            </w:r>
          </w:p>
        </w:tc>
        <w:tc>
          <w:tcPr>
            <w:tcW w:w="1559" w:type="dxa"/>
          </w:tcPr>
          <w:p w14:paraId="34E50C7E" w14:textId="77777777" w:rsidR="000B7E27" w:rsidRPr="006662E2" w:rsidRDefault="000B7E27" w:rsidP="000B7E27">
            <w:pPr>
              <w:pStyle w:val="BodyText"/>
              <w:ind w:left="79"/>
            </w:pPr>
            <w:r w:rsidRPr="006662E2">
              <w:t>PRES-70</w:t>
            </w:r>
          </w:p>
        </w:tc>
        <w:tc>
          <w:tcPr>
            <w:tcW w:w="1305" w:type="dxa"/>
          </w:tcPr>
          <w:p w14:paraId="521CFF43" w14:textId="77777777" w:rsidR="000B7E27" w:rsidRPr="00B619F6" w:rsidRDefault="000B7E27" w:rsidP="000B7E27">
            <w:pPr>
              <w:pStyle w:val="BodyText"/>
              <w:overflowPunct w:val="0"/>
              <w:ind w:left="34" w:hanging="34"/>
            </w:pPr>
          </w:p>
        </w:tc>
      </w:tr>
      <w:tr w:rsidR="000B7E27" w:rsidRPr="00B619F6" w14:paraId="2C5A7121" w14:textId="77777777" w:rsidTr="000B7E27">
        <w:trPr>
          <w:cantSplit/>
          <w:trHeight w:val="403"/>
        </w:trPr>
        <w:tc>
          <w:tcPr>
            <w:tcW w:w="1560" w:type="dxa"/>
            <w:vMerge/>
          </w:tcPr>
          <w:p w14:paraId="78D991AD" w14:textId="77777777" w:rsidR="000B7E27" w:rsidRDefault="000B7E27" w:rsidP="000B7E27">
            <w:pPr>
              <w:pStyle w:val="BodyText"/>
              <w:ind w:left="0"/>
              <w:jc w:val="center"/>
            </w:pPr>
          </w:p>
        </w:tc>
        <w:tc>
          <w:tcPr>
            <w:tcW w:w="1701" w:type="dxa"/>
            <w:vMerge/>
          </w:tcPr>
          <w:p w14:paraId="4DB687C4" w14:textId="77777777" w:rsidR="000B7E27" w:rsidRPr="0047706C" w:rsidRDefault="000B7E27" w:rsidP="000B7E27">
            <w:pPr>
              <w:pStyle w:val="BodyText"/>
              <w:ind w:left="34" w:hanging="34"/>
              <w:rPr>
                <w:highlight w:val="yellow"/>
              </w:rPr>
            </w:pPr>
          </w:p>
        </w:tc>
        <w:tc>
          <w:tcPr>
            <w:tcW w:w="3244" w:type="dxa"/>
            <w:shd w:val="clear" w:color="auto" w:fill="FFFFFF" w:themeFill="background1"/>
          </w:tcPr>
          <w:p w14:paraId="6E835606" w14:textId="77777777" w:rsidR="000B7E27" w:rsidRPr="006662E2" w:rsidRDefault="000B7E27" w:rsidP="000B7E27">
            <w:pPr>
              <w:pStyle w:val="BodyText"/>
              <w:ind w:left="34" w:hanging="34"/>
            </w:pPr>
            <w:r>
              <w:t xml:space="preserve">21561 - Inclusion of a healthcare identifier in an </w:t>
            </w:r>
            <w:r>
              <w:rPr>
                <w:rFonts w:cs="MS Shell Dlg"/>
                <w:szCs w:val="20"/>
              </w:rPr>
              <w:t>eHealth message/</w:t>
            </w:r>
            <w:r>
              <w:t xml:space="preserve">document with an </w:t>
            </w:r>
            <w:r w:rsidRPr="00CE62D3">
              <w:t xml:space="preserve">unresolved exception </w:t>
            </w:r>
            <w:r>
              <w:t xml:space="preserve">or </w:t>
            </w:r>
            <w:r w:rsidRPr="00CE62D3">
              <w:t>alert</w:t>
            </w:r>
          </w:p>
        </w:tc>
        <w:tc>
          <w:tcPr>
            <w:tcW w:w="1717" w:type="dxa"/>
            <w:shd w:val="clear" w:color="auto" w:fill="FFFFFF" w:themeFill="background1"/>
          </w:tcPr>
          <w:p w14:paraId="3F880CA1" w14:textId="77777777" w:rsidR="000B7E27" w:rsidRPr="006662E2" w:rsidRDefault="000B7E27" w:rsidP="000B7E27">
            <w:pPr>
              <w:pStyle w:val="BodyText"/>
              <w:ind w:left="34" w:hanging="34"/>
            </w:pPr>
            <w:r w:rsidRPr="006662E2">
              <w:t>UC.330</w:t>
            </w:r>
          </w:p>
        </w:tc>
        <w:tc>
          <w:tcPr>
            <w:tcW w:w="1417" w:type="dxa"/>
          </w:tcPr>
          <w:p w14:paraId="61595E6B"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C881839" w14:textId="68E4A5E1" w:rsidR="000B7E27" w:rsidRPr="006662E2" w:rsidRDefault="000B7E27" w:rsidP="008836E0">
            <w:r>
              <w:t xml:space="preserve">UC.330 </w:t>
            </w:r>
            <w:r w:rsidR="00455296">
              <w:t xml:space="preserve">- </w:t>
            </w:r>
            <w:r>
              <w:t>Part B</w:t>
            </w:r>
          </w:p>
        </w:tc>
        <w:tc>
          <w:tcPr>
            <w:tcW w:w="1559" w:type="dxa"/>
          </w:tcPr>
          <w:p w14:paraId="4C160505" w14:textId="77777777" w:rsidR="000B7E27" w:rsidRPr="006662E2" w:rsidRDefault="000B7E27" w:rsidP="000B7E27">
            <w:pPr>
              <w:pStyle w:val="BodyText"/>
              <w:ind w:left="79"/>
            </w:pPr>
            <w:r w:rsidRPr="006662E2">
              <w:t>PRES-70a</w:t>
            </w:r>
          </w:p>
        </w:tc>
        <w:tc>
          <w:tcPr>
            <w:tcW w:w="1305" w:type="dxa"/>
          </w:tcPr>
          <w:p w14:paraId="03CB6125" w14:textId="77777777" w:rsidR="000B7E27" w:rsidRPr="00B619F6" w:rsidRDefault="000B7E27" w:rsidP="000B7E27">
            <w:pPr>
              <w:pStyle w:val="BodyText"/>
              <w:overflowPunct w:val="0"/>
              <w:ind w:left="34" w:hanging="34"/>
            </w:pPr>
          </w:p>
        </w:tc>
      </w:tr>
      <w:tr w:rsidR="000B7E27" w:rsidRPr="00B619F6" w14:paraId="0134BA1D" w14:textId="77777777" w:rsidTr="000B7E27">
        <w:trPr>
          <w:cantSplit/>
          <w:trHeight w:val="403"/>
        </w:trPr>
        <w:tc>
          <w:tcPr>
            <w:tcW w:w="1560" w:type="dxa"/>
            <w:vMerge/>
          </w:tcPr>
          <w:p w14:paraId="24B2CAAB" w14:textId="77777777" w:rsidR="000B7E27" w:rsidRDefault="000B7E27" w:rsidP="000B7E27">
            <w:pPr>
              <w:pStyle w:val="BodyText"/>
              <w:ind w:left="0"/>
              <w:jc w:val="center"/>
            </w:pPr>
          </w:p>
        </w:tc>
        <w:tc>
          <w:tcPr>
            <w:tcW w:w="1701" w:type="dxa"/>
            <w:vMerge/>
          </w:tcPr>
          <w:p w14:paraId="7A15C720" w14:textId="77777777" w:rsidR="000B7E27" w:rsidRPr="0047706C" w:rsidRDefault="000B7E27" w:rsidP="000B7E27">
            <w:pPr>
              <w:pStyle w:val="BodyText"/>
              <w:ind w:left="34" w:hanging="34"/>
              <w:rPr>
                <w:highlight w:val="yellow"/>
              </w:rPr>
            </w:pPr>
          </w:p>
        </w:tc>
        <w:tc>
          <w:tcPr>
            <w:tcW w:w="3244" w:type="dxa"/>
          </w:tcPr>
          <w:p w14:paraId="308521FE" w14:textId="77777777" w:rsidR="000B7E27" w:rsidRPr="006662E2" w:rsidRDefault="000B7E27" w:rsidP="000B7E27">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7E75E16A" w14:textId="77777777" w:rsidR="000B7E27" w:rsidRPr="006662E2" w:rsidRDefault="000B7E27" w:rsidP="000B7E27">
            <w:pPr>
              <w:pStyle w:val="BodyText"/>
              <w:ind w:left="34" w:hanging="34"/>
            </w:pPr>
            <w:r w:rsidRPr="006662E2">
              <w:t>UC.330</w:t>
            </w:r>
          </w:p>
        </w:tc>
        <w:tc>
          <w:tcPr>
            <w:tcW w:w="1417" w:type="dxa"/>
          </w:tcPr>
          <w:p w14:paraId="0B559F0A"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EC2FC1A" w14:textId="2BCA26B8" w:rsidR="000B7E27" w:rsidRPr="006662E2" w:rsidRDefault="000B7E27" w:rsidP="008836E0">
            <w:r>
              <w:t xml:space="preserve">UC.330 </w:t>
            </w:r>
            <w:r w:rsidR="00455296">
              <w:t xml:space="preserve">- </w:t>
            </w:r>
            <w:r>
              <w:t>Part B</w:t>
            </w:r>
          </w:p>
        </w:tc>
        <w:tc>
          <w:tcPr>
            <w:tcW w:w="1559" w:type="dxa"/>
          </w:tcPr>
          <w:p w14:paraId="494E577F" w14:textId="77777777" w:rsidR="000B7E27" w:rsidRPr="006662E2" w:rsidRDefault="000B7E27" w:rsidP="000B7E27">
            <w:pPr>
              <w:pStyle w:val="BodyText"/>
              <w:ind w:left="79"/>
            </w:pPr>
            <w:r w:rsidRPr="006662E2">
              <w:t>PRES-70a</w:t>
            </w:r>
          </w:p>
        </w:tc>
        <w:tc>
          <w:tcPr>
            <w:tcW w:w="1305" w:type="dxa"/>
          </w:tcPr>
          <w:p w14:paraId="5D7F8C42" w14:textId="77777777" w:rsidR="000B7E27" w:rsidRPr="00B619F6" w:rsidRDefault="000B7E27" w:rsidP="000B7E27">
            <w:pPr>
              <w:pStyle w:val="BodyText"/>
              <w:overflowPunct w:val="0"/>
              <w:ind w:left="34" w:hanging="34"/>
            </w:pPr>
          </w:p>
        </w:tc>
      </w:tr>
      <w:tr w:rsidR="000B7E27" w:rsidRPr="00B619F6" w14:paraId="7050A042" w14:textId="77777777" w:rsidTr="000B7E27">
        <w:trPr>
          <w:cantSplit/>
          <w:trHeight w:val="403"/>
        </w:trPr>
        <w:tc>
          <w:tcPr>
            <w:tcW w:w="1560" w:type="dxa"/>
            <w:vMerge/>
          </w:tcPr>
          <w:p w14:paraId="5ED4A0DB" w14:textId="77777777" w:rsidR="000B7E27" w:rsidRDefault="000B7E27" w:rsidP="000B7E27">
            <w:pPr>
              <w:pStyle w:val="BodyText"/>
              <w:ind w:left="0"/>
              <w:jc w:val="center"/>
            </w:pPr>
          </w:p>
        </w:tc>
        <w:tc>
          <w:tcPr>
            <w:tcW w:w="1701" w:type="dxa"/>
            <w:vMerge/>
          </w:tcPr>
          <w:p w14:paraId="1E2BE5DA" w14:textId="77777777" w:rsidR="000B7E27" w:rsidRPr="0047706C" w:rsidRDefault="000B7E27" w:rsidP="000B7E27">
            <w:pPr>
              <w:pStyle w:val="BodyText"/>
              <w:ind w:left="34" w:hanging="34"/>
              <w:rPr>
                <w:highlight w:val="yellow"/>
              </w:rPr>
            </w:pPr>
          </w:p>
        </w:tc>
        <w:tc>
          <w:tcPr>
            <w:tcW w:w="3244" w:type="dxa"/>
            <w:shd w:val="clear" w:color="auto" w:fill="FFFFFF" w:themeFill="background1"/>
          </w:tcPr>
          <w:p w14:paraId="151D978B" w14:textId="77777777" w:rsidR="000B7E27" w:rsidRPr="006662E2" w:rsidRDefault="000B7E27" w:rsidP="000B7E27">
            <w:pPr>
              <w:pStyle w:val="BodyText"/>
              <w:ind w:left="34" w:hanging="34"/>
            </w:pPr>
            <w:r>
              <w:t>16813 – Actions for when validation of a verified IHI returns a ‘resolved’ information message and a different IHI number</w:t>
            </w:r>
          </w:p>
        </w:tc>
        <w:tc>
          <w:tcPr>
            <w:tcW w:w="1717" w:type="dxa"/>
            <w:shd w:val="clear" w:color="auto" w:fill="FFFFFF" w:themeFill="background1"/>
          </w:tcPr>
          <w:p w14:paraId="2B4B5D94" w14:textId="77777777" w:rsidR="000B7E27" w:rsidRPr="006662E2" w:rsidRDefault="000B7E27" w:rsidP="000B7E27">
            <w:pPr>
              <w:pStyle w:val="BodyText"/>
              <w:ind w:left="34" w:hanging="34"/>
            </w:pPr>
            <w:r w:rsidRPr="006662E2">
              <w:t>UC.330</w:t>
            </w:r>
          </w:p>
        </w:tc>
        <w:tc>
          <w:tcPr>
            <w:tcW w:w="1417" w:type="dxa"/>
            <w:shd w:val="clear" w:color="auto" w:fill="FFFFFF" w:themeFill="background1"/>
          </w:tcPr>
          <w:p w14:paraId="0551C572"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shd w:val="clear" w:color="auto" w:fill="FFFFFF" w:themeFill="background1"/>
          </w:tcPr>
          <w:p w14:paraId="2D104F40" w14:textId="6EFB0767" w:rsidR="000B7E27" w:rsidRPr="006662E2" w:rsidRDefault="000B7E27" w:rsidP="008836E0">
            <w:r>
              <w:t xml:space="preserve">UC.330 </w:t>
            </w:r>
            <w:r w:rsidR="00455296">
              <w:t xml:space="preserve">- </w:t>
            </w:r>
            <w:r>
              <w:t>Part B</w:t>
            </w:r>
          </w:p>
        </w:tc>
        <w:tc>
          <w:tcPr>
            <w:tcW w:w="1559" w:type="dxa"/>
            <w:shd w:val="clear" w:color="auto" w:fill="FFFFFF" w:themeFill="background1"/>
          </w:tcPr>
          <w:p w14:paraId="65BD23DD" w14:textId="77777777" w:rsidR="000B7E27" w:rsidRPr="006662E2" w:rsidRDefault="000B7E27" w:rsidP="000B7E27">
            <w:pPr>
              <w:pStyle w:val="BodyText"/>
              <w:ind w:left="79"/>
            </w:pPr>
            <w:r w:rsidRPr="006662E2">
              <w:t>PRES-70a</w:t>
            </w:r>
          </w:p>
        </w:tc>
        <w:tc>
          <w:tcPr>
            <w:tcW w:w="1305" w:type="dxa"/>
          </w:tcPr>
          <w:p w14:paraId="2415B86B" w14:textId="77777777" w:rsidR="000B7E27" w:rsidRPr="00B619F6" w:rsidRDefault="000B7E27" w:rsidP="000B7E27">
            <w:pPr>
              <w:pStyle w:val="BodyText"/>
              <w:overflowPunct w:val="0"/>
              <w:ind w:left="34" w:hanging="34"/>
            </w:pPr>
          </w:p>
        </w:tc>
      </w:tr>
      <w:tr w:rsidR="000B7E27" w:rsidRPr="00B619F6" w14:paraId="44DFF3CC" w14:textId="77777777" w:rsidTr="000B7E27">
        <w:trPr>
          <w:cantSplit/>
          <w:trHeight w:val="403"/>
        </w:trPr>
        <w:tc>
          <w:tcPr>
            <w:tcW w:w="1560" w:type="dxa"/>
            <w:vMerge/>
          </w:tcPr>
          <w:p w14:paraId="6020F770" w14:textId="77777777" w:rsidR="000B7E27" w:rsidRDefault="000B7E27" w:rsidP="000B7E27">
            <w:pPr>
              <w:pStyle w:val="BodyText"/>
              <w:ind w:left="0"/>
              <w:jc w:val="center"/>
            </w:pPr>
          </w:p>
        </w:tc>
        <w:tc>
          <w:tcPr>
            <w:tcW w:w="1701" w:type="dxa"/>
            <w:vMerge/>
          </w:tcPr>
          <w:p w14:paraId="6BC18071" w14:textId="77777777" w:rsidR="000B7E27" w:rsidRPr="0047706C" w:rsidRDefault="000B7E27" w:rsidP="000B7E27">
            <w:pPr>
              <w:pStyle w:val="BodyText"/>
              <w:ind w:left="34" w:hanging="34"/>
              <w:rPr>
                <w:highlight w:val="yellow"/>
              </w:rPr>
            </w:pPr>
          </w:p>
        </w:tc>
        <w:tc>
          <w:tcPr>
            <w:tcW w:w="3244" w:type="dxa"/>
            <w:shd w:val="clear" w:color="auto" w:fill="FFFFFF" w:themeFill="background1"/>
          </w:tcPr>
          <w:p w14:paraId="79695972" w14:textId="77777777" w:rsidR="000B7E27" w:rsidRPr="006662E2" w:rsidRDefault="000B7E27" w:rsidP="000B7E27">
            <w:pPr>
              <w:pStyle w:val="BodyText"/>
              <w:ind w:left="34" w:hanging="34"/>
            </w:pPr>
            <w:r>
              <w:t>16815 – Rules for when the validation of an active and verified IHI returns the same IHI number and same IHI record status but with a different IHI status</w:t>
            </w:r>
          </w:p>
        </w:tc>
        <w:tc>
          <w:tcPr>
            <w:tcW w:w="1717" w:type="dxa"/>
            <w:shd w:val="clear" w:color="auto" w:fill="FFFFFF" w:themeFill="background1"/>
          </w:tcPr>
          <w:p w14:paraId="599967EB" w14:textId="77777777" w:rsidR="000B7E27" w:rsidRPr="006662E2" w:rsidRDefault="000B7E27" w:rsidP="000B7E27">
            <w:pPr>
              <w:pStyle w:val="BodyText"/>
              <w:ind w:left="34" w:hanging="34"/>
            </w:pPr>
            <w:r w:rsidRPr="006662E2">
              <w:t>UC.330</w:t>
            </w:r>
          </w:p>
        </w:tc>
        <w:tc>
          <w:tcPr>
            <w:tcW w:w="1417" w:type="dxa"/>
            <w:shd w:val="clear" w:color="auto" w:fill="FFFFFF" w:themeFill="background1"/>
          </w:tcPr>
          <w:p w14:paraId="6D3485CC"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shd w:val="clear" w:color="auto" w:fill="FFFFFF" w:themeFill="background1"/>
          </w:tcPr>
          <w:p w14:paraId="12FDE4BD" w14:textId="2D27A133" w:rsidR="000B7E27" w:rsidRPr="006662E2" w:rsidRDefault="00455296" w:rsidP="008836E0">
            <w:r>
              <w:t>UC.330 - Part B</w:t>
            </w:r>
          </w:p>
        </w:tc>
        <w:tc>
          <w:tcPr>
            <w:tcW w:w="1559" w:type="dxa"/>
            <w:shd w:val="clear" w:color="auto" w:fill="FFFFFF" w:themeFill="background1"/>
          </w:tcPr>
          <w:p w14:paraId="313CE36E" w14:textId="77777777" w:rsidR="000B7E27" w:rsidRPr="006662E2" w:rsidRDefault="000B7E27" w:rsidP="000B7E27">
            <w:pPr>
              <w:pStyle w:val="BodyText"/>
              <w:ind w:left="79"/>
            </w:pPr>
            <w:r w:rsidRPr="006662E2">
              <w:t>PRES-70a</w:t>
            </w:r>
          </w:p>
        </w:tc>
        <w:tc>
          <w:tcPr>
            <w:tcW w:w="1305" w:type="dxa"/>
          </w:tcPr>
          <w:p w14:paraId="07EDB25B" w14:textId="77777777" w:rsidR="000B7E27" w:rsidRPr="00B619F6" w:rsidRDefault="000B7E27" w:rsidP="000B7E27">
            <w:pPr>
              <w:pStyle w:val="BodyText"/>
              <w:overflowPunct w:val="0"/>
              <w:ind w:left="34" w:hanging="34"/>
            </w:pPr>
          </w:p>
        </w:tc>
      </w:tr>
      <w:tr w:rsidR="00455296" w:rsidRPr="00B619F6" w14:paraId="754752DA" w14:textId="77777777" w:rsidTr="000B7E27">
        <w:trPr>
          <w:cantSplit/>
          <w:trHeight w:val="403"/>
        </w:trPr>
        <w:tc>
          <w:tcPr>
            <w:tcW w:w="1560" w:type="dxa"/>
            <w:vMerge/>
          </w:tcPr>
          <w:p w14:paraId="5E98AF6D" w14:textId="77777777" w:rsidR="00455296" w:rsidRDefault="00455296" w:rsidP="00455296">
            <w:pPr>
              <w:pStyle w:val="BodyText"/>
              <w:ind w:left="0"/>
              <w:jc w:val="center"/>
            </w:pPr>
          </w:p>
        </w:tc>
        <w:tc>
          <w:tcPr>
            <w:tcW w:w="1701" w:type="dxa"/>
            <w:vMerge w:val="restart"/>
          </w:tcPr>
          <w:p w14:paraId="228ECC08" w14:textId="77777777" w:rsidR="00455296" w:rsidRPr="0047706C" w:rsidRDefault="00455296" w:rsidP="00455296">
            <w:pPr>
              <w:pStyle w:val="BodyText"/>
              <w:ind w:left="34" w:hanging="34"/>
              <w:rPr>
                <w:highlight w:val="yellow"/>
              </w:rPr>
            </w:pPr>
            <w:r w:rsidRPr="002773CC">
              <w:t>Conditional</w:t>
            </w:r>
          </w:p>
        </w:tc>
        <w:tc>
          <w:tcPr>
            <w:tcW w:w="3244" w:type="dxa"/>
          </w:tcPr>
          <w:p w14:paraId="53C33403" w14:textId="77777777" w:rsidR="00455296" w:rsidRDefault="00455296" w:rsidP="00455296">
            <w:pPr>
              <w:pStyle w:val="BodyText"/>
              <w:ind w:left="34" w:hanging="34"/>
            </w:pPr>
            <w:r>
              <w:t xml:space="preserve">UC.010 – Register patient </w:t>
            </w:r>
          </w:p>
          <w:p w14:paraId="5B3603CE" w14:textId="179F5D44" w:rsidR="00455296" w:rsidRPr="006662E2" w:rsidRDefault="00455296" w:rsidP="00455296">
            <w:pPr>
              <w:pStyle w:val="BodyText"/>
              <w:ind w:left="34" w:hanging="34"/>
            </w:pPr>
            <w:r>
              <w:t xml:space="preserve">Note: Not required for </w:t>
            </w:r>
            <w:r w:rsidR="005D06A6">
              <w:t>current</w:t>
            </w:r>
            <w:r>
              <w:t xml:space="preserve"> conformant systems</w:t>
            </w:r>
          </w:p>
        </w:tc>
        <w:tc>
          <w:tcPr>
            <w:tcW w:w="1717" w:type="dxa"/>
          </w:tcPr>
          <w:p w14:paraId="423CD8D1" w14:textId="6B6BCF96" w:rsidR="00455296" w:rsidRPr="006662E2" w:rsidRDefault="00455296" w:rsidP="00455296">
            <w:pPr>
              <w:pStyle w:val="BodyText"/>
              <w:ind w:left="34" w:hanging="34"/>
            </w:pPr>
            <w:r w:rsidRPr="006662E2">
              <w:t>UC.010</w:t>
            </w:r>
          </w:p>
        </w:tc>
        <w:tc>
          <w:tcPr>
            <w:tcW w:w="1417" w:type="dxa"/>
          </w:tcPr>
          <w:p w14:paraId="3356A1BE" w14:textId="7146FAC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D87CB5F" w14:textId="1716D072" w:rsidR="00455296" w:rsidRPr="006662E2" w:rsidRDefault="00455296" w:rsidP="008836E0">
            <w:r>
              <w:t>UC.010 - Parts A, B &amp; C</w:t>
            </w:r>
          </w:p>
        </w:tc>
        <w:tc>
          <w:tcPr>
            <w:tcW w:w="1559" w:type="dxa"/>
          </w:tcPr>
          <w:p w14:paraId="584F18F4" w14:textId="2E354BA2" w:rsidR="00455296" w:rsidRPr="006662E2" w:rsidRDefault="00455296" w:rsidP="00455296">
            <w:pPr>
              <w:pStyle w:val="BodyText"/>
              <w:ind w:left="79"/>
            </w:pPr>
            <w:r w:rsidRPr="006662E2">
              <w:t>PRES-70</w:t>
            </w:r>
          </w:p>
        </w:tc>
        <w:tc>
          <w:tcPr>
            <w:tcW w:w="1305" w:type="dxa"/>
          </w:tcPr>
          <w:p w14:paraId="6D7D26D3" w14:textId="27D18264" w:rsidR="00455296" w:rsidRPr="00B619F6" w:rsidRDefault="00455296" w:rsidP="00455296">
            <w:pPr>
              <w:pStyle w:val="BodyText"/>
              <w:overflowPunct w:val="0"/>
              <w:ind w:left="34" w:hanging="34"/>
            </w:pPr>
            <w:r>
              <w:t xml:space="preserve">See section </w:t>
            </w:r>
            <w:r>
              <w:fldChar w:fldCharType="begin"/>
            </w:r>
            <w:r>
              <w:instrText xml:space="preserve"> REF _Ref67038036 \r \h  \* MERGEFORMAT </w:instrText>
            </w:r>
            <w:r>
              <w:fldChar w:fldCharType="separate"/>
            </w:r>
            <w:r w:rsidR="007F3832">
              <w:t>5.4.2</w:t>
            </w:r>
            <w:r>
              <w:fldChar w:fldCharType="end"/>
            </w:r>
            <w:r>
              <w:t xml:space="preserve"> for UC.010</w:t>
            </w:r>
          </w:p>
        </w:tc>
      </w:tr>
      <w:tr w:rsidR="00455296" w:rsidRPr="00B619F6" w14:paraId="02DBF909" w14:textId="77777777" w:rsidTr="000B7E27">
        <w:trPr>
          <w:cantSplit/>
          <w:trHeight w:val="403"/>
        </w:trPr>
        <w:tc>
          <w:tcPr>
            <w:tcW w:w="1560" w:type="dxa"/>
            <w:vMerge/>
          </w:tcPr>
          <w:p w14:paraId="69D4F4E2" w14:textId="77777777" w:rsidR="00455296" w:rsidRDefault="00455296" w:rsidP="00455296">
            <w:pPr>
              <w:pStyle w:val="BodyText"/>
              <w:ind w:left="0"/>
              <w:jc w:val="center"/>
            </w:pPr>
          </w:p>
        </w:tc>
        <w:tc>
          <w:tcPr>
            <w:tcW w:w="1701" w:type="dxa"/>
            <w:vMerge/>
          </w:tcPr>
          <w:p w14:paraId="29C37472" w14:textId="77777777" w:rsidR="00455296" w:rsidRPr="002773CC" w:rsidRDefault="00455296" w:rsidP="00455296">
            <w:pPr>
              <w:pStyle w:val="BodyText"/>
              <w:ind w:left="34" w:hanging="34"/>
            </w:pPr>
          </w:p>
        </w:tc>
        <w:tc>
          <w:tcPr>
            <w:tcW w:w="3244" w:type="dxa"/>
          </w:tcPr>
          <w:p w14:paraId="0A92BE7A" w14:textId="4E733BA5" w:rsidR="00455296" w:rsidRDefault="00455296" w:rsidP="00455296">
            <w:pPr>
              <w:pStyle w:val="BodyText"/>
              <w:ind w:left="34" w:hanging="34"/>
            </w:pPr>
            <w:r>
              <w:t>UC.015 – Update patient health record</w:t>
            </w:r>
          </w:p>
          <w:p w14:paraId="4A56F3EF" w14:textId="2FC68914" w:rsidR="00455296" w:rsidRDefault="00455296" w:rsidP="00455296">
            <w:pPr>
              <w:pStyle w:val="BodyText"/>
              <w:ind w:left="34" w:hanging="34"/>
            </w:pPr>
            <w:r>
              <w:t xml:space="preserve">Note: Not required for </w:t>
            </w:r>
            <w:r w:rsidR="005D06A6">
              <w:t>current</w:t>
            </w:r>
            <w:r>
              <w:t xml:space="preserve"> conformant systems</w:t>
            </w:r>
          </w:p>
        </w:tc>
        <w:tc>
          <w:tcPr>
            <w:tcW w:w="1717" w:type="dxa"/>
          </w:tcPr>
          <w:p w14:paraId="04D8EC59" w14:textId="5B1769E5" w:rsidR="00455296" w:rsidRPr="006662E2" w:rsidRDefault="00455296" w:rsidP="00455296">
            <w:pPr>
              <w:pStyle w:val="BodyText"/>
              <w:ind w:left="34" w:hanging="34"/>
            </w:pPr>
            <w:r w:rsidRPr="006662E2">
              <w:t>UC.015</w:t>
            </w:r>
          </w:p>
        </w:tc>
        <w:tc>
          <w:tcPr>
            <w:tcW w:w="1417" w:type="dxa"/>
          </w:tcPr>
          <w:p w14:paraId="10EFC19D" w14:textId="2C465B7F" w:rsidR="00455296" w:rsidRPr="006B0757"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58E36F1D" w14:textId="0C2C51D8" w:rsidR="00455296" w:rsidRPr="006662E2" w:rsidRDefault="00455296" w:rsidP="008836E0">
            <w:r>
              <w:t>UC.015 - Parts A, B &amp; C</w:t>
            </w:r>
          </w:p>
        </w:tc>
        <w:tc>
          <w:tcPr>
            <w:tcW w:w="1559" w:type="dxa"/>
          </w:tcPr>
          <w:p w14:paraId="282A8587" w14:textId="2230E0CB" w:rsidR="00455296" w:rsidRPr="006662E2" w:rsidRDefault="00455296" w:rsidP="00455296">
            <w:pPr>
              <w:pStyle w:val="BodyText"/>
              <w:ind w:left="79"/>
            </w:pPr>
            <w:r w:rsidRPr="006662E2">
              <w:t>PRES-70</w:t>
            </w:r>
          </w:p>
        </w:tc>
        <w:tc>
          <w:tcPr>
            <w:tcW w:w="1305" w:type="dxa"/>
          </w:tcPr>
          <w:p w14:paraId="0251454B" w14:textId="039E1C9C" w:rsidR="00455296" w:rsidRPr="00B619F6" w:rsidRDefault="00455296" w:rsidP="00455296">
            <w:pPr>
              <w:pStyle w:val="BodyText"/>
              <w:overflowPunct w:val="0"/>
              <w:ind w:left="34" w:hanging="34"/>
            </w:pPr>
            <w:r>
              <w:t xml:space="preserve">See section </w:t>
            </w:r>
            <w:r>
              <w:fldChar w:fldCharType="begin"/>
            </w:r>
            <w:r>
              <w:instrText xml:space="preserve"> REF _Ref67038046 \r \h  \* MERGEFORMAT </w:instrText>
            </w:r>
            <w:r>
              <w:fldChar w:fldCharType="separate"/>
            </w:r>
            <w:r w:rsidR="007F3832">
              <w:t>5.4.2</w:t>
            </w:r>
            <w:r>
              <w:fldChar w:fldCharType="end"/>
            </w:r>
            <w:r>
              <w:t xml:space="preserve"> for UC.015</w:t>
            </w:r>
          </w:p>
        </w:tc>
      </w:tr>
      <w:tr w:rsidR="00455296" w:rsidRPr="00B619F6" w14:paraId="14A55C51" w14:textId="77777777" w:rsidTr="000B7E27">
        <w:trPr>
          <w:cantSplit/>
          <w:trHeight w:val="403"/>
        </w:trPr>
        <w:tc>
          <w:tcPr>
            <w:tcW w:w="1560" w:type="dxa"/>
            <w:vMerge/>
          </w:tcPr>
          <w:p w14:paraId="1C192053" w14:textId="77777777" w:rsidR="00455296" w:rsidRDefault="00455296" w:rsidP="00455296">
            <w:pPr>
              <w:pStyle w:val="BodyText"/>
              <w:ind w:left="0"/>
              <w:jc w:val="center"/>
            </w:pPr>
          </w:p>
        </w:tc>
        <w:tc>
          <w:tcPr>
            <w:tcW w:w="1701" w:type="dxa"/>
            <w:vMerge/>
          </w:tcPr>
          <w:p w14:paraId="0AF9DB4F" w14:textId="77777777" w:rsidR="00455296" w:rsidRPr="002773CC" w:rsidRDefault="00455296" w:rsidP="00455296">
            <w:pPr>
              <w:pStyle w:val="BodyText"/>
              <w:ind w:left="34" w:hanging="34"/>
            </w:pPr>
          </w:p>
        </w:tc>
        <w:tc>
          <w:tcPr>
            <w:tcW w:w="3244" w:type="dxa"/>
          </w:tcPr>
          <w:p w14:paraId="2E5F204B" w14:textId="22BFACF3" w:rsidR="00455296" w:rsidRDefault="00455296" w:rsidP="00455296">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1266B8BD" w14:textId="2E5AB34E" w:rsidR="00455296" w:rsidRPr="006662E2" w:rsidRDefault="00455296" w:rsidP="00455296">
            <w:pPr>
              <w:pStyle w:val="BodyText"/>
              <w:ind w:left="34" w:hanging="34"/>
            </w:pPr>
            <w:r w:rsidRPr="006662E2">
              <w:t>UC.330</w:t>
            </w:r>
          </w:p>
        </w:tc>
        <w:tc>
          <w:tcPr>
            <w:tcW w:w="1417" w:type="dxa"/>
          </w:tcPr>
          <w:p w14:paraId="09C9D5D3" w14:textId="689D86AF" w:rsidR="00455296" w:rsidRPr="006B0757"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F1CA4BF" w14:textId="61D40E65" w:rsidR="00455296" w:rsidRPr="006662E2" w:rsidRDefault="00455296" w:rsidP="008836E0">
            <w:r>
              <w:t>UC.330 - Part B</w:t>
            </w:r>
          </w:p>
        </w:tc>
        <w:tc>
          <w:tcPr>
            <w:tcW w:w="1559" w:type="dxa"/>
          </w:tcPr>
          <w:p w14:paraId="7E44CF1F" w14:textId="77777777" w:rsidR="00455296" w:rsidRDefault="00455296" w:rsidP="00455296">
            <w:pPr>
              <w:pStyle w:val="BodyText"/>
              <w:ind w:left="79"/>
            </w:pPr>
            <w:r w:rsidRPr="006662E2">
              <w:t>PRES-73</w:t>
            </w:r>
            <w:r>
              <w:t xml:space="preserve"> </w:t>
            </w:r>
          </w:p>
          <w:p w14:paraId="28E8E37E" w14:textId="30CAD984" w:rsidR="00455296" w:rsidRPr="006662E2" w:rsidRDefault="00455296" w:rsidP="00455296">
            <w:pPr>
              <w:pStyle w:val="BodyText"/>
              <w:ind w:left="79"/>
            </w:pPr>
            <w:r>
              <w:t>(if accessing to ASLR)</w:t>
            </w:r>
          </w:p>
        </w:tc>
        <w:tc>
          <w:tcPr>
            <w:tcW w:w="1305" w:type="dxa"/>
          </w:tcPr>
          <w:p w14:paraId="096C23C8" w14:textId="77777777" w:rsidR="00455296" w:rsidRPr="00B619F6" w:rsidRDefault="00455296" w:rsidP="00455296">
            <w:pPr>
              <w:pStyle w:val="BodyText"/>
              <w:overflowPunct w:val="0"/>
              <w:ind w:left="34" w:hanging="34"/>
            </w:pPr>
          </w:p>
        </w:tc>
      </w:tr>
      <w:tr w:rsidR="00455296" w:rsidRPr="00B619F6" w14:paraId="1EBD9EFF" w14:textId="77777777" w:rsidTr="000B7E27">
        <w:trPr>
          <w:cantSplit/>
          <w:trHeight w:val="403"/>
        </w:trPr>
        <w:tc>
          <w:tcPr>
            <w:tcW w:w="1560" w:type="dxa"/>
            <w:vMerge/>
          </w:tcPr>
          <w:p w14:paraId="4C426C1B" w14:textId="77777777" w:rsidR="00455296" w:rsidRDefault="00455296" w:rsidP="00455296">
            <w:pPr>
              <w:pStyle w:val="BodyText"/>
              <w:ind w:left="0"/>
              <w:jc w:val="center"/>
            </w:pPr>
          </w:p>
        </w:tc>
        <w:tc>
          <w:tcPr>
            <w:tcW w:w="1701" w:type="dxa"/>
            <w:vMerge/>
          </w:tcPr>
          <w:p w14:paraId="2B3A2BD7" w14:textId="77777777" w:rsidR="00455296" w:rsidRPr="0047706C" w:rsidRDefault="00455296" w:rsidP="00455296">
            <w:pPr>
              <w:pStyle w:val="BodyText"/>
              <w:ind w:left="34" w:hanging="34"/>
              <w:rPr>
                <w:highlight w:val="yellow"/>
              </w:rPr>
            </w:pPr>
          </w:p>
        </w:tc>
        <w:tc>
          <w:tcPr>
            <w:tcW w:w="3244" w:type="dxa"/>
          </w:tcPr>
          <w:p w14:paraId="71B09D63" w14:textId="77777777" w:rsidR="00455296" w:rsidRPr="006662E2" w:rsidRDefault="00455296" w:rsidP="00455296">
            <w:pPr>
              <w:pStyle w:val="BodyText"/>
              <w:ind w:left="34" w:hanging="34"/>
            </w:pPr>
            <w:r>
              <w:t>16813 – Actions for when validation of a verified IHI returns a ‘resolved’ information message and a different IHI number</w:t>
            </w:r>
          </w:p>
        </w:tc>
        <w:tc>
          <w:tcPr>
            <w:tcW w:w="1717" w:type="dxa"/>
          </w:tcPr>
          <w:p w14:paraId="1F92C758" w14:textId="77777777" w:rsidR="00455296" w:rsidRPr="006662E2" w:rsidRDefault="00455296" w:rsidP="00455296">
            <w:pPr>
              <w:pStyle w:val="BodyText"/>
              <w:ind w:left="34" w:hanging="34"/>
            </w:pPr>
            <w:r w:rsidRPr="006662E2">
              <w:t>UC.330</w:t>
            </w:r>
          </w:p>
        </w:tc>
        <w:tc>
          <w:tcPr>
            <w:tcW w:w="1417" w:type="dxa"/>
          </w:tcPr>
          <w:p w14:paraId="5CF62F7E"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B88DB46" w14:textId="6BB6BB02" w:rsidR="00455296" w:rsidRPr="006662E2" w:rsidRDefault="00455296" w:rsidP="008836E0">
            <w:r>
              <w:t>UC.330 - Part B</w:t>
            </w:r>
          </w:p>
        </w:tc>
        <w:tc>
          <w:tcPr>
            <w:tcW w:w="1559" w:type="dxa"/>
          </w:tcPr>
          <w:p w14:paraId="7C50F8D9" w14:textId="77777777" w:rsidR="00455296" w:rsidRDefault="00455296" w:rsidP="00455296">
            <w:pPr>
              <w:pStyle w:val="BodyText"/>
              <w:ind w:left="79"/>
            </w:pPr>
            <w:r w:rsidRPr="006662E2">
              <w:t>PRES-73</w:t>
            </w:r>
          </w:p>
          <w:p w14:paraId="496796BD" w14:textId="77777777" w:rsidR="00455296" w:rsidRPr="006662E2" w:rsidRDefault="00455296" w:rsidP="00455296">
            <w:pPr>
              <w:pStyle w:val="BodyText"/>
              <w:ind w:left="79"/>
            </w:pPr>
            <w:r>
              <w:t>(if accessing to ASLR)</w:t>
            </w:r>
          </w:p>
        </w:tc>
        <w:tc>
          <w:tcPr>
            <w:tcW w:w="1305" w:type="dxa"/>
          </w:tcPr>
          <w:p w14:paraId="260EBEE2" w14:textId="77777777" w:rsidR="00455296" w:rsidRPr="00B619F6" w:rsidRDefault="00455296" w:rsidP="00455296">
            <w:pPr>
              <w:pStyle w:val="BodyText"/>
              <w:overflowPunct w:val="0"/>
              <w:ind w:left="34" w:hanging="34"/>
            </w:pPr>
          </w:p>
        </w:tc>
      </w:tr>
      <w:tr w:rsidR="00455296" w:rsidRPr="00B619F6" w14:paraId="470D5965" w14:textId="77777777" w:rsidTr="000B7E27">
        <w:trPr>
          <w:cantSplit/>
          <w:trHeight w:val="403"/>
        </w:trPr>
        <w:tc>
          <w:tcPr>
            <w:tcW w:w="1560" w:type="dxa"/>
            <w:vMerge w:val="restart"/>
          </w:tcPr>
          <w:p w14:paraId="6B896DA2" w14:textId="5B45FC02" w:rsidR="00455296" w:rsidRPr="002773CC" w:rsidRDefault="00455296" w:rsidP="008836E0">
            <w:pPr>
              <w:pStyle w:val="BodyText"/>
              <w:ind w:left="0"/>
            </w:pPr>
            <w:r w:rsidRPr="006662E2">
              <w:fldChar w:fldCharType="begin">
                <w:ffData>
                  <w:name w:val="Check1"/>
                  <w:enabled/>
                  <w:calcOnExit w:val="0"/>
                  <w:checkBox>
                    <w:sizeAuto/>
                    <w:default w:val="0"/>
                    <w:checked w:val="0"/>
                  </w:checkBox>
                </w:ffData>
              </w:fldChar>
            </w:r>
            <w:r w:rsidRPr="006662E2">
              <w:instrText xml:space="preserve"> FORMCHECKBOX </w:instrText>
            </w:r>
            <w:r w:rsidR="007F3832">
              <w:fldChar w:fldCharType="separate"/>
            </w:r>
            <w:r w:rsidRPr="006662E2">
              <w:fldChar w:fldCharType="end"/>
            </w:r>
            <w:r>
              <w:t xml:space="preserve"> </w:t>
            </w:r>
            <w:r w:rsidRPr="002773CC">
              <w:t>Med Charts Direct PDS</w:t>
            </w:r>
          </w:p>
        </w:tc>
        <w:tc>
          <w:tcPr>
            <w:tcW w:w="1701" w:type="dxa"/>
            <w:vMerge w:val="restart"/>
          </w:tcPr>
          <w:p w14:paraId="123FC741" w14:textId="77777777" w:rsidR="00455296" w:rsidRPr="0047706C" w:rsidRDefault="00455296" w:rsidP="00455296">
            <w:pPr>
              <w:pStyle w:val="BodyText"/>
              <w:ind w:left="34" w:hanging="34"/>
              <w:rPr>
                <w:highlight w:val="yellow"/>
              </w:rPr>
            </w:pPr>
            <w:r>
              <w:t xml:space="preserve">Mandatory </w:t>
            </w:r>
          </w:p>
        </w:tc>
        <w:tc>
          <w:tcPr>
            <w:tcW w:w="3244" w:type="dxa"/>
          </w:tcPr>
          <w:p w14:paraId="4CB4AA33" w14:textId="77777777" w:rsidR="00455296" w:rsidRDefault="00455296" w:rsidP="00455296">
            <w:pPr>
              <w:pStyle w:val="BodyText"/>
              <w:ind w:left="34" w:hanging="34"/>
            </w:pPr>
            <w:r>
              <w:t xml:space="preserve">UC.010 – Register patient </w:t>
            </w:r>
          </w:p>
          <w:p w14:paraId="33CBD591" w14:textId="6C85E255" w:rsidR="00455296" w:rsidRPr="006662E2" w:rsidRDefault="00455296" w:rsidP="00455296">
            <w:pPr>
              <w:pStyle w:val="BodyText"/>
              <w:ind w:left="34" w:hanging="34"/>
            </w:pPr>
            <w:r>
              <w:t xml:space="preserve">Note: Not required for </w:t>
            </w:r>
            <w:r w:rsidR="005D06A6">
              <w:t>current</w:t>
            </w:r>
            <w:r>
              <w:t xml:space="preserve"> conformant systems</w:t>
            </w:r>
          </w:p>
        </w:tc>
        <w:tc>
          <w:tcPr>
            <w:tcW w:w="1717" w:type="dxa"/>
          </w:tcPr>
          <w:p w14:paraId="2DCCE40F" w14:textId="77777777" w:rsidR="00455296" w:rsidRPr="006662E2" w:rsidRDefault="00455296" w:rsidP="00455296">
            <w:pPr>
              <w:pStyle w:val="BodyText"/>
              <w:ind w:left="34" w:hanging="34"/>
            </w:pPr>
            <w:r w:rsidRPr="006662E2">
              <w:t>UC.010</w:t>
            </w:r>
          </w:p>
        </w:tc>
        <w:tc>
          <w:tcPr>
            <w:tcW w:w="1417" w:type="dxa"/>
          </w:tcPr>
          <w:p w14:paraId="2855D8C2" w14:textId="77777777" w:rsidR="00455296" w:rsidRPr="006662E2" w:rsidRDefault="00455296" w:rsidP="00455296">
            <w:pPr>
              <w:ind w:left="242"/>
              <w:jc w:val="center"/>
            </w:pPr>
            <w:r w:rsidRPr="006662E2">
              <w:fldChar w:fldCharType="begin">
                <w:ffData>
                  <w:name w:val="Check1"/>
                  <w:enabled/>
                  <w:calcOnExit w:val="0"/>
                  <w:checkBox>
                    <w:sizeAuto/>
                    <w:default w:val="0"/>
                    <w:checked w:val="0"/>
                  </w:checkBox>
                </w:ffData>
              </w:fldChar>
            </w:r>
            <w:r w:rsidRPr="006662E2">
              <w:instrText xml:space="preserve"> FORMCHECKBOX </w:instrText>
            </w:r>
            <w:r w:rsidR="007F3832">
              <w:fldChar w:fldCharType="separate"/>
            </w:r>
            <w:r w:rsidRPr="006662E2">
              <w:fldChar w:fldCharType="end"/>
            </w:r>
          </w:p>
        </w:tc>
        <w:tc>
          <w:tcPr>
            <w:tcW w:w="1843" w:type="dxa"/>
          </w:tcPr>
          <w:p w14:paraId="006964FF" w14:textId="5B620B7F" w:rsidR="00455296" w:rsidRPr="006662E2" w:rsidRDefault="00455296" w:rsidP="008836E0">
            <w:r>
              <w:t>UC.010 - Parts A, B &amp; C</w:t>
            </w:r>
          </w:p>
        </w:tc>
        <w:tc>
          <w:tcPr>
            <w:tcW w:w="1559" w:type="dxa"/>
          </w:tcPr>
          <w:p w14:paraId="665427EF" w14:textId="77777777" w:rsidR="00455296" w:rsidRPr="006662E2" w:rsidRDefault="00455296" w:rsidP="00455296">
            <w:pPr>
              <w:pStyle w:val="BodyText"/>
              <w:ind w:left="79"/>
            </w:pPr>
            <w:r w:rsidRPr="006662E2">
              <w:t>PRES-70</w:t>
            </w:r>
          </w:p>
        </w:tc>
        <w:tc>
          <w:tcPr>
            <w:tcW w:w="1305" w:type="dxa"/>
          </w:tcPr>
          <w:p w14:paraId="458CD67D" w14:textId="465D95D7" w:rsidR="00455296" w:rsidRPr="00B619F6" w:rsidRDefault="00455296" w:rsidP="00455296">
            <w:pPr>
              <w:pStyle w:val="BodyText"/>
              <w:overflowPunct w:val="0"/>
              <w:ind w:left="34" w:hanging="34"/>
            </w:pPr>
            <w:r>
              <w:t xml:space="preserve">See section </w:t>
            </w:r>
            <w:r>
              <w:fldChar w:fldCharType="begin"/>
            </w:r>
            <w:r>
              <w:instrText xml:space="preserve"> REF _Ref67038089 \r \h  \* MERGEFORMAT </w:instrText>
            </w:r>
            <w:r>
              <w:fldChar w:fldCharType="separate"/>
            </w:r>
            <w:r w:rsidR="007F3832">
              <w:t>5.4.1</w:t>
            </w:r>
            <w:r>
              <w:fldChar w:fldCharType="end"/>
            </w:r>
            <w:r>
              <w:t xml:space="preserve"> for UC.010 </w:t>
            </w:r>
          </w:p>
        </w:tc>
      </w:tr>
      <w:tr w:rsidR="00455296" w:rsidRPr="00B619F6" w14:paraId="777BE3CC" w14:textId="77777777" w:rsidTr="000B7E27">
        <w:trPr>
          <w:cantSplit/>
          <w:trHeight w:val="403"/>
        </w:trPr>
        <w:tc>
          <w:tcPr>
            <w:tcW w:w="1560" w:type="dxa"/>
            <w:vMerge/>
          </w:tcPr>
          <w:p w14:paraId="662B4551" w14:textId="77777777" w:rsidR="00455296" w:rsidRPr="002773CC" w:rsidRDefault="00455296" w:rsidP="00455296">
            <w:pPr>
              <w:pStyle w:val="BodyText"/>
              <w:ind w:left="0"/>
              <w:jc w:val="center"/>
            </w:pPr>
          </w:p>
        </w:tc>
        <w:tc>
          <w:tcPr>
            <w:tcW w:w="1701" w:type="dxa"/>
            <w:vMerge/>
          </w:tcPr>
          <w:p w14:paraId="250F1529" w14:textId="77777777" w:rsidR="00455296" w:rsidRPr="0047706C" w:rsidRDefault="00455296" w:rsidP="00455296">
            <w:pPr>
              <w:pStyle w:val="BodyText"/>
              <w:ind w:left="34" w:hanging="34"/>
              <w:rPr>
                <w:highlight w:val="yellow"/>
              </w:rPr>
            </w:pPr>
          </w:p>
        </w:tc>
        <w:tc>
          <w:tcPr>
            <w:tcW w:w="3244" w:type="dxa"/>
          </w:tcPr>
          <w:p w14:paraId="26BAF3C2" w14:textId="77777777" w:rsidR="00455296" w:rsidRDefault="00455296" w:rsidP="00455296">
            <w:pPr>
              <w:pStyle w:val="BodyText"/>
              <w:ind w:left="34" w:hanging="34"/>
            </w:pPr>
            <w:r>
              <w:t xml:space="preserve">UC.015 – Update patient health record </w:t>
            </w:r>
          </w:p>
          <w:p w14:paraId="4EAB8C7A" w14:textId="5706E7E2" w:rsidR="00455296" w:rsidRPr="006662E2" w:rsidRDefault="00455296" w:rsidP="00455296">
            <w:pPr>
              <w:pStyle w:val="BodyText"/>
              <w:ind w:left="34" w:hanging="34"/>
            </w:pPr>
            <w:r>
              <w:t xml:space="preserve">Note: Not required for </w:t>
            </w:r>
            <w:r w:rsidR="005D06A6">
              <w:t>current</w:t>
            </w:r>
            <w:r>
              <w:t xml:space="preserve"> conformant systems</w:t>
            </w:r>
          </w:p>
        </w:tc>
        <w:tc>
          <w:tcPr>
            <w:tcW w:w="1717" w:type="dxa"/>
          </w:tcPr>
          <w:p w14:paraId="26390235" w14:textId="77777777" w:rsidR="00455296" w:rsidRPr="006662E2" w:rsidRDefault="00455296" w:rsidP="00455296">
            <w:pPr>
              <w:pStyle w:val="BodyText"/>
              <w:ind w:left="34" w:hanging="34"/>
            </w:pPr>
            <w:r w:rsidRPr="006662E2">
              <w:t>UC.015</w:t>
            </w:r>
          </w:p>
        </w:tc>
        <w:tc>
          <w:tcPr>
            <w:tcW w:w="1417" w:type="dxa"/>
          </w:tcPr>
          <w:p w14:paraId="74167594"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CA9B62A" w14:textId="07A88F9C" w:rsidR="00455296" w:rsidRPr="006662E2" w:rsidRDefault="00455296" w:rsidP="008836E0">
            <w:r>
              <w:t>UC.015 - Parts A, B &amp; C</w:t>
            </w:r>
          </w:p>
        </w:tc>
        <w:tc>
          <w:tcPr>
            <w:tcW w:w="1559" w:type="dxa"/>
          </w:tcPr>
          <w:p w14:paraId="35BE256D" w14:textId="77777777" w:rsidR="00455296" w:rsidRPr="006662E2" w:rsidRDefault="00455296" w:rsidP="00455296">
            <w:pPr>
              <w:pStyle w:val="BodyText"/>
              <w:ind w:left="79"/>
            </w:pPr>
            <w:r w:rsidRPr="006662E2">
              <w:t>PRES-70</w:t>
            </w:r>
          </w:p>
        </w:tc>
        <w:tc>
          <w:tcPr>
            <w:tcW w:w="1305" w:type="dxa"/>
          </w:tcPr>
          <w:p w14:paraId="5AAE9AF7" w14:textId="2DF5AF8D" w:rsidR="00455296" w:rsidRPr="00B619F6" w:rsidRDefault="00455296" w:rsidP="00455296">
            <w:pPr>
              <w:pStyle w:val="BodyText"/>
              <w:overflowPunct w:val="0"/>
              <w:ind w:left="34" w:hanging="34"/>
            </w:pPr>
            <w:r>
              <w:t xml:space="preserve">See section </w:t>
            </w:r>
            <w:r>
              <w:fldChar w:fldCharType="begin"/>
            </w:r>
            <w:r>
              <w:instrText xml:space="preserve"> REF _Ref67038098 \r \h  \* MERGEFORMAT </w:instrText>
            </w:r>
            <w:r>
              <w:fldChar w:fldCharType="separate"/>
            </w:r>
            <w:r w:rsidR="007F3832">
              <w:t>5.4.1</w:t>
            </w:r>
            <w:r>
              <w:fldChar w:fldCharType="end"/>
            </w:r>
            <w:r>
              <w:t xml:space="preserve"> for UC.015</w:t>
            </w:r>
          </w:p>
        </w:tc>
      </w:tr>
      <w:tr w:rsidR="00455296" w:rsidRPr="00B619F6" w14:paraId="756EC710" w14:textId="77777777" w:rsidTr="000B7E27">
        <w:trPr>
          <w:cantSplit/>
          <w:trHeight w:val="403"/>
        </w:trPr>
        <w:tc>
          <w:tcPr>
            <w:tcW w:w="1560" w:type="dxa"/>
            <w:vMerge/>
          </w:tcPr>
          <w:p w14:paraId="66DF02CA" w14:textId="77777777" w:rsidR="00455296" w:rsidRPr="002773CC" w:rsidRDefault="00455296" w:rsidP="00455296">
            <w:pPr>
              <w:pStyle w:val="BodyText"/>
              <w:ind w:left="0"/>
              <w:jc w:val="center"/>
            </w:pPr>
          </w:p>
        </w:tc>
        <w:tc>
          <w:tcPr>
            <w:tcW w:w="1701" w:type="dxa"/>
            <w:vMerge/>
          </w:tcPr>
          <w:p w14:paraId="147AFEFD" w14:textId="77777777" w:rsidR="00455296" w:rsidRPr="0047706C" w:rsidRDefault="00455296" w:rsidP="00455296">
            <w:pPr>
              <w:pStyle w:val="BodyText"/>
              <w:ind w:left="34" w:hanging="34"/>
              <w:rPr>
                <w:highlight w:val="yellow"/>
              </w:rPr>
            </w:pPr>
          </w:p>
        </w:tc>
        <w:tc>
          <w:tcPr>
            <w:tcW w:w="3244" w:type="dxa"/>
          </w:tcPr>
          <w:p w14:paraId="4D94F033" w14:textId="77777777" w:rsidR="00455296" w:rsidRPr="006662E2" w:rsidRDefault="00455296" w:rsidP="00455296">
            <w:pPr>
              <w:pStyle w:val="BodyText"/>
              <w:ind w:left="34" w:hanging="34"/>
            </w:pPr>
            <w:r w:rsidRPr="008003B3">
              <w:t>5812</w:t>
            </w:r>
            <w:r>
              <w:t xml:space="preserve"> </w:t>
            </w:r>
            <w:r>
              <w:sym w:font="Symbol" w:char="F02D"/>
            </w:r>
            <w:r>
              <w:t xml:space="preserve"> </w:t>
            </w:r>
            <w:r w:rsidRPr="008003B3">
              <w:t>IHI number search</w:t>
            </w:r>
          </w:p>
        </w:tc>
        <w:tc>
          <w:tcPr>
            <w:tcW w:w="1717" w:type="dxa"/>
          </w:tcPr>
          <w:p w14:paraId="65CFA885" w14:textId="77777777" w:rsidR="00455296" w:rsidRPr="006662E2" w:rsidRDefault="00455296" w:rsidP="00455296">
            <w:pPr>
              <w:pStyle w:val="BodyText"/>
              <w:ind w:left="34" w:hanging="34"/>
            </w:pPr>
            <w:r w:rsidRPr="006662E2">
              <w:t>UC.010, UC.015</w:t>
            </w:r>
          </w:p>
        </w:tc>
        <w:tc>
          <w:tcPr>
            <w:tcW w:w="1417" w:type="dxa"/>
          </w:tcPr>
          <w:p w14:paraId="6A80E7E8"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E4D9734" w14:textId="344A7499" w:rsidR="00455296" w:rsidRPr="006662E2" w:rsidRDefault="00455296" w:rsidP="008836E0">
            <w:r>
              <w:t>UC.010 - Part C</w:t>
            </w:r>
            <w:r>
              <w:br/>
              <w:t>UC.015 - Part C</w:t>
            </w:r>
          </w:p>
        </w:tc>
        <w:tc>
          <w:tcPr>
            <w:tcW w:w="1559" w:type="dxa"/>
          </w:tcPr>
          <w:p w14:paraId="31AEA39F" w14:textId="77777777" w:rsidR="00455296" w:rsidRPr="006662E2" w:rsidRDefault="00455296" w:rsidP="00455296">
            <w:pPr>
              <w:pStyle w:val="BodyText"/>
              <w:ind w:left="79"/>
            </w:pPr>
            <w:r w:rsidRPr="006662E2">
              <w:t>PRES-70</w:t>
            </w:r>
          </w:p>
        </w:tc>
        <w:tc>
          <w:tcPr>
            <w:tcW w:w="1305" w:type="dxa"/>
          </w:tcPr>
          <w:p w14:paraId="13C7DCD0" w14:textId="77777777" w:rsidR="00455296" w:rsidRPr="00B619F6" w:rsidRDefault="00455296" w:rsidP="00455296">
            <w:pPr>
              <w:pStyle w:val="BodyText"/>
              <w:overflowPunct w:val="0"/>
              <w:ind w:left="34" w:hanging="34"/>
            </w:pPr>
          </w:p>
        </w:tc>
      </w:tr>
      <w:tr w:rsidR="00455296" w:rsidRPr="00B619F6" w14:paraId="714CD8FC" w14:textId="77777777" w:rsidTr="000B7E27">
        <w:trPr>
          <w:cantSplit/>
          <w:trHeight w:val="403"/>
        </w:trPr>
        <w:tc>
          <w:tcPr>
            <w:tcW w:w="1560" w:type="dxa"/>
            <w:vMerge/>
          </w:tcPr>
          <w:p w14:paraId="35D7B729" w14:textId="77777777" w:rsidR="00455296" w:rsidRPr="002773CC" w:rsidRDefault="00455296" w:rsidP="00455296">
            <w:pPr>
              <w:pStyle w:val="BodyText"/>
              <w:ind w:left="0"/>
              <w:jc w:val="center"/>
            </w:pPr>
          </w:p>
        </w:tc>
        <w:tc>
          <w:tcPr>
            <w:tcW w:w="1701" w:type="dxa"/>
            <w:vMerge/>
          </w:tcPr>
          <w:p w14:paraId="2F9A6D99" w14:textId="77777777" w:rsidR="00455296" w:rsidRPr="0047706C" w:rsidRDefault="00455296" w:rsidP="00455296">
            <w:pPr>
              <w:pStyle w:val="BodyText"/>
              <w:ind w:left="34" w:hanging="34"/>
              <w:rPr>
                <w:highlight w:val="yellow"/>
              </w:rPr>
            </w:pPr>
          </w:p>
        </w:tc>
        <w:tc>
          <w:tcPr>
            <w:tcW w:w="3244" w:type="dxa"/>
          </w:tcPr>
          <w:p w14:paraId="526B47EB" w14:textId="77777777" w:rsidR="00455296" w:rsidRPr="006662E2" w:rsidRDefault="00455296" w:rsidP="00455296">
            <w:pPr>
              <w:pStyle w:val="BodyText"/>
              <w:ind w:left="34" w:hanging="34"/>
            </w:pPr>
            <w:r w:rsidRPr="008003B3">
              <w:t>5813</w:t>
            </w:r>
            <w:r>
              <w:t xml:space="preserve"> </w:t>
            </w:r>
            <w:r>
              <w:sym w:font="Symbol" w:char="F02D"/>
            </w:r>
            <w:r>
              <w:t xml:space="preserve"> </w:t>
            </w:r>
            <w:r w:rsidRPr="008003B3">
              <w:t>Medicare card search</w:t>
            </w:r>
          </w:p>
        </w:tc>
        <w:tc>
          <w:tcPr>
            <w:tcW w:w="1717" w:type="dxa"/>
          </w:tcPr>
          <w:p w14:paraId="78B2EB31" w14:textId="77777777" w:rsidR="00455296" w:rsidRPr="006662E2" w:rsidRDefault="00455296" w:rsidP="00455296">
            <w:pPr>
              <w:pStyle w:val="BodyText"/>
              <w:ind w:left="34" w:hanging="34"/>
            </w:pPr>
            <w:r w:rsidRPr="006662E2">
              <w:t>UC.010, UC.015</w:t>
            </w:r>
          </w:p>
        </w:tc>
        <w:tc>
          <w:tcPr>
            <w:tcW w:w="1417" w:type="dxa"/>
          </w:tcPr>
          <w:p w14:paraId="02F5BB6E"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8240B8E" w14:textId="18D500CE" w:rsidR="00455296" w:rsidRPr="006662E2" w:rsidRDefault="00455296" w:rsidP="008836E0">
            <w:r>
              <w:t>UC.010 - Part C</w:t>
            </w:r>
            <w:r>
              <w:br/>
              <w:t>UC.015 - Part C</w:t>
            </w:r>
          </w:p>
        </w:tc>
        <w:tc>
          <w:tcPr>
            <w:tcW w:w="1559" w:type="dxa"/>
          </w:tcPr>
          <w:p w14:paraId="09DC20F5" w14:textId="77777777" w:rsidR="00455296" w:rsidRPr="006662E2" w:rsidRDefault="00455296" w:rsidP="00455296">
            <w:pPr>
              <w:pStyle w:val="BodyText"/>
              <w:ind w:left="79"/>
            </w:pPr>
            <w:r w:rsidRPr="006662E2">
              <w:t>PRES-70</w:t>
            </w:r>
          </w:p>
        </w:tc>
        <w:tc>
          <w:tcPr>
            <w:tcW w:w="1305" w:type="dxa"/>
          </w:tcPr>
          <w:p w14:paraId="5CE8FD5E" w14:textId="77777777" w:rsidR="00455296" w:rsidRPr="00B619F6" w:rsidRDefault="00455296" w:rsidP="00455296">
            <w:pPr>
              <w:pStyle w:val="BodyText"/>
              <w:overflowPunct w:val="0"/>
              <w:ind w:left="34" w:hanging="34"/>
            </w:pPr>
          </w:p>
        </w:tc>
      </w:tr>
      <w:tr w:rsidR="00455296" w:rsidRPr="00B619F6" w14:paraId="0B7F441A" w14:textId="77777777" w:rsidTr="000B7E27">
        <w:trPr>
          <w:cantSplit/>
          <w:trHeight w:val="403"/>
        </w:trPr>
        <w:tc>
          <w:tcPr>
            <w:tcW w:w="1560" w:type="dxa"/>
            <w:vMerge/>
          </w:tcPr>
          <w:p w14:paraId="2C2D3395" w14:textId="77777777" w:rsidR="00455296" w:rsidRPr="002773CC" w:rsidRDefault="00455296" w:rsidP="00455296">
            <w:pPr>
              <w:pStyle w:val="BodyText"/>
              <w:ind w:left="0"/>
              <w:jc w:val="center"/>
            </w:pPr>
          </w:p>
        </w:tc>
        <w:tc>
          <w:tcPr>
            <w:tcW w:w="1701" w:type="dxa"/>
            <w:vMerge/>
          </w:tcPr>
          <w:p w14:paraId="5D20B4AB" w14:textId="77777777" w:rsidR="00455296" w:rsidRPr="0047706C" w:rsidRDefault="00455296" w:rsidP="00455296">
            <w:pPr>
              <w:pStyle w:val="BodyText"/>
              <w:ind w:left="34" w:hanging="34"/>
              <w:rPr>
                <w:highlight w:val="yellow"/>
              </w:rPr>
            </w:pPr>
          </w:p>
        </w:tc>
        <w:tc>
          <w:tcPr>
            <w:tcW w:w="3244" w:type="dxa"/>
          </w:tcPr>
          <w:p w14:paraId="4ABFE048" w14:textId="77777777" w:rsidR="00455296" w:rsidRPr="006662E2" w:rsidRDefault="00455296" w:rsidP="00455296">
            <w:pPr>
              <w:pStyle w:val="BodyText"/>
              <w:ind w:left="34" w:hanging="34"/>
            </w:pPr>
            <w:r w:rsidRPr="008003B3">
              <w:t>5814</w:t>
            </w:r>
            <w:r>
              <w:t xml:space="preserve"> </w:t>
            </w:r>
            <w:r>
              <w:sym w:font="Symbol" w:char="F02D"/>
            </w:r>
            <w:r>
              <w:t xml:space="preserve"> </w:t>
            </w:r>
            <w:r w:rsidRPr="008003B3">
              <w:t>DVA File number search</w:t>
            </w:r>
          </w:p>
        </w:tc>
        <w:tc>
          <w:tcPr>
            <w:tcW w:w="1717" w:type="dxa"/>
          </w:tcPr>
          <w:p w14:paraId="3E0C1408" w14:textId="77777777" w:rsidR="00455296" w:rsidRPr="006662E2" w:rsidRDefault="00455296" w:rsidP="00455296">
            <w:pPr>
              <w:pStyle w:val="BodyText"/>
              <w:ind w:left="34" w:hanging="34"/>
            </w:pPr>
            <w:r w:rsidRPr="006662E2">
              <w:t>UC.010, UC.015</w:t>
            </w:r>
          </w:p>
        </w:tc>
        <w:tc>
          <w:tcPr>
            <w:tcW w:w="1417" w:type="dxa"/>
          </w:tcPr>
          <w:p w14:paraId="706943A1"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15477B2" w14:textId="196FE4F4" w:rsidR="00455296" w:rsidRPr="006662E2" w:rsidRDefault="00455296" w:rsidP="008836E0">
            <w:r>
              <w:t>UC.010 - Part C</w:t>
            </w:r>
            <w:r>
              <w:br/>
              <w:t>UC.015 - Part C</w:t>
            </w:r>
          </w:p>
        </w:tc>
        <w:tc>
          <w:tcPr>
            <w:tcW w:w="1559" w:type="dxa"/>
          </w:tcPr>
          <w:p w14:paraId="7080930B" w14:textId="77777777" w:rsidR="00455296" w:rsidRPr="006662E2" w:rsidRDefault="00455296" w:rsidP="00455296">
            <w:pPr>
              <w:pStyle w:val="BodyText"/>
              <w:ind w:left="79"/>
            </w:pPr>
            <w:r w:rsidRPr="006662E2">
              <w:t>PRES-70</w:t>
            </w:r>
          </w:p>
        </w:tc>
        <w:tc>
          <w:tcPr>
            <w:tcW w:w="1305" w:type="dxa"/>
          </w:tcPr>
          <w:p w14:paraId="0F9613B8" w14:textId="77777777" w:rsidR="00455296" w:rsidRPr="00B619F6" w:rsidRDefault="00455296" w:rsidP="00455296">
            <w:pPr>
              <w:pStyle w:val="BodyText"/>
              <w:overflowPunct w:val="0"/>
              <w:ind w:left="34" w:hanging="34"/>
            </w:pPr>
          </w:p>
        </w:tc>
      </w:tr>
      <w:tr w:rsidR="00455296" w:rsidRPr="00B619F6" w14:paraId="16E23281" w14:textId="77777777" w:rsidTr="000B7E27">
        <w:trPr>
          <w:cantSplit/>
          <w:trHeight w:val="403"/>
        </w:trPr>
        <w:tc>
          <w:tcPr>
            <w:tcW w:w="1560" w:type="dxa"/>
            <w:vMerge/>
          </w:tcPr>
          <w:p w14:paraId="2C644D26" w14:textId="77777777" w:rsidR="00455296" w:rsidRPr="002773CC" w:rsidRDefault="00455296" w:rsidP="00455296">
            <w:pPr>
              <w:pStyle w:val="BodyText"/>
              <w:ind w:left="0"/>
              <w:jc w:val="center"/>
            </w:pPr>
          </w:p>
        </w:tc>
        <w:tc>
          <w:tcPr>
            <w:tcW w:w="1701" w:type="dxa"/>
            <w:vMerge/>
          </w:tcPr>
          <w:p w14:paraId="1EF06B05" w14:textId="77777777" w:rsidR="00455296" w:rsidRPr="0047706C" w:rsidRDefault="00455296" w:rsidP="00455296">
            <w:pPr>
              <w:pStyle w:val="BodyText"/>
              <w:ind w:left="34" w:hanging="34"/>
              <w:rPr>
                <w:highlight w:val="yellow"/>
              </w:rPr>
            </w:pPr>
          </w:p>
        </w:tc>
        <w:tc>
          <w:tcPr>
            <w:tcW w:w="3244" w:type="dxa"/>
          </w:tcPr>
          <w:p w14:paraId="08466BD9" w14:textId="77777777" w:rsidR="00455296" w:rsidRPr="006662E2" w:rsidRDefault="00455296" w:rsidP="00455296">
            <w:pPr>
              <w:pStyle w:val="BodyText"/>
              <w:ind w:left="34" w:hanging="34"/>
            </w:pPr>
            <w:r w:rsidRPr="008003B3">
              <w:t>5818</w:t>
            </w:r>
            <w:r>
              <w:t xml:space="preserve"> </w:t>
            </w:r>
            <w:r>
              <w:sym w:font="Symbol" w:char="F02D"/>
            </w:r>
            <w:r>
              <w:t xml:space="preserve"> </w:t>
            </w:r>
            <w:r w:rsidRPr="008003B3">
              <w:t>Resubmit search with modified search criteria</w:t>
            </w:r>
          </w:p>
        </w:tc>
        <w:tc>
          <w:tcPr>
            <w:tcW w:w="1717" w:type="dxa"/>
          </w:tcPr>
          <w:p w14:paraId="10A40CD2" w14:textId="77777777" w:rsidR="00455296" w:rsidRPr="006662E2" w:rsidRDefault="00455296" w:rsidP="00455296">
            <w:pPr>
              <w:pStyle w:val="BodyText"/>
              <w:ind w:left="34" w:hanging="34"/>
            </w:pPr>
            <w:r w:rsidRPr="006662E2">
              <w:t>UC.010, UC.015</w:t>
            </w:r>
          </w:p>
        </w:tc>
        <w:tc>
          <w:tcPr>
            <w:tcW w:w="1417" w:type="dxa"/>
          </w:tcPr>
          <w:p w14:paraId="008C957B"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C4F4436" w14:textId="4B32EE7C" w:rsidR="00455296" w:rsidRPr="006662E2" w:rsidRDefault="00455296" w:rsidP="008836E0">
            <w:r>
              <w:t>UC.010 - Part C</w:t>
            </w:r>
            <w:r>
              <w:br/>
              <w:t>UC.015 - Part C</w:t>
            </w:r>
          </w:p>
        </w:tc>
        <w:tc>
          <w:tcPr>
            <w:tcW w:w="1559" w:type="dxa"/>
          </w:tcPr>
          <w:p w14:paraId="77F88BC1" w14:textId="77777777" w:rsidR="00455296" w:rsidRPr="006662E2" w:rsidRDefault="00455296" w:rsidP="00455296">
            <w:pPr>
              <w:pStyle w:val="BodyText"/>
              <w:ind w:left="79"/>
            </w:pPr>
            <w:r w:rsidRPr="006662E2">
              <w:t>PRES-70</w:t>
            </w:r>
          </w:p>
        </w:tc>
        <w:tc>
          <w:tcPr>
            <w:tcW w:w="1305" w:type="dxa"/>
          </w:tcPr>
          <w:p w14:paraId="1516630A" w14:textId="77777777" w:rsidR="00455296" w:rsidRPr="00B619F6" w:rsidRDefault="00455296" w:rsidP="00455296">
            <w:pPr>
              <w:pStyle w:val="BodyText"/>
              <w:overflowPunct w:val="0"/>
              <w:ind w:left="34" w:hanging="34"/>
            </w:pPr>
          </w:p>
        </w:tc>
      </w:tr>
      <w:tr w:rsidR="00F54A5E" w:rsidRPr="00B619F6" w14:paraId="3E06D406" w14:textId="77777777" w:rsidTr="000B7E27">
        <w:trPr>
          <w:cantSplit/>
          <w:trHeight w:val="403"/>
        </w:trPr>
        <w:tc>
          <w:tcPr>
            <w:tcW w:w="1560" w:type="dxa"/>
            <w:vMerge/>
          </w:tcPr>
          <w:p w14:paraId="7EB8375B" w14:textId="77777777" w:rsidR="00F54A5E" w:rsidRPr="002773CC" w:rsidRDefault="00F54A5E" w:rsidP="00F54A5E">
            <w:pPr>
              <w:pStyle w:val="BodyText"/>
              <w:ind w:left="0"/>
              <w:jc w:val="center"/>
            </w:pPr>
          </w:p>
        </w:tc>
        <w:tc>
          <w:tcPr>
            <w:tcW w:w="1701" w:type="dxa"/>
            <w:vMerge w:val="restart"/>
            <w:shd w:val="clear" w:color="auto" w:fill="FFFFFF" w:themeFill="background1"/>
          </w:tcPr>
          <w:p w14:paraId="7C309C9C" w14:textId="77777777" w:rsidR="00F54A5E" w:rsidRPr="002773CC" w:rsidRDefault="00F54A5E" w:rsidP="00F54A5E">
            <w:pPr>
              <w:pStyle w:val="BodyText"/>
              <w:ind w:left="34" w:hanging="34"/>
            </w:pPr>
            <w:r w:rsidRPr="002773CC">
              <w:t>Recommended</w:t>
            </w:r>
          </w:p>
        </w:tc>
        <w:tc>
          <w:tcPr>
            <w:tcW w:w="3244" w:type="dxa"/>
          </w:tcPr>
          <w:p w14:paraId="6FF504EE" w14:textId="77777777" w:rsidR="00F54A5E" w:rsidRPr="006662E2" w:rsidRDefault="00F54A5E" w:rsidP="00F54A5E">
            <w:pPr>
              <w:pStyle w:val="BodyText"/>
              <w:ind w:left="34" w:hanging="34"/>
            </w:pPr>
            <w:r>
              <w:t xml:space="preserve">21561 - Inclusion of a healthcare identifier in an </w:t>
            </w:r>
            <w:r>
              <w:rPr>
                <w:rFonts w:cs="MS Shell Dlg"/>
                <w:szCs w:val="20"/>
              </w:rPr>
              <w:t>eHealth message/</w:t>
            </w:r>
            <w:r>
              <w:t xml:space="preserve">document with an </w:t>
            </w:r>
            <w:r w:rsidRPr="00CE62D3">
              <w:t xml:space="preserve">unresolved exception </w:t>
            </w:r>
            <w:r>
              <w:t xml:space="preserve">or </w:t>
            </w:r>
            <w:r w:rsidRPr="00CE62D3">
              <w:t>alert</w:t>
            </w:r>
          </w:p>
        </w:tc>
        <w:tc>
          <w:tcPr>
            <w:tcW w:w="1717" w:type="dxa"/>
          </w:tcPr>
          <w:p w14:paraId="25CB0CD5" w14:textId="77777777" w:rsidR="00F54A5E" w:rsidRPr="006662E2" w:rsidRDefault="00F54A5E" w:rsidP="00F54A5E">
            <w:pPr>
              <w:pStyle w:val="BodyText"/>
              <w:ind w:left="34" w:hanging="34"/>
            </w:pPr>
            <w:r w:rsidRPr="006662E2">
              <w:t>UC.330</w:t>
            </w:r>
          </w:p>
        </w:tc>
        <w:tc>
          <w:tcPr>
            <w:tcW w:w="1417" w:type="dxa"/>
          </w:tcPr>
          <w:p w14:paraId="79B81048" w14:textId="77777777" w:rsidR="00F54A5E" w:rsidRPr="006662E2"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555903F" w14:textId="28B5BAA8" w:rsidR="00F54A5E" w:rsidRPr="006662E2" w:rsidRDefault="00F54A5E" w:rsidP="008836E0">
            <w:pPr>
              <w:ind w:left="37"/>
            </w:pPr>
            <w:r>
              <w:t>UC.330 - Part B</w:t>
            </w:r>
          </w:p>
        </w:tc>
        <w:tc>
          <w:tcPr>
            <w:tcW w:w="1559" w:type="dxa"/>
          </w:tcPr>
          <w:p w14:paraId="5E8B7E8D" w14:textId="77777777" w:rsidR="00F54A5E" w:rsidRPr="006662E2" w:rsidRDefault="00F54A5E" w:rsidP="00F54A5E">
            <w:pPr>
              <w:pStyle w:val="BodyText"/>
              <w:ind w:left="79"/>
            </w:pPr>
            <w:r w:rsidRPr="006662E2">
              <w:t>PRES-71</w:t>
            </w:r>
          </w:p>
        </w:tc>
        <w:tc>
          <w:tcPr>
            <w:tcW w:w="1305" w:type="dxa"/>
          </w:tcPr>
          <w:p w14:paraId="2882D3DF" w14:textId="77777777" w:rsidR="00F54A5E" w:rsidRPr="00B619F6" w:rsidRDefault="00F54A5E" w:rsidP="00F54A5E">
            <w:pPr>
              <w:pStyle w:val="BodyText"/>
              <w:overflowPunct w:val="0"/>
              <w:ind w:left="34" w:hanging="34"/>
            </w:pPr>
          </w:p>
        </w:tc>
      </w:tr>
      <w:tr w:rsidR="00F54A5E" w:rsidRPr="00B619F6" w14:paraId="1EFFC650" w14:textId="77777777" w:rsidTr="000B7E27">
        <w:trPr>
          <w:cantSplit/>
          <w:trHeight w:val="403"/>
        </w:trPr>
        <w:tc>
          <w:tcPr>
            <w:tcW w:w="1560" w:type="dxa"/>
            <w:vMerge/>
          </w:tcPr>
          <w:p w14:paraId="2700C4FF" w14:textId="77777777" w:rsidR="00F54A5E" w:rsidRPr="002773CC" w:rsidRDefault="00F54A5E" w:rsidP="00F54A5E">
            <w:pPr>
              <w:pStyle w:val="BodyText"/>
              <w:ind w:left="0"/>
              <w:jc w:val="center"/>
            </w:pPr>
          </w:p>
        </w:tc>
        <w:tc>
          <w:tcPr>
            <w:tcW w:w="1701" w:type="dxa"/>
            <w:vMerge/>
            <w:shd w:val="clear" w:color="auto" w:fill="FFFFFF" w:themeFill="background1"/>
          </w:tcPr>
          <w:p w14:paraId="639223CE" w14:textId="77777777" w:rsidR="00F54A5E" w:rsidRPr="0047706C" w:rsidRDefault="00F54A5E" w:rsidP="00F54A5E">
            <w:pPr>
              <w:pStyle w:val="BodyText"/>
              <w:ind w:left="34" w:hanging="34"/>
              <w:rPr>
                <w:highlight w:val="yellow"/>
              </w:rPr>
            </w:pPr>
          </w:p>
        </w:tc>
        <w:tc>
          <w:tcPr>
            <w:tcW w:w="3244" w:type="dxa"/>
          </w:tcPr>
          <w:p w14:paraId="78748660" w14:textId="77777777" w:rsidR="00F54A5E" w:rsidRPr="006662E2" w:rsidRDefault="00F54A5E" w:rsidP="00F54A5E">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29540A56" w14:textId="77777777" w:rsidR="00F54A5E" w:rsidRPr="006662E2" w:rsidRDefault="00F54A5E" w:rsidP="00F54A5E">
            <w:pPr>
              <w:pStyle w:val="BodyText"/>
              <w:ind w:left="34" w:hanging="34"/>
            </w:pPr>
            <w:r w:rsidRPr="006662E2">
              <w:t>UC.330</w:t>
            </w:r>
          </w:p>
        </w:tc>
        <w:tc>
          <w:tcPr>
            <w:tcW w:w="1417" w:type="dxa"/>
          </w:tcPr>
          <w:p w14:paraId="181D49A8" w14:textId="77777777" w:rsidR="00F54A5E" w:rsidRPr="006662E2"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69F5F4A" w14:textId="7FB0650C" w:rsidR="00F54A5E" w:rsidRPr="006662E2" w:rsidRDefault="00F54A5E" w:rsidP="008836E0">
            <w:pPr>
              <w:ind w:left="37"/>
            </w:pPr>
            <w:r>
              <w:t>UC.330 - Part B</w:t>
            </w:r>
          </w:p>
        </w:tc>
        <w:tc>
          <w:tcPr>
            <w:tcW w:w="1559" w:type="dxa"/>
          </w:tcPr>
          <w:p w14:paraId="1B1768A3" w14:textId="77777777" w:rsidR="00F54A5E" w:rsidRPr="006662E2" w:rsidRDefault="00F54A5E" w:rsidP="00F54A5E">
            <w:pPr>
              <w:pStyle w:val="BodyText"/>
              <w:ind w:left="79"/>
            </w:pPr>
            <w:r w:rsidRPr="006662E2">
              <w:t>PRES-71</w:t>
            </w:r>
          </w:p>
        </w:tc>
        <w:tc>
          <w:tcPr>
            <w:tcW w:w="1305" w:type="dxa"/>
          </w:tcPr>
          <w:p w14:paraId="6C15E504" w14:textId="77777777" w:rsidR="00F54A5E" w:rsidRPr="00B619F6" w:rsidRDefault="00F54A5E" w:rsidP="00F54A5E">
            <w:pPr>
              <w:pStyle w:val="BodyText"/>
              <w:overflowPunct w:val="0"/>
              <w:ind w:left="34" w:hanging="34"/>
            </w:pPr>
          </w:p>
        </w:tc>
      </w:tr>
      <w:tr w:rsidR="00F54A5E" w:rsidRPr="00B619F6" w14:paraId="45209AEE" w14:textId="77777777" w:rsidTr="000B7E27">
        <w:trPr>
          <w:cantSplit/>
          <w:trHeight w:val="403"/>
        </w:trPr>
        <w:tc>
          <w:tcPr>
            <w:tcW w:w="1560" w:type="dxa"/>
            <w:vMerge/>
          </w:tcPr>
          <w:p w14:paraId="5567A847" w14:textId="77777777" w:rsidR="00F54A5E" w:rsidRPr="002773CC" w:rsidRDefault="00F54A5E" w:rsidP="00F54A5E">
            <w:pPr>
              <w:pStyle w:val="BodyText"/>
              <w:ind w:left="0"/>
              <w:jc w:val="center"/>
            </w:pPr>
          </w:p>
        </w:tc>
        <w:tc>
          <w:tcPr>
            <w:tcW w:w="1701" w:type="dxa"/>
            <w:vMerge/>
            <w:shd w:val="clear" w:color="auto" w:fill="FFFFFF" w:themeFill="background1"/>
          </w:tcPr>
          <w:p w14:paraId="04AF94FF" w14:textId="77777777" w:rsidR="00F54A5E" w:rsidRPr="0047706C" w:rsidRDefault="00F54A5E" w:rsidP="00F54A5E">
            <w:pPr>
              <w:pStyle w:val="BodyText"/>
              <w:ind w:left="34" w:hanging="34"/>
              <w:rPr>
                <w:highlight w:val="yellow"/>
              </w:rPr>
            </w:pPr>
          </w:p>
        </w:tc>
        <w:tc>
          <w:tcPr>
            <w:tcW w:w="3244" w:type="dxa"/>
          </w:tcPr>
          <w:p w14:paraId="5EF3AF03" w14:textId="77777777" w:rsidR="00F54A5E" w:rsidRPr="006662E2" w:rsidRDefault="00F54A5E" w:rsidP="00F54A5E">
            <w:pPr>
              <w:pStyle w:val="BodyText"/>
              <w:ind w:left="34" w:hanging="34"/>
            </w:pPr>
            <w:r>
              <w:t>16813 – Actions for when validation of a verified IHI returns a ‘resolved’ information message and a different IHI number</w:t>
            </w:r>
          </w:p>
        </w:tc>
        <w:tc>
          <w:tcPr>
            <w:tcW w:w="1717" w:type="dxa"/>
          </w:tcPr>
          <w:p w14:paraId="458DDEA8" w14:textId="77777777" w:rsidR="00F54A5E" w:rsidRPr="006662E2" w:rsidRDefault="00F54A5E" w:rsidP="00F54A5E">
            <w:pPr>
              <w:pStyle w:val="BodyText"/>
              <w:ind w:left="34" w:hanging="34"/>
            </w:pPr>
            <w:r w:rsidRPr="006662E2">
              <w:t>UC.330</w:t>
            </w:r>
          </w:p>
        </w:tc>
        <w:tc>
          <w:tcPr>
            <w:tcW w:w="1417" w:type="dxa"/>
          </w:tcPr>
          <w:p w14:paraId="6EA3A154" w14:textId="77777777" w:rsidR="00F54A5E" w:rsidRPr="006662E2"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6710C9A" w14:textId="79CC4431" w:rsidR="00F54A5E" w:rsidRPr="006662E2" w:rsidRDefault="00F54A5E" w:rsidP="008836E0">
            <w:pPr>
              <w:ind w:left="37"/>
            </w:pPr>
            <w:r>
              <w:t>UC.330 - Part B</w:t>
            </w:r>
          </w:p>
        </w:tc>
        <w:tc>
          <w:tcPr>
            <w:tcW w:w="1559" w:type="dxa"/>
          </w:tcPr>
          <w:p w14:paraId="09FD37CE" w14:textId="77777777" w:rsidR="00F54A5E" w:rsidRPr="006662E2" w:rsidRDefault="00F54A5E" w:rsidP="00F54A5E">
            <w:pPr>
              <w:pStyle w:val="BodyText"/>
              <w:ind w:left="0"/>
            </w:pPr>
            <w:r w:rsidRPr="006662E2">
              <w:t xml:space="preserve">  PRES-71</w:t>
            </w:r>
          </w:p>
        </w:tc>
        <w:tc>
          <w:tcPr>
            <w:tcW w:w="1305" w:type="dxa"/>
          </w:tcPr>
          <w:p w14:paraId="525294BB" w14:textId="77777777" w:rsidR="00F54A5E" w:rsidRPr="00B619F6" w:rsidRDefault="00F54A5E" w:rsidP="00F54A5E">
            <w:pPr>
              <w:pStyle w:val="BodyText"/>
              <w:overflowPunct w:val="0"/>
              <w:ind w:left="34" w:hanging="34"/>
            </w:pPr>
          </w:p>
        </w:tc>
      </w:tr>
      <w:tr w:rsidR="00F54A5E" w:rsidRPr="00B619F6" w14:paraId="546DD94F" w14:textId="77777777" w:rsidTr="000B7E27">
        <w:trPr>
          <w:cantSplit/>
          <w:trHeight w:val="403"/>
        </w:trPr>
        <w:tc>
          <w:tcPr>
            <w:tcW w:w="1560" w:type="dxa"/>
            <w:vMerge/>
          </w:tcPr>
          <w:p w14:paraId="0EE483DE" w14:textId="77777777" w:rsidR="00F54A5E" w:rsidRPr="002773CC" w:rsidRDefault="00F54A5E" w:rsidP="00F54A5E">
            <w:pPr>
              <w:pStyle w:val="BodyText"/>
              <w:ind w:left="0"/>
              <w:jc w:val="center"/>
            </w:pPr>
          </w:p>
        </w:tc>
        <w:tc>
          <w:tcPr>
            <w:tcW w:w="1701" w:type="dxa"/>
            <w:vMerge/>
            <w:shd w:val="clear" w:color="auto" w:fill="FFFFFF" w:themeFill="background1"/>
          </w:tcPr>
          <w:p w14:paraId="6FA3823C" w14:textId="77777777" w:rsidR="00F54A5E" w:rsidRPr="0047706C" w:rsidRDefault="00F54A5E" w:rsidP="00F54A5E">
            <w:pPr>
              <w:pStyle w:val="BodyText"/>
              <w:ind w:left="34" w:hanging="34"/>
              <w:rPr>
                <w:highlight w:val="yellow"/>
              </w:rPr>
            </w:pPr>
          </w:p>
        </w:tc>
        <w:tc>
          <w:tcPr>
            <w:tcW w:w="3244" w:type="dxa"/>
          </w:tcPr>
          <w:p w14:paraId="6EC8268A" w14:textId="77777777" w:rsidR="00F54A5E" w:rsidRPr="006662E2" w:rsidRDefault="00F54A5E" w:rsidP="00F54A5E">
            <w:pPr>
              <w:pStyle w:val="BodyText"/>
              <w:ind w:left="34" w:hanging="34"/>
            </w:pPr>
            <w:r>
              <w:t>16815 – Rules for when the validation of an active and verified IHI returns the same IHI number and same IHI record status but with a different IHI status</w:t>
            </w:r>
          </w:p>
        </w:tc>
        <w:tc>
          <w:tcPr>
            <w:tcW w:w="1717" w:type="dxa"/>
          </w:tcPr>
          <w:p w14:paraId="0F7B67F5" w14:textId="77777777" w:rsidR="00F54A5E" w:rsidRPr="006662E2" w:rsidRDefault="00F54A5E" w:rsidP="00F54A5E">
            <w:pPr>
              <w:pStyle w:val="BodyText"/>
              <w:ind w:left="34" w:hanging="34"/>
            </w:pPr>
            <w:r w:rsidRPr="006662E2">
              <w:t>UC.330</w:t>
            </w:r>
          </w:p>
        </w:tc>
        <w:tc>
          <w:tcPr>
            <w:tcW w:w="1417" w:type="dxa"/>
          </w:tcPr>
          <w:p w14:paraId="0C4FE42B" w14:textId="77777777" w:rsidR="00F54A5E" w:rsidRPr="006662E2"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FF10801" w14:textId="22EDEA7D" w:rsidR="00F54A5E" w:rsidRPr="006662E2" w:rsidRDefault="00F54A5E" w:rsidP="008836E0">
            <w:pPr>
              <w:ind w:left="37"/>
            </w:pPr>
            <w:r>
              <w:t>UC.330 - Part B</w:t>
            </w:r>
          </w:p>
        </w:tc>
        <w:tc>
          <w:tcPr>
            <w:tcW w:w="1559" w:type="dxa"/>
          </w:tcPr>
          <w:p w14:paraId="0CCD0C05" w14:textId="77777777" w:rsidR="00F54A5E" w:rsidRPr="006662E2" w:rsidRDefault="00F54A5E" w:rsidP="00F54A5E">
            <w:pPr>
              <w:pStyle w:val="BodyText"/>
              <w:ind w:left="79"/>
            </w:pPr>
            <w:r w:rsidRPr="006662E2">
              <w:t>PRES-71</w:t>
            </w:r>
          </w:p>
        </w:tc>
        <w:tc>
          <w:tcPr>
            <w:tcW w:w="1305" w:type="dxa"/>
          </w:tcPr>
          <w:p w14:paraId="3152E6D2" w14:textId="77777777" w:rsidR="00F54A5E" w:rsidRPr="00B619F6" w:rsidRDefault="00F54A5E" w:rsidP="00F54A5E">
            <w:pPr>
              <w:pStyle w:val="BodyText"/>
              <w:overflowPunct w:val="0"/>
              <w:ind w:left="34" w:hanging="34"/>
            </w:pPr>
          </w:p>
        </w:tc>
      </w:tr>
    </w:tbl>
    <w:p w14:paraId="15368F6F" w14:textId="162E6DC1" w:rsidR="003919D8" w:rsidRDefault="003919D8" w:rsidP="003919D8">
      <w:pPr>
        <w:rPr>
          <w:b/>
          <w:bCs/>
        </w:rPr>
      </w:pPr>
    </w:p>
    <w:p w14:paraId="0E3530E0" w14:textId="162E09AB" w:rsidR="00C23196" w:rsidRDefault="00C23196" w:rsidP="003919D8">
      <w:pPr>
        <w:rPr>
          <w:b/>
          <w:bCs/>
        </w:rPr>
      </w:pPr>
    </w:p>
    <w:p w14:paraId="7F359BF7" w14:textId="37F8B796" w:rsidR="00C23196" w:rsidRDefault="00C23196" w:rsidP="003919D8">
      <w:pPr>
        <w:rPr>
          <w:b/>
          <w:bCs/>
        </w:rPr>
      </w:pPr>
    </w:p>
    <w:p w14:paraId="227CB07D" w14:textId="77777777" w:rsidR="00C23196" w:rsidRDefault="00C23196" w:rsidP="003919D8">
      <w:pPr>
        <w:rPr>
          <w:b/>
          <w:bCs/>
        </w:rPr>
      </w:pPr>
    </w:p>
    <w:p w14:paraId="69293FBB" w14:textId="77777777" w:rsidR="003919D8" w:rsidRDefault="003919D8" w:rsidP="003919D8">
      <w:pPr>
        <w:pStyle w:val="Heading2"/>
      </w:pPr>
      <w:bookmarkStart w:id="72" w:name="_Toc75784482"/>
      <w:r>
        <w:lastRenderedPageBreak/>
        <w:t>Conformance to requirements for Dispensing system (DISP)</w:t>
      </w:r>
      <w:bookmarkEnd w:id="72"/>
    </w:p>
    <w:p w14:paraId="6E7EE1CA" w14:textId="77777777" w:rsidR="003919D8" w:rsidRDefault="003919D8" w:rsidP="003919D8">
      <w:pPr>
        <w:rPr>
          <w:b/>
          <w:bCs/>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9" w:type="dxa"/>
        </w:tblCellMar>
        <w:tblLook w:val="01E0" w:firstRow="1" w:lastRow="1" w:firstColumn="1" w:lastColumn="1" w:noHBand="0" w:noVBand="0"/>
      </w:tblPr>
      <w:tblGrid>
        <w:gridCol w:w="1672"/>
        <w:gridCol w:w="1572"/>
        <w:gridCol w:w="3277"/>
        <w:gridCol w:w="1559"/>
        <w:gridCol w:w="1559"/>
        <w:gridCol w:w="1843"/>
        <w:gridCol w:w="1559"/>
        <w:gridCol w:w="1276"/>
      </w:tblGrid>
      <w:tr w:rsidR="003919D8" w:rsidRPr="00B619F6" w14:paraId="5A68F5EF" w14:textId="77777777" w:rsidTr="00D12447">
        <w:trPr>
          <w:cantSplit/>
          <w:trHeight w:val="568"/>
          <w:tblHeader/>
        </w:trPr>
        <w:tc>
          <w:tcPr>
            <w:tcW w:w="1672" w:type="dxa"/>
            <w:shd w:val="clear" w:color="auto" w:fill="D9D9D9"/>
            <w:vAlign w:val="center"/>
          </w:tcPr>
          <w:p w14:paraId="14A90210" w14:textId="77777777" w:rsidR="003919D8" w:rsidRPr="00B619F6" w:rsidRDefault="003919D8" w:rsidP="00112903">
            <w:pPr>
              <w:pStyle w:val="BodyText"/>
              <w:ind w:left="-255" w:firstLine="284"/>
              <w:jc w:val="center"/>
            </w:pPr>
            <w:r>
              <w:t>Dispensing system</w:t>
            </w:r>
          </w:p>
        </w:tc>
        <w:tc>
          <w:tcPr>
            <w:tcW w:w="1572" w:type="dxa"/>
            <w:shd w:val="clear" w:color="auto" w:fill="D9D9D9"/>
          </w:tcPr>
          <w:p w14:paraId="32C0E712" w14:textId="77777777" w:rsidR="003919D8" w:rsidRDefault="003919D8" w:rsidP="00112903">
            <w:pPr>
              <w:pStyle w:val="BodyText"/>
              <w:ind w:left="0"/>
              <w:jc w:val="center"/>
            </w:pPr>
            <w:r>
              <w:t>Priority</w:t>
            </w:r>
          </w:p>
        </w:tc>
        <w:tc>
          <w:tcPr>
            <w:tcW w:w="3277" w:type="dxa"/>
            <w:shd w:val="clear" w:color="auto" w:fill="D9D9D9"/>
          </w:tcPr>
          <w:p w14:paraId="2D6D6D6A" w14:textId="77777777" w:rsidR="003919D8" w:rsidRDefault="003919D8" w:rsidP="00112903">
            <w:pPr>
              <w:pStyle w:val="BodyText"/>
              <w:ind w:left="0" w:firstLine="34"/>
              <w:jc w:val="center"/>
            </w:pPr>
            <w:r>
              <w:t>HI requirements</w:t>
            </w:r>
          </w:p>
        </w:tc>
        <w:tc>
          <w:tcPr>
            <w:tcW w:w="1559" w:type="dxa"/>
            <w:shd w:val="clear" w:color="auto" w:fill="D9D9D9"/>
            <w:vAlign w:val="center"/>
          </w:tcPr>
          <w:p w14:paraId="5A0B471C" w14:textId="77777777" w:rsidR="003919D8" w:rsidRPr="00B619F6" w:rsidRDefault="003919D8" w:rsidP="00112903">
            <w:pPr>
              <w:pStyle w:val="BodyText"/>
              <w:ind w:left="0" w:firstLine="34"/>
              <w:jc w:val="center"/>
            </w:pPr>
            <w:r>
              <w:t>Related b</w:t>
            </w:r>
            <w:r w:rsidRPr="00B619F6">
              <w:t>usiness use case</w:t>
            </w:r>
            <w:r>
              <w:t>(</w:t>
            </w:r>
            <w:r w:rsidRPr="00B619F6">
              <w:t>s</w:t>
            </w:r>
            <w:r>
              <w:t>)</w:t>
            </w:r>
          </w:p>
        </w:tc>
        <w:tc>
          <w:tcPr>
            <w:tcW w:w="1559" w:type="dxa"/>
            <w:shd w:val="clear" w:color="auto" w:fill="D9D9D9"/>
            <w:vAlign w:val="center"/>
          </w:tcPr>
          <w:p w14:paraId="7DB3E193" w14:textId="77777777" w:rsidR="003919D8" w:rsidRPr="00B619F6" w:rsidRDefault="003919D8" w:rsidP="00112903">
            <w:pPr>
              <w:pStyle w:val="BodyText"/>
              <w:ind w:left="80"/>
              <w:jc w:val="center"/>
            </w:pPr>
            <w:r w:rsidRPr="00B619F6">
              <w:t>Self-assessment successful?</w:t>
            </w:r>
          </w:p>
        </w:tc>
        <w:tc>
          <w:tcPr>
            <w:tcW w:w="1843" w:type="dxa"/>
            <w:shd w:val="clear" w:color="auto" w:fill="D9D9D9"/>
            <w:vAlign w:val="center"/>
          </w:tcPr>
          <w:p w14:paraId="78E1AD86" w14:textId="77777777" w:rsidR="003919D8" w:rsidRPr="00B619F6" w:rsidRDefault="003919D8" w:rsidP="00112903">
            <w:pPr>
              <w:pStyle w:val="BodyText"/>
              <w:ind w:left="80"/>
              <w:jc w:val="center"/>
            </w:pPr>
            <w:r>
              <w:t>Related CTS worksheet(s)</w:t>
            </w:r>
          </w:p>
        </w:tc>
        <w:tc>
          <w:tcPr>
            <w:tcW w:w="1559" w:type="dxa"/>
            <w:shd w:val="clear" w:color="auto" w:fill="D9D9D9"/>
            <w:vAlign w:val="center"/>
          </w:tcPr>
          <w:p w14:paraId="04CAE7E4" w14:textId="77777777" w:rsidR="003919D8" w:rsidRPr="00B619F6" w:rsidRDefault="003919D8" w:rsidP="00112903">
            <w:pPr>
              <w:pStyle w:val="BodyText"/>
              <w:ind w:left="0"/>
            </w:pPr>
            <w:r>
              <w:t>ePrescribing conformance requirements</w:t>
            </w:r>
          </w:p>
        </w:tc>
        <w:tc>
          <w:tcPr>
            <w:tcW w:w="1276" w:type="dxa"/>
            <w:shd w:val="clear" w:color="auto" w:fill="D9D9D9"/>
            <w:vAlign w:val="center"/>
          </w:tcPr>
          <w:p w14:paraId="772ED331" w14:textId="77777777" w:rsidR="003919D8" w:rsidRPr="00B619F6" w:rsidRDefault="003919D8" w:rsidP="00112903">
            <w:pPr>
              <w:pStyle w:val="BodyText"/>
              <w:ind w:left="79"/>
              <w:jc w:val="center"/>
            </w:pPr>
            <w:r w:rsidRPr="00B619F6">
              <w:t>Comments</w:t>
            </w:r>
          </w:p>
        </w:tc>
      </w:tr>
      <w:tr w:rsidR="00F54A5E" w:rsidRPr="00B619F6" w14:paraId="1FD2D925" w14:textId="77777777" w:rsidTr="00D12447">
        <w:trPr>
          <w:cantSplit/>
          <w:trHeight w:val="403"/>
        </w:trPr>
        <w:tc>
          <w:tcPr>
            <w:tcW w:w="1672" w:type="dxa"/>
            <w:vMerge w:val="restart"/>
          </w:tcPr>
          <w:p w14:paraId="07AFCAD6" w14:textId="77777777" w:rsidR="00F54A5E" w:rsidRPr="00B619F6" w:rsidRDefault="00F54A5E" w:rsidP="00F54A5E">
            <w:pPr>
              <w:pStyle w:val="BodyText"/>
              <w:ind w:left="0"/>
              <w:jc w:val="both"/>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Open PDS </w:t>
            </w:r>
          </w:p>
        </w:tc>
        <w:tc>
          <w:tcPr>
            <w:tcW w:w="1572" w:type="dxa"/>
            <w:vMerge w:val="restart"/>
          </w:tcPr>
          <w:p w14:paraId="7E0534A0" w14:textId="77777777" w:rsidR="00F54A5E" w:rsidRPr="008003B3" w:rsidRDefault="00F54A5E" w:rsidP="00F54A5E">
            <w:pPr>
              <w:pStyle w:val="BodyText"/>
              <w:ind w:left="34" w:hanging="34"/>
            </w:pPr>
            <w:r>
              <w:t xml:space="preserve">Mandatory </w:t>
            </w:r>
          </w:p>
        </w:tc>
        <w:tc>
          <w:tcPr>
            <w:tcW w:w="3277" w:type="dxa"/>
          </w:tcPr>
          <w:p w14:paraId="0DDE81E7" w14:textId="77777777" w:rsidR="00F54A5E" w:rsidRDefault="00F54A5E" w:rsidP="00F54A5E">
            <w:pPr>
              <w:pStyle w:val="BodyText"/>
              <w:ind w:left="34" w:hanging="34"/>
            </w:pPr>
            <w:r>
              <w:t xml:space="preserve">UC.010 – Register patient </w:t>
            </w:r>
          </w:p>
          <w:p w14:paraId="28C0E9DE" w14:textId="450FA475" w:rsidR="00F54A5E" w:rsidRPr="008003B3" w:rsidRDefault="00F54A5E" w:rsidP="00F54A5E">
            <w:pPr>
              <w:pStyle w:val="BodyText"/>
              <w:ind w:left="34" w:hanging="34"/>
            </w:pPr>
            <w:r>
              <w:t xml:space="preserve">Note: Not required for </w:t>
            </w:r>
            <w:r w:rsidR="005D06A6">
              <w:t>current</w:t>
            </w:r>
            <w:r>
              <w:t xml:space="preserve"> conformant systems</w:t>
            </w:r>
          </w:p>
        </w:tc>
        <w:tc>
          <w:tcPr>
            <w:tcW w:w="1559" w:type="dxa"/>
          </w:tcPr>
          <w:p w14:paraId="0BD8BA5A" w14:textId="77777777" w:rsidR="00F54A5E" w:rsidRPr="00B619F6" w:rsidRDefault="00F54A5E" w:rsidP="00F54A5E">
            <w:pPr>
              <w:pStyle w:val="BodyText"/>
              <w:ind w:left="34" w:hanging="34"/>
            </w:pPr>
            <w:r w:rsidRPr="008003B3">
              <w:t>UC.010</w:t>
            </w:r>
          </w:p>
        </w:tc>
        <w:tc>
          <w:tcPr>
            <w:tcW w:w="1559" w:type="dxa"/>
          </w:tcPr>
          <w:p w14:paraId="1471B3DD"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90DDC5B" w14:textId="0C47F33A" w:rsidR="00F54A5E" w:rsidRPr="00B619F6" w:rsidRDefault="00F54A5E" w:rsidP="00D12447">
            <w:pPr>
              <w:ind w:left="37"/>
            </w:pPr>
            <w:r>
              <w:t>UC.010 - Parts A, B &amp; C</w:t>
            </w:r>
          </w:p>
        </w:tc>
        <w:tc>
          <w:tcPr>
            <w:tcW w:w="1559" w:type="dxa"/>
          </w:tcPr>
          <w:p w14:paraId="53CB7C4E" w14:textId="77777777" w:rsidR="00F54A5E" w:rsidRDefault="00F54A5E" w:rsidP="00F54A5E">
            <w:pPr>
              <w:pStyle w:val="BodyText"/>
              <w:ind w:left="79"/>
            </w:pPr>
            <w:r>
              <w:t>DISP-70</w:t>
            </w:r>
          </w:p>
        </w:tc>
        <w:tc>
          <w:tcPr>
            <w:tcW w:w="1276" w:type="dxa"/>
          </w:tcPr>
          <w:p w14:paraId="406C8FBB" w14:textId="08DA2379" w:rsidR="00F54A5E" w:rsidRPr="00B619F6" w:rsidRDefault="00F54A5E" w:rsidP="00F54A5E">
            <w:pPr>
              <w:pStyle w:val="BodyText"/>
              <w:overflowPunct w:val="0"/>
              <w:ind w:left="34" w:hanging="34"/>
            </w:pPr>
            <w:r>
              <w:t xml:space="preserve">See section </w:t>
            </w:r>
            <w:r>
              <w:fldChar w:fldCharType="begin"/>
            </w:r>
            <w:r>
              <w:instrText xml:space="preserve"> REF _Ref67038108 \r \h  \* MERGEFORMAT </w:instrText>
            </w:r>
            <w:r>
              <w:fldChar w:fldCharType="separate"/>
            </w:r>
            <w:r w:rsidR="007F3832">
              <w:t>5.4.1</w:t>
            </w:r>
            <w:r>
              <w:fldChar w:fldCharType="end"/>
            </w:r>
            <w:r>
              <w:t xml:space="preserve"> for UC.010 </w:t>
            </w:r>
          </w:p>
        </w:tc>
      </w:tr>
      <w:tr w:rsidR="00F54A5E" w:rsidRPr="00B619F6" w14:paraId="7FA78446" w14:textId="77777777" w:rsidTr="00D12447">
        <w:trPr>
          <w:cantSplit/>
          <w:trHeight w:val="403"/>
        </w:trPr>
        <w:tc>
          <w:tcPr>
            <w:tcW w:w="1672" w:type="dxa"/>
            <w:vMerge/>
          </w:tcPr>
          <w:p w14:paraId="76E11C9B" w14:textId="77777777" w:rsidR="00F54A5E" w:rsidRDefault="00F54A5E" w:rsidP="00F54A5E">
            <w:pPr>
              <w:pStyle w:val="BodyText"/>
              <w:ind w:left="0"/>
              <w:jc w:val="both"/>
            </w:pPr>
          </w:p>
        </w:tc>
        <w:tc>
          <w:tcPr>
            <w:tcW w:w="1572" w:type="dxa"/>
            <w:vMerge/>
          </w:tcPr>
          <w:p w14:paraId="3513610B" w14:textId="77777777" w:rsidR="00F54A5E" w:rsidRDefault="00F54A5E" w:rsidP="00F54A5E">
            <w:pPr>
              <w:pStyle w:val="BodyText"/>
              <w:ind w:left="34" w:hanging="34"/>
            </w:pPr>
          </w:p>
        </w:tc>
        <w:tc>
          <w:tcPr>
            <w:tcW w:w="3277" w:type="dxa"/>
          </w:tcPr>
          <w:p w14:paraId="131330E6" w14:textId="77777777" w:rsidR="00F54A5E" w:rsidRDefault="00F54A5E" w:rsidP="00F54A5E">
            <w:pPr>
              <w:pStyle w:val="BodyText"/>
              <w:ind w:left="34" w:hanging="34"/>
            </w:pPr>
            <w:r>
              <w:t xml:space="preserve">UC.015 – Update patient health record </w:t>
            </w:r>
          </w:p>
          <w:p w14:paraId="437EAADA" w14:textId="70442A93" w:rsidR="00F54A5E" w:rsidRDefault="00F54A5E" w:rsidP="00F54A5E">
            <w:pPr>
              <w:pStyle w:val="BodyText"/>
              <w:ind w:left="34" w:hanging="34"/>
            </w:pPr>
            <w:r>
              <w:t xml:space="preserve">Note: Not required for </w:t>
            </w:r>
            <w:r w:rsidR="005D06A6">
              <w:t>current</w:t>
            </w:r>
            <w:r>
              <w:t xml:space="preserve"> conformant systems</w:t>
            </w:r>
          </w:p>
        </w:tc>
        <w:tc>
          <w:tcPr>
            <w:tcW w:w="1559" w:type="dxa"/>
          </w:tcPr>
          <w:p w14:paraId="6D6D4E73" w14:textId="77777777" w:rsidR="00F54A5E" w:rsidRPr="000B14AC" w:rsidRDefault="00F54A5E" w:rsidP="00F54A5E">
            <w:pPr>
              <w:pStyle w:val="BodyText"/>
              <w:ind w:left="0"/>
            </w:pPr>
            <w:r w:rsidRPr="000B14AC">
              <w:t>UC.015</w:t>
            </w:r>
          </w:p>
        </w:tc>
        <w:tc>
          <w:tcPr>
            <w:tcW w:w="1559" w:type="dxa"/>
          </w:tcPr>
          <w:p w14:paraId="15678924"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4004EB31" w14:textId="30B1F3DE" w:rsidR="00F54A5E" w:rsidRPr="006B0757" w:rsidRDefault="00F54A5E" w:rsidP="00D12447">
            <w:pPr>
              <w:ind w:left="37"/>
            </w:pPr>
            <w:r>
              <w:t>UC.015 - Parts A, B &amp; C</w:t>
            </w:r>
          </w:p>
        </w:tc>
        <w:tc>
          <w:tcPr>
            <w:tcW w:w="1559" w:type="dxa"/>
          </w:tcPr>
          <w:p w14:paraId="17BF8AB9" w14:textId="77777777" w:rsidR="00F54A5E" w:rsidRDefault="00F54A5E" w:rsidP="00F54A5E">
            <w:pPr>
              <w:pStyle w:val="BodyText"/>
              <w:ind w:left="79"/>
            </w:pPr>
            <w:r>
              <w:t>DISP-70</w:t>
            </w:r>
          </w:p>
        </w:tc>
        <w:tc>
          <w:tcPr>
            <w:tcW w:w="1276" w:type="dxa"/>
          </w:tcPr>
          <w:p w14:paraId="2A399F78" w14:textId="267B3F72" w:rsidR="00F54A5E" w:rsidRPr="00B619F6" w:rsidRDefault="00F54A5E" w:rsidP="00F54A5E">
            <w:pPr>
              <w:pStyle w:val="BodyText"/>
              <w:overflowPunct w:val="0"/>
              <w:ind w:left="33" w:hanging="34"/>
            </w:pPr>
            <w:r>
              <w:t xml:space="preserve">See section </w:t>
            </w:r>
            <w:r>
              <w:fldChar w:fldCharType="begin"/>
            </w:r>
            <w:r>
              <w:instrText xml:space="preserve"> REF _Ref67038118 \r \h  \* MERGEFORMAT </w:instrText>
            </w:r>
            <w:r>
              <w:fldChar w:fldCharType="separate"/>
            </w:r>
            <w:r w:rsidR="007F3832">
              <w:t>5.4.1</w:t>
            </w:r>
            <w:r>
              <w:fldChar w:fldCharType="end"/>
            </w:r>
            <w:r>
              <w:t xml:space="preserve"> for UC.015</w:t>
            </w:r>
          </w:p>
        </w:tc>
      </w:tr>
      <w:tr w:rsidR="00F54A5E" w:rsidRPr="00B619F6" w14:paraId="402D1C65" w14:textId="77777777" w:rsidTr="00D12447">
        <w:trPr>
          <w:cantSplit/>
          <w:trHeight w:val="403"/>
        </w:trPr>
        <w:tc>
          <w:tcPr>
            <w:tcW w:w="1672" w:type="dxa"/>
            <w:vMerge/>
          </w:tcPr>
          <w:p w14:paraId="588A6EC9" w14:textId="77777777" w:rsidR="00F54A5E" w:rsidRDefault="00F54A5E" w:rsidP="00F54A5E">
            <w:pPr>
              <w:pStyle w:val="BodyText"/>
              <w:ind w:left="0"/>
              <w:jc w:val="both"/>
            </w:pPr>
          </w:p>
        </w:tc>
        <w:tc>
          <w:tcPr>
            <w:tcW w:w="1572" w:type="dxa"/>
            <w:vMerge/>
          </w:tcPr>
          <w:p w14:paraId="51C8EA83" w14:textId="77777777" w:rsidR="00F54A5E" w:rsidRDefault="00F54A5E" w:rsidP="00F54A5E">
            <w:pPr>
              <w:pStyle w:val="BodyText"/>
              <w:ind w:left="34" w:hanging="34"/>
            </w:pPr>
          </w:p>
        </w:tc>
        <w:tc>
          <w:tcPr>
            <w:tcW w:w="3277" w:type="dxa"/>
          </w:tcPr>
          <w:p w14:paraId="23D98719" w14:textId="77777777" w:rsidR="00F54A5E" w:rsidRDefault="00F54A5E" w:rsidP="00F54A5E">
            <w:pPr>
              <w:pStyle w:val="BodyText"/>
              <w:ind w:left="34" w:hanging="34"/>
            </w:pPr>
            <w:r w:rsidRPr="008003B3">
              <w:t>5812</w:t>
            </w:r>
            <w:r>
              <w:t xml:space="preserve"> </w:t>
            </w:r>
            <w:r>
              <w:sym w:font="Symbol" w:char="F02D"/>
            </w:r>
            <w:r>
              <w:t xml:space="preserve"> </w:t>
            </w:r>
            <w:r w:rsidRPr="008003B3">
              <w:t>IHI number search</w:t>
            </w:r>
          </w:p>
        </w:tc>
        <w:tc>
          <w:tcPr>
            <w:tcW w:w="1559" w:type="dxa"/>
          </w:tcPr>
          <w:p w14:paraId="6B2085F3" w14:textId="77777777" w:rsidR="00F54A5E" w:rsidRPr="008003B3" w:rsidRDefault="00F54A5E" w:rsidP="00F54A5E">
            <w:pPr>
              <w:pStyle w:val="BodyText"/>
              <w:ind w:left="34" w:hanging="34"/>
            </w:pPr>
            <w:r>
              <w:t>UC.010, UC.015</w:t>
            </w:r>
          </w:p>
        </w:tc>
        <w:tc>
          <w:tcPr>
            <w:tcW w:w="1559" w:type="dxa"/>
          </w:tcPr>
          <w:p w14:paraId="59BF9A23"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689090F" w14:textId="31B9697E" w:rsidR="00F54A5E" w:rsidRPr="006B0757" w:rsidRDefault="00F54A5E" w:rsidP="00D12447">
            <w:pPr>
              <w:ind w:left="37"/>
            </w:pPr>
            <w:r>
              <w:t>UC.010 - Part C</w:t>
            </w:r>
            <w:r>
              <w:br/>
              <w:t>UC.015 - Part C</w:t>
            </w:r>
          </w:p>
        </w:tc>
        <w:tc>
          <w:tcPr>
            <w:tcW w:w="1559" w:type="dxa"/>
          </w:tcPr>
          <w:p w14:paraId="722D3DD7" w14:textId="77777777" w:rsidR="00F54A5E" w:rsidRDefault="00F54A5E" w:rsidP="00F54A5E">
            <w:pPr>
              <w:pStyle w:val="BodyText"/>
              <w:ind w:left="79"/>
            </w:pPr>
            <w:r>
              <w:t>DISP-70</w:t>
            </w:r>
          </w:p>
        </w:tc>
        <w:tc>
          <w:tcPr>
            <w:tcW w:w="1276" w:type="dxa"/>
          </w:tcPr>
          <w:p w14:paraId="4CAA668D" w14:textId="77777777" w:rsidR="00F54A5E" w:rsidRPr="00B619F6" w:rsidRDefault="00F54A5E" w:rsidP="00F54A5E">
            <w:pPr>
              <w:pStyle w:val="BodyText"/>
              <w:overflowPunct w:val="0"/>
              <w:ind w:left="34" w:hanging="34"/>
            </w:pPr>
          </w:p>
        </w:tc>
      </w:tr>
      <w:tr w:rsidR="00F54A5E" w:rsidRPr="00B619F6" w14:paraId="24B15425" w14:textId="77777777" w:rsidTr="00D12447">
        <w:trPr>
          <w:cantSplit/>
          <w:trHeight w:val="403"/>
        </w:trPr>
        <w:tc>
          <w:tcPr>
            <w:tcW w:w="1672" w:type="dxa"/>
            <w:vMerge/>
          </w:tcPr>
          <w:p w14:paraId="1DA71B1F" w14:textId="77777777" w:rsidR="00F54A5E" w:rsidRDefault="00F54A5E" w:rsidP="00F54A5E">
            <w:pPr>
              <w:pStyle w:val="BodyText"/>
              <w:ind w:left="0"/>
              <w:jc w:val="both"/>
            </w:pPr>
          </w:p>
        </w:tc>
        <w:tc>
          <w:tcPr>
            <w:tcW w:w="1572" w:type="dxa"/>
            <w:vMerge/>
          </w:tcPr>
          <w:p w14:paraId="2EC8323B" w14:textId="77777777" w:rsidR="00F54A5E" w:rsidRDefault="00F54A5E" w:rsidP="00F54A5E">
            <w:pPr>
              <w:pStyle w:val="BodyText"/>
              <w:ind w:left="34" w:hanging="34"/>
            </w:pPr>
          </w:p>
        </w:tc>
        <w:tc>
          <w:tcPr>
            <w:tcW w:w="3277" w:type="dxa"/>
          </w:tcPr>
          <w:p w14:paraId="513BBD3A" w14:textId="77777777" w:rsidR="00F54A5E" w:rsidRDefault="00F54A5E" w:rsidP="00F54A5E">
            <w:pPr>
              <w:pStyle w:val="BodyText"/>
              <w:ind w:left="34" w:hanging="34"/>
            </w:pPr>
            <w:r w:rsidRPr="008003B3">
              <w:t>5813</w:t>
            </w:r>
            <w:r>
              <w:t xml:space="preserve"> </w:t>
            </w:r>
            <w:r>
              <w:sym w:font="Symbol" w:char="F02D"/>
            </w:r>
            <w:r>
              <w:t xml:space="preserve"> </w:t>
            </w:r>
            <w:r w:rsidRPr="008003B3">
              <w:t>Medicare card search</w:t>
            </w:r>
          </w:p>
        </w:tc>
        <w:tc>
          <w:tcPr>
            <w:tcW w:w="1559" w:type="dxa"/>
          </w:tcPr>
          <w:p w14:paraId="7BD731F5" w14:textId="77777777" w:rsidR="00F54A5E" w:rsidRPr="008003B3" w:rsidRDefault="00F54A5E" w:rsidP="00F54A5E">
            <w:pPr>
              <w:pStyle w:val="BodyText"/>
              <w:ind w:left="34" w:hanging="34"/>
            </w:pPr>
            <w:r>
              <w:t>UC.010, UC.015</w:t>
            </w:r>
          </w:p>
        </w:tc>
        <w:tc>
          <w:tcPr>
            <w:tcW w:w="1559" w:type="dxa"/>
          </w:tcPr>
          <w:p w14:paraId="09A486AF"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07CF92A9" w14:textId="44DEB350" w:rsidR="00F54A5E" w:rsidRPr="006B0757" w:rsidRDefault="00F54A5E" w:rsidP="00D12447">
            <w:pPr>
              <w:ind w:left="37"/>
            </w:pPr>
            <w:r>
              <w:t>UC.010 - Part C</w:t>
            </w:r>
            <w:r>
              <w:br/>
              <w:t>UC.015 - Part C</w:t>
            </w:r>
          </w:p>
        </w:tc>
        <w:tc>
          <w:tcPr>
            <w:tcW w:w="1559" w:type="dxa"/>
          </w:tcPr>
          <w:p w14:paraId="413A21E1" w14:textId="77777777" w:rsidR="00F54A5E" w:rsidRDefault="00F54A5E" w:rsidP="00F54A5E">
            <w:pPr>
              <w:pStyle w:val="BodyText"/>
              <w:ind w:left="79"/>
            </w:pPr>
            <w:r>
              <w:t>DISP-70</w:t>
            </w:r>
          </w:p>
        </w:tc>
        <w:tc>
          <w:tcPr>
            <w:tcW w:w="1276" w:type="dxa"/>
          </w:tcPr>
          <w:p w14:paraId="6E328F53" w14:textId="77777777" w:rsidR="00F54A5E" w:rsidRPr="00B619F6" w:rsidRDefault="00F54A5E" w:rsidP="00F54A5E">
            <w:pPr>
              <w:pStyle w:val="BodyText"/>
              <w:overflowPunct w:val="0"/>
              <w:ind w:left="34" w:hanging="34"/>
            </w:pPr>
          </w:p>
        </w:tc>
      </w:tr>
      <w:tr w:rsidR="00F54A5E" w:rsidRPr="00B619F6" w14:paraId="0897BB9B" w14:textId="77777777" w:rsidTr="00D12447">
        <w:trPr>
          <w:cantSplit/>
          <w:trHeight w:val="403"/>
        </w:trPr>
        <w:tc>
          <w:tcPr>
            <w:tcW w:w="1672" w:type="dxa"/>
            <w:vMerge/>
          </w:tcPr>
          <w:p w14:paraId="41F5E5FC" w14:textId="77777777" w:rsidR="00F54A5E" w:rsidRDefault="00F54A5E" w:rsidP="00F54A5E">
            <w:pPr>
              <w:pStyle w:val="BodyText"/>
              <w:ind w:left="0"/>
              <w:jc w:val="both"/>
            </w:pPr>
          </w:p>
        </w:tc>
        <w:tc>
          <w:tcPr>
            <w:tcW w:w="1572" w:type="dxa"/>
            <w:vMerge/>
          </w:tcPr>
          <w:p w14:paraId="1184C686" w14:textId="77777777" w:rsidR="00F54A5E" w:rsidRDefault="00F54A5E" w:rsidP="00F54A5E">
            <w:pPr>
              <w:pStyle w:val="BodyText"/>
              <w:ind w:left="34" w:hanging="34"/>
            </w:pPr>
          </w:p>
        </w:tc>
        <w:tc>
          <w:tcPr>
            <w:tcW w:w="3277" w:type="dxa"/>
          </w:tcPr>
          <w:p w14:paraId="2DC0AB38" w14:textId="77777777" w:rsidR="00F54A5E" w:rsidRDefault="00F54A5E" w:rsidP="00F54A5E">
            <w:pPr>
              <w:pStyle w:val="BodyText"/>
              <w:ind w:left="34" w:hanging="34"/>
            </w:pPr>
            <w:r w:rsidRPr="008003B3">
              <w:t>5814</w:t>
            </w:r>
            <w:r>
              <w:t xml:space="preserve"> </w:t>
            </w:r>
            <w:r>
              <w:sym w:font="Symbol" w:char="F02D"/>
            </w:r>
            <w:r>
              <w:t xml:space="preserve"> </w:t>
            </w:r>
            <w:r w:rsidRPr="008003B3">
              <w:t>DVA File number search</w:t>
            </w:r>
          </w:p>
        </w:tc>
        <w:tc>
          <w:tcPr>
            <w:tcW w:w="1559" w:type="dxa"/>
          </w:tcPr>
          <w:p w14:paraId="53754115" w14:textId="77777777" w:rsidR="00F54A5E" w:rsidRPr="008003B3" w:rsidRDefault="00F54A5E" w:rsidP="00F54A5E">
            <w:pPr>
              <w:pStyle w:val="BodyText"/>
              <w:ind w:left="34" w:hanging="34"/>
            </w:pPr>
            <w:r>
              <w:t>UC.010, UC.015</w:t>
            </w:r>
          </w:p>
        </w:tc>
        <w:tc>
          <w:tcPr>
            <w:tcW w:w="1559" w:type="dxa"/>
          </w:tcPr>
          <w:p w14:paraId="544EB63E"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AB24CC6" w14:textId="3D8FC5E3" w:rsidR="00F54A5E" w:rsidRPr="006B0757" w:rsidRDefault="00F54A5E" w:rsidP="00D12447">
            <w:pPr>
              <w:ind w:left="37"/>
            </w:pPr>
            <w:r>
              <w:t>UC.010 - Part C</w:t>
            </w:r>
            <w:r>
              <w:br/>
              <w:t>UC.015 - Part C</w:t>
            </w:r>
          </w:p>
        </w:tc>
        <w:tc>
          <w:tcPr>
            <w:tcW w:w="1559" w:type="dxa"/>
          </w:tcPr>
          <w:p w14:paraId="5538497B" w14:textId="77777777" w:rsidR="00F54A5E" w:rsidRDefault="00F54A5E" w:rsidP="00F54A5E">
            <w:pPr>
              <w:pStyle w:val="BodyText"/>
              <w:ind w:left="79"/>
            </w:pPr>
            <w:r>
              <w:t>DISP-70</w:t>
            </w:r>
          </w:p>
        </w:tc>
        <w:tc>
          <w:tcPr>
            <w:tcW w:w="1276" w:type="dxa"/>
          </w:tcPr>
          <w:p w14:paraId="6B67CFB1" w14:textId="77777777" w:rsidR="00F54A5E" w:rsidRPr="00B619F6" w:rsidRDefault="00F54A5E" w:rsidP="00F54A5E">
            <w:pPr>
              <w:pStyle w:val="BodyText"/>
              <w:overflowPunct w:val="0"/>
              <w:ind w:left="34" w:hanging="34"/>
            </w:pPr>
          </w:p>
        </w:tc>
      </w:tr>
      <w:tr w:rsidR="00F54A5E" w:rsidRPr="00B619F6" w14:paraId="5057140D" w14:textId="77777777" w:rsidTr="00D12447">
        <w:trPr>
          <w:cantSplit/>
          <w:trHeight w:val="403"/>
        </w:trPr>
        <w:tc>
          <w:tcPr>
            <w:tcW w:w="1672" w:type="dxa"/>
            <w:vMerge/>
          </w:tcPr>
          <w:p w14:paraId="4004D7FD" w14:textId="77777777" w:rsidR="00F54A5E" w:rsidRDefault="00F54A5E" w:rsidP="00F54A5E">
            <w:pPr>
              <w:pStyle w:val="BodyText"/>
              <w:ind w:left="0"/>
              <w:jc w:val="both"/>
            </w:pPr>
          </w:p>
        </w:tc>
        <w:tc>
          <w:tcPr>
            <w:tcW w:w="1572" w:type="dxa"/>
            <w:vMerge/>
          </w:tcPr>
          <w:p w14:paraId="14DEE4F9" w14:textId="77777777" w:rsidR="00F54A5E" w:rsidRDefault="00F54A5E" w:rsidP="00F54A5E">
            <w:pPr>
              <w:pStyle w:val="BodyText"/>
              <w:ind w:left="34" w:hanging="34"/>
            </w:pPr>
          </w:p>
        </w:tc>
        <w:tc>
          <w:tcPr>
            <w:tcW w:w="3277" w:type="dxa"/>
          </w:tcPr>
          <w:p w14:paraId="4602D2B0" w14:textId="77777777" w:rsidR="00F54A5E" w:rsidRDefault="00F54A5E" w:rsidP="00F54A5E">
            <w:pPr>
              <w:pStyle w:val="BodyText"/>
              <w:ind w:left="34" w:hanging="34"/>
            </w:pPr>
            <w:r w:rsidRPr="008003B3">
              <w:t>5818</w:t>
            </w:r>
            <w:r>
              <w:t xml:space="preserve"> </w:t>
            </w:r>
            <w:r>
              <w:sym w:font="Symbol" w:char="F02D"/>
            </w:r>
            <w:r>
              <w:t xml:space="preserve"> </w:t>
            </w:r>
            <w:r w:rsidRPr="008003B3">
              <w:t>Resubmit search with modified search criteria</w:t>
            </w:r>
          </w:p>
        </w:tc>
        <w:tc>
          <w:tcPr>
            <w:tcW w:w="1559" w:type="dxa"/>
          </w:tcPr>
          <w:p w14:paraId="7559868C" w14:textId="77777777" w:rsidR="00F54A5E" w:rsidRPr="008003B3" w:rsidRDefault="00F54A5E" w:rsidP="00F54A5E">
            <w:pPr>
              <w:pStyle w:val="BodyText"/>
              <w:ind w:left="34" w:hanging="34"/>
            </w:pPr>
            <w:r>
              <w:t>UC.010, UC.015</w:t>
            </w:r>
          </w:p>
        </w:tc>
        <w:tc>
          <w:tcPr>
            <w:tcW w:w="1559" w:type="dxa"/>
          </w:tcPr>
          <w:p w14:paraId="068B962F"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40D3D27" w14:textId="2A9BBA39" w:rsidR="00F54A5E" w:rsidRPr="006B0757" w:rsidRDefault="00F54A5E" w:rsidP="00D12447">
            <w:pPr>
              <w:ind w:left="37"/>
            </w:pPr>
            <w:r>
              <w:t>UC.010 Part C</w:t>
            </w:r>
            <w:r>
              <w:br/>
              <w:t>UC.015 Part C</w:t>
            </w:r>
          </w:p>
        </w:tc>
        <w:tc>
          <w:tcPr>
            <w:tcW w:w="1559" w:type="dxa"/>
          </w:tcPr>
          <w:p w14:paraId="7AEFBDDB" w14:textId="77777777" w:rsidR="00F54A5E" w:rsidRDefault="00F54A5E" w:rsidP="00F54A5E">
            <w:pPr>
              <w:pStyle w:val="BodyText"/>
              <w:ind w:left="79"/>
            </w:pPr>
            <w:r>
              <w:t>DISP-70</w:t>
            </w:r>
          </w:p>
        </w:tc>
        <w:tc>
          <w:tcPr>
            <w:tcW w:w="1276" w:type="dxa"/>
          </w:tcPr>
          <w:p w14:paraId="5A537FB4" w14:textId="77777777" w:rsidR="00F54A5E" w:rsidRPr="00B619F6" w:rsidRDefault="00F54A5E" w:rsidP="00F54A5E">
            <w:pPr>
              <w:pStyle w:val="BodyText"/>
              <w:overflowPunct w:val="0"/>
              <w:ind w:left="34" w:hanging="34"/>
            </w:pPr>
          </w:p>
        </w:tc>
      </w:tr>
      <w:tr w:rsidR="00F54A5E" w:rsidRPr="00B619F6" w14:paraId="47656F21" w14:textId="77777777" w:rsidTr="00D12447">
        <w:trPr>
          <w:cantSplit/>
          <w:trHeight w:val="403"/>
        </w:trPr>
        <w:tc>
          <w:tcPr>
            <w:tcW w:w="1672" w:type="dxa"/>
            <w:vMerge/>
          </w:tcPr>
          <w:p w14:paraId="37A913A2" w14:textId="77777777" w:rsidR="00F54A5E" w:rsidRDefault="00F54A5E" w:rsidP="00F54A5E">
            <w:pPr>
              <w:pStyle w:val="BodyText"/>
              <w:ind w:left="0"/>
              <w:jc w:val="both"/>
            </w:pPr>
          </w:p>
        </w:tc>
        <w:tc>
          <w:tcPr>
            <w:tcW w:w="1572" w:type="dxa"/>
            <w:vMerge/>
          </w:tcPr>
          <w:p w14:paraId="6C6310AE" w14:textId="77777777" w:rsidR="00F54A5E" w:rsidRDefault="00F54A5E" w:rsidP="00F54A5E">
            <w:pPr>
              <w:pStyle w:val="BodyText"/>
              <w:ind w:left="34" w:hanging="34"/>
            </w:pPr>
          </w:p>
        </w:tc>
        <w:tc>
          <w:tcPr>
            <w:tcW w:w="3277" w:type="dxa"/>
          </w:tcPr>
          <w:p w14:paraId="2F83D374" w14:textId="77777777" w:rsidR="00F54A5E" w:rsidRDefault="00F54A5E" w:rsidP="00F54A5E">
            <w:pPr>
              <w:pStyle w:val="BodyText"/>
              <w:ind w:left="34" w:hanging="34"/>
            </w:pPr>
            <w:r>
              <w:t>23942 – Validation when incoming information matches a local patient record</w:t>
            </w:r>
          </w:p>
        </w:tc>
        <w:tc>
          <w:tcPr>
            <w:tcW w:w="1559" w:type="dxa"/>
          </w:tcPr>
          <w:p w14:paraId="6F53E6E0" w14:textId="77777777" w:rsidR="00F54A5E" w:rsidRDefault="00F54A5E" w:rsidP="00F54A5E">
            <w:pPr>
              <w:pStyle w:val="BodyText"/>
              <w:ind w:left="34" w:hanging="34"/>
            </w:pPr>
            <w:r>
              <w:t>UC.325</w:t>
            </w:r>
          </w:p>
        </w:tc>
        <w:tc>
          <w:tcPr>
            <w:tcW w:w="1559" w:type="dxa"/>
          </w:tcPr>
          <w:p w14:paraId="00CD0222"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53D79569" w14:textId="3343D907" w:rsidR="00F54A5E" w:rsidRPr="006B0757" w:rsidRDefault="00F54A5E" w:rsidP="00D12447">
            <w:pPr>
              <w:ind w:left="37"/>
            </w:pPr>
            <w:r>
              <w:t>UC.325 Part B</w:t>
            </w:r>
          </w:p>
        </w:tc>
        <w:tc>
          <w:tcPr>
            <w:tcW w:w="1559" w:type="dxa"/>
          </w:tcPr>
          <w:p w14:paraId="108BCCCB" w14:textId="77777777" w:rsidR="00F54A5E" w:rsidRDefault="00F54A5E" w:rsidP="00F54A5E">
            <w:pPr>
              <w:pStyle w:val="BodyText"/>
              <w:ind w:left="79"/>
            </w:pPr>
            <w:r>
              <w:t>DISP-70a</w:t>
            </w:r>
          </w:p>
        </w:tc>
        <w:tc>
          <w:tcPr>
            <w:tcW w:w="1276" w:type="dxa"/>
          </w:tcPr>
          <w:p w14:paraId="5E3C390C" w14:textId="77777777" w:rsidR="00F54A5E" w:rsidRPr="00B619F6" w:rsidRDefault="00F54A5E" w:rsidP="00F54A5E">
            <w:pPr>
              <w:pStyle w:val="BodyText"/>
              <w:overflowPunct w:val="0"/>
              <w:ind w:left="34" w:hanging="34"/>
            </w:pPr>
          </w:p>
        </w:tc>
      </w:tr>
      <w:tr w:rsidR="00F54A5E" w:rsidRPr="00B619F6" w14:paraId="27959B0A" w14:textId="77777777" w:rsidTr="00D12447">
        <w:trPr>
          <w:cantSplit/>
          <w:trHeight w:val="403"/>
        </w:trPr>
        <w:tc>
          <w:tcPr>
            <w:tcW w:w="1672" w:type="dxa"/>
            <w:vMerge/>
          </w:tcPr>
          <w:p w14:paraId="196522CD" w14:textId="77777777" w:rsidR="00F54A5E" w:rsidRDefault="00F54A5E" w:rsidP="00F54A5E">
            <w:pPr>
              <w:pStyle w:val="BodyText"/>
              <w:ind w:left="0"/>
              <w:jc w:val="both"/>
            </w:pPr>
          </w:p>
        </w:tc>
        <w:tc>
          <w:tcPr>
            <w:tcW w:w="1572" w:type="dxa"/>
            <w:vMerge/>
          </w:tcPr>
          <w:p w14:paraId="57F4D5D5" w14:textId="77777777" w:rsidR="00F54A5E" w:rsidRDefault="00F54A5E" w:rsidP="00F54A5E">
            <w:pPr>
              <w:pStyle w:val="BodyText"/>
              <w:ind w:left="34" w:hanging="34"/>
            </w:pPr>
          </w:p>
        </w:tc>
        <w:tc>
          <w:tcPr>
            <w:tcW w:w="3277" w:type="dxa"/>
          </w:tcPr>
          <w:p w14:paraId="66BC3188" w14:textId="77777777" w:rsidR="00F54A5E" w:rsidRDefault="00F54A5E" w:rsidP="00F54A5E">
            <w:pPr>
              <w:pStyle w:val="BodyText"/>
              <w:ind w:left="34" w:hanging="34"/>
            </w:pPr>
            <w:r>
              <w:t>23943 – Validation when incoming demographic data matches a local patient record and the local IHI is absent</w:t>
            </w:r>
          </w:p>
        </w:tc>
        <w:tc>
          <w:tcPr>
            <w:tcW w:w="1559" w:type="dxa"/>
          </w:tcPr>
          <w:p w14:paraId="5CC5107C" w14:textId="77777777" w:rsidR="00F54A5E" w:rsidRDefault="00F54A5E" w:rsidP="00F54A5E">
            <w:pPr>
              <w:pStyle w:val="BodyText"/>
              <w:ind w:left="34" w:hanging="34"/>
            </w:pPr>
            <w:r>
              <w:t>UC.325</w:t>
            </w:r>
          </w:p>
        </w:tc>
        <w:tc>
          <w:tcPr>
            <w:tcW w:w="1559" w:type="dxa"/>
          </w:tcPr>
          <w:p w14:paraId="0F165C56"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67E1094F" w14:textId="458DB235" w:rsidR="00F54A5E" w:rsidRPr="006B0757" w:rsidRDefault="00F54A5E" w:rsidP="00D12447">
            <w:pPr>
              <w:ind w:left="37"/>
            </w:pPr>
            <w:r>
              <w:t>UC.325 - Part B</w:t>
            </w:r>
          </w:p>
        </w:tc>
        <w:tc>
          <w:tcPr>
            <w:tcW w:w="1559" w:type="dxa"/>
          </w:tcPr>
          <w:p w14:paraId="3F2F1323" w14:textId="77777777" w:rsidR="00F54A5E" w:rsidRDefault="00F54A5E" w:rsidP="00F54A5E">
            <w:pPr>
              <w:pStyle w:val="BodyText"/>
              <w:ind w:left="79"/>
            </w:pPr>
            <w:r>
              <w:t>DISP-70a</w:t>
            </w:r>
          </w:p>
        </w:tc>
        <w:tc>
          <w:tcPr>
            <w:tcW w:w="1276" w:type="dxa"/>
          </w:tcPr>
          <w:p w14:paraId="0BFDEDB9" w14:textId="77777777" w:rsidR="00F54A5E" w:rsidRPr="00B619F6" w:rsidRDefault="00F54A5E" w:rsidP="00F54A5E">
            <w:pPr>
              <w:pStyle w:val="BodyText"/>
              <w:overflowPunct w:val="0"/>
              <w:ind w:left="34" w:hanging="34"/>
            </w:pPr>
          </w:p>
        </w:tc>
      </w:tr>
      <w:tr w:rsidR="00F54A5E" w:rsidRPr="00B619F6" w14:paraId="314A3690" w14:textId="77777777" w:rsidTr="00D12447">
        <w:trPr>
          <w:cantSplit/>
          <w:trHeight w:val="403"/>
        </w:trPr>
        <w:tc>
          <w:tcPr>
            <w:tcW w:w="1672" w:type="dxa"/>
            <w:vMerge/>
          </w:tcPr>
          <w:p w14:paraId="31699764" w14:textId="77777777" w:rsidR="00F54A5E" w:rsidRDefault="00F54A5E" w:rsidP="00F54A5E">
            <w:pPr>
              <w:pStyle w:val="BodyText"/>
              <w:ind w:left="0"/>
              <w:jc w:val="both"/>
            </w:pPr>
          </w:p>
        </w:tc>
        <w:tc>
          <w:tcPr>
            <w:tcW w:w="1572" w:type="dxa"/>
            <w:vMerge/>
          </w:tcPr>
          <w:p w14:paraId="3AE1991E" w14:textId="77777777" w:rsidR="00F54A5E" w:rsidRDefault="00F54A5E" w:rsidP="00F54A5E">
            <w:pPr>
              <w:pStyle w:val="BodyText"/>
              <w:ind w:left="34" w:hanging="34"/>
            </w:pPr>
          </w:p>
        </w:tc>
        <w:tc>
          <w:tcPr>
            <w:tcW w:w="3277" w:type="dxa"/>
          </w:tcPr>
          <w:p w14:paraId="7BBBD9CE" w14:textId="77777777" w:rsidR="00F54A5E" w:rsidRDefault="00F54A5E" w:rsidP="00F54A5E">
            <w:pPr>
              <w:pStyle w:val="BodyText"/>
              <w:ind w:left="34" w:hanging="34"/>
            </w:pPr>
            <w:r>
              <w:t>23944 – When the incoming IHI/demographic data does not match any local patient record</w:t>
            </w:r>
          </w:p>
        </w:tc>
        <w:tc>
          <w:tcPr>
            <w:tcW w:w="1559" w:type="dxa"/>
          </w:tcPr>
          <w:p w14:paraId="709F9FBB" w14:textId="77777777" w:rsidR="00F54A5E" w:rsidRDefault="00F54A5E" w:rsidP="00F54A5E">
            <w:pPr>
              <w:pStyle w:val="BodyText"/>
              <w:ind w:left="34" w:hanging="34"/>
            </w:pPr>
            <w:r>
              <w:t>UC.325</w:t>
            </w:r>
          </w:p>
        </w:tc>
        <w:tc>
          <w:tcPr>
            <w:tcW w:w="1559" w:type="dxa"/>
          </w:tcPr>
          <w:p w14:paraId="36BFB85A"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7410326E" w14:textId="0E766AE0" w:rsidR="00F54A5E" w:rsidRPr="006B0757" w:rsidRDefault="00F54A5E" w:rsidP="00D12447">
            <w:pPr>
              <w:ind w:left="37"/>
            </w:pPr>
            <w:r>
              <w:t>UC.325 - Part B</w:t>
            </w:r>
          </w:p>
        </w:tc>
        <w:tc>
          <w:tcPr>
            <w:tcW w:w="1559" w:type="dxa"/>
          </w:tcPr>
          <w:p w14:paraId="2C6B88B8" w14:textId="77777777" w:rsidR="00F54A5E" w:rsidRDefault="00F54A5E" w:rsidP="00F54A5E">
            <w:pPr>
              <w:pStyle w:val="BodyText"/>
              <w:ind w:left="79"/>
            </w:pPr>
            <w:r>
              <w:t>DISP-70a</w:t>
            </w:r>
          </w:p>
        </w:tc>
        <w:tc>
          <w:tcPr>
            <w:tcW w:w="1276" w:type="dxa"/>
          </w:tcPr>
          <w:p w14:paraId="3468BDE8" w14:textId="77777777" w:rsidR="00F54A5E" w:rsidRPr="00B619F6" w:rsidRDefault="00F54A5E" w:rsidP="00F54A5E">
            <w:pPr>
              <w:pStyle w:val="BodyText"/>
              <w:overflowPunct w:val="0"/>
              <w:ind w:left="34" w:hanging="34"/>
            </w:pPr>
          </w:p>
        </w:tc>
      </w:tr>
      <w:tr w:rsidR="00F54A5E" w:rsidRPr="00B619F6" w14:paraId="3172F1BF" w14:textId="77777777" w:rsidTr="00D12447">
        <w:trPr>
          <w:cantSplit/>
          <w:trHeight w:val="403"/>
        </w:trPr>
        <w:tc>
          <w:tcPr>
            <w:tcW w:w="1672" w:type="dxa"/>
            <w:vMerge/>
          </w:tcPr>
          <w:p w14:paraId="071BFE85" w14:textId="77777777" w:rsidR="00F54A5E" w:rsidRDefault="00F54A5E" w:rsidP="00F54A5E">
            <w:pPr>
              <w:pStyle w:val="BodyText"/>
              <w:ind w:left="0"/>
              <w:jc w:val="both"/>
            </w:pPr>
            <w:bookmarkStart w:id="73" w:name="_Hlk66099011"/>
          </w:p>
        </w:tc>
        <w:tc>
          <w:tcPr>
            <w:tcW w:w="1572" w:type="dxa"/>
            <w:vMerge/>
          </w:tcPr>
          <w:p w14:paraId="57FFDD60" w14:textId="77777777" w:rsidR="00F54A5E" w:rsidRDefault="00F54A5E" w:rsidP="00F54A5E">
            <w:pPr>
              <w:pStyle w:val="BodyText"/>
              <w:ind w:left="34" w:hanging="34"/>
            </w:pPr>
          </w:p>
        </w:tc>
        <w:tc>
          <w:tcPr>
            <w:tcW w:w="3277" w:type="dxa"/>
            <w:shd w:val="clear" w:color="auto" w:fill="FFFFFF" w:themeFill="background1"/>
          </w:tcPr>
          <w:p w14:paraId="0DDC9A66" w14:textId="77777777" w:rsidR="00F54A5E" w:rsidRPr="00CB3936" w:rsidRDefault="00F54A5E" w:rsidP="00F54A5E">
            <w:pPr>
              <w:pStyle w:val="BodyText"/>
              <w:ind w:left="34" w:hanging="34"/>
            </w:pPr>
            <w:r>
              <w:t xml:space="preserve">16832 - Validation of an IHI before inclusion in a new </w:t>
            </w:r>
            <w:r>
              <w:rPr>
                <w:rFonts w:cs="MS Shell Dlg"/>
                <w:szCs w:val="20"/>
              </w:rPr>
              <w:t>eHealth message/</w:t>
            </w:r>
            <w:r>
              <w:t>document</w:t>
            </w:r>
          </w:p>
        </w:tc>
        <w:tc>
          <w:tcPr>
            <w:tcW w:w="1559" w:type="dxa"/>
            <w:shd w:val="clear" w:color="auto" w:fill="FFFFFF" w:themeFill="background1"/>
          </w:tcPr>
          <w:p w14:paraId="631BEB75" w14:textId="77777777" w:rsidR="00F54A5E" w:rsidRPr="00CB3936" w:rsidRDefault="00F54A5E" w:rsidP="00F54A5E">
            <w:pPr>
              <w:pStyle w:val="BodyText"/>
              <w:ind w:left="34" w:hanging="34"/>
            </w:pPr>
            <w:r w:rsidRPr="00CB3936">
              <w:t>UC.330</w:t>
            </w:r>
          </w:p>
        </w:tc>
        <w:tc>
          <w:tcPr>
            <w:tcW w:w="1559" w:type="dxa"/>
          </w:tcPr>
          <w:p w14:paraId="4124CE61"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C0E4823" w14:textId="075A0CDC" w:rsidR="00F54A5E" w:rsidRPr="00BC46A5" w:rsidRDefault="00F54A5E" w:rsidP="00D12447">
            <w:pPr>
              <w:ind w:left="37"/>
            </w:pPr>
            <w:r w:rsidRPr="00BC46A5">
              <w:t>UC.3</w:t>
            </w:r>
            <w:r w:rsidR="00AA4714" w:rsidRPr="00BC46A5">
              <w:t>30</w:t>
            </w:r>
            <w:r w:rsidRPr="00BC46A5">
              <w:t xml:space="preserve"> - Part B</w:t>
            </w:r>
          </w:p>
        </w:tc>
        <w:tc>
          <w:tcPr>
            <w:tcW w:w="1559" w:type="dxa"/>
          </w:tcPr>
          <w:p w14:paraId="0AF24BF2" w14:textId="77777777" w:rsidR="00F54A5E" w:rsidRDefault="00F54A5E" w:rsidP="00F54A5E">
            <w:pPr>
              <w:pStyle w:val="BodyText"/>
              <w:ind w:left="79"/>
            </w:pPr>
            <w:r>
              <w:t>DISP-73</w:t>
            </w:r>
          </w:p>
        </w:tc>
        <w:tc>
          <w:tcPr>
            <w:tcW w:w="1276" w:type="dxa"/>
          </w:tcPr>
          <w:p w14:paraId="0C58459B" w14:textId="77777777" w:rsidR="00F54A5E" w:rsidRPr="00B619F6" w:rsidRDefault="00F54A5E" w:rsidP="00F54A5E">
            <w:pPr>
              <w:pStyle w:val="BodyText"/>
              <w:overflowPunct w:val="0"/>
              <w:ind w:left="34" w:hanging="34"/>
            </w:pPr>
          </w:p>
        </w:tc>
      </w:tr>
      <w:tr w:rsidR="00F54A5E" w:rsidRPr="00B619F6" w14:paraId="058A1A2E" w14:textId="77777777" w:rsidTr="00D12447">
        <w:trPr>
          <w:cantSplit/>
          <w:trHeight w:val="402"/>
        </w:trPr>
        <w:tc>
          <w:tcPr>
            <w:tcW w:w="1672" w:type="dxa"/>
            <w:vMerge/>
          </w:tcPr>
          <w:p w14:paraId="21B10D32" w14:textId="77777777" w:rsidR="00F54A5E" w:rsidRDefault="00F54A5E" w:rsidP="00F54A5E">
            <w:pPr>
              <w:pStyle w:val="BodyText"/>
              <w:ind w:left="0"/>
              <w:jc w:val="both"/>
            </w:pPr>
          </w:p>
        </w:tc>
        <w:tc>
          <w:tcPr>
            <w:tcW w:w="1572" w:type="dxa"/>
            <w:vMerge/>
          </w:tcPr>
          <w:p w14:paraId="205404B8" w14:textId="77777777" w:rsidR="00F54A5E" w:rsidRDefault="00F54A5E" w:rsidP="00F54A5E">
            <w:pPr>
              <w:pStyle w:val="BodyText"/>
              <w:ind w:left="34" w:hanging="34"/>
            </w:pPr>
          </w:p>
        </w:tc>
        <w:tc>
          <w:tcPr>
            <w:tcW w:w="3277" w:type="dxa"/>
            <w:shd w:val="clear" w:color="auto" w:fill="FFFFFF" w:themeFill="background1"/>
          </w:tcPr>
          <w:p w14:paraId="5245BA3E" w14:textId="77777777" w:rsidR="00F54A5E" w:rsidRDefault="00F54A5E" w:rsidP="00F54A5E">
            <w:pPr>
              <w:pStyle w:val="BodyText"/>
              <w:ind w:left="34" w:hanging="34"/>
            </w:pPr>
            <w:r>
              <w:t>16813 – Actions for when validation of a verified IHI returns a ‘resolved’ information message and a different IHI number</w:t>
            </w:r>
          </w:p>
        </w:tc>
        <w:tc>
          <w:tcPr>
            <w:tcW w:w="1559" w:type="dxa"/>
            <w:shd w:val="clear" w:color="auto" w:fill="FFFFFF" w:themeFill="background1"/>
          </w:tcPr>
          <w:p w14:paraId="5806CD97" w14:textId="77777777" w:rsidR="00F54A5E" w:rsidRPr="00CB3936" w:rsidRDefault="00F54A5E" w:rsidP="00F54A5E">
            <w:pPr>
              <w:pStyle w:val="BodyText"/>
              <w:ind w:left="34" w:hanging="34"/>
            </w:pPr>
            <w:r>
              <w:t>UC.330</w:t>
            </w:r>
          </w:p>
        </w:tc>
        <w:tc>
          <w:tcPr>
            <w:tcW w:w="1559" w:type="dxa"/>
          </w:tcPr>
          <w:p w14:paraId="1809F75E"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51639F00" w14:textId="1BBC39D4" w:rsidR="00F54A5E" w:rsidRPr="00BC46A5" w:rsidRDefault="00F54A5E" w:rsidP="00D12447">
            <w:pPr>
              <w:ind w:left="37"/>
            </w:pPr>
            <w:r w:rsidRPr="00BC46A5">
              <w:t>UC.3</w:t>
            </w:r>
            <w:r w:rsidR="00AA4714" w:rsidRPr="00BC46A5">
              <w:t xml:space="preserve">30 - </w:t>
            </w:r>
            <w:r w:rsidRPr="00BC46A5">
              <w:t>Part B</w:t>
            </w:r>
          </w:p>
        </w:tc>
        <w:tc>
          <w:tcPr>
            <w:tcW w:w="1559" w:type="dxa"/>
          </w:tcPr>
          <w:p w14:paraId="75D79245" w14:textId="77777777" w:rsidR="00F54A5E" w:rsidRDefault="00F54A5E" w:rsidP="00F54A5E">
            <w:pPr>
              <w:pStyle w:val="BodyText"/>
              <w:ind w:left="79"/>
            </w:pPr>
            <w:r>
              <w:t>DISP-73</w:t>
            </w:r>
          </w:p>
        </w:tc>
        <w:tc>
          <w:tcPr>
            <w:tcW w:w="1276" w:type="dxa"/>
          </w:tcPr>
          <w:p w14:paraId="6A136803" w14:textId="77777777" w:rsidR="00F54A5E" w:rsidRPr="00B619F6" w:rsidRDefault="00F54A5E" w:rsidP="00F54A5E">
            <w:pPr>
              <w:pStyle w:val="BodyText"/>
              <w:overflowPunct w:val="0"/>
              <w:ind w:left="34" w:hanging="34"/>
            </w:pPr>
          </w:p>
        </w:tc>
      </w:tr>
      <w:bookmarkEnd w:id="73"/>
      <w:tr w:rsidR="00F54A5E" w:rsidRPr="00B619F6" w14:paraId="30C99832" w14:textId="77777777" w:rsidTr="00D12447">
        <w:trPr>
          <w:cantSplit/>
          <w:trHeight w:val="403"/>
        </w:trPr>
        <w:tc>
          <w:tcPr>
            <w:tcW w:w="1672" w:type="dxa"/>
            <w:vMerge/>
          </w:tcPr>
          <w:p w14:paraId="450E5DE6" w14:textId="77777777" w:rsidR="00F54A5E" w:rsidRDefault="00F54A5E" w:rsidP="00F54A5E">
            <w:pPr>
              <w:pStyle w:val="BodyText"/>
              <w:ind w:left="0"/>
              <w:jc w:val="both"/>
            </w:pPr>
          </w:p>
        </w:tc>
        <w:tc>
          <w:tcPr>
            <w:tcW w:w="1572" w:type="dxa"/>
            <w:vMerge w:val="restart"/>
          </w:tcPr>
          <w:p w14:paraId="5335234F" w14:textId="535F381A" w:rsidR="00F54A5E" w:rsidRDefault="00F54A5E" w:rsidP="00F54A5E">
            <w:pPr>
              <w:pStyle w:val="BodyText"/>
              <w:ind w:left="34" w:hanging="34"/>
            </w:pPr>
            <w:r>
              <w:t>Conditional</w:t>
            </w:r>
          </w:p>
        </w:tc>
        <w:tc>
          <w:tcPr>
            <w:tcW w:w="3277" w:type="dxa"/>
            <w:shd w:val="clear" w:color="auto" w:fill="FFFFFF" w:themeFill="background1"/>
          </w:tcPr>
          <w:p w14:paraId="62B1ABCD" w14:textId="77777777" w:rsidR="00F54A5E" w:rsidRDefault="00F54A5E" w:rsidP="00F54A5E">
            <w:pPr>
              <w:pStyle w:val="BodyText"/>
              <w:ind w:left="34" w:hanging="34"/>
            </w:pPr>
            <w:r>
              <w:t xml:space="preserve">UC.010 – Register patient </w:t>
            </w:r>
          </w:p>
          <w:p w14:paraId="389876F9" w14:textId="53886D4C" w:rsidR="00D12447" w:rsidRDefault="00D12447" w:rsidP="00F54A5E">
            <w:pPr>
              <w:pStyle w:val="BodyText"/>
              <w:ind w:left="34" w:hanging="34"/>
            </w:pPr>
            <w:r>
              <w:t xml:space="preserve">Note: Not required for </w:t>
            </w:r>
            <w:r w:rsidR="005D06A6">
              <w:t>current</w:t>
            </w:r>
            <w:r>
              <w:t xml:space="preserve"> conformant systems</w:t>
            </w:r>
          </w:p>
        </w:tc>
        <w:tc>
          <w:tcPr>
            <w:tcW w:w="1559" w:type="dxa"/>
            <w:shd w:val="clear" w:color="auto" w:fill="FFFFFF" w:themeFill="background1"/>
          </w:tcPr>
          <w:p w14:paraId="4C19102A" w14:textId="255021D9" w:rsidR="00F54A5E" w:rsidRDefault="00F54A5E" w:rsidP="00F54A5E">
            <w:pPr>
              <w:pStyle w:val="BodyText"/>
              <w:ind w:left="34" w:hanging="34"/>
            </w:pPr>
            <w:r w:rsidRPr="006662E2">
              <w:t>UC.010</w:t>
            </w:r>
          </w:p>
        </w:tc>
        <w:tc>
          <w:tcPr>
            <w:tcW w:w="1559" w:type="dxa"/>
          </w:tcPr>
          <w:p w14:paraId="788DEFB3" w14:textId="0E2F4951"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78319B10" w14:textId="3DF9624F" w:rsidR="00F54A5E" w:rsidRPr="006B0757" w:rsidRDefault="00F54A5E" w:rsidP="00D12447">
            <w:pPr>
              <w:ind w:left="37"/>
            </w:pPr>
            <w:r>
              <w:t xml:space="preserve">UC.010 </w:t>
            </w:r>
            <w:r w:rsidR="00D12447">
              <w:t xml:space="preserve">- </w:t>
            </w:r>
            <w:r>
              <w:t>Parts A, B &amp; C</w:t>
            </w:r>
          </w:p>
        </w:tc>
        <w:tc>
          <w:tcPr>
            <w:tcW w:w="1559" w:type="dxa"/>
          </w:tcPr>
          <w:p w14:paraId="2216AA87" w14:textId="2F95C526" w:rsidR="00F54A5E" w:rsidRDefault="00F54A5E" w:rsidP="00F54A5E">
            <w:pPr>
              <w:pStyle w:val="BodyText"/>
              <w:ind w:left="79"/>
            </w:pPr>
            <w:r>
              <w:t>DISP</w:t>
            </w:r>
            <w:r w:rsidRPr="006662E2">
              <w:t>-70</w:t>
            </w:r>
          </w:p>
        </w:tc>
        <w:tc>
          <w:tcPr>
            <w:tcW w:w="1276" w:type="dxa"/>
          </w:tcPr>
          <w:p w14:paraId="5A98BE4E" w14:textId="1756CBBA" w:rsidR="00F54A5E" w:rsidRPr="00B619F6" w:rsidRDefault="00F54A5E" w:rsidP="00F54A5E">
            <w:pPr>
              <w:pStyle w:val="BodyText"/>
              <w:overflowPunct w:val="0"/>
              <w:ind w:left="34" w:hanging="34"/>
            </w:pPr>
            <w:r>
              <w:t xml:space="preserve">See section </w:t>
            </w:r>
            <w:r>
              <w:fldChar w:fldCharType="begin"/>
            </w:r>
            <w:r>
              <w:instrText xml:space="preserve"> REF _Ref67038036 \r \h  \* MERGEFORMAT </w:instrText>
            </w:r>
            <w:r>
              <w:fldChar w:fldCharType="separate"/>
            </w:r>
            <w:r w:rsidR="007F3832">
              <w:t>5.4.2</w:t>
            </w:r>
            <w:r>
              <w:fldChar w:fldCharType="end"/>
            </w:r>
            <w:r>
              <w:t xml:space="preserve"> for UC.010</w:t>
            </w:r>
          </w:p>
        </w:tc>
      </w:tr>
      <w:tr w:rsidR="00F54A5E" w:rsidRPr="00B619F6" w14:paraId="399F6148" w14:textId="77777777" w:rsidTr="00D12447">
        <w:trPr>
          <w:cantSplit/>
          <w:trHeight w:val="403"/>
        </w:trPr>
        <w:tc>
          <w:tcPr>
            <w:tcW w:w="1672" w:type="dxa"/>
            <w:vMerge/>
          </w:tcPr>
          <w:p w14:paraId="4C182C6C" w14:textId="77777777" w:rsidR="00F54A5E" w:rsidRDefault="00F54A5E" w:rsidP="00F54A5E">
            <w:pPr>
              <w:pStyle w:val="BodyText"/>
              <w:ind w:left="0"/>
              <w:jc w:val="both"/>
            </w:pPr>
          </w:p>
        </w:tc>
        <w:tc>
          <w:tcPr>
            <w:tcW w:w="1572" w:type="dxa"/>
            <w:vMerge/>
          </w:tcPr>
          <w:p w14:paraId="566D1841" w14:textId="77777777" w:rsidR="00F54A5E" w:rsidRDefault="00F54A5E" w:rsidP="00F54A5E">
            <w:pPr>
              <w:pStyle w:val="BodyText"/>
              <w:ind w:left="34" w:hanging="34"/>
            </w:pPr>
          </w:p>
        </w:tc>
        <w:tc>
          <w:tcPr>
            <w:tcW w:w="3277" w:type="dxa"/>
            <w:shd w:val="clear" w:color="auto" w:fill="FFFFFF" w:themeFill="background1"/>
          </w:tcPr>
          <w:p w14:paraId="5610612E" w14:textId="77777777" w:rsidR="00F54A5E" w:rsidRDefault="00F54A5E" w:rsidP="00F54A5E">
            <w:pPr>
              <w:pStyle w:val="BodyText"/>
              <w:ind w:left="34" w:hanging="34"/>
            </w:pPr>
            <w:r>
              <w:t xml:space="preserve">UC.015 – Update patient health record </w:t>
            </w:r>
          </w:p>
          <w:p w14:paraId="32485A78" w14:textId="42594725" w:rsidR="00D12447" w:rsidRDefault="00D12447" w:rsidP="00F54A5E">
            <w:pPr>
              <w:pStyle w:val="BodyText"/>
              <w:ind w:left="34" w:hanging="34"/>
            </w:pPr>
            <w:r>
              <w:t xml:space="preserve">Note: Not required for </w:t>
            </w:r>
            <w:r w:rsidR="005D06A6">
              <w:t>current</w:t>
            </w:r>
            <w:r>
              <w:t xml:space="preserve"> conformant systems</w:t>
            </w:r>
          </w:p>
        </w:tc>
        <w:tc>
          <w:tcPr>
            <w:tcW w:w="1559" w:type="dxa"/>
            <w:shd w:val="clear" w:color="auto" w:fill="FFFFFF" w:themeFill="background1"/>
          </w:tcPr>
          <w:p w14:paraId="1CC373CE" w14:textId="56723CB7" w:rsidR="00F54A5E" w:rsidRDefault="00F54A5E" w:rsidP="00F54A5E">
            <w:pPr>
              <w:pStyle w:val="BodyText"/>
              <w:ind w:left="34" w:hanging="34"/>
            </w:pPr>
            <w:r w:rsidRPr="006662E2">
              <w:t>UC.015</w:t>
            </w:r>
          </w:p>
        </w:tc>
        <w:tc>
          <w:tcPr>
            <w:tcW w:w="1559" w:type="dxa"/>
          </w:tcPr>
          <w:p w14:paraId="113E60E2" w14:textId="77901B28"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11776AD" w14:textId="7E64C434" w:rsidR="00F54A5E" w:rsidRPr="006B0757" w:rsidRDefault="00F54A5E" w:rsidP="00D12447">
            <w:pPr>
              <w:ind w:left="37"/>
            </w:pPr>
            <w:r>
              <w:t xml:space="preserve">UC.015 </w:t>
            </w:r>
            <w:r w:rsidR="00D12447">
              <w:t xml:space="preserve">- </w:t>
            </w:r>
            <w:r>
              <w:t>Parts A, B &amp; C</w:t>
            </w:r>
          </w:p>
        </w:tc>
        <w:tc>
          <w:tcPr>
            <w:tcW w:w="1559" w:type="dxa"/>
          </w:tcPr>
          <w:p w14:paraId="1C3083A5" w14:textId="147076DB" w:rsidR="00F54A5E" w:rsidRDefault="00F54A5E" w:rsidP="00F54A5E">
            <w:pPr>
              <w:pStyle w:val="BodyText"/>
              <w:ind w:left="79"/>
            </w:pPr>
            <w:r>
              <w:t>DISP</w:t>
            </w:r>
            <w:r w:rsidRPr="006662E2">
              <w:t>-70</w:t>
            </w:r>
          </w:p>
        </w:tc>
        <w:tc>
          <w:tcPr>
            <w:tcW w:w="1276" w:type="dxa"/>
          </w:tcPr>
          <w:p w14:paraId="0C371EA5" w14:textId="59F5EFCA" w:rsidR="00F54A5E" w:rsidRPr="00B619F6" w:rsidRDefault="00F54A5E" w:rsidP="00F54A5E">
            <w:pPr>
              <w:pStyle w:val="BodyText"/>
              <w:overflowPunct w:val="0"/>
              <w:ind w:left="34" w:hanging="34"/>
            </w:pPr>
            <w:r>
              <w:t xml:space="preserve">See section </w:t>
            </w:r>
            <w:r>
              <w:fldChar w:fldCharType="begin"/>
            </w:r>
            <w:r>
              <w:instrText xml:space="preserve"> REF _Ref67038046 \r \h  \* MERGEFORMAT </w:instrText>
            </w:r>
            <w:r>
              <w:fldChar w:fldCharType="separate"/>
            </w:r>
            <w:r w:rsidR="007F3832">
              <w:t>5.4.2</w:t>
            </w:r>
            <w:r>
              <w:fldChar w:fldCharType="end"/>
            </w:r>
            <w:r>
              <w:t xml:space="preserve"> for UC.015</w:t>
            </w:r>
          </w:p>
        </w:tc>
      </w:tr>
      <w:tr w:rsidR="00F54A5E" w:rsidRPr="00B619F6" w14:paraId="43CBC62A" w14:textId="77777777" w:rsidTr="00D12447">
        <w:trPr>
          <w:cantSplit/>
          <w:trHeight w:val="403"/>
        </w:trPr>
        <w:tc>
          <w:tcPr>
            <w:tcW w:w="1672" w:type="dxa"/>
            <w:vMerge w:val="restart"/>
          </w:tcPr>
          <w:p w14:paraId="1E1AF715" w14:textId="77777777" w:rsidR="00F54A5E" w:rsidRDefault="00F54A5E" w:rsidP="00F54A5E">
            <w:pPr>
              <w:pStyle w:val="BodyText"/>
              <w:ind w:left="0"/>
              <w:jc w:val="both"/>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r>
              <w:t xml:space="preserve"> Direct PDS</w:t>
            </w:r>
          </w:p>
        </w:tc>
        <w:tc>
          <w:tcPr>
            <w:tcW w:w="1572" w:type="dxa"/>
            <w:vMerge w:val="restart"/>
          </w:tcPr>
          <w:p w14:paraId="0B85A617" w14:textId="77777777" w:rsidR="00F54A5E" w:rsidRDefault="00F54A5E" w:rsidP="00F54A5E">
            <w:pPr>
              <w:pStyle w:val="BodyText"/>
              <w:ind w:left="34" w:hanging="34"/>
            </w:pPr>
            <w:r>
              <w:t xml:space="preserve">Mandatory </w:t>
            </w:r>
          </w:p>
        </w:tc>
        <w:tc>
          <w:tcPr>
            <w:tcW w:w="3277" w:type="dxa"/>
          </w:tcPr>
          <w:p w14:paraId="79E65881" w14:textId="77777777" w:rsidR="00F54A5E" w:rsidRDefault="00F54A5E" w:rsidP="00F54A5E">
            <w:pPr>
              <w:pStyle w:val="BodyText"/>
              <w:ind w:left="34" w:hanging="34"/>
            </w:pPr>
            <w:r>
              <w:t xml:space="preserve">UC.010 – Register patient </w:t>
            </w:r>
          </w:p>
          <w:p w14:paraId="21418272" w14:textId="016A7E4D" w:rsidR="00D12447" w:rsidRDefault="00D12447" w:rsidP="00F54A5E">
            <w:pPr>
              <w:pStyle w:val="BodyText"/>
              <w:ind w:left="34" w:hanging="34"/>
            </w:pPr>
            <w:r>
              <w:t xml:space="preserve">Note: Not required for </w:t>
            </w:r>
            <w:r w:rsidR="005D06A6">
              <w:t>current</w:t>
            </w:r>
            <w:r>
              <w:t xml:space="preserve"> conformant systems</w:t>
            </w:r>
          </w:p>
        </w:tc>
        <w:tc>
          <w:tcPr>
            <w:tcW w:w="1559" w:type="dxa"/>
          </w:tcPr>
          <w:p w14:paraId="69360AD4" w14:textId="77777777" w:rsidR="00F54A5E" w:rsidRDefault="00F54A5E" w:rsidP="00F54A5E">
            <w:pPr>
              <w:pStyle w:val="BodyText"/>
              <w:ind w:left="34" w:hanging="34"/>
            </w:pPr>
            <w:r w:rsidRPr="008003B3">
              <w:t>UC.010</w:t>
            </w:r>
          </w:p>
        </w:tc>
        <w:tc>
          <w:tcPr>
            <w:tcW w:w="1559" w:type="dxa"/>
          </w:tcPr>
          <w:p w14:paraId="594A68CA"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6A2FE4D" w14:textId="630E2A6F" w:rsidR="00F54A5E" w:rsidRPr="006B0757" w:rsidRDefault="00F54A5E" w:rsidP="00D12447">
            <w:pPr>
              <w:ind w:left="37"/>
            </w:pPr>
            <w:r>
              <w:t xml:space="preserve">UC.010 </w:t>
            </w:r>
            <w:r w:rsidR="00D12447">
              <w:t xml:space="preserve">- </w:t>
            </w:r>
            <w:r>
              <w:t>Parts A, B &amp; C</w:t>
            </w:r>
          </w:p>
        </w:tc>
        <w:tc>
          <w:tcPr>
            <w:tcW w:w="1559" w:type="dxa"/>
          </w:tcPr>
          <w:p w14:paraId="06029F8D" w14:textId="77777777" w:rsidR="00F54A5E" w:rsidRDefault="00F54A5E" w:rsidP="00F54A5E">
            <w:pPr>
              <w:pStyle w:val="BodyText"/>
              <w:ind w:left="79"/>
            </w:pPr>
            <w:r>
              <w:t>DISP-70</w:t>
            </w:r>
          </w:p>
        </w:tc>
        <w:tc>
          <w:tcPr>
            <w:tcW w:w="1276" w:type="dxa"/>
          </w:tcPr>
          <w:p w14:paraId="2DAF93F4" w14:textId="67692968" w:rsidR="00F54A5E" w:rsidRPr="00B619F6" w:rsidRDefault="00F54A5E" w:rsidP="00F54A5E">
            <w:pPr>
              <w:pStyle w:val="BodyText"/>
              <w:overflowPunct w:val="0"/>
              <w:ind w:left="34" w:hanging="34"/>
            </w:pPr>
            <w:r>
              <w:t xml:space="preserve">See section </w:t>
            </w:r>
            <w:r>
              <w:fldChar w:fldCharType="begin"/>
            </w:r>
            <w:r>
              <w:instrText xml:space="preserve"> REF _Ref67038130 \r \h  \* MERGEFORMAT </w:instrText>
            </w:r>
            <w:r>
              <w:fldChar w:fldCharType="separate"/>
            </w:r>
            <w:r w:rsidR="007F3832">
              <w:t>5.4.1</w:t>
            </w:r>
            <w:r>
              <w:fldChar w:fldCharType="end"/>
            </w:r>
            <w:r>
              <w:t xml:space="preserve"> for UC.010 </w:t>
            </w:r>
          </w:p>
        </w:tc>
      </w:tr>
      <w:tr w:rsidR="00F54A5E" w:rsidRPr="00B619F6" w14:paraId="1C118A42" w14:textId="77777777" w:rsidTr="00D12447">
        <w:trPr>
          <w:cantSplit/>
          <w:trHeight w:val="403"/>
        </w:trPr>
        <w:tc>
          <w:tcPr>
            <w:tcW w:w="1672" w:type="dxa"/>
            <w:vMerge/>
          </w:tcPr>
          <w:p w14:paraId="7B7E20E1" w14:textId="77777777" w:rsidR="00F54A5E" w:rsidRDefault="00F54A5E" w:rsidP="00F54A5E">
            <w:pPr>
              <w:pStyle w:val="BodyText"/>
              <w:ind w:left="0"/>
              <w:jc w:val="both"/>
            </w:pPr>
          </w:p>
        </w:tc>
        <w:tc>
          <w:tcPr>
            <w:tcW w:w="1572" w:type="dxa"/>
            <w:vMerge/>
          </w:tcPr>
          <w:p w14:paraId="30C05FF6" w14:textId="77777777" w:rsidR="00F54A5E" w:rsidRDefault="00F54A5E" w:rsidP="00F54A5E">
            <w:pPr>
              <w:pStyle w:val="BodyText"/>
              <w:ind w:left="34" w:hanging="34"/>
            </w:pPr>
          </w:p>
        </w:tc>
        <w:tc>
          <w:tcPr>
            <w:tcW w:w="3277" w:type="dxa"/>
          </w:tcPr>
          <w:p w14:paraId="3781D174" w14:textId="77777777" w:rsidR="00F54A5E" w:rsidRDefault="00F54A5E" w:rsidP="00F54A5E">
            <w:pPr>
              <w:pStyle w:val="BodyText"/>
              <w:ind w:left="34" w:hanging="34"/>
            </w:pPr>
            <w:r>
              <w:t xml:space="preserve">UC.015 – Update patient health record </w:t>
            </w:r>
          </w:p>
          <w:p w14:paraId="5F2E1C88" w14:textId="7ADE1D65" w:rsidR="00D12447" w:rsidRDefault="00D12447" w:rsidP="00F54A5E">
            <w:pPr>
              <w:pStyle w:val="BodyText"/>
              <w:ind w:left="34" w:hanging="34"/>
            </w:pPr>
            <w:r>
              <w:t xml:space="preserve">Note: Not required for </w:t>
            </w:r>
            <w:r w:rsidR="005D06A6">
              <w:t>current</w:t>
            </w:r>
            <w:r>
              <w:t xml:space="preserve"> conformant systems</w:t>
            </w:r>
          </w:p>
        </w:tc>
        <w:tc>
          <w:tcPr>
            <w:tcW w:w="1559" w:type="dxa"/>
          </w:tcPr>
          <w:p w14:paraId="07098825" w14:textId="77777777" w:rsidR="00F54A5E" w:rsidRDefault="00F54A5E" w:rsidP="00F54A5E">
            <w:pPr>
              <w:pStyle w:val="BodyText"/>
              <w:ind w:left="34" w:hanging="34"/>
            </w:pPr>
            <w:r w:rsidRPr="000B14AC">
              <w:t>UC.015</w:t>
            </w:r>
          </w:p>
        </w:tc>
        <w:tc>
          <w:tcPr>
            <w:tcW w:w="1559" w:type="dxa"/>
          </w:tcPr>
          <w:p w14:paraId="13B894CA"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B30B657" w14:textId="67AB1369" w:rsidR="00F54A5E" w:rsidRPr="006B0757" w:rsidRDefault="00F54A5E" w:rsidP="00D12447">
            <w:pPr>
              <w:ind w:left="37"/>
            </w:pPr>
            <w:r>
              <w:t>UC.015</w:t>
            </w:r>
            <w:r w:rsidR="00D12447">
              <w:t xml:space="preserve"> -</w:t>
            </w:r>
            <w:r>
              <w:t xml:space="preserve"> Parts A, B &amp; C</w:t>
            </w:r>
          </w:p>
        </w:tc>
        <w:tc>
          <w:tcPr>
            <w:tcW w:w="1559" w:type="dxa"/>
          </w:tcPr>
          <w:p w14:paraId="06D000D9" w14:textId="77777777" w:rsidR="00F54A5E" w:rsidRDefault="00F54A5E" w:rsidP="00F54A5E">
            <w:pPr>
              <w:pStyle w:val="BodyText"/>
              <w:ind w:left="79"/>
            </w:pPr>
            <w:r>
              <w:t>DISP-70</w:t>
            </w:r>
          </w:p>
        </w:tc>
        <w:tc>
          <w:tcPr>
            <w:tcW w:w="1276" w:type="dxa"/>
          </w:tcPr>
          <w:p w14:paraId="74BD451E" w14:textId="1E1BAC23" w:rsidR="00F54A5E" w:rsidRPr="00B619F6" w:rsidRDefault="00F54A5E" w:rsidP="00F54A5E">
            <w:pPr>
              <w:pStyle w:val="BodyText"/>
              <w:overflowPunct w:val="0"/>
              <w:ind w:left="34" w:hanging="34"/>
            </w:pPr>
            <w:r>
              <w:t xml:space="preserve">See section </w:t>
            </w:r>
            <w:r>
              <w:fldChar w:fldCharType="begin"/>
            </w:r>
            <w:r>
              <w:instrText xml:space="preserve"> REF _Ref67038148 \r \h  \* MERGEFORMAT </w:instrText>
            </w:r>
            <w:r>
              <w:fldChar w:fldCharType="separate"/>
            </w:r>
            <w:r w:rsidR="007F3832">
              <w:t>5.4.1</w:t>
            </w:r>
            <w:r>
              <w:fldChar w:fldCharType="end"/>
            </w:r>
            <w:r>
              <w:t xml:space="preserve"> for UC.015</w:t>
            </w:r>
          </w:p>
        </w:tc>
      </w:tr>
      <w:tr w:rsidR="00F54A5E" w:rsidRPr="00B619F6" w14:paraId="0A43BA17" w14:textId="77777777" w:rsidTr="00D12447">
        <w:trPr>
          <w:cantSplit/>
          <w:trHeight w:val="403"/>
        </w:trPr>
        <w:tc>
          <w:tcPr>
            <w:tcW w:w="1672" w:type="dxa"/>
            <w:vMerge/>
          </w:tcPr>
          <w:p w14:paraId="67F1D147" w14:textId="77777777" w:rsidR="00F54A5E" w:rsidRDefault="00F54A5E" w:rsidP="00F54A5E">
            <w:pPr>
              <w:pStyle w:val="BodyText"/>
              <w:ind w:left="0"/>
              <w:jc w:val="both"/>
            </w:pPr>
          </w:p>
        </w:tc>
        <w:tc>
          <w:tcPr>
            <w:tcW w:w="1572" w:type="dxa"/>
            <w:vMerge/>
          </w:tcPr>
          <w:p w14:paraId="42F67FB0" w14:textId="77777777" w:rsidR="00F54A5E" w:rsidRDefault="00F54A5E" w:rsidP="00F54A5E">
            <w:pPr>
              <w:pStyle w:val="BodyText"/>
              <w:ind w:left="34" w:hanging="34"/>
            </w:pPr>
          </w:p>
        </w:tc>
        <w:tc>
          <w:tcPr>
            <w:tcW w:w="3277" w:type="dxa"/>
          </w:tcPr>
          <w:p w14:paraId="058D5630" w14:textId="77777777" w:rsidR="00F54A5E" w:rsidRDefault="00F54A5E" w:rsidP="00F54A5E">
            <w:pPr>
              <w:pStyle w:val="BodyText"/>
              <w:ind w:left="34" w:hanging="34"/>
            </w:pPr>
            <w:r w:rsidRPr="008003B3">
              <w:t>5812</w:t>
            </w:r>
            <w:r>
              <w:t xml:space="preserve"> </w:t>
            </w:r>
            <w:r>
              <w:sym w:font="Symbol" w:char="F02D"/>
            </w:r>
            <w:r>
              <w:t xml:space="preserve"> </w:t>
            </w:r>
            <w:r w:rsidRPr="008003B3">
              <w:t>IHI number search</w:t>
            </w:r>
          </w:p>
        </w:tc>
        <w:tc>
          <w:tcPr>
            <w:tcW w:w="1559" w:type="dxa"/>
          </w:tcPr>
          <w:p w14:paraId="1A301B59" w14:textId="77777777" w:rsidR="00F54A5E" w:rsidRDefault="00F54A5E" w:rsidP="00F54A5E">
            <w:pPr>
              <w:pStyle w:val="BodyText"/>
              <w:ind w:left="34" w:hanging="34"/>
            </w:pPr>
            <w:r>
              <w:t>UC.010, UC.015</w:t>
            </w:r>
          </w:p>
        </w:tc>
        <w:tc>
          <w:tcPr>
            <w:tcW w:w="1559" w:type="dxa"/>
          </w:tcPr>
          <w:p w14:paraId="4295E9BE"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0C34F1A6" w14:textId="27DD3E80" w:rsidR="00F54A5E" w:rsidRPr="006B0757" w:rsidRDefault="00F54A5E" w:rsidP="00D12447">
            <w:pPr>
              <w:ind w:left="37"/>
            </w:pPr>
            <w:r>
              <w:t>UC.010</w:t>
            </w:r>
            <w:r w:rsidR="00D12447">
              <w:t xml:space="preserve"> -</w:t>
            </w:r>
            <w:r>
              <w:t xml:space="preserve"> Part C</w:t>
            </w:r>
            <w:r>
              <w:br/>
              <w:t xml:space="preserve">UC.015 </w:t>
            </w:r>
            <w:r w:rsidR="00D12447">
              <w:t xml:space="preserve">- </w:t>
            </w:r>
            <w:r>
              <w:t>Part C</w:t>
            </w:r>
          </w:p>
        </w:tc>
        <w:tc>
          <w:tcPr>
            <w:tcW w:w="1559" w:type="dxa"/>
          </w:tcPr>
          <w:p w14:paraId="662715B0" w14:textId="77777777" w:rsidR="00F54A5E" w:rsidRDefault="00F54A5E" w:rsidP="00F54A5E">
            <w:pPr>
              <w:pStyle w:val="BodyText"/>
              <w:ind w:left="79"/>
            </w:pPr>
            <w:r>
              <w:t>DISP-70</w:t>
            </w:r>
          </w:p>
        </w:tc>
        <w:tc>
          <w:tcPr>
            <w:tcW w:w="1276" w:type="dxa"/>
          </w:tcPr>
          <w:p w14:paraId="0477FD79" w14:textId="77777777" w:rsidR="00F54A5E" w:rsidRPr="00B619F6" w:rsidRDefault="00F54A5E" w:rsidP="00F54A5E">
            <w:pPr>
              <w:pStyle w:val="BodyText"/>
              <w:overflowPunct w:val="0"/>
              <w:ind w:left="34" w:hanging="34"/>
            </w:pPr>
          </w:p>
        </w:tc>
      </w:tr>
      <w:tr w:rsidR="00F54A5E" w:rsidRPr="00B619F6" w14:paraId="037CE54E" w14:textId="77777777" w:rsidTr="00D12447">
        <w:trPr>
          <w:cantSplit/>
          <w:trHeight w:val="403"/>
        </w:trPr>
        <w:tc>
          <w:tcPr>
            <w:tcW w:w="1672" w:type="dxa"/>
            <w:vMerge/>
          </w:tcPr>
          <w:p w14:paraId="6346C17F" w14:textId="77777777" w:rsidR="00F54A5E" w:rsidRDefault="00F54A5E" w:rsidP="00F54A5E">
            <w:pPr>
              <w:pStyle w:val="BodyText"/>
              <w:ind w:left="0"/>
              <w:jc w:val="both"/>
            </w:pPr>
          </w:p>
        </w:tc>
        <w:tc>
          <w:tcPr>
            <w:tcW w:w="1572" w:type="dxa"/>
            <w:vMerge/>
          </w:tcPr>
          <w:p w14:paraId="2C7A075F" w14:textId="77777777" w:rsidR="00F54A5E" w:rsidRDefault="00F54A5E" w:rsidP="00F54A5E">
            <w:pPr>
              <w:pStyle w:val="BodyText"/>
              <w:ind w:left="34" w:hanging="34"/>
            </w:pPr>
          </w:p>
        </w:tc>
        <w:tc>
          <w:tcPr>
            <w:tcW w:w="3277" w:type="dxa"/>
          </w:tcPr>
          <w:p w14:paraId="60798002" w14:textId="77777777" w:rsidR="00F54A5E" w:rsidRDefault="00F54A5E" w:rsidP="00F54A5E">
            <w:pPr>
              <w:pStyle w:val="BodyText"/>
              <w:ind w:left="34" w:hanging="34"/>
            </w:pPr>
            <w:r w:rsidRPr="008003B3">
              <w:t>5813</w:t>
            </w:r>
            <w:r>
              <w:t xml:space="preserve"> </w:t>
            </w:r>
            <w:r>
              <w:sym w:font="Symbol" w:char="F02D"/>
            </w:r>
            <w:r>
              <w:t xml:space="preserve"> </w:t>
            </w:r>
            <w:r w:rsidRPr="008003B3">
              <w:t>Medicare card search</w:t>
            </w:r>
          </w:p>
        </w:tc>
        <w:tc>
          <w:tcPr>
            <w:tcW w:w="1559" w:type="dxa"/>
          </w:tcPr>
          <w:p w14:paraId="3030A4EB" w14:textId="77777777" w:rsidR="00F54A5E" w:rsidRDefault="00F54A5E" w:rsidP="00F54A5E">
            <w:pPr>
              <w:pStyle w:val="BodyText"/>
              <w:ind w:left="34" w:hanging="34"/>
            </w:pPr>
            <w:r>
              <w:t>UC.010, UC.015</w:t>
            </w:r>
          </w:p>
        </w:tc>
        <w:tc>
          <w:tcPr>
            <w:tcW w:w="1559" w:type="dxa"/>
          </w:tcPr>
          <w:p w14:paraId="55339D31"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8224821" w14:textId="0F6F729A" w:rsidR="00F54A5E" w:rsidRPr="006B0757" w:rsidRDefault="00F54A5E" w:rsidP="00D12447">
            <w:pPr>
              <w:ind w:left="37"/>
            </w:pPr>
            <w:r>
              <w:t xml:space="preserve">UC.010 </w:t>
            </w:r>
            <w:r w:rsidR="00D12447">
              <w:t xml:space="preserve">- </w:t>
            </w:r>
            <w:r>
              <w:t>Part C</w:t>
            </w:r>
            <w:r>
              <w:br/>
              <w:t xml:space="preserve">UC.015 </w:t>
            </w:r>
            <w:r w:rsidR="00D12447">
              <w:t xml:space="preserve">- </w:t>
            </w:r>
            <w:r>
              <w:t>Part C</w:t>
            </w:r>
          </w:p>
        </w:tc>
        <w:tc>
          <w:tcPr>
            <w:tcW w:w="1559" w:type="dxa"/>
          </w:tcPr>
          <w:p w14:paraId="1635DFF9" w14:textId="77777777" w:rsidR="00F54A5E" w:rsidRDefault="00F54A5E" w:rsidP="00F54A5E">
            <w:pPr>
              <w:pStyle w:val="BodyText"/>
              <w:ind w:left="79"/>
            </w:pPr>
            <w:r>
              <w:t>DISP-70</w:t>
            </w:r>
          </w:p>
        </w:tc>
        <w:tc>
          <w:tcPr>
            <w:tcW w:w="1276" w:type="dxa"/>
          </w:tcPr>
          <w:p w14:paraId="2BDE1FF6" w14:textId="77777777" w:rsidR="00F54A5E" w:rsidRPr="00B619F6" w:rsidRDefault="00F54A5E" w:rsidP="00F54A5E">
            <w:pPr>
              <w:pStyle w:val="BodyText"/>
              <w:overflowPunct w:val="0"/>
              <w:ind w:left="34" w:hanging="34"/>
            </w:pPr>
          </w:p>
        </w:tc>
      </w:tr>
      <w:tr w:rsidR="00F54A5E" w:rsidRPr="00B619F6" w14:paraId="13BBF3D9" w14:textId="77777777" w:rsidTr="00D12447">
        <w:trPr>
          <w:cantSplit/>
          <w:trHeight w:val="403"/>
        </w:trPr>
        <w:tc>
          <w:tcPr>
            <w:tcW w:w="1672" w:type="dxa"/>
            <w:vMerge/>
          </w:tcPr>
          <w:p w14:paraId="69759901" w14:textId="77777777" w:rsidR="00F54A5E" w:rsidRDefault="00F54A5E" w:rsidP="00F54A5E">
            <w:pPr>
              <w:pStyle w:val="BodyText"/>
              <w:ind w:left="0"/>
              <w:jc w:val="both"/>
            </w:pPr>
          </w:p>
        </w:tc>
        <w:tc>
          <w:tcPr>
            <w:tcW w:w="1572" w:type="dxa"/>
            <w:vMerge/>
          </w:tcPr>
          <w:p w14:paraId="5F7BB9FE" w14:textId="77777777" w:rsidR="00F54A5E" w:rsidRDefault="00F54A5E" w:rsidP="00F54A5E">
            <w:pPr>
              <w:pStyle w:val="BodyText"/>
              <w:ind w:left="34" w:hanging="34"/>
            </w:pPr>
          </w:p>
        </w:tc>
        <w:tc>
          <w:tcPr>
            <w:tcW w:w="3277" w:type="dxa"/>
          </w:tcPr>
          <w:p w14:paraId="289B1E11" w14:textId="77777777" w:rsidR="00F54A5E" w:rsidRDefault="00F54A5E" w:rsidP="00F54A5E">
            <w:pPr>
              <w:pStyle w:val="BodyText"/>
              <w:ind w:left="34" w:hanging="34"/>
            </w:pPr>
            <w:r w:rsidRPr="008003B3">
              <w:t>5814</w:t>
            </w:r>
            <w:r>
              <w:t xml:space="preserve"> </w:t>
            </w:r>
            <w:r>
              <w:sym w:font="Symbol" w:char="F02D"/>
            </w:r>
            <w:r>
              <w:t xml:space="preserve"> </w:t>
            </w:r>
            <w:r w:rsidRPr="008003B3">
              <w:t>DVA File number search</w:t>
            </w:r>
          </w:p>
        </w:tc>
        <w:tc>
          <w:tcPr>
            <w:tcW w:w="1559" w:type="dxa"/>
          </w:tcPr>
          <w:p w14:paraId="61DD2F04" w14:textId="77777777" w:rsidR="00F54A5E" w:rsidRDefault="00F54A5E" w:rsidP="00F54A5E">
            <w:pPr>
              <w:pStyle w:val="BodyText"/>
              <w:ind w:left="34" w:hanging="34"/>
            </w:pPr>
            <w:r>
              <w:t>UC.010, UC.015</w:t>
            </w:r>
          </w:p>
        </w:tc>
        <w:tc>
          <w:tcPr>
            <w:tcW w:w="1559" w:type="dxa"/>
          </w:tcPr>
          <w:p w14:paraId="7D61992C"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243E1C54" w14:textId="576880E7" w:rsidR="00F54A5E" w:rsidRPr="006B0757" w:rsidRDefault="00F54A5E" w:rsidP="00D12447">
            <w:pPr>
              <w:ind w:left="37"/>
            </w:pPr>
            <w:r>
              <w:t xml:space="preserve">UC.010 </w:t>
            </w:r>
            <w:r w:rsidR="00D12447">
              <w:t xml:space="preserve">- </w:t>
            </w:r>
            <w:r>
              <w:t>Part C</w:t>
            </w:r>
            <w:r>
              <w:br/>
              <w:t xml:space="preserve">UC.015 </w:t>
            </w:r>
            <w:r w:rsidR="00D12447">
              <w:t xml:space="preserve">- </w:t>
            </w:r>
            <w:r>
              <w:t>Part C</w:t>
            </w:r>
          </w:p>
        </w:tc>
        <w:tc>
          <w:tcPr>
            <w:tcW w:w="1559" w:type="dxa"/>
          </w:tcPr>
          <w:p w14:paraId="7DD1995B" w14:textId="77777777" w:rsidR="00F54A5E" w:rsidRDefault="00F54A5E" w:rsidP="00F54A5E">
            <w:pPr>
              <w:pStyle w:val="BodyText"/>
              <w:ind w:left="79"/>
            </w:pPr>
            <w:r>
              <w:t>DISP-70</w:t>
            </w:r>
          </w:p>
        </w:tc>
        <w:tc>
          <w:tcPr>
            <w:tcW w:w="1276" w:type="dxa"/>
          </w:tcPr>
          <w:p w14:paraId="6CF525E7" w14:textId="77777777" w:rsidR="00F54A5E" w:rsidRPr="00B619F6" w:rsidRDefault="00F54A5E" w:rsidP="00F54A5E">
            <w:pPr>
              <w:pStyle w:val="BodyText"/>
              <w:overflowPunct w:val="0"/>
              <w:ind w:left="34" w:hanging="34"/>
            </w:pPr>
          </w:p>
        </w:tc>
      </w:tr>
      <w:tr w:rsidR="00F54A5E" w:rsidRPr="00B619F6" w14:paraId="56E41B57" w14:textId="77777777" w:rsidTr="00D12447">
        <w:trPr>
          <w:cantSplit/>
          <w:trHeight w:val="403"/>
        </w:trPr>
        <w:tc>
          <w:tcPr>
            <w:tcW w:w="1672" w:type="dxa"/>
            <w:vMerge/>
          </w:tcPr>
          <w:p w14:paraId="2C869916" w14:textId="77777777" w:rsidR="00F54A5E" w:rsidRDefault="00F54A5E" w:rsidP="00F54A5E">
            <w:pPr>
              <w:pStyle w:val="BodyText"/>
              <w:ind w:left="0"/>
              <w:jc w:val="both"/>
            </w:pPr>
          </w:p>
        </w:tc>
        <w:tc>
          <w:tcPr>
            <w:tcW w:w="1572" w:type="dxa"/>
            <w:vMerge/>
          </w:tcPr>
          <w:p w14:paraId="42AB9EE2" w14:textId="77777777" w:rsidR="00F54A5E" w:rsidRDefault="00F54A5E" w:rsidP="00F54A5E">
            <w:pPr>
              <w:pStyle w:val="BodyText"/>
              <w:ind w:left="34" w:hanging="34"/>
            </w:pPr>
          </w:p>
        </w:tc>
        <w:tc>
          <w:tcPr>
            <w:tcW w:w="3277" w:type="dxa"/>
          </w:tcPr>
          <w:p w14:paraId="4CFB1F4A" w14:textId="77777777" w:rsidR="00F54A5E" w:rsidRDefault="00F54A5E" w:rsidP="00F54A5E">
            <w:pPr>
              <w:pStyle w:val="BodyText"/>
              <w:ind w:left="34" w:hanging="34"/>
            </w:pPr>
            <w:r w:rsidRPr="008003B3">
              <w:t>5818</w:t>
            </w:r>
            <w:r>
              <w:t xml:space="preserve"> </w:t>
            </w:r>
            <w:r>
              <w:sym w:font="Symbol" w:char="F02D"/>
            </w:r>
            <w:r>
              <w:t xml:space="preserve"> </w:t>
            </w:r>
            <w:r w:rsidRPr="008003B3">
              <w:t>Resubmit search with modified search criteria</w:t>
            </w:r>
          </w:p>
        </w:tc>
        <w:tc>
          <w:tcPr>
            <w:tcW w:w="1559" w:type="dxa"/>
          </w:tcPr>
          <w:p w14:paraId="58EC35E5" w14:textId="77777777" w:rsidR="00F54A5E" w:rsidRDefault="00F54A5E" w:rsidP="00F54A5E">
            <w:pPr>
              <w:pStyle w:val="BodyText"/>
              <w:ind w:left="34" w:hanging="34"/>
            </w:pPr>
            <w:r>
              <w:t>UC.010, UC.015</w:t>
            </w:r>
          </w:p>
        </w:tc>
        <w:tc>
          <w:tcPr>
            <w:tcW w:w="1559" w:type="dxa"/>
          </w:tcPr>
          <w:p w14:paraId="78DC6E20"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3B79BCF5" w14:textId="0C92784B" w:rsidR="00F54A5E" w:rsidRPr="006B0757" w:rsidRDefault="00F54A5E" w:rsidP="00D12447">
            <w:pPr>
              <w:ind w:left="37"/>
            </w:pPr>
            <w:r>
              <w:t xml:space="preserve">UC.010 </w:t>
            </w:r>
            <w:r w:rsidR="00D12447">
              <w:t xml:space="preserve">- </w:t>
            </w:r>
            <w:r>
              <w:t>Part C</w:t>
            </w:r>
            <w:r>
              <w:br/>
              <w:t xml:space="preserve">UC.015 </w:t>
            </w:r>
            <w:r w:rsidR="00D12447">
              <w:t xml:space="preserve">- </w:t>
            </w:r>
            <w:r>
              <w:t>Part C</w:t>
            </w:r>
          </w:p>
        </w:tc>
        <w:tc>
          <w:tcPr>
            <w:tcW w:w="1559" w:type="dxa"/>
          </w:tcPr>
          <w:p w14:paraId="4852DC3E" w14:textId="77777777" w:rsidR="00F54A5E" w:rsidRDefault="00F54A5E" w:rsidP="00F54A5E">
            <w:pPr>
              <w:pStyle w:val="BodyText"/>
              <w:ind w:left="79"/>
            </w:pPr>
            <w:r>
              <w:t>DISP-70</w:t>
            </w:r>
          </w:p>
        </w:tc>
        <w:tc>
          <w:tcPr>
            <w:tcW w:w="1276" w:type="dxa"/>
          </w:tcPr>
          <w:p w14:paraId="2DD81D2D" w14:textId="77777777" w:rsidR="00F54A5E" w:rsidRPr="00B619F6" w:rsidRDefault="00F54A5E" w:rsidP="00F54A5E">
            <w:pPr>
              <w:pStyle w:val="BodyText"/>
              <w:overflowPunct w:val="0"/>
              <w:ind w:left="34" w:hanging="34"/>
            </w:pPr>
          </w:p>
        </w:tc>
      </w:tr>
      <w:tr w:rsidR="00F54A5E" w:rsidRPr="00B619F6" w14:paraId="72957A3C" w14:textId="77777777" w:rsidTr="00D12447">
        <w:trPr>
          <w:cantSplit/>
          <w:trHeight w:val="403"/>
        </w:trPr>
        <w:tc>
          <w:tcPr>
            <w:tcW w:w="1672" w:type="dxa"/>
            <w:vMerge/>
          </w:tcPr>
          <w:p w14:paraId="6DC33488" w14:textId="77777777" w:rsidR="00F54A5E" w:rsidRDefault="00F54A5E" w:rsidP="00F54A5E">
            <w:pPr>
              <w:pStyle w:val="BodyText"/>
              <w:ind w:left="0"/>
              <w:jc w:val="both"/>
            </w:pPr>
          </w:p>
        </w:tc>
        <w:tc>
          <w:tcPr>
            <w:tcW w:w="1572" w:type="dxa"/>
            <w:vMerge w:val="restart"/>
          </w:tcPr>
          <w:p w14:paraId="74C325D6" w14:textId="2CAED7EF" w:rsidR="00F54A5E" w:rsidRDefault="00F54A5E" w:rsidP="00F54A5E">
            <w:pPr>
              <w:pStyle w:val="BodyText"/>
              <w:ind w:left="34" w:hanging="34"/>
            </w:pPr>
            <w:r>
              <w:t>Conditional</w:t>
            </w:r>
          </w:p>
        </w:tc>
        <w:tc>
          <w:tcPr>
            <w:tcW w:w="3277" w:type="dxa"/>
            <w:shd w:val="clear" w:color="auto" w:fill="FFFFFF" w:themeFill="background1"/>
          </w:tcPr>
          <w:p w14:paraId="5E82A0B2" w14:textId="77777777" w:rsidR="00F54A5E" w:rsidRDefault="00F54A5E" w:rsidP="00F54A5E">
            <w:pPr>
              <w:pStyle w:val="BodyText"/>
              <w:ind w:left="34" w:hanging="34"/>
            </w:pPr>
            <w:r>
              <w:t xml:space="preserve">UC.010 – Register patient </w:t>
            </w:r>
          </w:p>
          <w:p w14:paraId="7D8F7A40" w14:textId="1083F8F7" w:rsidR="00D12447" w:rsidRDefault="00D12447" w:rsidP="00F54A5E">
            <w:pPr>
              <w:pStyle w:val="BodyText"/>
              <w:ind w:left="34" w:hanging="34"/>
            </w:pPr>
            <w:r>
              <w:t xml:space="preserve">Note: Not required for </w:t>
            </w:r>
            <w:r w:rsidR="005D06A6">
              <w:t>current</w:t>
            </w:r>
            <w:r>
              <w:t xml:space="preserve"> conformant systems</w:t>
            </w:r>
          </w:p>
        </w:tc>
        <w:tc>
          <w:tcPr>
            <w:tcW w:w="1559" w:type="dxa"/>
            <w:shd w:val="clear" w:color="auto" w:fill="FFFFFF" w:themeFill="background1"/>
          </w:tcPr>
          <w:p w14:paraId="0451DEAB" w14:textId="441B2A15" w:rsidR="00F54A5E" w:rsidRDefault="00F54A5E" w:rsidP="00F54A5E">
            <w:pPr>
              <w:pStyle w:val="BodyText"/>
              <w:ind w:left="34" w:hanging="34"/>
            </w:pPr>
            <w:r w:rsidRPr="006662E2">
              <w:t>UC.010</w:t>
            </w:r>
          </w:p>
        </w:tc>
        <w:tc>
          <w:tcPr>
            <w:tcW w:w="1559" w:type="dxa"/>
          </w:tcPr>
          <w:p w14:paraId="53D7EB82" w14:textId="612A3DF2"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1D72CC92" w14:textId="08750581" w:rsidR="00F54A5E" w:rsidRPr="006B0757" w:rsidRDefault="00F54A5E" w:rsidP="00D12447">
            <w:pPr>
              <w:ind w:left="37"/>
            </w:pPr>
            <w:r>
              <w:t xml:space="preserve">UC.010 </w:t>
            </w:r>
            <w:r w:rsidR="00D12447">
              <w:t xml:space="preserve">- </w:t>
            </w:r>
            <w:r>
              <w:t>Parts A, B &amp; C</w:t>
            </w:r>
          </w:p>
        </w:tc>
        <w:tc>
          <w:tcPr>
            <w:tcW w:w="1559" w:type="dxa"/>
          </w:tcPr>
          <w:p w14:paraId="581EB78F" w14:textId="2C975058" w:rsidR="00F54A5E" w:rsidRDefault="00F54A5E" w:rsidP="00F54A5E">
            <w:pPr>
              <w:pStyle w:val="BodyText"/>
              <w:ind w:left="79"/>
            </w:pPr>
            <w:r>
              <w:t>DISP</w:t>
            </w:r>
            <w:r w:rsidRPr="006662E2">
              <w:t>-70</w:t>
            </w:r>
          </w:p>
        </w:tc>
        <w:tc>
          <w:tcPr>
            <w:tcW w:w="1276" w:type="dxa"/>
          </w:tcPr>
          <w:p w14:paraId="2D74BD78" w14:textId="00A29AD2" w:rsidR="00F54A5E" w:rsidRPr="00B619F6" w:rsidRDefault="00F54A5E" w:rsidP="00F54A5E">
            <w:pPr>
              <w:pStyle w:val="BodyText"/>
              <w:overflowPunct w:val="0"/>
              <w:ind w:left="34" w:hanging="34"/>
            </w:pPr>
            <w:r>
              <w:t xml:space="preserve">See section </w:t>
            </w:r>
            <w:r>
              <w:fldChar w:fldCharType="begin"/>
            </w:r>
            <w:r>
              <w:instrText xml:space="preserve"> REF _Ref67038036 \r \h  \* MERGEFORMAT </w:instrText>
            </w:r>
            <w:r>
              <w:fldChar w:fldCharType="separate"/>
            </w:r>
            <w:r w:rsidR="007F3832">
              <w:t>5.4.2</w:t>
            </w:r>
            <w:r>
              <w:fldChar w:fldCharType="end"/>
            </w:r>
            <w:r>
              <w:t xml:space="preserve"> for UC.010</w:t>
            </w:r>
          </w:p>
        </w:tc>
      </w:tr>
      <w:tr w:rsidR="00F54A5E" w:rsidRPr="00B619F6" w14:paraId="727BAA9D" w14:textId="77777777" w:rsidTr="00D12447">
        <w:trPr>
          <w:cantSplit/>
          <w:trHeight w:val="403"/>
        </w:trPr>
        <w:tc>
          <w:tcPr>
            <w:tcW w:w="1672" w:type="dxa"/>
            <w:vMerge/>
          </w:tcPr>
          <w:p w14:paraId="16535841" w14:textId="77777777" w:rsidR="00F54A5E" w:rsidRDefault="00F54A5E" w:rsidP="00F54A5E">
            <w:pPr>
              <w:pStyle w:val="BodyText"/>
              <w:ind w:left="0"/>
              <w:jc w:val="both"/>
            </w:pPr>
          </w:p>
        </w:tc>
        <w:tc>
          <w:tcPr>
            <w:tcW w:w="1572" w:type="dxa"/>
            <w:vMerge/>
          </w:tcPr>
          <w:p w14:paraId="166D839E" w14:textId="77777777" w:rsidR="00F54A5E" w:rsidRDefault="00F54A5E" w:rsidP="00F54A5E">
            <w:pPr>
              <w:pStyle w:val="BodyText"/>
              <w:ind w:left="34" w:hanging="34"/>
            </w:pPr>
          </w:p>
        </w:tc>
        <w:tc>
          <w:tcPr>
            <w:tcW w:w="3277" w:type="dxa"/>
            <w:shd w:val="clear" w:color="auto" w:fill="FFFFFF" w:themeFill="background1"/>
          </w:tcPr>
          <w:p w14:paraId="25917C46" w14:textId="77777777" w:rsidR="00D12447" w:rsidRDefault="00F54A5E" w:rsidP="00F54A5E">
            <w:pPr>
              <w:pStyle w:val="BodyText"/>
              <w:ind w:left="34" w:hanging="34"/>
            </w:pPr>
            <w:r>
              <w:t xml:space="preserve">UC.015 – Update patient health record </w:t>
            </w:r>
          </w:p>
          <w:p w14:paraId="025EFB40" w14:textId="27939005" w:rsidR="00F54A5E" w:rsidRDefault="00D12447" w:rsidP="00F54A5E">
            <w:pPr>
              <w:pStyle w:val="BodyText"/>
              <w:ind w:left="34" w:hanging="34"/>
            </w:pPr>
            <w:r>
              <w:t xml:space="preserve">Note: Not required for </w:t>
            </w:r>
            <w:r w:rsidR="005D06A6">
              <w:t>current</w:t>
            </w:r>
            <w:r>
              <w:t xml:space="preserve"> conformant systems</w:t>
            </w:r>
          </w:p>
        </w:tc>
        <w:tc>
          <w:tcPr>
            <w:tcW w:w="1559" w:type="dxa"/>
            <w:shd w:val="clear" w:color="auto" w:fill="FFFFFF" w:themeFill="background1"/>
          </w:tcPr>
          <w:p w14:paraId="10D9783B" w14:textId="67A37F52" w:rsidR="00F54A5E" w:rsidRDefault="00F54A5E" w:rsidP="00F54A5E">
            <w:pPr>
              <w:pStyle w:val="BodyText"/>
              <w:ind w:left="34" w:hanging="34"/>
            </w:pPr>
            <w:r w:rsidRPr="006662E2">
              <w:t>UC.015</w:t>
            </w:r>
          </w:p>
        </w:tc>
        <w:tc>
          <w:tcPr>
            <w:tcW w:w="1559" w:type="dxa"/>
          </w:tcPr>
          <w:p w14:paraId="01E628D6" w14:textId="06586880"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75B9431A" w14:textId="53C990AE" w:rsidR="00F54A5E" w:rsidRPr="006B0757" w:rsidRDefault="00F54A5E" w:rsidP="00D12447">
            <w:pPr>
              <w:ind w:left="37"/>
            </w:pPr>
            <w:r>
              <w:t>UC.015</w:t>
            </w:r>
            <w:r w:rsidR="00D12447">
              <w:t xml:space="preserve"> -</w:t>
            </w:r>
            <w:r>
              <w:t xml:space="preserve"> Parts A, B &amp; C</w:t>
            </w:r>
          </w:p>
        </w:tc>
        <w:tc>
          <w:tcPr>
            <w:tcW w:w="1559" w:type="dxa"/>
          </w:tcPr>
          <w:p w14:paraId="5F50207A" w14:textId="08ADA5B5" w:rsidR="00F54A5E" w:rsidRDefault="00F54A5E" w:rsidP="00F54A5E">
            <w:pPr>
              <w:pStyle w:val="BodyText"/>
              <w:ind w:left="79"/>
            </w:pPr>
            <w:r>
              <w:t>DISP</w:t>
            </w:r>
            <w:r w:rsidRPr="006662E2">
              <w:t>-70</w:t>
            </w:r>
          </w:p>
        </w:tc>
        <w:tc>
          <w:tcPr>
            <w:tcW w:w="1276" w:type="dxa"/>
          </w:tcPr>
          <w:p w14:paraId="1FFAC59C" w14:textId="7AA6F1DB" w:rsidR="00F54A5E" w:rsidRPr="00B619F6" w:rsidRDefault="00F54A5E" w:rsidP="00F54A5E">
            <w:pPr>
              <w:pStyle w:val="BodyText"/>
              <w:overflowPunct w:val="0"/>
              <w:ind w:left="34" w:hanging="34"/>
            </w:pPr>
            <w:r>
              <w:t xml:space="preserve">See section </w:t>
            </w:r>
            <w:r>
              <w:fldChar w:fldCharType="begin"/>
            </w:r>
            <w:r>
              <w:instrText xml:space="preserve"> REF _Ref67038046 \r \h  \* MERGEFORMAT </w:instrText>
            </w:r>
            <w:r>
              <w:fldChar w:fldCharType="separate"/>
            </w:r>
            <w:r w:rsidR="007F3832">
              <w:t>5.4.2</w:t>
            </w:r>
            <w:r>
              <w:fldChar w:fldCharType="end"/>
            </w:r>
            <w:r>
              <w:t xml:space="preserve"> for UC.015</w:t>
            </w:r>
          </w:p>
        </w:tc>
      </w:tr>
      <w:tr w:rsidR="00F54A5E" w:rsidRPr="00B619F6" w14:paraId="1E474FE4" w14:textId="77777777" w:rsidTr="00D12447">
        <w:trPr>
          <w:cantSplit/>
          <w:trHeight w:val="403"/>
        </w:trPr>
        <w:tc>
          <w:tcPr>
            <w:tcW w:w="1672" w:type="dxa"/>
            <w:vMerge/>
          </w:tcPr>
          <w:p w14:paraId="5C66D283" w14:textId="77777777" w:rsidR="00F54A5E" w:rsidRDefault="00F54A5E" w:rsidP="00F54A5E">
            <w:pPr>
              <w:pStyle w:val="BodyText"/>
              <w:ind w:left="0"/>
              <w:jc w:val="both"/>
            </w:pPr>
          </w:p>
        </w:tc>
        <w:tc>
          <w:tcPr>
            <w:tcW w:w="1572" w:type="dxa"/>
            <w:vMerge w:val="restart"/>
          </w:tcPr>
          <w:p w14:paraId="6FA6D3BD" w14:textId="77777777" w:rsidR="00F54A5E" w:rsidRDefault="00F54A5E" w:rsidP="00F54A5E">
            <w:pPr>
              <w:pStyle w:val="BodyText"/>
              <w:ind w:left="34" w:hanging="34"/>
            </w:pPr>
            <w:r>
              <w:t>Recommended</w:t>
            </w:r>
          </w:p>
        </w:tc>
        <w:tc>
          <w:tcPr>
            <w:tcW w:w="3277" w:type="dxa"/>
            <w:shd w:val="clear" w:color="auto" w:fill="FFFFFF" w:themeFill="background1"/>
          </w:tcPr>
          <w:p w14:paraId="6E15E5EE" w14:textId="77777777" w:rsidR="00F54A5E" w:rsidRDefault="00F54A5E" w:rsidP="00F54A5E">
            <w:pPr>
              <w:pStyle w:val="BodyText"/>
              <w:ind w:left="34" w:hanging="34"/>
            </w:pPr>
            <w:r w:rsidRPr="00F933F1">
              <w:t>23942 – Validation when incoming information matches a local patient record</w:t>
            </w:r>
          </w:p>
        </w:tc>
        <w:tc>
          <w:tcPr>
            <w:tcW w:w="1559" w:type="dxa"/>
            <w:shd w:val="clear" w:color="auto" w:fill="FFFFFF" w:themeFill="background1"/>
          </w:tcPr>
          <w:p w14:paraId="5922C76E" w14:textId="77777777" w:rsidR="00F54A5E" w:rsidRDefault="00F54A5E" w:rsidP="00F54A5E">
            <w:pPr>
              <w:pStyle w:val="BodyText"/>
              <w:ind w:left="34" w:hanging="34"/>
            </w:pPr>
            <w:r>
              <w:t>UC.325</w:t>
            </w:r>
          </w:p>
        </w:tc>
        <w:tc>
          <w:tcPr>
            <w:tcW w:w="1559" w:type="dxa"/>
          </w:tcPr>
          <w:p w14:paraId="2649BD6D"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75F4B8BD" w14:textId="484C0963" w:rsidR="00F54A5E" w:rsidRPr="006B0757" w:rsidRDefault="00F54A5E" w:rsidP="00D12447">
            <w:pPr>
              <w:ind w:left="37"/>
            </w:pPr>
            <w:r>
              <w:t xml:space="preserve">UC.325 </w:t>
            </w:r>
            <w:r w:rsidR="00D12447">
              <w:t xml:space="preserve">- </w:t>
            </w:r>
            <w:r>
              <w:t>Part B</w:t>
            </w:r>
          </w:p>
        </w:tc>
        <w:tc>
          <w:tcPr>
            <w:tcW w:w="1559" w:type="dxa"/>
          </w:tcPr>
          <w:p w14:paraId="48602910" w14:textId="77777777" w:rsidR="00F54A5E" w:rsidRDefault="00F54A5E" w:rsidP="00F54A5E">
            <w:pPr>
              <w:pStyle w:val="BodyText"/>
              <w:ind w:left="79"/>
            </w:pPr>
            <w:r>
              <w:t>DISP-71</w:t>
            </w:r>
          </w:p>
        </w:tc>
        <w:tc>
          <w:tcPr>
            <w:tcW w:w="1276" w:type="dxa"/>
          </w:tcPr>
          <w:p w14:paraId="2C143523" w14:textId="77777777" w:rsidR="00F54A5E" w:rsidRPr="00B619F6" w:rsidRDefault="00F54A5E" w:rsidP="00F54A5E">
            <w:pPr>
              <w:pStyle w:val="BodyText"/>
              <w:overflowPunct w:val="0"/>
              <w:ind w:left="34" w:hanging="34"/>
            </w:pPr>
          </w:p>
        </w:tc>
      </w:tr>
      <w:tr w:rsidR="00F54A5E" w:rsidRPr="00B619F6" w14:paraId="7487549F" w14:textId="77777777" w:rsidTr="00D12447">
        <w:trPr>
          <w:cantSplit/>
          <w:trHeight w:val="403"/>
        </w:trPr>
        <w:tc>
          <w:tcPr>
            <w:tcW w:w="1672" w:type="dxa"/>
            <w:vMerge/>
          </w:tcPr>
          <w:p w14:paraId="30D09EF1" w14:textId="77777777" w:rsidR="00F54A5E" w:rsidRDefault="00F54A5E" w:rsidP="00F54A5E">
            <w:pPr>
              <w:pStyle w:val="BodyText"/>
              <w:ind w:left="0"/>
              <w:jc w:val="both"/>
            </w:pPr>
          </w:p>
        </w:tc>
        <w:tc>
          <w:tcPr>
            <w:tcW w:w="1572" w:type="dxa"/>
            <w:vMerge/>
          </w:tcPr>
          <w:p w14:paraId="4E6E5778" w14:textId="77777777" w:rsidR="00F54A5E" w:rsidRDefault="00F54A5E" w:rsidP="00F54A5E">
            <w:pPr>
              <w:pStyle w:val="BodyText"/>
              <w:ind w:left="34" w:hanging="34"/>
            </w:pPr>
          </w:p>
        </w:tc>
        <w:tc>
          <w:tcPr>
            <w:tcW w:w="3277" w:type="dxa"/>
            <w:shd w:val="clear" w:color="auto" w:fill="FFFFFF" w:themeFill="background1"/>
          </w:tcPr>
          <w:p w14:paraId="7A1E8137" w14:textId="77777777" w:rsidR="00F54A5E" w:rsidRDefault="00F54A5E" w:rsidP="00F54A5E">
            <w:pPr>
              <w:pStyle w:val="BodyText"/>
              <w:ind w:left="34" w:hanging="34"/>
            </w:pPr>
            <w:r w:rsidRPr="00F933F1">
              <w:t>23943 – Validation when incoming demographic data matches a local patient record and the local IHI is absent</w:t>
            </w:r>
          </w:p>
        </w:tc>
        <w:tc>
          <w:tcPr>
            <w:tcW w:w="1559" w:type="dxa"/>
            <w:shd w:val="clear" w:color="auto" w:fill="FFFFFF" w:themeFill="background1"/>
          </w:tcPr>
          <w:p w14:paraId="7F500706" w14:textId="77777777" w:rsidR="00F54A5E" w:rsidRDefault="00F54A5E" w:rsidP="00F54A5E">
            <w:pPr>
              <w:pStyle w:val="BodyText"/>
              <w:ind w:left="34" w:hanging="34"/>
            </w:pPr>
            <w:r>
              <w:t>UC.325</w:t>
            </w:r>
          </w:p>
        </w:tc>
        <w:tc>
          <w:tcPr>
            <w:tcW w:w="1559" w:type="dxa"/>
          </w:tcPr>
          <w:p w14:paraId="3C2A6EAF"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42E51301" w14:textId="2B982B03" w:rsidR="00F54A5E" w:rsidRPr="006B0757" w:rsidRDefault="00F54A5E" w:rsidP="00D12447">
            <w:pPr>
              <w:ind w:left="37"/>
            </w:pPr>
            <w:r>
              <w:t xml:space="preserve">UC.325 </w:t>
            </w:r>
            <w:r w:rsidR="00D12447">
              <w:t xml:space="preserve">- </w:t>
            </w:r>
            <w:r>
              <w:t>Part B</w:t>
            </w:r>
          </w:p>
        </w:tc>
        <w:tc>
          <w:tcPr>
            <w:tcW w:w="1559" w:type="dxa"/>
          </w:tcPr>
          <w:p w14:paraId="6916E8A0" w14:textId="77777777" w:rsidR="00F54A5E" w:rsidRDefault="00F54A5E" w:rsidP="00F54A5E">
            <w:pPr>
              <w:pStyle w:val="BodyText"/>
              <w:ind w:left="79"/>
            </w:pPr>
            <w:r>
              <w:t>DISP-71</w:t>
            </w:r>
          </w:p>
        </w:tc>
        <w:tc>
          <w:tcPr>
            <w:tcW w:w="1276" w:type="dxa"/>
          </w:tcPr>
          <w:p w14:paraId="2EE7251B" w14:textId="77777777" w:rsidR="00F54A5E" w:rsidRPr="00B619F6" w:rsidRDefault="00F54A5E" w:rsidP="00F54A5E">
            <w:pPr>
              <w:pStyle w:val="BodyText"/>
              <w:overflowPunct w:val="0"/>
              <w:ind w:left="34" w:hanging="34"/>
            </w:pPr>
          </w:p>
        </w:tc>
      </w:tr>
      <w:tr w:rsidR="00F54A5E" w:rsidRPr="00B619F6" w14:paraId="17990307" w14:textId="77777777" w:rsidTr="00D12447">
        <w:trPr>
          <w:cantSplit/>
          <w:trHeight w:val="403"/>
        </w:trPr>
        <w:tc>
          <w:tcPr>
            <w:tcW w:w="1672" w:type="dxa"/>
            <w:vMerge/>
          </w:tcPr>
          <w:p w14:paraId="06C65379" w14:textId="77777777" w:rsidR="00F54A5E" w:rsidRDefault="00F54A5E" w:rsidP="00F54A5E">
            <w:pPr>
              <w:pStyle w:val="BodyText"/>
              <w:ind w:left="0"/>
              <w:jc w:val="both"/>
            </w:pPr>
          </w:p>
        </w:tc>
        <w:tc>
          <w:tcPr>
            <w:tcW w:w="1572" w:type="dxa"/>
            <w:vMerge/>
          </w:tcPr>
          <w:p w14:paraId="017CF83E" w14:textId="77777777" w:rsidR="00F54A5E" w:rsidRDefault="00F54A5E" w:rsidP="00F54A5E">
            <w:pPr>
              <w:pStyle w:val="BodyText"/>
              <w:ind w:left="34" w:hanging="34"/>
            </w:pPr>
          </w:p>
        </w:tc>
        <w:tc>
          <w:tcPr>
            <w:tcW w:w="3277" w:type="dxa"/>
            <w:shd w:val="clear" w:color="auto" w:fill="FFFFFF" w:themeFill="background1"/>
          </w:tcPr>
          <w:p w14:paraId="324C073D" w14:textId="77777777" w:rsidR="00F54A5E" w:rsidRDefault="00F54A5E" w:rsidP="00F54A5E">
            <w:pPr>
              <w:pStyle w:val="BodyText"/>
              <w:ind w:left="34" w:hanging="34"/>
            </w:pPr>
            <w:r w:rsidRPr="00F933F1">
              <w:t>23944 – When the incoming IHI/demographic data does not match any local patient record</w:t>
            </w:r>
          </w:p>
        </w:tc>
        <w:tc>
          <w:tcPr>
            <w:tcW w:w="1559" w:type="dxa"/>
            <w:shd w:val="clear" w:color="auto" w:fill="FFFFFF" w:themeFill="background1"/>
          </w:tcPr>
          <w:p w14:paraId="29BE8927" w14:textId="77777777" w:rsidR="00F54A5E" w:rsidRDefault="00F54A5E" w:rsidP="00F54A5E">
            <w:pPr>
              <w:pStyle w:val="BodyText"/>
              <w:ind w:left="34" w:hanging="34"/>
            </w:pPr>
            <w:r>
              <w:t>UC.325</w:t>
            </w:r>
          </w:p>
        </w:tc>
        <w:tc>
          <w:tcPr>
            <w:tcW w:w="1559" w:type="dxa"/>
          </w:tcPr>
          <w:p w14:paraId="0DA061EB"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7F3832">
              <w:fldChar w:fldCharType="separate"/>
            </w:r>
            <w:r w:rsidRPr="006B0757">
              <w:fldChar w:fldCharType="end"/>
            </w:r>
          </w:p>
        </w:tc>
        <w:tc>
          <w:tcPr>
            <w:tcW w:w="1843" w:type="dxa"/>
          </w:tcPr>
          <w:p w14:paraId="5CD92DCD" w14:textId="0DAE7058" w:rsidR="00F54A5E" w:rsidRPr="006B0757" w:rsidRDefault="00F54A5E" w:rsidP="00D12447">
            <w:pPr>
              <w:ind w:left="37"/>
            </w:pPr>
            <w:r>
              <w:t xml:space="preserve">UC.325 </w:t>
            </w:r>
            <w:r w:rsidR="00D12447">
              <w:t xml:space="preserve">- </w:t>
            </w:r>
            <w:r>
              <w:t>Part B</w:t>
            </w:r>
          </w:p>
        </w:tc>
        <w:tc>
          <w:tcPr>
            <w:tcW w:w="1559" w:type="dxa"/>
          </w:tcPr>
          <w:p w14:paraId="12BF073A" w14:textId="77777777" w:rsidR="00F54A5E" w:rsidRDefault="00F54A5E" w:rsidP="00F54A5E">
            <w:pPr>
              <w:pStyle w:val="BodyText"/>
              <w:ind w:left="79"/>
            </w:pPr>
            <w:r>
              <w:t>DISP-71</w:t>
            </w:r>
          </w:p>
        </w:tc>
        <w:tc>
          <w:tcPr>
            <w:tcW w:w="1276" w:type="dxa"/>
          </w:tcPr>
          <w:p w14:paraId="4584ED86" w14:textId="77777777" w:rsidR="00F54A5E" w:rsidRPr="00B619F6" w:rsidRDefault="00F54A5E" w:rsidP="00F54A5E">
            <w:pPr>
              <w:pStyle w:val="BodyText"/>
              <w:overflowPunct w:val="0"/>
              <w:ind w:left="34" w:hanging="34"/>
            </w:pPr>
          </w:p>
        </w:tc>
      </w:tr>
    </w:tbl>
    <w:p w14:paraId="6D2C0143" w14:textId="1233CEAB" w:rsidR="00D12447" w:rsidRDefault="00D12447">
      <w:pPr>
        <w:spacing w:after="0"/>
        <w:rPr>
          <w:rFonts w:eastAsia="Times New Roman" w:cs="Arial"/>
          <w:b/>
          <w:bCs/>
          <w:kern w:val="32"/>
          <w:sz w:val="32"/>
          <w:szCs w:val="32"/>
          <w:lang w:eastAsia="en-AU"/>
        </w:rPr>
      </w:pPr>
      <w:bookmarkStart w:id="74" w:name="_Ref66266344"/>
    </w:p>
    <w:p w14:paraId="688C29D2" w14:textId="77777777" w:rsidR="00D12447" w:rsidRDefault="00D12447">
      <w:pPr>
        <w:spacing w:after="0"/>
        <w:rPr>
          <w:rFonts w:eastAsia="Times New Roman" w:cs="Arial"/>
          <w:b/>
          <w:bCs/>
          <w:kern w:val="32"/>
          <w:sz w:val="32"/>
          <w:szCs w:val="32"/>
          <w:lang w:eastAsia="en-AU"/>
        </w:rPr>
      </w:pPr>
    </w:p>
    <w:p w14:paraId="7877AE83" w14:textId="77777777" w:rsidR="00D12447" w:rsidRDefault="00D12447" w:rsidP="00D12447">
      <w:pPr>
        <w:pStyle w:val="BodyText"/>
        <w:sectPr w:rsidR="00D12447" w:rsidSect="00880DAB">
          <w:headerReference w:type="even" r:id="rId32"/>
          <w:footerReference w:type="even" r:id="rId33"/>
          <w:pgSz w:w="16838" w:h="11906" w:orient="landscape" w:code="9"/>
          <w:pgMar w:top="1134" w:right="1134" w:bottom="1134" w:left="1134" w:header="567" w:footer="567" w:gutter="0"/>
          <w:cols w:space="708"/>
          <w:docGrid w:linePitch="360"/>
        </w:sectPr>
      </w:pPr>
    </w:p>
    <w:p w14:paraId="5BB378D8" w14:textId="0E4BA7ED" w:rsidR="001B704C" w:rsidRDefault="001B704C" w:rsidP="001B704C">
      <w:pPr>
        <w:pStyle w:val="Heading1"/>
      </w:pPr>
      <w:bookmarkStart w:id="75" w:name="_Toc75784483"/>
      <w:r>
        <w:lastRenderedPageBreak/>
        <w:t>Supporting Information</w:t>
      </w:r>
      <w:bookmarkEnd w:id="74"/>
      <w:bookmarkEnd w:id="75"/>
    </w:p>
    <w:p w14:paraId="69D4FE8B" w14:textId="542498A6" w:rsidR="001B704C" w:rsidRDefault="001B704C" w:rsidP="001B704C">
      <w:pPr>
        <w:pStyle w:val="BodyText"/>
        <w:rPr>
          <w:i/>
        </w:rPr>
      </w:pPr>
      <w:r w:rsidRPr="001C2599">
        <w:rPr>
          <w:i/>
        </w:rPr>
        <w:t xml:space="preserve">Add supporting information that might assist the </w:t>
      </w:r>
      <w:r w:rsidR="00145D64">
        <w:rPr>
          <w:i/>
        </w:rPr>
        <w:t>Agency</w:t>
      </w:r>
      <w:r w:rsidRPr="001C2599">
        <w:rPr>
          <w:i/>
        </w:rPr>
        <w:t xml:space="preserve"> to assess the conformity of an implementation.  Additional information may be attached.</w:t>
      </w:r>
    </w:p>
    <w:p w14:paraId="376BE585" w14:textId="77777777" w:rsidR="001B704C" w:rsidRDefault="001B704C" w:rsidP="001B704C">
      <w:pPr>
        <w:pStyle w:val="BodyText"/>
      </w:pPr>
    </w:p>
    <w:p w14:paraId="4150FEC6" w14:textId="134D2069" w:rsidR="001B704C" w:rsidRDefault="005F52C3" w:rsidP="001B704C">
      <w:pPr>
        <w:pStyle w:val="BodyText"/>
      </w:pPr>
      <w:r>
        <w:t>Additional information</w:t>
      </w:r>
      <w:r w:rsidR="001B704C">
        <w:t xml:space="preserve">:  </w:t>
      </w:r>
    </w:p>
    <w:p w14:paraId="5B4ADB81" w14:textId="77777777" w:rsidR="001B704C" w:rsidRDefault="001B704C" w:rsidP="001B704C">
      <w:pPr>
        <w:pStyle w:val="BodyText"/>
        <w:tabs>
          <w:tab w:val="right" w:pos="9639"/>
          <w:tab w:val="right" w:pos="14034"/>
        </w:tabs>
        <w:rPr>
          <w:u w:val="dottedHeavy"/>
        </w:rPr>
      </w:pPr>
      <w:r>
        <w:rPr>
          <w:u w:val="dottedHeavy"/>
        </w:rPr>
        <w:tab/>
      </w:r>
    </w:p>
    <w:p w14:paraId="61D3BB14" w14:textId="77777777" w:rsidR="001B704C" w:rsidRDefault="001B704C" w:rsidP="001B704C">
      <w:pPr>
        <w:pStyle w:val="BodyText"/>
        <w:tabs>
          <w:tab w:val="right" w:pos="9639"/>
          <w:tab w:val="right" w:pos="14034"/>
        </w:tabs>
        <w:rPr>
          <w:u w:val="dottedHeavy"/>
        </w:rPr>
      </w:pPr>
      <w:r>
        <w:rPr>
          <w:u w:val="dottedHeavy"/>
        </w:rPr>
        <w:tab/>
      </w:r>
    </w:p>
    <w:p w14:paraId="12BCD898" w14:textId="77777777" w:rsidR="001B704C" w:rsidRDefault="001B704C" w:rsidP="001B704C">
      <w:pPr>
        <w:pStyle w:val="BodyText"/>
        <w:tabs>
          <w:tab w:val="right" w:pos="9639"/>
          <w:tab w:val="right" w:pos="14034"/>
        </w:tabs>
        <w:rPr>
          <w:u w:val="dottedHeavy"/>
        </w:rPr>
      </w:pPr>
      <w:r>
        <w:rPr>
          <w:u w:val="dottedHeavy"/>
        </w:rPr>
        <w:tab/>
      </w:r>
    </w:p>
    <w:p w14:paraId="71CDE907" w14:textId="77777777" w:rsidR="001B704C" w:rsidRDefault="001B704C" w:rsidP="001B704C">
      <w:pPr>
        <w:pStyle w:val="BodyText"/>
        <w:tabs>
          <w:tab w:val="right" w:pos="9639"/>
          <w:tab w:val="right" w:pos="14034"/>
        </w:tabs>
        <w:rPr>
          <w:u w:val="dottedHeavy"/>
        </w:rPr>
      </w:pPr>
      <w:r>
        <w:rPr>
          <w:u w:val="dottedHeavy"/>
        </w:rPr>
        <w:tab/>
      </w:r>
    </w:p>
    <w:p w14:paraId="03719906" w14:textId="77777777" w:rsidR="001B704C" w:rsidRDefault="001B704C" w:rsidP="001B704C">
      <w:pPr>
        <w:pStyle w:val="BodyText"/>
        <w:tabs>
          <w:tab w:val="right" w:pos="9639"/>
          <w:tab w:val="right" w:pos="14034"/>
        </w:tabs>
        <w:rPr>
          <w:u w:val="dottedHeavy"/>
        </w:rPr>
      </w:pPr>
      <w:r>
        <w:rPr>
          <w:u w:val="dottedHeavy"/>
        </w:rPr>
        <w:tab/>
      </w:r>
    </w:p>
    <w:p w14:paraId="380828D0" w14:textId="77777777" w:rsidR="001B704C" w:rsidRDefault="001B704C" w:rsidP="001B704C">
      <w:pPr>
        <w:pStyle w:val="BodyText"/>
        <w:tabs>
          <w:tab w:val="right" w:pos="9639"/>
          <w:tab w:val="right" w:pos="14034"/>
        </w:tabs>
        <w:rPr>
          <w:u w:val="dottedHeavy"/>
        </w:rPr>
      </w:pPr>
      <w:r>
        <w:rPr>
          <w:u w:val="dottedHeavy"/>
        </w:rPr>
        <w:tab/>
      </w:r>
    </w:p>
    <w:p w14:paraId="2C127ECB" w14:textId="77777777" w:rsidR="001B704C" w:rsidRDefault="001B704C" w:rsidP="001B704C">
      <w:pPr>
        <w:pStyle w:val="BodyText"/>
        <w:tabs>
          <w:tab w:val="right" w:pos="9639"/>
          <w:tab w:val="right" w:pos="14034"/>
        </w:tabs>
        <w:rPr>
          <w:u w:val="dottedHeavy"/>
        </w:rPr>
      </w:pPr>
      <w:r>
        <w:rPr>
          <w:u w:val="dottedHeavy"/>
        </w:rPr>
        <w:tab/>
      </w:r>
    </w:p>
    <w:p w14:paraId="5C96F34F" w14:textId="77777777" w:rsidR="001B704C" w:rsidRDefault="001B704C" w:rsidP="001B704C">
      <w:pPr>
        <w:pStyle w:val="BodyText"/>
        <w:tabs>
          <w:tab w:val="right" w:pos="9639"/>
          <w:tab w:val="right" w:pos="14034"/>
        </w:tabs>
        <w:rPr>
          <w:u w:val="dottedHeavy"/>
        </w:rPr>
      </w:pPr>
      <w:r>
        <w:rPr>
          <w:u w:val="dottedHeavy"/>
        </w:rPr>
        <w:tab/>
      </w:r>
    </w:p>
    <w:p w14:paraId="2600F511" w14:textId="77777777" w:rsidR="001B704C" w:rsidRDefault="001B704C" w:rsidP="001B704C">
      <w:pPr>
        <w:pStyle w:val="BodyText"/>
        <w:tabs>
          <w:tab w:val="right" w:pos="9639"/>
          <w:tab w:val="right" w:pos="14034"/>
        </w:tabs>
        <w:rPr>
          <w:u w:val="dottedHeavy"/>
        </w:rPr>
      </w:pPr>
      <w:r>
        <w:rPr>
          <w:u w:val="dottedHeavy"/>
        </w:rPr>
        <w:tab/>
      </w:r>
    </w:p>
    <w:p w14:paraId="0DC65F13" w14:textId="77777777" w:rsidR="001B704C" w:rsidRDefault="001B704C" w:rsidP="001B704C">
      <w:pPr>
        <w:pStyle w:val="BodyText"/>
        <w:tabs>
          <w:tab w:val="right" w:pos="9639"/>
          <w:tab w:val="right" w:pos="14034"/>
        </w:tabs>
        <w:rPr>
          <w:u w:val="dottedHeavy"/>
        </w:rPr>
      </w:pPr>
      <w:r>
        <w:rPr>
          <w:u w:val="dottedHeavy"/>
        </w:rPr>
        <w:tab/>
      </w:r>
    </w:p>
    <w:p w14:paraId="0E3A23D6" w14:textId="77777777" w:rsidR="001B704C" w:rsidRDefault="001B704C" w:rsidP="001B704C">
      <w:pPr>
        <w:pStyle w:val="BodyText"/>
        <w:tabs>
          <w:tab w:val="right" w:pos="9639"/>
          <w:tab w:val="right" w:pos="14034"/>
        </w:tabs>
        <w:rPr>
          <w:u w:val="dottedHeavy"/>
        </w:rPr>
      </w:pPr>
      <w:r>
        <w:rPr>
          <w:u w:val="dottedHeavy"/>
        </w:rPr>
        <w:tab/>
      </w:r>
    </w:p>
    <w:p w14:paraId="677D8A9A" w14:textId="77777777" w:rsidR="001B704C" w:rsidRDefault="001B704C" w:rsidP="001B704C">
      <w:pPr>
        <w:pStyle w:val="BodyText"/>
        <w:tabs>
          <w:tab w:val="right" w:pos="9639"/>
          <w:tab w:val="right" w:pos="14034"/>
        </w:tabs>
        <w:rPr>
          <w:u w:val="dottedHeavy"/>
        </w:rPr>
      </w:pPr>
      <w:r>
        <w:rPr>
          <w:u w:val="dottedHeavy"/>
        </w:rPr>
        <w:tab/>
      </w:r>
    </w:p>
    <w:p w14:paraId="4197F7E7" w14:textId="5BE9CB61" w:rsidR="00A163AC" w:rsidRDefault="002F079B" w:rsidP="002F079B">
      <w:pPr>
        <w:pStyle w:val="Appendix1"/>
      </w:pPr>
      <w:bookmarkStart w:id="76" w:name="_Toc75784484"/>
      <w:r>
        <w:lastRenderedPageBreak/>
        <w:t>HI Specifications</w:t>
      </w:r>
      <w:bookmarkEnd w:id="76"/>
    </w:p>
    <w:p w14:paraId="50C2E27E" w14:textId="10E12414" w:rsidR="002F079B" w:rsidRDefault="002F079B" w:rsidP="003027D3">
      <w:pPr>
        <w:pStyle w:val="BodyText"/>
        <w:spacing w:after="0"/>
      </w:pPr>
      <w:r>
        <w:t xml:space="preserve">The ICS references the following HI business use cases </w:t>
      </w:r>
      <w:r>
        <w:rPr>
          <w:lang w:val="en-US"/>
        </w:rPr>
        <w:t>[</w:t>
      </w:r>
      <w:r w:rsidRPr="00FD38DA">
        <w:rPr>
          <w:lang w:val="en-US"/>
        </w:rPr>
        <w:t>A</w:t>
      </w:r>
      <w:r w:rsidR="003F4CBB">
        <w:rPr>
          <w:lang w:val="en-US"/>
        </w:rPr>
        <w:t>gency</w:t>
      </w:r>
      <w:r w:rsidRPr="00FD38DA">
        <w:rPr>
          <w:lang w:val="en-US"/>
        </w:rPr>
        <w:t>2014</w:t>
      </w:r>
      <w:r>
        <w:rPr>
          <w:lang w:val="en-US"/>
        </w:rPr>
        <w:t>a]</w:t>
      </w:r>
      <w:r>
        <w:t>:</w:t>
      </w:r>
    </w:p>
    <w:p w14:paraId="5F77D0BE" w14:textId="490C7592" w:rsidR="002F079B" w:rsidRPr="00674C6F" w:rsidRDefault="002F079B" w:rsidP="003027D3">
      <w:pPr>
        <w:pStyle w:val="ListBullet"/>
        <w:spacing w:after="0"/>
      </w:pPr>
      <w:r w:rsidRPr="00674C6F">
        <w:t>UC.005</w:t>
      </w:r>
      <w:r w:rsidR="00B01401">
        <w:t xml:space="preserve"> - </w:t>
      </w:r>
      <w:r w:rsidRPr="00674C6F">
        <w:t>Search for patient health record</w:t>
      </w:r>
    </w:p>
    <w:p w14:paraId="128FE21E" w14:textId="64B4E985" w:rsidR="002F079B" w:rsidRDefault="002F079B" w:rsidP="003027D3">
      <w:pPr>
        <w:pStyle w:val="ListBullet"/>
        <w:spacing w:after="0"/>
      </w:pPr>
      <w:r w:rsidRPr="00674C6F">
        <w:t>UC.010</w:t>
      </w:r>
      <w:r w:rsidR="00B01401">
        <w:t xml:space="preserve"> - </w:t>
      </w:r>
      <w:r w:rsidRPr="00674C6F">
        <w:t>Register patient</w:t>
      </w:r>
    </w:p>
    <w:p w14:paraId="686DB27C" w14:textId="55DBB3E6" w:rsidR="002F079B" w:rsidRPr="00674C6F" w:rsidRDefault="002F079B" w:rsidP="003027D3">
      <w:pPr>
        <w:pStyle w:val="ListBullet"/>
        <w:spacing w:after="0"/>
      </w:pPr>
      <w:r w:rsidRPr="00674C6F">
        <w:t>UC.015</w:t>
      </w:r>
      <w:r w:rsidR="00B01401">
        <w:t xml:space="preserve"> - </w:t>
      </w:r>
      <w:r w:rsidRPr="00674C6F">
        <w:t>Update patient health record</w:t>
      </w:r>
    </w:p>
    <w:p w14:paraId="53652FE3" w14:textId="3E60964C" w:rsidR="002F079B" w:rsidRPr="00674C6F" w:rsidRDefault="002F079B" w:rsidP="003027D3">
      <w:pPr>
        <w:pStyle w:val="ListBullet"/>
        <w:spacing w:after="0"/>
      </w:pPr>
      <w:r w:rsidRPr="00674C6F">
        <w:t>UC.025</w:t>
      </w:r>
      <w:r w:rsidR="00B01401">
        <w:t xml:space="preserve"> - </w:t>
      </w:r>
      <w:r w:rsidRPr="00674C6F">
        <w:t>Bulk update of IHI details</w:t>
      </w:r>
    </w:p>
    <w:p w14:paraId="6BEB066E" w14:textId="790FA8F2" w:rsidR="002F079B" w:rsidRPr="00674C6F" w:rsidRDefault="002F079B" w:rsidP="003027D3">
      <w:pPr>
        <w:pStyle w:val="ListBullet"/>
        <w:spacing w:after="0"/>
      </w:pPr>
      <w:r w:rsidRPr="00674C6F">
        <w:t>UC.035</w:t>
      </w:r>
      <w:r w:rsidR="00B01401">
        <w:t xml:space="preserve"> - </w:t>
      </w:r>
      <w:r w:rsidRPr="00674C6F">
        <w:t xml:space="preserve">Merge patient health records </w:t>
      </w:r>
    </w:p>
    <w:p w14:paraId="3262AA8A" w14:textId="68819C10" w:rsidR="002F079B" w:rsidRPr="00674C6F" w:rsidRDefault="002F079B" w:rsidP="003027D3">
      <w:pPr>
        <w:pStyle w:val="ListBullet"/>
        <w:spacing w:after="0"/>
      </w:pPr>
      <w:r w:rsidRPr="00674C6F">
        <w:t>UC.045</w:t>
      </w:r>
      <w:r w:rsidR="00B01401">
        <w:t xml:space="preserve"> - </w:t>
      </w:r>
      <w:r w:rsidRPr="00674C6F">
        <w:t>Logon to software system</w:t>
      </w:r>
    </w:p>
    <w:p w14:paraId="0E353E49" w14:textId="77777777" w:rsidR="002F079B" w:rsidRPr="00674C6F" w:rsidRDefault="002F079B" w:rsidP="003027D3">
      <w:pPr>
        <w:pStyle w:val="ListBullet"/>
        <w:spacing w:after="0"/>
      </w:pPr>
      <w:r w:rsidRPr="00674C6F">
        <w:t>UC.080 - Maintain HPI-O details</w:t>
      </w:r>
    </w:p>
    <w:p w14:paraId="2BA33B4E" w14:textId="77777777" w:rsidR="002F079B" w:rsidRPr="00674C6F" w:rsidRDefault="002F079B" w:rsidP="003027D3">
      <w:pPr>
        <w:pStyle w:val="ListBullet"/>
        <w:spacing w:after="0"/>
      </w:pPr>
      <w:r w:rsidRPr="00674C6F">
        <w:t>UC.130 - Validate HPI-I</w:t>
      </w:r>
    </w:p>
    <w:p w14:paraId="3026EF70" w14:textId="77777777" w:rsidR="002F079B" w:rsidRPr="00674C6F" w:rsidRDefault="002F079B" w:rsidP="003027D3">
      <w:pPr>
        <w:pStyle w:val="ListBullet"/>
        <w:spacing w:after="0"/>
      </w:pPr>
      <w:r w:rsidRPr="00070CB0">
        <w:t>UC.131</w:t>
      </w:r>
      <w:r w:rsidRPr="00674C6F">
        <w:t xml:space="preserve"> - Validate HPI-I via the HI Service</w:t>
      </w:r>
    </w:p>
    <w:p w14:paraId="60BC55D5" w14:textId="77777777" w:rsidR="002F079B" w:rsidRPr="00674C6F" w:rsidRDefault="002F079B" w:rsidP="003027D3">
      <w:pPr>
        <w:pStyle w:val="ListBullet"/>
        <w:spacing w:after="0"/>
      </w:pPr>
      <w:r w:rsidRPr="00674C6F">
        <w:t>UC.150 - Register network HPI-O</w:t>
      </w:r>
    </w:p>
    <w:p w14:paraId="3435A46C" w14:textId="77777777" w:rsidR="002F079B" w:rsidRPr="00674C6F" w:rsidRDefault="002F079B" w:rsidP="003027D3">
      <w:pPr>
        <w:pStyle w:val="ListBullet"/>
        <w:spacing w:after="0"/>
      </w:pPr>
      <w:r w:rsidRPr="00674C6F">
        <w:t>UC.240 - Search for HPI-Is in HI Service HPD</w:t>
      </w:r>
    </w:p>
    <w:p w14:paraId="08F18720" w14:textId="77777777" w:rsidR="002F079B" w:rsidRPr="00674C6F" w:rsidRDefault="002F079B" w:rsidP="003027D3">
      <w:pPr>
        <w:pStyle w:val="ListBullet"/>
        <w:spacing w:after="0"/>
      </w:pPr>
      <w:r w:rsidRPr="00E6016A">
        <w:t>UC.241</w:t>
      </w:r>
      <w:r w:rsidRPr="00674C6F">
        <w:t xml:space="preserve"> - Search for HPI-Os in HI Service HPD</w:t>
      </w:r>
    </w:p>
    <w:p w14:paraId="34D97978" w14:textId="77777777" w:rsidR="002F079B" w:rsidRPr="00674C6F" w:rsidRDefault="002F079B" w:rsidP="003027D3">
      <w:pPr>
        <w:pStyle w:val="ListBullet"/>
        <w:spacing w:after="0"/>
      </w:pPr>
      <w:r w:rsidRPr="00674C6F">
        <w:t>UC.305 - Validate HPI-O</w:t>
      </w:r>
    </w:p>
    <w:p w14:paraId="1615B5D5" w14:textId="77777777" w:rsidR="002F079B" w:rsidRPr="00674C6F" w:rsidRDefault="002F079B" w:rsidP="003027D3">
      <w:pPr>
        <w:pStyle w:val="ListBullet"/>
        <w:spacing w:after="0"/>
      </w:pPr>
      <w:r w:rsidRPr="00674C6F">
        <w:t>UC.306 – Get HPI-O status</w:t>
      </w:r>
    </w:p>
    <w:p w14:paraId="59ED598F" w14:textId="77777777" w:rsidR="002F079B" w:rsidRPr="00674C6F" w:rsidRDefault="002F079B" w:rsidP="003027D3">
      <w:pPr>
        <w:pStyle w:val="ListBullet"/>
        <w:spacing w:after="0"/>
      </w:pPr>
      <w:r w:rsidRPr="00674C6F">
        <w:t>UC.320 – Request an electronic clinical document</w:t>
      </w:r>
    </w:p>
    <w:p w14:paraId="0191B119" w14:textId="77777777" w:rsidR="002F079B" w:rsidRPr="00674C6F" w:rsidRDefault="002F079B" w:rsidP="003027D3">
      <w:pPr>
        <w:pStyle w:val="ListBullet"/>
        <w:spacing w:after="0"/>
      </w:pPr>
      <w:r w:rsidRPr="00674C6F">
        <w:t>UC.325 – Receive an electronic clinical document</w:t>
      </w:r>
    </w:p>
    <w:p w14:paraId="4D43C002" w14:textId="77777777" w:rsidR="002F079B" w:rsidRPr="00674C6F" w:rsidRDefault="002F079B" w:rsidP="003027D3">
      <w:pPr>
        <w:pStyle w:val="ListBullet"/>
        <w:spacing w:after="0"/>
      </w:pPr>
      <w:r w:rsidRPr="00674C6F">
        <w:t>UC.330 – Send an electronic clinical document</w:t>
      </w:r>
    </w:p>
    <w:p w14:paraId="176BC5CF" w14:textId="77777777" w:rsidR="003A761C" w:rsidRDefault="003A761C" w:rsidP="003A761C">
      <w:pPr>
        <w:pStyle w:val="BodyText"/>
        <w:spacing w:after="0"/>
      </w:pPr>
    </w:p>
    <w:p w14:paraId="3B29E1D9" w14:textId="15CA92BB" w:rsidR="002F079B" w:rsidRDefault="002F079B" w:rsidP="003027D3">
      <w:pPr>
        <w:pStyle w:val="BodyText"/>
        <w:spacing w:after="0"/>
      </w:pPr>
      <w:r>
        <w:t>This document applies to conformance requirements specified in:</w:t>
      </w:r>
    </w:p>
    <w:p w14:paraId="50CA0DF5" w14:textId="413AA8F1" w:rsidR="002F079B" w:rsidRPr="00674C6F" w:rsidRDefault="002F079B" w:rsidP="003027D3">
      <w:pPr>
        <w:pStyle w:val="ListBullet"/>
        <w:spacing w:after="0"/>
      </w:pPr>
      <w:r w:rsidRPr="00674C6F">
        <w:t xml:space="preserve">Use of Healthcare Identifiers in Health </w:t>
      </w:r>
      <w:r>
        <w:t>Software</w:t>
      </w:r>
      <w:r w:rsidRPr="00674C6F">
        <w:t xml:space="preserve"> Systems: Software Conformance </w:t>
      </w:r>
      <w:r>
        <w:t>Profile</w:t>
      </w:r>
      <w:r w:rsidRPr="00674C6F">
        <w:t xml:space="preserve"> [</w:t>
      </w:r>
      <w:r>
        <w:t>A</w:t>
      </w:r>
      <w:r w:rsidR="00CA34DA">
        <w:t>gency</w:t>
      </w:r>
      <w:r>
        <w:t>2020b</w:t>
      </w:r>
      <w:r w:rsidRPr="00674C6F">
        <w:t>].</w:t>
      </w:r>
    </w:p>
    <w:p w14:paraId="57AADBE6" w14:textId="77777777" w:rsidR="002F079B" w:rsidRPr="002F079B" w:rsidRDefault="002F079B" w:rsidP="002F079B">
      <w:pPr>
        <w:pStyle w:val="BodyText"/>
      </w:pPr>
    </w:p>
    <w:p w14:paraId="007B5253" w14:textId="77777777" w:rsidR="00A163AC" w:rsidRPr="00A163AC" w:rsidRDefault="00A163AC" w:rsidP="00A163AC">
      <w:pPr>
        <w:pStyle w:val="BodyText"/>
      </w:pPr>
    </w:p>
    <w:p w14:paraId="1420F839" w14:textId="77777777" w:rsidR="00593AF5" w:rsidRPr="00B81EF0" w:rsidRDefault="00593AF5" w:rsidP="00B81EF0">
      <w:pPr>
        <w:pStyle w:val="Headingunnumbered1"/>
      </w:pPr>
      <w:bookmarkStart w:id="77" w:name="_Toc328643076"/>
      <w:bookmarkStart w:id="78" w:name="_Toc75784485"/>
      <w:bookmarkStart w:id="79" w:name="_Ref313886704"/>
      <w:bookmarkStart w:id="80" w:name="_Toc324773062"/>
      <w:r w:rsidRPr="00B81EF0">
        <w:lastRenderedPageBreak/>
        <w:t>Acronyms</w:t>
      </w:r>
      <w:bookmarkEnd w:id="77"/>
      <w:bookmarkEnd w:id="78"/>
    </w:p>
    <w:p w14:paraId="4FDF4E17" w14:textId="77777777" w:rsidR="001C64BF" w:rsidRDefault="00B31F03" w:rsidP="001C4594">
      <w:pPr>
        <w:pStyle w:val="Instructions"/>
        <w:ind w:left="0"/>
      </w:pPr>
      <w:r w:rsidRPr="00B31F03">
        <w:t>Avoid introducing unfamiliar acronyms</w:t>
      </w:r>
      <w:r>
        <w:t xml:space="preserve"> or creating </w:t>
      </w:r>
      <w:r w:rsidRPr="00B31F03">
        <w:t>new a</w:t>
      </w:r>
      <w:r>
        <w:t>c</w:t>
      </w:r>
      <w:r w:rsidRPr="00B31F03">
        <w:t>ronyms unless there is a good reason for it (i.e. the full term is particularly long or cumbersome).</w:t>
      </w:r>
      <w:r w:rsidR="001C64BF">
        <w:t xml:space="preserve"> </w:t>
      </w:r>
    </w:p>
    <w:p w14:paraId="44C3A8B7" w14:textId="77777777" w:rsidR="001C64BF" w:rsidRDefault="001C64BF" w:rsidP="001C4594">
      <w:pPr>
        <w:pStyle w:val="Instructions"/>
        <w:ind w:left="0"/>
      </w:pPr>
      <w:r>
        <w:t xml:space="preserve">If the </w:t>
      </w:r>
      <w:r w:rsidR="00155727">
        <w:t xml:space="preserve">repeated </w:t>
      </w:r>
      <w:r>
        <w:t>use</w:t>
      </w:r>
      <w:r w:rsidR="00B31F03">
        <w:t xml:space="preserve"> of acronyms</w:t>
      </w:r>
      <w:r>
        <w:t xml:space="preserve"> is unavoidable, complete the table below with the acronyms used. Remember to spell out the term in full on the first mention in the document</w:t>
      </w:r>
      <w:r w:rsidR="00D64730">
        <w:t>, followed by the acronym (in brackets). U</w:t>
      </w:r>
      <w:r>
        <w:t>se the acronym thereafter.</w:t>
      </w:r>
      <w:r w:rsidR="00155727">
        <w:t xml:space="preserve"> </w:t>
      </w:r>
    </w:p>
    <w:p w14:paraId="212C3E96" w14:textId="77777777" w:rsidR="00C749E6" w:rsidRPr="001C64BF" w:rsidRDefault="00C749E6" w:rsidP="00C749E6">
      <w:pPr>
        <w:pStyle w:val="Instructions"/>
        <w:ind w:left="0"/>
      </w:pPr>
      <w:r>
        <w:t>Use dictionary style capitalisation</w:t>
      </w:r>
      <w:r w:rsidR="00C3729F">
        <w:t xml:space="preserve"> – </w:t>
      </w:r>
      <w:r>
        <w:t>in other words, only use initial capitals in the description if that’s how the entry should always appear</w:t>
      </w:r>
      <w:r w:rsidR="00C3729F">
        <w:t xml:space="preserve">. For example, </w:t>
      </w:r>
      <w:r>
        <w:t>GUI is graphical user interface, not Graphical User Interface).</w:t>
      </w:r>
    </w:p>
    <w:tbl>
      <w:tblPr>
        <w:tblStyle w:val="TableADHAwide"/>
        <w:tblW w:w="9696" w:type="dxa"/>
        <w:tblLook w:val="04A0" w:firstRow="1" w:lastRow="0" w:firstColumn="1" w:lastColumn="0" w:noHBand="0" w:noVBand="1"/>
        <w:tblDescription w:val="Acronyms"/>
      </w:tblPr>
      <w:tblGrid>
        <w:gridCol w:w="1636"/>
        <w:gridCol w:w="8060"/>
      </w:tblGrid>
      <w:tr w:rsidR="00B41B79" w14:paraId="4A37089F" w14:textId="77777777" w:rsidTr="006E1413">
        <w:trPr>
          <w:cnfStyle w:val="100000000000" w:firstRow="1" w:lastRow="0" w:firstColumn="0" w:lastColumn="0" w:oddVBand="0" w:evenVBand="0" w:oddHBand="0" w:evenHBand="0" w:firstRowFirstColumn="0" w:firstRowLastColumn="0" w:lastRowFirstColumn="0" w:lastRowLastColumn="0"/>
        </w:trPr>
        <w:tc>
          <w:tcPr>
            <w:tcW w:w="1636" w:type="dxa"/>
          </w:tcPr>
          <w:p w14:paraId="3969CC9F" w14:textId="77777777" w:rsidR="00B41B79" w:rsidRDefault="000B083F" w:rsidP="000B083F">
            <w:pPr>
              <w:pStyle w:val="Tableheader"/>
            </w:pPr>
            <w:r>
              <w:t>Acronym</w:t>
            </w:r>
          </w:p>
        </w:tc>
        <w:tc>
          <w:tcPr>
            <w:tcW w:w="8060" w:type="dxa"/>
          </w:tcPr>
          <w:p w14:paraId="2ADBB838" w14:textId="77777777" w:rsidR="00B41B79" w:rsidRDefault="000B083F" w:rsidP="000B083F">
            <w:pPr>
              <w:pStyle w:val="Tableheader"/>
            </w:pPr>
            <w:r>
              <w:t>Description</w:t>
            </w:r>
          </w:p>
        </w:tc>
      </w:tr>
      <w:tr w:rsidR="00B41B79" w14:paraId="7A5DADD0" w14:textId="77777777" w:rsidTr="006E1413">
        <w:tc>
          <w:tcPr>
            <w:tcW w:w="1636" w:type="dxa"/>
          </w:tcPr>
          <w:p w14:paraId="3C529228" w14:textId="554E6755" w:rsidR="00B41B79" w:rsidRDefault="00046257" w:rsidP="000B083F">
            <w:pPr>
              <w:pStyle w:val="Tabletext"/>
            </w:pPr>
            <w:r>
              <w:t>ACIVA</w:t>
            </w:r>
          </w:p>
        </w:tc>
        <w:tc>
          <w:tcPr>
            <w:tcW w:w="8060" w:type="dxa"/>
          </w:tcPr>
          <w:p w14:paraId="46BDCC91" w14:textId="49C12639" w:rsidR="00B41B79" w:rsidRDefault="0078490D" w:rsidP="000B083F">
            <w:pPr>
              <w:pStyle w:val="Tabletext"/>
            </w:pPr>
            <w:r>
              <w:t>Aged Care IT Vendors Association</w:t>
            </w:r>
          </w:p>
        </w:tc>
      </w:tr>
      <w:tr w:rsidR="00046257" w14:paraId="046C19CC" w14:textId="77777777" w:rsidTr="006E1413">
        <w:tc>
          <w:tcPr>
            <w:tcW w:w="1636" w:type="dxa"/>
          </w:tcPr>
          <w:p w14:paraId="1C205003" w14:textId="30F897BB" w:rsidR="00046257" w:rsidRDefault="0078490D" w:rsidP="000B083F">
            <w:pPr>
              <w:pStyle w:val="Tabletext"/>
            </w:pPr>
            <w:r>
              <w:t>ADHA</w:t>
            </w:r>
          </w:p>
        </w:tc>
        <w:tc>
          <w:tcPr>
            <w:tcW w:w="8060" w:type="dxa"/>
          </w:tcPr>
          <w:p w14:paraId="1EAA4029" w14:textId="3452610B" w:rsidR="00046257" w:rsidRDefault="0078490D" w:rsidP="000B083F">
            <w:pPr>
              <w:pStyle w:val="Tabletext"/>
            </w:pPr>
            <w:r>
              <w:t>Australian Digital Health Agency</w:t>
            </w:r>
          </w:p>
        </w:tc>
      </w:tr>
      <w:tr w:rsidR="00046257" w14:paraId="667D402D" w14:textId="77777777" w:rsidTr="006E1413">
        <w:tc>
          <w:tcPr>
            <w:tcW w:w="1636" w:type="dxa"/>
          </w:tcPr>
          <w:p w14:paraId="284AE14F" w14:textId="5635CFA6" w:rsidR="00046257" w:rsidRDefault="0078490D" w:rsidP="000B083F">
            <w:pPr>
              <w:pStyle w:val="Tabletext"/>
            </w:pPr>
            <w:r>
              <w:t>AIIA</w:t>
            </w:r>
          </w:p>
        </w:tc>
        <w:tc>
          <w:tcPr>
            <w:tcW w:w="8060" w:type="dxa"/>
          </w:tcPr>
          <w:p w14:paraId="5BB26944" w14:textId="170FC4EC" w:rsidR="00046257" w:rsidRDefault="0078490D" w:rsidP="000B083F">
            <w:pPr>
              <w:pStyle w:val="Tabletext"/>
            </w:pPr>
            <w:r>
              <w:t>Australian Information Industry Association</w:t>
            </w:r>
          </w:p>
        </w:tc>
      </w:tr>
      <w:tr w:rsidR="00046257" w14:paraId="33824E68" w14:textId="77777777" w:rsidTr="006E1413">
        <w:tc>
          <w:tcPr>
            <w:tcW w:w="1636" w:type="dxa"/>
          </w:tcPr>
          <w:p w14:paraId="6E13DC75" w14:textId="0DD645B5" w:rsidR="00046257" w:rsidRDefault="0078490D" w:rsidP="000B083F">
            <w:pPr>
              <w:pStyle w:val="Tabletext"/>
            </w:pPr>
            <w:r>
              <w:t>B2B</w:t>
            </w:r>
          </w:p>
        </w:tc>
        <w:tc>
          <w:tcPr>
            <w:tcW w:w="8060" w:type="dxa"/>
          </w:tcPr>
          <w:p w14:paraId="0AFD53BE" w14:textId="680AC1B6" w:rsidR="00046257" w:rsidRDefault="0078490D" w:rsidP="000B083F">
            <w:pPr>
              <w:pStyle w:val="Tabletext"/>
            </w:pPr>
            <w:r>
              <w:t>Business to business</w:t>
            </w:r>
          </w:p>
        </w:tc>
      </w:tr>
      <w:tr w:rsidR="00611CF8" w14:paraId="71442AF9" w14:textId="77777777" w:rsidTr="006E1413">
        <w:tc>
          <w:tcPr>
            <w:tcW w:w="1636" w:type="dxa"/>
          </w:tcPr>
          <w:p w14:paraId="4DB39604" w14:textId="4E93F907" w:rsidR="00611CF8" w:rsidRDefault="00611CF8" w:rsidP="000B083F">
            <w:pPr>
              <w:pStyle w:val="Tabletext"/>
            </w:pPr>
            <w:r>
              <w:t>CIS</w:t>
            </w:r>
          </w:p>
        </w:tc>
        <w:tc>
          <w:tcPr>
            <w:tcW w:w="8060" w:type="dxa"/>
          </w:tcPr>
          <w:p w14:paraId="7D8EFB1B" w14:textId="03ECD767" w:rsidR="00611CF8" w:rsidRDefault="00611CF8" w:rsidP="000B083F">
            <w:pPr>
              <w:pStyle w:val="Tabletext"/>
            </w:pPr>
            <w:r>
              <w:t>Clinical Information System</w:t>
            </w:r>
          </w:p>
        </w:tc>
      </w:tr>
      <w:tr w:rsidR="00D12447" w14:paraId="59FA13B3" w14:textId="77777777" w:rsidTr="006E1413">
        <w:tc>
          <w:tcPr>
            <w:tcW w:w="1636" w:type="dxa"/>
          </w:tcPr>
          <w:p w14:paraId="7DA04B72" w14:textId="62B096A9" w:rsidR="00D12447" w:rsidRDefault="00D12447" w:rsidP="000B083F">
            <w:pPr>
              <w:pStyle w:val="Tabletext"/>
            </w:pPr>
            <w:r>
              <w:t>CSP</w:t>
            </w:r>
          </w:p>
        </w:tc>
        <w:tc>
          <w:tcPr>
            <w:tcW w:w="8060" w:type="dxa"/>
          </w:tcPr>
          <w:p w14:paraId="097B4B07" w14:textId="40692A5D" w:rsidR="00D12447" w:rsidRDefault="00D12447" w:rsidP="000B083F">
            <w:pPr>
              <w:pStyle w:val="Tabletext"/>
            </w:pPr>
            <w:r>
              <w:t>Contracted service provider</w:t>
            </w:r>
          </w:p>
        </w:tc>
      </w:tr>
      <w:tr w:rsidR="00D17072" w14:paraId="3DF59A37" w14:textId="77777777" w:rsidTr="006E1413">
        <w:tc>
          <w:tcPr>
            <w:tcW w:w="1636" w:type="dxa"/>
          </w:tcPr>
          <w:p w14:paraId="3CEC9800" w14:textId="0E59DD20" w:rsidR="00D17072" w:rsidRDefault="00D17072" w:rsidP="000B083F">
            <w:pPr>
              <w:pStyle w:val="Tabletext"/>
            </w:pPr>
            <w:r>
              <w:t>CTS</w:t>
            </w:r>
          </w:p>
        </w:tc>
        <w:tc>
          <w:tcPr>
            <w:tcW w:w="8060" w:type="dxa"/>
          </w:tcPr>
          <w:p w14:paraId="5B8FFD4F" w14:textId="4081FF75" w:rsidR="00D17072" w:rsidRDefault="00D17072" w:rsidP="000B083F">
            <w:pPr>
              <w:pStyle w:val="Tabletext"/>
            </w:pPr>
            <w:r>
              <w:t>Conformance Test Specification</w:t>
            </w:r>
          </w:p>
        </w:tc>
      </w:tr>
      <w:tr w:rsidR="00046257" w14:paraId="128BC4BC" w14:textId="77777777" w:rsidTr="006E1413">
        <w:tc>
          <w:tcPr>
            <w:tcW w:w="1636" w:type="dxa"/>
          </w:tcPr>
          <w:p w14:paraId="491B6164" w14:textId="3CED9C7A" w:rsidR="00046257" w:rsidRDefault="0078490D" w:rsidP="000B083F">
            <w:pPr>
              <w:pStyle w:val="Tabletext"/>
            </w:pPr>
            <w:r>
              <w:t>DVA</w:t>
            </w:r>
          </w:p>
        </w:tc>
        <w:tc>
          <w:tcPr>
            <w:tcW w:w="8060" w:type="dxa"/>
          </w:tcPr>
          <w:p w14:paraId="3A741664" w14:textId="101FA89C" w:rsidR="00046257" w:rsidRDefault="0078490D" w:rsidP="000B083F">
            <w:pPr>
              <w:pStyle w:val="Tabletext"/>
            </w:pPr>
            <w:r>
              <w:t>Department of Veterans Affairs</w:t>
            </w:r>
          </w:p>
        </w:tc>
      </w:tr>
      <w:tr w:rsidR="00046257" w14:paraId="2CB26EAC" w14:textId="77777777" w:rsidTr="006E1413">
        <w:tc>
          <w:tcPr>
            <w:tcW w:w="1636" w:type="dxa"/>
          </w:tcPr>
          <w:p w14:paraId="170721F0" w14:textId="1E825BF9" w:rsidR="00046257" w:rsidRDefault="0078490D" w:rsidP="000B083F">
            <w:pPr>
              <w:pStyle w:val="Tabletext"/>
            </w:pPr>
            <w:r>
              <w:t>HI</w:t>
            </w:r>
          </w:p>
        </w:tc>
        <w:tc>
          <w:tcPr>
            <w:tcW w:w="8060" w:type="dxa"/>
          </w:tcPr>
          <w:p w14:paraId="07ADAC2A" w14:textId="265C712D" w:rsidR="00046257" w:rsidRDefault="0078490D" w:rsidP="000B083F">
            <w:pPr>
              <w:pStyle w:val="Tabletext"/>
            </w:pPr>
            <w:r>
              <w:t>Healthcare Identifier</w:t>
            </w:r>
          </w:p>
        </w:tc>
      </w:tr>
      <w:tr w:rsidR="0078490D" w14:paraId="0B8210A1" w14:textId="77777777" w:rsidTr="006E1413">
        <w:tc>
          <w:tcPr>
            <w:tcW w:w="1636" w:type="dxa"/>
          </w:tcPr>
          <w:p w14:paraId="544C84CA" w14:textId="2CCB8F3A" w:rsidR="0078490D" w:rsidRDefault="0078490D" w:rsidP="0078490D">
            <w:pPr>
              <w:pStyle w:val="Tabletext"/>
            </w:pPr>
            <w:r>
              <w:t>HPD</w:t>
            </w:r>
          </w:p>
        </w:tc>
        <w:tc>
          <w:tcPr>
            <w:tcW w:w="8060" w:type="dxa"/>
          </w:tcPr>
          <w:p w14:paraId="168F1E17" w14:textId="1842790B" w:rsidR="0078490D" w:rsidRDefault="0078490D" w:rsidP="0078490D">
            <w:pPr>
              <w:pStyle w:val="Tabletext"/>
            </w:pPr>
            <w:r>
              <w:t>Healthcare Provider Directory</w:t>
            </w:r>
          </w:p>
        </w:tc>
      </w:tr>
      <w:tr w:rsidR="00046257" w14:paraId="3EC80F35" w14:textId="77777777" w:rsidTr="006E1413">
        <w:tc>
          <w:tcPr>
            <w:tcW w:w="1636" w:type="dxa"/>
          </w:tcPr>
          <w:p w14:paraId="3898EBBD" w14:textId="4F481C6C" w:rsidR="00046257" w:rsidRDefault="0078490D" w:rsidP="000B083F">
            <w:pPr>
              <w:pStyle w:val="Tabletext"/>
            </w:pPr>
            <w:r>
              <w:t>HPI-I</w:t>
            </w:r>
          </w:p>
        </w:tc>
        <w:tc>
          <w:tcPr>
            <w:tcW w:w="8060" w:type="dxa"/>
          </w:tcPr>
          <w:p w14:paraId="5D988235" w14:textId="026FEE9C" w:rsidR="00046257" w:rsidRDefault="0078490D" w:rsidP="000B083F">
            <w:pPr>
              <w:pStyle w:val="Tabletext"/>
            </w:pPr>
            <w:r>
              <w:t xml:space="preserve">Healthcare Provider Identifier </w:t>
            </w:r>
            <w:r w:rsidR="00BD3D22">
              <w:t>–</w:t>
            </w:r>
            <w:r>
              <w:t xml:space="preserve"> Individual</w:t>
            </w:r>
          </w:p>
        </w:tc>
      </w:tr>
      <w:tr w:rsidR="00046257" w14:paraId="64166071" w14:textId="77777777" w:rsidTr="006E1413">
        <w:tc>
          <w:tcPr>
            <w:tcW w:w="1636" w:type="dxa"/>
          </w:tcPr>
          <w:p w14:paraId="1BFC49EF" w14:textId="027371D3" w:rsidR="00046257" w:rsidRDefault="00D170F2" w:rsidP="000B083F">
            <w:pPr>
              <w:pStyle w:val="Tabletext"/>
            </w:pPr>
            <w:r>
              <w:t>HPI-O</w:t>
            </w:r>
          </w:p>
        </w:tc>
        <w:tc>
          <w:tcPr>
            <w:tcW w:w="8060" w:type="dxa"/>
          </w:tcPr>
          <w:p w14:paraId="38AD1BF5" w14:textId="1B218DF9" w:rsidR="00046257" w:rsidRDefault="00D170F2" w:rsidP="000B083F">
            <w:pPr>
              <w:pStyle w:val="Tabletext"/>
            </w:pPr>
            <w:r>
              <w:t xml:space="preserve">Healthcare Provider Identifier </w:t>
            </w:r>
            <w:r w:rsidR="00BD3D22">
              <w:t>–</w:t>
            </w:r>
            <w:r>
              <w:t xml:space="preserve"> Organisation</w:t>
            </w:r>
          </w:p>
        </w:tc>
      </w:tr>
      <w:tr w:rsidR="00046257" w14:paraId="210B107A" w14:textId="77777777" w:rsidTr="006E1413">
        <w:tc>
          <w:tcPr>
            <w:tcW w:w="1636" w:type="dxa"/>
          </w:tcPr>
          <w:p w14:paraId="551BDFC9" w14:textId="4C27AC03" w:rsidR="00046257" w:rsidRDefault="00D170F2" w:rsidP="000B083F">
            <w:pPr>
              <w:pStyle w:val="Tabletext"/>
            </w:pPr>
            <w:r>
              <w:t>ICS</w:t>
            </w:r>
          </w:p>
        </w:tc>
        <w:tc>
          <w:tcPr>
            <w:tcW w:w="8060" w:type="dxa"/>
          </w:tcPr>
          <w:p w14:paraId="2964F4AB" w14:textId="66510D85" w:rsidR="00046257" w:rsidRDefault="00D170F2" w:rsidP="000B083F">
            <w:pPr>
              <w:pStyle w:val="Tabletext"/>
            </w:pPr>
            <w:r>
              <w:t>Implementation Conformance Statement</w:t>
            </w:r>
          </w:p>
        </w:tc>
      </w:tr>
      <w:tr w:rsidR="00046257" w14:paraId="695FB507" w14:textId="77777777" w:rsidTr="006E1413">
        <w:tc>
          <w:tcPr>
            <w:tcW w:w="1636" w:type="dxa"/>
          </w:tcPr>
          <w:p w14:paraId="20AFC508" w14:textId="539A8948" w:rsidR="00046257" w:rsidRDefault="00D170F2" w:rsidP="000B083F">
            <w:pPr>
              <w:pStyle w:val="Tabletext"/>
            </w:pPr>
            <w:r>
              <w:t>IHI</w:t>
            </w:r>
          </w:p>
        </w:tc>
        <w:tc>
          <w:tcPr>
            <w:tcW w:w="8060" w:type="dxa"/>
          </w:tcPr>
          <w:p w14:paraId="12267B95" w14:textId="6C58560A" w:rsidR="00046257" w:rsidRDefault="00D170F2" w:rsidP="000B083F">
            <w:pPr>
              <w:pStyle w:val="Tabletext"/>
            </w:pPr>
            <w:r>
              <w:t>Individual Healthcare Identifier</w:t>
            </w:r>
          </w:p>
        </w:tc>
      </w:tr>
      <w:tr w:rsidR="00611CF8" w14:paraId="778A726B" w14:textId="77777777" w:rsidTr="006E1413">
        <w:tc>
          <w:tcPr>
            <w:tcW w:w="1636" w:type="dxa"/>
          </w:tcPr>
          <w:p w14:paraId="0AA461F8" w14:textId="504370A6" w:rsidR="00611CF8" w:rsidRDefault="00611CF8" w:rsidP="000B083F">
            <w:pPr>
              <w:pStyle w:val="Tabletext"/>
            </w:pPr>
            <w:r>
              <w:t>MHR</w:t>
            </w:r>
          </w:p>
        </w:tc>
        <w:tc>
          <w:tcPr>
            <w:tcW w:w="8060" w:type="dxa"/>
          </w:tcPr>
          <w:p w14:paraId="5F4F12A0" w14:textId="3AD84C1A" w:rsidR="00611CF8" w:rsidRDefault="00611CF8" w:rsidP="000B083F">
            <w:pPr>
              <w:pStyle w:val="Tabletext"/>
            </w:pPr>
            <w:r>
              <w:t>My Health Record</w:t>
            </w:r>
          </w:p>
        </w:tc>
      </w:tr>
      <w:tr w:rsidR="00046257" w14:paraId="2C33505F" w14:textId="77777777" w:rsidTr="006E1413">
        <w:tc>
          <w:tcPr>
            <w:tcW w:w="1636" w:type="dxa"/>
          </w:tcPr>
          <w:p w14:paraId="17B0CCB3" w14:textId="0AFCE222" w:rsidR="00046257" w:rsidRDefault="00D170F2" w:rsidP="000B083F">
            <w:pPr>
              <w:pStyle w:val="Tabletext"/>
            </w:pPr>
            <w:r>
              <w:t>MSIA</w:t>
            </w:r>
          </w:p>
        </w:tc>
        <w:tc>
          <w:tcPr>
            <w:tcW w:w="8060" w:type="dxa"/>
          </w:tcPr>
          <w:p w14:paraId="74A9ABDE" w14:textId="752E66D9" w:rsidR="00046257" w:rsidRDefault="00D170F2" w:rsidP="000B083F">
            <w:pPr>
              <w:pStyle w:val="Tabletext"/>
            </w:pPr>
            <w:r>
              <w:t>Medical Software Industry Association</w:t>
            </w:r>
          </w:p>
        </w:tc>
      </w:tr>
      <w:tr w:rsidR="00DC6C93" w14:paraId="74E3CAFF" w14:textId="77777777" w:rsidTr="006E1413">
        <w:tc>
          <w:tcPr>
            <w:tcW w:w="1636" w:type="dxa"/>
          </w:tcPr>
          <w:p w14:paraId="601CD408" w14:textId="7BDC629C" w:rsidR="00DC6C93" w:rsidRDefault="00DC6C93" w:rsidP="00D170F2">
            <w:pPr>
              <w:pStyle w:val="Tabletext"/>
            </w:pPr>
            <w:r>
              <w:t>NATA</w:t>
            </w:r>
          </w:p>
        </w:tc>
        <w:tc>
          <w:tcPr>
            <w:tcW w:w="8060" w:type="dxa"/>
          </w:tcPr>
          <w:p w14:paraId="4CFF3011" w14:textId="790B90D2" w:rsidR="00DC6C93" w:rsidRDefault="00DC6C93" w:rsidP="00D170F2">
            <w:pPr>
              <w:pStyle w:val="Tabletext"/>
            </w:pPr>
            <w:r>
              <w:t>National Association of Testing Authorities</w:t>
            </w:r>
          </w:p>
        </w:tc>
      </w:tr>
      <w:tr w:rsidR="00FD38DA" w14:paraId="0B02CDF4" w14:textId="77777777" w:rsidTr="006E1413">
        <w:tc>
          <w:tcPr>
            <w:tcW w:w="1636" w:type="dxa"/>
          </w:tcPr>
          <w:p w14:paraId="240E7F14" w14:textId="5954CB32" w:rsidR="00FD38DA" w:rsidRDefault="00FD38DA" w:rsidP="00D170F2">
            <w:pPr>
              <w:pStyle w:val="Tabletext"/>
            </w:pPr>
            <w:r>
              <w:t>NEHTA</w:t>
            </w:r>
          </w:p>
        </w:tc>
        <w:tc>
          <w:tcPr>
            <w:tcW w:w="8060" w:type="dxa"/>
          </w:tcPr>
          <w:p w14:paraId="5B2DE6F9" w14:textId="286D33A6" w:rsidR="00FD38DA" w:rsidRDefault="00FD38DA" w:rsidP="00D170F2">
            <w:pPr>
              <w:pStyle w:val="Tabletext"/>
            </w:pPr>
            <w:r>
              <w:t>National eHealth Transition Authority (now Australian Digital Health Agency)</w:t>
            </w:r>
          </w:p>
        </w:tc>
      </w:tr>
      <w:tr w:rsidR="00D170F2" w14:paraId="72A37407" w14:textId="77777777" w:rsidTr="006E1413">
        <w:tc>
          <w:tcPr>
            <w:tcW w:w="1636" w:type="dxa"/>
          </w:tcPr>
          <w:p w14:paraId="479F1591" w14:textId="6471D2C2" w:rsidR="00D170F2" w:rsidRDefault="00D170F2" w:rsidP="00D170F2">
            <w:pPr>
              <w:pStyle w:val="Tabletext"/>
            </w:pPr>
            <w:r>
              <w:t>NOC</w:t>
            </w:r>
          </w:p>
        </w:tc>
        <w:tc>
          <w:tcPr>
            <w:tcW w:w="8060" w:type="dxa"/>
          </w:tcPr>
          <w:p w14:paraId="3D0B3956" w14:textId="7DAF4812" w:rsidR="00D170F2" w:rsidRDefault="00D170F2" w:rsidP="00D170F2">
            <w:pPr>
              <w:pStyle w:val="Tabletext"/>
            </w:pPr>
            <w:r>
              <w:t>Notice of Connection</w:t>
            </w:r>
          </w:p>
        </w:tc>
      </w:tr>
      <w:tr w:rsidR="00D170F2" w14:paraId="1D8E0349" w14:textId="77777777" w:rsidTr="006E1413">
        <w:tc>
          <w:tcPr>
            <w:tcW w:w="1636" w:type="dxa"/>
          </w:tcPr>
          <w:p w14:paraId="03A71DF1" w14:textId="486CD472" w:rsidR="00D170F2" w:rsidRDefault="00D170F2" w:rsidP="00D170F2">
            <w:pPr>
              <w:pStyle w:val="Tabletext"/>
            </w:pPr>
            <w:r>
              <w:t>OCR</w:t>
            </w:r>
          </w:p>
        </w:tc>
        <w:tc>
          <w:tcPr>
            <w:tcW w:w="8060" w:type="dxa"/>
          </w:tcPr>
          <w:p w14:paraId="3D346185" w14:textId="121F07A3" w:rsidR="00D170F2" w:rsidRDefault="00D170F2" w:rsidP="00D170F2">
            <w:pPr>
              <w:pStyle w:val="Tabletext"/>
            </w:pPr>
            <w:r>
              <w:t>Optical character recognition</w:t>
            </w:r>
          </w:p>
        </w:tc>
      </w:tr>
      <w:tr w:rsidR="00FD38DA" w14:paraId="18A0573A" w14:textId="77777777" w:rsidTr="006E1413">
        <w:tc>
          <w:tcPr>
            <w:tcW w:w="1636" w:type="dxa"/>
          </w:tcPr>
          <w:p w14:paraId="05D71D37" w14:textId="4290A6B2" w:rsidR="00FD38DA" w:rsidRDefault="00FD38DA" w:rsidP="000B083F">
            <w:pPr>
              <w:pStyle w:val="Tabletext"/>
            </w:pPr>
            <w:r>
              <w:t>PCEHR</w:t>
            </w:r>
          </w:p>
        </w:tc>
        <w:tc>
          <w:tcPr>
            <w:tcW w:w="8060" w:type="dxa"/>
          </w:tcPr>
          <w:p w14:paraId="28888699" w14:textId="6E6C6CA1" w:rsidR="00FD38DA" w:rsidRDefault="00FD38DA" w:rsidP="000B083F">
            <w:pPr>
              <w:pStyle w:val="Tabletext"/>
            </w:pPr>
            <w:proofErr w:type="gramStart"/>
            <w:r>
              <w:t>Personally</w:t>
            </w:r>
            <w:proofErr w:type="gramEnd"/>
            <w:r>
              <w:t xml:space="preserve"> Controlled Electronic Health Record (now My Health Record)</w:t>
            </w:r>
          </w:p>
        </w:tc>
      </w:tr>
      <w:tr w:rsidR="00046257" w14:paraId="2B7EC050" w14:textId="77777777" w:rsidTr="006E1413">
        <w:tc>
          <w:tcPr>
            <w:tcW w:w="1636" w:type="dxa"/>
          </w:tcPr>
          <w:p w14:paraId="6C20C46F" w14:textId="19F787AC" w:rsidR="00046257" w:rsidRDefault="00D170F2" w:rsidP="000B083F">
            <w:pPr>
              <w:pStyle w:val="Tabletext"/>
            </w:pPr>
            <w:r>
              <w:t>UC</w:t>
            </w:r>
          </w:p>
        </w:tc>
        <w:tc>
          <w:tcPr>
            <w:tcW w:w="8060" w:type="dxa"/>
          </w:tcPr>
          <w:p w14:paraId="401CCA04" w14:textId="4DEC17AF" w:rsidR="00046257" w:rsidRDefault="00D170F2" w:rsidP="000B083F">
            <w:pPr>
              <w:pStyle w:val="Tabletext"/>
            </w:pPr>
            <w:r>
              <w:t>Use case</w:t>
            </w:r>
          </w:p>
        </w:tc>
      </w:tr>
    </w:tbl>
    <w:p w14:paraId="76E20E47" w14:textId="419FDCB6" w:rsidR="00593AF5" w:rsidRDefault="00593AF5" w:rsidP="00593AF5">
      <w:pPr>
        <w:pStyle w:val="BodyText"/>
      </w:pPr>
    </w:p>
    <w:p w14:paraId="2CE319E5" w14:textId="54552519" w:rsidR="002F079B" w:rsidRDefault="002F079B" w:rsidP="00593AF5">
      <w:pPr>
        <w:pStyle w:val="BodyText"/>
      </w:pPr>
    </w:p>
    <w:p w14:paraId="617D1F59" w14:textId="77777777" w:rsidR="002F079B" w:rsidRPr="00593AF5" w:rsidRDefault="002F079B" w:rsidP="00593AF5">
      <w:pPr>
        <w:pStyle w:val="BodyText"/>
      </w:pPr>
    </w:p>
    <w:p w14:paraId="594AB499" w14:textId="2552106C" w:rsidR="00593AF5" w:rsidRDefault="00593AF5" w:rsidP="00B81EF0">
      <w:pPr>
        <w:pStyle w:val="Headingunnumbered1"/>
      </w:pPr>
      <w:bookmarkStart w:id="81" w:name="_Toc328643077"/>
      <w:bookmarkStart w:id="82" w:name="_Toc75784486"/>
      <w:r>
        <w:lastRenderedPageBreak/>
        <w:t>Glossary</w:t>
      </w:r>
      <w:bookmarkEnd w:id="79"/>
      <w:bookmarkEnd w:id="80"/>
      <w:bookmarkEnd w:id="81"/>
      <w:bookmarkEnd w:id="82"/>
    </w:p>
    <w:p w14:paraId="21FF46B2" w14:textId="2A81121E" w:rsidR="00C749E6" w:rsidRDefault="00155727" w:rsidP="001C4594">
      <w:pPr>
        <w:pStyle w:val="Instructions"/>
        <w:ind w:left="0"/>
      </w:pPr>
      <w:r>
        <w:t xml:space="preserve">Include a glossary to explain technical and unfamiliar words. </w:t>
      </w:r>
      <w:r w:rsidR="00C749E6">
        <w:t xml:space="preserve">Use dictionary style capitalisation (i.e. only use initial capitals if that’s how the entry should always appear). </w:t>
      </w:r>
      <w:r w:rsidR="00707269">
        <w:t xml:space="preserve">Select the completed table and use Word’s sort function on the </w:t>
      </w:r>
      <w:r w:rsidR="00C3729F">
        <w:t xml:space="preserve">table </w:t>
      </w:r>
      <w:r w:rsidR="00707269">
        <w:t>Layout tab to list the entries alphabetically</w:t>
      </w:r>
      <w:r>
        <w:t>.</w:t>
      </w:r>
      <w:r w:rsidR="00C749E6" w:rsidRPr="00C749E6">
        <w:t xml:space="preserve"> </w:t>
      </w:r>
    </w:p>
    <w:p w14:paraId="5947F0D5" w14:textId="1783E83D" w:rsidR="00593AF5" w:rsidRPr="00E725FA" w:rsidRDefault="00C749E6" w:rsidP="001C4594">
      <w:pPr>
        <w:pStyle w:val="Instructions"/>
        <w:ind w:left="0"/>
      </w:pPr>
      <w:r>
        <w:t>Note that acronyms should be listed in the previous section.</w:t>
      </w:r>
    </w:p>
    <w:tbl>
      <w:tblPr>
        <w:tblStyle w:val="TableADHAwide"/>
        <w:tblW w:w="0" w:type="auto"/>
        <w:tblLook w:val="04A0" w:firstRow="1" w:lastRow="0" w:firstColumn="1" w:lastColumn="0" w:noHBand="0" w:noVBand="1"/>
        <w:tblDescription w:val="Glossary"/>
      </w:tblPr>
      <w:tblGrid>
        <w:gridCol w:w="2835"/>
        <w:gridCol w:w="6803"/>
      </w:tblGrid>
      <w:tr w:rsidR="00707269" w:rsidRPr="005E5E8F" w14:paraId="3C51702F" w14:textId="29B08AA9" w:rsidTr="00E7487C">
        <w:trPr>
          <w:cnfStyle w:val="100000000000" w:firstRow="1" w:lastRow="0" w:firstColumn="0" w:lastColumn="0" w:oddVBand="0" w:evenVBand="0" w:oddHBand="0" w:evenHBand="0" w:firstRowFirstColumn="0" w:firstRowLastColumn="0" w:lastRowFirstColumn="0" w:lastRowLastColumn="0"/>
        </w:trPr>
        <w:tc>
          <w:tcPr>
            <w:tcW w:w="2835" w:type="dxa"/>
          </w:tcPr>
          <w:p w14:paraId="37EEF0DF" w14:textId="1FA6CF99" w:rsidR="00707269" w:rsidRPr="005E5E8F" w:rsidRDefault="00707269" w:rsidP="00D524F6">
            <w:pPr>
              <w:pStyle w:val="Tableheader"/>
            </w:pPr>
            <w:r w:rsidRPr="005E5E8F">
              <w:t>Term</w:t>
            </w:r>
          </w:p>
        </w:tc>
        <w:tc>
          <w:tcPr>
            <w:tcW w:w="6803" w:type="dxa"/>
          </w:tcPr>
          <w:p w14:paraId="649B7E84" w14:textId="34D9FC4B" w:rsidR="00707269" w:rsidRPr="005E5E8F" w:rsidRDefault="00707269" w:rsidP="00D524F6">
            <w:pPr>
              <w:pStyle w:val="Tableheader"/>
            </w:pPr>
            <w:r w:rsidRPr="005E5E8F">
              <w:t>Meaning</w:t>
            </w:r>
          </w:p>
        </w:tc>
      </w:tr>
      <w:tr w:rsidR="003F0EEE" w14:paraId="22D9ABD1" w14:textId="77777777" w:rsidTr="003F0EEE">
        <w:tc>
          <w:tcPr>
            <w:tcW w:w="2835" w:type="dxa"/>
          </w:tcPr>
          <w:p w14:paraId="3158FBD5" w14:textId="77777777" w:rsidR="003F0EEE" w:rsidRDefault="003F0EEE" w:rsidP="00112903">
            <w:pPr>
              <w:pStyle w:val="Tabletext"/>
            </w:pPr>
            <w:r>
              <w:t>Clinical information system (CIS)</w:t>
            </w:r>
          </w:p>
        </w:tc>
        <w:tc>
          <w:tcPr>
            <w:tcW w:w="6803" w:type="dxa"/>
          </w:tcPr>
          <w:p w14:paraId="3DC1F7AA" w14:textId="77777777" w:rsidR="003F0EEE" w:rsidRPr="000A0D92" w:rsidRDefault="003F0EEE" w:rsidP="00112903">
            <w:pPr>
              <w:pStyle w:val="BodyText"/>
              <w:overflowPunct w:val="0"/>
              <w:spacing w:after="60" w:line="264" w:lineRule="auto"/>
              <w:ind w:left="0"/>
            </w:pPr>
            <w:r w:rsidRPr="000A0D92">
              <w:t>A system that deals with the collection, storage, retrieval, communication and optimal use of health-related data, information, and knowledge.</w:t>
            </w:r>
          </w:p>
          <w:p w14:paraId="55471411" w14:textId="77777777" w:rsidR="003F0EEE" w:rsidRDefault="003F0EEE" w:rsidP="00112903">
            <w:pPr>
              <w:pStyle w:val="Tabletext"/>
            </w:pPr>
            <w:r w:rsidRPr="000A0D92">
              <w:t>A clinical information system may provide access to information contained in an electronic health record, but it may also provide other functions such as workflow, order entry, and results reporting.</w:t>
            </w:r>
          </w:p>
        </w:tc>
      </w:tr>
      <w:tr w:rsidR="003F0EEE" w14:paraId="31B4328C" w14:textId="77777777" w:rsidTr="003F0EEE">
        <w:tc>
          <w:tcPr>
            <w:tcW w:w="2835" w:type="dxa"/>
          </w:tcPr>
          <w:p w14:paraId="13A12A06" w14:textId="77777777" w:rsidR="003F0EEE" w:rsidRDefault="003F0EEE" w:rsidP="00112903">
            <w:pPr>
              <w:pStyle w:val="Tabletext"/>
            </w:pPr>
            <w:r>
              <w:t>Contracted service provider (CSP)</w:t>
            </w:r>
          </w:p>
        </w:tc>
        <w:tc>
          <w:tcPr>
            <w:tcW w:w="6803" w:type="dxa"/>
          </w:tcPr>
          <w:p w14:paraId="28D5EB64" w14:textId="77777777" w:rsidR="003F0EEE" w:rsidRDefault="003F0EEE" w:rsidP="00112903">
            <w:pPr>
              <w:pStyle w:val="Tabletext"/>
            </w:pPr>
            <w:r>
              <w:t xml:space="preserve">A third-party organisation that supplies health software as a service to healthcare organisations. </w:t>
            </w:r>
          </w:p>
        </w:tc>
      </w:tr>
      <w:tr w:rsidR="003F0EEE" w14:paraId="7B3DE657" w14:textId="77777777" w:rsidTr="003F0EEE">
        <w:tc>
          <w:tcPr>
            <w:tcW w:w="2835" w:type="dxa"/>
          </w:tcPr>
          <w:p w14:paraId="6903E8D1" w14:textId="77777777" w:rsidR="003F0EEE" w:rsidRDefault="003F0EEE" w:rsidP="00112903">
            <w:pPr>
              <w:pStyle w:val="Tabletext"/>
            </w:pPr>
            <w:r>
              <w:rPr>
                <w:rStyle w:val="SpecAttributeValueSize9"/>
                <w:rFonts w:ascii="Calibri" w:hAnsi="Calibri" w:cs="Calibri"/>
                <w:sz w:val="20"/>
                <w:szCs w:val="20"/>
              </w:rPr>
              <w:t>I</w:t>
            </w:r>
            <w:r w:rsidRPr="00AB6CB7">
              <w:rPr>
                <w:rStyle w:val="SpecAttributeValueSize9"/>
                <w:rFonts w:ascii="Calibri" w:hAnsi="Calibri" w:cs="Calibri"/>
                <w:sz w:val="20"/>
                <w:szCs w:val="20"/>
              </w:rPr>
              <w:t>ndividual healthcare identifier (IHI)</w:t>
            </w:r>
          </w:p>
        </w:tc>
        <w:tc>
          <w:tcPr>
            <w:tcW w:w="6803" w:type="dxa"/>
          </w:tcPr>
          <w:p w14:paraId="56079076" w14:textId="77777777" w:rsidR="003F0EEE" w:rsidRDefault="003F0EEE" w:rsidP="00112903">
            <w:pPr>
              <w:pStyle w:val="Tabletext"/>
            </w:pPr>
            <w:r w:rsidRPr="00AB6CB7">
              <w:rPr>
                <w:rStyle w:val="SpecAttributeValueSize9"/>
                <w:rFonts w:ascii="Calibri" w:hAnsi="Calibri" w:cs="Calibri"/>
                <w:sz w:val="20"/>
                <w:szCs w:val="20"/>
              </w:rPr>
              <w:t>A 16-digit unique number used to identify individuals who receive care in the Australian healthcare system.</w:t>
            </w:r>
          </w:p>
        </w:tc>
      </w:tr>
      <w:tr w:rsidR="003F0EEE" w14:paraId="011FE40B" w14:textId="77777777" w:rsidTr="003F0EEE">
        <w:tc>
          <w:tcPr>
            <w:tcW w:w="2835" w:type="dxa"/>
          </w:tcPr>
          <w:p w14:paraId="10BA91E4" w14:textId="77777777" w:rsidR="003F0EEE" w:rsidRDefault="003F0EEE" w:rsidP="00112903">
            <w:pPr>
              <w:pStyle w:val="Tabletext"/>
            </w:pPr>
            <w:r>
              <w:t>H</w:t>
            </w:r>
            <w:r w:rsidRPr="00DA1109">
              <w:t>ealthcare provider identifier - individual (HPI-I)</w:t>
            </w:r>
          </w:p>
        </w:tc>
        <w:tc>
          <w:tcPr>
            <w:tcW w:w="6803" w:type="dxa"/>
          </w:tcPr>
          <w:p w14:paraId="607B9C16" w14:textId="77777777" w:rsidR="003F0EEE" w:rsidRDefault="003F0EEE" w:rsidP="00112903">
            <w:pPr>
              <w:pStyle w:val="Tabletext"/>
            </w:pPr>
            <w:r w:rsidRPr="00DA1109">
              <w:t>The healthcare provider identifier for individuals (HPI-I) is a 16-digit unique number used to identify providers who deliver healthcare in the Australian healthcare setting.</w:t>
            </w:r>
          </w:p>
        </w:tc>
      </w:tr>
      <w:tr w:rsidR="003F0EEE" w:rsidRPr="00DA1109" w14:paraId="47B9E97F" w14:textId="77777777" w:rsidTr="003F0EEE">
        <w:tc>
          <w:tcPr>
            <w:tcW w:w="2835" w:type="dxa"/>
          </w:tcPr>
          <w:p w14:paraId="3F7C2AA0" w14:textId="77777777" w:rsidR="003F0EEE" w:rsidRPr="00DA1109" w:rsidRDefault="003F0EEE" w:rsidP="00112903">
            <w:pPr>
              <w:pStyle w:val="Tabletext"/>
            </w:pPr>
            <w:r>
              <w:t>H</w:t>
            </w:r>
            <w:r w:rsidRPr="00DA1109">
              <w:t>ealthcare provider identifier - organisation (HPI-O)</w:t>
            </w:r>
          </w:p>
        </w:tc>
        <w:tc>
          <w:tcPr>
            <w:tcW w:w="6803" w:type="dxa"/>
          </w:tcPr>
          <w:p w14:paraId="197C118C" w14:textId="77777777" w:rsidR="003F0EEE" w:rsidRPr="00DA1109" w:rsidRDefault="003F0EEE" w:rsidP="00112903">
            <w:pPr>
              <w:pStyle w:val="Tabletext"/>
            </w:pPr>
            <w:r w:rsidRPr="00DA1109">
              <w:t>A unique 16-digit number used to identify organisations who deliver care in the Australian healthcare setting.</w:t>
            </w:r>
          </w:p>
        </w:tc>
      </w:tr>
    </w:tbl>
    <w:p w14:paraId="6CCAF1C1" w14:textId="77777777" w:rsidR="007F7D7A" w:rsidRDefault="007F7D7A" w:rsidP="001E4A24">
      <w:pPr>
        <w:pStyle w:val="BodyText"/>
        <w:ind w:left="0"/>
      </w:pPr>
    </w:p>
    <w:p w14:paraId="40A96576" w14:textId="77777777" w:rsidR="00593AF5" w:rsidRPr="00BD3D48" w:rsidRDefault="00593AF5" w:rsidP="00B81EF0">
      <w:pPr>
        <w:pStyle w:val="Headingunnumbered1"/>
      </w:pPr>
      <w:bookmarkStart w:id="83" w:name="_Toc328643078"/>
      <w:bookmarkStart w:id="84" w:name="_Toc75784487"/>
      <w:r>
        <w:lastRenderedPageBreak/>
        <w:t>References</w:t>
      </w:r>
      <w:bookmarkEnd w:id="83"/>
      <w:bookmarkEnd w:id="84"/>
    </w:p>
    <w:p w14:paraId="3DA62C85" w14:textId="77777777" w:rsidR="00593AF5" w:rsidRDefault="00593AF5" w:rsidP="001C4594">
      <w:pPr>
        <w:pStyle w:val="Instructions"/>
        <w:ind w:left="0"/>
      </w:pPr>
      <w:r>
        <w:t xml:space="preserve">If you cite any documents, please provide a full reference, with sufficient information for the reader to locate the </w:t>
      </w:r>
      <w:r w:rsidR="00D64730">
        <w:t xml:space="preserve">cited </w:t>
      </w:r>
      <w:r>
        <w:t xml:space="preserve">documents. </w:t>
      </w:r>
      <w:r w:rsidR="00FE1A1B">
        <w:t>E</w:t>
      </w:r>
      <w:r>
        <w:t>nsure that all documents cited are externally available.</w:t>
      </w:r>
      <w:r w:rsidR="000E281B">
        <w:t xml:space="preserve"> Do not include documents in this section unless they have been cited in the body of the document.</w:t>
      </w:r>
    </w:p>
    <w:p w14:paraId="1D2A7C50" w14:textId="77777777" w:rsidR="00D400BA" w:rsidRDefault="00D400BA" w:rsidP="00D400BA">
      <w:pPr>
        <w:pStyle w:val="BodyText"/>
        <w:ind w:left="0"/>
      </w:pPr>
      <w:r>
        <w:t>This version of the Implementation Conformance Statement corresponds to the documents and versions listed here.</w:t>
      </w:r>
    </w:p>
    <w:p w14:paraId="01EFBDF7" w14:textId="77777777" w:rsidR="00D400BA" w:rsidRDefault="00D400BA" w:rsidP="00D400BA">
      <w:pPr>
        <w:pStyle w:val="BodyText"/>
      </w:pPr>
    </w:p>
    <w:tbl>
      <w:tblPr>
        <w:tblW w:w="5000" w:type="pct"/>
        <w:tblBorders>
          <w:top w:val="single" w:sz="6" w:space="0" w:color="auto"/>
          <w:bottom w:val="single" w:sz="8" w:space="0" w:color="auto"/>
          <w:insideH w:val="single" w:sz="2" w:space="0" w:color="auto"/>
        </w:tblBorders>
        <w:tblLayout w:type="fixed"/>
        <w:tblCellMar>
          <w:top w:w="28" w:type="dxa"/>
          <w:left w:w="57" w:type="dxa"/>
          <w:bottom w:w="28" w:type="dxa"/>
          <w:right w:w="57" w:type="dxa"/>
        </w:tblCellMar>
        <w:tblLook w:val="01E0" w:firstRow="1" w:lastRow="1" w:firstColumn="1" w:lastColumn="1" w:noHBand="0" w:noVBand="0"/>
      </w:tblPr>
      <w:tblGrid>
        <w:gridCol w:w="1419"/>
        <w:gridCol w:w="6486"/>
        <w:gridCol w:w="1733"/>
      </w:tblGrid>
      <w:tr w:rsidR="00331A9E" w:rsidRPr="00974D80" w14:paraId="718B35AB" w14:textId="77777777" w:rsidTr="00331A9E">
        <w:tc>
          <w:tcPr>
            <w:tcW w:w="736" w:type="pct"/>
            <w:tcBorders>
              <w:top w:val="single" w:sz="8" w:space="0" w:color="auto"/>
              <w:bottom w:val="nil"/>
            </w:tcBorders>
            <w:shd w:val="clear" w:color="auto" w:fill="auto"/>
          </w:tcPr>
          <w:p w14:paraId="65576958" w14:textId="6A4E3481" w:rsidR="00331A9E" w:rsidRPr="00974D80" w:rsidRDefault="00331A9E" w:rsidP="000918C0">
            <w:pPr>
              <w:pStyle w:val="Tableheader"/>
            </w:pPr>
            <w:r>
              <w:t>Reference</w:t>
            </w:r>
          </w:p>
        </w:tc>
        <w:tc>
          <w:tcPr>
            <w:tcW w:w="3365" w:type="pct"/>
            <w:tcBorders>
              <w:top w:val="single" w:sz="8" w:space="0" w:color="auto"/>
              <w:bottom w:val="nil"/>
            </w:tcBorders>
          </w:tcPr>
          <w:p w14:paraId="17C2E16A" w14:textId="099A9094" w:rsidR="00331A9E" w:rsidRPr="00974D80" w:rsidRDefault="00331A9E" w:rsidP="000918C0">
            <w:pPr>
              <w:pStyle w:val="Tableheader"/>
            </w:pPr>
            <w:r>
              <w:t>Name</w:t>
            </w:r>
          </w:p>
        </w:tc>
        <w:tc>
          <w:tcPr>
            <w:tcW w:w="899" w:type="pct"/>
            <w:tcBorders>
              <w:top w:val="single" w:sz="8" w:space="0" w:color="auto"/>
              <w:bottom w:val="nil"/>
            </w:tcBorders>
            <w:shd w:val="clear" w:color="auto" w:fill="auto"/>
          </w:tcPr>
          <w:p w14:paraId="65715326" w14:textId="17CFBE43" w:rsidR="00331A9E" w:rsidRPr="00974D80" w:rsidRDefault="00331A9E" w:rsidP="000918C0">
            <w:pPr>
              <w:pStyle w:val="Tableheader"/>
            </w:pPr>
            <w:r w:rsidRPr="00974D80">
              <w:t xml:space="preserve">Version Release </w:t>
            </w:r>
          </w:p>
          <w:p w14:paraId="478FC527" w14:textId="77777777" w:rsidR="00331A9E" w:rsidRPr="00974D80" w:rsidRDefault="00331A9E" w:rsidP="000918C0">
            <w:pPr>
              <w:pStyle w:val="Tableheader"/>
            </w:pPr>
            <w:r w:rsidRPr="00974D80">
              <w:t>Date</w:t>
            </w:r>
          </w:p>
        </w:tc>
      </w:tr>
      <w:tr w:rsidR="00331A9E" w:rsidRPr="009C245E" w14:paraId="61D5568C" w14:textId="77777777" w:rsidTr="00331A9E">
        <w:tc>
          <w:tcPr>
            <w:tcW w:w="736" w:type="pct"/>
            <w:shd w:val="clear" w:color="auto" w:fill="auto"/>
          </w:tcPr>
          <w:p w14:paraId="0496CC6C" w14:textId="34C55AE2" w:rsidR="00331A9E" w:rsidRPr="009C245E" w:rsidRDefault="00331A9E" w:rsidP="000918C0">
            <w:pPr>
              <w:pStyle w:val="Tabletext"/>
            </w:pPr>
            <w:r w:rsidRPr="00674C6F">
              <w:t>[</w:t>
            </w:r>
            <w:r w:rsidR="00FD38DA">
              <w:t>A</w:t>
            </w:r>
            <w:r w:rsidR="003A761C">
              <w:t>gency</w:t>
            </w:r>
            <w:r w:rsidR="00FD38DA">
              <w:t>2020</w:t>
            </w:r>
            <w:r>
              <w:t>a</w:t>
            </w:r>
            <w:r w:rsidRPr="00674C6F">
              <w:t>]</w:t>
            </w:r>
            <w:r w:rsidRPr="00674C6F">
              <w:tab/>
            </w:r>
          </w:p>
        </w:tc>
        <w:tc>
          <w:tcPr>
            <w:tcW w:w="3365" w:type="pct"/>
          </w:tcPr>
          <w:p w14:paraId="1CE5FBC9" w14:textId="2BE69A3A" w:rsidR="00331A9E" w:rsidRPr="00674C6F" w:rsidRDefault="00331A9E" w:rsidP="000918C0">
            <w:pPr>
              <w:pStyle w:val="Tabletext"/>
            </w:pPr>
            <w:r w:rsidRPr="00674C6F">
              <w:t>Healthcare Identifiers Software – Conformance Assessment Scheme</w:t>
            </w:r>
          </w:p>
        </w:tc>
        <w:tc>
          <w:tcPr>
            <w:tcW w:w="899" w:type="pct"/>
            <w:shd w:val="clear" w:color="auto" w:fill="auto"/>
          </w:tcPr>
          <w:p w14:paraId="282D02E8" w14:textId="1171F882" w:rsidR="00331A9E" w:rsidRPr="009C245E" w:rsidRDefault="00331A9E" w:rsidP="000918C0">
            <w:pPr>
              <w:pStyle w:val="Tabletext"/>
            </w:pPr>
            <w:r w:rsidRPr="00674C6F">
              <w:t xml:space="preserve">version </w:t>
            </w:r>
            <w:r w:rsidR="004E3791">
              <w:t>4</w:t>
            </w:r>
            <w:r w:rsidRPr="00674C6F">
              <w:t xml:space="preserve">.0, </w:t>
            </w:r>
            <w:r w:rsidR="004E3791">
              <w:br/>
              <w:t>November 2020</w:t>
            </w:r>
          </w:p>
        </w:tc>
      </w:tr>
      <w:tr w:rsidR="00331A9E" w:rsidRPr="009C245E" w14:paraId="62EF79EB" w14:textId="77777777" w:rsidTr="00331A9E">
        <w:tc>
          <w:tcPr>
            <w:tcW w:w="736" w:type="pct"/>
            <w:shd w:val="clear" w:color="auto" w:fill="auto"/>
          </w:tcPr>
          <w:p w14:paraId="46240E55" w14:textId="123C697E" w:rsidR="00331A9E" w:rsidRPr="00674C6F" w:rsidRDefault="00331A9E" w:rsidP="000918C0">
            <w:pPr>
              <w:pStyle w:val="Tabletext"/>
            </w:pPr>
            <w:r w:rsidRPr="00674C6F">
              <w:t>[</w:t>
            </w:r>
            <w:r w:rsidR="003A761C">
              <w:t>Agency</w:t>
            </w:r>
            <w:r w:rsidRPr="00674C6F">
              <w:t>20</w:t>
            </w:r>
            <w:r w:rsidR="00FD38DA">
              <w:t>20b</w:t>
            </w:r>
            <w:r w:rsidRPr="00674C6F">
              <w:t>]</w:t>
            </w:r>
            <w:r w:rsidRPr="00674C6F">
              <w:tab/>
            </w:r>
          </w:p>
        </w:tc>
        <w:tc>
          <w:tcPr>
            <w:tcW w:w="3365" w:type="pct"/>
          </w:tcPr>
          <w:p w14:paraId="6D8B74AA" w14:textId="7E5A1C91" w:rsidR="00331A9E" w:rsidRPr="00674C6F" w:rsidRDefault="00331A9E" w:rsidP="000918C0">
            <w:pPr>
              <w:pStyle w:val="Tabletext"/>
            </w:pPr>
            <w:r w:rsidRPr="00674C6F">
              <w:t xml:space="preserve">Use of Healthcare Identifiers in Health </w:t>
            </w:r>
            <w:r w:rsidR="004E3791">
              <w:t>Software</w:t>
            </w:r>
            <w:r w:rsidRPr="00674C6F">
              <w:t xml:space="preserve"> Systems: Software Conformance </w:t>
            </w:r>
            <w:r w:rsidR="004E3791">
              <w:t>Profile</w:t>
            </w:r>
          </w:p>
        </w:tc>
        <w:tc>
          <w:tcPr>
            <w:tcW w:w="899" w:type="pct"/>
            <w:shd w:val="clear" w:color="auto" w:fill="auto"/>
          </w:tcPr>
          <w:p w14:paraId="7046B089" w14:textId="4407F06E" w:rsidR="00331A9E" w:rsidRPr="00674C6F" w:rsidRDefault="00331A9E" w:rsidP="000918C0">
            <w:pPr>
              <w:pStyle w:val="Tabletext"/>
            </w:pPr>
            <w:r w:rsidRPr="00674C6F">
              <w:t xml:space="preserve">version </w:t>
            </w:r>
            <w:r w:rsidR="004E3791">
              <w:t>4</w:t>
            </w:r>
            <w:r w:rsidRPr="00674C6F">
              <w:t xml:space="preserve">.0, </w:t>
            </w:r>
            <w:r w:rsidR="004E3791">
              <w:br/>
              <w:t>November 2020</w:t>
            </w:r>
          </w:p>
        </w:tc>
      </w:tr>
      <w:tr w:rsidR="003A761C" w:rsidRPr="009C245E" w14:paraId="5975F01B" w14:textId="77777777" w:rsidTr="00331A9E">
        <w:tc>
          <w:tcPr>
            <w:tcW w:w="736" w:type="pct"/>
            <w:shd w:val="clear" w:color="auto" w:fill="auto"/>
          </w:tcPr>
          <w:p w14:paraId="73083F77" w14:textId="1C291792" w:rsidR="003A761C" w:rsidRPr="00674C6F" w:rsidRDefault="003A761C" w:rsidP="003A761C">
            <w:pPr>
              <w:pStyle w:val="Tabletext"/>
            </w:pPr>
            <w:r>
              <w:t>[Agency20</w:t>
            </w:r>
            <w:r w:rsidR="00CA34DA">
              <w:t>20</w:t>
            </w:r>
            <w:r>
              <w:t>a]</w:t>
            </w:r>
          </w:p>
        </w:tc>
        <w:tc>
          <w:tcPr>
            <w:tcW w:w="3365" w:type="pct"/>
          </w:tcPr>
          <w:p w14:paraId="1E77A9E6" w14:textId="6DFDC149" w:rsidR="003A761C" w:rsidRPr="003A761C" w:rsidRDefault="003A761C" w:rsidP="003A761C">
            <w:pPr>
              <w:pStyle w:val="Tabletext"/>
            </w:pPr>
            <w:r w:rsidRPr="003A761C">
              <w:t>Electronic Prescribing Conformance Assessment Scheme</w:t>
            </w:r>
          </w:p>
        </w:tc>
        <w:tc>
          <w:tcPr>
            <w:tcW w:w="899" w:type="pct"/>
            <w:shd w:val="clear" w:color="auto" w:fill="auto"/>
          </w:tcPr>
          <w:p w14:paraId="5AE7EFB6" w14:textId="77777777" w:rsidR="00CA34DA" w:rsidRDefault="00CA34DA" w:rsidP="003A761C">
            <w:pPr>
              <w:pStyle w:val="Tabletext"/>
            </w:pPr>
            <w:r>
              <w:t>V2.1,</w:t>
            </w:r>
          </w:p>
          <w:p w14:paraId="6FBDA528" w14:textId="1D206385" w:rsidR="003A761C" w:rsidRPr="00674C6F" w:rsidRDefault="00CA34DA" w:rsidP="003A761C">
            <w:pPr>
              <w:pStyle w:val="Tabletext"/>
            </w:pPr>
            <w:r>
              <w:t>April</w:t>
            </w:r>
            <w:r w:rsidR="006B6F00">
              <w:t xml:space="preserve"> </w:t>
            </w:r>
            <w:r>
              <w:t>2020</w:t>
            </w:r>
          </w:p>
        </w:tc>
      </w:tr>
      <w:tr w:rsidR="003A761C" w:rsidRPr="009C245E" w14:paraId="6E8A398E" w14:textId="77777777" w:rsidTr="00331A9E">
        <w:tc>
          <w:tcPr>
            <w:tcW w:w="736" w:type="pct"/>
            <w:shd w:val="clear" w:color="auto" w:fill="auto"/>
          </w:tcPr>
          <w:p w14:paraId="68A9023A" w14:textId="47A3A600" w:rsidR="003A761C" w:rsidRPr="00674C6F" w:rsidRDefault="003A761C" w:rsidP="003A761C">
            <w:pPr>
              <w:pStyle w:val="Tabletext"/>
            </w:pPr>
            <w:r>
              <w:t>[Agency2021a]</w:t>
            </w:r>
          </w:p>
        </w:tc>
        <w:tc>
          <w:tcPr>
            <w:tcW w:w="3365" w:type="pct"/>
          </w:tcPr>
          <w:p w14:paraId="36C75638" w14:textId="78E1CA00" w:rsidR="003A761C" w:rsidRPr="008836E0" w:rsidRDefault="003A761C" w:rsidP="003A761C">
            <w:pPr>
              <w:pStyle w:val="Tabletext"/>
            </w:pPr>
            <w:r w:rsidRPr="00DD1C80">
              <w:t>Electronic Prescribing Participating Software Conformance Profile</w:t>
            </w:r>
          </w:p>
        </w:tc>
        <w:tc>
          <w:tcPr>
            <w:tcW w:w="899" w:type="pct"/>
            <w:shd w:val="clear" w:color="auto" w:fill="auto"/>
          </w:tcPr>
          <w:p w14:paraId="18437272" w14:textId="3ADDDD48" w:rsidR="00CA34DA" w:rsidRPr="00DD1C80" w:rsidRDefault="00CA34DA" w:rsidP="003A761C">
            <w:pPr>
              <w:pStyle w:val="Tabletext"/>
            </w:pPr>
            <w:r w:rsidRPr="008836E0">
              <w:t>V3.0</w:t>
            </w:r>
            <w:r w:rsidR="00DD1C80" w:rsidRPr="00DD1C80">
              <w:t>April</w:t>
            </w:r>
            <w:r w:rsidRPr="00DD1C80">
              <w:t>2021</w:t>
            </w:r>
          </w:p>
        </w:tc>
      </w:tr>
      <w:tr w:rsidR="005D45D1" w:rsidRPr="009C245E" w14:paraId="3960DBC9" w14:textId="77777777" w:rsidTr="00331A9E">
        <w:tc>
          <w:tcPr>
            <w:tcW w:w="736" w:type="pct"/>
            <w:shd w:val="clear" w:color="auto" w:fill="auto"/>
          </w:tcPr>
          <w:p w14:paraId="2C7FFAE3" w14:textId="6C28EF72" w:rsidR="005D45D1" w:rsidRDefault="005D45D1" w:rsidP="005D45D1">
            <w:pPr>
              <w:pStyle w:val="Tabletext"/>
            </w:pPr>
            <w:r w:rsidRPr="00674C6F">
              <w:t>[</w:t>
            </w:r>
            <w:r w:rsidR="003F4CBB">
              <w:t>Agency</w:t>
            </w:r>
            <w:r w:rsidRPr="00FD38DA">
              <w:t>2012</w:t>
            </w:r>
            <w:r>
              <w:t>a]</w:t>
            </w:r>
          </w:p>
        </w:tc>
        <w:tc>
          <w:tcPr>
            <w:tcW w:w="3365" w:type="pct"/>
          </w:tcPr>
          <w:p w14:paraId="44C8A6F0" w14:textId="69096C69" w:rsidR="005D45D1" w:rsidRPr="003A761C" w:rsidRDefault="005D45D1" w:rsidP="005D45D1">
            <w:pPr>
              <w:pStyle w:val="Tabletext"/>
            </w:pPr>
            <w:r w:rsidRPr="00AF61E6">
              <w:t>Clinical Information Systems Connecting to the PCEHR System Conformance Assessment Scheme</w:t>
            </w:r>
          </w:p>
        </w:tc>
        <w:tc>
          <w:tcPr>
            <w:tcW w:w="899" w:type="pct"/>
            <w:shd w:val="clear" w:color="auto" w:fill="auto"/>
          </w:tcPr>
          <w:p w14:paraId="60B9222C" w14:textId="6225ACB5" w:rsidR="005D45D1" w:rsidRDefault="005D45D1" w:rsidP="005D45D1">
            <w:pPr>
              <w:pStyle w:val="Tabletext"/>
            </w:pPr>
            <w:r w:rsidRPr="00674C6F">
              <w:t>version 1.1</w:t>
            </w:r>
            <w:r>
              <w:br/>
            </w:r>
            <w:r w:rsidRPr="00674C6F">
              <w:t>July 2012</w:t>
            </w:r>
          </w:p>
        </w:tc>
      </w:tr>
      <w:tr w:rsidR="005D45D1" w:rsidRPr="009C245E" w14:paraId="1DDB0D8E" w14:textId="77777777" w:rsidTr="00331A9E">
        <w:tc>
          <w:tcPr>
            <w:tcW w:w="736" w:type="pct"/>
            <w:shd w:val="clear" w:color="auto" w:fill="auto"/>
          </w:tcPr>
          <w:p w14:paraId="3C250ABE" w14:textId="38FD747A" w:rsidR="005D45D1" w:rsidRDefault="005D45D1" w:rsidP="005D45D1">
            <w:pPr>
              <w:pStyle w:val="Tabletext"/>
            </w:pPr>
            <w:r>
              <w:t>[</w:t>
            </w:r>
            <w:r w:rsidR="003F4CBB">
              <w:t>Agency</w:t>
            </w:r>
            <w:r>
              <w:t>2014a]</w:t>
            </w:r>
          </w:p>
        </w:tc>
        <w:tc>
          <w:tcPr>
            <w:tcW w:w="3365" w:type="pct"/>
          </w:tcPr>
          <w:p w14:paraId="7419FD07" w14:textId="4C79270B" w:rsidR="005D45D1" w:rsidRPr="003A761C" w:rsidRDefault="005D45D1" w:rsidP="005D45D1">
            <w:pPr>
              <w:pStyle w:val="Tabletext"/>
            </w:pPr>
            <w:r>
              <w:t xml:space="preserve">Use of Healthcare Identifiers in Health Software Systems Business Use Cases </w:t>
            </w:r>
          </w:p>
        </w:tc>
        <w:tc>
          <w:tcPr>
            <w:tcW w:w="899" w:type="pct"/>
            <w:shd w:val="clear" w:color="auto" w:fill="auto"/>
          </w:tcPr>
          <w:p w14:paraId="15AF09C1" w14:textId="77777777" w:rsidR="005D45D1" w:rsidRDefault="005D45D1" w:rsidP="005D45D1">
            <w:pPr>
              <w:pStyle w:val="Tabletext"/>
            </w:pPr>
            <w:r>
              <w:t xml:space="preserve">Version 3.1, </w:t>
            </w:r>
          </w:p>
          <w:p w14:paraId="240CE5DD" w14:textId="5A5F828E" w:rsidR="005D45D1" w:rsidRDefault="005D45D1" w:rsidP="005D45D1">
            <w:pPr>
              <w:pStyle w:val="Tabletext"/>
            </w:pPr>
            <w:r>
              <w:t>October 2014</w:t>
            </w:r>
          </w:p>
        </w:tc>
      </w:tr>
    </w:tbl>
    <w:p w14:paraId="3C94B03B" w14:textId="024D5EBD" w:rsidR="00B632FC" w:rsidRPr="00DF5F96" w:rsidRDefault="00B632FC" w:rsidP="00244807">
      <w:pPr>
        <w:pStyle w:val="Referencebodytext"/>
      </w:pPr>
    </w:p>
    <w:sectPr w:rsidR="00B632FC" w:rsidRPr="00DF5F96" w:rsidSect="00D12447">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B0A18" w14:textId="77777777" w:rsidR="00E434CB" w:rsidRDefault="00E434CB" w:rsidP="00761525">
      <w:pPr>
        <w:spacing w:after="0"/>
      </w:pPr>
      <w:r>
        <w:separator/>
      </w:r>
    </w:p>
    <w:p w14:paraId="765F0126" w14:textId="77777777" w:rsidR="00E434CB" w:rsidRDefault="00E434CB"/>
    <w:p w14:paraId="35BC051E" w14:textId="77777777" w:rsidR="00E434CB" w:rsidRDefault="00E434CB"/>
  </w:endnote>
  <w:endnote w:type="continuationSeparator" w:id="0">
    <w:p w14:paraId="3DC315BF" w14:textId="77777777" w:rsidR="00E434CB" w:rsidRDefault="00E434CB" w:rsidP="00761525">
      <w:pPr>
        <w:spacing w:after="0"/>
      </w:pPr>
      <w:r>
        <w:continuationSeparator/>
      </w:r>
    </w:p>
    <w:p w14:paraId="002625C5" w14:textId="77777777" w:rsidR="00E434CB" w:rsidRDefault="00E434CB"/>
    <w:p w14:paraId="5283A0D3" w14:textId="77777777" w:rsidR="00E434CB" w:rsidRDefault="00E434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Shell Dlg">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25E57" w14:textId="77777777" w:rsidR="00E434CB" w:rsidRPr="00131732" w:rsidRDefault="00E434CB" w:rsidP="001317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D99F6" w14:textId="4D2DD204" w:rsidR="00E434CB" w:rsidRDefault="007F3832" w:rsidP="005D68EF">
    <w:pPr>
      <w:pStyle w:val="Footer"/>
      <w:tabs>
        <w:tab w:val="clear" w:pos="4820"/>
        <w:tab w:val="clear" w:pos="9639"/>
      </w:tabs>
      <w:rPr>
        <w:bCs/>
        <w:noProof/>
        <w:lang w:val="en-US"/>
      </w:rPr>
    </w:pPr>
    <w:sdt>
      <w:sdtPr>
        <w:rPr>
          <w:noProof/>
        </w:rPr>
        <w:alias w:val="Date Of Approval"/>
        <w:tag w:val="DateOfApproval"/>
        <w:id w:val="-38977675"/>
        <w:lock w:val="sdtLocked"/>
        <w:placeholder>
          <w:docPart w:val="3FE1A652CE8B4D9F83D8A7AB8AC923A2"/>
        </w:placeholder>
        <w:dataBinding w:xpath="/root[1]/dateOfApproval[1]" w:storeItemID="{E2F2F3AA-4CD9-4DBD-A736-CDA785365897}"/>
        <w:date w:fullDate="2021-06-30T00:00:00Z">
          <w:dateFormat w:val="d MMMM yyyy"/>
          <w:lid w:val="en-AU"/>
          <w:storeMappedDataAs w:val="dateTime"/>
          <w:calendar w:val="gregorian"/>
        </w:date>
      </w:sdtPr>
      <w:sdtEndPr/>
      <w:sdtContent>
        <w:r w:rsidR="00D614DC">
          <w:rPr>
            <w:noProof/>
          </w:rPr>
          <w:t>30 June 2021</w:t>
        </w:r>
      </w:sdtContent>
    </w:sdt>
    <w:r w:rsidR="00E434CB">
      <w:rPr>
        <w:noProof/>
      </w:rPr>
      <w:t xml:space="preserve"> </w:t>
    </w:r>
    <w:r w:rsidR="00E434CB">
      <w:rPr>
        <w:rStyle w:val="PageNumber"/>
      </w:rPr>
      <w:ptab w:relativeTo="margin" w:alignment="center" w:leader="none"/>
    </w:r>
    <w:r w:rsidR="00E434CB" w:rsidRPr="001368BA">
      <w:rPr>
        <w:szCs w:val="16"/>
      </w:rPr>
      <w:t xml:space="preserve"> </w:t>
    </w:r>
    <w:sdt>
      <w:sdtPr>
        <w:rPr>
          <w:szCs w:val="16"/>
        </w:rPr>
        <w:alias w:val="Status"/>
        <w:tag w:val="DocStatus"/>
        <w:id w:val="-1284025471"/>
        <w:placeholder>
          <w:docPart w:val="3CBFD38E117C4760804F0B60459DAD00"/>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434CB">
          <w:rPr>
            <w:szCs w:val="16"/>
          </w:rPr>
          <w:t>Approved</w:t>
        </w:r>
      </w:sdtContent>
    </w:sdt>
    <w:r w:rsidR="00E434CB" w:rsidRPr="001368BA">
      <w:rPr>
        <w:szCs w:val="16"/>
      </w:rPr>
      <w:t xml:space="preserve"> </w:t>
    </w:r>
    <w:sdt>
      <w:sdtPr>
        <w:rPr>
          <w:szCs w:val="16"/>
        </w:rPr>
        <w:alias w:val="Audience"/>
        <w:tag w:val="Audience"/>
        <w:id w:val="-638033389"/>
        <w:placeholder>
          <w:docPart w:val="682AB40767F3461B9DA2666D4BA8DB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02229E">
          <w:rPr>
            <w:szCs w:val="16"/>
          </w:rPr>
          <w:t>for external</w:t>
        </w:r>
      </w:sdtContent>
    </w:sdt>
    <w:r w:rsidR="00E434CB" w:rsidRPr="001368BA">
      <w:rPr>
        <w:szCs w:val="16"/>
      </w:rPr>
      <w:t xml:space="preserve"> </w:t>
    </w:r>
    <w:sdt>
      <w:sdtPr>
        <w:rPr>
          <w:szCs w:val="16"/>
        </w:rPr>
        <w:alias w:val="Intended use of approved document"/>
        <w:tag w:val="IntendedUse"/>
        <w:id w:val="-952159881"/>
        <w:placeholder>
          <w:docPart w:val="9380220649E640159169250C4462D89B"/>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02229E">
          <w:rPr>
            <w:szCs w:val="16"/>
          </w:rPr>
          <w:t>use</w:t>
        </w:r>
      </w:sdtContent>
    </w:sdt>
    <w:r w:rsidR="00E434CB" w:rsidRPr="001368BA">
      <w:rPr>
        <w:szCs w:val="16"/>
        <w:lang w:eastAsia="en-AU"/>
      </w:rPr>
      <w:t xml:space="preserve"> </w:t>
    </w:r>
    <w:r w:rsidR="00E434CB">
      <w:rPr>
        <w:rStyle w:val="PageNumber"/>
      </w:rPr>
      <w:ptab w:relativeTo="margin" w:alignment="right" w:leader="none"/>
    </w:r>
    <w:r w:rsidR="00E434CB" w:rsidRPr="00226B6E">
      <w:rPr>
        <w:rStyle w:val="PageNumber"/>
      </w:rPr>
      <w:fldChar w:fldCharType="begin"/>
    </w:r>
    <w:r w:rsidR="00E434CB" w:rsidRPr="00226B6E">
      <w:rPr>
        <w:rStyle w:val="PageNumber"/>
      </w:rPr>
      <w:instrText xml:space="preserve"> PAGE  \* Arabic  \* MERGEFORMAT </w:instrText>
    </w:r>
    <w:r w:rsidR="00E434CB" w:rsidRPr="00226B6E">
      <w:rPr>
        <w:rStyle w:val="PageNumber"/>
      </w:rPr>
      <w:fldChar w:fldCharType="separate"/>
    </w:r>
    <w:r w:rsidR="00E434CB">
      <w:rPr>
        <w:rStyle w:val="PageNumber"/>
        <w:noProof/>
      </w:rPr>
      <w:t>10</w:t>
    </w:r>
    <w:r w:rsidR="00E434CB" w:rsidRPr="00226B6E">
      <w:rPr>
        <w:rStyle w:val="PageNumber"/>
      </w:rPr>
      <w:fldChar w:fldCharType="end"/>
    </w:r>
    <w:r w:rsidR="00E434CB" w:rsidRPr="00226B6E">
      <w:rPr>
        <w:rStyle w:val="PageNumber"/>
      </w:rPr>
      <w:t xml:space="preserve"> of </w:t>
    </w:r>
    <w:r w:rsidR="00E434CB" w:rsidRPr="00226B6E">
      <w:rPr>
        <w:rStyle w:val="PageNumber"/>
      </w:rPr>
      <w:fldChar w:fldCharType="begin"/>
    </w:r>
    <w:r w:rsidR="00E434CB" w:rsidRPr="00226B6E">
      <w:rPr>
        <w:rStyle w:val="PageNumber"/>
      </w:rPr>
      <w:instrText xml:space="preserve"> NUMPAGES  \* Arabic  \* MERGEFORMAT </w:instrText>
    </w:r>
    <w:r w:rsidR="00E434CB" w:rsidRPr="00226B6E">
      <w:rPr>
        <w:rStyle w:val="PageNumber"/>
      </w:rPr>
      <w:fldChar w:fldCharType="separate"/>
    </w:r>
    <w:r w:rsidR="00E434CB">
      <w:rPr>
        <w:rStyle w:val="PageNumber"/>
        <w:noProof/>
      </w:rPr>
      <w:t>1</w:t>
    </w:r>
    <w:r w:rsidR="00E434CB" w:rsidRPr="00226B6E">
      <w:rPr>
        <w:rStyle w:val="PageNumber"/>
      </w:rPr>
      <w:fldChar w:fldCharType="end"/>
    </w:r>
  </w:p>
  <w:p w14:paraId="4D6824F1" w14:textId="240716D5" w:rsidR="00E434CB" w:rsidRDefault="007F3832" w:rsidP="005D68EF">
    <w:pPr>
      <w:pStyle w:val="Footer"/>
      <w:tabs>
        <w:tab w:val="clear" w:pos="4820"/>
        <w:tab w:val="clear" w:pos="9639"/>
      </w:tabs>
    </w:pPr>
    <w:sdt>
      <w:sdtPr>
        <w:rPr>
          <w:szCs w:val="16"/>
        </w:rPr>
        <w:alias w:val="Document identifier"/>
        <w:tag w:val="DocumentID"/>
        <w:id w:val="-206023234"/>
        <w:placeholder>
          <w:docPart w:val="5B748A6373C847A9919DB0F0419B36F1"/>
        </w:placeholder>
        <w:dataBinding w:xpath="/root[1]/DocumentID[1]" w:storeItemID="{E2F2F3AA-4CD9-4DBD-A736-CDA785365897}"/>
        <w:text/>
      </w:sdtPr>
      <w:sdtEndPr/>
      <w:sdtContent>
        <w:r w:rsidR="00FA5635">
          <w:rPr>
            <w:szCs w:val="16"/>
          </w:rPr>
          <w:t>DH-3501:2021</w:t>
        </w:r>
      </w:sdtContent>
    </w:sdt>
    <w:r w:rsidR="00E434CB">
      <w:rPr>
        <w:bCs/>
        <w:noProof/>
        <w:lang w:val="en-US"/>
      </w:rPr>
      <w:t xml:space="preserve"> </w:t>
    </w:r>
    <w:r w:rsidR="00E434CB">
      <w:rPr>
        <w:bCs/>
        <w:noProof/>
        <w:lang w:val="en-US"/>
      </w:rPr>
      <w:ptab w:relativeTo="margin" w:alignment="right" w:leader="none"/>
    </w:r>
    <w:sdt>
      <w:sdtPr>
        <w:rPr>
          <w:noProof/>
        </w:rPr>
        <w:alias w:val="Document version number"/>
        <w:tag w:val="DocumentVersionNumber"/>
        <w:id w:val="-1469979128"/>
        <w:placeholder>
          <w:docPart w:val="3133D18345B346BE8F2BD96EDF6F52A6"/>
        </w:placeholder>
        <w:dataBinding w:xpath="/root[1]/DocumentVersionNumber[1]" w:storeItemID="{E2F2F3AA-4CD9-4DBD-A736-CDA785365897}"/>
        <w:comboBox w:lastValue=" ">
          <w:listItem w:displayText="Select version number or type your own value. Select first blank for an approved document" w:value="Select version number or type your own value. Select first blank for an approved document"/>
          <w:listItem w:displayText=" " w:value=" "/>
          <w:listItem w:displayText="Document version 001" w:value="Document version 001"/>
          <w:listItem w:displayText="Document version 002" w:value="Document version 002"/>
          <w:listItem w:displayText="Document version 003" w:value="Document version 003"/>
          <w:listItem w:displayText="Document version 004" w:value="Document version 004"/>
          <w:listItem w:displayText="Document version 005" w:value="Document version 005"/>
          <w:listItem w:displayText="Document version 006" w:value="Document version 006"/>
          <w:listItem w:displayText="Document version 007" w:value="Document version 007"/>
          <w:listItem w:displayText="Document version 008" w:value="Document version 008"/>
          <w:listItem w:displayText="Document version 009" w:value="Document version 009"/>
          <w:listItem w:displayText="Document version 010" w:value="Document version 010"/>
          <w:listItem w:displayText="Document version 011" w:value="Document version 011"/>
          <w:listItem w:displayText="Document version 012" w:value="Document version 012"/>
        </w:comboBox>
      </w:sdtPr>
      <w:sdtEndPr/>
      <w:sdtContent>
        <w:r w:rsidR="00E434CB">
          <w:rPr>
            <w:noProof/>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B039D" w14:textId="77777777" w:rsidR="00E434CB" w:rsidRPr="00CB01F8" w:rsidRDefault="00E434CB" w:rsidP="00CB01F8">
    <w:pPr>
      <w:pStyle w:val="Footer"/>
      <w:pBdr>
        <w:top w:val="none" w:sz="0" w:space="0" w:color="auto"/>
      </w:pBdr>
      <w:spacing w:after="840"/>
      <w:ind w:left="1418"/>
      <w:rPr>
        <w:b/>
        <w:szCs w:val="20"/>
        <w:lang w:eastAsia="en-A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alias w:val="Even page footer"/>
      <w:tag w:val="Even page footer"/>
      <w:id w:val="-491488028"/>
      <w:lock w:val="sdtLocked"/>
      <w:placeholder>
        <w:docPart w:val="0F69AF680D364C1BB098D6600BFE2290"/>
      </w:placeholder>
    </w:sdtPr>
    <w:sdtEndPr>
      <w:rPr>
        <w:rStyle w:val="DefaultParagraphFont"/>
        <w:szCs w:val="16"/>
      </w:rPr>
    </w:sdtEndPr>
    <w:sdtContent>
      <w:p w14:paraId="06E82E7B" w14:textId="7E635B72" w:rsidR="00E434CB" w:rsidRDefault="00E434CB" w:rsidP="00533875">
        <w:pPr>
          <w:pStyle w:val="Footer"/>
          <w:spacing w:before="400"/>
        </w:pPr>
        <w:r w:rsidRPr="00226B6E">
          <w:rPr>
            <w:rStyle w:val="PageNumber"/>
          </w:rPr>
          <w:fldChar w:fldCharType="begin"/>
        </w:r>
        <w:r w:rsidRPr="00226B6E">
          <w:rPr>
            <w:rStyle w:val="PageNumber"/>
          </w:rPr>
          <w:instrText xml:space="preserve"> PAGE  \* Arabic  \* MERGEFORMAT </w:instrText>
        </w:r>
        <w:r w:rsidRPr="00226B6E">
          <w:rPr>
            <w:rStyle w:val="PageNumber"/>
          </w:rPr>
          <w:fldChar w:fldCharType="separate"/>
        </w:r>
        <w:r>
          <w:rPr>
            <w:rStyle w:val="PageNumber"/>
            <w:noProof/>
          </w:rPr>
          <w:t>10</w:t>
        </w:r>
        <w:r w:rsidRPr="00226B6E">
          <w:rPr>
            <w:rStyle w:val="PageNumber"/>
          </w:rPr>
          <w:fldChar w:fldCharType="end"/>
        </w:r>
        <w:r w:rsidRPr="00226B6E">
          <w:rPr>
            <w:rStyle w:val="PageNumber"/>
          </w:rPr>
          <w:t xml:space="preserve"> of </w:t>
        </w:r>
        <w:r w:rsidRPr="00226B6E">
          <w:rPr>
            <w:rStyle w:val="PageNumber"/>
          </w:rPr>
          <w:fldChar w:fldCharType="begin"/>
        </w:r>
        <w:r w:rsidRPr="00226B6E">
          <w:rPr>
            <w:rStyle w:val="PageNumber"/>
          </w:rPr>
          <w:instrText xml:space="preserve"> NUMPAGES  \* Arabic  \* MERGEFORMAT </w:instrText>
        </w:r>
        <w:r w:rsidRPr="00226B6E">
          <w:rPr>
            <w:rStyle w:val="PageNumber"/>
          </w:rPr>
          <w:fldChar w:fldCharType="separate"/>
        </w:r>
        <w:r>
          <w:rPr>
            <w:rStyle w:val="PageNumber"/>
            <w:noProof/>
          </w:rPr>
          <w:t>10</w:t>
        </w:r>
        <w:r w:rsidRPr="00226B6E">
          <w:rPr>
            <w:rStyle w:val="PageNumber"/>
          </w:rPr>
          <w:fldChar w:fldCharType="end"/>
        </w:r>
        <w:r w:rsidRPr="00707F86">
          <w:rPr>
            <w:rStyle w:val="PageNumber"/>
          </w:rPr>
          <w:t xml:space="preserve"> </w:t>
        </w:r>
        <w:r>
          <w:rPr>
            <w:rStyle w:val="PageNumber"/>
          </w:rPr>
          <w:ptab w:relativeTo="margin" w:alignment="center" w:leader="none"/>
        </w:r>
        <w:r w:rsidRPr="001368BA">
          <w:rPr>
            <w:szCs w:val="16"/>
          </w:rPr>
          <w:t xml:space="preserve"> </w:t>
        </w:r>
        <w:sdt>
          <w:sdtPr>
            <w:rPr>
              <w:szCs w:val="16"/>
            </w:rPr>
            <w:alias w:val="Status"/>
            <w:tag w:val="DocStatus"/>
            <w:id w:val="-1621290609"/>
            <w:lock w:val="sdtLocked"/>
            <w:placeholder>
              <w:docPart w:val="1BE5CCB7B7B546E5A40DB96B08348E01"/>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1368BA">
          <w:rPr>
            <w:szCs w:val="16"/>
          </w:rPr>
          <w:t xml:space="preserve"> </w:t>
        </w:r>
        <w:sdt>
          <w:sdtPr>
            <w:rPr>
              <w:szCs w:val="16"/>
            </w:rPr>
            <w:alias w:val="Audience"/>
            <w:tag w:val="Audience"/>
            <w:id w:val="-742412797"/>
            <w:lock w:val="sdtLocked"/>
            <w:placeholder>
              <w:docPart w:val="BB0F7D05ECBF4E54853030DC2353E7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02229E">
              <w:rPr>
                <w:szCs w:val="16"/>
              </w:rPr>
              <w:t>for external</w:t>
            </w:r>
          </w:sdtContent>
        </w:sdt>
        <w:r w:rsidRPr="001368BA">
          <w:rPr>
            <w:szCs w:val="16"/>
          </w:rPr>
          <w:t xml:space="preserve"> </w:t>
        </w:r>
        <w:sdt>
          <w:sdtPr>
            <w:rPr>
              <w:szCs w:val="16"/>
            </w:rPr>
            <w:alias w:val="Intended use of approved document"/>
            <w:tag w:val="IntendedUse"/>
            <w:id w:val="454061892"/>
            <w:lock w:val="sdtLocked"/>
            <w:placeholder>
              <w:docPart w:val="48934FA6A6284876B73C52C473A16AA1"/>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02229E">
              <w:rPr>
                <w:szCs w:val="16"/>
              </w:rPr>
              <w:t>use</w:t>
            </w:r>
          </w:sdtContent>
        </w:sdt>
        <w:r w:rsidRPr="001368BA">
          <w:rPr>
            <w:szCs w:val="16"/>
            <w:lang w:eastAsia="en-AU"/>
          </w:rPr>
          <w:t xml:space="preserve"> </w:t>
        </w:r>
        <w:r>
          <w:rPr>
            <w:rStyle w:val="PageNumber"/>
          </w:rPr>
          <w:ptab w:relativeTo="margin" w:alignment="right" w:leader="none"/>
        </w:r>
        <w:r>
          <w:t xml:space="preserve"> </w:t>
        </w:r>
        <w:sdt>
          <w:sdtPr>
            <w:rPr>
              <w:noProof/>
            </w:rPr>
            <w:alias w:val="Date Of Approval"/>
            <w:tag w:val="DateOfApproval"/>
            <w:id w:val="-727447659"/>
            <w:lock w:val="sdtLocked"/>
            <w:placeholder>
              <w:docPart w:val="4536FB3E227D4519983766EFF43E419B"/>
            </w:placeholder>
            <w:dataBinding w:xpath="/root[1]/dateOfApproval[1]" w:storeItemID="{E2F2F3AA-4CD9-4DBD-A736-CDA785365897}"/>
            <w:date w:fullDate="2021-06-30T00:00:00Z">
              <w:dateFormat w:val="d MMMM yyyy"/>
              <w:lid w:val="en-AU"/>
              <w:storeMappedDataAs w:val="dateTime"/>
              <w:calendar w:val="gregorian"/>
            </w:date>
          </w:sdtPr>
          <w:sdtEndPr/>
          <w:sdtContent>
            <w:r w:rsidR="00D614DC">
              <w:rPr>
                <w:noProof/>
              </w:rPr>
              <w:t>30 June 2021</w:t>
            </w:r>
          </w:sdtContent>
        </w:sdt>
      </w:p>
      <w:p w14:paraId="144BD89D" w14:textId="0A8DF940" w:rsidR="00E434CB" w:rsidRDefault="007F3832" w:rsidP="00BB7D54">
        <w:pPr>
          <w:pStyle w:val="Footer"/>
        </w:pPr>
        <w:sdt>
          <w:sdtPr>
            <w:rPr>
              <w:noProof/>
            </w:rPr>
            <w:alias w:val="Draft version number"/>
            <w:tag w:val="DocumentVersionNumber"/>
            <w:id w:val="699126603"/>
            <w:lock w:val="sdtLocked"/>
            <w:placeholder>
              <w:docPart w:val="55B14D00B2CD4FA0880A9E57FFF9FE60"/>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E434CB">
              <w:rPr>
                <w:noProof/>
              </w:rPr>
              <w:t xml:space="preserve"> </w:t>
            </w:r>
          </w:sdtContent>
        </w:sdt>
        <w:r w:rsidR="00E434CB">
          <w:rPr>
            <w:noProof/>
          </w:rPr>
          <w:t xml:space="preserve"> </w:t>
        </w:r>
        <w:r w:rsidR="00E434CB">
          <w:rPr>
            <w:noProof/>
          </w:rPr>
          <w:ptab w:relativeTo="margin" w:alignment="right" w:leader="none"/>
        </w:r>
        <w:r w:rsidR="00E434CB" w:rsidRPr="00D5549F">
          <w:rPr>
            <w:szCs w:val="16"/>
          </w:rPr>
          <w:t xml:space="preserve"> </w:t>
        </w:r>
        <w:sdt>
          <w:sdtPr>
            <w:rPr>
              <w:szCs w:val="16"/>
            </w:rPr>
            <w:alias w:val="Document identifier"/>
            <w:tag w:val="DocumentID"/>
            <w:id w:val="1558743252"/>
            <w:lock w:val="sdtLocked"/>
            <w:placeholder>
              <w:docPart w:val="A20B897B8177424EB8A1926646319770"/>
            </w:placeholder>
            <w:dataBinding w:xpath="/root[1]/DocumentID[1]" w:storeItemID="{E2F2F3AA-4CD9-4DBD-A736-CDA785365897}"/>
            <w:text/>
          </w:sdtPr>
          <w:sdtEndPr/>
          <w:sdtContent>
            <w:r w:rsidR="00FA5635">
              <w:rPr>
                <w:szCs w:val="16"/>
              </w:rPr>
              <w:t>DH-3501:2021</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rPr>
      <w:alias w:val="Odd page footer"/>
      <w:tag w:val="Odd page footer"/>
      <w:id w:val="-2026004554"/>
      <w:lock w:val="sdtLocked"/>
      <w:placeholder>
        <w:docPart w:val="0F69AF680D364C1BB098D6600BFE2290"/>
      </w:placeholder>
    </w:sdtPr>
    <w:sdtEndPr/>
    <w:sdtContent>
      <w:p w14:paraId="6D350568" w14:textId="0B207D22" w:rsidR="00E434CB" w:rsidRDefault="007F3832" w:rsidP="00533875">
        <w:pPr>
          <w:pStyle w:val="Footer"/>
          <w:tabs>
            <w:tab w:val="clear" w:pos="4820"/>
            <w:tab w:val="clear" w:pos="9639"/>
          </w:tabs>
          <w:spacing w:before="400"/>
          <w:rPr>
            <w:bCs/>
            <w:noProof/>
            <w:lang w:val="en-US"/>
          </w:rPr>
        </w:pPr>
        <w:sdt>
          <w:sdtPr>
            <w:rPr>
              <w:noProof/>
            </w:rPr>
            <w:alias w:val="Date Of Approval"/>
            <w:tag w:val="DateOfApproval"/>
            <w:id w:val="1908346369"/>
            <w:lock w:val="sdtLocked"/>
            <w:placeholder>
              <w:docPart w:val="7D989FD690D44A1EBBC9E065ABDDE09F"/>
            </w:placeholder>
            <w:dataBinding w:xpath="/root[1]/dateOfApproval[1]" w:storeItemID="{E2F2F3AA-4CD9-4DBD-A736-CDA785365897}"/>
            <w:date w:fullDate="2021-06-30T00:00:00Z">
              <w:dateFormat w:val="d MMMM yyyy"/>
              <w:lid w:val="en-AU"/>
              <w:storeMappedDataAs w:val="dateTime"/>
              <w:calendar w:val="gregorian"/>
            </w:date>
          </w:sdtPr>
          <w:sdtEndPr/>
          <w:sdtContent>
            <w:r w:rsidR="00D614DC">
              <w:rPr>
                <w:noProof/>
              </w:rPr>
              <w:t>30 June 2021</w:t>
            </w:r>
          </w:sdtContent>
        </w:sdt>
        <w:r w:rsidR="00E434CB">
          <w:rPr>
            <w:rStyle w:val="PageNumber"/>
          </w:rPr>
          <w:ptab w:relativeTo="margin" w:alignment="center" w:leader="none"/>
        </w:r>
        <w:r w:rsidR="00E434CB" w:rsidRPr="001368BA">
          <w:rPr>
            <w:szCs w:val="16"/>
          </w:rPr>
          <w:t xml:space="preserve"> </w:t>
        </w:r>
        <w:sdt>
          <w:sdtPr>
            <w:rPr>
              <w:szCs w:val="16"/>
            </w:rPr>
            <w:alias w:val="Status"/>
            <w:tag w:val="DocStatus"/>
            <w:id w:val="-1719122769"/>
            <w:placeholder>
              <w:docPart w:val="7BE633EBAC5046CE8814ED8E630306BD"/>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434CB">
              <w:rPr>
                <w:szCs w:val="16"/>
              </w:rPr>
              <w:t>Approved</w:t>
            </w:r>
          </w:sdtContent>
        </w:sdt>
        <w:r w:rsidR="00E434CB" w:rsidRPr="001368BA">
          <w:rPr>
            <w:szCs w:val="16"/>
          </w:rPr>
          <w:t xml:space="preserve"> </w:t>
        </w:r>
        <w:sdt>
          <w:sdtPr>
            <w:rPr>
              <w:szCs w:val="16"/>
            </w:rPr>
            <w:alias w:val="Audience"/>
            <w:tag w:val="Audience"/>
            <w:id w:val="893857287"/>
            <w:lock w:val="sdtLocked"/>
            <w:placeholder>
              <w:docPart w:val="D57B5A770F004655972BD8B1DF277C0C"/>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EndPr/>
          <w:sdtContent>
            <w:r w:rsidR="0002229E">
              <w:rPr>
                <w:szCs w:val="16"/>
              </w:rPr>
              <w:t>for external</w:t>
            </w:r>
          </w:sdtContent>
        </w:sdt>
        <w:r w:rsidR="00E434CB" w:rsidRPr="001368BA">
          <w:rPr>
            <w:szCs w:val="16"/>
          </w:rPr>
          <w:t xml:space="preserve"> </w:t>
        </w:r>
        <w:sdt>
          <w:sdtPr>
            <w:rPr>
              <w:szCs w:val="16"/>
            </w:rPr>
            <w:alias w:val="Intended use of approved document"/>
            <w:tag w:val="IntendedUse"/>
            <w:id w:val="217714211"/>
            <w:lock w:val="sdtLocked"/>
            <w:placeholder>
              <w:docPart w:val="C4D73CC9DDFE4CF98552B1DB9F0922C5"/>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02229E">
              <w:rPr>
                <w:szCs w:val="16"/>
              </w:rPr>
              <w:t>use</w:t>
            </w:r>
          </w:sdtContent>
        </w:sdt>
        <w:r w:rsidR="00E434CB" w:rsidRPr="001368BA">
          <w:rPr>
            <w:szCs w:val="16"/>
            <w:lang w:eastAsia="en-AU"/>
          </w:rPr>
          <w:t xml:space="preserve"> </w:t>
        </w:r>
        <w:r w:rsidR="00E434CB">
          <w:rPr>
            <w:rStyle w:val="PageNumber"/>
          </w:rPr>
          <w:ptab w:relativeTo="margin" w:alignment="right" w:leader="none"/>
        </w:r>
        <w:r w:rsidR="00E434CB" w:rsidRPr="00226B6E">
          <w:rPr>
            <w:rStyle w:val="PageNumber"/>
          </w:rPr>
          <w:fldChar w:fldCharType="begin"/>
        </w:r>
        <w:r w:rsidR="00E434CB" w:rsidRPr="00226B6E">
          <w:rPr>
            <w:rStyle w:val="PageNumber"/>
          </w:rPr>
          <w:instrText xml:space="preserve"> PAGE  \* Arabic  \* MERGEFORMAT </w:instrText>
        </w:r>
        <w:r w:rsidR="00E434CB" w:rsidRPr="00226B6E">
          <w:rPr>
            <w:rStyle w:val="PageNumber"/>
          </w:rPr>
          <w:fldChar w:fldCharType="separate"/>
        </w:r>
        <w:r w:rsidR="00E434CB">
          <w:rPr>
            <w:rStyle w:val="PageNumber"/>
            <w:noProof/>
          </w:rPr>
          <w:t>9</w:t>
        </w:r>
        <w:r w:rsidR="00E434CB" w:rsidRPr="00226B6E">
          <w:rPr>
            <w:rStyle w:val="PageNumber"/>
          </w:rPr>
          <w:fldChar w:fldCharType="end"/>
        </w:r>
        <w:r w:rsidR="00E434CB" w:rsidRPr="00226B6E">
          <w:rPr>
            <w:rStyle w:val="PageNumber"/>
          </w:rPr>
          <w:t xml:space="preserve"> of </w:t>
        </w:r>
        <w:r w:rsidR="00E434CB" w:rsidRPr="00226B6E">
          <w:rPr>
            <w:rStyle w:val="PageNumber"/>
          </w:rPr>
          <w:fldChar w:fldCharType="begin"/>
        </w:r>
        <w:r w:rsidR="00E434CB" w:rsidRPr="00226B6E">
          <w:rPr>
            <w:rStyle w:val="PageNumber"/>
          </w:rPr>
          <w:instrText xml:space="preserve"> NUMPAGES  \* Arabic  \* MERGEFORMAT </w:instrText>
        </w:r>
        <w:r w:rsidR="00E434CB" w:rsidRPr="00226B6E">
          <w:rPr>
            <w:rStyle w:val="PageNumber"/>
          </w:rPr>
          <w:fldChar w:fldCharType="separate"/>
        </w:r>
        <w:r w:rsidR="00E434CB">
          <w:rPr>
            <w:rStyle w:val="PageNumber"/>
            <w:noProof/>
          </w:rPr>
          <w:t>10</w:t>
        </w:r>
        <w:r w:rsidR="00E434CB" w:rsidRPr="00226B6E">
          <w:rPr>
            <w:rStyle w:val="PageNumber"/>
          </w:rPr>
          <w:fldChar w:fldCharType="end"/>
        </w:r>
      </w:p>
      <w:p w14:paraId="261D5D9F" w14:textId="20F8A65A" w:rsidR="00E434CB" w:rsidRDefault="007F3832" w:rsidP="00BB7D54">
        <w:pPr>
          <w:pStyle w:val="Footer"/>
          <w:tabs>
            <w:tab w:val="clear" w:pos="4820"/>
            <w:tab w:val="clear" w:pos="9639"/>
          </w:tabs>
        </w:pPr>
        <w:sdt>
          <w:sdtPr>
            <w:rPr>
              <w:szCs w:val="16"/>
            </w:rPr>
            <w:alias w:val="Document identifier"/>
            <w:tag w:val="DocumentID"/>
            <w:id w:val="-1846627821"/>
            <w:lock w:val="sdtLocked"/>
            <w:placeholder>
              <w:docPart w:val="457967A26D8F474AA36C3DFA85A03A24"/>
            </w:placeholder>
            <w:dataBinding w:xpath="/root[1]/DocumentID[1]" w:storeItemID="{E2F2F3AA-4CD9-4DBD-A736-CDA785365897}"/>
            <w:text/>
          </w:sdtPr>
          <w:sdtEndPr/>
          <w:sdtContent>
            <w:r w:rsidR="00FA5635">
              <w:rPr>
                <w:szCs w:val="16"/>
              </w:rPr>
              <w:t>DH-3501:2021</w:t>
            </w:r>
          </w:sdtContent>
        </w:sdt>
        <w:r w:rsidR="00E434CB">
          <w:rPr>
            <w:bCs/>
            <w:noProof/>
            <w:lang w:val="en-US"/>
          </w:rPr>
          <w:t xml:space="preserve"> </w:t>
        </w:r>
        <w:r w:rsidR="00E434CB">
          <w:rPr>
            <w:bCs/>
            <w:noProof/>
            <w:lang w:val="en-US"/>
          </w:rPr>
          <w:ptab w:relativeTo="margin" w:alignment="right" w:leader="none"/>
        </w:r>
        <w:sdt>
          <w:sdtPr>
            <w:rPr>
              <w:noProof/>
            </w:rPr>
            <w:alias w:val="Draft version number"/>
            <w:tag w:val="DocumentVersionNumber"/>
            <w:id w:val="-1359427814"/>
            <w:lock w:val="sdtLocked"/>
            <w:placeholder>
              <w:docPart w:val="DFA51093F7744D58904223F8E41417C1"/>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E434CB">
              <w:rPr>
                <w:noProof/>
              </w:rPr>
              <w:t xml:space="preserve"> </w:t>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6AC83" w14:textId="38081980" w:rsidR="00E434CB" w:rsidRPr="00902D47" w:rsidRDefault="00E434CB" w:rsidP="00422C07">
    <w:pPr>
      <w:pStyle w:val="Footer"/>
      <w:tabs>
        <w:tab w:val="clear" w:pos="9639"/>
        <w:tab w:val="right" w:pos="14601"/>
      </w:tabs>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r>
      <w:rPr>
        <w:rStyle w:val="PageNumber"/>
      </w:rPr>
      <w:t xml:space="preserve"> of </w:t>
    </w:r>
    <w:r>
      <w:rPr>
        <w:rStyle w:val="PageNumber"/>
      </w:rPr>
      <w:fldChar w:fldCharType="begin"/>
    </w:r>
    <w:r>
      <w:rPr>
        <w:rStyle w:val="PageNumber"/>
      </w:rPr>
      <w:instrText xml:space="preserve"> DOCPROPERTY  Pages  \* MERGEFORMAT </w:instrText>
    </w:r>
    <w:r>
      <w:rPr>
        <w:rStyle w:val="PageNumber"/>
      </w:rPr>
      <w:fldChar w:fldCharType="separate"/>
    </w:r>
    <w:r w:rsidR="007F3832">
      <w:rPr>
        <w:rStyle w:val="PageNumber"/>
      </w:rPr>
      <w:t>52</w:t>
    </w:r>
    <w:r>
      <w:rPr>
        <w:rStyle w:val="PageNumber"/>
      </w:rPr>
      <w:fldChar w:fldCharType="end"/>
    </w:r>
    <w:r>
      <w:rPr>
        <w:rStyle w:val="PageNumber"/>
      </w:rPr>
      <w:tab/>
    </w:r>
    <w:r>
      <w:rPr>
        <w:rStyle w:val="PageNumber"/>
      </w:rPr>
      <w:tab/>
      <w:t xml:space="preserve">Version </w:t>
    </w:r>
    <w:r>
      <w:rPr>
        <w:rStyle w:val="PageNumber"/>
      </w:rPr>
      <w:fldChar w:fldCharType="begin"/>
    </w:r>
    <w:r>
      <w:rPr>
        <w:rStyle w:val="PageNumber"/>
      </w:rPr>
      <w:instrText xml:space="preserve"> DOCPROPERTY  Version </w:instrText>
    </w:r>
    <w:r>
      <w:rPr>
        <w:rStyle w:val="PageNumber"/>
      </w:rPr>
      <w:fldChar w:fldCharType="separate"/>
    </w:r>
    <w:r w:rsidR="007F3832">
      <w:rPr>
        <w:rStyle w:val="PageNumber"/>
        <w:b/>
        <w:bCs/>
        <w:lang w:val="en-US"/>
      </w:rPr>
      <w:t>Error! Unknown document property name.</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F0A72" w14:textId="7959E260" w:rsidR="00E434CB" w:rsidRPr="00902D47" w:rsidRDefault="00E434CB" w:rsidP="00422C07">
    <w:pPr>
      <w:pStyle w:val="Footer"/>
      <w:tabs>
        <w:tab w:val="clear" w:pos="9639"/>
        <w:tab w:val="right" w:pos="14601"/>
      </w:tabs>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r>
      <w:rPr>
        <w:rStyle w:val="PageNumber"/>
      </w:rPr>
      <w:t xml:space="preserve"> of </w:t>
    </w:r>
    <w:r>
      <w:rPr>
        <w:rStyle w:val="PageNumber"/>
      </w:rPr>
      <w:fldChar w:fldCharType="begin"/>
    </w:r>
    <w:r>
      <w:rPr>
        <w:rStyle w:val="PageNumber"/>
      </w:rPr>
      <w:instrText xml:space="preserve"> DOCPROPERTY  Pages  \* MERGEFORMAT </w:instrText>
    </w:r>
    <w:r>
      <w:rPr>
        <w:rStyle w:val="PageNumber"/>
      </w:rPr>
      <w:fldChar w:fldCharType="separate"/>
    </w:r>
    <w:r w:rsidR="007F3832">
      <w:rPr>
        <w:rStyle w:val="PageNumber"/>
      </w:rPr>
      <w:t>52</w:t>
    </w:r>
    <w:r>
      <w:rPr>
        <w:rStyle w:val="PageNumber"/>
      </w:rPr>
      <w:fldChar w:fldCharType="end"/>
    </w:r>
    <w:r>
      <w:rPr>
        <w:rStyle w:val="PageNumber"/>
      </w:rPr>
      <w:tab/>
    </w:r>
    <w:r>
      <w:rPr>
        <w:rStyle w:val="PageNumber"/>
      </w:rPr>
      <w:tab/>
      <w:t xml:space="preserve">Version </w:t>
    </w:r>
    <w:r>
      <w:rPr>
        <w:rStyle w:val="PageNumber"/>
      </w:rPr>
      <w:fldChar w:fldCharType="begin"/>
    </w:r>
    <w:r>
      <w:rPr>
        <w:rStyle w:val="PageNumber"/>
      </w:rPr>
      <w:instrText xml:space="preserve"> DOCPROPERTY  Version </w:instrText>
    </w:r>
    <w:r>
      <w:rPr>
        <w:rStyle w:val="PageNumber"/>
      </w:rPr>
      <w:fldChar w:fldCharType="separate"/>
    </w:r>
    <w:r w:rsidR="007F3832">
      <w:rPr>
        <w:rStyle w:val="PageNumber"/>
        <w:b/>
        <w:bCs/>
        <w:lang w:val="en-US"/>
      </w:rPr>
      <w:t>Error! Unknown document property name.</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1D995" w14:textId="77777777" w:rsidR="00E434CB" w:rsidRDefault="00E434CB" w:rsidP="00EB0B3D">
      <w:pPr>
        <w:spacing w:after="0"/>
      </w:pPr>
      <w:r>
        <w:separator/>
      </w:r>
    </w:p>
  </w:footnote>
  <w:footnote w:type="continuationSeparator" w:id="0">
    <w:p w14:paraId="700A76BA" w14:textId="77777777" w:rsidR="00E434CB" w:rsidRDefault="00E434CB" w:rsidP="00761525">
      <w:pPr>
        <w:spacing w:after="0"/>
      </w:pPr>
      <w:r>
        <w:continuationSeparator/>
      </w:r>
    </w:p>
    <w:p w14:paraId="5C79B41B" w14:textId="77777777" w:rsidR="00E434CB" w:rsidRDefault="00E434CB"/>
    <w:p w14:paraId="43FF576F" w14:textId="77777777" w:rsidR="00E434CB" w:rsidRDefault="00E434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FB8CA" w14:textId="77777777" w:rsidR="00E434CB" w:rsidRDefault="00E434CB" w:rsidP="0017200D">
    <w:pPr>
      <w:pStyle w:val="Header"/>
      <w:pBdr>
        <w:bottom w:val="none" w:sz="0" w:space="0" w:color="auto"/>
      </w:pBdr>
    </w:pPr>
    <w:r w:rsidRPr="00B17B77">
      <w:rPr>
        <w:noProof/>
        <w:lang w:eastAsia="en-AU"/>
      </w:rPr>
      <w:drawing>
        <wp:anchor distT="0" distB="0" distL="114300" distR="114300" simplePos="0" relativeHeight="251662336" behindDoc="1" locked="1" layoutInCell="1" allowOverlap="1" wp14:anchorId="7F32C8F4" wp14:editId="5A543DB6">
          <wp:simplePos x="0" y="0"/>
          <wp:positionH relativeFrom="page">
            <wp:posOffset>720090</wp:posOffset>
          </wp:positionH>
          <wp:positionV relativeFrom="page">
            <wp:posOffset>1871980</wp:posOffset>
          </wp:positionV>
          <wp:extent cx="6120000" cy="54000"/>
          <wp:effectExtent l="0" t="0" r="0" b="3175"/>
          <wp:wrapNone/>
          <wp:docPr id="1" name="Picture 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D9C39" w14:textId="1A6F72C3" w:rsidR="00E434CB" w:rsidRDefault="007F3832" w:rsidP="006E1413">
    <w:pPr>
      <w:pStyle w:val="Header"/>
      <w:tabs>
        <w:tab w:val="clear" w:pos="9639"/>
      </w:tabs>
    </w:pPr>
    <w:sdt>
      <w:sdtPr>
        <w:alias w:val="Subject"/>
        <w:tag w:val=""/>
        <w:id w:val="-107749806"/>
        <w:lock w:val="sdtLocked"/>
        <w:placeholder>
          <w:docPart w:val="D918F21E8CB24012A8D439FFD44ACBC3"/>
        </w:placeholder>
        <w:dataBinding w:prefixMappings="xmlns:ns0='http://purl.org/dc/elements/1.1/' xmlns:ns1='http://schemas.openxmlformats.org/package/2006/metadata/core-properties' " w:xpath="/ns1:coreProperties[1]/ns0:subject[1]" w:storeItemID="{6C3C8BC8-F283-45AE-878A-BAB7291924A1}"/>
        <w:text/>
      </w:sdtPr>
      <w:sdtEndPr/>
      <w:sdtContent>
        <w:r w:rsidR="00E434CB">
          <w:t>Healthcare Identifiers</w:t>
        </w:r>
      </w:sdtContent>
    </w:sdt>
    <w:r w:rsidR="00E434CB">
      <w:ptab w:relativeTo="margin" w:alignment="right" w:leader="none"/>
    </w:r>
    <w:r w:rsidR="00E434CB">
      <w:br/>
    </w:r>
    <w:sdt>
      <w:sdtPr>
        <w:alias w:val="Title"/>
        <w:tag w:val=""/>
        <w:id w:val="1547647720"/>
        <w:lock w:val="sdtLocked"/>
        <w:placeholder>
          <w:docPart w:val="7219254D988D49D0B4324166B411823F"/>
        </w:placeholder>
        <w:dataBinding w:prefixMappings="xmlns:ns0='http://purl.org/dc/elements/1.1/' xmlns:ns1='http://schemas.openxmlformats.org/package/2006/metadata/core-properties' " w:xpath="/ns1:coreProperties[1]/ns0:title[1]" w:storeItemID="{6C3C8BC8-F283-45AE-878A-BAB7291924A1}"/>
        <w:text/>
      </w:sdtPr>
      <w:sdtEndPr/>
      <w:sdtContent>
        <w:r w:rsidR="00E434CB">
          <w:t>Implementation Conformance Statement Proforma Instructions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5C4C8" w14:textId="77777777" w:rsidR="00E434CB" w:rsidRPr="003A60A1" w:rsidRDefault="00E434CB" w:rsidP="003A60A1">
    <w:r w:rsidRPr="00B17B77">
      <w:rPr>
        <w:noProof/>
      </w:rPr>
      <w:drawing>
        <wp:anchor distT="0" distB="0" distL="114300" distR="114300" simplePos="0" relativeHeight="251668480" behindDoc="1" locked="1" layoutInCell="1" allowOverlap="1" wp14:anchorId="6CD05FBB" wp14:editId="10F5895D">
          <wp:simplePos x="0" y="0"/>
          <wp:positionH relativeFrom="page">
            <wp:posOffset>720090</wp:posOffset>
          </wp:positionH>
          <wp:positionV relativeFrom="page">
            <wp:posOffset>1871980</wp:posOffset>
          </wp:positionV>
          <wp:extent cx="6120000" cy="57600"/>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4384" behindDoc="1" locked="1" layoutInCell="1" allowOverlap="1" wp14:anchorId="36A37526" wp14:editId="37D20DC5">
          <wp:simplePos x="0" y="0"/>
          <wp:positionH relativeFrom="page">
            <wp:posOffset>577215</wp:posOffset>
          </wp:positionH>
          <wp:positionV relativeFrom="page">
            <wp:posOffset>521970</wp:posOffset>
          </wp:positionV>
          <wp:extent cx="2951480" cy="589915"/>
          <wp:effectExtent l="0" t="0" r="1270" b="635"/>
          <wp:wrapNone/>
          <wp:docPr id="2"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387C" w14:textId="77777777" w:rsidR="00E434CB" w:rsidRDefault="00E434CB" w:rsidP="00321D9B">
    <w:r w:rsidRPr="00B17B77">
      <w:rPr>
        <w:noProof/>
      </w:rPr>
      <w:drawing>
        <wp:anchor distT="0" distB="0" distL="114300" distR="114300" simplePos="0" relativeHeight="251670528" behindDoc="1" locked="1" layoutInCell="1" allowOverlap="1" wp14:anchorId="106705AD" wp14:editId="5B517FC9">
          <wp:simplePos x="0" y="0"/>
          <wp:positionH relativeFrom="page">
            <wp:posOffset>720090</wp:posOffset>
          </wp:positionH>
          <wp:positionV relativeFrom="page">
            <wp:posOffset>1871980</wp:posOffset>
          </wp:positionV>
          <wp:extent cx="6120000" cy="54000"/>
          <wp:effectExtent l="0" t="0" r="0" b="3175"/>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60BB2" w14:textId="77777777" w:rsidR="00E434CB" w:rsidRDefault="00E434CB" w:rsidP="0000550B">
    <w:pPr>
      <w:pStyle w:val="Header"/>
      <w:spacing w:before="220" w:after="600"/>
    </w:pPr>
    <w:r>
      <w:t>Australian Digital Health Agency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EAC5C" w14:textId="54A60247" w:rsidR="00E434CB" w:rsidRDefault="007F3832" w:rsidP="00FD49F9">
    <w:pPr>
      <w:pStyle w:val="Header"/>
      <w:tabs>
        <w:tab w:val="clear" w:pos="9639"/>
      </w:tabs>
      <w:spacing w:after="600"/>
      <w:jc w:val="right"/>
    </w:pPr>
    <w:sdt>
      <w:sdtPr>
        <w:alias w:val="Subject"/>
        <w:tag w:val=""/>
        <w:id w:val="-1589534867"/>
        <w:lock w:val="sdtLocked"/>
        <w:placeholder>
          <w:docPart w:val="05711278A1854A8BBDCA57AE1AFA9C06"/>
        </w:placeholder>
        <w:dataBinding w:prefixMappings="xmlns:ns0='http://purl.org/dc/elements/1.1/' xmlns:ns1='http://schemas.openxmlformats.org/package/2006/metadata/core-properties' " w:xpath="/ns1:coreProperties[1]/ns0:subject[1]" w:storeItemID="{6C3C8BC8-F283-45AE-878A-BAB7291924A1}"/>
        <w:text/>
      </w:sdtPr>
      <w:sdtEndPr/>
      <w:sdtContent>
        <w:r w:rsidR="00E434CB">
          <w:t>Healthcare Identifiers</w:t>
        </w:r>
      </w:sdtContent>
    </w:sdt>
    <w:r w:rsidR="00E434CB">
      <w:br/>
    </w:r>
    <w:sdt>
      <w:sdtPr>
        <w:alias w:val="Title"/>
        <w:tag w:val=""/>
        <w:id w:val="-1984455661"/>
        <w:lock w:val="sdtLocked"/>
        <w:placeholder>
          <w:docPart w:val="5B748A6373C847A9919DB0F0419B36F1"/>
        </w:placeholder>
        <w:dataBinding w:prefixMappings="xmlns:ns0='http://purl.org/dc/elements/1.1/' xmlns:ns1='http://schemas.openxmlformats.org/package/2006/metadata/core-properties' " w:xpath="/ns1:coreProperties[1]/ns0:title[1]" w:storeItemID="{6C3C8BC8-F283-45AE-878A-BAB7291924A1}"/>
        <w:text/>
      </w:sdtPr>
      <w:sdtEndPr/>
      <w:sdtContent>
        <w:r w:rsidR="00E434CB">
          <w:t>Implementation Conformance Statement Proforma Instructions</w:t>
        </w:r>
      </w:sdtContent>
    </w:sdt>
    <w:r w:rsidR="00E434CB">
      <w:t xml:space="preserve"> </w:t>
    </w:r>
    <w:sdt>
      <w:sdtPr>
        <w:alias w:val="Version (to be published)"/>
        <w:tag w:val="VersionPublished"/>
        <w:id w:val="-496806114"/>
        <w:lock w:val="sdtLocked"/>
        <w:placeholder>
          <w:docPart w:val="62711E91994A42899AFB4707FB1958CE"/>
        </w:placeholder>
        <w:dataBinding w:xpath="/root[1]/versionPublished[1]" w:storeItemID="{FE7B4EB5-E916-4A7E-BF8C-86E56810F32F}"/>
        <w:text/>
      </w:sdtPr>
      <w:sdtEndPr/>
      <w:sdtContent>
        <w:r w:rsidR="00E434CB">
          <w:t>v4.1</w:t>
        </w:r>
      </w:sdtContent>
    </w:sdt>
    <w:r w:rsidR="00E434CB" w:rsidRPr="006C74B8">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B7630" w14:textId="180DC740" w:rsidR="00E434CB" w:rsidRPr="00902D47" w:rsidRDefault="007F3832" w:rsidP="00422C07">
    <w:pPr>
      <w:pStyle w:val="Header"/>
      <w:tabs>
        <w:tab w:val="clear" w:pos="9639"/>
        <w:tab w:val="center" w:pos="7230"/>
        <w:tab w:val="right" w:pos="14601"/>
      </w:tabs>
    </w:pPr>
    <w:r>
      <w:fldChar w:fldCharType="begin"/>
    </w:r>
    <w:r>
      <w:instrText xml:space="preserve"> TITLE  </w:instrText>
    </w:r>
    <w:r>
      <w:fldChar w:fldCharType="separate"/>
    </w:r>
    <w:r>
      <w:t>Implementation Conformance Statement Proforma Instructions</w:t>
    </w:r>
    <w:r>
      <w:fldChar w:fldCharType="end"/>
    </w:r>
    <w:r w:rsidR="00E434CB">
      <w:tab/>
    </w:r>
    <w:r w:rsidR="00E434CB">
      <w:tab/>
    </w:r>
    <w:r>
      <w:fldChar w:fldCharType="begin"/>
    </w:r>
    <w:r>
      <w:instrText xml:space="preserve"> SUBJECT  </w:instrText>
    </w:r>
    <w:r>
      <w:fldChar w:fldCharType="separate"/>
    </w:r>
    <w:r>
      <w:t>Healthcare Identifiers</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E10D1" w14:textId="0DE75000" w:rsidR="00E434CB" w:rsidRPr="00902D47" w:rsidRDefault="007F3832" w:rsidP="00422C07">
    <w:pPr>
      <w:pStyle w:val="Header"/>
      <w:tabs>
        <w:tab w:val="clear" w:pos="9639"/>
        <w:tab w:val="center" w:pos="7230"/>
        <w:tab w:val="right" w:pos="14601"/>
      </w:tabs>
    </w:pPr>
    <w:r>
      <w:fldChar w:fldCharType="begin"/>
    </w:r>
    <w:r>
      <w:instrText xml:space="preserve"> TITLE  </w:instrText>
    </w:r>
    <w:r>
      <w:fldChar w:fldCharType="separate"/>
    </w:r>
    <w:r>
      <w:t>Implementation Conformance Statement Proforma Instructions</w:t>
    </w:r>
    <w:r>
      <w:fldChar w:fldCharType="end"/>
    </w:r>
    <w:r w:rsidR="00E434CB">
      <w:tab/>
    </w:r>
    <w:r w:rsidR="00E434CB">
      <w:tab/>
    </w:r>
    <w:r>
      <w:fldChar w:fldCharType="begin"/>
    </w:r>
    <w:r>
      <w:instrText xml:space="preserve"> SUBJECT  </w:instrText>
    </w:r>
    <w:r>
      <w:fldChar w:fldCharType="separate"/>
    </w:r>
    <w:r>
      <w:t>Healthcare Identifiers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F5C67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F4A4E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6A6C395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F29284E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81E81CC8"/>
    <w:lvl w:ilvl="0">
      <w:start w:val="1"/>
      <w:numFmt w:val="decimal"/>
      <w:lvlText w:val="%1."/>
      <w:lvlJc w:val="left"/>
      <w:pPr>
        <w:tabs>
          <w:tab w:val="num" w:pos="360"/>
        </w:tabs>
        <w:ind w:left="360" w:hanging="360"/>
      </w:pPr>
    </w:lvl>
  </w:abstractNum>
  <w:abstractNum w:abstractNumId="5" w15:restartNumberingAfterBreak="0">
    <w:nsid w:val="031736DC"/>
    <w:multiLevelType w:val="multilevel"/>
    <w:tmpl w:val="1488FAF2"/>
    <w:numStyleLink w:val="AppendixList"/>
  </w:abstractNum>
  <w:abstractNum w:abstractNumId="6" w15:restartNumberingAfterBreak="0">
    <w:nsid w:val="0ACD02FD"/>
    <w:multiLevelType w:val="hybridMultilevel"/>
    <w:tmpl w:val="8BF4A8C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7" w15:restartNumberingAfterBreak="0">
    <w:nsid w:val="13137EE0"/>
    <w:multiLevelType w:val="multilevel"/>
    <w:tmpl w:val="A8F68A4C"/>
    <w:numStyleLink w:val="ListBullets"/>
  </w:abstractNum>
  <w:abstractNum w:abstractNumId="8" w15:restartNumberingAfterBreak="0">
    <w:nsid w:val="16987361"/>
    <w:multiLevelType w:val="hybridMultilevel"/>
    <w:tmpl w:val="211A5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042C7F"/>
    <w:multiLevelType w:val="multilevel"/>
    <w:tmpl w:val="7A64F2EA"/>
    <w:styleLink w:val="Tablebullets"/>
    <w:lvl w:ilvl="0">
      <w:start w:val="1"/>
      <w:numFmt w:val="bullet"/>
      <w:pStyle w:val="Tablebullet"/>
      <w:lvlText w:val=""/>
      <w:lvlJc w:val="left"/>
      <w:pPr>
        <w:tabs>
          <w:tab w:val="num" w:pos="284"/>
        </w:tabs>
        <w:ind w:left="284" w:hanging="284"/>
      </w:pPr>
      <w:rPr>
        <w:rFonts w:ascii="Symbol" w:hAnsi="Symbol" w:hint="default"/>
        <w:color w:val="auto"/>
      </w:rPr>
    </w:lvl>
    <w:lvl w:ilvl="1">
      <w:start w:val="1"/>
      <w:numFmt w:val="bullet"/>
      <w:pStyle w:val="Tablebullet2"/>
      <w:lvlText w:val=""/>
      <w:lvlJc w:val="left"/>
      <w:pPr>
        <w:tabs>
          <w:tab w:val="num" w:pos="567"/>
        </w:tabs>
        <w:ind w:left="567" w:hanging="283"/>
      </w:pPr>
      <w:rPr>
        <w:rFonts w:ascii="Webdings" w:hAnsi="Webdings" w:hint="default"/>
        <w:color w:val="auto"/>
      </w:rPr>
    </w:lvl>
    <w:lvl w:ilvl="2">
      <w:start w:val="1"/>
      <w:numFmt w:val="bullet"/>
      <w:pStyle w:val="Tablebullet3"/>
      <w:lvlText w:val="-"/>
      <w:lvlJc w:val="left"/>
      <w:pPr>
        <w:tabs>
          <w:tab w:val="num" w:pos="851"/>
        </w:tabs>
        <w:ind w:left="851" w:hanging="284"/>
      </w:pPr>
      <w:rPr>
        <w:rFonts w:ascii="Verdana" w:hAnsi="Verdana" w:hint="default"/>
        <w:color w:val="auto"/>
      </w:rPr>
    </w:lvl>
    <w:lvl w:ilvl="3">
      <w:start w:val="1"/>
      <w:numFmt w:val="none"/>
      <w:lvlText w:val=""/>
      <w:lvlJc w:val="left"/>
      <w:pPr>
        <w:ind w:left="851" w:firstLine="0"/>
      </w:pPr>
      <w:rPr>
        <w:rFonts w:hint="default"/>
      </w:rPr>
    </w:lvl>
    <w:lvl w:ilvl="4">
      <w:start w:val="1"/>
      <w:numFmt w:val="none"/>
      <w:lvlText w:val=""/>
      <w:lvlJc w:val="left"/>
      <w:pPr>
        <w:tabs>
          <w:tab w:val="num" w:pos="851"/>
        </w:tabs>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10" w15:restartNumberingAfterBreak="0">
    <w:nsid w:val="225721D2"/>
    <w:multiLevelType w:val="multilevel"/>
    <w:tmpl w:val="C2885BDC"/>
    <w:lvl w:ilvl="0">
      <w:start w:val="1"/>
      <w:numFmt w:val="decimal"/>
      <w:pStyle w:val="ListNumber"/>
      <w:lvlText w:val="%1"/>
      <w:lvlJc w:val="left"/>
      <w:pPr>
        <w:tabs>
          <w:tab w:val="num" w:pos="1276"/>
        </w:tabs>
        <w:ind w:left="1276" w:hanging="425"/>
      </w:pPr>
      <w:rPr>
        <w:rFonts w:hint="default"/>
      </w:rPr>
    </w:lvl>
    <w:lvl w:ilvl="1">
      <w:start w:val="1"/>
      <w:numFmt w:val="lowerLetter"/>
      <w:pStyle w:val="ListNumber2"/>
      <w:lvlText w:val="%2"/>
      <w:lvlJc w:val="left"/>
      <w:pPr>
        <w:tabs>
          <w:tab w:val="num" w:pos="1701"/>
        </w:tabs>
        <w:ind w:left="1701" w:hanging="425"/>
      </w:pPr>
      <w:rPr>
        <w:rFonts w:hint="default"/>
      </w:rPr>
    </w:lvl>
    <w:lvl w:ilvl="2">
      <w:start w:val="1"/>
      <w:numFmt w:val="lowerRoman"/>
      <w:pStyle w:val="ListNumber3"/>
      <w:lvlText w:val="%3"/>
      <w:lvlJc w:val="left"/>
      <w:pPr>
        <w:tabs>
          <w:tab w:val="num" w:pos="2126"/>
        </w:tabs>
        <w:ind w:left="2126" w:hanging="425"/>
      </w:pPr>
      <w:rPr>
        <w:rFonts w:hint="default"/>
      </w:rPr>
    </w:lvl>
    <w:lvl w:ilvl="3">
      <w:start w:val="1"/>
      <w:numFmt w:val="none"/>
      <w:lvlText w:val=""/>
      <w:lvlJc w:val="left"/>
      <w:pPr>
        <w:tabs>
          <w:tab w:val="num" w:pos="2409"/>
        </w:tabs>
        <w:ind w:left="0" w:firstLine="2126"/>
      </w:pPr>
      <w:rPr>
        <w:rFonts w:hint="default"/>
      </w:rPr>
    </w:lvl>
    <w:lvl w:ilvl="4">
      <w:start w:val="1"/>
      <w:numFmt w:val="none"/>
      <w:suff w:val="nothing"/>
      <w:lvlText w:val=""/>
      <w:lvlJc w:val="left"/>
      <w:pPr>
        <w:ind w:left="0" w:firstLine="2126"/>
      </w:pPr>
      <w:rPr>
        <w:rFonts w:hint="default"/>
      </w:rPr>
    </w:lvl>
    <w:lvl w:ilvl="5">
      <w:start w:val="1"/>
      <w:numFmt w:val="none"/>
      <w:suff w:val="nothing"/>
      <w:lvlText w:val=""/>
      <w:lvlJc w:val="left"/>
      <w:pPr>
        <w:ind w:left="0" w:firstLine="2126"/>
      </w:pPr>
      <w:rPr>
        <w:rFonts w:hint="default"/>
      </w:rPr>
    </w:lvl>
    <w:lvl w:ilvl="6">
      <w:start w:val="1"/>
      <w:numFmt w:val="none"/>
      <w:suff w:val="nothing"/>
      <w:lvlText w:val=""/>
      <w:lvlJc w:val="left"/>
      <w:pPr>
        <w:ind w:left="0" w:firstLine="2126"/>
      </w:pPr>
      <w:rPr>
        <w:rFonts w:hint="default"/>
      </w:rPr>
    </w:lvl>
    <w:lvl w:ilvl="7">
      <w:start w:val="1"/>
      <w:numFmt w:val="none"/>
      <w:suff w:val="nothing"/>
      <w:lvlText w:val=""/>
      <w:lvlJc w:val="left"/>
      <w:pPr>
        <w:ind w:left="0" w:firstLine="2126"/>
      </w:pPr>
      <w:rPr>
        <w:rFonts w:hint="default"/>
      </w:rPr>
    </w:lvl>
    <w:lvl w:ilvl="8">
      <w:start w:val="1"/>
      <w:numFmt w:val="none"/>
      <w:suff w:val="nothing"/>
      <w:lvlText w:val=""/>
      <w:lvlJc w:val="left"/>
      <w:pPr>
        <w:ind w:left="0" w:firstLine="2126"/>
      </w:pPr>
      <w:rPr>
        <w:rFonts w:hint="default"/>
      </w:rPr>
    </w:lvl>
  </w:abstractNum>
  <w:abstractNum w:abstractNumId="11" w15:restartNumberingAfterBreak="0">
    <w:nsid w:val="23720F84"/>
    <w:multiLevelType w:val="multilevel"/>
    <w:tmpl w:val="203E6050"/>
    <w:lvl w:ilvl="0">
      <w:start w:val="1"/>
      <w:numFmt w:val="none"/>
      <w:pStyle w:val="Headingunnumbered1"/>
      <w:suff w:val="nothing"/>
      <w:lvlText w:val=""/>
      <w:lvlJc w:val="left"/>
      <w:pPr>
        <w:ind w:left="0" w:firstLine="0"/>
      </w:pPr>
      <w:rPr>
        <w:rFonts w:hint="default"/>
      </w:rPr>
    </w:lvl>
    <w:lvl w:ilvl="1">
      <w:start w:val="1"/>
      <w:numFmt w:val="none"/>
      <w:pStyle w:val="Headingunnumbered2"/>
      <w:suff w:val="nothing"/>
      <w:lvlText w:val=""/>
      <w:lvlJc w:val="left"/>
      <w:pPr>
        <w:ind w:left="0" w:firstLine="0"/>
      </w:pPr>
      <w:rPr>
        <w:rFonts w:hint="default"/>
      </w:rPr>
    </w:lvl>
    <w:lvl w:ilvl="2">
      <w:start w:val="1"/>
      <w:numFmt w:val="none"/>
      <w:pStyle w:val="Headingunnumbered3"/>
      <w:suff w:val="nothing"/>
      <w:lvlText w:val=""/>
      <w:lvlJc w:val="left"/>
      <w:pPr>
        <w:ind w:left="0" w:firstLine="1134"/>
      </w:pPr>
      <w:rPr>
        <w:rFonts w:hint="default"/>
      </w:rPr>
    </w:lvl>
    <w:lvl w:ilvl="3">
      <w:start w:val="1"/>
      <w:numFmt w:val="none"/>
      <w:suff w:val="nothing"/>
      <w:lvlText w:val=""/>
      <w:lvlJc w:val="left"/>
      <w:pPr>
        <w:ind w:left="1134" w:firstLine="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15:restartNumberingAfterBreak="0">
    <w:nsid w:val="25A559F3"/>
    <w:multiLevelType w:val="hybridMultilevel"/>
    <w:tmpl w:val="1FFC69C8"/>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3" w15:restartNumberingAfterBreak="0">
    <w:nsid w:val="2BBD3367"/>
    <w:multiLevelType w:val="multilevel"/>
    <w:tmpl w:val="855806D4"/>
    <w:lvl w:ilvl="0">
      <w:start w:val="1"/>
      <w:numFmt w:val="bullet"/>
      <w:pStyle w:val="ListBullet"/>
      <w:lvlText w:val=""/>
      <w:lvlJc w:val="left"/>
      <w:pPr>
        <w:tabs>
          <w:tab w:val="num" w:pos="1701"/>
        </w:tabs>
        <w:ind w:left="1701" w:hanging="425"/>
      </w:pPr>
      <w:rPr>
        <w:rFonts w:ascii="Symbol" w:hAnsi="Symbol" w:hint="default"/>
      </w:rPr>
    </w:lvl>
    <w:lvl w:ilvl="1">
      <w:start w:val="1"/>
      <w:numFmt w:val="bullet"/>
      <w:pStyle w:val="ListBullet2"/>
      <w:lvlText w:val="o"/>
      <w:lvlJc w:val="left"/>
      <w:pPr>
        <w:tabs>
          <w:tab w:val="num" w:pos="2126"/>
        </w:tabs>
        <w:ind w:left="2126" w:hanging="425"/>
      </w:pPr>
      <w:rPr>
        <w:rFonts w:ascii="Courier New" w:hAnsi="Courier New" w:hint="default"/>
      </w:rPr>
    </w:lvl>
    <w:lvl w:ilvl="2">
      <w:start w:val="1"/>
      <w:numFmt w:val="bullet"/>
      <w:pStyle w:val="ListBullet3"/>
      <w:lvlText w:val="–"/>
      <w:lvlJc w:val="left"/>
      <w:pPr>
        <w:tabs>
          <w:tab w:val="num" w:pos="1985"/>
        </w:tabs>
        <w:ind w:left="2552"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4" w15:restartNumberingAfterBreak="0">
    <w:nsid w:val="2D7F138C"/>
    <w:multiLevelType w:val="hybridMultilevel"/>
    <w:tmpl w:val="3D3EEE36"/>
    <w:lvl w:ilvl="0" w:tplc="0C090001">
      <w:start w:val="1"/>
      <w:numFmt w:val="bullet"/>
      <w:lvlText w:val=""/>
      <w:lvlJc w:val="left"/>
      <w:pPr>
        <w:ind w:left="1211" w:hanging="360"/>
      </w:pPr>
      <w:rPr>
        <w:rFonts w:ascii="Symbol" w:hAnsi="Symbol" w:hint="default"/>
      </w:rPr>
    </w:lvl>
    <w:lvl w:ilvl="1" w:tplc="0C090003">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5" w15:restartNumberingAfterBreak="0">
    <w:nsid w:val="33935453"/>
    <w:multiLevelType w:val="multilevel"/>
    <w:tmpl w:val="46B04F50"/>
    <w:lvl w:ilvl="0">
      <w:start w:val="1"/>
      <w:numFmt w:val="decimal"/>
      <w:lvlText w:val="%1"/>
      <w:lvlJc w:val="left"/>
      <w:pPr>
        <w:tabs>
          <w:tab w:val="num" w:pos="1559"/>
        </w:tabs>
        <w:ind w:left="1559" w:hanging="425"/>
      </w:pPr>
      <w:rPr>
        <w:rFonts w:hint="default"/>
      </w:rPr>
    </w:lvl>
    <w:lvl w:ilvl="1">
      <w:start w:val="1"/>
      <w:numFmt w:val="lowerLetter"/>
      <w:lvlText w:val="%2"/>
      <w:lvlJc w:val="left"/>
      <w:pPr>
        <w:tabs>
          <w:tab w:val="num" w:pos="1985"/>
        </w:tabs>
        <w:ind w:left="1984" w:hanging="425"/>
      </w:pPr>
      <w:rPr>
        <w:rFonts w:hint="default"/>
      </w:rPr>
    </w:lvl>
    <w:lvl w:ilvl="2">
      <w:start w:val="1"/>
      <w:numFmt w:val="lowerRoman"/>
      <w:lvlText w:val="%3"/>
      <w:lvlJc w:val="left"/>
      <w:pPr>
        <w:tabs>
          <w:tab w:val="num" w:pos="2410"/>
        </w:tabs>
        <w:ind w:left="2409" w:hanging="425"/>
      </w:pPr>
      <w:rPr>
        <w:rFonts w:hint="default"/>
      </w:rPr>
    </w:lvl>
    <w:lvl w:ilvl="3">
      <w:start w:val="1"/>
      <w:numFmt w:val="none"/>
      <w:lvlText w:val=""/>
      <w:lvlJc w:val="left"/>
      <w:pPr>
        <w:tabs>
          <w:tab w:val="num" w:pos="2409"/>
        </w:tabs>
        <w:ind w:left="0" w:firstLine="1134"/>
      </w:pPr>
      <w:rPr>
        <w:rFonts w:hint="default"/>
      </w:rPr>
    </w:lvl>
    <w:lvl w:ilvl="4">
      <w:start w:val="1"/>
      <w:numFmt w:val="none"/>
      <w:lvlText w:val=""/>
      <w:lvlJc w:val="left"/>
      <w:pPr>
        <w:tabs>
          <w:tab w:val="num" w:pos="2834"/>
        </w:tabs>
        <w:ind w:left="0" w:firstLine="1134"/>
      </w:pPr>
      <w:rPr>
        <w:rFonts w:hint="default"/>
      </w:rPr>
    </w:lvl>
    <w:lvl w:ilvl="5">
      <w:start w:val="1"/>
      <w:numFmt w:val="none"/>
      <w:lvlText w:val=""/>
      <w:lvlJc w:val="left"/>
      <w:pPr>
        <w:tabs>
          <w:tab w:val="num" w:pos="3259"/>
        </w:tabs>
        <w:ind w:left="0" w:firstLine="1134"/>
      </w:pPr>
      <w:rPr>
        <w:rFonts w:hint="default"/>
      </w:rPr>
    </w:lvl>
    <w:lvl w:ilvl="6">
      <w:start w:val="1"/>
      <w:numFmt w:val="none"/>
      <w:lvlText w:val=""/>
      <w:lvlJc w:val="left"/>
      <w:pPr>
        <w:tabs>
          <w:tab w:val="num" w:pos="3684"/>
        </w:tabs>
        <w:ind w:left="0" w:firstLine="1134"/>
      </w:pPr>
      <w:rPr>
        <w:rFonts w:hint="default"/>
      </w:rPr>
    </w:lvl>
    <w:lvl w:ilvl="7">
      <w:start w:val="1"/>
      <w:numFmt w:val="none"/>
      <w:lvlText w:val=""/>
      <w:lvlJc w:val="left"/>
      <w:pPr>
        <w:tabs>
          <w:tab w:val="num" w:pos="4109"/>
        </w:tabs>
        <w:ind w:left="0" w:firstLine="1134"/>
      </w:pPr>
      <w:rPr>
        <w:rFonts w:hint="default"/>
      </w:rPr>
    </w:lvl>
    <w:lvl w:ilvl="8">
      <w:start w:val="1"/>
      <w:numFmt w:val="none"/>
      <w:lvlText w:val=""/>
      <w:lvlJc w:val="left"/>
      <w:pPr>
        <w:tabs>
          <w:tab w:val="num" w:pos="4534"/>
        </w:tabs>
        <w:ind w:left="0" w:firstLine="1134"/>
      </w:pPr>
      <w:rPr>
        <w:rFonts w:hint="default"/>
      </w:rPr>
    </w:lvl>
  </w:abstractNum>
  <w:abstractNum w:abstractNumId="16" w15:restartNumberingAfterBreak="0">
    <w:nsid w:val="34ED24DE"/>
    <w:multiLevelType w:val="multilevel"/>
    <w:tmpl w:val="CF5697E8"/>
    <w:styleLink w:val="Tablenumber"/>
    <w:lvl w:ilvl="0">
      <w:start w:val="1"/>
      <w:numFmt w:val="decimal"/>
      <w:lvlText w:val="%1."/>
      <w:lvlJc w:val="left"/>
      <w:pPr>
        <w:tabs>
          <w:tab w:val="num" w:pos="284"/>
        </w:tabs>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7" w15:restartNumberingAfterBreak="0">
    <w:nsid w:val="35D6171B"/>
    <w:multiLevelType w:val="multilevel"/>
    <w:tmpl w:val="A8F68A4C"/>
    <w:styleLink w:val="ListBullets"/>
    <w:lvl w:ilvl="0">
      <w:start w:val="1"/>
      <w:numFmt w:val="bullet"/>
      <w:lvlText w:val=""/>
      <w:lvlJc w:val="left"/>
      <w:pPr>
        <w:tabs>
          <w:tab w:val="num" w:pos="1985"/>
        </w:tabs>
        <w:ind w:left="1985" w:hanging="709"/>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8" w15:restartNumberingAfterBreak="0">
    <w:nsid w:val="364F2023"/>
    <w:multiLevelType w:val="hybridMultilevel"/>
    <w:tmpl w:val="03425FB6"/>
    <w:lvl w:ilvl="0" w:tplc="00284E0E">
      <w:start w:val="5"/>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1BB684C"/>
    <w:multiLevelType w:val="hybridMultilevel"/>
    <w:tmpl w:val="070CC864"/>
    <w:lvl w:ilvl="0" w:tplc="0C090001">
      <w:start w:val="1"/>
      <w:numFmt w:val="bullet"/>
      <w:lvlText w:val=""/>
      <w:lvlJc w:val="left"/>
      <w:pPr>
        <w:ind w:left="1854" w:hanging="360"/>
      </w:pPr>
      <w:rPr>
        <w:rFonts w:ascii="Symbol" w:hAnsi="Symbol" w:hint="default"/>
      </w:rPr>
    </w:lvl>
    <w:lvl w:ilvl="1" w:tplc="0C090003">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0" w15:restartNumberingAfterBreak="0">
    <w:nsid w:val="43740BAE"/>
    <w:multiLevelType w:val="hybridMultilevel"/>
    <w:tmpl w:val="6D9A0CDE"/>
    <w:lvl w:ilvl="0" w:tplc="0C090001">
      <w:start w:val="1"/>
      <w:numFmt w:val="bullet"/>
      <w:lvlText w:val=""/>
      <w:lvlJc w:val="left"/>
      <w:pPr>
        <w:ind w:left="2061" w:hanging="360"/>
      </w:pPr>
      <w:rPr>
        <w:rFonts w:ascii="Symbol" w:hAnsi="Symbol" w:hint="default"/>
      </w:rPr>
    </w:lvl>
    <w:lvl w:ilvl="1" w:tplc="0C090003">
      <w:start w:val="1"/>
      <w:numFmt w:val="bullet"/>
      <w:lvlText w:val="o"/>
      <w:lvlJc w:val="left"/>
      <w:pPr>
        <w:ind w:left="2781" w:hanging="360"/>
      </w:pPr>
      <w:rPr>
        <w:rFonts w:ascii="Courier New" w:hAnsi="Courier New" w:cs="Courier New" w:hint="default"/>
      </w:rPr>
    </w:lvl>
    <w:lvl w:ilvl="2" w:tplc="0C090005">
      <w:start w:val="1"/>
      <w:numFmt w:val="bullet"/>
      <w:lvlText w:val=""/>
      <w:lvlJc w:val="left"/>
      <w:pPr>
        <w:ind w:left="3501" w:hanging="360"/>
      </w:pPr>
      <w:rPr>
        <w:rFonts w:ascii="Wingdings" w:hAnsi="Wingdings" w:hint="default"/>
      </w:rPr>
    </w:lvl>
    <w:lvl w:ilvl="3" w:tplc="0C090001" w:tentative="1">
      <w:start w:val="1"/>
      <w:numFmt w:val="bullet"/>
      <w:lvlText w:val=""/>
      <w:lvlJc w:val="left"/>
      <w:pPr>
        <w:ind w:left="4221" w:hanging="360"/>
      </w:pPr>
      <w:rPr>
        <w:rFonts w:ascii="Symbol" w:hAnsi="Symbol" w:hint="default"/>
      </w:rPr>
    </w:lvl>
    <w:lvl w:ilvl="4" w:tplc="0C090003" w:tentative="1">
      <w:start w:val="1"/>
      <w:numFmt w:val="bullet"/>
      <w:lvlText w:val="o"/>
      <w:lvlJc w:val="left"/>
      <w:pPr>
        <w:ind w:left="4941" w:hanging="360"/>
      </w:pPr>
      <w:rPr>
        <w:rFonts w:ascii="Courier New" w:hAnsi="Courier New" w:cs="Courier New" w:hint="default"/>
      </w:rPr>
    </w:lvl>
    <w:lvl w:ilvl="5" w:tplc="0C090005" w:tentative="1">
      <w:start w:val="1"/>
      <w:numFmt w:val="bullet"/>
      <w:lvlText w:val=""/>
      <w:lvlJc w:val="left"/>
      <w:pPr>
        <w:ind w:left="5661" w:hanging="360"/>
      </w:pPr>
      <w:rPr>
        <w:rFonts w:ascii="Wingdings" w:hAnsi="Wingdings" w:hint="default"/>
      </w:rPr>
    </w:lvl>
    <w:lvl w:ilvl="6" w:tplc="0C090001" w:tentative="1">
      <w:start w:val="1"/>
      <w:numFmt w:val="bullet"/>
      <w:lvlText w:val=""/>
      <w:lvlJc w:val="left"/>
      <w:pPr>
        <w:ind w:left="6381" w:hanging="360"/>
      </w:pPr>
      <w:rPr>
        <w:rFonts w:ascii="Symbol" w:hAnsi="Symbol" w:hint="default"/>
      </w:rPr>
    </w:lvl>
    <w:lvl w:ilvl="7" w:tplc="0C090003" w:tentative="1">
      <w:start w:val="1"/>
      <w:numFmt w:val="bullet"/>
      <w:lvlText w:val="o"/>
      <w:lvlJc w:val="left"/>
      <w:pPr>
        <w:ind w:left="7101" w:hanging="360"/>
      </w:pPr>
      <w:rPr>
        <w:rFonts w:ascii="Courier New" w:hAnsi="Courier New" w:cs="Courier New" w:hint="default"/>
      </w:rPr>
    </w:lvl>
    <w:lvl w:ilvl="8" w:tplc="0C090005" w:tentative="1">
      <w:start w:val="1"/>
      <w:numFmt w:val="bullet"/>
      <w:lvlText w:val=""/>
      <w:lvlJc w:val="left"/>
      <w:pPr>
        <w:ind w:left="7821" w:hanging="360"/>
      </w:pPr>
      <w:rPr>
        <w:rFonts w:ascii="Wingdings" w:hAnsi="Wingdings" w:hint="default"/>
      </w:rPr>
    </w:lvl>
  </w:abstractNum>
  <w:abstractNum w:abstractNumId="21" w15:restartNumberingAfterBreak="0">
    <w:nsid w:val="47F377BB"/>
    <w:multiLevelType w:val="multilevel"/>
    <w:tmpl w:val="0E24E644"/>
    <w:styleLink w:val="HeadingsLongDocument"/>
    <w:lvl w:ilvl="0">
      <w:start w:val="1"/>
      <w:numFmt w:val="decimal"/>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suff w:val="nothing"/>
      <w:lvlText w:val=""/>
      <w:lvlJc w:val="left"/>
      <w:pPr>
        <w:ind w:left="0" w:firstLine="1134"/>
      </w:pPr>
      <w:rPr>
        <w:rFonts w:hint="default"/>
        <w:b/>
      </w:rPr>
    </w:lvl>
    <w:lvl w:ilvl="5">
      <w:start w:val="1"/>
      <w:numFmt w:val="none"/>
      <w:suff w:val="nothing"/>
      <w:lvlText w:val=""/>
      <w:lvlJc w:val="left"/>
      <w:pPr>
        <w:ind w:left="0" w:firstLine="1134"/>
      </w:pPr>
      <w:rPr>
        <w:rFonts w:hint="default"/>
      </w:rPr>
    </w:lvl>
    <w:lvl w:ilvl="6">
      <w:start w:val="1"/>
      <w:numFmt w:val="none"/>
      <w:lvlText w:val=""/>
      <w:lvlJc w:val="left"/>
      <w:pPr>
        <w:ind w:left="0" w:firstLine="1134"/>
      </w:pPr>
      <w:rPr>
        <w:rFonts w:hint="default"/>
      </w:rPr>
    </w:lvl>
    <w:lvl w:ilvl="7">
      <w:start w:val="1"/>
      <w:numFmt w:val="none"/>
      <w:lvlText w:val=""/>
      <w:lvlJc w:val="left"/>
      <w:pPr>
        <w:ind w:left="0" w:firstLine="1134"/>
      </w:pPr>
      <w:rPr>
        <w:rFonts w:hint="default"/>
      </w:rPr>
    </w:lvl>
    <w:lvl w:ilvl="8">
      <w:start w:val="1"/>
      <w:numFmt w:val="none"/>
      <w:lvlText w:val=""/>
      <w:lvlJc w:val="left"/>
      <w:pPr>
        <w:ind w:left="0" w:firstLine="1134"/>
      </w:pPr>
      <w:rPr>
        <w:rFonts w:hint="default"/>
      </w:rPr>
    </w:lvl>
  </w:abstractNum>
  <w:abstractNum w:abstractNumId="22"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49475C79"/>
    <w:multiLevelType w:val="multilevel"/>
    <w:tmpl w:val="9C109D80"/>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15:restartNumberingAfterBreak="0">
    <w:nsid w:val="4F0659D9"/>
    <w:multiLevelType w:val="multilevel"/>
    <w:tmpl w:val="B79EC5B8"/>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5" w15:restartNumberingAfterBreak="0">
    <w:nsid w:val="5E66408D"/>
    <w:multiLevelType w:val="multilevel"/>
    <w:tmpl w:val="B79EC5B8"/>
    <w:styleLink w:val="Bullets"/>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6" w15:restartNumberingAfterBreak="0">
    <w:nsid w:val="600A1BE1"/>
    <w:multiLevelType w:val="hybridMultilevel"/>
    <w:tmpl w:val="3ABEDF5A"/>
    <w:lvl w:ilvl="0" w:tplc="7A1E33A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1885C6C"/>
    <w:multiLevelType w:val="multilevel"/>
    <w:tmpl w:val="C31ED570"/>
    <w:lvl w:ilvl="0">
      <w:start w:val="1"/>
      <w:numFmt w:val="upperLetter"/>
      <w:lvlText w:val="Appendix %1"/>
      <w:lvlJc w:val="left"/>
      <w:pPr>
        <w:tabs>
          <w:tab w:val="num" w:pos="3119"/>
        </w:tabs>
        <w:ind w:left="0" w:firstLine="0"/>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9" w15:restartNumberingAfterBreak="0">
    <w:nsid w:val="64C51B51"/>
    <w:multiLevelType w:val="multilevel"/>
    <w:tmpl w:val="09AEBD5C"/>
    <w:lvl w:ilvl="0">
      <w:start w:val="1"/>
      <w:numFmt w:val="upperLetter"/>
      <w:pStyle w:val="Appendix1"/>
      <w:lvlText w:val="Appendix %1"/>
      <w:lvlJc w:val="left"/>
      <w:pPr>
        <w:tabs>
          <w:tab w:val="num" w:pos="1985"/>
        </w:tabs>
        <w:ind w:left="0" w:firstLine="0"/>
      </w:pPr>
      <w:rPr>
        <w:rFonts w:hint="default"/>
        <w:b/>
      </w:rPr>
    </w:lvl>
    <w:lvl w:ilvl="1">
      <w:start w:val="1"/>
      <w:numFmt w:val="decimal"/>
      <w:pStyle w:val="Appendix2"/>
      <w:lvlText w:val="%1.%2"/>
      <w:lvlJc w:val="left"/>
      <w:pPr>
        <w:tabs>
          <w:tab w:val="num" w:pos="851"/>
        </w:tabs>
        <w:ind w:left="851" w:hanging="851"/>
      </w:pPr>
      <w:rPr>
        <w:rFonts w:hint="default"/>
      </w:rPr>
    </w:lvl>
    <w:lvl w:ilvl="2">
      <w:start w:val="1"/>
      <w:numFmt w:val="decimal"/>
      <w:pStyle w:val="Appendix3"/>
      <w:lvlText w:val="%1.%2.%3"/>
      <w:lvlJc w:val="left"/>
      <w:pPr>
        <w:tabs>
          <w:tab w:val="num" w:pos="1985"/>
        </w:tabs>
        <w:ind w:left="1985" w:hanging="1134"/>
      </w:pPr>
      <w:rPr>
        <w:rFonts w:hint="default"/>
      </w:rPr>
    </w:lvl>
    <w:lvl w:ilvl="3">
      <w:start w:val="1"/>
      <w:numFmt w:val="decimal"/>
      <w:pStyle w:val="Appendix4"/>
      <w:lvlText w:val="%1.%2.%3.%4"/>
      <w:lvlJc w:val="left"/>
      <w:pPr>
        <w:tabs>
          <w:tab w:val="num" w:pos="1985"/>
        </w:tabs>
        <w:ind w:left="1985" w:hanging="113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0" w15:restartNumberingAfterBreak="0">
    <w:nsid w:val="6C2A4C3D"/>
    <w:multiLevelType w:val="multilevel"/>
    <w:tmpl w:val="3014F300"/>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31" w15:restartNumberingAfterBreak="0">
    <w:nsid w:val="6E335C72"/>
    <w:multiLevelType w:val="multilevel"/>
    <w:tmpl w:val="3F4489A8"/>
    <w:styleLink w:val="Unnumberedheading"/>
    <w:lvl w:ilvl="0">
      <w:start w:val="1"/>
      <w:numFmt w:val="none"/>
      <w:pStyle w:val="Preface"/>
      <w:suff w:val="nothing"/>
      <w:lvlText w:val=""/>
      <w:lvlJc w:val="left"/>
      <w:pPr>
        <w:ind w:left="0" w:hanging="1134"/>
      </w:pPr>
      <w:rPr>
        <w:rFonts w:cs="Times New Roman" w:hint="default"/>
      </w:rPr>
    </w:lvl>
    <w:lvl w:ilvl="1">
      <w:start w:val="1"/>
      <w:numFmt w:val="none"/>
      <w:suff w:val="nothing"/>
      <w:lvlText w:val=""/>
      <w:lvlJc w:val="left"/>
      <w:pPr>
        <w:ind w:left="0" w:hanging="1134"/>
      </w:pPr>
      <w:rPr>
        <w:rFonts w:cs="Times New Roman" w:hint="default"/>
      </w:rPr>
    </w:lvl>
    <w:lvl w:ilvl="2">
      <w:start w:val="1"/>
      <w:numFmt w:val="none"/>
      <w:suff w:val="nothing"/>
      <w:lvlText w:val=""/>
      <w:lvlJc w:val="left"/>
      <w:pPr>
        <w:ind w:left="1134" w:hanging="1134"/>
      </w:pPr>
      <w:rPr>
        <w:rFonts w:cs="Times New Roman" w:hint="default"/>
      </w:rPr>
    </w:lvl>
    <w:lvl w:ilvl="3">
      <w:start w:val="1"/>
      <w:numFmt w:val="none"/>
      <w:lvlText w:val=""/>
      <w:lvlJc w:val="left"/>
      <w:pPr>
        <w:tabs>
          <w:tab w:val="num" w:pos="1134"/>
        </w:tabs>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b w:val="0"/>
        <w:i w:val="0"/>
        <w:sz w:val="20"/>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hanging="1134"/>
      </w:pPr>
      <w:rPr>
        <w:rFonts w:cs="Times New Roman" w:hint="default"/>
      </w:rPr>
    </w:lvl>
  </w:abstractNum>
  <w:abstractNum w:abstractNumId="32" w15:restartNumberingAfterBreak="0">
    <w:nsid w:val="78231B5B"/>
    <w:multiLevelType w:val="multilevel"/>
    <w:tmpl w:val="7C6CCBD2"/>
    <w:lvl w:ilvl="0">
      <w:start w:val="1"/>
      <w:numFmt w:val="decimal"/>
      <w:pStyle w:val="Heading1"/>
      <w:lvlText w:val="%1"/>
      <w:lvlJc w:val="left"/>
      <w:pPr>
        <w:tabs>
          <w:tab w:val="num" w:pos="851"/>
        </w:tabs>
        <w:ind w:left="851" w:hanging="851"/>
      </w:pPr>
      <w:rPr>
        <w:rFonts w:hint="default"/>
        <w:b/>
        <w:i w:val="0"/>
      </w:rPr>
    </w:lvl>
    <w:lvl w:ilvl="1">
      <w:start w:val="1"/>
      <w:numFmt w:val="decimal"/>
      <w:pStyle w:val="Heading2"/>
      <w:lvlText w:val="%1.%2"/>
      <w:lvlJc w:val="left"/>
      <w:pPr>
        <w:tabs>
          <w:tab w:val="num" w:pos="851"/>
        </w:tabs>
        <w:ind w:left="851" w:hanging="851"/>
      </w:pPr>
      <w:rPr>
        <w:rFonts w:hint="default"/>
        <w:b w:val="0"/>
        <w:i w:val="0"/>
      </w:rPr>
    </w:lvl>
    <w:lvl w:ilvl="2">
      <w:start w:val="1"/>
      <w:numFmt w:val="decimal"/>
      <w:pStyle w:val="Heading3"/>
      <w:lvlText w:val="%1.%2.%3"/>
      <w:lvlJc w:val="left"/>
      <w:pPr>
        <w:tabs>
          <w:tab w:val="num" w:pos="1701"/>
        </w:tabs>
        <w:ind w:left="1701" w:hanging="85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701"/>
        </w:tabs>
        <w:ind w:left="1701" w:hanging="850"/>
      </w:pPr>
      <w:rPr>
        <w:rFonts w:hint="default"/>
        <w:b/>
      </w:rPr>
    </w:lvl>
    <w:lvl w:ilvl="4">
      <w:start w:val="1"/>
      <w:numFmt w:val="none"/>
      <w:suff w:val="nothing"/>
      <w:lvlText w:val=""/>
      <w:lvlJc w:val="left"/>
      <w:pPr>
        <w:ind w:left="1985" w:hanging="1134"/>
      </w:pPr>
      <w:rPr>
        <w:rFonts w:hint="default"/>
        <w:b/>
      </w:rPr>
    </w:lvl>
    <w:lvl w:ilvl="5">
      <w:start w:val="1"/>
      <w:numFmt w:val="none"/>
      <w:suff w:val="nothing"/>
      <w:lvlText w:val=""/>
      <w:lvlJc w:val="left"/>
      <w:pPr>
        <w:ind w:left="0" w:firstLine="851"/>
      </w:pPr>
      <w:rPr>
        <w:rFonts w:hint="default"/>
      </w:rPr>
    </w:lvl>
    <w:lvl w:ilvl="6">
      <w:start w:val="1"/>
      <w:numFmt w:val="none"/>
      <w:lvlText w:val=""/>
      <w:lvlJc w:val="left"/>
      <w:pPr>
        <w:tabs>
          <w:tab w:val="num" w:pos="851"/>
        </w:tabs>
        <w:ind w:left="0" w:firstLine="851"/>
      </w:pPr>
      <w:rPr>
        <w:rFonts w:hint="default"/>
      </w:rPr>
    </w:lvl>
    <w:lvl w:ilvl="7">
      <w:start w:val="1"/>
      <w:numFmt w:val="none"/>
      <w:lvlText w:val=""/>
      <w:lvlJc w:val="left"/>
      <w:pPr>
        <w:tabs>
          <w:tab w:val="num" w:pos="851"/>
        </w:tabs>
        <w:ind w:left="0" w:firstLine="851"/>
      </w:pPr>
      <w:rPr>
        <w:rFonts w:hint="default"/>
      </w:rPr>
    </w:lvl>
    <w:lvl w:ilvl="8">
      <w:start w:val="1"/>
      <w:numFmt w:val="none"/>
      <w:lvlText w:val=""/>
      <w:lvlJc w:val="left"/>
      <w:pPr>
        <w:ind w:left="0" w:firstLine="851"/>
      </w:pPr>
      <w:rPr>
        <w:rFonts w:hint="default"/>
      </w:rPr>
    </w:lvl>
  </w:abstractNum>
  <w:abstractNum w:abstractNumId="33" w15:restartNumberingAfterBreak="0">
    <w:nsid w:val="79BA16C9"/>
    <w:multiLevelType w:val="hybridMultilevel"/>
    <w:tmpl w:val="A2F86B58"/>
    <w:lvl w:ilvl="0" w:tplc="E50CC0E8">
      <w:start w:val="1"/>
      <w:numFmt w:val="bullet"/>
      <w:lvlText w:val=""/>
      <w:lvlJc w:val="left"/>
      <w:pPr>
        <w:ind w:left="2781" w:hanging="360"/>
      </w:pPr>
      <w:rPr>
        <w:rFonts w:ascii="Symbol" w:hAnsi="Symbol" w:hint="default"/>
      </w:rPr>
    </w:lvl>
    <w:lvl w:ilvl="1" w:tplc="0C090003" w:tentative="1">
      <w:start w:val="1"/>
      <w:numFmt w:val="bullet"/>
      <w:lvlText w:val="o"/>
      <w:lvlJc w:val="left"/>
      <w:pPr>
        <w:ind w:left="3501" w:hanging="360"/>
      </w:pPr>
      <w:rPr>
        <w:rFonts w:ascii="Courier New" w:hAnsi="Courier New" w:cs="Courier New" w:hint="default"/>
      </w:rPr>
    </w:lvl>
    <w:lvl w:ilvl="2" w:tplc="0C090005" w:tentative="1">
      <w:start w:val="1"/>
      <w:numFmt w:val="bullet"/>
      <w:lvlText w:val=""/>
      <w:lvlJc w:val="left"/>
      <w:pPr>
        <w:ind w:left="4221" w:hanging="360"/>
      </w:pPr>
      <w:rPr>
        <w:rFonts w:ascii="Wingdings" w:hAnsi="Wingdings" w:hint="default"/>
      </w:rPr>
    </w:lvl>
    <w:lvl w:ilvl="3" w:tplc="0C090001" w:tentative="1">
      <w:start w:val="1"/>
      <w:numFmt w:val="bullet"/>
      <w:lvlText w:val=""/>
      <w:lvlJc w:val="left"/>
      <w:pPr>
        <w:ind w:left="4941" w:hanging="360"/>
      </w:pPr>
      <w:rPr>
        <w:rFonts w:ascii="Symbol" w:hAnsi="Symbol" w:hint="default"/>
      </w:rPr>
    </w:lvl>
    <w:lvl w:ilvl="4" w:tplc="0C090003" w:tentative="1">
      <w:start w:val="1"/>
      <w:numFmt w:val="bullet"/>
      <w:lvlText w:val="o"/>
      <w:lvlJc w:val="left"/>
      <w:pPr>
        <w:ind w:left="5661" w:hanging="360"/>
      </w:pPr>
      <w:rPr>
        <w:rFonts w:ascii="Courier New" w:hAnsi="Courier New" w:cs="Courier New" w:hint="default"/>
      </w:rPr>
    </w:lvl>
    <w:lvl w:ilvl="5" w:tplc="0C090005" w:tentative="1">
      <w:start w:val="1"/>
      <w:numFmt w:val="bullet"/>
      <w:lvlText w:val=""/>
      <w:lvlJc w:val="left"/>
      <w:pPr>
        <w:ind w:left="6381" w:hanging="360"/>
      </w:pPr>
      <w:rPr>
        <w:rFonts w:ascii="Wingdings" w:hAnsi="Wingdings" w:hint="default"/>
      </w:rPr>
    </w:lvl>
    <w:lvl w:ilvl="6" w:tplc="0C090001" w:tentative="1">
      <w:start w:val="1"/>
      <w:numFmt w:val="bullet"/>
      <w:lvlText w:val=""/>
      <w:lvlJc w:val="left"/>
      <w:pPr>
        <w:ind w:left="7101" w:hanging="360"/>
      </w:pPr>
      <w:rPr>
        <w:rFonts w:ascii="Symbol" w:hAnsi="Symbol" w:hint="default"/>
      </w:rPr>
    </w:lvl>
    <w:lvl w:ilvl="7" w:tplc="0C090003" w:tentative="1">
      <w:start w:val="1"/>
      <w:numFmt w:val="bullet"/>
      <w:lvlText w:val="o"/>
      <w:lvlJc w:val="left"/>
      <w:pPr>
        <w:ind w:left="7821" w:hanging="360"/>
      </w:pPr>
      <w:rPr>
        <w:rFonts w:ascii="Courier New" w:hAnsi="Courier New" w:cs="Courier New" w:hint="default"/>
      </w:rPr>
    </w:lvl>
    <w:lvl w:ilvl="8" w:tplc="0C090005" w:tentative="1">
      <w:start w:val="1"/>
      <w:numFmt w:val="bullet"/>
      <w:lvlText w:val=""/>
      <w:lvlJc w:val="left"/>
      <w:pPr>
        <w:ind w:left="8541" w:hanging="360"/>
      </w:pPr>
      <w:rPr>
        <w:rFonts w:ascii="Wingdings" w:hAnsi="Wingdings" w:hint="default"/>
      </w:rPr>
    </w:lvl>
  </w:abstractNum>
  <w:abstractNum w:abstractNumId="34" w15:restartNumberingAfterBreak="0">
    <w:nsid w:val="79C2545A"/>
    <w:multiLevelType w:val="multilevel"/>
    <w:tmpl w:val="0D3C2870"/>
    <w:name w:val="BulletList"/>
    <w:lvl w:ilvl="0">
      <w:numFmt w:val="none"/>
      <w:suff w:val="nothing"/>
      <w:lvlText w:val="%1"/>
      <w:lvlJc w:val="left"/>
      <w:pPr>
        <w:ind w:left="0" w:firstLine="0"/>
      </w:pPr>
      <w:rPr>
        <w:rFonts w:hint="default"/>
      </w:rPr>
    </w:lvl>
    <w:lvl w:ilvl="1">
      <w:start w:val="1"/>
      <w:numFmt w:val="decimal"/>
      <w:lvlText w:val="%2"/>
      <w:lvlJc w:val="left"/>
      <w:pPr>
        <w:tabs>
          <w:tab w:val="num" w:pos="567"/>
        </w:tabs>
        <w:ind w:left="567" w:hanging="425"/>
      </w:pPr>
      <w:rPr>
        <w:rFonts w:hint="default"/>
      </w:rPr>
    </w:lvl>
    <w:lvl w:ilvl="2">
      <w:start w:val="1"/>
      <w:numFmt w:val="lowerLetter"/>
      <w:lvlText w:val="%3"/>
      <w:lvlJc w:val="left"/>
      <w:pPr>
        <w:tabs>
          <w:tab w:val="num" w:pos="851"/>
        </w:tabs>
        <w:ind w:left="851" w:hanging="426"/>
      </w:pPr>
      <w:rPr>
        <w:rFonts w:hint="default"/>
        <w:sz w:val="20"/>
      </w:rPr>
    </w:lvl>
    <w:lvl w:ilvl="3">
      <w:numFmt w:val="none"/>
      <w:lvlText w:val=""/>
      <w:lvlJc w:val="left"/>
      <w:pPr>
        <w:tabs>
          <w:tab w:val="num" w:pos="360"/>
        </w:tabs>
      </w:pPr>
    </w:lvl>
    <w:lvl w:ilvl="4">
      <w:start w:val="1"/>
      <w:numFmt w:val="none"/>
      <w:lvlRestart w:val="0"/>
      <w:suff w:val="nothing"/>
      <w:lvlText w:val=""/>
      <w:lvlJc w:val="left"/>
      <w:pPr>
        <w:ind w:left="1276" w:firstLine="0"/>
      </w:pPr>
      <w:rPr>
        <w:rFonts w:hint="default"/>
      </w:rPr>
    </w:lvl>
    <w:lvl w:ilvl="5">
      <w:start w:val="1"/>
      <w:numFmt w:val="none"/>
      <w:lvlRestart w:val="0"/>
      <w:suff w:val="nothing"/>
      <w:lvlText w:val=""/>
      <w:lvlJc w:val="left"/>
      <w:pPr>
        <w:ind w:left="1276" w:firstLine="0"/>
      </w:pPr>
      <w:rPr>
        <w:rFonts w:hint="default"/>
      </w:rPr>
    </w:lvl>
    <w:lvl w:ilvl="6">
      <w:start w:val="1"/>
      <w:numFmt w:val="none"/>
      <w:lvlRestart w:val="0"/>
      <w:suff w:val="nothing"/>
      <w:lvlText w:val="%7"/>
      <w:lvlJc w:val="left"/>
      <w:pPr>
        <w:ind w:left="1276" w:firstLine="0"/>
      </w:pPr>
      <w:rPr>
        <w:rFonts w:hint="default"/>
      </w:rPr>
    </w:lvl>
    <w:lvl w:ilvl="7">
      <w:start w:val="1"/>
      <w:numFmt w:val="none"/>
      <w:lvlRestart w:val="0"/>
      <w:suff w:val="nothing"/>
      <w:lvlText w:val="%8"/>
      <w:lvlJc w:val="left"/>
      <w:pPr>
        <w:ind w:left="1276" w:firstLine="0"/>
      </w:pPr>
      <w:rPr>
        <w:rFonts w:hint="default"/>
      </w:rPr>
    </w:lvl>
    <w:lvl w:ilvl="8">
      <w:start w:val="1"/>
      <w:numFmt w:val="none"/>
      <w:lvlRestart w:val="0"/>
      <w:suff w:val="nothing"/>
      <w:lvlText w:val="%9"/>
      <w:lvlJc w:val="left"/>
      <w:pPr>
        <w:ind w:left="1276" w:firstLine="0"/>
      </w:pPr>
      <w:rPr>
        <w:rFonts w:hint="default"/>
      </w:rPr>
    </w:lvl>
  </w:abstractNum>
  <w:num w:numId="1">
    <w:abstractNumId w:val="28"/>
  </w:num>
  <w:num w:numId="2">
    <w:abstractNumId w:val="10"/>
  </w:num>
  <w:num w:numId="3">
    <w:abstractNumId w:val="31"/>
  </w:num>
  <w:num w:numId="4">
    <w:abstractNumId w:val="31"/>
  </w:num>
  <w:num w:numId="5">
    <w:abstractNumId w:val="21"/>
  </w:num>
  <w:num w:numId="6">
    <w:abstractNumId w:val="15"/>
    <w:lvlOverride w:ilvl="0">
      <w:lvl w:ilvl="0">
        <w:start w:val="1"/>
        <w:numFmt w:val="decimal"/>
        <w:lvlText w:val="%1."/>
        <w:lvlJc w:val="left"/>
        <w:pPr>
          <w:tabs>
            <w:tab w:val="num" w:pos="1559"/>
          </w:tabs>
          <w:ind w:left="1559" w:hanging="425"/>
        </w:pPr>
        <w:rPr>
          <w:rFonts w:hint="default"/>
        </w:rPr>
      </w:lvl>
    </w:lvlOverride>
  </w:num>
  <w:num w:numId="7">
    <w:abstractNumId w:val="17"/>
  </w:num>
  <w:num w:numId="8">
    <w:abstractNumId w:val="22"/>
  </w:num>
  <w:num w:numId="9">
    <w:abstractNumId w:val="29"/>
  </w:num>
  <w:num w:numId="10">
    <w:abstractNumId w:val="11"/>
  </w:num>
  <w:num w:numId="11">
    <w:abstractNumId w:val="9"/>
  </w:num>
  <w:num w:numId="12">
    <w:abstractNumId w:val="16"/>
    <w:lvlOverride w:ilvl="0">
      <w:lvl w:ilvl="0">
        <w:start w:val="1"/>
        <w:numFmt w:val="decimal"/>
        <w:lvlText w:val="%1."/>
        <w:lvlJc w:val="left"/>
        <w:pPr>
          <w:tabs>
            <w:tab w:val="num" w:pos="284"/>
          </w:tabs>
          <w:ind w:left="284" w:hanging="284"/>
        </w:pPr>
        <w:rPr>
          <w:rFonts w:hint="default"/>
        </w:rPr>
      </w:lvl>
    </w:lvlOverride>
    <w:lvlOverride w:ilvl="1">
      <w:lvl w:ilvl="1">
        <w:start w:val="1"/>
        <w:numFmt w:val="lowerLetter"/>
        <w:lvlText w:val="%2."/>
        <w:lvlJc w:val="left"/>
        <w:pPr>
          <w:ind w:left="568" w:hanging="284"/>
        </w:pPr>
        <w:rPr>
          <w:rFonts w:hint="default"/>
        </w:rPr>
      </w:lvl>
    </w:lvlOverride>
    <w:lvlOverride w:ilvl="2">
      <w:lvl w:ilvl="2">
        <w:start w:val="1"/>
        <w:numFmt w:val="lowerRoman"/>
        <w:lvlText w:val="%3."/>
        <w:lvlJc w:val="left"/>
        <w:pPr>
          <w:ind w:left="852" w:hanging="284"/>
        </w:pPr>
        <w:rPr>
          <w:rFonts w:hint="default"/>
        </w:rPr>
      </w:lvl>
    </w:lvlOverride>
    <w:lvlOverride w:ilvl="3">
      <w:lvl w:ilvl="3">
        <w:start w:val="1"/>
        <w:numFmt w:val="none"/>
        <w:lvlText w:val=""/>
        <w:lvlJc w:val="left"/>
        <w:pPr>
          <w:ind w:left="1136" w:hanging="284"/>
        </w:pPr>
        <w:rPr>
          <w:rFonts w:hint="default"/>
        </w:rPr>
      </w:lvl>
    </w:lvlOverride>
    <w:lvlOverride w:ilvl="4">
      <w:lvl w:ilvl="4">
        <w:start w:val="1"/>
        <w:numFmt w:val="none"/>
        <w:lvlText w:val=""/>
        <w:lvlJc w:val="left"/>
        <w:pPr>
          <w:ind w:left="1420" w:hanging="284"/>
        </w:pPr>
        <w:rPr>
          <w:rFonts w:hint="default"/>
        </w:rPr>
      </w:lvl>
    </w:lvlOverride>
    <w:lvlOverride w:ilvl="5">
      <w:lvl w:ilvl="5">
        <w:start w:val="1"/>
        <w:numFmt w:val="none"/>
        <w:lvlText w:val=""/>
        <w:lvlJc w:val="left"/>
        <w:pPr>
          <w:ind w:left="1704" w:hanging="284"/>
        </w:pPr>
        <w:rPr>
          <w:rFonts w:hint="default"/>
        </w:rPr>
      </w:lvl>
    </w:lvlOverride>
    <w:lvlOverride w:ilvl="6">
      <w:lvl w:ilvl="6">
        <w:start w:val="1"/>
        <w:numFmt w:val="none"/>
        <w:lvlText w:val=""/>
        <w:lvlJc w:val="left"/>
        <w:pPr>
          <w:ind w:left="1988" w:hanging="284"/>
        </w:pPr>
        <w:rPr>
          <w:rFonts w:hint="default"/>
        </w:rPr>
      </w:lvl>
    </w:lvlOverride>
    <w:lvlOverride w:ilvl="7">
      <w:lvl w:ilvl="7">
        <w:start w:val="1"/>
        <w:numFmt w:val="none"/>
        <w:lvlText w:val=""/>
        <w:lvlJc w:val="left"/>
        <w:pPr>
          <w:ind w:left="2272" w:hanging="284"/>
        </w:pPr>
        <w:rPr>
          <w:rFonts w:hint="default"/>
        </w:rPr>
      </w:lvl>
    </w:lvlOverride>
    <w:lvlOverride w:ilvl="8">
      <w:lvl w:ilvl="8">
        <w:start w:val="1"/>
        <w:numFmt w:val="none"/>
        <w:lvlText w:val=""/>
        <w:lvlJc w:val="left"/>
        <w:pPr>
          <w:ind w:left="2556" w:hanging="284"/>
        </w:pPr>
        <w:rPr>
          <w:rFonts w:hint="default"/>
        </w:rPr>
      </w:lvl>
    </w:lvlOverride>
  </w:num>
  <w:num w:numId="13">
    <w:abstractNumId w:val="30"/>
  </w:num>
  <w:num w:numId="14">
    <w:abstractNumId w:val="16"/>
  </w:num>
  <w:num w:numId="15">
    <w:abstractNumId w:val="7"/>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552"/>
          </w:tabs>
          <w:ind w:left="2552" w:hanging="426"/>
        </w:pPr>
        <w:rPr>
          <w:rFonts w:ascii="Wingdings" w:hAnsi="Wingdings" w:hint="default"/>
        </w:rPr>
      </w:lvl>
    </w:lvlOverride>
    <w:lvlOverride w:ilvl="3">
      <w:lvl w:ilvl="3">
        <w:start w:val="1"/>
        <w:numFmt w:val="bullet"/>
        <w:lvlText w:val=""/>
        <w:lvlJc w:val="left"/>
        <w:pPr>
          <w:ind w:left="1700" w:hanging="425"/>
        </w:pPr>
        <w:rPr>
          <w:rFonts w:ascii="Symbol" w:hAnsi="Symbol" w:hint="default"/>
        </w:rPr>
      </w:lvl>
    </w:lvlOverride>
    <w:lvlOverride w:ilvl="4">
      <w:lvl w:ilvl="4">
        <w:start w:val="1"/>
        <w:numFmt w:val="bullet"/>
        <w:lvlText w:val="o"/>
        <w:lvlJc w:val="left"/>
        <w:pPr>
          <w:ind w:left="2125" w:hanging="425"/>
        </w:pPr>
        <w:rPr>
          <w:rFonts w:ascii="Courier New" w:hAnsi="Courier New" w:cs="Courier New" w:hint="default"/>
        </w:rPr>
      </w:lvl>
    </w:lvlOverride>
    <w:lvlOverride w:ilvl="5">
      <w:lvl w:ilvl="5">
        <w:start w:val="1"/>
        <w:numFmt w:val="bullet"/>
        <w:lvlText w:val=""/>
        <w:lvlJc w:val="left"/>
        <w:pPr>
          <w:ind w:left="2550" w:hanging="425"/>
        </w:pPr>
        <w:rPr>
          <w:rFonts w:ascii="Wingdings" w:hAnsi="Wingdings" w:hint="default"/>
        </w:rPr>
      </w:lvl>
    </w:lvlOverride>
    <w:lvlOverride w:ilvl="6">
      <w:lvl w:ilvl="6">
        <w:start w:val="1"/>
        <w:numFmt w:val="bullet"/>
        <w:lvlText w:val=""/>
        <w:lvlJc w:val="left"/>
        <w:pPr>
          <w:ind w:left="2975" w:hanging="425"/>
        </w:pPr>
        <w:rPr>
          <w:rFonts w:ascii="Symbol" w:hAnsi="Symbol" w:hint="default"/>
        </w:rPr>
      </w:lvl>
    </w:lvlOverride>
    <w:lvlOverride w:ilvl="7">
      <w:lvl w:ilvl="7">
        <w:start w:val="1"/>
        <w:numFmt w:val="bullet"/>
        <w:lvlText w:val="o"/>
        <w:lvlJc w:val="left"/>
        <w:pPr>
          <w:ind w:left="3400" w:hanging="425"/>
        </w:pPr>
        <w:rPr>
          <w:rFonts w:ascii="Courier New" w:hAnsi="Courier New" w:cs="Courier New" w:hint="default"/>
        </w:rPr>
      </w:lvl>
    </w:lvlOverride>
    <w:lvlOverride w:ilvl="8">
      <w:lvl w:ilvl="8">
        <w:start w:val="1"/>
        <w:numFmt w:val="bullet"/>
        <w:lvlText w:val=""/>
        <w:lvlJc w:val="left"/>
        <w:pPr>
          <w:ind w:left="3825" w:hanging="425"/>
        </w:pPr>
        <w:rPr>
          <w:rFonts w:ascii="Wingdings" w:hAnsi="Wingdings" w:hint="default"/>
        </w:rPr>
      </w:lvl>
    </w:lvlOverride>
  </w:num>
  <w:num w:numId="16">
    <w:abstractNumId w:val="15"/>
  </w:num>
  <w:num w:numId="17">
    <w:abstractNumId w:val="5"/>
  </w:num>
  <w:num w:numId="18">
    <w:abstractNumId w:val="3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3"/>
  </w:num>
  <w:num w:numId="22">
    <w:abstractNumId w:val="2"/>
  </w:num>
  <w:num w:numId="23">
    <w:abstractNumId w:val="1"/>
  </w:num>
  <w:num w:numId="24">
    <w:abstractNumId w:val="0"/>
  </w:num>
  <w:num w:numId="25">
    <w:abstractNumId w:val="4"/>
  </w:num>
  <w:num w:numId="26">
    <w:abstractNumId w:val="23"/>
  </w:num>
  <w:num w:numId="27">
    <w:abstractNumId w:val="27"/>
  </w:num>
  <w:num w:numId="28">
    <w:abstractNumId w:val="29"/>
  </w:num>
  <w:num w:numId="29">
    <w:abstractNumId w:val="29"/>
  </w:num>
  <w:num w:numId="30">
    <w:abstractNumId w:val="29"/>
  </w:num>
  <w:num w:numId="31">
    <w:abstractNumId w:val="29"/>
  </w:num>
  <w:num w:numId="32">
    <w:abstractNumId w:val="22"/>
  </w:num>
  <w:num w:numId="33">
    <w:abstractNumId w:val="20"/>
  </w:num>
  <w:num w:numId="34">
    <w:abstractNumId w:val="33"/>
  </w:num>
  <w:num w:numId="35">
    <w:abstractNumId w:val="7"/>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410"/>
          </w:tabs>
          <w:ind w:left="2410" w:hanging="284"/>
        </w:pPr>
        <w:rPr>
          <w:rFonts w:ascii="Courier New" w:hAnsi="Courier New" w:hint="default"/>
        </w:rPr>
      </w:lvl>
    </w:lvlOverride>
    <w:lvlOverride w:ilvl="3">
      <w:lvl w:ilvl="3">
        <w:start w:val="1"/>
        <w:numFmt w:val="none"/>
        <w:lvlText w:val=""/>
        <w:lvlJc w:val="left"/>
        <w:pPr>
          <w:tabs>
            <w:tab w:val="num" w:pos="2834"/>
          </w:tabs>
          <w:ind w:left="3260" w:hanging="426"/>
        </w:pPr>
        <w:rPr>
          <w:rFonts w:hint="default"/>
        </w:rPr>
      </w:lvl>
    </w:lvlOverride>
    <w:lvlOverride w:ilvl="4">
      <w:lvl w:ilvl="4">
        <w:start w:val="1"/>
        <w:numFmt w:val="none"/>
        <w:lvlText w:val=""/>
        <w:lvlJc w:val="left"/>
        <w:pPr>
          <w:tabs>
            <w:tab w:val="num" w:pos="3259"/>
          </w:tabs>
          <w:ind w:left="3685" w:hanging="426"/>
        </w:pPr>
        <w:rPr>
          <w:rFonts w:hint="default"/>
        </w:rPr>
      </w:lvl>
    </w:lvlOverride>
    <w:lvlOverride w:ilvl="5">
      <w:lvl w:ilvl="5">
        <w:start w:val="1"/>
        <w:numFmt w:val="none"/>
        <w:lvlText w:val=""/>
        <w:lvlJc w:val="left"/>
        <w:pPr>
          <w:tabs>
            <w:tab w:val="num" w:pos="3684"/>
          </w:tabs>
          <w:ind w:left="4110" w:hanging="426"/>
        </w:pPr>
        <w:rPr>
          <w:rFonts w:hint="default"/>
        </w:rPr>
      </w:lvl>
    </w:lvlOverride>
    <w:lvlOverride w:ilvl="6">
      <w:lvl w:ilvl="6">
        <w:start w:val="1"/>
        <w:numFmt w:val="none"/>
        <w:lvlText w:val=""/>
        <w:lvlJc w:val="left"/>
        <w:pPr>
          <w:tabs>
            <w:tab w:val="num" w:pos="4109"/>
          </w:tabs>
          <w:ind w:left="4535" w:hanging="426"/>
        </w:pPr>
        <w:rPr>
          <w:rFonts w:hint="default"/>
        </w:rPr>
      </w:lvl>
    </w:lvlOverride>
    <w:lvlOverride w:ilvl="7">
      <w:lvl w:ilvl="7">
        <w:start w:val="1"/>
        <w:numFmt w:val="none"/>
        <w:lvlText w:val=""/>
        <w:lvlJc w:val="left"/>
        <w:pPr>
          <w:tabs>
            <w:tab w:val="num" w:pos="4534"/>
          </w:tabs>
          <w:ind w:left="4960" w:hanging="426"/>
        </w:pPr>
        <w:rPr>
          <w:rFonts w:hint="default"/>
        </w:rPr>
      </w:lvl>
    </w:lvlOverride>
    <w:lvlOverride w:ilvl="8">
      <w:lvl w:ilvl="8">
        <w:start w:val="1"/>
        <w:numFmt w:val="none"/>
        <w:lvlText w:val=""/>
        <w:lvlJc w:val="left"/>
        <w:pPr>
          <w:tabs>
            <w:tab w:val="num" w:pos="4959"/>
          </w:tabs>
          <w:ind w:left="5385" w:hanging="426"/>
        </w:pPr>
        <w:rPr>
          <w:rFonts w:hint="default"/>
        </w:rPr>
      </w:lvl>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25"/>
  </w:num>
  <w:num w:numId="39">
    <w:abstractNumId w:val="24"/>
    <w:lvlOverride w:ilvl="0">
      <w:lvl w:ilvl="0">
        <w:start w:val="1"/>
        <w:numFmt w:val="bullet"/>
        <w:lvlText w:val=""/>
        <w:lvlJc w:val="left"/>
        <w:pPr>
          <w:tabs>
            <w:tab w:val="num" w:pos="1985"/>
          </w:tabs>
          <w:ind w:left="1985" w:hanging="426"/>
        </w:pPr>
        <w:rPr>
          <w:rFonts w:ascii="Symbol" w:hAnsi="Symbol" w:hint="default"/>
        </w:rPr>
      </w:lvl>
    </w:lvlOverride>
  </w:num>
  <w:num w:numId="40">
    <w:abstractNumId w:val="8"/>
  </w:num>
  <w:num w:numId="41">
    <w:abstractNumId w:val="14"/>
  </w:num>
  <w:num w:numId="42">
    <w:abstractNumId w:val="6"/>
  </w:num>
  <w:num w:numId="43">
    <w:abstractNumId w:val="12"/>
  </w:num>
  <w:num w:numId="44">
    <w:abstractNumId w:val="26"/>
  </w:num>
  <w:num w:numId="45">
    <w:abstractNumId w:val="18"/>
  </w:num>
  <w:num w:numId="46">
    <w:abstractNumId w:val="32"/>
  </w:num>
  <w:num w:numId="47">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00BBB"/>
    <w:rsid w:val="0000248B"/>
    <w:rsid w:val="000045A2"/>
    <w:rsid w:val="0000550B"/>
    <w:rsid w:val="000107D6"/>
    <w:rsid w:val="00010A8F"/>
    <w:rsid w:val="00010D90"/>
    <w:rsid w:val="00011381"/>
    <w:rsid w:val="000115C2"/>
    <w:rsid w:val="00012ABF"/>
    <w:rsid w:val="000149B9"/>
    <w:rsid w:val="00015612"/>
    <w:rsid w:val="00016364"/>
    <w:rsid w:val="0001776C"/>
    <w:rsid w:val="0002120C"/>
    <w:rsid w:val="00021B14"/>
    <w:rsid w:val="0002229E"/>
    <w:rsid w:val="00022410"/>
    <w:rsid w:val="00022C6B"/>
    <w:rsid w:val="0002398C"/>
    <w:rsid w:val="00025408"/>
    <w:rsid w:val="00026278"/>
    <w:rsid w:val="000330BD"/>
    <w:rsid w:val="000336CB"/>
    <w:rsid w:val="00033919"/>
    <w:rsid w:val="00034457"/>
    <w:rsid w:val="00035630"/>
    <w:rsid w:val="000359AD"/>
    <w:rsid w:val="000372FA"/>
    <w:rsid w:val="00037395"/>
    <w:rsid w:val="000377F6"/>
    <w:rsid w:val="000403F2"/>
    <w:rsid w:val="00040C2D"/>
    <w:rsid w:val="00041185"/>
    <w:rsid w:val="000431C0"/>
    <w:rsid w:val="000456C9"/>
    <w:rsid w:val="00046257"/>
    <w:rsid w:val="0004648C"/>
    <w:rsid w:val="00046638"/>
    <w:rsid w:val="00046F0D"/>
    <w:rsid w:val="0005258D"/>
    <w:rsid w:val="00052C12"/>
    <w:rsid w:val="00052FC6"/>
    <w:rsid w:val="00053B71"/>
    <w:rsid w:val="0005638A"/>
    <w:rsid w:val="00057B6D"/>
    <w:rsid w:val="0006052F"/>
    <w:rsid w:val="00060970"/>
    <w:rsid w:val="00060DC7"/>
    <w:rsid w:val="00061405"/>
    <w:rsid w:val="00061AD2"/>
    <w:rsid w:val="00061B69"/>
    <w:rsid w:val="00063DA0"/>
    <w:rsid w:val="0006675D"/>
    <w:rsid w:val="00070933"/>
    <w:rsid w:val="00070A33"/>
    <w:rsid w:val="00070BD5"/>
    <w:rsid w:val="0007161A"/>
    <w:rsid w:val="0007170A"/>
    <w:rsid w:val="00072D93"/>
    <w:rsid w:val="000754E1"/>
    <w:rsid w:val="00075C1E"/>
    <w:rsid w:val="00076A9A"/>
    <w:rsid w:val="00080E3F"/>
    <w:rsid w:val="000820ED"/>
    <w:rsid w:val="00082209"/>
    <w:rsid w:val="00086028"/>
    <w:rsid w:val="00091598"/>
    <w:rsid w:val="0009181D"/>
    <w:rsid w:val="000918C0"/>
    <w:rsid w:val="00092B61"/>
    <w:rsid w:val="00092E84"/>
    <w:rsid w:val="000935D4"/>
    <w:rsid w:val="0009380F"/>
    <w:rsid w:val="000951B3"/>
    <w:rsid w:val="00096EDA"/>
    <w:rsid w:val="00097984"/>
    <w:rsid w:val="000A09DD"/>
    <w:rsid w:val="000A1C2A"/>
    <w:rsid w:val="000A2DE2"/>
    <w:rsid w:val="000A2F10"/>
    <w:rsid w:val="000A5827"/>
    <w:rsid w:val="000B0237"/>
    <w:rsid w:val="000B083F"/>
    <w:rsid w:val="000B16EE"/>
    <w:rsid w:val="000B1E80"/>
    <w:rsid w:val="000B2CFB"/>
    <w:rsid w:val="000B46C7"/>
    <w:rsid w:val="000B5749"/>
    <w:rsid w:val="000B7E27"/>
    <w:rsid w:val="000C2E73"/>
    <w:rsid w:val="000C3C72"/>
    <w:rsid w:val="000C4B73"/>
    <w:rsid w:val="000C5F93"/>
    <w:rsid w:val="000D196F"/>
    <w:rsid w:val="000D1EDF"/>
    <w:rsid w:val="000D2678"/>
    <w:rsid w:val="000D2C4B"/>
    <w:rsid w:val="000D36A9"/>
    <w:rsid w:val="000D4550"/>
    <w:rsid w:val="000D4FEC"/>
    <w:rsid w:val="000D6A70"/>
    <w:rsid w:val="000D7175"/>
    <w:rsid w:val="000D7B39"/>
    <w:rsid w:val="000E05D5"/>
    <w:rsid w:val="000E0A53"/>
    <w:rsid w:val="000E0B39"/>
    <w:rsid w:val="000E281B"/>
    <w:rsid w:val="000E3255"/>
    <w:rsid w:val="000E5C8C"/>
    <w:rsid w:val="000E6A31"/>
    <w:rsid w:val="000E72D9"/>
    <w:rsid w:val="000F07DB"/>
    <w:rsid w:val="000F1461"/>
    <w:rsid w:val="000F154B"/>
    <w:rsid w:val="000F1587"/>
    <w:rsid w:val="000F1CEE"/>
    <w:rsid w:val="000F1D46"/>
    <w:rsid w:val="000F296D"/>
    <w:rsid w:val="000F2A9A"/>
    <w:rsid w:val="000F2E2B"/>
    <w:rsid w:val="000F2F1A"/>
    <w:rsid w:val="000F49DE"/>
    <w:rsid w:val="000F527B"/>
    <w:rsid w:val="000F5CAF"/>
    <w:rsid w:val="000F5D9C"/>
    <w:rsid w:val="000F5F3A"/>
    <w:rsid w:val="000F79E4"/>
    <w:rsid w:val="00100DBD"/>
    <w:rsid w:val="0010348F"/>
    <w:rsid w:val="00103808"/>
    <w:rsid w:val="00106BA5"/>
    <w:rsid w:val="00111620"/>
    <w:rsid w:val="0011165A"/>
    <w:rsid w:val="00112903"/>
    <w:rsid w:val="00113BB6"/>
    <w:rsid w:val="00114627"/>
    <w:rsid w:val="00114C87"/>
    <w:rsid w:val="00114FE1"/>
    <w:rsid w:val="00116707"/>
    <w:rsid w:val="00117153"/>
    <w:rsid w:val="00117849"/>
    <w:rsid w:val="00120225"/>
    <w:rsid w:val="0012070D"/>
    <w:rsid w:val="0012087F"/>
    <w:rsid w:val="001218D5"/>
    <w:rsid w:val="001245E0"/>
    <w:rsid w:val="001256CB"/>
    <w:rsid w:val="001261D6"/>
    <w:rsid w:val="00131732"/>
    <w:rsid w:val="00132434"/>
    <w:rsid w:val="001328E3"/>
    <w:rsid w:val="0013325D"/>
    <w:rsid w:val="001342FF"/>
    <w:rsid w:val="001343BF"/>
    <w:rsid w:val="00135084"/>
    <w:rsid w:val="00135A0F"/>
    <w:rsid w:val="001413AC"/>
    <w:rsid w:val="0014336A"/>
    <w:rsid w:val="0014499F"/>
    <w:rsid w:val="00144A4C"/>
    <w:rsid w:val="00144F13"/>
    <w:rsid w:val="001450CD"/>
    <w:rsid w:val="00145C31"/>
    <w:rsid w:val="00145D64"/>
    <w:rsid w:val="001460AD"/>
    <w:rsid w:val="00146107"/>
    <w:rsid w:val="0014661B"/>
    <w:rsid w:val="00146A99"/>
    <w:rsid w:val="001501B5"/>
    <w:rsid w:val="001504F2"/>
    <w:rsid w:val="0015221E"/>
    <w:rsid w:val="00154C6D"/>
    <w:rsid w:val="00154CD2"/>
    <w:rsid w:val="00155727"/>
    <w:rsid w:val="0015638C"/>
    <w:rsid w:val="00156446"/>
    <w:rsid w:val="00157002"/>
    <w:rsid w:val="00157628"/>
    <w:rsid w:val="0016172E"/>
    <w:rsid w:val="001638AC"/>
    <w:rsid w:val="001645D1"/>
    <w:rsid w:val="00165BA0"/>
    <w:rsid w:val="0016730B"/>
    <w:rsid w:val="0017013E"/>
    <w:rsid w:val="0017200D"/>
    <w:rsid w:val="00173131"/>
    <w:rsid w:val="00174191"/>
    <w:rsid w:val="0017568D"/>
    <w:rsid w:val="00175D92"/>
    <w:rsid w:val="0017627D"/>
    <w:rsid w:val="0017661E"/>
    <w:rsid w:val="0018049A"/>
    <w:rsid w:val="001808DD"/>
    <w:rsid w:val="00180B3C"/>
    <w:rsid w:val="00181494"/>
    <w:rsid w:val="001816D2"/>
    <w:rsid w:val="001818FC"/>
    <w:rsid w:val="001842B4"/>
    <w:rsid w:val="00185AD6"/>
    <w:rsid w:val="001872D2"/>
    <w:rsid w:val="001936B3"/>
    <w:rsid w:val="00194182"/>
    <w:rsid w:val="001A1A76"/>
    <w:rsid w:val="001A23B9"/>
    <w:rsid w:val="001A430D"/>
    <w:rsid w:val="001A5411"/>
    <w:rsid w:val="001A79A8"/>
    <w:rsid w:val="001A7D1D"/>
    <w:rsid w:val="001B1DCE"/>
    <w:rsid w:val="001B20E6"/>
    <w:rsid w:val="001B258F"/>
    <w:rsid w:val="001B2E67"/>
    <w:rsid w:val="001B704C"/>
    <w:rsid w:val="001C4594"/>
    <w:rsid w:val="001C5E2F"/>
    <w:rsid w:val="001C64BF"/>
    <w:rsid w:val="001C6BC7"/>
    <w:rsid w:val="001D0B07"/>
    <w:rsid w:val="001D1002"/>
    <w:rsid w:val="001D117C"/>
    <w:rsid w:val="001D72A0"/>
    <w:rsid w:val="001D7346"/>
    <w:rsid w:val="001D74A0"/>
    <w:rsid w:val="001D7CAF"/>
    <w:rsid w:val="001E1B65"/>
    <w:rsid w:val="001E4548"/>
    <w:rsid w:val="001E4A24"/>
    <w:rsid w:val="001E4BD7"/>
    <w:rsid w:val="001E5C4E"/>
    <w:rsid w:val="001E5C54"/>
    <w:rsid w:val="001F1736"/>
    <w:rsid w:val="001F6896"/>
    <w:rsid w:val="001F7EF3"/>
    <w:rsid w:val="00200563"/>
    <w:rsid w:val="00200919"/>
    <w:rsid w:val="002019E6"/>
    <w:rsid w:val="00203886"/>
    <w:rsid w:val="00204463"/>
    <w:rsid w:val="002069F5"/>
    <w:rsid w:val="00206C88"/>
    <w:rsid w:val="0020753F"/>
    <w:rsid w:val="00211703"/>
    <w:rsid w:val="00212802"/>
    <w:rsid w:val="0021406B"/>
    <w:rsid w:val="00214D38"/>
    <w:rsid w:val="002151A6"/>
    <w:rsid w:val="00215336"/>
    <w:rsid w:val="002156FD"/>
    <w:rsid w:val="002161A2"/>
    <w:rsid w:val="00221459"/>
    <w:rsid w:val="00221D33"/>
    <w:rsid w:val="00222B16"/>
    <w:rsid w:val="00224325"/>
    <w:rsid w:val="00226B6E"/>
    <w:rsid w:val="00230D25"/>
    <w:rsid w:val="00232565"/>
    <w:rsid w:val="00234255"/>
    <w:rsid w:val="0023556A"/>
    <w:rsid w:val="00240BAF"/>
    <w:rsid w:val="00241C7F"/>
    <w:rsid w:val="00242917"/>
    <w:rsid w:val="00243792"/>
    <w:rsid w:val="00244807"/>
    <w:rsid w:val="00245A44"/>
    <w:rsid w:val="00245BE5"/>
    <w:rsid w:val="00246CD3"/>
    <w:rsid w:val="002473D1"/>
    <w:rsid w:val="00250A38"/>
    <w:rsid w:val="00253435"/>
    <w:rsid w:val="00253B5B"/>
    <w:rsid w:val="0025427B"/>
    <w:rsid w:val="00254D80"/>
    <w:rsid w:val="00256809"/>
    <w:rsid w:val="00256EE1"/>
    <w:rsid w:val="00261F26"/>
    <w:rsid w:val="0026200A"/>
    <w:rsid w:val="00263937"/>
    <w:rsid w:val="00263956"/>
    <w:rsid w:val="00263C5C"/>
    <w:rsid w:val="00263CB0"/>
    <w:rsid w:val="002664C7"/>
    <w:rsid w:val="0026682C"/>
    <w:rsid w:val="00267628"/>
    <w:rsid w:val="00270EB8"/>
    <w:rsid w:val="002711D3"/>
    <w:rsid w:val="00271244"/>
    <w:rsid w:val="002732F7"/>
    <w:rsid w:val="0027358E"/>
    <w:rsid w:val="0027372C"/>
    <w:rsid w:val="0027385F"/>
    <w:rsid w:val="00274678"/>
    <w:rsid w:val="00274787"/>
    <w:rsid w:val="00274B0C"/>
    <w:rsid w:val="00275877"/>
    <w:rsid w:val="0027722C"/>
    <w:rsid w:val="002772BE"/>
    <w:rsid w:val="00280834"/>
    <w:rsid w:val="0028452A"/>
    <w:rsid w:val="002857AB"/>
    <w:rsid w:val="00290626"/>
    <w:rsid w:val="00290DE4"/>
    <w:rsid w:val="00291BB8"/>
    <w:rsid w:val="00291FEF"/>
    <w:rsid w:val="0029283B"/>
    <w:rsid w:val="00293028"/>
    <w:rsid w:val="0029372E"/>
    <w:rsid w:val="00296A8D"/>
    <w:rsid w:val="002A0116"/>
    <w:rsid w:val="002A0204"/>
    <w:rsid w:val="002A0B76"/>
    <w:rsid w:val="002A0D9C"/>
    <w:rsid w:val="002A1F67"/>
    <w:rsid w:val="002A4284"/>
    <w:rsid w:val="002A5549"/>
    <w:rsid w:val="002A605E"/>
    <w:rsid w:val="002A623C"/>
    <w:rsid w:val="002A6262"/>
    <w:rsid w:val="002A7D5B"/>
    <w:rsid w:val="002B00C3"/>
    <w:rsid w:val="002B03C0"/>
    <w:rsid w:val="002B4168"/>
    <w:rsid w:val="002B4DCA"/>
    <w:rsid w:val="002B52A7"/>
    <w:rsid w:val="002B5CE6"/>
    <w:rsid w:val="002B64ED"/>
    <w:rsid w:val="002B7D47"/>
    <w:rsid w:val="002C507C"/>
    <w:rsid w:val="002C5650"/>
    <w:rsid w:val="002C5ED3"/>
    <w:rsid w:val="002C654D"/>
    <w:rsid w:val="002D1619"/>
    <w:rsid w:val="002D16B0"/>
    <w:rsid w:val="002D318A"/>
    <w:rsid w:val="002D3376"/>
    <w:rsid w:val="002D4289"/>
    <w:rsid w:val="002D4DF6"/>
    <w:rsid w:val="002D52BC"/>
    <w:rsid w:val="002D556E"/>
    <w:rsid w:val="002D6C0C"/>
    <w:rsid w:val="002D751F"/>
    <w:rsid w:val="002D7AAB"/>
    <w:rsid w:val="002E120C"/>
    <w:rsid w:val="002E1458"/>
    <w:rsid w:val="002E1611"/>
    <w:rsid w:val="002E3ABF"/>
    <w:rsid w:val="002E53FE"/>
    <w:rsid w:val="002E5527"/>
    <w:rsid w:val="002E57BC"/>
    <w:rsid w:val="002F079B"/>
    <w:rsid w:val="002F22B2"/>
    <w:rsid w:val="002F4CE0"/>
    <w:rsid w:val="002F573C"/>
    <w:rsid w:val="002F67FF"/>
    <w:rsid w:val="002F6EC3"/>
    <w:rsid w:val="002F7A66"/>
    <w:rsid w:val="002F7AD9"/>
    <w:rsid w:val="003008F0"/>
    <w:rsid w:val="00301008"/>
    <w:rsid w:val="003027C7"/>
    <w:rsid w:val="003027D3"/>
    <w:rsid w:val="00310BF5"/>
    <w:rsid w:val="00310C5E"/>
    <w:rsid w:val="00312442"/>
    <w:rsid w:val="00313C94"/>
    <w:rsid w:val="00313E61"/>
    <w:rsid w:val="003142EA"/>
    <w:rsid w:val="0031443D"/>
    <w:rsid w:val="00317225"/>
    <w:rsid w:val="0032090B"/>
    <w:rsid w:val="003213A0"/>
    <w:rsid w:val="00321D9B"/>
    <w:rsid w:val="00322DBC"/>
    <w:rsid w:val="00323D0D"/>
    <w:rsid w:val="00325571"/>
    <w:rsid w:val="00325DF3"/>
    <w:rsid w:val="003300F4"/>
    <w:rsid w:val="00331155"/>
    <w:rsid w:val="00331A9E"/>
    <w:rsid w:val="00331FB1"/>
    <w:rsid w:val="0033249D"/>
    <w:rsid w:val="00334313"/>
    <w:rsid w:val="00335597"/>
    <w:rsid w:val="00335EE1"/>
    <w:rsid w:val="003414D5"/>
    <w:rsid w:val="0034493A"/>
    <w:rsid w:val="00345B4C"/>
    <w:rsid w:val="00346FB2"/>
    <w:rsid w:val="003528F8"/>
    <w:rsid w:val="00354564"/>
    <w:rsid w:val="00355C79"/>
    <w:rsid w:val="003562F1"/>
    <w:rsid w:val="00356FE3"/>
    <w:rsid w:val="00360AF8"/>
    <w:rsid w:val="00362C2E"/>
    <w:rsid w:val="00363449"/>
    <w:rsid w:val="003635D7"/>
    <w:rsid w:val="00364D38"/>
    <w:rsid w:val="00365432"/>
    <w:rsid w:val="00365536"/>
    <w:rsid w:val="0036730D"/>
    <w:rsid w:val="00367ABF"/>
    <w:rsid w:val="00367CD9"/>
    <w:rsid w:val="00370A51"/>
    <w:rsid w:val="00372A05"/>
    <w:rsid w:val="003730D3"/>
    <w:rsid w:val="003733F7"/>
    <w:rsid w:val="0037457D"/>
    <w:rsid w:val="00374B05"/>
    <w:rsid w:val="00374F0E"/>
    <w:rsid w:val="003753F0"/>
    <w:rsid w:val="003811E1"/>
    <w:rsid w:val="00381D42"/>
    <w:rsid w:val="00381E94"/>
    <w:rsid w:val="00383728"/>
    <w:rsid w:val="00384DB8"/>
    <w:rsid w:val="0038616B"/>
    <w:rsid w:val="003870F1"/>
    <w:rsid w:val="00390025"/>
    <w:rsid w:val="00390745"/>
    <w:rsid w:val="003911B5"/>
    <w:rsid w:val="003919D8"/>
    <w:rsid w:val="00392826"/>
    <w:rsid w:val="00393A61"/>
    <w:rsid w:val="00393FD6"/>
    <w:rsid w:val="00396062"/>
    <w:rsid w:val="003A1590"/>
    <w:rsid w:val="003A2372"/>
    <w:rsid w:val="003A5F53"/>
    <w:rsid w:val="003A60A1"/>
    <w:rsid w:val="003A761C"/>
    <w:rsid w:val="003B07CF"/>
    <w:rsid w:val="003B23BD"/>
    <w:rsid w:val="003B2AA1"/>
    <w:rsid w:val="003B372B"/>
    <w:rsid w:val="003B6398"/>
    <w:rsid w:val="003B71CD"/>
    <w:rsid w:val="003C435E"/>
    <w:rsid w:val="003C4895"/>
    <w:rsid w:val="003C5AE3"/>
    <w:rsid w:val="003C5C89"/>
    <w:rsid w:val="003D0022"/>
    <w:rsid w:val="003D2690"/>
    <w:rsid w:val="003D2E04"/>
    <w:rsid w:val="003D3D36"/>
    <w:rsid w:val="003D4D1E"/>
    <w:rsid w:val="003D680D"/>
    <w:rsid w:val="003D74A8"/>
    <w:rsid w:val="003D78FB"/>
    <w:rsid w:val="003D795F"/>
    <w:rsid w:val="003D7AF4"/>
    <w:rsid w:val="003D7AFB"/>
    <w:rsid w:val="003E16A5"/>
    <w:rsid w:val="003E1FDC"/>
    <w:rsid w:val="003E20B3"/>
    <w:rsid w:val="003E2F36"/>
    <w:rsid w:val="003E4F1E"/>
    <w:rsid w:val="003E63CA"/>
    <w:rsid w:val="003E6D7D"/>
    <w:rsid w:val="003E7E92"/>
    <w:rsid w:val="003F0EEE"/>
    <w:rsid w:val="003F22DD"/>
    <w:rsid w:val="003F2CD6"/>
    <w:rsid w:val="003F4806"/>
    <w:rsid w:val="003F4CBB"/>
    <w:rsid w:val="003F6F6B"/>
    <w:rsid w:val="003F72B3"/>
    <w:rsid w:val="00400A38"/>
    <w:rsid w:val="00403A13"/>
    <w:rsid w:val="004041E4"/>
    <w:rsid w:val="004056A3"/>
    <w:rsid w:val="00411399"/>
    <w:rsid w:val="004132B2"/>
    <w:rsid w:val="0041394B"/>
    <w:rsid w:val="00416333"/>
    <w:rsid w:val="0042005B"/>
    <w:rsid w:val="00420D0F"/>
    <w:rsid w:val="00422C07"/>
    <w:rsid w:val="004233F7"/>
    <w:rsid w:val="00423535"/>
    <w:rsid w:val="00423892"/>
    <w:rsid w:val="004300F6"/>
    <w:rsid w:val="00430832"/>
    <w:rsid w:val="004310AD"/>
    <w:rsid w:val="004314C4"/>
    <w:rsid w:val="00432EA5"/>
    <w:rsid w:val="00433BCF"/>
    <w:rsid w:val="00434354"/>
    <w:rsid w:val="00434A62"/>
    <w:rsid w:val="00437703"/>
    <w:rsid w:val="004378D8"/>
    <w:rsid w:val="00440403"/>
    <w:rsid w:val="0044111F"/>
    <w:rsid w:val="00444DB3"/>
    <w:rsid w:val="00445013"/>
    <w:rsid w:val="0044534E"/>
    <w:rsid w:val="00445FE7"/>
    <w:rsid w:val="00446B9E"/>
    <w:rsid w:val="00447334"/>
    <w:rsid w:val="00447E58"/>
    <w:rsid w:val="00450578"/>
    <w:rsid w:val="00450D4F"/>
    <w:rsid w:val="00450D67"/>
    <w:rsid w:val="00452738"/>
    <w:rsid w:val="00453D6E"/>
    <w:rsid w:val="004543C1"/>
    <w:rsid w:val="004543F2"/>
    <w:rsid w:val="00455296"/>
    <w:rsid w:val="00455BAC"/>
    <w:rsid w:val="00455F2F"/>
    <w:rsid w:val="004567C3"/>
    <w:rsid w:val="00460FF2"/>
    <w:rsid w:val="004627B2"/>
    <w:rsid w:val="0046608C"/>
    <w:rsid w:val="004666F6"/>
    <w:rsid w:val="00467A74"/>
    <w:rsid w:val="00471B83"/>
    <w:rsid w:val="00476D21"/>
    <w:rsid w:val="004803E3"/>
    <w:rsid w:val="00480F2B"/>
    <w:rsid w:val="00481381"/>
    <w:rsid w:val="004829B0"/>
    <w:rsid w:val="0048345F"/>
    <w:rsid w:val="004859EB"/>
    <w:rsid w:val="00491B3C"/>
    <w:rsid w:val="00493FB7"/>
    <w:rsid w:val="00495964"/>
    <w:rsid w:val="00495F26"/>
    <w:rsid w:val="004A3A06"/>
    <w:rsid w:val="004A3DFA"/>
    <w:rsid w:val="004A45D4"/>
    <w:rsid w:val="004A5EAD"/>
    <w:rsid w:val="004B3034"/>
    <w:rsid w:val="004B538D"/>
    <w:rsid w:val="004B616F"/>
    <w:rsid w:val="004B644F"/>
    <w:rsid w:val="004C06AA"/>
    <w:rsid w:val="004C12C9"/>
    <w:rsid w:val="004C352C"/>
    <w:rsid w:val="004C36FC"/>
    <w:rsid w:val="004C5904"/>
    <w:rsid w:val="004C6C98"/>
    <w:rsid w:val="004C715F"/>
    <w:rsid w:val="004C78B0"/>
    <w:rsid w:val="004D26F9"/>
    <w:rsid w:val="004D2D55"/>
    <w:rsid w:val="004D5CD0"/>
    <w:rsid w:val="004D66FD"/>
    <w:rsid w:val="004D7C16"/>
    <w:rsid w:val="004E0E5E"/>
    <w:rsid w:val="004E3791"/>
    <w:rsid w:val="004E56CA"/>
    <w:rsid w:val="004E5C1D"/>
    <w:rsid w:val="004E7A19"/>
    <w:rsid w:val="004E7D90"/>
    <w:rsid w:val="004F1017"/>
    <w:rsid w:val="004F14DA"/>
    <w:rsid w:val="004F172B"/>
    <w:rsid w:val="004F22F8"/>
    <w:rsid w:val="004F27CF"/>
    <w:rsid w:val="004F4445"/>
    <w:rsid w:val="004F5DAC"/>
    <w:rsid w:val="004F6EDD"/>
    <w:rsid w:val="00502DCD"/>
    <w:rsid w:val="005040B0"/>
    <w:rsid w:val="00505188"/>
    <w:rsid w:val="0050633E"/>
    <w:rsid w:val="005066C4"/>
    <w:rsid w:val="00506E76"/>
    <w:rsid w:val="005111DC"/>
    <w:rsid w:val="00516192"/>
    <w:rsid w:val="00516C47"/>
    <w:rsid w:val="00521902"/>
    <w:rsid w:val="00522462"/>
    <w:rsid w:val="00522EFA"/>
    <w:rsid w:val="00525AB4"/>
    <w:rsid w:val="00525E5A"/>
    <w:rsid w:val="00526481"/>
    <w:rsid w:val="00526D0B"/>
    <w:rsid w:val="00530B0F"/>
    <w:rsid w:val="00531244"/>
    <w:rsid w:val="00531496"/>
    <w:rsid w:val="00531A3A"/>
    <w:rsid w:val="00533017"/>
    <w:rsid w:val="00533875"/>
    <w:rsid w:val="005346E7"/>
    <w:rsid w:val="00534F98"/>
    <w:rsid w:val="0053662B"/>
    <w:rsid w:val="005366C4"/>
    <w:rsid w:val="0053773A"/>
    <w:rsid w:val="00540161"/>
    <w:rsid w:val="00540828"/>
    <w:rsid w:val="00542F22"/>
    <w:rsid w:val="005474E7"/>
    <w:rsid w:val="00547E50"/>
    <w:rsid w:val="00550AC8"/>
    <w:rsid w:val="00551B56"/>
    <w:rsid w:val="00552BB3"/>
    <w:rsid w:val="00552EC7"/>
    <w:rsid w:val="00553105"/>
    <w:rsid w:val="005531A2"/>
    <w:rsid w:val="00553D9D"/>
    <w:rsid w:val="005569A1"/>
    <w:rsid w:val="00557051"/>
    <w:rsid w:val="005572E3"/>
    <w:rsid w:val="0056158D"/>
    <w:rsid w:val="00562537"/>
    <w:rsid w:val="005657FA"/>
    <w:rsid w:val="00570C63"/>
    <w:rsid w:val="00570F6D"/>
    <w:rsid w:val="0057419E"/>
    <w:rsid w:val="00575D2F"/>
    <w:rsid w:val="00575E4B"/>
    <w:rsid w:val="005779E5"/>
    <w:rsid w:val="00577C0A"/>
    <w:rsid w:val="00580F3C"/>
    <w:rsid w:val="005836B6"/>
    <w:rsid w:val="005847F0"/>
    <w:rsid w:val="00584DEB"/>
    <w:rsid w:val="00586EC1"/>
    <w:rsid w:val="005936D3"/>
    <w:rsid w:val="00593AF5"/>
    <w:rsid w:val="00594DBA"/>
    <w:rsid w:val="00597557"/>
    <w:rsid w:val="00597B17"/>
    <w:rsid w:val="005A0464"/>
    <w:rsid w:val="005A0688"/>
    <w:rsid w:val="005A3DBD"/>
    <w:rsid w:val="005A3DF9"/>
    <w:rsid w:val="005A4F0B"/>
    <w:rsid w:val="005A7BBB"/>
    <w:rsid w:val="005B2DC3"/>
    <w:rsid w:val="005B66E8"/>
    <w:rsid w:val="005B6C84"/>
    <w:rsid w:val="005C0B7A"/>
    <w:rsid w:val="005C1C7A"/>
    <w:rsid w:val="005C1EAA"/>
    <w:rsid w:val="005C1FD6"/>
    <w:rsid w:val="005C1FF1"/>
    <w:rsid w:val="005C3855"/>
    <w:rsid w:val="005C3A50"/>
    <w:rsid w:val="005C5C95"/>
    <w:rsid w:val="005C5E65"/>
    <w:rsid w:val="005C770B"/>
    <w:rsid w:val="005D06A6"/>
    <w:rsid w:val="005D249A"/>
    <w:rsid w:val="005D45D1"/>
    <w:rsid w:val="005D4AD2"/>
    <w:rsid w:val="005D68EF"/>
    <w:rsid w:val="005D7012"/>
    <w:rsid w:val="005D7F28"/>
    <w:rsid w:val="005E522E"/>
    <w:rsid w:val="005E5E8F"/>
    <w:rsid w:val="005E6A7D"/>
    <w:rsid w:val="005E7203"/>
    <w:rsid w:val="005E729D"/>
    <w:rsid w:val="005F1B9D"/>
    <w:rsid w:val="005F2428"/>
    <w:rsid w:val="005F50F4"/>
    <w:rsid w:val="005F5268"/>
    <w:rsid w:val="005F52C3"/>
    <w:rsid w:val="005F576C"/>
    <w:rsid w:val="0060000D"/>
    <w:rsid w:val="006002AF"/>
    <w:rsid w:val="0060224A"/>
    <w:rsid w:val="00604C28"/>
    <w:rsid w:val="00611CF8"/>
    <w:rsid w:val="00611F6B"/>
    <w:rsid w:val="00612965"/>
    <w:rsid w:val="006164D0"/>
    <w:rsid w:val="00617123"/>
    <w:rsid w:val="006201B4"/>
    <w:rsid w:val="00620712"/>
    <w:rsid w:val="006218B9"/>
    <w:rsid w:val="00622938"/>
    <w:rsid w:val="00622AE9"/>
    <w:rsid w:val="00622E87"/>
    <w:rsid w:val="0062490C"/>
    <w:rsid w:val="00625636"/>
    <w:rsid w:val="00627525"/>
    <w:rsid w:val="006309B0"/>
    <w:rsid w:val="00630F8D"/>
    <w:rsid w:val="0063129D"/>
    <w:rsid w:val="006318A1"/>
    <w:rsid w:val="00633181"/>
    <w:rsid w:val="00636963"/>
    <w:rsid w:val="00636F72"/>
    <w:rsid w:val="00637A5B"/>
    <w:rsid w:val="00640192"/>
    <w:rsid w:val="0064116A"/>
    <w:rsid w:val="0064266A"/>
    <w:rsid w:val="00643BA5"/>
    <w:rsid w:val="00644A99"/>
    <w:rsid w:val="006452DB"/>
    <w:rsid w:val="006531D5"/>
    <w:rsid w:val="00653275"/>
    <w:rsid w:val="006533EF"/>
    <w:rsid w:val="00655440"/>
    <w:rsid w:val="00661051"/>
    <w:rsid w:val="00662D2B"/>
    <w:rsid w:val="0066341C"/>
    <w:rsid w:val="006635FC"/>
    <w:rsid w:val="00664420"/>
    <w:rsid w:val="00667FBA"/>
    <w:rsid w:val="00672490"/>
    <w:rsid w:val="006726A3"/>
    <w:rsid w:val="00675C2C"/>
    <w:rsid w:val="006768C9"/>
    <w:rsid w:val="00676BA7"/>
    <w:rsid w:val="00677C4E"/>
    <w:rsid w:val="006801BD"/>
    <w:rsid w:val="0068156F"/>
    <w:rsid w:val="006832A6"/>
    <w:rsid w:val="00683513"/>
    <w:rsid w:val="006840EE"/>
    <w:rsid w:val="00686572"/>
    <w:rsid w:val="006916F5"/>
    <w:rsid w:val="006921D3"/>
    <w:rsid w:val="0069481D"/>
    <w:rsid w:val="00694E5E"/>
    <w:rsid w:val="00695A9E"/>
    <w:rsid w:val="00697551"/>
    <w:rsid w:val="006A018D"/>
    <w:rsid w:val="006A18A7"/>
    <w:rsid w:val="006A3309"/>
    <w:rsid w:val="006A4321"/>
    <w:rsid w:val="006A5937"/>
    <w:rsid w:val="006A6AD6"/>
    <w:rsid w:val="006A7E84"/>
    <w:rsid w:val="006B1B94"/>
    <w:rsid w:val="006B1F96"/>
    <w:rsid w:val="006B57A4"/>
    <w:rsid w:val="006B6851"/>
    <w:rsid w:val="006B6F00"/>
    <w:rsid w:val="006C0A6B"/>
    <w:rsid w:val="006C31A2"/>
    <w:rsid w:val="006C364A"/>
    <w:rsid w:val="006C3BAA"/>
    <w:rsid w:val="006C5286"/>
    <w:rsid w:val="006C5F4D"/>
    <w:rsid w:val="006C6814"/>
    <w:rsid w:val="006C74B8"/>
    <w:rsid w:val="006D063A"/>
    <w:rsid w:val="006D0AD6"/>
    <w:rsid w:val="006D3A0E"/>
    <w:rsid w:val="006D5ECF"/>
    <w:rsid w:val="006D62B4"/>
    <w:rsid w:val="006E0C64"/>
    <w:rsid w:val="006E1413"/>
    <w:rsid w:val="006E146C"/>
    <w:rsid w:val="006E1539"/>
    <w:rsid w:val="006E27C4"/>
    <w:rsid w:val="006E2983"/>
    <w:rsid w:val="006E33AA"/>
    <w:rsid w:val="006E3DA2"/>
    <w:rsid w:val="006E4D92"/>
    <w:rsid w:val="006E50E5"/>
    <w:rsid w:val="006E5217"/>
    <w:rsid w:val="006E7499"/>
    <w:rsid w:val="006F0B84"/>
    <w:rsid w:val="006F0FB4"/>
    <w:rsid w:val="006F32DE"/>
    <w:rsid w:val="006F424E"/>
    <w:rsid w:val="006F5271"/>
    <w:rsid w:val="006F548B"/>
    <w:rsid w:val="006F6AAF"/>
    <w:rsid w:val="006F6CA6"/>
    <w:rsid w:val="006F6FD7"/>
    <w:rsid w:val="006F7375"/>
    <w:rsid w:val="006F73BC"/>
    <w:rsid w:val="00700E4F"/>
    <w:rsid w:val="007017C5"/>
    <w:rsid w:val="00701B41"/>
    <w:rsid w:val="007024A0"/>
    <w:rsid w:val="0070266D"/>
    <w:rsid w:val="007028C4"/>
    <w:rsid w:val="00705A31"/>
    <w:rsid w:val="00706163"/>
    <w:rsid w:val="007062AD"/>
    <w:rsid w:val="00706F40"/>
    <w:rsid w:val="00707269"/>
    <w:rsid w:val="00707F86"/>
    <w:rsid w:val="0071154A"/>
    <w:rsid w:val="00715290"/>
    <w:rsid w:val="007171E9"/>
    <w:rsid w:val="007178E3"/>
    <w:rsid w:val="00723C0A"/>
    <w:rsid w:val="00724800"/>
    <w:rsid w:val="00725B9B"/>
    <w:rsid w:val="007270A1"/>
    <w:rsid w:val="007275A0"/>
    <w:rsid w:val="00730037"/>
    <w:rsid w:val="00732538"/>
    <w:rsid w:val="00732766"/>
    <w:rsid w:val="0073407E"/>
    <w:rsid w:val="007348BC"/>
    <w:rsid w:val="00734FB2"/>
    <w:rsid w:val="00735232"/>
    <w:rsid w:val="0073603C"/>
    <w:rsid w:val="0073615C"/>
    <w:rsid w:val="007377AF"/>
    <w:rsid w:val="00742A56"/>
    <w:rsid w:val="00744957"/>
    <w:rsid w:val="00744D97"/>
    <w:rsid w:val="00747AFE"/>
    <w:rsid w:val="00750796"/>
    <w:rsid w:val="00750B78"/>
    <w:rsid w:val="00753F52"/>
    <w:rsid w:val="007544FC"/>
    <w:rsid w:val="00755165"/>
    <w:rsid w:val="007555F0"/>
    <w:rsid w:val="007567E0"/>
    <w:rsid w:val="00757DED"/>
    <w:rsid w:val="0076078E"/>
    <w:rsid w:val="00761525"/>
    <w:rsid w:val="0076236C"/>
    <w:rsid w:val="00762B82"/>
    <w:rsid w:val="007634DA"/>
    <w:rsid w:val="00763810"/>
    <w:rsid w:val="00764985"/>
    <w:rsid w:val="00765038"/>
    <w:rsid w:val="00765C5E"/>
    <w:rsid w:val="007678BA"/>
    <w:rsid w:val="0077032D"/>
    <w:rsid w:val="00771721"/>
    <w:rsid w:val="007758DA"/>
    <w:rsid w:val="00776E55"/>
    <w:rsid w:val="0078155F"/>
    <w:rsid w:val="00781AEC"/>
    <w:rsid w:val="00783191"/>
    <w:rsid w:val="0078456F"/>
    <w:rsid w:val="0078490D"/>
    <w:rsid w:val="00784AD1"/>
    <w:rsid w:val="00785F8D"/>
    <w:rsid w:val="007861CE"/>
    <w:rsid w:val="00786C24"/>
    <w:rsid w:val="00786CFE"/>
    <w:rsid w:val="00786F85"/>
    <w:rsid w:val="00787C88"/>
    <w:rsid w:val="00791D38"/>
    <w:rsid w:val="0079204D"/>
    <w:rsid w:val="00792F18"/>
    <w:rsid w:val="00795DB7"/>
    <w:rsid w:val="007A1C43"/>
    <w:rsid w:val="007A39D4"/>
    <w:rsid w:val="007A57BC"/>
    <w:rsid w:val="007A5E68"/>
    <w:rsid w:val="007A6E82"/>
    <w:rsid w:val="007B0B7B"/>
    <w:rsid w:val="007B3470"/>
    <w:rsid w:val="007B7522"/>
    <w:rsid w:val="007C161A"/>
    <w:rsid w:val="007C2B4C"/>
    <w:rsid w:val="007C3890"/>
    <w:rsid w:val="007C4640"/>
    <w:rsid w:val="007C6F61"/>
    <w:rsid w:val="007D04C1"/>
    <w:rsid w:val="007D122F"/>
    <w:rsid w:val="007D140E"/>
    <w:rsid w:val="007D3152"/>
    <w:rsid w:val="007D3F0F"/>
    <w:rsid w:val="007D3F33"/>
    <w:rsid w:val="007D44FD"/>
    <w:rsid w:val="007D567E"/>
    <w:rsid w:val="007D707D"/>
    <w:rsid w:val="007E1EAB"/>
    <w:rsid w:val="007E44B0"/>
    <w:rsid w:val="007F0CDB"/>
    <w:rsid w:val="007F35BB"/>
    <w:rsid w:val="007F3832"/>
    <w:rsid w:val="007F3B47"/>
    <w:rsid w:val="007F5260"/>
    <w:rsid w:val="007F5792"/>
    <w:rsid w:val="007F674E"/>
    <w:rsid w:val="007F726B"/>
    <w:rsid w:val="007F7D7A"/>
    <w:rsid w:val="0080057E"/>
    <w:rsid w:val="00800875"/>
    <w:rsid w:val="00800DE0"/>
    <w:rsid w:val="0080356B"/>
    <w:rsid w:val="008077D9"/>
    <w:rsid w:val="008078A7"/>
    <w:rsid w:val="00811728"/>
    <w:rsid w:val="00811B6C"/>
    <w:rsid w:val="00815180"/>
    <w:rsid w:val="008151B7"/>
    <w:rsid w:val="00815F91"/>
    <w:rsid w:val="0082093B"/>
    <w:rsid w:val="00822E46"/>
    <w:rsid w:val="00826E3B"/>
    <w:rsid w:val="008341A8"/>
    <w:rsid w:val="0083496D"/>
    <w:rsid w:val="00836524"/>
    <w:rsid w:val="00837A9E"/>
    <w:rsid w:val="00840096"/>
    <w:rsid w:val="00840361"/>
    <w:rsid w:val="00840CB9"/>
    <w:rsid w:val="008411D1"/>
    <w:rsid w:val="0084200F"/>
    <w:rsid w:val="0084268B"/>
    <w:rsid w:val="00843D1C"/>
    <w:rsid w:val="00844190"/>
    <w:rsid w:val="0084477E"/>
    <w:rsid w:val="00845398"/>
    <w:rsid w:val="00845752"/>
    <w:rsid w:val="00845954"/>
    <w:rsid w:val="00847370"/>
    <w:rsid w:val="00847FC2"/>
    <w:rsid w:val="008514FE"/>
    <w:rsid w:val="0085181E"/>
    <w:rsid w:val="00851C8B"/>
    <w:rsid w:val="0085206E"/>
    <w:rsid w:val="00852482"/>
    <w:rsid w:val="00852F66"/>
    <w:rsid w:val="008556D5"/>
    <w:rsid w:val="00855A85"/>
    <w:rsid w:val="00856AB2"/>
    <w:rsid w:val="00857137"/>
    <w:rsid w:val="008610E7"/>
    <w:rsid w:val="00862220"/>
    <w:rsid w:val="00862415"/>
    <w:rsid w:val="0086394F"/>
    <w:rsid w:val="008642F2"/>
    <w:rsid w:val="00864F35"/>
    <w:rsid w:val="00865459"/>
    <w:rsid w:val="00866171"/>
    <w:rsid w:val="00867005"/>
    <w:rsid w:val="0087209D"/>
    <w:rsid w:val="00872887"/>
    <w:rsid w:val="00873117"/>
    <w:rsid w:val="00873C6E"/>
    <w:rsid w:val="00874693"/>
    <w:rsid w:val="00874E36"/>
    <w:rsid w:val="00875EDE"/>
    <w:rsid w:val="008779A3"/>
    <w:rsid w:val="00880DAB"/>
    <w:rsid w:val="0088332E"/>
    <w:rsid w:val="0088355F"/>
    <w:rsid w:val="008836E0"/>
    <w:rsid w:val="0088380D"/>
    <w:rsid w:val="00883E8E"/>
    <w:rsid w:val="00886ADD"/>
    <w:rsid w:val="00887153"/>
    <w:rsid w:val="008872C8"/>
    <w:rsid w:val="008931A8"/>
    <w:rsid w:val="008931F4"/>
    <w:rsid w:val="008935FA"/>
    <w:rsid w:val="00894560"/>
    <w:rsid w:val="008958CE"/>
    <w:rsid w:val="008973E3"/>
    <w:rsid w:val="00897A38"/>
    <w:rsid w:val="00897EE1"/>
    <w:rsid w:val="008A1513"/>
    <w:rsid w:val="008A17A8"/>
    <w:rsid w:val="008A6083"/>
    <w:rsid w:val="008B00AA"/>
    <w:rsid w:val="008B07D4"/>
    <w:rsid w:val="008B1B24"/>
    <w:rsid w:val="008B2D63"/>
    <w:rsid w:val="008B5633"/>
    <w:rsid w:val="008C081F"/>
    <w:rsid w:val="008C2D92"/>
    <w:rsid w:val="008C4BF1"/>
    <w:rsid w:val="008C5C97"/>
    <w:rsid w:val="008C6562"/>
    <w:rsid w:val="008C69F8"/>
    <w:rsid w:val="008C6D36"/>
    <w:rsid w:val="008C6ECF"/>
    <w:rsid w:val="008C725D"/>
    <w:rsid w:val="008D1788"/>
    <w:rsid w:val="008D3339"/>
    <w:rsid w:val="008D4D14"/>
    <w:rsid w:val="008D4E9D"/>
    <w:rsid w:val="008D6416"/>
    <w:rsid w:val="008D673B"/>
    <w:rsid w:val="008E1ED0"/>
    <w:rsid w:val="008E2039"/>
    <w:rsid w:val="008E3CDF"/>
    <w:rsid w:val="008E4D26"/>
    <w:rsid w:val="008E52A4"/>
    <w:rsid w:val="008E5876"/>
    <w:rsid w:val="008E7C7B"/>
    <w:rsid w:val="008F1A70"/>
    <w:rsid w:val="008F2B1C"/>
    <w:rsid w:val="008F412D"/>
    <w:rsid w:val="008F5725"/>
    <w:rsid w:val="008F6103"/>
    <w:rsid w:val="008F7557"/>
    <w:rsid w:val="008F7E5F"/>
    <w:rsid w:val="009037BC"/>
    <w:rsid w:val="00904A4E"/>
    <w:rsid w:val="0091241B"/>
    <w:rsid w:val="00913C00"/>
    <w:rsid w:val="00914886"/>
    <w:rsid w:val="00914A3C"/>
    <w:rsid w:val="0092161D"/>
    <w:rsid w:val="009224B7"/>
    <w:rsid w:val="0092309D"/>
    <w:rsid w:val="009246AD"/>
    <w:rsid w:val="00926291"/>
    <w:rsid w:val="009322F3"/>
    <w:rsid w:val="009333DD"/>
    <w:rsid w:val="009339C3"/>
    <w:rsid w:val="00934A75"/>
    <w:rsid w:val="009356EE"/>
    <w:rsid w:val="0094038B"/>
    <w:rsid w:val="0094072A"/>
    <w:rsid w:val="0094300F"/>
    <w:rsid w:val="009432A1"/>
    <w:rsid w:val="009432F8"/>
    <w:rsid w:val="0094341E"/>
    <w:rsid w:val="00943DA8"/>
    <w:rsid w:val="00946A6B"/>
    <w:rsid w:val="00946BCE"/>
    <w:rsid w:val="00946E10"/>
    <w:rsid w:val="009534AF"/>
    <w:rsid w:val="0095380F"/>
    <w:rsid w:val="009541EA"/>
    <w:rsid w:val="009548A6"/>
    <w:rsid w:val="00954F39"/>
    <w:rsid w:val="00954FD3"/>
    <w:rsid w:val="00955451"/>
    <w:rsid w:val="0095584F"/>
    <w:rsid w:val="00956230"/>
    <w:rsid w:val="009568AD"/>
    <w:rsid w:val="00961F1F"/>
    <w:rsid w:val="00964549"/>
    <w:rsid w:val="00964F29"/>
    <w:rsid w:val="009669C4"/>
    <w:rsid w:val="00967529"/>
    <w:rsid w:val="00971EE5"/>
    <w:rsid w:val="009723BA"/>
    <w:rsid w:val="00974B68"/>
    <w:rsid w:val="00974D80"/>
    <w:rsid w:val="00974E46"/>
    <w:rsid w:val="009758EE"/>
    <w:rsid w:val="00975DD0"/>
    <w:rsid w:val="009802DA"/>
    <w:rsid w:val="00981F80"/>
    <w:rsid w:val="009824CA"/>
    <w:rsid w:val="00983468"/>
    <w:rsid w:val="0098453F"/>
    <w:rsid w:val="00984AA5"/>
    <w:rsid w:val="00986063"/>
    <w:rsid w:val="00986382"/>
    <w:rsid w:val="00986418"/>
    <w:rsid w:val="00986AD3"/>
    <w:rsid w:val="00986F54"/>
    <w:rsid w:val="0098779C"/>
    <w:rsid w:val="009918C9"/>
    <w:rsid w:val="009925F4"/>
    <w:rsid w:val="00993386"/>
    <w:rsid w:val="009935FB"/>
    <w:rsid w:val="009A1D8B"/>
    <w:rsid w:val="009A34D4"/>
    <w:rsid w:val="009A3BEC"/>
    <w:rsid w:val="009A6ECF"/>
    <w:rsid w:val="009A7452"/>
    <w:rsid w:val="009B1325"/>
    <w:rsid w:val="009B1A27"/>
    <w:rsid w:val="009B279F"/>
    <w:rsid w:val="009B48BF"/>
    <w:rsid w:val="009B5EA3"/>
    <w:rsid w:val="009B60C3"/>
    <w:rsid w:val="009B7676"/>
    <w:rsid w:val="009B77BE"/>
    <w:rsid w:val="009C0C7F"/>
    <w:rsid w:val="009C109C"/>
    <w:rsid w:val="009C245E"/>
    <w:rsid w:val="009C24C3"/>
    <w:rsid w:val="009C277E"/>
    <w:rsid w:val="009C361A"/>
    <w:rsid w:val="009C4048"/>
    <w:rsid w:val="009C4773"/>
    <w:rsid w:val="009C6C46"/>
    <w:rsid w:val="009D3FF5"/>
    <w:rsid w:val="009D4824"/>
    <w:rsid w:val="009D6831"/>
    <w:rsid w:val="009D7358"/>
    <w:rsid w:val="009D79A1"/>
    <w:rsid w:val="009E0C36"/>
    <w:rsid w:val="009E1E84"/>
    <w:rsid w:val="009E44F5"/>
    <w:rsid w:val="009E4BEE"/>
    <w:rsid w:val="009E5276"/>
    <w:rsid w:val="009E5E4B"/>
    <w:rsid w:val="009E6548"/>
    <w:rsid w:val="009E69DD"/>
    <w:rsid w:val="009F067C"/>
    <w:rsid w:val="009F0AE3"/>
    <w:rsid w:val="009F0C3F"/>
    <w:rsid w:val="009F3382"/>
    <w:rsid w:val="009F47A3"/>
    <w:rsid w:val="009F5DBB"/>
    <w:rsid w:val="009F5E44"/>
    <w:rsid w:val="009F6DDC"/>
    <w:rsid w:val="00A00893"/>
    <w:rsid w:val="00A01ABA"/>
    <w:rsid w:val="00A033B9"/>
    <w:rsid w:val="00A0555C"/>
    <w:rsid w:val="00A10915"/>
    <w:rsid w:val="00A10F58"/>
    <w:rsid w:val="00A11441"/>
    <w:rsid w:val="00A13186"/>
    <w:rsid w:val="00A136B0"/>
    <w:rsid w:val="00A16132"/>
    <w:rsid w:val="00A1637E"/>
    <w:rsid w:val="00A163AC"/>
    <w:rsid w:val="00A17AF7"/>
    <w:rsid w:val="00A20E13"/>
    <w:rsid w:val="00A21E80"/>
    <w:rsid w:val="00A2430C"/>
    <w:rsid w:val="00A24C7C"/>
    <w:rsid w:val="00A25ECB"/>
    <w:rsid w:val="00A260C7"/>
    <w:rsid w:val="00A26D5E"/>
    <w:rsid w:val="00A2732A"/>
    <w:rsid w:val="00A27D9D"/>
    <w:rsid w:val="00A313E8"/>
    <w:rsid w:val="00A31D38"/>
    <w:rsid w:val="00A31E36"/>
    <w:rsid w:val="00A34AD8"/>
    <w:rsid w:val="00A370C7"/>
    <w:rsid w:val="00A371CF"/>
    <w:rsid w:val="00A37378"/>
    <w:rsid w:val="00A40D02"/>
    <w:rsid w:val="00A41888"/>
    <w:rsid w:val="00A41A2C"/>
    <w:rsid w:val="00A4265E"/>
    <w:rsid w:val="00A43E4A"/>
    <w:rsid w:val="00A46A67"/>
    <w:rsid w:val="00A46BA7"/>
    <w:rsid w:val="00A47426"/>
    <w:rsid w:val="00A50BAB"/>
    <w:rsid w:val="00A529DD"/>
    <w:rsid w:val="00A52C13"/>
    <w:rsid w:val="00A54809"/>
    <w:rsid w:val="00A54AC1"/>
    <w:rsid w:val="00A565A1"/>
    <w:rsid w:val="00A56EAC"/>
    <w:rsid w:val="00A57866"/>
    <w:rsid w:val="00A57C01"/>
    <w:rsid w:val="00A60DD3"/>
    <w:rsid w:val="00A6107A"/>
    <w:rsid w:val="00A619D7"/>
    <w:rsid w:val="00A62127"/>
    <w:rsid w:val="00A62198"/>
    <w:rsid w:val="00A62324"/>
    <w:rsid w:val="00A65C75"/>
    <w:rsid w:val="00A6610C"/>
    <w:rsid w:val="00A66DC6"/>
    <w:rsid w:val="00A70021"/>
    <w:rsid w:val="00A71963"/>
    <w:rsid w:val="00A72127"/>
    <w:rsid w:val="00A721AE"/>
    <w:rsid w:val="00A73867"/>
    <w:rsid w:val="00A74EAC"/>
    <w:rsid w:val="00A77569"/>
    <w:rsid w:val="00A8014C"/>
    <w:rsid w:val="00A8449F"/>
    <w:rsid w:val="00A86251"/>
    <w:rsid w:val="00A879D6"/>
    <w:rsid w:val="00A87D42"/>
    <w:rsid w:val="00A90308"/>
    <w:rsid w:val="00A90C5E"/>
    <w:rsid w:val="00A915A6"/>
    <w:rsid w:val="00A9161A"/>
    <w:rsid w:val="00A91F3B"/>
    <w:rsid w:val="00A93321"/>
    <w:rsid w:val="00A93B52"/>
    <w:rsid w:val="00A95411"/>
    <w:rsid w:val="00A967E5"/>
    <w:rsid w:val="00AA046B"/>
    <w:rsid w:val="00AA104E"/>
    <w:rsid w:val="00AA1FDC"/>
    <w:rsid w:val="00AA4714"/>
    <w:rsid w:val="00AA5E2C"/>
    <w:rsid w:val="00AA61AE"/>
    <w:rsid w:val="00AA6F90"/>
    <w:rsid w:val="00AA7AD4"/>
    <w:rsid w:val="00AB085A"/>
    <w:rsid w:val="00AB0A77"/>
    <w:rsid w:val="00AB1D2B"/>
    <w:rsid w:val="00AB2E29"/>
    <w:rsid w:val="00AB3492"/>
    <w:rsid w:val="00AB3B86"/>
    <w:rsid w:val="00AB4353"/>
    <w:rsid w:val="00AB6A15"/>
    <w:rsid w:val="00AB6FC1"/>
    <w:rsid w:val="00AB74F6"/>
    <w:rsid w:val="00AC0A34"/>
    <w:rsid w:val="00AC2DC7"/>
    <w:rsid w:val="00AC3110"/>
    <w:rsid w:val="00AC3658"/>
    <w:rsid w:val="00AC38AC"/>
    <w:rsid w:val="00AC38F7"/>
    <w:rsid w:val="00AC4F04"/>
    <w:rsid w:val="00AC5A9B"/>
    <w:rsid w:val="00AC7E48"/>
    <w:rsid w:val="00AD0464"/>
    <w:rsid w:val="00AD3A3E"/>
    <w:rsid w:val="00AD4ADA"/>
    <w:rsid w:val="00AD7F7E"/>
    <w:rsid w:val="00AE426F"/>
    <w:rsid w:val="00AE5CC7"/>
    <w:rsid w:val="00AE6483"/>
    <w:rsid w:val="00AF2117"/>
    <w:rsid w:val="00AF3289"/>
    <w:rsid w:val="00AF4A79"/>
    <w:rsid w:val="00AF54A6"/>
    <w:rsid w:val="00AF61E6"/>
    <w:rsid w:val="00AF79C0"/>
    <w:rsid w:val="00B005AD"/>
    <w:rsid w:val="00B01401"/>
    <w:rsid w:val="00B02321"/>
    <w:rsid w:val="00B04476"/>
    <w:rsid w:val="00B04721"/>
    <w:rsid w:val="00B07878"/>
    <w:rsid w:val="00B109E4"/>
    <w:rsid w:val="00B11859"/>
    <w:rsid w:val="00B11CAE"/>
    <w:rsid w:val="00B153A9"/>
    <w:rsid w:val="00B15428"/>
    <w:rsid w:val="00B17305"/>
    <w:rsid w:val="00B17FD9"/>
    <w:rsid w:val="00B20137"/>
    <w:rsid w:val="00B203FA"/>
    <w:rsid w:val="00B220B8"/>
    <w:rsid w:val="00B227FD"/>
    <w:rsid w:val="00B23365"/>
    <w:rsid w:val="00B2464D"/>
    <w:rsid w:val="00B24654"/>
    <w:rsid w:val="00B24721"/>
    <w:rsid w:val="00B24E28"/>
    <w:rsid w:val="00B25459"/>
    <w:rsid w:val="00B30351"/>
    <w:rsid w:val="00B30E70"/>
    <w:rsid w:val="00B30EC2"/>
    <w:rsid w:val="00B31475"/>
    <w:rsid w:val="00B31F03"/>
    <w:rsid w:val="00B31F69"/>
    <w:rsid w:val="00B3382E"/>
    <w:rsid w:val="00B3482C"/>
    <w:rsid w:val="00B35164"/>
    <w:rsid w:val="00B378EB"/>
    <w:rsid w:val="00B37E43"/>
    <w:rsid w:val="00B41A5F"/>
    <w:rsid w:val="00B41B79"/>
    <w:rsid w:val="00B450D1"/>
    <w:rsid w:val="00B47070"/>
    <w:rsid w:val="00B53BCB"/>
    <w:rsid w:val="00B54219"/>
    <w:rsid w:val="00B54F52"/>
    <w:rsid w:val="00B550E6"/>
    <w:rsid w:val="00B55B8D"/>
    <w:rsid w:val="00B565A1"/>
    <w:rsid w:val="00B56C7E"/>
    <w:rsid w:val="00B5715E"/>
    <w:rsid w:val="00B600D0"/>
    <w:rsid w:val="00B623B2"/>
    <w:rsid w:val="00B632FC"/>
    <w:rsid w:val="00B63795"/>
    <w:rsid w:val="00B63EE5"/>
    <w:rsid w:val="00B65DC2"/>
    <w:rsid w:val="00B67425"/>
    <w:rsid w:val="00B67875"/>
    <w:rsid w:val="00B731C7"/>
    <w:rsid w:val="00B733B5"/>
    <w:rsid w:val="00B73F31"/>
    <w:rsid w:val="00B75476"/>
    <w:rsid w:val="00B7709E"/>
    <w:rsid w:val="00B77D4A"/>
    <w:rsid w:val="00B81795"/>
    <w:rsid w:val="00B81EF0"/>
    <w:rsid w:val="00B827CD"/>
    <w:rsid w:val="00B827D5"/>
    <w:rsid w:val="00B839C7"/>
    <w:rsid w:val="00B85783"/>
    <w:rsid w:val="00B861BA"/>
    <w:rsid w:val="00B863AC"/>
    <w:rsid w:val="00B867AE"/>
    <w:rsid w:val="00B86EB0"/>
    <w:rsid w:val="00B86F00"/>
    <w:rsid w:val="00B908AC"/>
    <w:rsid w:val="00B950E9"/>
    <w:rsid w:val="00B95B5F"/>
    <w:rsid w:val="00B96A52"/>
    <w:rsid w:val="00B96EAC"/>
    <w:rsid w:val="00BA1D03"/>
    <w:rsid w:val="00BA1F14"/>
    <w:rsid w:val="00BA38F9"/>
    <w:rsid w:val="00BA72D9"/>
    <w:rsid w:val="00BA76B1"/>
    <w:rsid w:val="00BB0898"/>
    <w:rsid w:val="00BB145B"/>
    <w:rsid w:val="00BB3124"/>
    <w:rsid w:val="00BB3CC4"/>
    <w:rsid w:val="00BB3F8E"/>
    <w:rsid w:val="00BB5621"/>
    <w:rsid w:val="00BB5667"/>
    <w:rsid w:val="00BB6670"/>
    <w:rsid w:val="00BB7D54"/>
    <w:rsid w:val="00BC0234"/>
    <w:rsid w:val="00BC0CF7"/>
    <w:rsid w:val="00BC18AA"/>
    <w:rsid w:val="00BC2084"/>
    <w:rsid w:val="00BC2E6B"/>
    <w:rsid w:val="00BC332E"/>
    <w:rsid w:val="00BC3BB4"/>
    <w:rsid w:val="00BC4148"/>
    <w:rsid w:val="00BC4377"/>
    <w:rsid w:val="00BC46A5"/>
    <w:rsid w:val="00BC526E"/>
    <w:rsid w:val="00BC54FE"/>
    <w:rsid w:val="00BC71F4"/>
    <w:rsid w:val="00BC7569"/>
    <w:rsid w:val="00BC7DF2"/>
    <w:rsid w:val="00BD0E9C"/>
    <w:rsid w:val="00BD13EA"/>
    <w:rsid w:val="00BD27EA"/>
    <w:rsid w:val="00BD3587"/>
    <w:rsid w:val="00BD3D22"/>
    <w:rsid w:val="00BD3D48"/>
    <w:rsid w:val="00BD43D5"/>
    <w:rsid w:val="00BD7F0E"/>
    <w:rsid w:val="00BE158E"/>
    <w:rsid w:val="00BE5001"/>
    <w:rsid w:val="00BE66B9"/>
    <w:rsid w:val="00BE6F3F"/>
    <w:rsid w:val="00BF058E"/>
    <w:rsid w:val="00BF1694"/>
    <w:rsid w:val="00BF407F"/>
    <w:rsid w:val="00C018DC"/>
    <w:rsid w:val="00C032AC"/>
    <w:rsid w:val="00C04BB1"/>
    <w:rsid w:val="00C060C7"/>
    <w:rsid w:val="00C06744"/>
    <w:rsid w:val="00C104AC"/>
    <w:rsid w:val="00C12AAC"/>
    <w:rsid w:val="00C14B67"/>
    <w:rsid w:val="00C2132D"/>
    <w:rsid w:val="00C22672"/>
    <w:rsid w:val="00C22D4F"/>
    <w:rsid w:val="00C23196"/>
    <w:rsid w:val="00C23760"/>
    <w:rsid w:val="00C244B7"/>
    <w:rsid w:val="00C25730"/>
    <w:rsid w:val="00C27E16"/>
    <w:rsid w:val="00C308B0"/>
    <w:rsid w:val="00C31A4F"/>
    <w:rsid w:val="00C33515"/>
    <w:rsid w:val="00C34525"/>
    <w:rsid w:val="00C3729F"/>
    <w:rsid w:val="00C3767B"/>
    <w:rsid w:val="00C4171E"/>
    <w:rsid w:val="00C423CF"/>
    <w:rsid w:val="00C431A3"/>
    <w:rsid w:val="00C4361D"/>
    <w:rsid w:val="00C43C6C"/>
    <w:rsid w:val="00C43E30"/>
    <w:rsid w:val="00C444C6"/>
    <w:rsid w:val="00C456FA"/>
    <w:rsid w:val="00C51576"/>
    <w:rsid w:val="00C53119"/>
    <w:rsid w:val="00C54671"/>
    <w:rsid w:val="00C54E86"/>
    <w:rsid w:val="00C5533A"/>
    <w:rsid w:val="00C571A9"/>
    <w:rsid w:val="00C5757C"/>
    <w:rsid w:val="00C57F25"/>
    <w:rsid w:val="00C64987"/>
    <w:rsid w:val="00C653B2"/>
    <w:rsid w:val="00C65AA3"/>
    <w:rsid w:val="00C65E68"/>
    <w:rsid w:val="00C67AC9"/>
    <w:rsid w:val="00C70AAF"/>
    <w:rsid w:val="00C71515"/>
    <w:rsid w:val="00C72494"/>
    <w:rsid w:val="00C731EF"/>
    <w:rsid w:val="00C735A5"/>
    <w:rsid w:val="00C74732"/>
    <w:rsid w:val="00C749E6"/>
    <w:rsid w:val="00C7521E"/>
    <w:rsid w:val="00C77AFC"/>
    <w:rsid w:val="00C77D63"/>
    <w:rsid w:val="00C82778"/>
    <w:rsid w:val="00C82CA2"/>
    <w:rsid w:val="00C845D7"/>
    <w:rsid w:val="00C867E8"/>
    <w:rsid w:val="00C871D2"/>
    <w:rsid w:val="00C87AA0"/>
    <w:rsid w:val="00C91E6F"/>
    <w:rsid w:val="00C92D85"/>
    <w:rsid w:val="00C9356A"/>
    <w:rsid w:val="00C970C5"/>
    <w:rsid w:val="00CA202E"/>
    <w:rsid w:val="00CA34DA"/>
    <w:rsid w:val="00CA3C2A"/>
    <w:rsid w:val="00CA6C58"/>
    <w:rsid w:val="00CA7C57"/>
    <w:rsid w:val="00CA7C99"/>
    <w:rsid w:val="00CB01F8"/>
    <w:rsid w:val="00CB0725"/>
    <w:rsid w:val="00CB20A4"/>
    <w:rsid w:val="00CB3EE7"/>
    <w:rsid w:val="00CB400A"/>
    <w:rsid w:val="00CB4B54"/>
    <w:rsid w:val="00CB5FA5"/>
    <w:rsid w:val="00CB5FD4"/>
    <w:rsid w:val="00CB6058"/>
    <w:rsid w:val="00CB7BB0"/>
    <w:rsid w:val="00CC14FF"/>
    <w:rsid w:val="00CC29DB"/>
    <w:rsid w:val="00CC345E"/>
    <w:rsid w:val="00CC3C55"/>
    <w:rsid w:val="00CC4200"/>
    <w:rsid w:val="00CC4217"/>
    <w:rsid w:val="00CC76D6"/>
    <w:rsid w:val="00CD3AEE"/>
    <w:rsid w:val="00CD5CC4"/>
    <w:rsid w:val="00CD6A77"/>
    <w:rsid w:val="00CD6FE6"/>
    <w:rsid w:val="00CD7C21"/>
    <w:rsid w:val="00CE0134"/>
    <w:rsid w:val="00CE350C"/>
    <w:rsid w:val="00CE5045"/>
    <w:rsid w:val="00CE644B"/>
    <w:rsid w:val="00CE64FA"/>
    <w:rsid w:val="00CE72E1"/>
    <w:rsid w:val="00CE7563"/>
    <w:rsid w:val="00CF0275"/>
    <w:rsid w:val="00CF420A"/>
    <w:rsid w:val="00CF4936"/>
    <w:rsid w:val="00CF54B3"/>
    <w:rsid w:val="00CF631D"/>
    <w:rsid w:val="00CF79EB"/>
    <w:rsid w:val="00D0100B"/>
    <w:rsid w:val="00D03E75"/>
    <w:rsid w:val="00D04127"/>
    <w:rsid w:val="00D04F9C"/>
    <w:rsid w:val="00D06354"/>
    <w:rsid w:val="00D1231D"/>
    <w:rsid w:val="00D12447"/>
    <w:rsid w:val="00D146F3"/>
    <w:rsid w:val="00D147DA"/>
    <w:rsid w:val="00D16D90"/>
    <w:rsid w:val="00D17072"/>
    <w:rsid w:val="00D170F2"/>
    <w:rsid w:val="00D210BF"/>
    <w:rsid w:val="00D228B9"/>
    <w:rsid w:val="00D23213"/>
    <w:rsid w:val="00D237BB"/>
    <w:rsid w:val="00D24A8C"/>
    <w:rsid w:val="00D260BA"/>
    <w:rsid w:val="00D26F84"/>
    <w:rsid w:val="00D315F3"/>
    <w:rsid w:val="00D32954"/>
    <w:rsid w:val="00D33022"/>
    <w:rsid w:val="00D33374"/>
    <w:rsid w:val="00D33A79"/>
    <w:rsid w:val="00D36EC8"/>
    <w:rsid w:val="00D3765E"/>
    <w:rsid w:val="00D400BA"/>
    <w:rsid w:val="00D44915"/>
    <w:rsid w:val="00D5172C"/>
    <w:rsid w:val="00D524F6"/>
    <w:rsid w:val="00D53D02"/>
    <w:rsid w:val="00D5549F"/>
    <w:rsid w:val="00D614DC"/>
    <w:rsid w:val="00D6168B"/>
    <w:rsid w:val="00D62018"/>
    <w:rsid w:val="00D62BCE"/>
    <w:rsid w:val="00D63868"/>
    <w:rsid w:val="00D6427E"/>
    <w:rsid w:val="00D6449E"/>
    <w:rsid w:val="00D64730"/>
    <w:rsid w:val="00D6612E"/>
    <w:rsid w:val="00D6672D"/>
    <w:rsid w:val="00D667E3"/>
    <w:rsid w:val="00D67A58"/>
    <w:rsid w:val="00D70CC8"/>
    <w:rsid w:val="00D70CD1"/>
    <w:rsid w:val="00D719D6"/>
    <w:rsid w:val="00D73C77"/>
    <w:rsid w:val="00D75268"/>
    <w:rsid w:val="00D75429"/>
    <w:rsid w:val="00D75619"/>
    <w:rsid w:val="00D76286"/>
    <w:rsid w:val="00D774FA"/>
    <w:rsid w:val="00D7759F"/>
    <w:rsid w:val="00D808C2"/>
    <w:rsid w:val="00D80CDA"/>
    <w:rsid w:val="00D816F4"/>
    <w:rsid w:val="00D85C71"/>
    <w:rsid w:val="00D85DD9"/>
    <w:rsid w:val="00D86005"/>
    <w:rsid w:val="00D86383"/>
    <w:rsid w:val="00D87745"/>
    <w:rsid w:val="00D90042"/>
    <w:rsid w:val="00D94DA5"/>
    <w:rsid w:val="00D9577A"/>
    <w:rsid w:val="00D95C36"/>
    <w:rsid w:val="00D96CD2"/>
    <w:rsid w:val="00D97AA3"/>
    <w:rsid w:val="00DA1ABB"/>
    <w:rsid w:val="00DA551B"/>
    <w:rsid w:val="00DA7249"/>
    <w:rsid w:val="00DB08C9"/>
    <w:rsid w:val="00DB0BAD"/>
    <w:rsid w:val="00DB121D"/>
    <w:rsid w:val="00DB1B70"/>
    <w:rsid w:val="00DB362B"/>
    <w:rsid w:val="00DB4C32"/>
    <w:rsid w:val="00DB6102"/>
    <w:rsid w:val="00DB6435"/>
    <w:rsid w:val="00DB7EFC"/>
    <w:rsid w:val="00DC0AFB"/>
    <w:rsid w:val="00DC0E6F"/>
    <w:rsid w:val="00DC3171"/>
    <w:rsid w:val="00DC55B3"/>
    <w:rsid w:val="00DC6C93"/>
    <w:rsid w:val="00DC7B54"/>
    <w:rsid w:val="00DD0E8F"/>
    <w:rsid w:val="00DD1C6A"/>
    <w:rsid w:val="00DD1C80"/>
    <w:rsid w:val="00DD2676"/>
    <w:rsid w:val="00DD29B9"/>
    <w:rsid w:val="00DD392D"/>
    <w:rsid w:val="00DD43DA"/>
    <w:rsid w:val="00DD455D"/>
    <w:rsid w:val="00DD4710"/>
    <w:rsid w:val="00DD5183"/>
    <w:rsid w:val="00DD5899"/>
    <w:rsid w:val="00DD61A3"/>
    <w:rsid w:val="00DD6F3F"/>
    <w:rsid w:val="00DD7F2F"/>
    <w:rsid w:val="00DD7FD8"/>
    <w:rsid w:val="00DE0753"/>
    <w:rsid w:val="00DE0908"/>
    <w:rsid w:val="00DE103A"/>
    <w:rsid w:val="00DE1664"/>
    <w:rsid w:val="00DE2D79"/>
    <w:rsid w:val="00DE557B"/>
    <w:rsid w:val="00DE6BE2"/>
    <w:rsid w:val="00DE6F3A"/>
    <w:rsid w:val="00DF2FD7"/>
    <w:rsid w:val="00DF48A8"/>
    <w:rsid w:val="00DF5F96"/>
    <w:rsid w:val="00E00187"/>
    <w:rsid w:val="00E006AB"/>
    <w:rsid w:val="00E01CEC"/>
    <w:rsid w:val="00E025F7"/>
    <w:rsid w:val="00E030B8"/>
    <w:rsid w:val="00E03243"/>
    <w:rsid w:val="00E048B7"/>
    <w:rsid w:val="00E05103"/>
    <w:rsid w:val="00E05305"/>
    <w:rsid w:val="00E0581C"/>
    <w:rsid w:val="00E0621D"/>
    <w:rsid w:val="00E0695B"/>
    <w:rsid w:val="00E077E9"/>
    <w:rsid w:val="00E10823"/>
    <w:rsid w:val="00E10E93"/>
    <w:rsid w:val="00E135CE"/>
    <w:rsid w:val="00E14C77"/>
    <w:rsid w:val="00E204CF"/>
    <w:rsid w:val="00E20AF1"/>
    <w:rsid w:val="00E20E31"/>
    <w:rsid w:val="00E25950"/>
    <w:rsid w:val="00E259CD"/>
    <w:rsid w:val="00E25F0C"/>
    <w:rsid w:val="00E302B5"/>
    <w:rsid w:val="00E322F7"/>
    <w:rsid w:val="00E34FD7"/>
    <w:rsid w:val="00E37C48"/>
    <w:rsid w:val="00E37D8F"/>
    <w:rsid w:val="00E42683"/>
    <w:rsid w:val="00E4299A"/>
    <w:rsid w:val="00E434CB"/>
    <w:rsid w:val="00E43B88"/>
    <w:rsid w:val="00E47192"/>
    <w:rsid w:val="00E47F38"/>
    <w:rsid w:val="00E50F59"/>
    <w:rsid w:val="00E545B0"/>
    <w:rsid w:val="00E56866"/>
    <w:rsid w:val="00E648EC"/>
    <w:rsid w:val="00E65EAF"/>
    <w:rsid w:val="00E65F4A"/>
    <w:rsid w:val="00E66637"/>
    <w:rsid w:val="00E67EAD"/>
    <w:rsid w:val="00E70921"/>
    <w:rsid w:val="00E709A3"/>
    <w:rsid w:val="00E70D69"/>
    <w:rsid w:val="00E72123"/>
    <w:rsid w:val="00E7226A"/>
    <w:rsid w:val="00E725FA"/>
    <w:rsid w:val="00E73C4A"/>
    <w:rsid w:val="00E73D6C"/>
    <w:rsid w:val="00E7487C"/>
    <w:rsid w:val="00E7491F"/>
    <w:rsid w:val="00E75DB8"/>
    <w:rsid w:val="00E810B0"/>
    <w:rsid w:val="00E81BB0"/>
    <w:rsid w:val="00E82030"/>
    <w:rsid w:val="00E820A4"/>
    <w:rsid w:val="00E82CFC"/>
    <w:rsid w:val="00E837DE"/>
    <w:rsid w:val="00E83A00"/>
    <w:rsid w:val="00E83BD7"/>
    <w:rsid w:val="00E83C30"/>
    <w:rsid w:val="00E83F84"/>
    <w:rsid w:val="00E8483D"/>
    <w:rsid w:val="00E86B81"/>
    <w:rsid w:val="00E86FDD"/>
    <w:rsid w:val="00E8799E"/>
    <w:rsid w:val="00E9105F"/>
    <w:rsid w:val="00E931F9"/>
    <w:rsid w:val="00E934CB"/>
    <w:rsid w:val="00E941F7"/>
    <w:rsid w:val="00E95825"/>
    <w:rsid w:val="00E95C15"/>
    <w:rsid w:val="00EA1E31"/>
    <w:rsid w:val="00EA1FDF"/>
    <w:rsid w:val="00EA3C12"/>
    <w:rsid w:val="00EA3E70"/>
    <w:rsid w:val="00EA3FB1"/>
    <w:rsid w:val="00EA6025"/>
    <w:rsid w:val="00EA7E0E"/>
    <w:rsid w:val="00EA7F10"/>
    <w:rsid w:val="00EB0B3D"/>
    <w:rsid w:val="00EB1483"/>
    <w:rsid w:val="00EB2975"/>
    <w:rsid w:val="00EB62EC"/>
    <w:rsid w:val="00EB6D16"/>
    <w:rsid w:val="00EB77D1"/>
    <w:rsid w:val="00EC1C0C"/>
    <w:rsid w:val="00EC30A6"/>
    <w:rsid w:val="00EC41CE"/>
    <w:rsid w:val="00EC42E5"/>
    <w:rsid w:val="00EC4E50"/>
    <w:rsid w:val="00EC50E9"/>
    <w:rsid w:val="00EC7091"/>
    <w:rsid w:val="00ED35E3"/>
    <w:rsid w:val="00ED5427"/>
    <w:rsid w:val="00ED5A53"/>
    <w:rsid w:val="00EE143A"/>
    <w:rsid w:val="00EE3D2C"/>
    <w:rsid w:val="00EE47BE"/>
    <w:rsid w:val="00EE6801"/>
    <w:rsid w:val="00EE74A5"/>
    <w:rsid w:val="00EE7DC8"/>
    <w:rsid w:val="00EF048D"/>
    <w:rsid w:val="00EF2840"/>
    <w:rsid w:val="00EF306D"/>
    <w:rsid w:val="00EF397D"/>
    <w:rsid w:val="00EF3AAC"/>
    <w:rsid w:val="00EF4030"/>
    <w:rsid w:val="00F01831"/>
    <w:rsid w:val="00F0534D"/>
    <w:rsid w:val="00F05664"/>
    <w:rsid w:val="00F066AD"/>
    <w:rsid w:val="00F11DCC"/>
    <w:rsid w:val="00F120D5"/>
    <w:rsid w:val="00F12DEF"/>
    <w:rsid w:val="00F15676"/>
    <w:rsid w:val="00F21F3F"/>
    <w:rsid w:val="00F22E95"/>
    <w:rsid w:val="00F2327F"/>
    <w:rsid w:val="00F2395C"/>
    <w:rsid w:val="00F26233"/>
    <w:rsid w:val="00F266E8"/>
    <w:rsid w:val="00F26AD7"/>
    <w:rsid w:val="00F27260"/>
    <w:rsid w:val="00F303E7"/>
    <w:rsid w:val="00F30F2F"/>
    <w:rsid w:val="00F30FFD"/>
    <w:rsid w:val="00F31676"/>
    <w:rsid w:val="00F31E21"/>
    <w:rsid w:val="00F32CB3"/>
    <w:rsid w:val="00F32DAC"/>
    <w:rsid w:val="00F32F84"/>
    <w:rsid w:val="00F33C5C"/>
    <w:rsid w:val="00F3407D"/>
    <w:rsid w:val="00F353D5"/>
    <w:rsid w:val="00F376E4"/>
    <w:rsid w:val="00F40DFA"/>
    <w:rsid w:val="00F4161B"/>
    <w:rsid w:val="00F419AD"/>
    <w:rsid w:val="00F43DDE"/>
    <w:rsid w:val="00F4522B"/>
    <w:rsid w:val="00F472D8"/>
    <w:rsid w:val="00F47A30"/>
    <w:rsid w:val="00F5389D"/>
    <w:rsid w:val="00F5451A"/>
    <w:rsid w:val="00F5454E"/>
    <w:rsid w:val="00F54A5E"/>
    <w:rsid w:val="00F54D0E"/>
    <w:rsid w:val="00F562DF"/>
    <w:rsid w:val="00F5664A"/>
    <w:rsid w:val="00F64893"/>
    <w:rsid w:val="00F6630F"/>
    <w:rsid w:val="00F665AA"/>
    <w:rsid w:val="00F67092"/>
    <w:rsid w:val="00F67CBB"/>
    <w:rsid w:val="00F71127"/>
    <w:rsid w:val="00F71E07"/>
    <w:rsid w:val="00F723E7"/>
    <w:rsid w:val="00F72A7B"/>
    <w:rsid w:val="00F72ED2"/>
    <w:rsid w:val="00F74F02"/>
    <w:rsid w:val="00F809C6"/>
    <w:rsid w:val="00F824D2"/>
    <w:rsid w:val="00F83883"/>
    <w:rsid w:val="00F84572"/>
    <w:rsid w:val="00F86E29"/>
    <w:rsid w:val="00F924E5"/>
    <w:rsid w:val="00F9316C"/>
    <w:rsid w:val="00F933F1"/>
    <w:rsid w:val="00F94676"/>
    <w:rsid w:val="00F95184"/>
    <w:rsid w:val="00F955F6"/>
    <w:rsid w:val="00F9702D"/>
    <w:rsid w:val="00FA00CF"/>
    <w:rsid w:val="00FA0CFB"/>
    <w:rsid w:val="00FA228F"/>
    <w:rsid w:val="00FA3856"/>
    <w:rsid w:val="00FA4AB4"/>
    <w:rsid w:val="00FA5635"/>
    <w:rsid w:val="00FA5AE2"/>
    <w:rsid w:val="00FA5F7E"/>
    <w:rsid w:val="00FA70EF"/>
    <w:rsid w:val="00FA7CC4"/>
    <w:rsid w:val="00FA7E85"/>
    <w:rsid w:val="00FB119C"/>
    <w:rsid w:val="00FB162D"/>
    <w:rsid w:val="00FB2F00"/>
    <w:rsid w:val="00FB50CE"/>
    <w:rsid w:val="00FB757B"/>
    <w:rsid w:val="00FC0833"/>
    <w:rsid w:val="00FC09FC"/>
    <w:rsid w:val="00FC1F67"/>
    <w:rsid w:val="00FC23C8"/>
    <w:rsid w:val="00FC30A7"/>
    <w:rsid w:val="00FC4351"/>
    <w:rsid w:val="00FC4D01"/>
    <w:rsid w:val="00FC6547"/>
    <w:rsid w:val="00FC6975"/>
    <w:rsid w:val="00FD0CF4"/>
    <w:rsid w:val="00FD2D8A"/>
    <w:rsid w:val="00FD38DA"/>
    <w:rsid w:val="00FD49F9"/>
    <w:rsid w:val="00FD7EAC"/>
    <w:rsid w:val="00FE0237"/>
    <w:rsid w:val="00FE1A1B"/>
    <w:rsid w:val="00FE31C7"/>
    <w:rsid w:val="00FE58CB"/>
    <w:rsid w:val="00FE5CB3"/>
    <w:rsid w:val="00FE5F31"/>
    <w:rsid w:val="00FE6334"/>
    <w:rsid w:val="00FE7269"/>
    <w:rsid w:val="00FE7602"/>
    <w:rsid w:val="00FF3CAB"/>
    <w:rsid w:val="00FF45A6"/>
    <w:rsid w:val="00FF499F"/>
    <w:rsid w:val="00FF5022"/>
    <w:rsid w:val="00FF59BC"/>
    <w:rsid w:val="00FF7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73A2F0"/>
  <w15:docId w15:val="{35FA8999-5D3E-4C57-9A3D-68F16A868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lsdException w:name="heading 6" w:semiHidden="1" w:uiPriority="2"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3C4895"/>
    <w:pPr>
      <w:spacing w:after="120"/>
    </w:pPr>
  </w:style>
  <w:style w:type="paragraph" w:styleId="Heading1">
    <w:name w:val="heading 1"/>
    <w:next w:val="BodyText"/>
    <w:link w:val="Heading1Char"/>
    <w:uiPriority w:val="2"/>
    <w:qFormat/>
    <w:rsid w:val="00A163AC"/>
    <w:pPr>
      <w:keepNext/>
      <w:pageBreakBefore/>
      <w:numPr>
        <w:numId w:val="18"/>
      </w:numPr>
      <w:spacing w:before="240" w:after="480"/>
      <w:outlineLvl w:val="0"/>
    </w:pPr>
    <w:rPr>
      <w:rFonts w:eastAsia="Times New Roman" w:cs="Arial"/>
      <w:b/>
      <w:bCs/>
      <w:kern w:val="32"/>
      <w:sz w:val="32"/>
      <w:szCs w:val="32"/>
      <w:lang w:eastAsia="en-AU"/>
    </w:rPr>
  </w:style>
  <w:style w:type="paragraph" w:styleId="Heading2">
    <w:name w:val="heading 2"/>
    <w:basedOn w:val="Heading1"/>
    <w:next w:val="BodyText"/>
    <w:link w:val="Heading2Char"/>
    <w:uiPriority w:val="2"/>
    <w:qFormat/>
    <w:rsid w:val="006E5217"/>
    <w:pPr>
      <w:keepLines/>
      <w:pageBreakBefore w:val="0"/>
      <w:numPr>
        <w:ilvl w:val="1"/>
      </w:numPr>
      <w:spacing w:after="60"/>
      <w:outlineLvl w:val="1"/>
    </w:pPr>
    <w:rPr>
      <w:b w:val="0"/>
      <w:iCs/>
      <w:sz w:val="28"/>
      <w:szCs w:val="28"/>
    </w:rPr>
  </w:style>
  <w:style w:type="paragraph" w:styleId="Heading3">
    <w:name w:val="heading 3"/>
    <w:basedOn w:val="Heading2"/>
    <w:next w:val="BodyText"/>
    <w:link w:val="Heading3Char"/>
    <w:uiPriority w:val="2"/>
    <w:qFormat/>
    <w:rsid w:val="00212802"/>
    <w:pPr>
      <w:numPr>
        <w:ilvl w:val="2"/>
      </w:numPr>
      <w:outlineLvl w:val="2"/>
    </w:pPr>
    <w:rPr>
      <w:b/>
      <w:bCs w:val="0"/>
      <w:iCs w:val="0"/>
      <w:sz w:val="24"/>
    </w:rPr>
  </w:style>
  <w:style w:type="paragraph" w:styleId="Heading4">
    <w:name w:val="heading 4"/>
    <w:basedOn w:val="Heading3"/>
    <w:next w:val="BodyText"/>
    <w:link w:val="Heading4Char"/>
    <w:uiPriority w:val="2"/>
    <w:qFormat/>
    <w:rsid w:val="00354564"/>
    <w:pPr>
      <w:numPr>
        <w:ilvl w:val="3"/>
      </w:numPr>
      <w:outlineLvl w:val="3"/>
    </w:pPr>
    <w:rPr>
      <w:bCs/>
      <w:iCs/>
      <w:sz w:val="22"/>
    </w:rPr>
  </w:style>
  <w:style w:type="paragraph" w:styleId="Heading5">
    <w:name w:val="heading 5"/>
    <w:next w:val="BodyText"/>
    <w:link w:val="Heading5Char"/>
    <w:uiPriority w:val="2"/>
    <w:rsid w:val="00174191"/>
    <w:pPr>
      <w:keepNext/>
      <w:numPr>
        <w:ilvl w:val="4"/>
      </w:numPr>
      <w:spacing w:before="120"/>
      <w:ind w:left="851"/>
      <w:outlineLvl w:val="4"/>
    </w:pPr>
    <w:rPr>
      <w:rFonts w:eastAsia="Times New Roman" w:cs="Arial"/>
      <w:b/>
      <w:bCs/>
      <w:i/>
      <w:iCs/>
      <w:kern w:val="32"/>
      <w:szCs w:val="26"/>
      <w:lang w:eastAsia="en-AU"/>
    </w:rPr>
  </w:style>
  <w:style w:type="paragraph" w:styleId="Heading6">
    <w:name w:val="heading 6"/>
    <w:basedOn w:val="Heading5"/>
    <w:next w:val="BodyText"/>
    <w:link w:val="Heading6Char"/>
    <w:uiPriority w:val="2"/>
    <w:semiHidden/>
    <w:rsid w:val="00174191"/>
    <w:pPr>
      <w:numPr>
        <w:ilvl w:val="5"/>
      </w:numPr>
      <w:ind w:left="851"/>
      <w:outlineLvl w:val="5"/>
    </w:pPr>
    <w:rPr>
      <w:b w:val="0"/>
    </w:rPr>
  </w:style>
  <w:style w:type="paragraph" w:styleId="Heading7">
    <w:name w:val="heading 7"/>
    <w:basedOn w:val="Heading6"/>
    <w:next w:val="BodyText"/>
    <w:link w:val="Heading7Char"/>
    <w:uiPriority w:val="9"/>
    <w:semiHidden/>
    <w:qFormat/>
    <w:rsid w:val="007D122F"/>
    <w:pPr>
      <w:numPr>
        <w:ilvl w:val="6"/>
      </w:numPr>
      <w:spacing w:before="0"/>
      <w:ind w:left="1134"/>
      <w:outlineLvl w:val="6"/>
    </w:pPr>
    <w:rPr>
      <w:rFonts w:eastAsiaTheme="majorEastAsia" w:cstheme="majorBidi"/>
      <w:i w:val="0"/>
      <w:iCs w:val="0"/>
    </w:rPr>
  </w:style>
  <w:style w:type="paragraph" w:styleId="Heading8">
    <w:name w:val="heading 8"/>
    <w:basedOn w:val="Heading7"/>
    <w:next w:val="BodyText"/>
    <w:link w:val="Heading8Char"/>
    <w:uiPriority w:val="9"/>
    <w:semiHidden/>
    <w:qFormat/>
    <w:rsid w:val="007D122F"/>
    <w:pPr>
      <w:numPr>
        <w:ilvl w:val="7"/>
      </w:numPr>
      <w:ind w:left="1134"/>
      <w:outlineLvl w:val="7"/>
    </w:pPr>
    <w:rPr>
      <w:szCs w:val="20"/>
    </w:rPr>
  </w:style>
  <w:style w:type="paragraph" w:styleId="Heading9">
    <w:name w:val="heading 9"/>
    <w:basedOn w:val="Heading8"/>
    <w:next w:val="BodyText"/>
    <w:link w:val="Heading9Char"/>
    <w:uiPriority w:val="9"/>
    <w:semiHidden/>
    <w:qFormat/>
    <w:rsid w:val="007D122F"/>
    <w:pPr>
      <w:numPr>
        <w:ilvl w:val="8"/>
      </w:numPr>
      <w:ind w:left="1134"/>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0042"/>
    <w:pPr>
      <w:spacing w:after="120"/>
      <w:ind w:left="851"/>
    </w:pPr>
    <w:rPr>
      <w:rFonts w:eastAsia="Times New Roman"/>
      <w:szCs w:val="24"/>
      <w:lang w:eastAsia="en-AU"/>
    </w:rPr>
  </w:style>
  <w:style w:type="character" w:customStyle="1" w:styleId="BodyTextChar">
    <w:name w:val="Body Text Char"/>
    <w:basedOn w:val="DefaultParagraphFont"/>
    <w:link w:val="BodyText"/>
    <w:rsid w:val="00D90042"/>
    <w:rPr>
      <w:rFonts w:eastAsia="Times New Roman"/>
      <w:szCs w:val="24"/>
      <w:lang w:eastAsia="en-AU"/>
    </w:rPr>
  </w:style>
  <w:style w:type="paragraph" w:customStyle="1" w:styleId="Frontdate">
    <w:name w:val="Front:date"/>
    <w:basedOn w:val="Normal"/>
    <w:next w:val="BodyText"/>
    <w:link w:val="FrontdateChar"/>
    <w:uiPriority w:val="99"/>
    <w:semiHidden/>
    <w:rsid w:val="007D122F"/>
    <w:pPr>
      <w:keepLines/>
      <w:spacing w:before="200" w:after="0"/>
      <w:ind w:left="-567" w:right="1134"/>
      <w:jc w:val="center"/>
    </w:pPr>
    <w:rPr>
      <w:sz w:val="24"/>
      <w:lang w:eastAsia="en-AU"/>
    </w:rPr>
  </w:style>
  <w:style w:type="character" w:customStyle="1" w:styleId="FrontdateChar">
    <w:name w:val="Front:date Char"/>
    <w:link w:val="Frontdate"/>
    <w:uiPriority w:val="99"/>
    <w:semiHidden/>
    <w:locked/>
    <w:rsid w:val="007D122F"/>
    <w:rPr>
      <w:rFonts w:eastAsia="Times New Roman"/>
      <w:sz w:val="24"/>
      <w:szCs w:val="22"/>
      <w:lang w:eastAsia="en-AU"/>
    </w:rPr>
  </w:style>
  <w:style w:type="paragraph" w:customStyle="1" w:styleId="Frontversion">
    <w:name w:val="Front:version"/>
    <w:basedOn w:val="Frontdate"/>
    <w:next w:val="BodyText"/>
    <w:link w:val="FrontversionChar"/>
    <w:uiPriority w:val="99"/>
    <w:semiHidden/>
    <w:rsid w:val="007D122F"/>
  </w:style>
  <w:style w:type="character" w:customStyle="1" w:styleId="FrontversionChar">
    <w:name w:val="Front:version Char"/>
    <w:link w:val="Frontversion"/>
    <w:uiPriority w:val="99"/>
    <w:semiHidden/>
    <w:locked/>
    <w:rsid w:val="007D122F"/>
    <w:rPr>
      <w:rFonts w:eastAsia="Times New Roman"/>
      <w:sz w:val="24"/>
      <w:szCs w:val="22"/>
      <w:lang w:eastAsia="en-AU"/>
    </w:rPr>
  </w:style>
  <w:style w:type="character" w:customStyle="1" w:styleId="Version">
    <w:name w:val="Version"/>
    <w:uiPriority w:val="99"/>
    <w:semiHidden/>
    <w:rsid w:val="007D122F"/>
  </w:style>
  <w:style w:type="table" w:styleId="TableGrid">
    <w:name w:val="Table Grid"/>
    <w:basedOn w:val="TableNormal"/>
    <w:uiPriority w:val="59"/>
    <w:rsid w:val="007D122F"/>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C1F67"/>
    <w:pPr>
      <w:pBdr>
        <w:bottom w:val="single" w:sz="2" w:space="3" w:color="auto"/>
      </w:pBdr>
      <w:tabs>
        <w:tab w:val="right" w:pos="9639"/>
      </w:tabs>
      <w:spacing w:after="60"/>
    </w:pPr>
    <w:rPr>
      <w:sz w:val="18"/>
    </w:rPr>
  </w:style>
  <w:style w:type="character" w:customStyle="1" w:styleId="HeaderChar">
    <w:name w:val="Header Char"/>
    <w:basedOn w:val="DefaultParagraphFont"/>
    <w:link w:val="Header"/>
    <w:uiPriority w:val="99"/>
    <w:semiHidden/>
    <w:rsid w:val="002E1611"/>
    <w:rPr>
      <w:rFonts w:ascii="Calibri" w:eastAsia="Times New Roman" w:hAnsi="Calibri"/>
      <w:sz w:val="18"/>
      <w:szCs w:val="24"/>
    </w:rPr>
  </w:style>
  <w:style w:type="paragraph" w:styleId="Footer">
    <w:name w:val="footer"/>
    <w:basedOn w:val="Normal"/>
    <w:link w:val="FooterChar"/>
    <w:rsid w:val="00FC1F67"/>
    <w:pPr>
      <w:pBdr>
        <w:top w:val="single" w:sz="2" w:space="3" w:color="auto"/>
      </w:pBdr>
      <w:tabs>
        <w:tab w:val="center" w:pos="4820"/>
        <w:tab w:val="right" w:pos="9639"/>
      </w:tabs>
      <w:spacing w:after="0"/>
    </w:pPr>
    <w:rPr>
      <w:sz w:val="18"/>
    </w:rPr>
  </w:style>
  <w:style w:type="character" w:customStyle="1" w:styleId="FooterChar">
    <w:name w:val="Footer Char"/>
    <w:basedOn w:val="DefaultParagraphFont"/>
    <w:link w:val="Footer"/>
    <w:uiPriority w:val="99"/>
    <w:semiHidden/>
    <w:rsid w:val="00FC1F67"/>
    <w:rPr>
      <w:rFonts w:ascii="Calibri" w:eastAsia="Times New Roman" w:hAnsi="Calibri"/>
      <w:sz w:val="18"/>
      <w:szCs w:val="24"/>
    </w:rPr>
  </w:style>
  <w:style w:type="paragraph" w:customStyle="1" w:styleId="Footerlandscape">
    <w:name w:val="Footer landscape"/>
    <w:basedOn w:val="Footer"/>
    <w:uiPriority w:val="99"/>
    <w:semiHidden/>
    <w:rsid w:val="007D122F"/>
    <w:pPr>
      <w:pBdr>
        <w:top w:val="single" w:sz="2" w:space="2" w:color="auto"/>
      </w:pBdr>
      <w:tabs>
        <w:tab w:val="center" w:pos="6719"/>
        <w:tab w:val="right" w:pos="8505"/>
        <w:tab w:val="right" w:pos="13438"/>
      </w:tabs>
      <w:ind w:left="-1134"/>
    </w:pPr>
    <w:rPr>
      <w:noProof/>
      <w:lang w:eastAsia="en-AU"/>
    </w:rPr>
  </w:style>
  <w:style w:type="character" w:customStyle="1" w:styleId="Boldchar">
    <w:name w:val="Bold_char"/>
    <w:uiPriority w:val="99"/>
    <w:semiHidden/>
    <w:rsid w:val="007D122F"/>
    <w:rPr>
      <w:b/>
    </w:rPr>
  </w:style>
  <w:style w:type="character" w:styleId="Hyperlink">
    <w:name w:val="Hyperlink"/>
    <w:uiPriority w:val="99"/>
    <w:rsid w:val="0033249D"/>
    <w:rPr>
      <w:rFonts w:cs="Times New Roman"/>
      <w:color w:val="0000FF"/>
      <w:u w:val="single"/>
    </w:rPr>
  </w:style>
  <w:style w:type="paragraph" w:customStyle="1" w:styleId="Headingunnumbered2">
    <w:name w:val="Heading unnumbered 2"/>
    <w:basedOn w:val="Heading2"/>
    <w:next w:val="Bodytextforpreface"/>
    <w:uiPriority w:val="9"/>
    <w:semiHidden/>
    <w:rsid w:val="007D122F"/>
    <w:pPr>
      <w:numPr>
        <w:numId w:val="10"/>
      </w:numPr>
    </w:pPr>
    <w:rPr>
      <w:bCs w:val="0"/>
      <w:iCs w:val="0"/>
    </w:rPr>
  </w:style>
  <w:style w:type="paragraph" w:customStyle="1" w:styleId="Headingunnumbered1">
    <w:name w:val="Heading unnumbered 1"/>
    <w:basedOn w:val="Heading1"/>
    <w:next w:val="BodyText"/>
    <w:uiPriority w:val="9"/>
    <w:semiHidden/>
    <w:rsid w:val="00E34FD7"/>
    <w:pPr>
      <w:numPr>
        <w:numId w:val="10"/>
      </w:numPr>
    </w:pPr>
    <w:rPr>
      <w:szCs w:val="40"/>
    </w:rPr>
  </w:style>
  <w:style w:type="character" w:customStyle="1" w:styleId="Italchar">
    <w:name w:val="Ital_char"/>
    <w:uiPriority w:val="99"/>
    <w:semiHidden/>
    <w:rsid w:val="007D122F"/>
    <w:rPr>
      <w:i/>
    </w:rPr>
  </w:style>
  <w:style w:type="paragraph" w:customStyle="1" w:styleId="Tableheader">
    <w:name w:val="Table header"/>
    <w:basedOn w:val="Tabletext"/>
    <w:link w:val="TableheaderChar"/>
    <w:uiPriority w:val="4"/>
    <w:qFormat/>
    <w:rsid w:val="009802DA"/>
    <w:rPr>
      <w:b/>
      <w:szCs w:val="20"/>
    </w:rPr>
  </w:style>
  <w:style w:type="character" w:customStyle="1" w:styleId="TableheaderChar">
    <w:name w:val="Table header Char"/>
    <w:link w:val="Tableheader"/>
    <w:uiPriority w:val="4"/>
    <w:locked/>
    <w:rsid w:val="009802DA"/>
    <w:rPr>
      <w:rFonts w:ascii="Calibri" w:eastAsia="Times New Roman" w:hAnsi="Calibri"/>
      <w:b/>
      <w:sz w:val="18"/>
      <w:lang w:eastAsia="en-AU"/>
    </w:rPr>
  </w:style>
  <w:style w:type="character" w:customStyle="1" w:styleId="TableNormalTextChar">
    <w:name w:val="Table Normal Text Char"/>
    <w:link w:val="TableNormalText"/>
    <w:semiHidden/>
    <w:locked/>
    <w:rsid w:val="007D122F"/>
    <w:rPr>
      <w:rFonts w:cs="Arial"/>
      <w:sz w:val="18"/>
      <w:szCs w:val="24"/>
    </w:rPr>
  </w:style>
  <w:style w:type="paragraph" w:customStyle="1" w:styleId="TableNormalText">
    <w:name w:val="Table Normal Text"/>
    <w:basedOn w:val="BodyText"/>
    <w:link w:val="TableNormalTextChar"/>
    <w:semiHidden/>
    <w:rsid w:val="007D122F"/>
    <w:pPr>
      <w:spacing w:before="60" w:after="60"/>
    </w:pPr>
    <w:rPr>
      <w:rFonts w:eastAsiaTheme="minorHAnsi" w:cs="Arial"/>
      <w:sz w:val="18"/>
      <w:lang w:eastAsia="en-US"/>
    </w:rPr>
  </w:style>
  <w:style w:type="paragraph" w:customStyle="1" w:styleId="Tabletext">
    <w:name w:val="Table text"/>
    <w:basedOn w:val="BodyText"/>
    <w:link w:val="TabletextChar"/>
    <w:uiPriority w:val="4"/>
    <w:qFormat/>
    <w:rsid w:val="00D90042"/>
    <w:pPr>
      <w:spacing w:before="60" w:after="60"/>
      <w:ind w:left="0"/>
    </w:pPr>
    <w:rPr>
      <w:sz w:val="20"/>
    </w:rPr>
  </w:style>
  <w:style w:type="character" w:customStyle="1" w:styleId="Heading2Char">
    <w:name w:val="Heading 2 Char"/>
    <w:basedOn w:val="DefaultParagraphFont"/>
    <w:link w:val="Heading2"/>
    <w:uiPriority w:val="2"/>
    <w:rsid w:val="006E5217"/>
    <w:rPr>
      <w:rFonts w:ascii="Calibri" w:eastAsia="Times New Roman" w:hAnsi="Calibri" w:cs="Arial"/>
      <w:bCs/>
      <w:iCs/>
      <w:kern w:val="32"/>
      <w:sz w:val="28"/>
      <w:szCs w:val="28"/>
      <w:lang w:eastAsia="en-AU"/>
    </w:rPr>
  </w:style>
  <w:style w:type="character" w:customStyle="1" w:styleId="Heading1Char">
    <w:name w:val="Heading 1 Char"/>
    <w:basedOn w:val="DefaultParagraphFont"/>
    <w:link w:val="Heading1"/>
    <w:uiPriority w:val="2"/>
    <w:rsid w:val="00A163AC"/>
    <w:rPr>
      <w:rFonts w:eastAsia="Times New Roman" w:cs="Arial"/>
      <w:b/>
      <w:bCs/>
      <w:kern w:val="32"/>
      <w:sz w:val="32"/>
      <w:szCs w:val="32"/>
      <w:lang w:eastAsia="en-AU"/>
    </w:rPr>
  </w:style>
  <w:style w:type="character" w:styleId="CommentReference">
    <w:name w:val="annotation reference"/>
    <w:basedOn w:val="DefaultParagraphFont"/>
    <w:uiPriority w:val="99"/>
    <w:semiHidden/>
    <w:unhideWhenUsed/>
    <w:rsid w:val="007D122F"/>
    <w:rPr>
      <w:sz w:val="16"/>
      <w:szCs w:val="16"/>
    </w:rPr>
  </w:style>
  <w:style w:type="paragraph" w:styleId="CommentText">
    <w:name w:val="annotation text"/>
    <w:basedOn w:val="Normal"/>
    <w:link w:val="CommentTextChar"/>
    <w:uiPriority w:val="99"/>
    <w:semiHidden/>
    <w:rsid w:val="007D122F"/>
    <w:rPr>
      <w:szCs w:val="20"/>
    </w:rPr>
  </w:style>
  <w:style w:type="character" w:customStyle="1" w:styleId="CommentTextChar">
    <w:name w:val="Comment Text Char"/>
    <w:basedOn w:val="DefaultParagraphFont"/>
    <w:link w:val="CommentText"/>
    <w:uiPriority w:val="99"/>
    <w:semiHidden/>
    <w:rsid w:val="007D122F"/>
    <w:rPr>
      <w:rFonts w:eastAsia="Times New Roman"/>
    </w:rPr>
  </w:style>
  <w:style w:type="paragraph" w:styleId="CommentSubject">
    <w:name w:val="annotation subject"/>
    <w:basedOn w:val="CommentText"/>
    <w:next w:val="CommentText"/>
    <w:link w:val="CommentSubjectChar"/>
    <w:uiPriority w:val="99"/>
    <w:semiHidden/>
    <w:unhideWhenUsed/>
    <w:rsid w:val="007D122F"/>
    <w:rPr>
      <w:b/>
      <w:bCs/>
    </w:rPr>
  </w:style>
  <w:style w:type="character" w:customStyle="1" w:styleId="CommentSubjectChar">
    <w:name w:val="Comment Subject Char"/>
    <w:basedOn w:val="CommentTextChar"/>
    <w:link w:val="CommentSubject"/>
    <w:uiPriority w:val="99"/>
    <w:semiHidden/>
    <w:rsid w:val="007D122F"/>
    <w:rPr>
      <w:rFonts w:eastAsia="Times New Roman"/>
      <w:b/>
      <w:bCs/>
    </w:rPr>
  </w:style>
  <w:style w:type="paragraph" w:styleId="BalloonText">
    <w:name w:val="Balloon Text"/>
    <w:basedOn w:val="Normal"/>
    <w:link w:val="BalloonTextChar"/>
    <w:uiPriority w:val="99"/>
    <w:semiHidden/>
    <w:unhideWhenUsed/>
    <w:rsid w:val="007D12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2F"/>
    <w:rPr>
      <w:rFonts w:ascii="Tahoma" w:eastAsia="Times New Roman" w:hAnsi="Tahoma" w:cs="Tahoma"/>
      <w:sz w:val="16"/>
      <w:szCs w:val="16"/>
    </w:rPr>
  </w:style>
  <w:style w:type="paragraph" w:customStyle="1" w:styleId="Pageintentionallyleftblank">
    <w:name w:val="Page intentionally left blank"/>
    <w:basedOn w:val="BodyText"/>
    <w:next w:val="BodyText"/>
    <w:uiPriority w:val="99"/>
    <w:semiHidden/>
    <w:rsid w:val="007D122F"/>
    <w:pPr>
      <w:pageBreakBefore/>
      <w:spacing w:before="14000"/>
      <w:ind w:left="0"/>
      <w:jc w:val="center"/>
    </w:pPr>
    <w:rPr>
      <w:sz w:val="18"/>
    </w:rPr>
  </w:style>
  <w:style w:type="paragraph" w:customStyle="1" w:styleId="Headingunnumbered3">
    <w:name w:val="Heading unnumbered 3"/>
    <w:basedOn w:val="Headingunnumbered2"/>
    <w:next w:val="BodyText"/>
    <w:uiPriority w:val="99"/>
    <w:semiHidden/>
    <w:rsid w:val="007D122F"/>
    <w:pPr>
      <w:numPr>
        <w:ilvl w:val="2"/>
      </w:numPr>
    </w:pPr>
    <w:rPr>
      <w:sz w:val="24"/>
    </w:rPr>
  </w:style>
  <w:style w:type="numbering" w:customStyle="1" w:styleId="Unnumberedheading">
    <w:name w:val="Unnumbered heading"/>
    <w:uiPriority w:val="99"/>
    <w:rsid w:val="007D122F"/>
    <w:pPr>
      <w:numPr>
        <w:numId w:val="3"/>
      </w:numPr>
    </w:pPr>
  </w:style>
  <w:style w:type="paragraph" w:customStyle="1" w:styleId="Preface">
    <w:name w:val="Preface"/>
    <w:basedOn w:val="Headingunnumbered1"/>
    <w:next w:val="BodyText"/>
    <w:semiHidden/>
    <w:rsid w:val="007D122F"/>
    <w:pPr>
      <w:numPr>
        <w:numId w:val="4"/>
      </w:numPr>
      <w:tabs>
        <w:tab w:val="num" w:pos="1134"/>
      </w:tabs>
      <w:ind w:left="1134"/>
    </w:pPr>
  </w:style>
  <w:style w:type="character" w:customStyle="1" w:styleId="Heading3Char">
    <w:name w:val="Heading 3 Char"/>
    <w:basedOn w:val="DefaultParagraphFont"/>
    <w:link w:val="Heading3"/>
    <w:uiPriority w:val="2"/>
    <w:rsid w:val="00212802"/>
    <w:rPr>
      <w:rFonts w:ascii="Calibri" w:eastAsia="Times New Roman" w:hAnsi="Calibri" w:cs="Arial"/>
      <w:b/>
      <w:kern w:val="32"/>
      <w:sz w:val="24"/>
      <w:szCs w:val="28"/>
      <w:lang w:eastAsia="en-AU"/>
    </w:rPr>
  </w:style>
  <w:style w:type="paragraph" w:customStyle="1" w:styleId="Bodytextforpreface">
    <w:name w:val="Body text for preface"/>
    <w:basedOn w:val="BodyText"/>
    <w:uiPriority w:val="99"/>
    <w:semiHidden/>
    <w:rsid w:val="007D122F"/>
    <w:pPr>
      <w:ind w:left="0"/>
    </w:pPr>
  </w:style>
  <w:style w:type="paragraph" w:styleId="TOC1">
    <w:name w:val="toc 1"/>
    <w:basedOn w:val="BodyText"/>
    <w:next w:val="Normal"/>
    <w:uiPriority w:val="39"/>
    <w:rsid w:val="001F6896"/>
    <w:pPr>
      <w:tabs>
        <w:tab w:val="left" w:pos="567"/>
        <w:tab w:val="right" w:leader="dot" w:pos="7371"/>
      </w:tabs>
      <w:spacing w:before="120" w:after="60"/>
      <w:ind w:left="567" w:right="2552" w:hanging="567"/>
    </w:pPr>
    <w:rPr>
      <w:rFonts w:eastAsiaTheme="minorEastAsia" w:cstheme="minorBidi"/>
      <w:b/>
      <w:noProof/>
    </w:rPr>
  </w:style>
  <w:style w:type="character" w:styleId="PageNumber">
    <w:name w:val="page number"/>
    <w:semiHidden/>
    <w:rsid w:val="007D122F"/>
    <w:rPr>
      <w:rFonts w:cs="Times New Roman"/>
    </w:rPr>
  </w:style>
  <w:style w:type="character" w:customStyle="1" w:styleId="Heading4Char">
    <w:name w:val="Heading 4 Char"/>
    <w:basedOn w:val="DefaultParagraphFont"/>
    <w:link w:val="Heading4"/>
    <w:uiPriority w:val="2"/>
    <w:rsid w:val="000F2E2B"/>
    <w:rPr>
      <w:rFonts w:eastAsia="Times New Roman" w:cs="Arial"/>
      <w:b/>
      <w:bCs/>
      <w:iCs/>
      <w:kern w:val="32"/>
      <w:sz w:val="22"/>
      <w:szCs w:val="28"/>
      <w:lang w:eastAsia="en-AU"/>
    </w:rPr>
  </w:style>
  <w:style w:type="character" w:customStyle="1" w:styleId="Heading5Char">
    <w:name w:val="Heading 5 Char"/>
    <w:basedOn w:val="DefaultParagraphFont"/>
    <w:link w:val="Heading5"/>
    <w:uiPriority w:val="2"/>
    <w:rsid w:val="004C78B0"/>
    <w:rPr>
      <w:rFonts w:eastAsia="Times New Roman" w:cs="Arial"/>
      <w:b/>
      <w:bCs/>
      <w:i/>
      <w:iCs/>
      <w:kern w:val="32"/>
      <w:szCs w:val="26"/>
      <w:lang w:eastAsia="en-AU"/>
    </w:rPr>
  </w:style>
  <w:style w:type="character" w:customStyle="1" w:styleId="Heading6Char">
    <w:name w:val="Heading 6 Char"/>
    <w:basedOn w:val="DefaultParagraphFont"/>
    <w:link w:val="Heading6"/>
    <w:uiPriority w:val="2"/>
    <w:semiHidden/>
    <w:rsid w:val="00174191"/>
    <w:rPr>
      <w:rFonts w:eastAsia="Times New Roman" w:cs="Arial"/>
      <w:bCs/>
      <w:i/>
      <w:iCs/>
      <w:kern w:val="32"/>
      <w:szCs w:val="26"/>
      <w:lang w:eastAsia="en-AU"/>
    </w:rPr>
  </w:style>
  <w:style w:type="numbering" w:customStyle="1" w:styleId="HeadingsLongDocument">
    <w:name w:val="Headings Long Document"/>
    <w:uiPriority w:val="99"/>
    <w:rsid w:val="007D122F"/>
    <w:pPr>
      <w:numPr>
        <w:numId w:val="5"/>
      </w:numPr>
    </w:pPr>
  </w:style>
  <w:style w:type="paragraph" w:styleId="TOC2">
    <w:name w:val="toc 2"/>
    <w:basedOn w:val="TOC1"/>
    <w:next w:val="Normal"/>
    <w:uiPriority w:val="39"/>
    <w:rsid w:val="001F6896"/>
    <w:pPr>
      <w:tabs>
        <w:tab w:val="clear" w:pos="567"/>
        <w:tab w:val="left" w:pos="1134"/>
      </w:tabs>
      <w:spacing w:before="0" w:after="0"/>
      <w:ind w:left="1134"/>
    </w:pPr>
    <w:rPr>
      <w:b w:val="0"/>
    </w:rPr>
  </w:style>
  <w:style w:type="character" w:customStyle="1" w:styleId="Heading7Char">
    <w:name w:val="Heading 7 Char"/>
    <w:basedOn w:val="DefaultParagraphFont"/>
    <w:link w:val="Heading7"/>
    <w:uiPriority w:val="9"/>
    <w:semiHidden/>
    <w:rsid w:val="007D122F"/>
    <w:rPr>
      <w:rFonts w:eastAsiaTheme="majorEastAsia" w:cstheme="majorBidi"/>
      <w:bCs/>
      <w:kern w:val="32"/>
      <w:szCs w:val="26"/>
      <w:lang w:eastAsia="en-AU"/>
    </w:rPr>
  </w:style>
  <w:style w:type="character" w:customStyle="1" w:styleId="Heading8Char">
    <w:name w:val="Heading 8 Char"/>
    <w:basedOn w:val="DefaultParagraphFont"/>
    <w:link w:val="Heading8"/>
    <w:uiPriority w:val="9"/>
    <w:semiHidden/>
    <w:rsid w:val="007D122F"/>
    <w:rPr>
      <w:rFonts w:eastAsiaTheme="majorEastAsia" w:cstheme="majorBidi"/>
      <w:bCs/>
      <w:kern w:val="32"/>
      <w:lang w:eastAsia="en-AU"/>
    </w:rPr>
  </w:style>
  <w:style w:type="character" w:customStyle="1" w:styleId="Heading9Char">
    <w:name w:val="Heading 9 Char"/>
    <w:basedOn w:val="DefaultParagraphFont"/>
    <w:link w:val="Heading9"/>
    <w:uiPriority w:val="9"/>
    <w:semiHidden/>
    <w:rsid w:val="007D122F"/>
    <w:rPr>
      <w:rFonts w:eastAsiaTheme="majorEastAsia" w:cstheme="majorBidi"/>
      <w:bCs/>
      <w:iCs/>
      <w:kern w:val="32"/>
      <w:lang w:eastAsia="en-AU"/>
    </w:rPr>
  </w:style>
  <w:style w:type="paragraph" w:styleId="TOC3">
    <w:name w:val="toc 3"/>
    <w:basedOn w:val="TOC2"/>
    <w:next w:val="Normal"/>
    <w:uiPriority w:val="39"/>
    <w:rsid w:val="005A0688"/>
    <w:pPr>
      <w:tabs>
        <w:tab w:val="clear" w:pos="1134"/>
        <w:tab w:val="left" w:pos="1985"/>
      </w:tabs>
      <w:ind w:left="1985" w:hanging="851"/>
    </w:pPr>
    <w:rPr>
      <w:szCs w:val="22"/>
    </w:rPr>
  </w:style>
  <w:style w:type="paragraph" w:styleId="TOC7">
    <w:name w:val="toc 7"/>
    <w:basedOn w:val="TOC1"/>
    <w:next w:val="Normal"/>
    <w:uiPriority w:val="39"/>
    <w:rsid w:val="00061B69"/>
    <w:pPr>
      <w:tabs>
        <w:tab w:val="left" w:pos="1276"/>
      </w:tabs>
    </w:pPr>
  </w:style>
  <w:style w:type="paragraph" w:styleId="TOC4">
    <w:name w:val="toc 4"/>
    <w:basedOn w:val="Normal"/>
    <w:next w:val="Normal"/>
    <w:uiPriority w:val="39"/>
    <w:semiHidden/>
    <w:rsid w:val="007D122F"/>
    <w:pPr>
      <w:spacing w:after="100"/>
      <w:ind w:left="600"/>
    </w:pPr>
  </w:style>
  <w:style w:type="paragraph" w:styleId="TOC5">
    <w:name w:val="toc 5"/>
    <w:basedOn w:val="Normal"/>
    <w:next w:val="Normal"/>
    <w:uiPriority w:val="39"/>
    <w:semiHidden/>
    <w:rsid w:val="007D122F"/>
    <w:pPr>
      <w:spacing w:after="100"/>
      <w:ind w:left="800"/>
    </w:pPr>
  </w:style>
  <w:style w:type="paragraph" w:styleId="TOC6">
    <w:name w:val="toc 6"/>
    <w:basedOn w:val="Normal"/>
    <w:next w:val="Normal"/>
    <w:uiPriority w:val="39"/>
    <w:semiHidden/>
    <w:rsid w:val="007D122F"/>
    <w:pPr>
      <w:spacing w:after="100"/>
      <w:ind w:left="1000"/>
    </w:pPr>
  </w:style>
  <w:style w:type="paragraph" w:styleId="TOC8">
    <w:name w:val="toc 8"/>
    <w:basedOn w:val="Normal"/>
    <w:next w:val="Normal"/>
    <w:uiPriority w:val="39"/>
    <w:semiHidden/>
    <w:rsid w:val="007D122F"/>
    <w:pPr>
      <w:spacing w:after="100"/>
      <w:ind w:left="1400"/>
    </w:pPr>
  </w:style>
  <w:style w:type="paragraph" w:styleId="TOC9">
    <w:name w:val="toc 9"/>
    <w:basedOn w:val="Normal"/>
    <w:next w:val="Normal"/>
    <w:uiPriority w:val="39"/>
    <w:semiHidden/>
    <w:rsid w:val="007D122F"/>
    <w:pPr>
      <w:spacing w:after="100"/>
      <w:ind w:left="1600"/>
    </w:pPr>
  </w:style>
  <w:style w:type="paragraph" w:styleId="Revision">
    <w:name w:val="Revision"/>
    <w:hidden/>
    <w:uiPriority w:val="99"/>
    <w:semiHidden/>
    <w:rsid w:val="000403F2"/>
    <w:rPr>
      <w:rFonts w:eastAsia="Times New Roman"/>
      <w:szCs w:val="24"/>
    </w:rPr>
  </w:style>
  <w:style w:type="paragraph" w:customStyle="1" w:styleId="Guidancetext">
    <w:name w:val="Guidance text"/>
    <w:basedOn w:val="BodyText"/>
    <w:link w:val="GuidancetextChar"/>
    <w:semiHidden/>
    <w:rsid w:val="00060DC7"/>
    <w:pPr>
      <w:ind w:left="0"/>
    </w:pPr>
    <w:rPr>
      <w:i/>
      <w:color w:val="B10F1F" w:themeColor="accent6"/>
      <w:szCs w:val="16"/>
    </w:rPr>
  </w:style>
  <w:style w:type="character" w:customStyle="1" w:styleId="GuidancetextChar">
    <w:name w:val="Guidance text Char"/>
    <w:link w:val="Guidancetext"/>
    <w:semiHidden/>
    <w:rsid w:val="00060DC7"/>
    <w:rPr>
      <w:rFonts w:eastAsia="Times New Roman"/>
      <w:i/>
      <w:color w:val="B10F1F" w:themeColor="accent6"/>
      <w:szCs w:val="16"/>
      <w:lang w:eastAsia="en-AU"/>
    </w:rPr>
  </w:style>
  <w:style w:type="table" w:customStyle="1" w:styleId="TableADHA">
    <w:name w:val="Table ADHA"/>
    <w:basedOn w:val="Tablenolines"/>
    <w:uiPriority w:val="99"/>
    <w:rsid w:val="00033919"/>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table" w:customStyle="1" w:styleId="Tablenolines">
    <w:name w:val="Table no lines"/>
    <w:basedOn w:val="TableNormal"/>
    <w:uiPriority w:val="99"/>
    <w:rsid w:val="00FC09FC"/>
    <w:pPr>
      <w:spacing w:before="60" w:after="60"/>
    </w:pPr>
    <w:rPr>
      <w:sz w:val="20"/>
    </w:rPr>
    <w:tblPr>
      <w:tblInd w:w="851" w:type="dxa"/>
      <w:tblCellMar>
        <w:top w:w="28" w:type="dxa"/>
        <w:left w:w="57" w:type="dxa"/>
        <w:bottom w:w="28" w:type="dxa"/>
        <w:right w:w="57" w:type="dxa"/>
      </w:tblCellMar>
    </w:tblPr>
  </w:style>
  <w:style w:type="paragraph" w:styleId="Title">
    <w:name w:val="Title"/>
    <w:link w:val="TitleChar"/>
    <w:uiPriority w:val="10"/>
    <w:semiHidden/>
    <w:rsid w:val="00961F1F"/>
    <w:pPr>
      <w:spacing w:after="480"/>
    </w:pPr>
    <w:rPr>
      <w:rFonts w:eastAsia="Times New Roman" w:cs="Arial"/>
      <w:b/>
      <w:bCs/>
      <w:kern w:val="28"/>
      <w:sz w:val="32"/>
      <w:szCs w:val="32"/>
      <w:lang w:eastAsia="en-AU"/>
    </w:rPr>
  </w:style>
  <w:style w:type="character" w:customStyle="1" w:styleId="TitleChar">
    <w:name w:val="Title Char"/>
    <w:basedOn w:val="DefaultParagraphFont"/>
    <w:link w:val="Title"/>
    <w:uiPriority w:val="10"/>
    <w:semiHidden/>
    <w:rsid w:val="00961F1F"/>
    <w:rPr>
      <w:rFonts w:ascii="Calibri" w:eastAsia="Times New Roman" w:hAnsi="Calibri" w:cs="Arial"/>
      <w:b/>
      <w:bCs/>
      <w:kern w:val="28"/>
      <w:sz w:val="32"/>
      <w:szCs w:val="32"/>
      <w:lang w:eastAsia="en-AU"/>
    </w:rPr>
  </w:style>
  <w:style w:type="paragraph" w:customStyle="1" w:styleId="Frontpage">
    <w:name w:val="Front page"/>
    <w:basedOn w:val="Normal"/>
    <w:semiHidden/>
    <w:qFormat/>
    <w:rsid w:val="000C3C72"/>
    <w:pPr>
      <w:spacing w:line="240" w:lineRule="exact"/>
    </w:pPr>
    <w:rPr>
      <w:rFonts w:cs="Calibri"/>
      <w:b/>
    </w:rPr>
  </w:style>
  <w:style w:type="paragraph" w:customStyle="1" w:styleId="FrontPageDate">
    <w:name w:val="FrontPageDate"/>
    <w:semiHidden/>
    <w:qFormat/>
    <w:rsid w:val="00845398"/>
    <w:pPr>
      <w:spacing w:after="120"/>
    </w:pPr>
    <w:rPr>
      <w:rFonts w:eastAsia="Calibri" w:cs="Calibri"/>
      <w:szCs w:val="24"/>
    </w:rPr>
  </w:style>
  <w:style w:type="paragraph" w:customStyle="1" w:styleId="FrontPageVersion">
    <w:name w:val="FrontPageVersion"/>
    <w:semiHidden/>
    <w:qFormat/>
    <w:rsid w:val="007D122F"/>
    <w:pPr>
      <w:spacing w:after="120"/>
    </w:pPr>
    <w:rPr>
      <w:rFonts w:eastAsia="Calibri" w:cs="Calibri"/>
      <w:sz w:val="24"/>
      <w:szCs w:val="24"/>
    </w:rPr>
  </w:style>
  <w:style w:type="character" w:customStyle="1" w:styleId="TabletextChar">
    <w:name w:val="Table text Char"/>
    <w:link w:val="Tabletext"/>
    <w:uiPriority w:val="4"/>
    <w:locked/>
    <w:rsid w:val="00D90042"/>
    <w:rPr>
      <w:rFonts w:eastAsia="Times New Roman"/>
      <w:sz w:val="20"/>
      <w:szCs w:val="24"/>
      <w:lang w:eastAsia="en-AU"/>
    </w:rPr>
  </w:style>
  <w:style w:type="paragraph" w:customStyle="1" w:styleId="Subject">
    <w:name w:val="Subject"/>
    <w:semiHidden/>
    <w:rsid w:val="00DB08C9"/>
    <w:rPr>
      <w:rFonts w:eastAsia="Times New Roman"/>
      <w:b/>
      <w:sz w:val="32"/>
      <w:szCs w:val="36"/>
      <w:lang w:eastAsia="en-AU"/>
    </w:rPr>
  </w:style>
  <w:style w:type="table" w:styleId="ColorfulGrid-Accent6">
    <w:name w:val="Colorful Grid Accent 6"/>
    <w:basedOn w:val="TableNormal"/>
    <w:uiPriority w:val="73"/>
    <w:rsid w:val="007D122F"/>
    <w:rPr>
      <w:color w:val="000000" w:themeColor="text1"/>
    </w:rPr>
    <w:tblPr>
      <w:tblStyleRowBandSize w:val="1"/>
      <w:tblStyleColBandSize w:val="1"/>
      <w:tblBorders>
        <w:insideH w:val="single" w:sz="4" w:space="0" w:color="FFFFFF" w:themeColor="background1"/>
      </w:tblBorders>
    </w:tblPr>
    <w:tcPr>
      <w:shd w:val="clear" w:color="auto" w:fill="FAC4C9" w:themeFill="accent6" w:themeFillTint="33"/>
    </w:tcPr>
    <w:tblStylePr w:type="firstRow">
      <w:rPr>
        <w:b/>
        <w:bCs/>
      </w:rPr>
      <w:tblPr/>
      <w:tcPr>
        <w:shd w:val="clear" w:color="auto" w:fill="F58994" w:themeFill="accent6" w:themeFillTint="66"/>
      </w:tcPr>
    </w:tblStylePr>
    <w:tblStylePr w:type="lastRow">
      <w:rPr>
        <w:b/>
        <w:bCs/>
        <w:color w:val="000000" w:themeColor="text1"/>
      </w:rPr>
      <w:tblPr/>
      <w:tcPr>
        <w:shd w:val="clear" w:color="auto" w:fill="F58994" w:themeFill="accent6" w:themeFillTint="66"/>
      </w:tcPr>
    </w:tblStylePr>
    <w:tblStylePr w:type="firstCol">
      <w:rPr>
        <w:color w:val="FFFFFF" w:themeColor="background1"/>
      </w:rPr>
      <w:tblPr/>
      <w:tcPr>
        <w:shd w:val="clear" w:color="auto" w:fill="840B17" w:themeFill="accent6" w:themeFillShade="BF"/>
      </w:tcPr>
    </w:tblStylePr>
    <w:tblStylePr w:type="lastCol">
      <w:rPr>
        <w:color w:val="FFFFFF" w:themeColor="background1"/>
      </w:rPr>
      <w:tblPr/>
      <w:tcPr>
        <w:shd w:val="clear" w:color="auto" w:fill="840B17" w:themeFill="accent6" w:themeFillShade="BF"/>
      </w:tcPr>
    </w:tblStylePr>
    <w:tblStylePr w:type="band1Vert">
      <w:tblPr/>
      <w:tcPr>
        <w:shd w:val="clear" w:color="auto" w:fill="F26C79" w:themeFill="accent6" w:themeFillTint="7F"/>
      </w:tcPr>
    </w:tblStylePr>
    <w:tblStylePr w:type="band1Horz">
      <w:tblPr/>
      <w:tcPr>
        <w:shd w:val="clear" w:color="auto" w:fill="F26C79" w:themeFill="accent6" w:themeFillTint="7F"/>
      </w:tcPr>
    </w:tblStylePr>
  </w:style>
  <w:style w:type="paragraph" w:styleId="Caption">
    <w:name w:val="caption"/>
    <w:basedOn w:val="BodyText"/>
    <w:next w:val="BodyText"/>
    <w:uiPriority w:val="1"/>
    <w:qFormat/>
    <w:rsid w:val="00695A9E"/>
    <w:pPr>
      <w:widowControl w:val="0"/>
      <w:spacing w:before="240" w:after="240"/>
      <w:jc w:val="center"/>
    </w:pPr>
    <w:rPr>
      <w:bCs/>
      <w:i/>
      <w:sz w:val="20"/>
      <w:szCs w:val="18"/>
    </w:rPr>
  </w:style>
  <w:style w:type="paragraph" w:customStyle="1" w:styleId="Figure">
    <w:name w:val="Figure"/>
    <w:next w:val="BodyText"/>
    <w:uiPriority w:val="1"/>
    <w:qFormat/>
    <w:rsid w:val="009802DA"/>
    <w:pPr>
      <w:keepNext/>
      <w:widowControl w:val="0"/>
      <w:ind w:left="-567" w:right="-567"/>
      <w:jc w:val="center"/>
    </w:pPr>
    <w:rPr>
      <w:rFonts w:eastAsia="Times New Roman"/>
      <w:noProof/>
      <w:szCs w:val="24"/>
      <w:lang w:eastAsia="en-AU"/>
    </w:rPr>
  </w:style>
  <w:style w:type="paragraph" w:styleId="FootnoteText">
    <w:name w:val="footnote text"/>
    <w:link w:val="FootnoteTextChar"/>
    <w:uiPriority w:val="99"/>
    <w:semiHidden/>
    <w:rsid w:val="006921D3"/>
    <w:rPr>
      <w:rFonts w:eastAsia="Times New Roman"/>
      <w:sz w:val="18"/>
    </w:rPr>
  </w:style>
  <w:style w:type="character" w:customStyle="1" w:styleId="FootnoteTextChar">
    <w:name w:val="Footnote Text Char"/>
    <w:basedOn w:val="DefaultParagraphFont"/>
    <w:link w:val="FootnoteText"/>
    <w:uiPriority w:val="99"/>
    <w:semiHidden/>
    <w:rsid w:val="006921D3"/>
    <w:rPr>
      <w:rFonts w:ascii="Calibri" w:eastAsia="Times New Roman" w:hAnsi="Calibri"/>
      <w:sz w:val="18"/>
    </w:rPr>
  </w:style>
  <w:style w:type="character" w:styleId="FootnoteReference">
    <w:name w:val="footnote reference"/>
    <w:basedOn w:val="DefaultParagraphFont"/>
    <w:uiPriority w:val="99"/>
    <w:semiHidden/>
    <w:unhideWhenUsed/>
    <w:rsid w:val="007D122F"/>
    <w:rPr>
      <w:vertAlign w:val="superscript"/>
    </w:rPr>
  </w:style>
  <w:style w:type="paragraph" w:styleId="ListBullet">
    <w:name w:val="List Bullet"/>
    <w:basedOn w:val="BodyText"/>
    <w:qFormat/>
    <w:rsid w:val="00174191"/>
    <w:pPr>
      <w:numPr>
        <w:numId w:val="37"/>
      </w:numPr>
    </w:pPr>
  </w:style>
  <w:style w:type="paragraph" w:styleId="ListBullet2">
    <w:name w:val="List Bullet 2"/>
    <w:basedOn w:val="ListBullet"/>
    <w:rsid w:val="003B372B"/>
    <w:pPr>
      <w:numPr>
        <w:ilvl w:val="1"/>
      </w:numPr>
    </w:pPr>
  </w:style>
  <w:style w:type="paragraph" w:styleId="ListBullet3">
    <w:name w:val="List Bullet 3"/>
    <w:basedOn w:val="ListBullet2"/>
    <w:rsid w:val="003B372B"/>
    <w:pPr>
      <w:numPr>
        <w:ilvl w:val="2"/>
      </w:numPr>
    </w:pPr>
  </w:style>
  <w:style w:type="paragraph" w:styleId="ListNumber">
    <w:name w:val="List Number"/>
    <w:basedOn w:val="BodyText"/>
    <w:qFormat/>
    <w:rsid w:val="00174191"/>
    <w:pPr>
      <w:numPr>
        <w:numId w:val="2"/>
      </w:numPr>
    </w:pPr>
  </w:style>
  <w:style w:type="paragraph" w:styleId="ListNumber2">
    <w:name w:val="List Number 2"/>
    <w:basedOn w:val="ListNumber"/>
    <w:rsid w:val="007D122F"/>
    <w:pPr>
      <w:numPr>
        <w:ilvl w:val="1"/>
      </w:numPr>
    </w:pPr>
  </w:style>
  <w:style w:type="paragraph" w:styleId="ListNumber3">
    <w:name w:val="List Number 3"/>
    <w:basedOn w:val="ListNumber2"/>
    <w:rsid w:val="007D122F"/>
    <w:pPr>
      <w:numPr>
        <w:ilvl w:val="2"/>
      </w:numPr>
    </w:pPr>
  </w:style>
  <w:style w:type="numbering" w:customStyle="1" w:styleId="ListBullets">
    <w:name w:val="List Bullets"/>
    <w:uiPriority w:val="99"/>
    <w:rsid w:val="003B372B"/>
    <w:pPr>
      <w:numPr>
        <w:numId w:val="7"/>
      </w:numPr>
    </w:pPr>
  </w:style>
  <w:style w:type="paragraph" w:customStyle="1" w:styleId="BodyTextNote">
    <w:name w:val="Body Text Note"/>
    <w:basedOn w:val="BodyText"/>
    <w:next w:val="BodyText"/>
    <w:semiHidden/>
    <w:rsid w:val="007D122F"/>
    <w:pPr>
      <w:ind w:left="2268" w:hanging="1134"/>
    </w:pPr>
  </w:style>
  <w:style w:type="character" w:customStyle="1" w:styleId="Subscript">
    <w:name w:val="Subscript"/>
    <w:semiHidden/>
    <w:rsid w:val="007D122F"/>
    <w:rPr>
      <w:vertAlign w:val="subscript"/>
    </w:rPr>
  </w:style>
  <w:style w:type="paragraph" w:customStyle="1" w:styleId="Instructions">
    <w:name w:val="Instructions"/>
    <w:basedOn w:val="BodyText"/>
    <w:link w:val="InstructionsChar"/>
    <w:semiHidden/>
    <w:qFormat/>
    <w:rsid w:val="00C92D85"/>
    <w:pPr>
      <w:widowControl w:val="0"/>
    </w:pPr>
    <w:rPr>
      <w:i/>
      <w:vanish/>
      <w:color w:val="1E6DB6" w:themeColor="accent1"/>
    </w:rPr>
  </w:style>
  <w:style w:type="paragraph" w:customStyle="1" w:styleId="Tabletextgray">
    <w:name w:val="Table text: gray"/>
    <w:basedOn w:val="Tabletext"/>
    <w:uiPriority w:val="5"/>
    <w:semiHidden/>
    <w:rsid w:val="007D122F"/>
    <w:rPr>
      <w:color w:val="969696"/>
    </w:rPr>
  </w:style>
  <w:style w:type="numbering" w:customStyle="1" w:styleId="AppendixList">
    <w:name w:val="Appendix List"/>
    <w:uiPriority w:val="99"/>
    <w:rsid w:val="00173131"/>
    <w:pPr>
      <w:numPr>
        <w:numId w:val="8"/>
      </w:numPr>
    </w:pPr>
  </w:style>
  <w:style w:type="paragraph" w:customStyle="1" w:styleId="Appendix1">
    <w:name w:val="Appendix 1"/>
    <w:basedOn w:val="Heading1"/>
    <w:next w:val="BodyText"/>
    <w:link w:val="Appendix1Char"/>
    <w:uiPriority w:val="8"/>
    <w:qFormat/>
    <w:rsid w:val="00732538"/>
    <w:pPr>
      <w:numPr>
        <w:numId w:val="31"/>
      </w:numPr>
    </w:pPr>
  </w:style>
  <w:style w:type="character" w:customStyle="1" w:styleId="Appendix1Char">
    <w:name w:val="Appendix 1 Char"/>
    <w:basedOn w:val="Heading1Char"/>
    <w:link w:val="Appendix1"/>
    <w:uiPriority w:val="8"/>
    <w:rsid w:val="00732538"/>
    <w:rPr>
      <w:rFonts w:ascii="Calibri" w:eastAsia="Times New Roman" w:hAnsi="Calibri" w:cs="Arial"/>
      <w:b/>
      <w:bCs/>
      <w:kern w:val="32"/>
      <w:sz w:val="32"/>
      <w:szCs w:val="32"/>
      <w:lang w:eastAsia="en-AU"/>
    </w:rPr>
  </w:style>
  <w:style w:type="paragraph" w:customStyle="1" w:styleId="Appendix2">
    <w:name w:val="Appendix 2"/>
    <w:basedOn w:val="Heading2"/>
    <w:next w:val="BodyText"/>
    <w:link w:val="Appendix2Char"/>
    <w:uiPriority w:val="8"/>
    <w:qFormat/>
    <w:rsid w:val="00173131"/>
    <w:pPr>
      <w:numPr>
        <w:numId w:val="31"/>
      </w:numPr>
    </w:pPr>
  </w:style>
  <w:style w:type="character" w:customStyle="1" w:styleId="Appendix2Char">
    <w:name w:val="Appendix 2 Char"/>
    <w:basedOn w:val="Heading2Char"/>
    <w:link w:val="Appendix2"/>
    <w:uiPriority w:val="8"/>
    <w:rsid w:val="00173131"/>
    <w:rPr>
      <w:rFonts w:ascii="Calibri" w:eastAsia="Times New Roman" w:hAnsi="Calibri" w:cs="Arial"/>
      <w:b w:val="0"/>
      <w:bCs/>
      <w:iCs/>
      <w:kern w:val="32"/>
      <w:sz w:val="28"/>
      <w:szCs w:val="28"/>
      <w:lang w:eastAsia="en-AU"/>
    </w:rPr>
  </w:style>
  <w:style w:type="paragraph" w:customStyle="1" w:styleId="Appendix3">
    <w:name w:val="Appendix 3"/>
    <w:basedOn w:val="Heading3"/>
    <w:next w:val="BodyText"/>
    <w:link w:val="Appendix3Char"/>
    <w:uiPriority w:val="8"/>
    <w:qFormat/>
    <w:rsid w:val="00173131"/>
    <w:pPr>
      <w:numPr>
        <w:numId w:val="31"/>
      </w:numPr>
    </w:pPr>
  </w:style>
  <w:style w:type="character" w:customStyle="1" w:styleId="Appendix3Char">
    <w:name w:val="Appendix 3 Char"/>
    <w:basedOn w:val="Heading3Char"/>
    <w:link w:val="Appendix3"/>
    <w:uiPriority w:val="8"/>
    <w:rsid w:val="00173131"/>
    <w:rPr>
      <w:rFonts w:ascii="Calibri" w:eastAsia="Times New Roman" w:hAnsi="Calibri" w:cs="Arial"/>
      <w:b/>
      <w:kern w:val="32"/>
      <w:sz w:val="24"/>
      <w:szCs w:val="28"/>
      <w:lang w:eastAsia="en-AU"/>
    </w:rPr>
  </w:style>
  <w:style w:type="paragraph" w:customStyle="1" w:styleId="Appendix4">
    <w:name w:val="Appendix 4"/>
    <w:basedOn w:val="Heading4"/>
    <w:next w:val="BodyText"/>
    <w:link w:val="Appendix4Char"/>
    <w:uiPriority w:val="8"/>
    <w:rsid w:val="00173131"/>
    <w:pPr>
      <w:numPr>
        <w:numId w:val="31"/>
      </w:numPr>
    </w:pPr>
  </w:style>
  <w:style w:type="character" w:customStyle="1" w:styleId="Appendix4Char">
    <w:name w:val="Appendix 4 Char"/>
    <w:basedOn w:val="Heading4Char"/>
    <w:link w:val="Appendix4"/>
    <w:uiPriority w:val="8"/>
    <w:rsid w:val="00173131"/>
    <w:rPr>
      <w:rFonts w:eastAsia="Times New Roman" w:cs="Arial"/>
      <w:b/>
      <w:bCs/>
      <w:iCs/>
      <w:kern w:val="32"/>
      <w:sz w:val="22"/>
      <w:szCs w:val="28"/>
      <w:lang w:eastAsia="en-AU"/>
    </w:rPr>
  </w:style>
  <w:style w:type="paragraph" w:customStyle="1" w:styleId="Frontmatter1">
    <w:name w:val="Front matter 1"/>
    <w:basedOn w:val="Headingunnumbered1"/>
    <w:semiHidden/>
    <w:qFormat/>
    <w:rsid w:val="00865459"/>
    <w:pPr>
      <w:numPr>
        <w:numId w:val="0"/>
      </w:numPr>
    </w:pPr>
  </w:style>
  <w:style w:type="paragraph" w:customStyle="1" w:styleId="Frontmatter2">
    <w:name w:val="Front matter 2"/>
    <w:basedOn w:val="Headingunnumbered2"/>
    <w:semiHidden/>
    <w:qFormat/>
    <w:rsid w:val="00732538"/>
    <w:pPr>
      <w:numPr>
        <w:ilvl w:val="0"/>
        <w:numId w:val="0"/>
      </w:numPr>
      <w:outlineLvl w:val="9"/>
    </w:pPr>
  </w:style>
  <w:style w:type="character" w:customStyle="1" w:styleId="Versionnumber">
    <w:name w:val="Version number"/>
    <w:basedOn w:val="DefaultParagraphFont"/>
    <w:uiPriority w:val="1"/>
    <w:semiHidden/>
    <w:rsid w:val="007D122F"/>
    <w:rPr>
      <w:sz w:val="24"/>
    </w:rPr>
  </w:style>
  <w:style w:type="character" w:customStyle="1" w:styleId="Documentstatus">
    <w:name w:val="Document status"/>
    <w:basedOn w:val="DefaultParagraphFont"/>
    <w:uiPriority w:val="1"/>
    <w:semiHidden/>
    <w:rsid w:val="007D122F"/>
    <w:rPr>
      <w:sz w:val="24"/>
    </w:rPr>
  </w:style>
  <w:style w:type="character" w:styleId="PlaceholderText">
    <w:name w:val="Placeholder Text"/>
    <w:basedOn w:val="DefaultParagraphFont"/>
    <w:uiPriority w:val="99"/>
    <w:semiHidden/>
    <w:rsid w:val="007D122F"/>
    <w:rPr>
      <w:color w:val="808080"/>
    </w:rPr>
  </w:style>
  <w:style w:type="paragraph" w:styleId="Date">
    <w:name w:val="Date"/>
    <w:next w:val="Normal"/>
    <w:link w:val="DateChar"/>
    <w:uiPriority w:val="99"/>
    <w:semiHidden/>
    <w:rsid w:val="000C3C72"/>
    <w:rPr>
      <w:rFonts w:eastAsia="Times New Roman"/>
      <w:b/>
      <w:szCs w:val="24"/>
    </w:rPr>
  </w:style>
  <w:style w:type="character" w:customStyle="1" w:styleId="DateChar">
    <w:name w:val="Date Char"/>
    <w:basedOn w:val="DefaultParagraphFont"/>
    <w:link w:val="Date"/>
    <w:uiPriority w:val="99"/>
    <w:semiHidden/>
    <w:rsid w:val="000C3C72"/>
    <w:rPr>
      <w:rFonts w:ascii="Calibri" w:eastAsia="Times New Roman" w:hAnsi="Calibri"/>
      <w:b/>
      <w:sz w:val="22"/>
      <w:szCs w:val="24"/>
    </w:rPr>
  </w:style>
  <w:style w:type="paragraph" w:styleId="ListContinue">
    <w:name w:val="List Continue"/>
    <w:basedOn w:val="Normal"/>
    <w:uiPriority w:val="99"/>
    <w:semiHidden/>
    <w:rsid w:val="007D122F"/>
    <w:pPr>
      <w:ind w:left="283"/>
      <w:contextualSpacing/>
    </w:pPr>
  </w:style>
  <w:style w:type="paragraph" w:styleId="ListContinue2">
    <w:name w:val="List Continue 2"/>
    <w:basedOn w:val="Normal"/>
    <w:uiPriority w:val="99"/>
    <w:semiHidden/>
    <w:rsid w:val="007D122F"/>
    <w:pPr>
      <w:ind w:left="566"/>
      <w:contextualSpacing/>
    </w:pPr>
  </w:style>
  <w:style w:type="paragraph" w:styleId="ListContinue3">
    <w:name w:val="List Continue 3"/>
    <w:basedOn w:val="Normal"/>
    <w:uiPriority w:val="99"/>
    <w:semiHidden/>
    <w:rsid w:val="007D122F"/>
    <w:pPr>
      <w:ind w:left="849"/>
      <w:contextualSpacing/>
    </w:pPr>
  </w:style>
  <w:style w:type="paragraph" w:styleId="TOCHeading">
    <w:name w:val="TOC Heading"/>
    <w:basedOn w:val="Heading1"/>
    <w:next w:val="Normal"/>
    <w:uiPriority w:val="39"/>
    <w:semiHidden/>
    <w:qFormat/>
    <w:rsid w:val="007D122F"/>
    <w:pPr>
      <w:keepLines/>
      <w:pageBreakBefore w:val="0"/>
      <w:numPr>
        <w:numId w:val="0"/>
      </w:numPr>
      <w:spacing w:before="480" w:line="276" w:lineRule="auto"/>
    </w:pPr>
    <w:rPr>
      <w:sz w:val="40"/>
      <w:szCs w:val="40"/>
    </w:rPr>
  </w:style>
  <w:style w:type="paragraph" w:customStyle="1" w:styleId="Tablebullet">
    <w:name w:val="Table bullet"/>
    <w:basedOn w:val="Tabletext"/>
    <w:uiPriority w:val="5"/>
    <w:qFormat/>
    <w:rsid w:val="002E53FE"/>
    <w:pPr>
      <w:numPr>
        <w:numId w:val="11"/>
      </w:numPr>
    </w:pPr>
  </w:style>
  <w:style w:type="paragraph" w:customStyle="1" w:styleId="Tablebullet2">
    <w:name w:val="Table bullet 2"/>
    <w:basedOn w:val="Tablebullet"/>
    <w:uiPriority w:val="5"/>
    <w:rsid w:val="007D122F"/>
    <w:pPr>
      <w:numPr>
        <w:ilvl w:val="1"/>
      </w:numPr>
    </w:pPr>
  </w:style>
  <w:style w:type="paragraph" w:customStyle="1" w:styleId="Tablebullet3">
    <w:name w:val="Table bullet 3"/>
    <w:basedOn w:val="Tablebullet2"/>
    <w:uiPriority w:val="5"/>
    <w:rsid w:val="007D122F"/>
    <w:pPr>
      <w:numPr>
        <w:ilvl w:val="2"/>
      </w:numPr>
    </w:pPr>
  </w:style>
  <w:style w:type="numbering" w:customStyle="1" w:styleId="Tablebullets">
    <w:name w:val="Table bullets"/>
    <w:uiPriority w:val="99"/>
    <w:rsid w:val="007D122F"/>
    <w:pPr>
      <w:numPr>
        <w:numId w:val="11"/>
      </w:numPr>
    </w:pPr>
  </w:style>
  <w:style w:type="paragraph" w:customStyle="1" w:styleId="Tablenumber1">
    <w:name w:val="Table number 1"/>
    <w:basedOn w:val="Tabletext"/>
    <w:uiPriority w:val="5"/>
    <w:qFormat/>
    <w:rsid w:val="002E53FE"/>
    <w:pPr>
      <w:numPr>
        <w:numId w:val="13"/>
      </w:numPr>
    </w:pPr>
  </w:style>
  <w:style w:type="paragraph" w:customStyle="1" w:styleId="Tablenumber2">
    <w:name w:val="Table number 2"/>
    <w:basedOn w:val="Tablenumber1"/>
    <w:uiPriority w:val="5"/>
    <w:qFormat/>
    <w:rsid w:val="0011165A"/>
    <w:pPr>
      <w:numPr>
        <w:ilvl w:val="1"/>
      </w:numPr>
    </w:pPr>
  </w:style>
  <w:style w:type="numbering" w:customStyle="1" w:styleId="Tablenumber">
    <w:name w:val="Table number"/>
    <w:uiPriority w:val="99"/>
    <w:rsid w:val="0011165A"/>
    <w:pPr>
      <w:numPr>
        <w:numId w:val="14"/>
      </w:numPr>
    </w:pPr>
  </w:style>
  <w:style w:type="paragraph" w:customStyle="1" w:styleId="Tablenumber3">
    <w:name w:val="Table number 3"/>
    <w:basedOn w:val="Tablenumber2"/>
    <w:uiPriority w:val="5"/>
    <w:qFormat/>
    <w:rsid w:val="0011165A"/>
    <w:pPr>
      <w:numPr>
        <w:ilvl w:val="2"/>
      </w:numPr>
    </w:pPr>
  </w:style>
  <w:style w:type="character" w:customStyle="1" w:styleId="SpecAttributeCaption">
    <w:name w:val="SpecAttribute_Caption"/>
    <w:semiHidden/>
    <w:rsid w:val="004A5EAD"/>
    <w:rPr>
      <w:rFonts w:ascii="Verdana" w:hAnsi="Verdana"/>
      <w:b/>
      <w:sz w:val="18"/>
    </w:rPr>
  </w:style>
  <w:style w:type="character" w:customStyle="1" w:styleId="SpecAttributeCaptionSmall">
    <w:name w:val="SpecAttribute_CaptionSmall"/>
    <w:semiHidden/>
    <w:rsid w:val="004A5EAD"/>
    <w:rPr>
      <w:rFonts w:ascii="Verdana" w:hAnsi="Verdana"/>
      <w:b/>
      <w:sz w:val="14"/>
    </w:rPr>
  </w:style>
  <w:style w:type="character" w:customStyle="1" w:styleId="SpecAttributeValue">
    <w:name w:val="SpecAttribute_Value"/>
    <w:rsid w:val="004A5EAD"/>
    <w:rPr>
      <w:rFonts w:ascii="Verdana" w:hAnsi="Verdana"/>
      <w:sz w:val="20"/>
    </w:rPr>
  </w:style>
  <w:style w:type="character" w:customStyle="1" w:styleId="SpecAttributeValueMiddle">
    <w:name w:val="SpecAttribute_ValueMiddle"/>
    <w:semiHidden/>
    <w:rsid w:val="004A5EAD"/>
    <w:rPr>
      <w:rFonts w:ascii="Verdana" w:hAnsi="Verdana"/>
      <w:sz w:val="16"/>
    </w:rPr>
  </w:style>
  <w:style w:type="character" w:customStyle="1" w:styleId="SpecAttributeValueSmall">
    <w:name w:val="SpecAttribute_ValueSmall"/>
    <w:semiHidden/>
    <w:rsid w:val="004A5EAD"/>
    <w:rPr>
      <w:rFonts w:ascii="Verdana" w:hAnsi="Verdana"/>
      <w:sz w:val="14"/>
    </w:rPr>
  </w:style>
  <w:style w:type="paragraph" w:customStyle="1" w:styleId="SpecificationItem">
    <w:name w:val="Specification Item"/>
    <w:basedOn w:val="BodyText"/>
    <w:semiHidden/>
    <w:rsid w:val="004A5EAD"/>
    <w:pPr>
      <w:keepLines/>
      <w:ind w:left="0"/>
    </w:pPr>
    <w:rPr>
      <w:b/>
    </w:rPr>
  </w:style>
  <w:style w:type="paragraph" w:customStyle="1" w:styleId="Whitespace">
    <w:name w:val="White space"/>
    <w:basedOn w:val="Normal"/>
    <w:semiHidden/>
    <w:qFormat/>
    <w:rsid w:val="00174191"/>
    <w:pPr>
      <w:keepNext/>
      <w:keepLines/>
      <w:spacing w:before="8160" w:after="0"/>
    </w:pPr>
    <w:rPr>
      <w:b/>
      <w:sz w:val="18"/>
      <w:lang w:eastAsia="en-AU"/>
    </w:rPr>
  </w:style>
  <w:style w:type="character" w:styleId="FollowedHyperlink">
    <w:name w:val="FollowedHyperlink"/>
    <w:basedOn w:val="DefaultParagraphFont"/>
    <w:uiPriority w:val="99"/>
    <w:semiHidden/>
    <w:unhideWhenUsed/>
    <w:rsid w:val="00C31A4F"/>
    <w:rPr>
      <w:color w:val="954F72" w:themeColor="followedHyperlink"/>
      <w:u w:val="single"/>
    </w:rPr>
  </w:style>
  <w:style w:type="paragraph" w:customStyle="1" w:styleId="Whitespacepadding">
    <w:name w:val="White space padding"/>
    <w:basedOn w:val="BodyText"/>
    <w:next w:val="BodyText"/>
    <w:uiPriority w:val="5"/>
    <w:qFormat/>
    <w:rsid w:val="00781AEC"/>
    <w:pPr>
      <w:spacing w:after="0"/>
    </w:pPr>
    <w:rPr>
      <w:sz w:val="16"/>
      <w:szCs w:val="16"/>
    </w:rPr>
  </w:style>
  <w:style w:type="paragraph" w:customStyle="1" w:styleId="Code">
    <w:name w:val="Code"/>
    <w:basedOn w:val="BodyText"/>
    <w:link w:val="CodeChar"/>
    <w:uiPriority w:val="2"/>
    <w:qFormat/>
    <w:rsid w:val="00A47426"/>
    <w:pPr>
      <w:spacing w:after="0"/>
    </w:pPr>
    <w:rPr>
      <w:rFonts w:ascii="Courier New" w:hAnsi="Courier New" w:cs="Courier New"/>
      <w:sz w:val="18"/>
      <w:szCs w:val="18"/>
    </w:rPr>
  </w:style>
  <w:style w:type="character" w:customStyle="1" w:styleId="CodeChar">
    <w:name w:val="Code Char"/>
    <w:basedOn w:val="BodyTextChar"/>
    <w:link w:val="Code"/>
    <w:uiPriority w:val="2"/>
    <w:rsid w:val="009F47A3"/>
    <w:rPr>
      <w:rFonts w:ascii="Courier New" w:eastAsia="Times New Roman" w:hAnsi="Courier New" w:cs="Courier New"/>
      <w:sz w:val="18"/>
      <w:szCs w:val="18"/>
      <w:lang w:eastAsia="en-AU"/>
    </w:rPr>
  </w:style>
  <w:style w:type="paragraph" w:customStyle="1" w:styleId="Boxedbold">
    <w:name w:val="Boxed bold"/>
    <w:basedOn w:val="BodyText"/>
    <w:rsid w:val="0033249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character" w:customStyle="1" w:styleId="InstructionsChar">
    <w:name w:val="Instructions Char"/>
    <w:basedOn w:val="BodyTextChar"/>
    <w:link w:val="Instructions"/>
    <w:semiHidden/>
    <w:rsid w:val="00C92D85"/>
    <w:rPr>
      <w:rFonts w:ascii="Calibri" w:eastAsia="Times New Roman" w:hAnsi="Calibri"/>
      <w:i/>
      <w:vanish/>
      <w:color w:val="1E6DB6" w:themeColor="accent1"/>
      <w:sz w:val="22"/>
      <w:szCs w:val="24"/>
      <w:lang w:eastAsia="en-AU"/>
    </w:rPr>
  </w:style>
  <w:style w:type="paragraph" w:customStyle="1" w:styleId="Statusfields">
    <w:name w:val="Status fields"/>
    <w:basedOn w:val="BodyText"/>
    <w:semiHidden/>
    <w:rsid w:val="00F54D0E"/>
    <w:pPr>
      <w:ind w:left="0"/>
    </w:pPr>
    <w:rPr>
      <w:sz w:val="24"/>
      <w:szCs w:val="20"/>
    </w:rPr>
  </w:style>
  <w:style w:type="paragraph" w:customStyle="1" w:styleId="DocumentID">
    <w:name w:val="Document ID"/>
    <w:basedOn w:val="BodyText"/>
    <w:uiPriority w:val="98"/>
    <w:semiHidden/>
    <w:qFormat/>
    <w:rsid w:val="00F64893"/>
    <w:pPr>
      <w:spacing w:after="480"/>
      <w:ind w:left="0"/>
    </w:pPr>
    <w:rPr>
      <w:sz w:val="20"/>
      <w:szCs w:val="18"/>
    </w:rPr>
  </w:style>
  <w:style w:type="paragraph" w:customStyle="1" w:styleId="Referencebodytext">
    <w:name w:val="Reference body text"/>
    <w:basedOn w:val="BodyText"/>
    <w:semiHidden/>
    <w:rsid w:val="00132434"/>
    <w:pPr>
      <w:spacing w:after="240"/>
      <w:ind w:left="1418" w:hanging="1417"/>
    </w:pPr>
    <w:rPr>
      <w:rFonts w:eastAsiaTheme="minorHAnsi"/>
      <w:sz w:val="20"/>
      <w:szCs w:val="20"/>
    </w:rPr>
  </w:style>
  <w:style w:type="paragraph" w:styleId="Bibliography">
    <w:name w:val="Bibliography"/>
    <w:basedOn w:val="Normal"/>
    <w:next w:val="Normal"/>
    <w:uiPriority w:val="37"/>
    <w:semiHidden/>
    <w:unhideWhenUsed/>
    <w:rsid w:val="00E820A4"/>
  </w:style>
  <w:style w:type="paragraph" w:styleId="BlockText">
    <w:name w:val="Block Text"/>
    <w:basedOn w:val="Normal"/>
    <w:uiPriority w:val="99"/>
    <w:semiHidden/>
    <w:unhideWhenUsed/>
    <w:rsid w:val="00290626"/>
    <w:pPr>
      <w:pBdr>
        <w:top w:val="single" w:sz="2" w:space="10" w:color="auto"/>
        <w:left w:val="single" w:sz="2" w:space="10" w:color="auto"/>
        <w:bottom w:val="single" w:sz="2" w:space="10" w:color="auto"/>
        <w:right w:val="single" w:sz="2" w:space="10" w:color="auto"/>
      </w:pBdr>
      <w:ind w:left="851" w:right="851"/>
    </w:pPr>
    <w:rPr>
      <w:rFonts w:eastAsiaTheme="minorEastAsia" w:cstheme="minorBidi"/>
      <w:i/>
      <w:iCs/>
      <w:color w:val="000000" w:themeColor="text1"/>
    </w:rPr>
  </w:style>
  <w:style w:type="paragraph" w:styleId="BodyText2">
    <w:name w:val="Body Text 2"/>
    <w:basedOn w:val="Normal"/>
    <w:link w:val="BodyText2Char"/>
    <w:uiPriority w:val="99"/>
    <w:semiHidden/>
    <w:rsid w:val="00E820A4"/>
    <w:pPr>
      <w:spacing w:line="480" w:lineRule="auto"/>
    </w:pPr>
  </w:style>
  <w:style w:type="character" w:customStyle="1" w:styleId="BodyText2Char">
    <w:name w:val="Body Text 2 Char"/>
    <w:basedOn w:val="DefaultParagraphFont"/>
    <w:link w:val="BodyText2"/>
    <w:uiPriority w:val="99"/>
    <w:semiHidden/>
    <w:rsid w:val="00E820A4"/>
    <w:rPr>
      <w:rFonts w:eastAsia="Times New Roman"/>
      <w:szCs w:val="24"/>
    </w:rPr>
  </w:style>
  <w:style w:type="paragraph" w:styleId="BodyText3">
    <w:name w:val="Body Text 3"/>
    <w:basedOn w:val="Normal"/>
    <w:link w:val="BodyText3Char"/>
    <w:uiPriority w:val="99"/>
    <w:semiHidden/>
    <w:rsid w:val="00E820A4"/>
    <w:rPr>
      <w:sz w:val="16"/>
      <w:szCs w:val="16"/>
    </w:rPr>
  </w:style>
  <w:style w:type="character" w:customStyle="1" w:styleId="BodyText3Char">
    <w:name w:val="Body Text 3 Char"/>
    <w:basedOn w:val="DefaultParagraphFont"/>
    <w:link w:val="BodyText3"/>
    <w:uiPriority w:val="99"/>
    <w:semiHidden/>
    <w:rsid w:val="00E820A4"/>
    <w:rPr>
      <w:rFonts w:eastAsia="Times New Roman"/>
      <w:sz w:val="16"/>
      <w:szCs w:val="16"/>
    </w:rPr>
  </w:style>
  <w:style w:type="paragraph" w:styleId="BodyTextFirstIndent">
    <w:name w:val="Body Text First Indent"/>
    <w:basedOn w:val="BodyText"/>
    <w:link w:val="BodyTextFirstIndentChar"/>
    <w:uiPriority w:val="99"/>
    <w:semiHidden/>
    <w:unhideWhenUsed/>
    <w:rsid w:val="00E820A4"/>
    <w:pPr>
      <w:ind w:left="0" w:firstLine="360"/>
    </w:pPr>
    <w:rPr>
      <w:lang w:eastAsia="en-US"/>
    </w:rPr>
  </w:style>
  <w:style w:type="character" w:customStyle="1" w:styleId="BodyTextFirstIndentChar">
    <w:name w:val="Body Text First Indent Char"/>
    <w:basedOn w:val="BodyTextChar"/>
    <w:link w:val="BodyTextFirstIndent"/>
    <w:uiPriority w:val="99"/>
    <w:semiHidden/>
    <w:rsid w:val="00E820A4"/>
    <w:rPr>
      <w:rFonts w:ascii="Calibri" w:eastAsia="Times New Roman" w:hAnsi="Calibri"/>
      <w:sz w:val="22"/>
      <w:szCs w:val="24"/>
      <w:lang w:eastAsia="en-AU"/>
    </w:rPr>
  </w:style>
  <w:style w:type="paragraph" w:styleId="BodyTextIndent">
    <w:name w:val="Body Text Indent"/>
    <w:basedOn w:val="Normal"/>
    <w:link w:val="BodyTextIndentChar"/>
    <w:uiPriority w:val="99"/>
    <w:semiHidden/>
    <w:unhideWhenUsed/>
    <w:rsid w:val="00E820A4"/>
    <w:pPr>
      <w:ind w:left="283"/>
    </w:pPr>
  </w:style>
  <w:style w:type="character" w:customStyle="1" w:styleId="BodyTextIndentChar">
    <w:name w:val="Body Text Indent Char"/>
    <w:basedOn w:val="DefaultParagraphFont"/>
    <w:link w:val="BodyTextIndent"/>
    <w:uiPriority w:val="99"/>
    <w:semiHidden/>
    <w:rsid w:val="00E820A4"/>
    <w:rPr>
      <w:rFonts w:eastAsia="Times New Roman"/>
      <w:szCs w:val="24"/>
    </w:rPr>
  </w:style>
  <w:style w:type="paragraph" w:styleId="BodyTextFirstIndent2">
    <w:name w:val="Body Text First Indent 2"/>
    <w:basedOn w:val="BodyTextIndent"/>
    <w:link w:val="BodyTextFirstIndent2Char"/>
    <w:uiPriority w:val="99"/>
    <w:semiHidden/>
    <w:unhideWhenUsed/>
    <w:rsid w:val="00E820A4"/>
    <w:pPr>
      <w:ind w:left="360" w:firstLine="360"/>
    </w:pPr>
  </w:style>
  <w:style w:type="character" w:customStyle="1" w:styleId="BodyTextFirstIndent2Char">
    <w:name w:val="Body Text First Indent 2 Char"/>
    <w:basedOn w:val="BodyTextIndentChar"/>
    <w:link w:val="BodyTextFirstIndent2"/>
    <w:uiPriority w:val="99"/>
    <w:semiHidden/>
    <w:rsid w:val="00E820A4"/>
    <w:rPr>
      <w:rFonts w:eastAsia="Times New Roman"/>
      <w:szCs w:val="24"/>
    </w:rPr>
  </w:style>
  <w:style w:type="paragraph" w:styleId="BodyTextIndent2">
    <w:name w:val="Body Text Indent 2"/>
    <w:basedOn w:val="Normal"/>
    <w:link w:val="BodyTextIndent2Char"/>
    <w:uiPriority w:val="99"/>
    <w:semiHidden/>
    <w:unhideWhenUsed/>
    <w:rsid w:val="00E820A4"/>
    <w:pPr>
      <w:spacing w:line="480" w:lineRule="auto"/>
      <w:ind w:left="283"/>
    </w:pPr>
  </w:style>
  <w:style w:type="character" w:customStyle="1" w:styleId="BodyTextIndent2Char">
    <w:name w:val="Body Text Indent 2 Char"/>
    <w:basedOn w:val="DefaultParagraphFont"/>
    <w:link w:val="BodyTextIndent2"/>
    <w:uiPriority w:val="99"/>
    <w:semiHidden/>
    <w:rsid w:val="00E820A4"/>
    <w:rPr>
      <w:rFonts w:eastAsia="Times New Roman"/>
      <w:szCs w:val="24"/>
    </w:rPr>
  </w:style>
  <w:style w:type="paragraph" w:styleId="BodyTextIndent3">
    <w:name w:val="Body Text Indent 3"/>
    <w:basedOn w:val="Normal"/>
    <w:link w:val="BodyTextIndent3Char"/>
    <w:uiPriority w:val="99"/>
    <w:semiHidden/>
    <w:unhideWhenUsed/>
    <w:rsid w:val="00E820A4"/>
    <w:pPr>
      <w:ind w:left="283"/>
    </w:pPr>
    <w:rPr>
      <w:sz w:val="16"/>
      <w:szCs w:val="16"/>
    </w:rPr>
  </w:style>
  <w:style w:type="character" w:customStyle="1" w:styleId="BodyTextIndent3Char">
    <w:name w:val="Body Text Indent 3 Char"/>
    <w:basedOn w:val="DefaultParagraphFont"/>
    <w:link w:val="BodyTextIndent3"/>
    <w:uiPriority w:val="99"/>
    <w:semiHidden/>
    <w:rsid w:val="00E820A4"/>
    <w:rPr>
      <w:rFonts w:eastAsia="Times New Roman"/>
      <w:sz w:val="16"/>
      <w:szCs w:val="16"/>
    </w:rPr>
  </w:style>
  <w:style w:type="paragraph" w:styleId="Closing">
    <w:name w:val="Closing"/>
    <w:basedOn w:val="Normal"/>
    <w:link w:val="ClosingChar"/>
    <w:uiPriority w:val="99"/>
    <w:semiHidden/>
    <w:unhideWhenUsed/>
    <w:rsid w:val="00E820A4"/>
    <w:pPr>
      <w:spacing w:after="0"/>
      <w:ind w:left="4252"/>
    </w:pPr>
  </w:style>
  <w:style w:type="character" w:customStyle="1" w:styleId="ClosingChar">
    <w:name w:val="Closing Char"/>
    <w:basedOn w:val="DefaultParagraphFont"/>
    <w:link w:val="Closing"/>
    <w:uiPriority w:val="99"/>
    <w:semiHidden/>
    <w:rsid w:val="00E820A4"/>
    <w:rPr>
      <w:rFonts w:eastAsia="Times New Roman"/>
      <w:szCs w:val="24"/>
    </w:rPr>
  </w:style>
  <w:style w:type="paragraph" w:styleId="DocumentMap">
    <w:name w:val="Document Map"/>
    <w:basedOn w:val="Normal"/>
    <w:link w:val="DocumentMapChar"/>
    <w:uiPriority w:val="99"/>
    <w:semiHidden/>
    <w:unhideWhenUsed/>
    <w:rsid w:val="00E820A4"/>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20A4"/>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E820A4"/>
    <w:pPr>
      <w:spacing w:after="0"/>
    </w:pPr>
  </w:style>
  <w:style w:type="character" w:customStyle="1" w:styleId="E-mailSignatureChar">
    <w:name w:val="E-mail Signature Char"/>
    <w:basedOn w:val="DefaultParagraphFont"/>
    <w:link w:val="E-mailSignature"/>
    <w:uiPriority w:val="99"/>
    <w:semiHidden/>
    <w:rsid w:val="00E820A4"/>
    <w:rPr>
      <w:rFonts w:eastAsia="Times New Roman"/>
      <w:szCs w:val="24"/>
    </w:rPr>
  </w:style>
  <w:style w:type="paragraph" w:styleId="EndnoteText">
    <w:name w:val="endnote text"/>
    <w:basedOn w:val="Normal"/>
    <w:link w:val="EndnoteTextChar"/>
    <w:uiPriority w:val="99"/>
    <w:semiHidden/>
    <w:unhideWhenUsed/>
    <w:rsid w:val="00E820A4"/>
    <w:pPr>
      <w:spacing w:after="0"/>
    </w:pPr>
    <w:rPr>
      <w:szCs w:val="20"/>
    </w:rPr>
  </w:style>
  <w:style w:type="character" w:customStyle="1" w:styleId="EndnoteTextChar">
    <w:name w:val="Endnote Text Char"/>
    <w:basedOn w:val="DefaultParagraphFont"/>
    <w:link w:val="EndnoteText"/>
    <w:uiPriority w:val="99"/>
    <w:semiHidden/>
    <w:rsid w:val="00E820A4"/>
    <w:rPr>
      <w:rFonts w:eastAsia="Times New Roman"/>
    </w:rPr>
  </w:style>
  <w:style w:type="paragraph" w:styleId="EnvelopeAddress">
    <w:name w:val="envelope address"/>
    <w:basedOn w:val="Normal"/>
    <w:uiPriority w:val="99"/>
    <w:semiHidden/>
    <w:unhideWhenUsed/>
    <w:rsid w:val="00E820A4"/>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820A4"/>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E820A4"/>
    <w:pPr>
      <w:spacing w:after="0"/>
    </w:pPr>
    <w:rPr>
      <w:i/>
      <w:iCs/>
    </w:rPr>
  </w:style>
  <w:style w:type="character" w:customStyle="1" w:styleId="HTMLAddressChar">
    <w:name w:val="HTML Address Char"/>
    <w:basedOn w:val="DefaultParagraphFont"/>
    <w:link w:val="HTMLAddress"/>
    <w:uiPriority w:val="99"/>
    <w:semiHidden/>
    <w:rsid w:val="00E820A4"/>
    <w:rPr>
      <w:rFonts w:eastAsia="Times New Roman"/>
      <w:i/>
      <w:iCs/>
      <w:szCs w:val="24"/>
    </w:rPr>
  </w:style>
  <w:style w:type="paragraph" w:styleId="HTMLPreformatted">
    <w:name w:val="HTML Preformatted"/>
    <w:basedOn w:val="Normal"/>
    <w:link w:val="HTMLPreformattedChar"/>
    <w:uiPriority w:val="99"/>
    <w:semiHidden/>
    <w:unhideWhenUsed/>
    <w:rsid w:val="00E820A4"/>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E820A4"/>
    <w:rPr>
      <w:rFonts w:ascii="Consolas" w:eastAsia="Times New Roman" w:hAnsi="Consolas" w:cs="Consolas"/>
    </w:rPr>
  </w:style>
  <w:style w:type="paragraph" w:styleId="Index1">
    <w:name w:val="index 1"/>
    <w:basedOn w:val="Normal"/>
    <w:next w:val="Normal"/>
    <w:autoRedefine/>
    <w:uiPriority w:val="99"/>
    <w:semiHidden/>
    <w:unhideWhenUsed/>
    <w:rsid w:val="00E820A4"/>
    <w:pPr>
      <w:spacing w:after="0"/>
      <w:ind w:left="200" w:hanging="200"/>
    </w:pPr>
  </w:style>
  <w:style w:type="paragraph" w:styleId="Index2">
    <w:name w:val="index 2"/>
    <w:basedOn w:val="Normal"/>
    <w:next w:val="Normal"/>
    <w:autoRedefine/>
    <w:uiPriority w:val="99"/>
    <w:semiHidden/>
    <w:unhideWhenUsed/>
    <w:rsid w:val="00E820A4"/>
    <w:pPr>
      <w:spacing w:after="0"/>
      <w:ind w:left="400" w:hanging="200"/>
    </w:pPr>
  </w:style>
  <w:style w:type="paragraph" w:styleId="Index3">
    <w:name w:val="index 3"/>
    <w:basedOn w:val="Normal"/>
    <w:next w:val="Normal"/>
    <w:autoRedefine/>
    <w:uiPriority w:val="99"/>
    <w:semiHidden/>
    <w:unhideWhenUsed/>
    <w:rsid w:val="00E820A4"/>
    <w:pPr>
      <w:spacing w:after="0"/>
      <w:ind w:left="600" w:hanging="200"/>
    </w:pPr>
  </w:style>
  <w:style w:type="paragraph" w:styleId="Index4">
    <w:name w:val="index 4"/>
    <w:basedOn w:val="Normal"/>
    <w:next w:val="Normal"/>
    <w:autoRedefine/>
    <w:uiPriority w:val="99"/>
    <w:semiHidden/>
    <w:unhideWhenUsed/>
    <w:rsid w:val="00E820A4"/>
    <w:pPr>
      <w:spacing w:after="0"/>
      <w:ind w:left="800" w:hanging="200"/>
    </w:pPr>
  </w:style>
  <w:style w:type="paragraph" w:styleId="Index5">
    <w:name w:val="index 5"/>
    <w:basedOn w:val="Normal"/>
    <w:next w:val="Normal"/>
    <w:autoRedefine/>
    <w:uiPriority w:val="99"/>
    <w:semiHidden/>
    <w:unhideWhenUsed/>
    <w:rsid w:val="00E820A4"/>
    <w:pPr>
      <w:spacing w:after="0"/>
      <w:ind w:left="1000" w:hanging="200"/>
    </w:pPr>
  </w:style>
  <w:style w:type="paragraph" w:styleId="Index6">
    <w:name w:val="index 6"/>
    <w:basedOn w:val="Normal"/>
    <w:next w:val="Normal"/>
    <w:autoRedefine/>
    <w:uiPriority w:val="99"/>
    <w:semiHidden/>
    <w:unhideWhenUsed/>
    <w:rsid w:val="00E820A4"/>
    <w:pPr>
      <w:spacing w:after="0"/>
      <w:ind w:left="1200" w:hanging="200"/>
    </w:pPr>
  </w:style>
  <w:style w:type="paragraph" w:styleId="Index7">
    <w:name w:val="index 7"/>
    <w:basedOn w:val="Normal"/>
    <w:next w:val="Normal"/>
    <w:autoRedefine/>
    <w:uiPriority w:val="99"/>
    <w:semiHidden/>
    <w:unhideWhenUsed/>
    <w:rsid w:val="00E820A4"/>
    <w:pPr>
      <w:spacing w:after="0"/>
      <w:ind w:left="1400" w:hanging="200"/>
    </w:pPr>
  </w:style>
  <w:style w:type="paragraph" w:styleId="Index8">
    <w:name w:val="index 8"/>
    <w:basedOn w:val="Normal"/>
    <w:next w:val="Normal"/>
    <w:autoRedefine/>
    <w:uiPriority w:val="99"/>
    <w:semiHidden/>
    <w:unhideWhenUsed/>
    <w:rsid w:val="00E820A4"/>
    <w:pPr>
      <w:spacing w:after="0"/>
      <w:ind w:left="1600" w:hanging="200"/>
    </w:pPr>
  </w:style>
  <w:style w:type="paragraph" w:styleId="Index9">
    <w:name w:val="index 9"/>
    <w:basedOn w:val="Normal"/>
    <w:next w:val="Normal"/>
    <w:autoRedefine/>
    <w:uiPriority w:val="99"/>
    <w:semiHidden/>
    <w:unhideWhenUsed/>
    <w:rsid w:val="00E820A4"/>
    <w:pPr>
      <w:spacing w:after="0"/>
      <w:ind w:left="1800" w:hanging="200"/>
    </w:pPr>
  </w:style>
  <w:style w:type="paragraph" w:styleId="IndexHeading">
    <w:name w:val="index heading"/>
    <w:basedOn w:val="Normal"/>
    <w:next w:val="Index1"/>
    <w:uiPriority w:val="99"/>
    <w:semiHidden/>
    <w:unhideWhenUsed/>
    <w:rsid w:val="00E820A4"/>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E820A4"/>
    <w:pPr>
      <w:pBdr>
        <w:bottom w:val="single" w:sz="4" w:space="4" w:color="1E6DB6" w:themeColor="accent1"/>
      </w:pBdr>
      <w:spacing w:before="200" w:after="280"/>
      <w:ind w:left="936" w:right="936"/>
    </w:pPr>
    <w:rPr>
      <w:b/>
      <w:bCs/>
      <w:i/>
      <w:iCs/>
      <w:color w:val="1E6DB6" w:themeColor="accent1"/>
    </w:rPr>
  </w:style>
  <w:style w:type="character" w:customStyle="1" w:styleId="IntenseQuoteChar">
    <w:name w:val="Intense Quote Char"/>
    <w:basedOn w:val="DefaultParagraphFont"/>
    <w:link w:val="IntenseQuote"/>
    <w:uiPriority w:val="30"/>
    <w:semiHidden/>
    <w:rsid w:val="00E820A4"/>
    <w:rPr>
      <w:rFonts w:eastAsia="Times New Roman"/>
      <w:b/>
      <w:bCs/>
      <w:i/>
      <w:iCs/>
      <w:color w:val="1E6DB6" w:themeColor="accent1"/>
      <w:szCs w:val="24"/>
    </w:rPr>
  </w:style>
  <w:style w:type="paragraph" w:styleId="List">
    <w:name w:val="List"/>
    <w:basedOn w:val="Normal"/>
    <w:uiPriority w:val="99"/>
    <w:semiHidden/>
    <w:unhideWhenUsed/>
    <w:rsid w:val="00E820A4"/>
    <w:pPr>
      <w:ind w:left="283" w:hanging="283"/>
      <w:contextualSpacing/>
    </w:pPr>
  </w:style>
  <w:style w:type="paragraph" w:styleId="List2">
    <w:name w:val="List 2"/>
    <w:basedOn w:val="Normal"/>
    <w:uiPriority w:val="99"/>
    <w:semiHidden/>
    <w:unhideWhenUsed/>
    <w:rsid w:val="00E820A4"/>
    <w:pPr>
      <w:ind w:left="566" w:hanging="283"/>
      <w:contextualSpacing/>
    </w:pPr>
  </w:style>
  <w:style w:type="paragraph" w:styleId="List3">
    <w:name w:val="List 3"/>
    <w:basedOn w:val="Normal"/>
    <w:uiPriority w:val="99"/>
    <w:semiHidden/>
    <w:unhideWhenUsed/>
    <w:rsid w:val="00E820A4"/>
    <w:pPr>
      <w:ind w:left="849" w:hanging="283"/>
      <w:contextualSpacing/>
    </w:pPr>
  </w:style>
  <w:style w:type="paragraph" w:styleId="List4">
    <w:name w:val="List 4"/>
    <w:basedOn w:val="Normal"/>
    <w:uiPriority w:val="99"/>
    <w:semiHidden/>
    <w:unhideWhenUsed/>
    <w:rsid w:val="00E820A4"/>
    <w:pPr>
      <w:ind w:left="1132" w:hanging="283"/>
      <w:contextualSpacing/>
    </w:pPr>
  </w:style>
  <w:style w:type="paragraph" w:styleId="List5">
    <w:name w:val="List 5"/>
    <w:basedOn w:val="Normal"/>
    <w:uiPriority w:val="99"/>
    <w:semiHidden/>
    <w:unhideWhenUsed/>
    <w:rsid w:val="00E820A4"/>
    <w:pPr>
      <w:ind w:left="1415" w:hanging="283"/>
      <w:contextualSpacing/>
    </w:pPr>
  </w:style>
  <w:style w:type="paragraph" w:styleId="ListBullet4">
    <w:name w:val="List Bullet 4"/>
    <w:basedOn w:val="Normal"/>
    <w:uiPriority w:val="99"/>
    <w:semiHidden/>
    <w:unhideWhenUsed/>
    <w:rsid w:val="00E820A4"/>
    <w:pPr>
      <w:numPr>
        <w:numId w:val="21"/>
      </w:numPr>
      <w:contextualSpacing/>
    </w:pPr>
  </w:style>
  <w:style w:type="paragraph" w:styleId="ListBullet5">
    <w:name w:val="List Bullet 5"/>
    <w:basedOn w:val="Normal"/>
    <w:uiPriority w:val="99"/>
    <w:semiHidden/>
    <w:unhideWhenUsed/>
    <w:rsid w:val="00E820A4"/>
    <w:pPr>
      <w:numPr>
        <w:numId w:val="22"/>
      </w:numPr>
      <w:contextualSpacing/>
    </w:pPr>
  </w:style>
  <w:style w:type="paragraph" w:styleId="ListContinue4">
    <w:name w:val="List Continue 4"/>
    <w:basedOn w:val="Normal"/>
    <w:uiPriority w:val="99"/>
    <w:semiHidden/>
    <w:unhideWhenUsed/>
    <w:rsid w:val="00E820A4"/>
    <w:pPr>
      <w:ind w:left="1132"/>
      <w:contextualSpacing/>
    </w:pPr>
  </w:style>
  <w:style w:type="paragraph" w:styleId="ListContinue5">
    <w:name w:val="List Continue 5"/>
    <w:basedOn w:val="Normal"/>
    <w:uiPriority w:val="99"/>
    <w:semiHidden/>
    <w:unhideWhenUsed/>
    <w:rsid w:val="00E820A4"/>
    <w:pPr>
      <w:ind w:left="1415"/>
      <w:contextualSpacing/>
    </w:pPr>
  </w:style>
  <w:style w:type="paragraph" w:styleId="ListNumber4">
    <w:name w:val="List Number 4"/>
    <w:basedOn w:val="Normal"/>
    <w:uiPriority w:val="99"/>
    <w:semiHidden/>
    <w:unhideWhenUsed/>
    <w:rsid w:val="00E820A4"/>
    <w:pPr>
      <w:numPr>
        <w:numId w:val="23"/>
      </w:numPr>
      <w:contextualSpacing/>
    </w:pPr>
  </w:style>
  <w:style w:type="paragraph" w:styleId="ListNumber5">
    <w:name w:val="List Number 5"/>
    <w:basedOn w:val="Normal"/>
    <w:uiPriority w:val="99"/>
    <w:semiHidden/>
    <w:unhideWhenUsed/>
    <w:rsid w:val="00E820A4"/>
    <w:pPr>
      <w:numPr>
        <w:numId w:val="24"/>
      </w:numPr>
      <w:contextualSpacing/>
    </w:pPr>
  </w:style>
  <w:style w:type="paragraph" w:styleId="ListParagraph">
    <w:name w:val="List Paragraph"/>
    <w:basedOn w:val="Normal"/>
    <w:uiPriority w:val="34"/>
    <w:semiHidden/>
    <w:rsid w:val="00E820A4"/>
    <w:pPr>
      <w:ind w:left="720"/>
      <w:contextualSpacing/>
    </w:pPr>
  </w:style>
  <w:style w:type="paragraph" w:styleId="MacroText">
    <w:name w:val="macro"/>
    <w:link w:val="MacroTextChar"/>
    <w:uiPriority w:val="99"/>
    <w:semiHidden/>
    <w:unhideWhenUsed/>
    <w:rsid w:val="00E820A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Consolas"/>
    </w:rPr>
  </w:style>
  <w:style w:type="character" w:customStyle="1" w:styleId="MacroTextChar">
    <w:name w:val="Macro Text Char"/>
    <w:basedOn w:val="DefaultParagraphFont"/>
    <w:link w:val="MacroText"/>
    <w:uiPriority w:val="99"/>
    <w:semiHidden/>
    <w:rsid w:val="00E820A4"/>
    <w:rPr>
      <w:rFonts w:ascii="Consolas" w:eastAsia="Times New Roman" w:hAnsi="Consolas" w:cs="Consolas"/>
    </w:rPr>
  </w:style>
  <w:style w:type="paragraph" w:styleId="MessageHeader">
    <w:name w:val="Message Header"/>
    <w:basedOn w:val="Normal"/>
    <w:link w:val="MessageHeaderChar"/>
    <w:uiPriority w:val="99"/>
    <w:semiHidden/>
    <w:unhideWhenUsed/>
    <w:rsid w:val="00E820A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820A4"/>
    <w:rPr>
      <w:rFonts w:asciiTheme="majorHAnsi" w:eastAsiaTheme="majorEastAsia" w:hAnsiTheme="majorHAnsi" w:cstheme="majorBidi"/>
      <w:sz w:val="24"/>
      <w:szCs w:val="24"/>
      <w:shd w:val="pct20" w:color="auto" w:fill="auto"/>
    </w:rPr>
  </w:style>
  <w:style w:type="paragraph" w:styleId="NoSpacing">
    <w:name w:val="No Spacing"/>
    <w:uiPriority w:val="1"/>
    <w:semiHidden/>
    <w:rsid w:val="00E820A4"/>
    <w:rPr>
      <w:rFonts w:eastAsia="Times New Roman"/>
      <w:szCs w:val="24"/>
    </w:rPr>
  </w:style>
  <w:style w:type="paragraph" w:styleId="NormalWeb">
    <w:name w:val="Normal (Web)"/>
    <w:basedOn w:val="Normal"/>
    <w:uiPriority w:val="99"/>
    <w:semiHidden/>
    <w:unhideWhenUsed/>
    <w:rsid w:val="000F2E2B"/>
  </w:style>
  <w:style w:type="paragraph" w:styleId="NormalIndent">
    <w:name w:val="Normal Indent"/>
    <w:basedOn w:val="Normal"/>
    <w:uiPriority w:val="99"/>
    <w:semiHidden/>
    <w:unhideWhenUsed/>
    <w:rsid w:val="00E820A4"/>
    <w:pPr>
      <w:ind w:left="720"/>
    </w:pPr>
  </w:style>
  <w:style w:type="paragraph" w:styleId="NoteHeading">
    <w:name w:val="Note Heading"/>
    <w:basedOn w:val="Normal"/>
    <w:next w:val="Normal"/>
    <w:link w:val="NoteHeadingChar"/>
    <w:uiPriority w:val="99"/>
    <w:semiHidden/>
    <w:unhideWhenUsed/>
    <w:rsid w:val="00E820A4"/>
    <w:pPr>
      <w:spacing w:after="0"/>
    </w:pPr>
  </w:style>
  <w:style w:type="character" w:customStyle="1" w:styleId="NoteHeadingChar">
    <w:name w:val="Note Heading Char"/>
    <w:basedOn w:val="DefaultParagraphFont"/>
    <w:link w:val="NoteHeading"/>
    <w:uiPriority w:val="99"/>
    <w:semiHidden/>
    <w:rsid w:val="00E820A4"/>
    <w:rPr>
      <w:rFonts w:eastAsia="Times New Roman"/>
      <w:szCs w:val="24"/>
    </w:rPr>
  </w:style>
  <w:style w:type="paragraph" w:styleId="PlainText">
    <w:name w:val="Plain Text"/>
    <w:basedOn w:val="Normal"/>
    <w:link w:val="PlainTextChar"/>
    <w:uiPriority w:val="99"/>
    <w:semiHidden/>
    <w:unhideWhenUsed/>
    <w:rsid w:val="00E820A4"/>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820A4"/>
    <w:rPr>
      <w:rFonts w:ascii="Consolas" w:eastAsia="Times New Roman" w:hAnsi="Consolas" w:cs="Consolas"/>
      <w:sz w:val="21"/>
      <w:szCs w:val="21"/>
    </w:rPr>
  </w:style>
  <w:style w:type="paragraph" w:styleId="Quote">
    <w:name w:val="Quote"/>
    <w:basedOn w:val="Normal"/>
    <w:next w:val="Normal"/>
    <w:link w:val="QuoteChar"/>
    <w:uiPriority w:val="29"/>
    <w:semiHidden/>
    <w:rsid w:val="00E820A4"/>
    <w:rPr>
      <w:i/>
      <w:iCs/>
      <w:color w:val="000000" w:themeColor="text1"/>
    </w:rPr>
  </w:style>
  <w:style w:type="character" w:customStyle="1" w:styleId="QuoteChar">
    <w:name w:val="Quote Char"/>
    <w:basedOn w:val="DefaultParagraphFont"/>
    <w:link w:val="Quote"/>
    <w:uiPriority w:val="29"/>
    <w:semiHidden/>
    <w:rsid w:val="00E820A4"/>
    <w:rPr>
      <w:rFonts w:eastAsia="Times New Roman"/>
      <w:i/>
      <w:iCs/>
      <w:color w:val="000000" w:themeColor="text1"/>
      <w:szCs w:val="24"/>
    </w:rPr>
  </w:style>
  <w:style w:type="paragraph" w:styleId="Salutation">
    <w:name w:val="Salutation"/>
    <w:basedOn w:val="Normal"/>
    <w:next w:val="Normal"/>
    <w:link w:val="SalutationChar"/>
    <w:uiPriority w:val="99"/>
    <w:semiHidden/>
    <w:unhideWhenUsed/>
    <w:rsid w:val="00E820A4"/>
  </w:style>
  <w:style w:type="character" w:customStyle="1" w:styleId="SalutationChar">
    <w:name w:val="Salutation Char"/>
    <w:basedOn w:val="DefaultParagraphFont"/>
    <w:link w:val="Salutation"/>
    <w:uiPriority w:val="99"/>
    <w:semiHidden/>
    <w:rsid w:val="00E820A4"/>
    <w:rPr>
      <w:rFonts w:eastAsia="Times New Roman"/>
      <w:szCs w:val="24"/>
    </w:rPr>
  </w:style>
  <w:style w:type="paragraph" w:styleId="Signature">
    <w:name w:val="Signature"/>
    <w:basedOn w:val="Normal"/>
    <w:link w:val="SignatureChar"/>
    <w:uiPriority w:val="99"/>
    <w:semiHidden/>
    <w:unhideWhenUsed/>
    <w:rsid w:val="00E820A4"/>
    <w:pPr>
      <w:spacing w:after="0"/>
      <w:ind w:left="4252"/>
    </w:pPr>
  </w:style>
  <w:style w:type="character" w:customStyle="1" w:styleId="SignatureChar">
    <w:name w:val="Signature Char"/>
    <w:basedOn w:val="DefaultParagraphFont"/>
    <w:link w:val="Signature"/>
    <w:uiPriority w:val="99"/>
    <w:semiHidden/>
    <w:rsid w:val="00E820A4"/>
    <w:rPr>
      <w:rFonts w:eastAsia="Times New Roman"/>
      <w:szCs w:val="24"/>
    </w:rPr>
  </w:style>
  <w:style w:type="paragraph" w:styleId="Subtitle">
    <w:name w:val="Subtitle"/>
    <w:basedOn w:val="Normal"/>
    <w:next w:val="Normal"/>
    <w:link w:val="SubtitleChar"/>
    <w:uiPriority w:val="11"/>
    <w:semiHidden/>
    <w:rsid w:val="00E820A4"/>
    <w:pPr>
      <w:numPr>
        <w:ilvl w:val="1"/>
      </w:numPr>
    </w:pPr>
    <w:rPr>
      <w:rFonts w:asciiTheme="majorHAnsi" w:eastAsiaTheme="majorEastAsia" w:hAnsiTheme="majorHAnsi" w:cstheme="majorBidi"/>
      <w:i/>
      <w:iCs/>
      <w:color w:val="1E6DB6" w:themeColor="accent1"/>
      <w:spacing w:val="15"/>
      <w:sz w:val="24"/>
    </w:rPr>
  </w:style>
  <w:style w:type="character" w:customStyle="1" w:styleId="SubtitleChar">
    <w:name w:val="Subtitle Char"/>
    <w:basedOn w:val="DefaultParagraphFont"/>
    <w:link w:val="Subtitle"/>
    <w:uiPriority w:val="11"/>
    <w:semiHidden/>
    <w:rsid w:val="00E820A4"/>
    <w:rPr>
      <w:rFonts w:asciiTheme="majorHAnsi" w:eastAsiaTheme="majorEastAsia" w:hAnsiTheme="majorHAnsi" w:cstheme="majorBidi"/>
      <w:i/>
      <w:iCs/>
      <w:color w:val="1E6DB6" w:themeColor="accent1"/>
      <w:spacing w:val="15"/>
      <w:sz w:val="24"/>
      <w:szCs w:val="24"/>
    </w:rPr>
  </w:style>
  <w:style w:type="paragraph" w:styleId="TableofAuthorities">
    <w:name w:val="table of authorities"/>
    <w:basedOn w:val="Normal"/>
    <w:next w:val="Normal"/>
    <w:uiPriority w:val="99"/>
    <w:semiHidden/>
    <w:unhideWhenUsed/>
    <w:rsid w:val="00E820A4"/>
    <w:pPr>
      <w:spacing w:after="0"/>
      <w:ind w:left="200" w:hanging="200"/>
    </w:pPr>
  </w:style>
  <w:style w:type="paragraph" w:styleId="TableofFigures">
    <w:name w:val="table of figures"/>
    <w:basedOn w:val="Normal"/>
    <w:next w:val="Normal"/>
    <w:uiPriority w:val="99"/>
    <w:semiHidden/>
    <w:unhideWhenUsed/>
    <w:rsid w:val="00E820A4"/>
    <w:pPr>
      <w:spacing w:after="0"/>
    </w:pPr>
  </w:style>
  <w:style w:type="paragraph" w:styleId="TOAHeading">
    <w:name w:val="toa heading"/>
    <w:basedOn w:val="Normal"/>
    <w:next w:val="Normal"/>
    <w:uiPriority w:val="99"/>
    <w:semiHidden/>
    <w:unhideWhenUsed/>
    <w:rsid w:val="00E820A4"/>
    <w:pPr>
      <w:spacing w:before="120"/>
    </w:pPr>
    <w:rPr>
      <w:rFonts w:asciiTheme="majorHAnsi" w:eastAsiaTheme="majorEastAsia" w:hAnsiTheme="majorHAnsi" w:cstheme="majorBidi"/>
      <w:b/>
      <w:bCs/>
      <w:sz w:val="24"/>
    </w:rPr>
  </w:style>
  <w:style w:type="table" w:customStyle="1" w:styleId="TableADHAwide">
    <w:name w:val="Table ADHA wide"/>
    <w:basedOn w:val="TableADHA"/>
    <w:uiPriority w:val="99"/>
    <w:rsid w:val="00033919"/>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customStyle="1" w:styleId="BodyTextOutdented">
    <w:name w:val="Body Text Outdented"/>
    <w:basedOn w:val="BodyText"/>
    <w:rsid w:val="006E1413"/>
    <w:pPr>
      <w:ind w:left="0"/>
    </w:pPr>
  </w:style>
  <w:style w:type="paragraph" w:customStyle="1" w:styleId="ProductVersion">
    <w:name w:val="Product Version"/>
    <w:basedOn w:val="Title"/>
    <w:semiHidden/>
    <w:qFormat/>
    <w:rsid w:val="002D7AAB"/>
  </w:style>
  <w:style w:type="paragraph" w:customStyle="1" w:styleId="Smallprint">
    <w:name w:val="Small print"/>
    <w:basedOn w:val="Normal"/>
    <w:semiHidden/>
    <w:rsid w:val="00F64893"/>
    <w:pPr>
      <w:framePr w:hSpace="181" w:wrap="notBeside" w:hAnchor="text" w:yAlign="bottom"/>
    </w:pPr>
    <w:rPr>
      <w:sz w:val="18"/>
      <w:lang w:eastAsia="en-AU"/>
    </w:rPr>
  </w:style>
  <w:style w:type="character" w:customStyle="1" w:styleId="SpecAttributeValueSize9">
    <w:name w:val="SpecAttribute_ValueSize9"/>
    <w:semiHidden/>
    <w:rsid w:val="006C3BAA"/>
    <w:rPr>
      <w:rFonts w:ascii="Verdana" w:hAnsi="Verdana"/>
      <w:sz w:val="18"/>
    </w:rPr>
  </w:style>
  <w:style w:type="table" w:customStyle="1" w:styleId="Tablecodesample">
    <w:name w:val="Table code sample"/>
    <w:basedOn w:val="TableNormal"/>
    <w:uiPriority w:val="99"/>
    <w:rsid w:val="00FC09FC"/>
    <w:pPr>
      <w:spacing w:before="60" w:after="60" w:line="276" w:lineRule="auto"/>
      <w:contextualSpacing/>
    </w:pPr>
    <w:rPr>
      <w:rFonts w:ascii="Courier New" w:hAnsi="Courier New"/>
      <w:sz w:val="18"/>
    </w:rPr>
    <w:tblPr>
      <w:tblInd w:w="851" w:type="dxa"/>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2"/>
    <w:qFormat/>
    <w:rsid w:val="0085181E"/>
    <w:pPr>
      <w:spacing w:before="60" w:after="60" w:line="276" w:lineRule="auto"/>
      <w:contextualSpacing/>
    </w:pPr>
    <w:rPr>
      <w:rFonts w:ascii="Courier New" w:hAnsi="Courier New" w:cs="Courier New"/>
      <w:sz w:val="18"/>
      <w:szCs w:val="18"/>
      <w:lang w:eastAsia="en-AU"/>
    </w:rPr>
  </w:style>
  <w:style w:type="character" w:customStyle="1" w:styleId="CodeoutdentedChar">
    <w:name w:val="Code outdented Char"/>
    <w:basedOn w:val="DefaultParagraphFont"/>
    <w:link w:val="Codeoutdented"/>
    <w:uiPriority w:val="2"/>
    <w:rsid w:val="003D2690"/>
    <w:rPr>
      <w:rFonts w:ascii="Courier New" w:eastAsia="Times New Roman" w:hAnsi="Courier New" w:cs="Courier New"/>
      <w:sz w:val="18"/>
      <w:szCs w:val="18"/>
      <w:lang w:eastAsia="en-AU"/>
    </w:rPr>
  </w:style>
  <w:style w:type="paragraph" w:customStyle="1" w:styleId="Smallprintbold">
    <w:name w:val="Small print bold"/>
    <w:basedOn w:val="Normal"/>
    <w:next w:val="Smallprint"/>
    <w:link w:val="SmallprintboldChar"/>
    <w:semiHidden/>
    <w:rsid w:val="00B04476"/>
    <w:pPr>
      <w:framePr w:hSpace="181" w:wrap="notBeside" w:hAnchor="text" w:yAlign="bottom"/>
      <w:widowControl w:val="0"/>
      <w:spacing w:before="120" w:after="0"/>
    </w:pPr>
    <w:rPr>
      <w:b/>
      <w:sz w:val="18"/>
      <w:lang w:eastAsia="en-AU"/>
    </w:rPr>
  </w:style>
  <w:style w:type="character" w:customStyle="1" w:styleId="SmallprintboldChar">
    <w:name w:val="Small print bold Char"/>
    <w:basedOn w:val="DefaultParagraphFont"/>
    <w:link w:val="Smallprintbold"/>
    <w:semiHidden/>
    <w:rsid w:val="00B04476"/>
    <w:rPr>
      <w:rFonts w:ascii="Calibri" w:eastAsia="Times New Roman" w:hAnsi="Calibri"/>
      <w:b/>
      <w:sz w:val="18"/>
      <w:szCs w:val="24"/>
      <w:lang w:eastAsia="en-AU"/>
    </w:rPr>
  </w:style>
  <w:style w:type="table" w:customStyle="1" w:styleId="Default">
    <w:name w:val="Default"/>
    <w:basedOn w:val="TableADHAwide"/>
    <w:uiPriority w:val="99"/>
    <w:rsid w:val="00FC09FC"/>
    <w:tblPr>
      <w:tblInd w:w="851"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Bullets">
    <w:name w:val="Bullets"/>
    <w:uiPriority w:val="99"/>
    <w:rsid w:val="00A163AC"/>
    <w:pPr>
      <w:numPr>
        <w:numId w:val="38"/>
      </w:numPr>
    </w:pPr>
  </w:style>
  <w:style w:type="character" w:styleId="UnresolvedMention">
    <w:name w:val="Unresolved Mention"/>
    <w:basedOn w:val="DefaultParagraphFont"/>
    <w:uiPriority w:val="99"/>
    <w:semiHidden/>
    <w:unhideWhenUsed/>
    <w:rsid w:val="001A7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00573">
      <w:bodyDiv w:val="1"/>
      <w:marLeft w:val="0"/>
      <w:marRight w:val="0"/>
      <w:marTop w:val="0"/>
      <w:marBottom w:val="0"/>
      <w:divBdr>
        <w:top w:val="none" w:sz="0" w:space="0" w:color="auto"/>
        <w:left w:val="none" w:sz="0" w:space="0" w:color="auto"/>
        <w:bottom w:val="none" w:sz="0" w:space="0" w:color="auto"/>
        <w:right w:val="none" w:sz="0" w:space="0" w:color="auto"/>
      </w:divBdr>
    </w:div>
    <w:div w:id="125127417">
      <w:bodyDiv w:val="1"/>
      <w:marLeft w:val="0"/>
      <w:marRight w:val="0"/>
      <w:marTop w:val="0"/>
      <w:marBottom w:val="0"/>
      <w:divBdr>
        <w:top w:val="none" w:sz="0" w:space="0" w:color="auto"/>
        <w:left w:val="none" w:sz="0" w:space="0" w:color="auto"/>
        <w:bottom w:val="none" w:sz="0" w:space="0" w:color="auto"/>
        <w:right w:val="none" w:sz="0" w:space="0" w:color="auto"/>
      </w:divBdr>
    </w:div>
    <w:div w:id="422840516">
      <w:bodyDiv w:val="1"/>
      <w:marLeft w:val="0"/>
      <w:marRight w:val="0"/>
      <w:marTop w:val="0"/>
      <w:marBottom w:val="0"/>
      <w:divBdr>
        <w:top w:val="none" w:sz="0" w:space="0" w:color="auto"/>
        <w:left w:val="none" w:sz="0" w:space="0" w:color="auto"/>
        <w:bottom w:val="none" w:sz="0" w:space="0" w:color="auto"/>
        <w:right w:val="none" w:sz="0" w:space="0" w:color="auto"/>
      </w:divBdr>
    </w:div>
    <w:div w:id="1643192317">
      <w:bodyDiv w:val="1"/>
      <w:marLeft w:val="0"/>
      <w:marRight w:val="0"/>
      <w:marTop w:val="0"/>
      <w:marBottom w:val="0"/>
      <w:divBdr>
        <w:top w:val="none" w:sz="0" w:space="0" w:color="auto"/>
        <w:left w:val="none" w:sz="0" w:space="0" w:color="auto"/>
        <w:bottom w:val="none" w:sz="0" w:space="0" w:color="auto"/>
        <w:right w:val="none" w:sz="0" w:space="0" w:color="auto"/>
      </w:divBdr>
    </w:div>
    <w:div w:id="1663460212">
      <w:bodyDiv w:val="1"/>
      <w:marLeft w:val="0"/>
      <w:marRight w:val="0"/>
      <w:marTop w:val="0"/>
      <w:marBottom w:val="0"/>
      <w:divBdr>
        <w:top w:val="none" w:sz="0" w:space="0" w:color="auto"/>
        <w:left w:val="none" w:sz="0" w:space="0" w:color="auto"/>
        <w:bottom w:val="none" w:sz="0" w:space="0" w:color="auto"/>
        <w:right w:val="none" w:sz="0" w:space="0" w:color="auto"/>
      </w:divBdr>
    </w:div>
    <w:div w:id="205830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confluence.digitalhealth.gov.au/x/SQ8JB" TargetMode="Externa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digitalhealth.gov.au/"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tr.nehta.net.au/" TargetMode="External"/><Relationship Id="rId24" Type="http://schemas.openxmlformats.org/officeDocument/2006/relationships/hyperlink" Target="mailto:help@digitalhealth.gov.au" TargetMode="External"/><Relationship Id="rId32" Type="http://schemas.openxmlformats.org/officeDocument/2006/relationships/header" Target="header8.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mailto:help@digitalhealth.gov.au" TargetMode="Externa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hyperlink" Target="https://developer.digitalhealth.gov.au" TargetMode="External"/><Relationship Id="rId19" Type="http://schemas.openxmlformats.org/officeDocument/2006/relationships/hyperlink" Target="mailto:help@digitalhealth.gov.au" TargetMode="External"/><Relationship Id="rId31" Type="http://schemas.openxmlformats.org/officeDocument/2006/relationships/hyperlink" Target="https://healthsoftware.humanservices.gov.au/claiming/ext-vnd/healthcare_identifiers%23a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tel:1300%20901%20001" TargetMode="Externa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glossaryDocument" Target="glossary/document.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an.howell\Documents\Agency%20Office%20Templates\External%20Long%20Document%20v2.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CA9DEF2657646329D11A1CF709F1355"/>
        <w:category>
          <w:name w:val="General"/>
          <w:gallery w:val="placeholder"/>
        </w:category>
        <w:types>
          <w:type w:val="bbPlcHdr"/>
        </w:types>
        <w:behaviors>
          <w:behavior w:val="content"/>
        </w:behaviors>
        <w:guid w:val="{4132B241-BC9B-4223-9FBB-9DC8932AD1C1}"/>
      </w:docPartPr>
      <w:docPartBody>
        <w:p w:rsidR="00583655" w:rsidRDefault="00583655">
          <w:pPr>
            <w:pStyle w:val="3CA9DEF2657646329D11A1CF709F1355"/>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63B981A2E88A47868B96266B38D7BD52"/>
        <w:category>
          <w:name w:val="General"/>
          <w:gallery w:val="placeholder"/>
        </w:category>
        <w:types>
          <w:type w:val="bbPlcHdr"/>
        </w:types>
        <w:behaviors>
          <w:behavior w:val="content"/>
        </w:behaviors>
        <w:guid w:val="{D129EA1A-8C39-497D-9CEE-B33158A2AB6A}"/>
      </w:docPartPr>
      <w:docPartBody>
        <w:p w:rsidR="00583655" w:rsidRDefault="00583655">
          <w:pPr>
            <w:pStyle w:val="63B981A2E88A47868B96266B38D7BD52"/>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
      <w:docPartPr>
        <w:name w:val="39199A3CCF064586A9986EEAA5AFE03B"/>
        <w:category>
          <w:name w:val="General"/>
          <w:gallery w:val="placeholder"/>
        </w:category>
        <w:types>
          <w:type w:val="bbPlcHdr"/>
        </w:types>
        <w:behaviors>
          <w:behavior w:val="content"/>
        </w:behaviors>
        <w:guid w:val="{72D5ACFD-4244-44B0-9A19-3F742342AFCA}"/>
      </w:docPartPr>
      <w:docPartBody>
        <w:p w:rsidR="00583655" w:rsidRDefault="00583655">
          <w:pPr>
            <w:pStyle w:val="39199A3CCF064586A9986EEAA5AFE03B"/>
          </w:pPr>
          <w:r w:rsidRPr="00E135CE">
            <w:rPr>
              <w:rStyle w:val="PlaceholderText"/>
            </w:rPr>
            <w:t>[To be approved]</w:t>
          </w:r>
        </w:p>
      </w:docPartBody>
    </w:docPart>
    <w:docPart>
      <w:docPartPr>
        <w:name w:val="9C6C3C05802E41479BC51722054B9D22"/>
        <w:category>
          <w:name w:val="General"/>
          <w:gallery w:val="placeholder"/>
        </w:category>
        <w:types>
          <w:type w:val="bbPlcHdr"/>
        </w:types>
        <w:behaviors>
          <w:behavior w:val="content"/>
        </w:behaviors>
        <w:guid w:val="{62866F90-FD9D-4076-9962-50D2B9573B04}"/>
      </w:docPartPr>
      <w:docPartBody>
        <w:p w:rsidR="00583655" w:rsidRDefault="00583655">
          <w:pPr>
            <w:pStyle w:val="9C6C3C05802E41479BC51722054B9D22"/>
          </w:pPr>
          <w:r w:rsidRPr="00E135CE">
            <w:rPr>
              <w:rStyle w:val="PlaceholderText"/>
            </w:rPr>
            <w:t>[Type version number to display on approved document e.g. v1.0]</w:t>
          </w:r>
        </w:p>
      </w:docPartBody>
    </w:docPart>
    <w:docPart>
      <w:docPartPr>
        <w:name w:val="D918F21E8CB24012A8D439FFD44ACBC3"/>
        <w:category>
          <w:name w:val="General"/>
          <w:gallery w:val="placeholder"/>
        </w:category>
        <w:types>
          <w:type w:val="bbPlcHdr"/>
        </w:types>
        <w:behaviors>
          <w:behavior w:val="content"/>
        </w:behaviors>
        <w:guid w:val="{318F5918-DD47-493A-922D-3FA538197D40}"/>
      </w:docPartPr>
      <w:docPartBody>
        <w:p w:rsidR="00583655" w:rsidRDefault="00583655">
          <w:pPr>
            <w:pStyle w:val="D918F21E8CB24012A8D439FFD44ACBC3"/>
          </w:pPr>
          <w:r w:rsidRPr="00E135CE">
            <w:rPr>
              <w:rStyle w:val="PlaceholderText"/>
            </w:rPr>
            <w:t>Select status.</w:t>
          </w:r>
        </w:p>
      </w:docPartBody>
    </w:docPart>
    <w:docPart>
      <w:docPartPr>
        <w:name w:val="7219254D988D49D0B4324166B411823F"/>
        <w:category>
          <w:name w:val="General"/>
          <w:gallery w:val="placeholder"/>
        </w:category>
        <w:types>
          <w:type w:val="bbPlcHdr"/>
        </w:types>
        <w:behaviors>
          <w:behavior w:val="content"/>
        </w:behaviors>
        <w:guid w:val="{D0E49AB9-3D22-4FBC-8988-EABAB0B441B6}"/>
      </w:docPartPr>
      <w:docPartBody>
        <w:p w:rsidR="00583655" w:rsidRDefault="00583655">
          <w:pPr>
            <w:pStyle w:val="7219254D988D49D0B4324166B411823F"/>
          </w:pPr>
          <w:r w:rsidRPr="00E135CE">
            <w:rPr>
              <w:rStyle w:val="PlaceholderText"/>
            </w:rPr>
            <w:t>Select audience.</w:t>
          </w:r>
        </w:p>
      </w:docPartBody>
    </w:docPart>
    <w:docPart>
      <w:docPartPr>
        <w:name w:val="3FE1A652CE8B4D9F83D8A7AB8AC923A2"/>
        <w:category>
          <w:name w:val="General"/>
          <w:gallery w:val="placeholder"/>
        </w:category>
        <w:types>
          <w:type w:val="bbPlcHdr"/>
        </w:types>
        <w:behaviors>
          <w:behavior w:val="content"/>
        </w:behaviors>
        <w:guid w:val="{E18D1505-CACC-4B47-A2AA-CA5B55A9F19E}"/>
      </w:docPartPr>
      <w:docPartBody>
        <w:p w:rsidR="00583655" w:rsidRDefault="00583655">
          <w:pPr>
            <w:pStyle w:val="3FE1A652CE8B4D9F83D8A7AB8AC923A2"/>
          </w:pPr>
          <w:r w:rsidRPr="00E135CE">
            <w:rPr>
              <w:rStyle w:val="PlaceholderText"/>
            </w:rPr>
            <w:t>Select intended use.</w:t>
          </w:r>
        </w:p>
      </w:docPartBody>
    </w:docPart>
    <w:docPart>
      <w:docPartPr>
        <w:name w:val="8DE9B669DB824418971299BFB03D053F"/>
        <w:category>
          <w:name w:val="General"/>
          <w:gallery w:val="placeholder"/>
        </w:category>
        <w:types>
          <w:type w:val="bbPlcHdr"/>
        </w:types>
        <w:behaviors>
          <w:behavior w:val="content"/>
        </w:behaviors>
        <w:guid w:val="{B47D4238-9B8D-4126-AAC0-2FC2314F1B12}"/>
      </w:docPartPr>
      <w:docPartBody>
        <w:p w:rsidR="00583655" w:rsidRDefault="00583655">
          <w:pPr>
            <w:pStyle w:val="8DE9B669DB824418971299BFB03D053F"/>
          </w:pPr>
          <w:r w:rsidRPr="0034493A">
            <w:rPr>
              <w:rStyle w:val="PlaceholderText"/>
              <w:b/>
              <w:szCs w:val="24"/>
            </w:rPr>
            <w:t>Type space to delete label.</w:t>
          </w:r>
        </w:p>
      </w:docPartBody>
    </w:docPart>
    <w:docPart>
      <w:docPartPr>
        <w:name w:val="5A1D250E522D4E429E7CB13D70699D6D"/>
        <w:category>
          <w:name w:val="General"/>
          <w:gallery w:val="placeholder"/>
        </w:category>
        <w:types>
          <w:type w:val="bbPlcHdr"/>
        </w:types>
        <w:behaviors>
          <w:behavior w:val="content"/>
        </w:behaviors>
        <w:guid w:val="{2C531AB9-D431-4251-ADA1-62B8127C0ACA}"/>
      </w:docPartPr>
      <w:docPartBody>
        <w:p w:rsidR="00583655" w:rsidRDefault="00583655">
          <w:pPr>
            <w:pStyle w:val="5A1D250E522D4E429E7CB13D70699D6D"/>
          </w:pPr>
          <w:r w:rsidRPr="00E135CE">
            <w:rPr>
              <w:rStyle w:val="PlaceholderText"/>
            </w:rPr>
            <w:t>[Click here and type document identifier]</w:t>
          </w:r>
        </w:p>
      </w:docPartBody>
    </w:docPart>
    <w:docPart>
      <w:docPartPr>
        <w:name w:val="3133D18345B346BE8F2BD96EDF6F52A6"/>
        <w:category>
          <w:name w:val="General"/>
          <w:gallery w:val="placeholder"/>
        </w:category>
        <w:types>
          <w:type w:val="bbPlcHdr"/>
        </w:types>
        <w:behaviors>
          <w:behavior w:val="content"/>
        </w:behaviors>
        <w:guid w:val="{E9846362-28EA-47DD-8300-D9913D61FA97}"/>
      </w:docPartPr>
      <w:docPartBody>
        <w:p w:rsidR="00583655" w:rsidRDefault="00583655">
          <w:pPr>
            <w:pStyle w:val="3133D18345B346BE8F2BD96EDF6F52A6"/>
          </w:pPr>
          <w:r w:rsidRPr="003F2CD6">
            <w:rPr>
              <w:rStyle w:val="PlaceholderText"/>
            </w:rPr>
            <w:t>Select draft version</w:t>
          </w:r>
        </w:p>
      </w:docPartBody>
    </w:docPart>
    <w:docPart>
      <w:docPartPr>
        <w:name w:val="3CBFD38E117C4760804F0B60459DAD00"/>
        <w:category>
          <w:name w:val="General"/>
          <w:gallery w:val="placeholder"/>
        </w:category>
        <w:types>
          <w:type w:val="bbPlcHdr"/>
        </w:types>
        <w:behaviors>
          <w:behavior w:val="content"/>
        </w:behaviors>
        <w:guid w:val="{F381660A-DFAF-446A-AED2-05B53F5DEAEA}"/>
      </w:docPartPr>
      <w:docPartBody>
        <w:p w:rsidR="00583655" w:rsidRDefault="00583655">
          <w:pPr>
            <w:pStyle w:val="3CBFD38E117C4760804F0B60459DAD00"/>
          </w:pPr>
          <w:r>
            <w:rPr>
              <w:rStyle w:val="PlaceholderText"/>
              <w:b/>
              <w:color w:val="FF0000"/>
              <w:sz w:val="28"/>
              <w:szCs w:val="28"/>
            </w:rPr>
            <w:t>SELECT PROTECTIVE MARKING</w:t>
          </w:r>
        </w:p>
      </w:docPartBody>
    </w:docPart>
    <w:docPart>
      <w:docPartPr>
        <w:name w:val="682AB40767F3461B9DA2666D4BA8DB79"/>
        <w:category>
          <w:name w:val="General"/>
          <w:gallery w:val="placeholder"/>
        </w:category>
        <w:types>
          <w:type w:val="bbPlcHdr"/>
        </w:types>
        <w:behaviors>
          <w:behavior w:val="content"/>
        </w:behaviors>
        <w:guid w:val="{8A186627-B21C-4116-A1D5-34AFA91AF047}"/>
      </w:docPartPr>
      <w:docPartBody>
        <w:p w:rsidR="00583655" w:rsidRDefault="00583655">
          <w:pPr>
            <w:pStyle w:val="682AB40767F3461B9DA2666D4BA8DB79"/>
          </w:pPr>
          <w:r w:rsidRPr="00B02058">
            <w:rPr>
              <w:rStyle w:val="PlaceholderText"/>
              <w:rFonts w:eastAsiaTheme="minorHAnsi"/>
            </w:rPr>
            <w:t>[</w:t>
          </w:r>
          <w:r>
            <w:rPr>
              <w:rStyle w:val="PlaceholderText"/>
              <w:rFonts w:eastAsiaTheme="minorHAnsi"/>
            </w:rPr>
            <w:t>Title of accountable executive</w:t>
          </w:r>
          <w:r w:rsidRPr="00B02058">
            <w:rPr>
              <w:rStyle w:val="PlaceholderText"/>
              <w:rFonts w:eastAsiaTheme="minorHAnsi"/>
            </w:rPr>
            <w:t>]</w:t>
          </w:r>
        </w:p>
      </w:docPartBody>
    </w:docPart>
    <w:docPart>
      <w:docPartPr>
        <w:name w:val="9380220649E640159169250C4462D89B"/>
        <w:category>
          <w:name w:val="General"/>
          <w:gallery w:val="placeholder"/>
        </w:category>
        <w:types>
          <w:type w:val="bbPlcHdr"/>
        </w:types>
        <w:behaviors>
          <w:behavior w:val="content"/>
        </w:behaviors>
        <w:guid w:val="{D878B8C2-1F43-4BF0-92E7-F12109530AB8}"/>
      </w:docPartPr>
      <w:docPartBody>
        <w:p w:rsidR="00583655" w:rsidRDefault="00583655">
          <w:pPr>
            <w:pStyle w:val="9380220649E640159169250C4462D89B"/>
          </w:pPr>
          <w:r w:rsidRPr="00B02058">
            <w:rPr>
              <w:rStyle w:val="PlaceholderText"/>
              <w:rFonts w:eastAsiaTheme="minorHAnsi"/>
            </w:rPr>
            <w:t>[</w:t>
          </w:r>
          <w:r>
            <w:rPr>
              <w:rStyle w:val="PlaceholderText"/>
              <w:rFonts w:eastAsiaTheme="minorHAnsi"/>
            </w:rPr>
            <w:t>Next scheduled date of r</w:t>
          </w:r>
          <w:r w:rsidRPr="00B02058">
            <w:rPr>
              <w:rStyle w:val="PlaceholderText"/>
              <w:rFonts w:eastAsiaTheme="minorHAnsi"/>
            </w:rPr>
            <w:t>eview]</w:t>
          </w:r>
        </w:p>
      </w:docPartBody>
    </w:docPart>
    <w:docPart>
      <w:docPartPr>
        <w:name w:val="0A7CD73CAC18434294439466FBE180E5"/>
        <w:category>
          <w:name w:val="General"/>
          <w:gallery w:val="placeholder"/>
        </w:category>
        <w:types>
          <w:type w:val="bbPlcHdr"/>
        </w:types>
        <w:behaviors>
          <w:behavior w:val="content"/>
        </w:behaviors>
        <w:guid w:val="{14980860-78BD-4767-9F8E-FC087A78F74F}"/>
      </w:docPartPr>
      <w:docPartBody>
        <w:p w:rsidR="00583655" w:rsidRDefault="00583655">
          <w:pPr>
            <w:pStyle w:val="0A7CD73CAC18434294439466FBE180E5"/>
          </w:pPr>
          <w:r w:rsidRPr="00080ECD">
            <w:rPr>
              <w:rStyle w:val="PlaceholderText"/>
              <w:rFonts w:eastAsiaTheme="minorHAnsi"/>
            </w:rPr>
            <w:t>[Contact for Enquiries]</w:t>
          </w:r>
        </w:p>
      </w:docPartBody>
    </w:docPart>
    <w:docPart>
      <w:docPartPr>
        <w:name w:val="D2017F2BE20D45AE9D93F7BE4D293C7D"/>
        <w:category>
          <w:name w:val="General"/>
          <w:gallery w:val="placeholder"/>
        </w:category>
        <w:types>
          <w:type w:val="bbPlcHdr"/>
        </w:types>
        <w:behaviors>
          <w:behavior w:val="content"/>
        </w:behaviors>
        <w:guid w:val="{07FA0421-A1CC-419D-B897-139ECF22A5AF}"/>
      </w:docPartPr>
      <w:docPartBody>
        <w:p w:rsidR="00583655" w:rsidRDefault="00583655">
          <w:pPr>
            <w:pStyle w:val="D2017F2BE20D45AE9D93F7BE4D293C7D"/>
          </w:pPr>
          <w:r>
            <w:t>Contact person’s email address</w:t>
          </w:r>
        </w:p>
      </w:docPartBody>
    </w:docPart>
    <w:docPart>
      <w:docPartPr>
        <w:name w:val="05711278A1854A8BBDCA57AE1AFA9C06"/>
        <w:category>
          <w:name w:val="General"/>
          <w:gallery w:val="placeholder"/>
        </w:category>
        <w:types>
          <w:type w:val="bbPlcHdr"/>
        </w:types>
        <w:behaviors>
          <w:behavior w:val="content"/>
        </w:behaviors>
        <w:guid w:val="{ED25F032-A76C-441E-B82C-3066A43FD705}"/>
      </w:docPartPr>
      <w:docPartBody>
        <w:p w:rsidR="00583655" w:rsidRDefault="00583655">
          <w:pPr>
            <w:pStyle w:val="05711278A1854A8BBDCA57AE1AFA9C06"/>
          </w:pPr>
          <w:r w:rsidRPr="00C046F3">
            <w:rPr>
              <w:rStyle w:val="PlaceholderText"/>
            </w:rPr>
            <w:t>[Subject]</w:t>
          </w:r>
        </w:p>
      </w:docPartBody>
    </w:docPart>
    <w:docPart>
      <w:docPartPr>
        <w:name w:val="5B748A6373C847A9919DB0F0419B36F1"/>
        <w:category>
          <w:name w:val="General"/>
          <w:gallery w:val="placeholder"/>
        </w:category>
        <w:types>
          <w:type w:val="bbPlcHdr"/>
        </w:types>
        <w:behaviors>
          <w:behavior w:val="content"/>
        </w:behaviors>
        <w:guid w:val="{7E099550-B380-4620-ADF6-128E9F911057}"/>
      </w:docPartPr>
      <w:docPartBody>
        <w:p w:rsidR="00583655" w:rsidRDefault="00583655">
          <w:pPr>
            <w:pStyle w:val="5B748A6373C847A9919DB0F0419B36F1"/>
          </w:pPr>
          <w:r w:rsidRPr="00C046F3">
            <w:rPr>
              <w:rStyle w:val="PlaceholderText"/>
            </w:rPr>
            <w:t>[Title]</w:t>
          </w:r>
        </w:p>
      </w:docPartBody>
    </w:docPart>
    <w:docPart>
      <w:docPartPr>
        <w:name w:val="62711E91994A42899AFB4707FB1958CE"/>
        <w:category>
          <w:name w:val="General"/>
          <w:gallery w:val="placeholder"/>
        </w:category>
        <w:types>
          <w:type w:val="bbPlcHdr"/>
        </w:types>
        <w:behaviors>
          <w:behavior w:val="content"/>
        </w:behaviors>
        <w:guid w:val="{38AC71EF-1199-4200-BE6A-80FF858EFAAE}"/>
      </w:docPartPr>
      <w:docPartBody>
        <w:p w:rsidR="00583655" w:rsidRDefault="00583655">
          <w:pPr>
            <w:pStyle w:val="62711E91994A42899AFB4707FB1958CE"/>
          </w:pPr>
          <w:r w:rsidRPr="00843D1C">
            <w:rPr>
              <w:rStyle w:val="PlaceholderText"/>
            </w:rPr>
            <w:t>[Type version number to display on approved document e.g. v1.0]</w:t>
          </w:r>
        </w:p>
      </w:docPartBody>
    </w:docPart>
    <w:docPart>
      <w:docPartPr>
        <w:name w:val="0F69AF680D364C1BB098D6600BFE2290"/>
        <w:category>
          <w:name w:val="General"/>
          <w:gallery w:val="placeholder"/>
        </w:category>
        <w:types>
          <w:type w:val="bbPlcHdr"/>
        </w:types>
        <w:behaviors>
          <w:behavior w:val="content"/>
        </w:behaviors>
        <w:guid w:val="{EFFBC9C8-F101-4613-913E-E5E0B4789FBE}"/>
      </w:docPartPr>
      <w:docPartBody>
        <w:p w:rsidR="00583655" w:rsidRDefault="00583655">
          <w:pPr>
            <w:pStyle w:val="0F69AF680D364C1BB098D6600BFE2290"/>
          </w:pPr>
          <w:r w:rsidRPr="006D53B6">
            <w:rPr>
              <w:rStyle w:val="PlaceholderText"/>
            </w:rPr>
            <w:t>Click here to enter text.</w:t>
          </w:r>
        </w:p>
      </w:docPartBody>
    </w:docPart>
    <w:docPart>
      <w:docPartPr>
        <w:name w:val="1BE5CCB7B7B546E5A40DB96B08348E01"/>
        <w:category>
          <w:name w:val="General"/>
          <w:gallery w:val="placeholder"/>
        </w:category>
        <w:types>
          <w:type w:val="bbPlcHdr"/>
        </w:types>
        <w:behaviors>
          <w:behavior w:val="content"/>
        </w:behaviors>
        <w:guid w:val="{349C9F0E-031F-4C6A-B9F3-6297216BF283}"/>
      </w:docPartPr>
      <w:docPartBody>
        <w:p w:rsidR="00583655" w:rsidRDefault="00583655">
          <w:pPr>
            <w:pStyle w:val="1BE5CCB7B7B546E5A40DB96B08348E01"/>
          </w:pPr>
          <w:r w:rsidRPr="001368BA">
            <w:rPr>
              <w:rStyle w:val="PlaceholderText"/>
              <w:szCs w:val="16"/>
            </w:rPr>
            <w:t>Choose status.</w:t>
          </w:r>
        </w:p>
      </w:docPartBody>
    </w:docPart>
    <w:docPart>
      <w:docPartPr>
        <w:name w:val="BB0F7D05ECBF4E54853030DC2353E779"/>
        <w:category>
          <w:name w:val="General"/>
          <w:gallery w:val="placeholder"/>
        </w:category>
        <w:types>
          <w:type w:val="bbPlcHdr"/>
        </w:types>
        <w:behaviors>
          <w:behavior w:val="content"/>
        </w:behaviors>
        <w:guid w:val="{2ADA0C9D-4F54-4BFC-827A-ABECFE7E54A7}"/>
      </w:docPartPr>
      <w:docPartBody>
        <w:p w:rsidR="00583655" w:rsidRDefault="00583655">
          <w:pPr>
            <w:pStyle w:val="BB0F7D05ECBF4E54853030DC2353E779"/>
          </w:pPr>
          <w:r w:rsidRPr="001368BA">
            <w:rPr>
              <w:rStyle w:val="PlaceholderText"/>
              <w:szCs w:val="16"/>
            </w:rPr>
            <w:t>Choose audience.</w:t>
          </w:r>
        </w:p>
      </w:docPartBody>
    </w:docPart>
    <w:docPart>
      <w:docPartPr>
        <w:name w:val="48934FA6A6284876B73C52C473A16AA1"/>
        <w:category>
          <w:name w:val="General"/>
          <w:gallery w:val="placeholder"/>
        </w:category>
        <w:types>
          <w:type w:val="bbPlcHdr"/>
        </w:types>
        <w:behaviors>
          <w:behavior w:val="content"/>
        </w:behaviors>
        <w:guid w:val="{54AF3600-4788-4A7D-B598-DF7AF587D3AB}"/>
      </w:docPartPr>
      <w:docPartBody>
        <w:p w:rsidR="00583655" w:rsidRDefault="00583655">
          <w:pPr>
            <w:pStyle w:val="48934FA6A6284876B73C52C473A16AA1"/>
          </w:pPr>
          <w:r w:rsidRPr="001368BA">
            <w:rPr>
              <w:rStyle w:val="PlaceholderText"/>
              <w:szCs w:val="16"/>
            </w:rPr>
            <w:t>Choose intended use.</w:t>
          </w:r>
        </w:p>
      </w:docPartBody>
    </w:docPart>
    <w:docPart>
      <w:docPartPr>
        <w:name w:val="4536FB3E227D4519983766EFF43E419B"/>
        <w:category>
          <w:name w:val="General"/>
          <w:gallery w:val="placeholder"/>
        </w:category>
        <w:types>
          <w:type w:val="bbPlcHdr"/>
        </w:types>
        <w:behaviors>
          <w:behavior w:val="content"/>
        </w:behaviors>
        <w:guid w:val="{FFEA070C-5F12-486B-948B-A8487F2212C6}"/>
      </w:docPartPr>
      <w:docPartBody>
        <w:p w:rsidR="00583655" w:rsidRDefault="00583655">
          <w:pPr>
            <w:pStyle w:val="4536FB3E227D4519983766EFF43E419B"/>
          </w:pPr>
          <w:r w:rsidRPr="00061AD2">
            <w:rPr>
              <w:rStyle w:val="PlaceholderText"/>
              <w:szCs w:val="16"/>
            </w:rPr>
            <w:t>[To be approved]</w:t>
          </w:r>
        </w:p>
      </w:docPartBody>
    </w:docPart>
    <w:docPart>
      <w:docPartPr>
        <w:name w:val="55B14D00B2CD4FA0880A9E57FFF9FE60"/>
        <w:category>
          <w:name w:val="General"/>
          <w:gallery w:val="placeholder"/>
        </w:category>
        <w:types>
          <w:type w:val="bbPlcHdr"/>
        </w:types>
        <w:behaviors>
          <w:behavior w:val="content"/>
        </w:behaviors>
        <w:guid w:val="{270786CB-77E8-42E0-9EB5-3FCBD4BD1B86}"/>
      </w:docPartPr>
      <w:docPartBody>
        <w:p w:rsidR="00583655" w:rsidRDefault="00583655">
          <w:pPr>
            <w:pStyle w:val="55B14D00B2CD4FA0880A9E57FFF9FE60"/>
          </w:pPr>
          <w:r w:rsidRPr="00010A8F">
            <w:rPr>
              <w:rStyle w:val="PlaceholderText"/>
              <w:szCs w:val="16"/>
            </w:rPr>
            <w:t>Select version or blank</w:t>
          </w:r>
        </w:p>
      </w:docPartBody>
    </w:docPart>
    <w:docPart>
      <w:docPartPr>
        <w:name w:val="A20B897B8177424EB8A1926646319770"/>
        <w:category>
          <w:name w:val="General"/>
          <w:gallery w:val="placeholder"/>
        </w:category>
        <w:types>
          <w:type w:val="bbPlcHdr"/>
        </w:types>
        <w:behaviors>
          <w:behavior w:val="content"/>
        </w:behaviors>
        <w:guid w:val="{F04A7A20-4D7F-4F24-BCB5-A5A9D6EA65FA}"/>
      </w:docPartPr>
      <w:docPartBody>
        <w:p w:rsidR="00583655" w:rsidRDefault="00583655">
          <w:pPr>
            <w:pStyle w:val="A20B897B8177424EB8A1926646319770"/>
          </w:pPr>
          <w:r>
            <w:rPr>
              <w:rStyle w:val="PlaceholderText"/>
              <w:szCs w:val="16"/>
            </w:rPr>
            <w:t>D</w:t>
          </w:r>
          <w:r w:rsidRPr="001368BA">
            <w:rPr>
              <w:rStyle w:val="PlaceholderText"/>
              <w:szCs w:val="16"/>
            </w:rPr>
            <w:t>ocument identifier</w:t>
          </w:r>
        </w:p>
      </w:docPartBody>
    </w:docPart>
    <w:docPart>
      <w:docPartPr>
        <w:name w:val="7D989FD690D44A1EBBC9E065ABDDE09F"/>
        <w:category>
          <w:name w:val="General"/>
          <w:gallery w:val="placeholder"/>
        </w:category>
        <w:types>
          <w:type w:val="bbPlcHdr"/>
        </w:types>
        <w:behaviors>
          <w:behavior w:val="content"/>
        </w:behaviors>
        <w:guid w:val="{45C36291-C314-4253-AEF6-9D331433CE51}"/>
      </w:docPartPr>
      <w:docPartBody>
        <w:p w:rsidR="00583655" w:rsidRDefault="00583655">
          <w:pPr>
            <w:pStyle w:val="7D989FD690D44A1EBBC9E065ABDDE09F"/>
          </w:pPr>
          <w:r w:rsidRPr="00D5549F">
            <w:rPr>
              <w:rStyle w:val="PlaceholderText"/>
              <w:szCs w:val="16"/>
            </w:rPr>
            <w:t>[To be approved]</w:t>
          </w:r>
          <w:r>
            <w:rPr>
              <w:noProof/>
            </w:rPr>
            <w:t xml:space="preserve"> </w:t>
          </w:r>
        </w:p>
      </w:docPartBody>
    </w:docPart>
    <w:docPart>
      <w:docPartPr>
        <w:name w:val="7BE633EBAC5046CE8814ED8E630306BD"/>
        <w:category>
          <w:name w:val="General"/>
          <w:gallery w:val="placeholder"/>
        </w:category>
        <w:types>
          <w:type w:val="bbPlcHdr"/>
        </w:types>
        <w:behaviors>
          <w:behavior w:val="content"/>
        </w:behaviors>
        <w:guid w:val="{8A0BA654-3520-4F78-81BA-F07252F65856}"/>
      </w:docPartPr>
      <w:docPartBody>
        <w:p w:rsidR="00583655" w:rsidRDefault="00583655">
          <w:pPr>
            <w:pStyle w:val="7BE633EBAC5046CE8814ED8E630306BD"/>
          </w:pPr>
          <w:r w:rsidRPr="001368BA">
            <w:rPr>
              <w:rStyle w:val="PlaceholderText"/>
              <w:szCs w:val="16"/>
            </w:rPr>
            <w:t>Choose status.</w:t>
          </w:r>
        </w:p>
      </w:docPartBody>
    </w:docPart>
    <w:docPart>
      <w:docPartPr>
        <w:name w:val="D57B5A770F004655972BD8B1DF277C0C"/>
        <w:category>
          <w:name w:val="General"/>
          <w:gallery w:val="placeholder"/>
        </w:category>
        <w:types>
          <w:type w:val="bbPlcHdr"/>
        </w:types>
        <w:behaviors>
          <w:behavior w:val="content"/>
        </w:behaviors>
        <w:guid w:val="{0CF705F8-0E48-4443-A91A-C590810C1BC3}"/>
      </w:docPartPr>
      <w:docPartBody>
        <w:p w:rsidR="00583655" w:rsidRDefault="00583655">
          <w:pPr>
            <w:pStyle w:val="D57B5A770F004655972BD8B1DF277C0C"/>
          </w:pPr>
          <w:r w:rsidRPr="001368BA">
            <w:rPr>
              <w:rStyle w:val="PlaceholderText"/>
              <w:szCs w:val="16"/>
            </w:rPr>
            <w:t>Choose audience.</w:t>
          </w:r>
        </w:p>
      </w:docPartBody>
    </w:docPart>
    <w:docPart>
      <w:docPartPr>
        <w:name w:val="C4D73CC9DDFE4CF98552B1DB9F0922C5"/>
        <w:category>
          <w:name w:val="General"/>
          <w:gallery w:val="placeholder"/>
        </w:category>
        <w:types>
          <w:type w:val="bbPlcHdr"/>
        </w:types>
        <w:behaviors>
          <w:behavior w:val="content"/>
        </w:behaviors>
        <w:guid w:val="{516DB17A-D6E2-442E-BA27-4236BD28E292}"/>
      </w:docPartPr>
      <w:docPartBody>
        <w:p w:rsidR="00583655" w:rsidRDefault="00583655">
          <w:pPr>
            <w:pStyle w:val="C4D73CC9DDFE4CF98552B1DB9F0922C5"/>
          </w:pPr>
          <w:r w:rsidRPr="001368BA">
            <w:rPr>
              <w:rStyle w:val="PlaceholderText"/>
              <w:szCs w:val="16"/>
            </w:rPr>
            <w:t>Choose intended use.</w:t>
          </w:r>
        </w:p>
      </w:docPartBody>
    </w:docPart>
    <w:docPart>
      <w:docPartPr>
        <w:name w:val="457967A26D8F474AA36C3DFA85A03A24"/>
        <w:category>
          <w:name w:val="General"/>
          <w:gallery w:val="placeholder"/>
        </w:category>
        <w:types>
          <w:type w:val="bbPlcHdr"/>
        </w:types>
        <w:behaviors>
          <w:behavior w:val="content"/>
        </w:behaviors>
        <w:guid w:val="{8DD96030-D330-436B-9C20-B79FB26D4989}"/>
      </w:docPartPr>
      <w:docPartBody>
        <w:p w:rsidR="00583655" w:rsidRDefault="00583655">
          <w:pPr>
            <w:pStyle w:val="457967A26D8F474AA36C3DFA85A03A24"/>
          </w:pPr>
          <w:r>
            <w:rPr>
              <w:rStyle w:val="PlaceholderText"/>
              <w:szCs w:val="16"/>
            </w:rPr>
            <w:t>D</w:t>
          </w:r>
          <w:r w:rsidRPr="001368BA">
            <w:rPr>
              <w:rStyle w:val="PlaceholderText"/>
              <w:szCs w:val="16"/>
            </w:rPr>
            <w:t>ocument identifier.</w:t>
          </w:r>
        </w:p>
      </w:docPartBody>
    </w:docPart>
    <w:docPart>
      <w:docPartPr>
        <w:name w:val="DFA51093F7744D58904223F8E41417C1"/>
        <w:category>
          <w:name w:val="General"/>
          <w:gallery w:val="placeholder"/>
        </w:category>
        <w:types>
          <w:type w:val="bbPlcHdr"/>
        </w:types>
        <w:behaviors>
          <w:behavior w:val="content"/>
        </w:behaviors>
        <w:guid w:val="{6306ECE0-6EC0-45D2-ACD8-390274562671}"/>
      </w:docPartPr>
      <w:docPartBody>
        <w:p w:rsidR="00583655" w:rsidRDefault="00583655">
          <w:pPr>
            <w:pStyle w:val="DFA51093F7744D58904223F8E41417C1"/>
          </w:pPr>
          <w:r>
            <w:t>Select version or blank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Shell Dlg">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55"/>
    <w:rsid w:val="000B4225"/>
    <w:rsid w:val="000C2272"/>
    <w:rsid w:val="000C5385"/>
    <w:rsid w:val="000F74BF"/>
    <w:rsid w:val="0013729E"/>
    <w:rsid w:val="001522F6"/>
    <w:rsid w:val="00164F8C"/>
    <w:rsid w:val="00244D3C"/>
    <w:rsid w:val="002E047B"/>
    <w:rsid w:val="00353A93"/>
    <w:rsid w:val="00382388"/>
    <w:rsid w:val="003C7EF9"/>
    <w:rsid w:val="00406596"/>
    <w:rsid w:val="004E4A40"/>
    <w:rsid w:val="00583655"/>
    <w:rsid w:val="006123E2"/>
    <w:rsid w:val="00742115"/>
    <w:rsid w:val="00753B68"/>
    <w:rsid w:val="00767069"/>
    <w:rsid w:val="00783829"/>
    <w:rsid w:val="007C575C"/>
    <w:rsid w:val="007E291F"/>
    <w:rsid w:val="0085502F"/>
    <w:rsid w:val="008624FD"/>
    <w:rsid w:val="008B74DD"/>
    <w:rsid w:val="00904D9D"/>
    <w:rsid w:val="009279AF"/>
    <w:rsid w:val="00A41F0D"/>
    <w:rsid w:val="00B56635"/>
    <w:rsid w:val="00BD6D1E"/>
    <w:rsid w:val="00C7626D"/>
    <w:rsid w:val="00CD09CC"/>
    <w:rsid w:val="00CF081A"/>
    <w:rsid w:val="00D26F49"/>
    <w:rsid w:val="00E0304F"/>
    <w:rsid w:val="00E40C39"/>
    <w:rsid w:val="00EB7877"/>
    <w:rsid w:val="00F453A6"/>
    <w:rsid w:val="00F541A3"/>
    <w:rsid w:val="00F55DEC"/>
    <w:rsid w:val="00F770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3655"/>
    <w:rPr>
      <w:color w:val="808080"/>
    </w:rPr>
  </w:style>
  <w:style w:type="paragraph" w:customStyle="1" w:styleId="3CA9DEF2657646329D11A1CF709F1355">
    <w:name w:val="3CA9DEF2657646329D11A1CF709F1355"/>
  </w:style>
  <w:style w:type="paragraph" w:customStyle="1" w:styleId="63B981A2E88A47868B96266B38D7BD52">
    <w:name w:val="63B981A2E88A47868B96266B38D7BD52"/>
  </w:style>
  <w:style w:type="paragraph" w:customStyle="1" w:styleId="39199A3CCF064586A9986EEAA5AFE03B">
    <w:name w:val="39199A3CCF064586A9986EEAA5AFE03B"/>
  </w:style>
  <w:style w:type="paragraph" w:customStyle="1" w:styleId="9C6C3C05802E41479BC51722054B9D22">
    <w:name w:val="9C6C3C05802E41479BC51722054B9D22"/>
  </w:style>
  <w:style w:type="paragraph" w:customStyle="1" w:styleId="D918F21E8CB24012A8D439FFD44ACBC3">
    <w:name w:val="D918F21E8CB24012A8D439FFD44ACBC3"/>
  </w:style>
  <w:style w:type="paragraph" w:customStyle="1" w:styleId="7219254D988D49D0B4324166B411823F">
    <w:name w:val="7219254D988D49D0B4324166B411823F"/>
  </w:style>
  <w:style w:type="paragraph" w:customStyle="1" w:styleId="3FE1A652CE8B4D9F83D8A7AB8AC923A2">
    <w:name w:val="3FE1A652CE8B4D9F83D8A7AB8AC923A2"/>
  </w:style>
  <w:style w:type="paragraph" w:customStyle="1" w:styleId="8DE9B669DB824418971299BFB03D053F">
    <w:name w:val="8DE9B669DB824418971299BFB03D053F"/>
  </w:style>
  <w:style w:type="paragraph" w:customStyle="1" w:styleId="5A1D250E522D4E429E7CB13D70699D6D">
    <w:name w:val="5A1D250E522D4E429E7CB13D70699D6D"/>
  </w:style>
  <w:style w:type="paragraph" w:customStyle="1" w:styleId="3133D18345B346BE8F2BD96EDF6F52A6">
    <w:name w:val="3133D18345B346BE8F2BD96EDF6F52A6"/>
  </w:style>
  <w:style w:type="paragraph" w:customStyle="1" w:styleId="98D3EDB0C7774E03ABCAFF81700E8D8A">
    <w:name w:val="98D3EDB0C7774E03ABCAFF81700E8D8A"/>
  </w:style>
  <w:style w:type="paragraph" w:customStyle="1" w:styleId="3CBFD38E117C4760804F0B60459DAD00">
    <w:name w:val="3CBFD38E117C4760804F0B60459DAD00"/>
  </w:style>
  <w:style w:type="paragraph" w:customStyle="1" w:styleId="682AB40767F3461B9DA2666D4BA8DB79">
    <w:name w:val="682AB40767F3461B9DA2666D4BA8DB79"/>
  </w:style>
  <w:style w:type="paragraph" w:customStyle="1" w:styleId="9380220649E640159169250C4462D89B">
    <w:name w:val="9380220649E640159169250C4462D89B"/>
  </w:style>
  <w:style w:type="paragraph" w:customStyle="1" w:styleId="0A7CD73CAC18434294439466FBE180E5">
    <w:name w:val="0A7CD73CAC18434294439466FBE180E5"/>
  </w:style>
  <w:style w:type="paragraph" w:customStyle="1" w:styleId="D2017F2BE20D45AE9D93F7BE4D293C7D">
    <w:name w:val="D2017F2BE20D45AE9D93F7BE4D293C7D"/>
  </w:style>
  <w:style w:type="paragraph" w:customStyle="1" w:styleId="05711278A1854A8BBDCA57AE1AFA9C06">
    <w:name w:val="05711278A1854A8BBDCA57AE1AFA9C06"/>
  </w:style>
  <w:style w:type="paragraph" w:customStyle="1" w:styleId="5B748A6373C847A9919DB0F0419B36F1">
    <w:name w:val="5B748A6373C847A9919DB0F0419B36F1"/>
  </w:style>
  <w:style w:type="paragraph" w:customStyle="1" w:styleId="62711E91994A42899AFB4707FB1958CE">
    <w:name w:val="62711E91994A42899AFB4707FB1958CE"/>
  </w:style>
  <w:style w:type="paragraph" w:customStyle="1" w:styleId="0F69AF680D364C1BB098D6600BFE2290">
    <w:name w:val="0F69AF680D364C1BB098D6600BFE2290"/>
  </w:style>
  <w:style w:type="paragraph" w:customStyle="1" w:styleId="1BE5CCB7B7B546E5A40DB96B08348E01">
    <w:name w:val="1BE5CCB7B7B546E5A40DB96B08348E01"/>
  </w:style>
  <w:style w:type="paragraph" w:customStyle="1" w:styleId="BB0F7D05ECBF4E54853030DC2353E779">
    <w:name w:val="BB0F7D05ECBF4E54853030DC2353E779"/>
  </w:style>
  <w:style w:type="paragraph" w:customStyle="1" w:styleId="48934FA6A6284876B73C52C473A16AA1">
    <w:name w:val="48934FA6A6284876B73C52C473A16AA1"/>
  </w:style>
  <w:style w:type="paragraph" w:customStyle="1" w:styleId="4536FB3E227D4519983766EFF43E419B">
    <w:name w:val="4536FB3E227D4519983766EFF43E419B"/>
  </w:style>
  <w:style w:type="paragraph" w:customStyle="1" w:styleId="55B14D00B2CD4FA0880A9E57FFF9FE60">
    <w:name w:val="55B14D00B2CD4FA0880A9E57FFF9FE60"/>
  </w:style>
  <w:style w:type="paragraph" w:customStyle="1" w:styleId="A20B897B8177424EB8A1926646319770">
    <w:name w:val="A20B897B8177424EB8A1926646319770"/>
  </w:style>
  <w:style w:type="paragraph" w:customStyle="1" w:styleId="7D989FD690D44A1EBBC9E065ABDDE09F">
    <w:name w:val="7D989FD690D44A1EBBC9E065ABDDE09F"/>
  </w:style>
  <w:style w:type="paragraph" w:customStyle="1" w:styleId="7BE633EBAC5046CE8814ED8E630306BD">
    <w:name w:val="7BE633EBAC5046CE8814ED8E630306BD"/>
  </w:style>
  <w:style w:type="paragraph" w:customStyle="1" w:styleId="D57B5A770F004655972BD8B1DF277C0C">
    <w:name w:val="D57B5A770F004655972BD8B1DF277C0C"/>
  </w:style>
  <w:style w:type="paragraph" w:customStyle="1" w:styleId="C4D73CC9DDFE4CF98552B1DB9F0922C5">
    <w:name w:val="C4D73CC9DDFE4CF98552B1DB9F0922C5"/>
  </w:style>
  <w:style w:type="paragraph" w:customStyle="1" w:styleId="457967A26D8F474AA36C3DFA85A03A24">
    <w:name w:val="457967A26D8F474AA36C3DFA85A03A24"/>
  </w:style>
  <w:style w:type="paragraph" w:customStyle="1" w:styleId="DFA51093F7744D58904223F8E41417C1">
    <w:name w:val="DFA51093F7744D58904223F8E41417C1"/>
  </w:style>
  <w:style w:type="paragraph" w:customStyle="1" w:styleId="423180F3A5CC4A4A9F10096997D2FC3F">
    <w:name w:val="423180F3A5CC4A4A9F10096997D2FC3F"/>
    <w:rsid w:val="00583655"/>
  </w:style>
  <w:style w:type="paragraph" w:customStyle="1" w:styleId="1B96E2BCD51E4033A7E577CE6D957337">
    <w:name w:val="1B96E2BCD51E4033A7E577CE6D957337"/>
    <w:rsid w:val="00583655"/>
  </w:style>
  <w:style w:type="paragraph" w:customStyle="1" w:styleId="A4BE5A480BB0492B86609EFA70D51DB5">
    <w:name w:val="A4BE5A480BB0492B86609EFA70D51DB5"/>
    <w:rsid w:val="00583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oot>
  <versionPublished>v4.1</versionPublished>
</root>
</file>

<file path=customXml/item2.xml><?xml version="1.0" encoding="utf-8"?>
<b:Sources xmlns:b="http://schemas.openxmlformats.org/officeDocument/2006/bibliography" xmlns="http://schemas.openxmlformats.org/officeDocument/2006/bibliography" SelectedStyle="\NEHTACollab.XSL" StyleName="NEHTA Collaboration">
</b:Sources>
</file>

<file path=customXml/item3.xml><?xml version="1.0" encoding="utf-8"?>
<root>
  <dateOfApproval>2021-06-30T00:00:00</dateOfApproval>
  <DocStatus>Approved</DocStatus>
  <Audience>for external</Audience>
  <IntendedUse>use</IntendedUse>
  <Revision/>
  <DocumentVersionNumber> </DocumentVersionNumber>
  <DocumentID>DH-3501:2021</DocumentID>
</root>
</file>

<file path=customXml/itemProps1.xml><?xml version="1.0" encoding="utf-8"?>
<ds:datastoreItem xmlns:ds="http://schemas.openxmlformats.org/officeDocument/2006/customXml" ds:itemID="{FE7B4EB5-E916-4A7E-BF8C-86E56810F32F}">
  <ds:schemaRefs/>
</ds:datastoreItem>
</file>

<file path=customXml/itemProps2.xml><?xml version="1.0" encoding="utf-8"?>
<ds:datastoreItem xmlns:ds="http://schemas.openxmlformats.org/officeDocument/2006/customXml" ds:itemID="{D299FA2D-E9C2-4B94-9753-A1A00053395A}">
  <ds:schemaRefs>
    <ds:schemaRef ds:uri="http://schemas.openxmlformats.org/officeDocument/2006/bibliography"/>
  </ds:schemaRefs>
</ds:datastoreItem>
</file>

<file path=customXml/itemProps3.xml><?xml version="1.0" encoding="utf-8"?>
<ds:datastoreItem xmlns:ds="http://schemas.openxmlformats.org/officeDocument/2006/customXml" ds:itemID="{E2F2F3AA-4CD9-4DBD-A736-CDA785365897}">
  <ds:schemaRefs/>
</ds:datastoreItem>
</file>

<file path=docProps/app.xml><?xml version="1.0" encoding="utf-8"?>
<Properties xmlns="http://schemas.openxmlformats.org/officeDocument/2006/extended-properties" xmlns:vt="http://schemas.openxmlformats.org/officeDocument/2006/docPropsVTypes">
  <Template>External Long Document v2.6</Template>
  <TotalTime>5</TotalTime>
  <Pages>52</Pages>
  <Words>9918</Words>
  <Characters>56539</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Implementation Conformance Statement Proforma Instructions</vt:lpstr>
    </vt:vector>
  </TitlesOfParts>
  <Company>Australian Digital Health Agency</Company>
  <LinksUpToDate>false</LinksUpToDate>
  <CharactersWithSpaces>66325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Conformance Statement Proforma Instructions</dc:title>
  <dc:subject>Healthcare Identifiers</dc:subject>
  <dc:creator>Brian Howell</dc:creator>
  <cp:lastModifiedBy>Trevor Burke</cp:lastModifiedBy>
  <cp:revision>3</cp:revision>
  <cp:lastPrinted>2021-07-02T01:02:00Z</cp:lastPrinted>
  <dcterms:created xsi:type="dcterms:W3CDTF">2021-07-02T00:58:00Z</dcterms:created>
  <dcterms:modified xsi:type="dcterms:W3CDTF">2021-07-02T01:02:00Z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2.6</vt:lpwstr>
  </property>
  <property fmtid="{D5CDD505-2E9C-101B-9397-08002B2CF9AE}" pid="3" name="Template owner">
    <vt:lpwstr>Internal Communications</vt:lpwstr>
  </property>
  <property fmtid="{D5CDD505-2E9C-101B-9397-08002B2CF9AE}" pid="4" name="Template approval date">
    <vt:lpwstr>26 August 2020</vt:lpwstr>
  </property>
  <property fmtid="{D5CDD505-2E9C-101B-9397-08002B2CF9AE}" pid="5" name="Template name">
    <vt:lpwstr>External long</vt:lpwstr>
  </property>
</Properties>
</file>