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bookmarkStart w:id="0" w:name="_GoBack"/>
      <w:bookmarkEnd w:id="0"/>
    </w:p>
    <w:p w14:paraId="7A4AA7E6" w14:textId="77777777" w:rsidR="00374EDC" w:rsidRPr="00FC0387" w:rsidRDefault="00E602F8"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E602F8"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5FC3B15F" w:rsidR="001C4614" w:rsidRDefault="00E602F8"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0-02-25T00:00:00Z">
            <w:dateFormat w:val="d MMMM yyyy"/>
            <w:lid w:val="en-AU"/>
            <w:storeMappedDataAs w:val="dateTime"/>
            <w:calendar w:val="gregorian"/>
          </w:date>
        </w:sdtPr>
        <w:sdtEndPr/>
        <w:sdtContent>
          <w:r w:rsidR="00286F9E">
            <w:t>25 February 2020</w:t>
          </w:r>
        </w:sdtContent>
      </w:sdt>
      <w:r w:rsidR="00934D18">
        <w:t xml:space="preserve"> </w:t>
      </w:r>
      <w:r w:rsidR="00463826">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B44138">
            <w:t>v</w:t>
          </w:r>
          <w:r w:rsidR="00EB4875">
            <w:t>3.2</w:t>
          </w:r>
        </w:sdtContent>
      </w:sdt>
    </w:p>
    <w:p w14:paraId="39F6D827" w14:textId="7EE7576E" w:rsidR="00A42970" w:rsidRDefault="00E602F8"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4DCF1DDE" w14:textId="6BCDE23F" w:rsidR="00B82A66" w:rsidRPr="00841A99" w:rsidRDefault="00E602F8"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rPr>
            <w:rFonts w:cs="Calibri"/>
            <w:color w:val="333333"/>
            <w:shd w:val="clear" w:color="auto" w:fill="FFFFFF"/>
          </w:r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841A99" w:rsidRPr="00027869">
            <w:rPr>
              <w:rFonts w:cs="Calibri"/>
              <w:color w:val="333333"/>
              <w:shd w:val="clear" w:color="auto" w:fill="FFFFFF"/>
            </w:rPr>
            <w:t>DH-</w:t>
          </w:r>
          <w:r w:rsidR="00027869">
            <w:rPr>
              <w:rFonts w:cs="Calibri"/>
              <w:color w:val="333333"/>
              <w:shd w:val="clear" w:color="auto" w:fill="FFFFFF"/>
            </w:rPr>
            <w:t>3092:2020</w:t>
          </w:r>
        </w:sdtContent>
      </w:sdt>
    </w:p>
    <w:p w14:paraId="1DB9B55A" w14:textId="77777777" w:rsidR="00463826" w:rsidRDefault="00E602F8"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77777777" w:rsidR="00C72E6B" w:rsidRPr="00C72E6B" w:rsidRDefault="001D349A" w:rsidP="00DC47B8">
      <w:pPr>
        <w:pStyle w:val="Heading1unnumbered"/>
        <w:spacing w:before="0"/>
      </w:pPr>
      <w:r>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0723E566"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286F9E">
              <w:rPr>
                <w:rFonts w:cs="Calibri"/>
              </w:rPr>
              <w:t xml:space="preserve">mobile app </w:t>
            </w:r>
            <w:r w:rsidRPr="00C30C74">
              <w:rPr>
                <w:rFonts w:cs="Calibri"/>
              </w:rPr>
              <w:t>developers to</w:t>
            </w:r>
            <w:r w:rsidRPr="00C30C74" w:rsidDel="000F6984">
              <w:rPr>
                <w:rFonts w:cs="Calibri"/>
              </w:rPr>
              <w:t xml:space="preserve"> </w:t>
            </w:r>
            <w:r w:rsidRPr="00C30C74">
              <w:rPr>
                <w:rFonts w:cs="Calibri"/>
              </w:rPr>
              <w:t>request access to the My Health Record Production Environment by providing information about the developer’s organisation, details of their application (app), declaring that the app conforms to the mandatory My Health Record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77777777" w:rsidR="001D349A" w:rsidRPr="004270DE" w:rsidRDefault="001D349A" w:rsidP="000F0F8A">
            <w:pPr>
              <w:spacing w:after="120"/>
              <w:rPr>
                <w:rFonts w:cs="Calibri"/>
              </w:rPr>
            </w:pPr>
            <w:r w:rsidRPr="004270DE">
              <w:rPr>
                <w:rFonts w:cs="Calibri"/>
              </w:rPr>
              <w:t xml:space="preserve">If you </w:t>
            </w:r>
            <w:r w:rsidRPr="004270DE">
              <w:rPr>
                <w:rFonts w:cs="Calibri"/>
                <w:b/>
              </w:rPr>
              <w:t>are requesting My Health Record Production Environment access 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3" w:history="1">
              <w:r w:rsidRPr="004270DE">
                <w:rPr>
                  <w:rStyle w:val="Hyperlink"/>
                  <w:rFonts w:ascii="Calibri" w:hAnsi="Calibri" w:cs="Calibri"/>
                  <w:sz w:val="22"/>
                </w:rPr>
                <w:t>help@digitalhealth.gov.au</w:t>
              </w:r>
            </w:hyperlink>
          </w:p>
          <w:p w14:paraId="6B83D380" w14:textId="77777777" w:rsidR="001D349A" w:rsidRPr="004270DE" w:rsidRDefault="001D349A" w:rsidP="000F0F8A">
            <w:pPr>
              <w:spacing w:after="120"/>
              <w:rPr>
                <w:rFonts w:cs="Calibri"/>
                <w:b/>
              </w:rPr>
            </w:pPr>
            <w:r w:rsidRPr="004270DE">
              <w:rPr>
                <w:rFonts w:cs="Calibri"/>
              </w:rPr>
              <w:t xml:space="preserve">If you are </w:t>
            </w:r>
            <w:r w:rsidRPr="004270DE">
              <w:rPr>
                <w:rFonts w:cs="Calibri"/>
                <w:b/>
              </w:rPr>
              <w:t xml:space="preserve">changing or upgrading your app (e.g. major or minor versions, </w:t>
            </w:r>
            <w:r w:rsidRPr="004270DE">
              <w:rPr>
                <w:rFonts w:cs="Calibri"/>
                <w:b/>
                <w:bCs/>
              </w:rPr>
              <w:t>adding/</w:t>
            </w:r>
            <w:r w:rsidRPr="004270DE">
              <w:rPr>
                <w:rFonts w:cs="Calibri"/>
                <w:b/>
              </w:rPr>
              <w:t xml:space="preserve">removing a function, requesting access 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77777777" w:rsidR="001D349A" w:rsidRPr="0092027F" w:rsidRDefault="001D349A" w:rsidP="000F0F8A">
            <w:pPr>
              <w:spacing w:after="120"/>
              <w:rPr>
                <w:rFonts w:cs="Calibri"/>
              </w:rPr>
            </w:pPr>
            <w:r w:rsidRPr="0092027F">
              <w:rPr>
                <w:rFonts w:cs="Calibri"/>
              </w:rPr>
              <w:t>If you apply to access the My Health Record Production Environment, we (the System Operator of the My Health Record system)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77777777" w:rsidR="001D349A" w:rsidRPr="0092027F" w:rsidRDefault="001D349A" w:rsidP="000F0F8A">
            <w:pPr>
              <w:spacing w:after="120"/>
              <w:rPr>
                <w:rFonts w:cs="Arial"/>
                <w:color w:val="1F497D"/>
              </w:rPr>
            </w:pPr>
            <w:r w:rsidRPr="0092027F">
              <w:t>We will collect and use this personal information for the purposes of granting your organisation access to the Production Environment and contacting the relevant person for general enquiries about your organisation, app or application, and for general incident and security management.</w:t>
            </w:r>
          </w:p>
          <w:p w14:paraId="2D9E691F" w14:textId="77777777" w:rsidR="001D349A" w:rsidRPr="0092027F" w:rsidRDefault="001D349A" w:rsidP="000F0F8A">
            <w:pPr>
              <w:spacing w:after="120"/>
              <w:rPr>
                <w:rFonts w:cs="Times New Roman"/>
              </w:rPr>
            </w:pPr>
            <w:r w:rsidRPr="0092027F">
              <w:t xml:space="preserve">Without this information your organisation and app will not be able to access the My Health Record Production Environment. We will only disclose personal information about you or others you have included </w:t>
            </w:r>
            <w:r w:rsidRPr="0092027F">
              <w:lastRenderedPageBreak/>
              <w:t>in this form to our contractors and delegates to assist us in operating the My Health Record system. Contractors and delegates are bound by strict obligations to treat individuals’ personal information with the same level of respect, privacy and security as us. We will not disclose personal information included in this form overseas.</w:t>
            </w:r>
          </w:p>
          <w:p w14:paraId="31339737" w14:textId="77777777" w:rsidR="001D349A" w:rsidRPr="0092027F" w:rsidRDefault="001D349A" w:rsidP="000F0F8A">
            <w:pPr>
              <w:spacing w:after="120"/>
              <w:rPr>
                <w:rFonts w:cs="Arial"/>
                <w:color w:val="1F497D"/>
              </w:rPr>
            </w:pPr>
            <w:r w:rsidRPr="0092027F">
              <w:t xml:space="preserve">For more information or to find out how you can access and correct personal information, complain about a breach of privacy, or for further details about how we manage your personal information, please see our privacy policy at </w:t>
            </w:r>
            <w:hyperlink r:id="rId14" w:history="1">
              <w:r w:rsidRPr="0092027F">
                <w:rPr>
                  <w:rStyle w:val="Hyperlink"/>
                </w:rPr>
                <w:t>www.myhealthrecord.gov.au/privacy</w:t>
              </w:r>
            </w:hyperlink>
            <w:r w:rsidRPr="0092027F">
              <w:t>. We can be contacted by calling 1800 723 471 (select option 1), by visiting your nearest Medicare service centre, or by writing [Privacy Officer, My Health Record system, GPO Box 9942, SYDNEY NSW 2001].</w:t>
            </w:r>
          </w:p>
          <w:p w14:paraId="233CE15D" w14:textId="77777777" w:rsidR="001D349A" w:rsidRPr="0092027F" w:rsidRDefault="001D349A" w:rsidP="000F0F8A">
            <w:pPr>
              <w:spacing w:after="120"/>
              <w:rPr>
                <w:rFonts w:cs="Arial"/>
                <w:i/>
              </w:rPr>
            </w:pPr>
            <w:r w:rsidRPr="0092027F">
              <w:rPr>
                <w:rFonts w:cs="Arial"/>
              </w:rPr>
              <w:t xml:space="preserve">For a glossary of terms used in this form, please refer to the My Health Record Glossary available via the My Health Record website: </w:t>
            </w:r>
            <w:hyperlink r:id="rId15" w:history="1">
              <w:r w:rsidRPr="0092027F">
                <w:rPr>
                  <w:rStyle w:val="Hyperlink"/>
                  <w:rFonts w:cs="Arial"/>
                </w:rPr>
                <w:t>https://myhealthrecord.gov.au/internet/mhr/publishing.nsf/Content/glossary</w:t>
              </w:r>
            </w:hyperlink>
          </w:p>
          <w:p w14:paraId="719E7217" w14:textId="77777777"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16"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923" w:type="dxa"/>
        <w:tblInd w:w="-5" w:type="dxa"/>
        <w:tblLayout w:type="fixed"/>
        <w:tblLook w:val="04A0" w:firstRow="1" w:lastRow="0" w:firstColumn="1" w:lastColumn="0" w:noHBand="0" w:noVBand="1"/>
      </w:tblPr>
      <w:tblGrid>
        <w:gridCol w:w="2410"/>
        <w:gridCol w:w="1418"/>
        <w:gridCol w:w="391"/>
        <w:gridCol w:w="34"/>
        <w:gridCol w:w="992"/>
        <w:gridCol w:w="992"/>
        <w:gridCol w:w="107"/>
        <w:gridCol w:w="941"/>
        <w:gridCol w:w="937"/>
        <w:gridCol w:w="1701"/>
      </w:tblGrid>
      <w:tr w:rsidR="001D349A" w:rsidRPr="001D349A" w14:paraId="469A838D" w14:textId="77777777" w:rsidTr="00937500">
        <w:trPr>
          <w:cantSplit/>
        </w:trPr>
        <w:tc>
          <w:tcPr>
            <w:tcW w:w="9923" w:type="dxa"/>
            <w:gridSpan w:val="10"/>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937500">
        <w:trPr>
          <w:cantSplit/>
          <w:trHeight w:val="559"/>
        </w:trPr>
        <w:tc>
          <w:tcPr>
            <w:tcW w:w="2410"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7513" w:type="dxa"/>
            <w:gridSpan w:val="9"/>
          </w:tcPr>
          <w:p w14:paraId="3D129F8B" w14:textId="77777777" w:rsidR="001D349A" w:rsidRPr="00247FE9" w:rsidRDefault="00E602F8"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E602F8"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E602F8"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937500">
        <w:trPr>
          <w:cantSplit/>
          <w:trHeight w:val="372"/>
        </w:trPr>
        <w:tc>
          <w:tcPr>
            <w:tcW w:w="2410"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937500">
        <w:trPr>
          <w:cantSplit/>
          <w:trHeight w:val="1642"/>
        </w:trPr>
        <w:tc>
          <w:tcPr>
            <w:tcW w:w="2410"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tcPr>
          <w:p w14:paraId="0C99D861" w14:textId="77777777" w:rsidR="001D349A" w:rsidRPr="001D349A" w:rsidRDefault="001D349A" w:rsidP="001A2D85">
            <w:pPr>
              <w:rPr>
                <w:rFonts w:cs="Calibri"/>
                <w:b/>
                <w:sz w:val="20"/>
                <w:szCs w:val="20"/>
              </w:rPr>
            </w:pPr>
          </w:p>
        </w:tc>
      </w:tr>
      <w:tr w:rsidR="001D349A" w:rsidRPr="001D349A" w14:paraId="5E45317A" w14:textId="77777777" w:rsidTr="00937500">
        <w:trPr>
          <w:cantSplit/>
        </w:trPr>
        <w:tc>
          <w:tcPr>
            <w:tcW w:w="9923" w:type="dxa"/>
            <w:gridSpan w:val="10"/>
            <w:shd w:val="clear" w:color="auto" w:fill="000000" w:themeFill="text1"/>
          </w:tcPr>
          <w:p w14:paraId="2173D3EE"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Organisation Details</w:t>
            </w:r>
          </w:p>
          <w:p w14:paraId="73960B87"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identify your organisation. Please complete all fields.</w:t>
            </w:r>
          </w:p>
        </w:tc>
      </w:tr>
      <w:tr w:rsidR="001D349A" w:rsidRPr="001D349A" w14:paraId="13A1C2E4" w14:textId="77777777" w:rsidTr="00937500">
        <w:trPr>
          <w:cantSplit/>
          <w:trHeight w:val="371"/>
        </w:trPr>
        <w:tc>
          <w:tcPr>
            <w:tcW w:w="2410"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7513" w:type="dxa"/>
            <w:gridSpan w:val="9"/>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937500">
        <w:trPr>
          <w:cantSplit/>
          <w:trHeight w:val="349"/>
        </w:trPr>
        <w:tc>
          <w:tcPr>
            <w:tcW w:w="2410" w:type="dxa"/>
            <w:vMerge w:val="restart"/>
            <w:shd w:val="clear" w:color="auto" w:fill="D9D9D9" w:themeFill="background1" w:themeFillShade="D9"/>
          </w:tcPr>
          <w:p w14:paraId="3FBE675D" w14:textId="77777777"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p>
        </w:tc>
        <w:tc>
          <w:tcPr>
            <w:tcW w:w="7513" w:type="dxa"/>
            <w:gridSpan w:val="9"/>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937500">
        <w:trPr>
          <w:cantSplit/>
          <w:trHeight w:val="355"/>
        </w:trPr>
        <w:tc>
          <w:tcPr>
            <w:tcW w:w="2410"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1418"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417" w:type="dxa"/>
            <w:gridSpan w:val="3"/>
            <w:shd w:val="clear" w:color="auto" w:fill="FFFFFF" w:themeFill="background1"/>
          </w:tcPr>
          <w:p w14:paraId="54BB8569" w14:textId="77777777" w:rsidR="001D349A" w:rsidRPr="001D349A" w:rsidRDefault="001D349A" w:rsidP="001A2D85">
            <w:pPr>
              <w:rPr>
                <w:rFonts w:cs="Calibri"/>
                <w:sz w:val="20"/>
                <w:szCs w:val="20"/>
              </w:rPr>
            </w:pPr>
          </w:p>
        </w:tc>
        <w:tc>
          <w:tcPr>
            <w:tcW w:w="992" w:type="dxa"/>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86" w:type="dxa"/>
            <w:gridSpan w:val="4"/>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937500">
        <w:trPr>
          <w:cantSplit/>
          <w:trHeight w:val="424"/>
        </w:trPr>
        <w:tc>
          <w:tcPr>
            <w:tcW w:w="2410"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7513" w:type="dxa"/>
            <w:gridSpan w:val="9"/>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937500">
        <w:trPr>
          <w:cantSplit/>
          <w:trHeight w:val="339"/>
        </w:trPr>
        <w:tc>
          <w:tcPr>
            <w:tcW w:w="2410"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835" w:type="dxa"/>
            <w:gridSpan w:val="4"/>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992" w:type="dxa"/>
            <w:shd w:val="clear" w:color="auto" w:fill="D9D9D9" w:themeFill="background1" w:themeFillShade="D9"/>
          </w:tcPr>
          <w:p w14:paraId="6FB5A8E8" w14:textId="77777777" w:rsidR="001D349A" w:rsidRPr="00247FE9"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p>
        </w:tc>
        <w:tc>
          <w:tcPr>
            <w:tcW w:w="3686" w:type="dxa"/>
            <w:gridSpan w:val="4"/>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937500">
        <w:trPr>
          <w:cantSplit/>
          <w:trHeight w:val="339"/>
        </w:trPr>
        <w:tc>
          <w:tcPr>
            <w:tcW w:w="9923" w:type="dxa"/>
            <w:gridSpan w:val="10"/>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937500">
        <w:trPr>
          <w:cantSplit/>
          <w:trHeight w:val="410"/>
        </w:trPr>
        <w:tc>
          <w:tcPr>
            <w:tcW w:w="9923" w:type="dxa"/>
            <w:gridSpan w:val="10"/>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937500">
        <w:trPr>
          <w:cantSplit/>
          <w:trHeight w:val="273"/>
        </w:trPr>
        <w:tc>
          <w:tcPr>
            <w:tcW w:w="9923" w:type="dxa"/>
            <w:gridSpan w:val="10"/>
            <w:shd w:val="clear" w:color="auto" w:fill="FEEAD1" w:themeFill="accent3" w:themeFillTint="33"/>
          </w:tcPr>
          <w:p w14:paraId="6B5CBAF4" w14:textId="77777777"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1" w:name="_Ref465349017"/>
            <w:r w:rsidRPr="00247FE9">
              <w:rPr>
                <w:rFonts w:ascii="Calibri" w:hAnsi="Calibri" w:cs="Calibri"/>
                <w:b/>
                <w:sz w:val="22"/>
              </w:rPr>
              <w:t>Business Hours</w:t>
            </w:r>
            <w:bookmarkEnd w:id="1"/>
          </w:p>
        </w:tc>
      </w:tr>
      <w:tr w:rsidR="001D349A" w:rsidRPr="001D349A" w14:paraId="01F0A002" w14:textId="77777777" w:rsidTr="00937500">
        <w:trPr>
          <w:cantSplit/>
          <w:trHeight w:val="288"/>
        </w:trPr>
        <w:tc>
          <w:tcPr>
            <w:tcW w:w="2410"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827" w:type="dxa"/>
            <w:gridSpan w:val="5"/>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937500">
        <w:trPr>
          <w:cantSplit/>
          <w:trHeight w:val="278"/>
        </w:trPr>
        <w:tc>
          <w:tcPr>
            <w:tcW w:w="2410"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shd w:val="clear" w:color="auto" w:fill="FFFFFF" w:themeFill="background1"/>
          </w:tcPr>
          <w:p w14:paraId="6937386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937500">
        <w:trPr>
          <w:cantSplit/>
          <w:trHeight w:val="278"/>
        </w:trPr>
        <w:tc>
          <w:tcPr>
            <w:tcW w:w="2410"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shd w:val="clear" w:color="auto" w:fill="FFFFFF" w:themeFill="background1"/>
          </w:tcPr>
          <w:p w14:paraId="25EB8ED1"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937500">
        <w:trPr>
          <w:cantSplit/>
          <w:trHeight w:val="278"/>
        </w:trPr>
        <w:tc>
          <w:tcPr>
            <w:tcW w:w="2410"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shd w:val="clear" w:color="auto" w:fill="FFFFFF" w:themeFill="background1"/>
          </w:tcPr>
          <w:p w14:paraId="3161CDB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937500">
        <w:trPr>
          <w:cantSplit/>
          <w:trHeight w:val="278"/>
        </w:trPr>
        <w:tc>
          <w:tcPr>
            <w:tcW w:w="2410"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937500">
        <w:trPr>
          <w:cantSplit/>
          <w:trHeight w:val="278"/>
        </w:trPr>
        <w:tc>
          <w:tcPr>
            <w:tcW w:w="2410"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827" w:type="dxa"/>
            <w:gridSpan w:val="5"/>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937500">
        <w:trPr>
          <w:cantSplit/>
          <w:trHeight w:val="410"/>
        </w:trPr>
        <w:tc>
          <w:tcPr>
            <w:tcW w:w="9923" w:type="dxa"/>
            <w:gridSpan w:val="10"/>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E602F8"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937500">
        <w:trPr>
          <w:cantSplit/>
          <w:trHeight w:val="289"/>
        </w:trPr>
        <w:tc>
          <w:tcPr>
            <w:tcW w:w="2410"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827" w:type="dxa"/>
            <w:gridSpan w:val="5"/>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937500">
        <w:trPr>
          <w:cantSplit/>
          <w:trHeight w:val="277"/>
        </w:trPr>
        <w:tc>
          <w:tcPr>
            <w:tcW w:w="2410"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937500">
        <w:trPr>
          <w:cantSplit/>
          <w:trHeight w:val="277"/>
        </w:trPr>
        <w:tc>
          <w:tcPr>
            <w:tcW w:w="2410"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937500">
        <w:trPr>
          <w:cantSplit/>
          <w:trHeight w:val="277"/>
        </w:trPr>
        <w:tc>
          <w:tcPr>
            <w:tcW w:w="2410"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937500">
        <w:trPr>
          <w:cantSplit/>
          <w:trHeight w:val="277"/>
        </w:trPr>
        <w:tc>
          <w:tcPr>
            <w:tcW w:w="2410"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937500">
        <w:trPr>
          <w:cantSplit/>
          <w:trHeight w:val="277"/>
        </w:trPr>
        <w:tc>
          <w:tcPr>
            <w:tcW w:w="2410"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t>Email Address</w:t>
            </w:r>
          </w:p>
        </w:tc>
        <w:tc>
          <w:tcPr>
            <w:tcW w:w="3827" w:type="dxa"/>
            <w:gridSpan w:val="5"/>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937500">
        <w:trPr>
          <w:cantSplit/>
          <w:trHeight w:val="424"/>
        </w:trPr>
        <w:tc>
          <w:tcPr>
            <w:tcW w:w="9923" w:type="dxa"/>
            <w:gridSpan w:val="10"/>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lastRenderedPageBreak/>
              <w:t>App Details</w:t>
            </w:r>
          </w:p>
          <w:p w14:paraId="0E0FCBAE" w14:textId="77777777" w:rsidR="005331DD" w:rsidRDefault="001D349A" w:rsidP="001A2D85">
            <w:pPr>
              <w:rPr>
                <w:rFonts w:cs="Calibri"/>
                <w:i/>
                <w:sz w:val="20"/>
                <w:szCs w:val="20"/>
              </w:rPr>
            </w:pPr>
            <w:r w:rsidRPr="001D349A">
              <w:rPr>
                <w:rFonts w:cs="Calibri"/>
                <w:i/>
                <w:sz w:val="20"/>
                <w:szCs w:val="20"/>
              </w:rPr>
              <w:t>This information will be used by the System Operator to</w:t>
            </w:r>
            <w:r w:rsidR="00C4757F">
              <w:rPr>
                <w:rFonts w:cs="Calibri"/>
                <w:i/>
                <w:sz w:val="20"/>
                <w:szCs w:val="20"/>
              </w:rPr>
              <w:t>:</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937500">
        <w:trPr>
          <w:cantSplit/>
          <w:trHeight w:val="424"/>
        </w:trPr>
        <w:tc>
          <w:tcPr>
            <w:tcW w:w="6237" w:type="dxa"/>
            <w:gridSpan w:val="6"/>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77777777" w:rsidR="001D349A" w:rsidRPr="001D349A" w:rsidRDefault="001D349A" w:rsidP="00EC500B">
            <w:pPr>
              <w:pStyle w:val="ListParagraph"/>
              <w:spacing w:after="0" w:line="240" w:lineRule="auto"/>
              <w:ind w:left="0"/>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86" w:type="dxa"/>
            <w:gridSpan w:val="4"/>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AE6F8D">
        <w:trPr>
          <w:cantSplit/>
          <w:trHeight w:val="132"/>
        </w:trPr>
        <w:tc>
          <w:tcPr>
            <w:tcW w:w="2410"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7513" w:type="dxa"/>
            <w:gridSpan w:val="9"/>
            <w:tcBorders>
              <w:bottom w:val="single" w:sz="4" w:space="0" w:color="auto"/>
            </w:tcBorders>
            <w:shd w:val="clear" w:color="auto" w:fill="auto"/>
            <w:vAlign w:val="center"/>
          </w:tcPr>
          <w:p w14:paraId="10C54877" w14:textId="05C52EDE"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9.5pt;height:18.75pt" o:ole="">
                  <v:imagedata r:id="rId17" o:title=""/>
                </v:shape>
                <w:control r:id="rId18"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AE6F8D">
        <w:trPr>
          <w:cantSplit/>
          <w:trHeight w:val="132"/>
        </w:trPr>
        <w:tc>
          <w:tcPr>
            <w:tcW w:w="2410"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3A650356" w14:textId="7E27C066"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0.75pt;height:18.75pt" o:ole="">
                  <v:imagedata r:id="rId19" o:title=""/>
                </v:shape>
                <w:control r:id="rId20"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AE6F8D">
        <w:trPr>
          <w:cantSplit/>
          <w:trHeight w:val="132"/>
        </w:trPr>
        <w:tc>
          <w:tcPr>
            <w:tcW w:w="2410"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793E80E8" w14:textId="344F28F9"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75pt;height:19.5pt" o:ole="">
                  <v:imagedata r:id="rId21" o:title=""/>
                </v:shape>
                <w:control r:id="rId22"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A55BC9">
        <w:trPr>
          <w:cantSplit/>
          <w:trHeight w:val="132"/>
        </w:trPr>
        <w:tc>
          <w:tcPr>
            <w:tcW w:w="2410"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1FA249DD" w14:textId="1D9D250E"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71.25pt;height:18.75pt" o:ole="">
                  <v:imagedata r:id="rId23" o:title=""/>
                </v:shape>
                <w:control r:id="rId24"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937500">
        <w:trPr>
          <w:cantSplit/>
          <w:trHeight w:val="761"/>
        </w:trPr>
        <w:tc>
          <w:tcPr>
            <w:tcW w:w="2410"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These details are required to ensure your app is able to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827" w:type="dxa"/>
            <w:gridSpan w:val="5"/>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686" w:type="dxa"/>
            <w:gridSpan w:val="4"/>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937500">
        <w:trPr>
          <w:cantSplit/>
          <w:trHeight w:val="761"/>
        </w:trPr>
        <w:tc>
          <w:tcPr>
            <w:tcW w:w="2410"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827" w:type="dxa"/>
            <w:gridSpan w:val="5"/>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686" w:type="dxa"/>
            <w:gridSpan w:val="4"/>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937500">
        <w:trPr>
          <w:cantSplit/>
          <w:trHeight w:val="761"/>
        </w:trPr>
        <w:tc>
          <w:tcPr>
            <w:tcW w:w="3828"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0CDF5EA3"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Which third parties (if any) will access the data retrieved, detailing the expected consumer benefits.</w:t>
            </w:r>
          </w:p>
        </w:tc>
        <w:tc>
          <w:tcPr>
            <w:tcW w:w="6095" w:type="dxa"/>
            <w:gridSpan w:val="8"/>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44"/>
        </w:trPr>
        <w:tc>
          <w:tcPr>
            <w:tcW w:w="9923" w:type="dxa"/>
            <w:gridSpan w:val="10"/>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lastRenderedPageBreak/>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3"/>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487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6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1"/>
        </w:trPr>
        <w:tc>
          <w:tcPr>
            <w:tcW w:w="2410"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E602F8"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4875" w:type="dxa"/>
            <w:gridSpan w:val="7"/>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7"/>
        </w:trPr>
        <w:tc>
          <w:tcPr>
            <w:tcW w:w="2410"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E602F8"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4875" w:type="dxa"/>
            <w:gridSpan w:val="7"/>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1"/>
        </w:trPr>
        <w:tc>
          <w:tcPr>
            <w:tcW w:w="2410"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E602F8"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4875" w:type="dxa"/>
            <w:gridSpan w:val="7"/>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08"/>
        </w:trPr>
        <w:tc>
          <w:tcPr>
            <w:tcW w:w="2410"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E602F8"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4875" w:type="dxa"/>
            <w:gridSpan w:val="7"/>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82"/>
        </w:trPr>
        <w:tc>
          <w:tcPr>
            <w:tcW w:w="2410"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E602F8"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Other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7513" w:type="dxa"/>
            <w:gridSpan w:val="9"/>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5"/>
        </w:trPr>
        <w:tc>
          <w:tcPr>
            <w:tcW w:w="2410" w:type="dxa"/>
            <w:vMerge w:val="restart"/>
            <w:tcBorders>
              <w:top w:val="single" w:sz="4" w:space="0" w:color="auto"/>
            </w:tcBorders>
            <w:shd w:val="clear" w:color="auto" w:fill="D9D9D9" w:themeFill="background1" w:themeFillShade="D9"/>
          </w:tcPr>
          <w:p w14:paraId="078BC5FA" w14:textId="77777777" w:rsidR="001D349A" w:rsidRPr="001D349A" w:rsidRDefault="001D349A" w:rsidP="00247FE9">
            <w:pPr>
              <w:pStyle w:val="ListParagraph"/>
              <w:numPr>
                <w:ilvl w:val="1"/>
                <w:numId w:val="20"/>
              </w:numPr>
              <w:spacing w:after="0" w:line="240" w:lineRule="auto"/>
              <w:ind w:left="317" w:hanging="317"/>
              <w:rPr>
                <w:rFonts w:ascii="Calibri" w:hAnsi="Calibri" w:cs="Calibri"/>
                <w:b/>
                <w:szCs w:val="20"/>
              </w:rPr>
            </w:pPr>
            <w:r w:rsidRPr="00247FE9">
              <w:rPr>
                <w:rFonts w:ascii="Calibri" w:hAnsi="Calibri" w:cs="Calibri"/>
                <w:b/>
                <w:bCs/>
                <w:kern w:val="32"/>
                <w:sz w:val="22"/>
              </w:rPr>
              <w:t>For</w:t>
            </w:r>
            <w:r w:rsidRPr="00247FE9">
              <w:rPr>
                <w:rFonts w:ascii="Calibri" w:hAnsi="Calibri" w:cs="Calibri"/>
                <w:b/>
                <w:sz w:val="22"/>
              </w:rPr>
              <w:t xml:space="preserve"> mobile apps, how will your app be made available to users?</w:t>
            </w:r>
          </w:p>
        </w:tc>
        <w:tc>
          <w:tcPr>
            <w:tcW w:w="3934"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579" w:type="dxa"/>
            <w:gridSpan w:val="3"/>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934" w:type="dxa"/>
            <w:gridSpan w:val="6"/>
            <w:vAlign w:val="center"/>
          </w:tcPr>
          <w:p w14:paraId="182793B3" w14:textId="77777777" w:rsidR="001D349A" w:rsidRPr="001D349A" w:rsidRDefault="00E602F8"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579" w:type="dxa"/>
            <w:gridSpan w:val="3"/>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934" w:type="dxa"/>
            <w:gridSpan w:val="6"/>
            <w:vAlign w:val="center"/>
          </w:tcPr>
          <w:p w14:paraId="018ECC65" w14:textId="77777777" w:rsidR="001D349A" w:rsidRPr="001D349A" w:rsidRDefault="00E602F8"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579" w:type="dxa"/>
            <w:gridSpan w:val="3"/>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5"/>
        </w:trPr>
        <w:tc>
          <w:tcPr>
            <w:tcW w:w="2410"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809" w:type="dxa"/>
            <w:gridSpan w:val="2"/>
            <w:vAlign w:val="center"/>
          </w:tcPr>
          <w:p w14:paraId="080374C3" w14:textId="77777777" w:rsidR="001D349A" w:rsidRPr="001D349A" w:rsidRDefault="00E602F8"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2125"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579" w:type="dxa"/>
            <w:gridSpan w:val="3"/>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99"/>
        </w:trPr>
        <w:tc>
          <w:tcPr>
            <w:tcW w:w="2410"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7513" w:type="dxa"/>
            <w:gridSpan w:val="9"/>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937500">
        <w:trPr>
          <w:cantSplit/>
          <w:trHeight w:val="1696"/>
        </w:trPr>
        <w:tc>
          <w:tcPr>
            <w:tcW w:w="2410"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37B24FAE" w14:textId="5E3CB7D3" w:rsidR="001D349A" w:rsidRPr="001D349A" w:rsidRDefault="001D349A" w:rsidP="001A2D85">
            <w:pPr>
              <w:pStyle w:val="ListParagraph"/>
              <w:spacing w:after="0" w:line="240" w:lineRule="auto"/>
              <w:ind w:left="0"/>
              <w:rPr>
                <w:rFonts w:ascii="Calibri" w:hAnsi="Calibri" w:cs="Calibri"/>
                <w:b/>
                <w:szCs w:val="20"/>
              </w:rPr>
            </w:pPr>
            <w:r w:rsidRPr="001D349A">
              <w:rPr>
                <w:rFonts w:ascii="Calibri" w:hAnsi="Calibri" w:cs="Calibri"/>
                <w:i/>
                <w:szCs w:val="20"/>
              </w:rPr>
              <w:t xml:space="preserve">Refer to the </w:t>
            </w:r>
            <w:hyperlink r:id="rId25" w:history="1">
              <w:r w:rsidRPr="00937500">
                <w:rPr>
                  <w:rStyle w:val="Hyperlink"/>
                  <w:rFonts w:ascii="Calibri" w:hAnsi="Calibri" w:cs="Calibri"/>
                  <w:i/>
                  <w:szCs w:val="20"/>
                </w:rPr>
                <w:t>My Health Record Glossary</w:t>
              </w:r>
            </w:hyperlink>
            <w:r w:rsidRPr="001D349A">
              <w:rPr>
                <w:rFonts w:ascii="Calibri" w:hAnsi="Calibri" w:cs="Calibri"/>
                <w:i/>
                <w:szCs w:val="20"/>
              </w:rPr>
              <w:t xml:space="preserve"> for definitions of representative types</w:t>
            </w:r>
          </w:p>
        </w:tc>
        <w:tc>
          <w:tcPr>
            <w:tcW w:w="1843" w:type="dxa"/>
            <w:gridSpan w:val="3"/>
            <w:shd w:val="clear" w:color="auto" w:fill="auto"/>
          </w:tcPr>
          <w:p w14:paraId="4EA78A9F" w14:textId="77777777" w:rsidR="001D349A" w:rsidRPr="00581BEB" w:rsidRDefault="001D349A" w:rsidP="00581BEB">
            <w:pPr>
              <w:jc w:val="center"/>
              <w:rPr>
                <w:rFonts w:cs="Calibri"/>
                <w:szCs w:val="20"/>
              </w:rPr>
            </w:pPr>
          </w:p>
          <w:p w14:paraId="0C7DC963" w14:textId="4D0C8EB5"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75pt;height:18.75pt" o:ole="">
                  <v:imagedata r:id="rId26" o:title=""/>
                </v:shape>
                <w:control r:id="rId27"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1984" w:type="dxa"/>
            <w:gridSpan w:val="2"/>
            <w:shd w:val="clear" w:color="auto" w:fill="auto"/>
          </w:tcPr>
          <w:p w14:paraId="2BF2E9DD" w14:textId="77777777" w:rsidR="001D349A" w:rsidRPr="00581BEB" w:rsidRDefault="001D349A" w:rsidP="00581BEB">
            <w:pPr>
              <w:jc w:val="center"/>
              <w:rPr>
                <w:rFonts w:cs="Calibri"/>
                <w:szCs w:val="20"/>
              </w:rPr>
            </w:pPr>
          </w:p>
          <w:p w14:paraId="210298C8" w14:textId="0EB91C61"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5.25pt;height:18pt" o:ole="">
                  <v:imagedata r:id="rId28" o:title=""/>
                </v:shape>
                <w:control r:id="rId29"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985" w:type="dxa"/>
            <w:gridSpan w:val="3"/>
            <w:shd w:val="clear" w:color="auto" w:fill="auto"/>
          </w:tcPr>
          <w:p w14:paraId="0DCE8D58" w14:textId="77777777" w:rsidR="001D349A" w:rsidRPr="00581BEB" w:rsidRDefault="001D349A" w:rsidP="00581BEB">
            <w:pPr>
              <w:jc w:val="center"/>
              <w:rPr>
                <w:rFonts w:cs="Calibri"/>
                <w:szCs w:val="20"/>
              </w:rPr>
            </w:pPr>
          </w:p>
          <w:p w14:paraId="4811218A" w14:textId="094C1CC8"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39pt;height:18.75pt" o:ole="">
                  <v:imagedata r:id="rId30" o:title=""/>
                </v:shape>
                <w:control r:id="rId31"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1701" w:type="dxa"/>
            <w:shd w:val="clear" w:color="auto" w:fill="auto"/>
          </w:tcPr>
          <w:p w14:paraId="4B062CF2" w14:textId="77777777" w:rsidR="001D349A" w:rsidRPr="00581BEB" w:rsidRDefault="001D349A" w:rsidP="00581BEB">
            <w:pPr>
              <w:jc w:val="center"/>
              <w:rPr>
                <w:rFonts w:cs="Calibri"/>
                <w:szCs w:val="20"/>
              </w:rPr>
            </w:pPr>
          </w:p>
          <w:p w14:paraId="46F7279D" w14:textId="7F8C5D00"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39.75pt;height:18pt" o:ole="">
                  <v:imagedata r:id="rId32" o:title=""/>
                </v:shape>
                <w:control r:id="rId33"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937500">
        <w:trPr>
          <w:cantSplit/>
          <w:trHeight w:val="567"/>
        </w:trPr>
        <w:tc>
          <w:tcPr>
            <w:tcW w:w="2410"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7513" w:type="dxa"/>
            <w:gridSpan w:val="9"/>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937500">
        <w:trPr>
          <w:cantSplit/>
          <w:trHeight w:val="624"/>
        </w:trPr>
        <w:tc>
          <w:tcPr>
            <w:tcW w:w="2410"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7513" w:type="dxa"/>
            <w:gridSpan w:val="9"/>
            <w:shd w:val="clear" w:color="auto" w:fill="auto"/>
          </w:tcPr>
          <w:p w14:paraId="74FEAFE1" w14:textId="77777777" w:rsidR="001D349A" w:rsidRPr="001D349A" w:rsidRDefault="001D349A" w:rsidP="001A2D85">
            <w:pPr>
              <w:rPr>
                <w:rFonts w:cs="Calibri"/>
                <w:sz w:val="20"/>
                <w:szCs w:val="20"/>
              </w:rPr>
            </w:pPr>
          </w:p>
        </w:tc>
      </w:tr>
      <w:tr w:rsidR="001D349A" w:rsidRPr="001D349A" w14:paraId="7E52EB27"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6"/>
        </w:trPr>
        <w:tc>
          <w:tcPr>
            <w:tcW w:w="9923" w:type="dxa"/>
            <w:gridSpan w:val="10"/>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404"/>
        </w:trPr>
        <w:tc>
          <w:tcPr>
            <w:tcW w:w="2410"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827" w:type="dxa"/>
            <w:gridSpan w:val="5"/>
            <w:shd w:val="clear" w:color="auto" w:fill="auto"/>
            <w:vAlign w:val="center"/>
          </w:tcPr>
          <w:p w14:paraId="7521F159" w14:textId="7FF5E28B"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6.25pt;height:23.25pt" o:ole="">
                  <v:imagedata r:id="rId34" o:title=""/>
                </v:shape>
                <w:control r:id="rId35"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686" w:type="dxa"/>
            <w:gridSpan w:val="4"/>
            <w:shd w:val="clear" w:color="auto" w:fill="auto"/>
            <w:vAlign w:val="center"/>
          </w:tcPr>
          <w:p w14:paraId="01044013" w14:textId="3DDB19DB"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57.75pt;height:22.5pt" o:ole="">
                  <v:imagedata r:id="rId36" o:title=""/>
                </v:shape>
                <w:control r:id="rId37"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bl>
    <w:p w14:paraId="6D98FD8C" w14:textId="721EA779" w:rsidR="005D0267" w:rsidRDefault="005D0267"/>
    <w:tbl>
      <w:tblPr>
        <w:tblStyle w:val="TableGrid"/>
        <w:tblW w:w="992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10"/>
        <w:gridCol w:w="1281"/>
        <w:gridCol w:w="704"/>
        <w:gridCol w:w="1842"/>
        <w:gridCol w:w="3686"/>
      </w:tblGrid>
      <w:tr w:rsidR="001D349A" w:rsidRPr="001D349A" w14:paraId="3EAA5712" w14:textId="77777777" w:rsidTr="005D4A4A">
        <w:trPr>
          <w:cantSplit/>
          <w:trHeight w:val="907"/>
        </w:trPr>
        <w:tc>
          <w:tcPr>
            <w:tcW w:w="2410"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lastRenderedPageBreak/>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827" w:type="dxa"/>
            <w:gridSpan w:val="3"/>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686" w:type="dxa"/>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5D4A4A">
        <w:trPr>
          <w:cantSplit/>
        </w:trPr>
        <w:tc>
          <w:tcPr>
            <w:tcW w:w="2410"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827" w:type="dxa"/>
            <w:gridSpan w:val="3"/>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686" w:type="dxa"/>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5D4A4A">
        <w:trPr>
          <w:cantSplit/>
          <w:trHeight w:val="547"/>
        </w:trPr>
        <w:tc>
          <w:tcPr>
            <w:tcW w:w="2410"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827" w:type="dxa"/>
            <w:gridSpan w:val="3"/>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686" w:type="dxa"/>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5D4A4A">
        <w:trPr>
          <w:cantSplit/>
          <w:trHeight w:val="547"/>
        </w:trPr>
        <w:tc>
          <w:tcPr>
            <w:tcW w:w="2410"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686" w:type="dxa"/>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5D4A4A">
        <w:trPr>
          <w:cantSplit/>
          <w:trHeight w:val="547"/>
        </w:trPr>
        <w:tc>
          <w:tcPr>
            <w:tcW w:w="2410"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686" w:type="dxa"/>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5D4A4A">
        <w:trPr>
          <w:cantSplit/>
          <w:trHeight w:val="547"/>
        </w:trPr>
        <w:tc>
          <w:tcPr>
            <w:tcW w:w="2410"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7513" w:type="dxa"/>
            <w:gridSpan w:val="4"/>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5D4A4A">
        <w:trPr>
          <w:cantSplit/>
          <w:trHeight w:val="547"/>
        </w:trPr>
        <w:tc>
          <w:tcPr>
            <w:tcW w:w="2410"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686" w:type="dxa"/>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5D4A4A">
        <w:trPr>
          <w:cantSplit/>
          <w:trHeight w:val="547"/>
        </w:trPr>
        <w:tc>
          <w:tcPr>
            <w:tcW w:w="9923" w:type="dxa"/>
            <w:gridSpan w:val="5"/>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1EF64121" w14:textId="32EC3941" w:rsidR="001D349A" w:rsidRPr="001D349A" w:rsidRDefault="001D349A" w:rsidP="001A2D85">
            <w:pPr>
              <w:keepNext/>
              <w:ind w:left="34"/>
              <w:rPr>
                <w:rFonts w:cs="Calibri"/>
                <w:b/>
                <w:color w:val="000000" w:themeColor="text1"/>
                <w:sz w:val="20"/>
                <w:szCs w:val="20"/>
              </w:rPr>
            </w:pPr>
            <w:r w:rsidRPr="001D349A">
              <w:rPr>
                <w:rFonts w:eastAsia="Times New Roman" w:cs="Calibri"/>
                <w:bCs/>
                <w:i/>
                <w:kern w:val="32"/>
                <w:sz w:val="20"/>
                <w:szCs w:val="20"/>
                <w:lang w:eastAsia="en-AU"/>
              </w:rPr>
              <w:t xml:space="preserve">Please refer to the </w:t>
            </w:r>
            <w:hyperlink r:id="rId38" w:history="1">
              <w:r w:rsidR="00530028" w:rsidRPr="007A4E8B">
                <w:rPr>
                  <w:rStyle w:val="Hyperlink"/>
                  <w:rFonts w:eastAsia="Times New Roman" w:cs="Calibri"/>
                  <w:bCs/>
                  <w:i/>
                  <w:kern w:val="32"/>
                  <w:sz w:val="20"/>
                  <w:szCs w:val="20"/>
                  <w:lang w:eastAsia="en-AU"/>
                </w:rPr>
                <w:t>FHIR Gateway API Specification</w:t>
              </w:r>
            </w:hyperlink>
            <w:r w:rsidR="00530028" w:rsidRPr="00150DEB">
              <w:rPr>
                <w:rFonts w:eastAsia="Times New Roman" w:cs="Calibri"/>
                <w:bCs/>
                <w:kern w:val="32"/>
                <w:sz w:val="20"/>
                <w:szCs w:val="20"/>
                <w:lang w:eastAsia="en-AU"/>
              </w:rPr>
              <w:t xml:space="preserve"> </w:t>
            </w:r>
            <w:r w:rsidR="00530028" w:rsidRPr="00530028">
              <w:rPr>
                <w:rFonts w:eastAsia="Times New Roman" w:cs="Calibri"/>
                <w:bCs/>
                <w:i/>
                <w:kern w:val="32"/>
                <w:sz w:val="20"/>
                <w:szCs w:val="20"/>
                <w:lang w:eastAsia="en-AU"/>
              </w:rPr>
              <w:t>for the list of available interfaces</w:t>
            </w:r>
          </w:p>
        </w:tc>
      </w:tr>
      <w:tr w:rsidR="001D349A" w:rsidRPr="001D349A" w14:paraId="62964342" w14:textId="77777777" w:rsidTr="005D4A4A">
        <w:trPr>
          <w:cantSplit/>
          <w:trHeight w:val="380"/>
        </w:trPr>
        <w:tc>
          <w:tcPr>
            <w:tcW w:w="4395" w:type="dxa"/>
            <w:gridSpan w:val="3"/>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28" w:type="dxa"/>
            <w:gridSpan w:val="2"/>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5D4A4A">
        <w:trPr>
          <w:cantSplit/>
          <w:trHeight w:val="403"/>
        </w:trPr>
        <w:tc>
          <w:tcPr>
            <w:tcW w:w="4395" w:type="dxa"/>
            <w:gridSpan w:val="3"/>
            <w:tcBorders>
              <w:bottom w:val="single" w:sz="8" w:space="0" w:color="auto"/>
              <w:right w:val="single" w:sz="8" w:space="0" w:color="auto"/>
            </w:tcBorders>
            <w:shd w:val="clear" w:color="auto" w:fill="auto"/>
            <w:vAlign w:val="center"/>
          </w:tcPr>
          <w:p w14:paraId="399F3782"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28" w:type="dxa"/>
            <w:gridSpan w:val="2"/>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C15817F"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1149635"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9655303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Provider Authentication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1DD33E9B"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tcPr>
          <w:p w14:paraId="6269F324" w14:textId="77777777" w:rsidR="001D349A" w:rsidRPr="001D349A" w:rsidRDefault="00E602F8"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28" w:type="dxa"/>
            <w:gridSpan w:val="2"/>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5D4A4A">
        <w:trPr>
          <w:cantSplit/>
          <w:trHeight w:val="323"/>
        </w:trPr>
        <w:tc>
          <w:tcPr>
            <w:tcW w:w="4395" w:type="dxa"/>
            <w:gridSpan w:val="3"/>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3A9CA04D"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Prescription and Dispense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5D4A4A">
        <w:trPr>
          <w:cantSplit/>
          <w:trHeight w:val="403"/>
        </w:trPr>
        <w:tc>
          <w:tcPr>
            <w:tcW w:w="4395" w:type="dxa"/>
            <w:gridSpan w:val="3"/>
            <w:tcBorders>
              <w:top w:val="single" w:sz="8" w:space="0" w:color="auto"/>
              <w:right w:val="single" w:sz="8" w:space="0" w:color="auto"/>
            </w:tcBorders>
            <w:shd w:val="clear" w:color="auto" w:fill="auto"/>
            <w:vAlign w:val="center"/>
          </w:tcPr>
          <w:p w14:paraId="7E8743F8" w14:textId="77777777" w:rsidR="001D349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28" w:type="dxa"/>
            <w:gridSpan w:val="2"/>
            <w:tcBorders>
              <w:top w:val="single" w:sz="8" w:space="0" w:color="auto"/>
              <w:left w:val="single" w:sz="8"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05016B9C" w14:textId="77777777" w:rsidTr="005D4A4A">
        <w:trPr>
          <w:cantSplit/>
          <w:trHeight w:val="403"/>
        </w:trPr>
        <w:tc>
          <w:tcPr>
            <w:tcW w:w="9923" w:type="dxa"/>
            <w:gridSpan w:val="5"/>
            <w:tcBorders>
              <w:top w:val="single" w:sz="8" w:space="0" w:color="auto"/>
            </w:tcBorders>
            <w:shd w:val="clear" w:color="auto" w:fill="D9D9D9" w:themeFill="background1" w:themeFillShade="D9"/>
            <w:vAlign w:val="center"/>
          </w:tcPr>
          <w:p w14:paraId="550D945C" w14:textId="77777777" w:rsidR="001D349A" w:rsidRPr="00247FE9" w:rsidRDefault="001D349A" w:rsidP="001A2D85">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lastRenderedPageBreak/>
              <w:t>5.5 If the Get Document API was selected in Question 5.4 above, please specify which documents will be accessed and a justification for each</w:t>
            </w:r>
          </w:p>
        </w:tc>
      </w:tr>
      <w:tr w:rsidR="005D4A4A" w:rsidRPr="001D349A" w14:paraId="0763C3AC" w14:textId="77777777" w:rsidTr="005D4A4A">
        <w:trPr>
          <w:cantSplit/>
          <w:trHeight w:val="338"/>
        </w:trPr>
        <w:tc>
          <w:tcPr>
            <w:tcW w:w="9923" w:type="dxa"/>
            <w:gridSpan w:val="5"/>
            <w:shd w:val="clear" w:color="auto" w:fill="D9D9D9" w:themeFill="background1" w:themeFillShade="D9"/>
          </w:tcPr>
          <w:p w14:paraId="2289FF83" w14:textId="77777777" w:rsidR="005D4A4A" w:rsidRPr="001D349A" w:rsidRDefault="005D4A4A" w:rsidP="001D349A">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D4A4A" w:rsidRPr="001D349A" w14:paraId="2132EA9C" w14:textId="77777777" w:rsidTr="005D4A4A">
        <w:trPr>
          <w:cantSplit/>
          <w:trHeight w:val="403"/>
        </w:trPr>
        <w:tc>
          <w:tcPr>
            <w:tcW w:w="9923" w:type="dxa"/>
            <w:gridSpan w:val="5"/>
            <w:shd w:val="clear" w:color="auto" w:fill="F2F2F2" w:themeFill="background1" w:themeFillShade="F2"/>
          </w:tcPr>
          <w:p w14:paraId="1689FD7A" w14:textId="77777777" w:rsidR="005D4A4A" w:rsidRPr="001D349A" w:rsidRDefault="005D4A4A" w:rsidP="001A2D85">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p>
        </w:tc>
      </w:tr>
      <w:tr w:rsidR="005D4A4A" w:rsidRPr="001D349A" w14:paraId="4B644DD6" w14:textId="77777777" w:rsidTr="005D4A4A">
        <w:trPr>
          <w:cantSplit/>
          <w:trHeight w:val="403"/>
        </w:trPr>
        <w:tc>
          <w:tcPr>
            <w:tcW w:w="9923" w:type="dxa"/>
            <w:gridSpan w:val="5"/>
            <w:shd w:val="clear" w:color="auto" w:fill="auto"/>
          </w:tcPr>
          <w:p w14:paraId="395F16BF"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Shared Health Summary</w:t>
            </w:r>
          </w:p>
        </w:tc>
      </w:tr>
      <w:tr w:rsidR="005D4A4A" w:rsidRPr="001D349A" w14:paraId="45AD7570" w14:textId="77777777" w:rsidTr="005D4A4A">
        <w:trPr>
          <w:cantSplit/>
          <w:trHeight w:val="403"/>
        </w:trPr>
        <w:tc>
          <w:tcPr>
            <w:tcW w:w="9923" w:type="dxa"/>
            <w:gridSpan w:val="5"/>
            <w:shd w:val="clear" w:color="auto" w:fill="auto"/>
          </w:tcPr>
          <w:p w14:paraId="620ADBF6"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e-Referral</w:t>
            </w:r>
          </w:p>
        </w:tc>
      </w:tr>
      <w:tr w:rsidR="005D4A4A" w:rsidRPr="001D349A" w14:paraId="4DA4F0B4" w14:textId="77777777" w:rsidTr="005D4A4A">
        <w:trPr>
          <w:cantSplit/>
          <w:trHeight w:val="403"/>
        </w:trPr>
        <w:tc>
          <w:tcPr>
            <w:tcW w:w="9923" w:type="dxa"/>
            <w:gridSpan w:val="5"/>
            <w:shd w:val="clear" w:color="auto" w:fill="auto"/>
          </w:tcPr>
          <w:p w14:paraId="2A7F1332"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Specialist Letter</w:t>
            </w:r>
          </w:p>
        </w:tc>
      </w:tr>
      <w:tr w:rsidR="005D4A4A" w:rsidRPr="001D349A" w14:paraId="58D40361" w14:textId="77777777" w:rsidTr="005D4A4A">
        <w:trPr>
          <w:cantSplit/>
          <w:trHeight w:val="403"/>
        </w:trPr>
        <w:tc>
          <w:tcPr>
            <w:tcW w:w="9923" w:type="dxa"/>
            <w:gridSpan w:val="5"/>
            <w:shd w:val="clear" w:color="auto" w:fill="auto"/>
          </w:tcPr>
          <w:p w14:paraId="4BB31909"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Discharge Summary</w:t>
            </w:r>
          </w:p>
        </w:tc>
      </w:tr>
      <w:tr w:rsidR="005D4A4A" w:rsidRPr="001D349A" w14:paraId="61CD5466" w14:textId="77777777" w:rsidTr="005D4A4A">
        <w:trPr>
          <w:cantSplit/>
          <w:trHeight w:val="403"/>
        </w:trPr>
        <w:tc>
          <w:tcPr>
            <w:tcW w:w="9923" w:type="dxa"/>
            <w:gridSpan w:val="5"/>
            <w:shd w:val="clear" w:color="auto" w:fill="auto"/>
          </w:tcPr>
          <w:p w14:paraId="58928EC2"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Event Summary</w:t>
            </w:r>
          </w:p>
        </w:tc>
      </w:tr>
      <w:tr w:rsidR="005D4A4A" w:rsidRPr="001D349A" w14:paraId="0A75CBB4" w14:textId="77777777" w:rsidTr="005D4A4A">
        <w:trPr>
          <w:cantSplit/>
          <w:trHeight w:val="403"/>
        </w:trPr>
        <w:tc>
          <w:tcPr>
            <w:tcW w:w="9923" w:type="dxa"/>
            <w:gridSpan w:val="5"/>
            <w:shd w:val="clear" w:color="auto" w:fill="auto"/>
          </w:tcPr>
          <w:p w14:paraId="1D2BB5F5"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Diagnostic Imaging Report</w:t>
            </w:r>
          </w:p>
        </w:tc>
      </w:tr>
      <w:tr w:rsidR="005D4A4A" w:rsidRPr="001D349A" w14:paraId="5A462B34" w14:textId="77777777" w:rsidTr="005D4A4A">
        <w:trPr>
          <w:cantSplit/>
          <w:trHeight w:val="403"/>
        </w:trPr>
        <w:tc>
          <w:tcPr>
            <w:tcW w:w="9923" w:type="dxa"/>
            <w:gridSpan w:val="5"/>
            <w:shd w:val="clear" w:color="auto" w:fill="auto"/>
          </w:tcPr>
          <w:p w14:paraId="64145ED4"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Pathology Report</w:t>
            </w:r>
          </w:p>
        </w:tc>
      </w:tr>
      <w:tr w:rsidR="005D4A4A" w:rsidRPr="001D349A" w14:paraId="45D72E9B" w14:textId="77777777" w:rsidTr="005D4A4A">
        <w:trPr>
          <w:cantSplit/>
          <w:trHeight w:val="403"/>
        </w:trPr>
        <w:tc>
          <w:tcPr>
            <w:tcW w:w="9923" w:type="dxa"/>
            <w:gridSpan w:val="5"/>
            <w:shd w:val="clear" w:color="auto" w:fill="F2F2F2" w:themeFill="background1" w:themeFillShade="F2"/>
          </w:tcPr>
          <w:p w14:paraId="2829E9E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p>
        </w:tc>
      </w:tr>
      <w:tr w:rsidR="005D4A4A" w:rsidRPr="001D349A" w14:paraId="5BDFD75D" w14:textId="77777777" w:rsidTr="005D4A4A">
        <w:trPr>
          <w:cantSplit/>
          <w:trHeight w:val="403"/>
        </w:trPr>
        <w:tc>
          <w:tcPr>
            <w:tcW w:w="9923" w:type="dxa"/>
            <w:gridSpan w:val="5"/>
            <w:shd w:val="clear" w:color="auto" w:fill="auto"/>
          </w:tcPr>
          <w:p w14:paraId="6B23C9B2"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Prescription Record</w:t>
            </w:r>
          </w:p>
        </w:tc>
      </w:tr>
      <w:tr w:rsidR="005D4A4A" w:rsidRPr="001D349A" w14:paraId="2F6070BF" w14:textId="77777777" w:rsidTr="005D4A4A">
        <w:trPr>
          <w:cantSplit/>
          <w:trHeight w:val="403"/>
        </w:trPr>
        <w:tc>
          <w:tcPr>
            <w:tcW w:w="9923" w:type="dxa"/>
            <w:gridSpan w:val="5"/>
            <w:shd w:val="clear" w:color="auto" w:fill="auto"/>
          </w:tcPr>
          <w:p w14:paraId="3555FD20"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Dispense Record</w:t>
            </w:r>
          </w:p>
        </w:tc>
      </w:tr>
      <w:tr w:rsidR="005D4A4A" w:rsidRPr="001D349A" w14:paraId="4451C406" w14:textId="77777777" w:rsidTr="005D4A4A">
        <w:trPr>
          <w:cantSplit/>
          <w:trHeight w:val="403"/>
        </w:trPr>
        <w:tc>
          <w:tcPr>
            <w:tcW w:w="9923" w:type="dxa"/>
            <w:gridSpan w:val="5"/>
            <w:shd w:val="clear" w:color="auto" w:fill="auto"/>
          </w:tcPr>
          <w:p w14:paraId="7ED44F49" w14:textId="500F4918" w:rsidR="005D4A4A" w:rsidRDefault="00E602F8"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D4A4A" w:rsidRPr="00CF4158">
                  <w:rPr>
                    <w:rFonts w:ascii="Tahoma" w:eastAsia="Meiryo" w:hAnsi="Tahoma" w:cs="Tahoma"/>
                    <w:color w:val="000000" w:themeColor="text1"/>
                    <w:szCs w:val="20"/>
                  </w:rPr>
                  <w:t>☐</w:t>
                </w:r>
              </w:sdtContent>
            </w:sdt>
            <w:r w:rsidR="005D4A4A" w:rsidRPr="00CF4158">
              <w:rPr>
                <w:rFonts w:ascii="Calibri" w:eastAsia="Meiryo" w:hAnsi="Calibri" w:cs="Calibri"/>
                <w:color w:val="000000" w:themeColor="text1"/>
                <w:szCs w:val="20"/>
              </w:rPr>
              <w:t xml:space="preserve"> </w:t>
            </w:r>
            <w:r w:rsidR="005D4A4A" w:rsidRPr="00CF4158">
              <w:rPr>
                <w:rFonts w:ascii="Calibri" w:hAnsi="Calibri" w:cs="Calibri"/>
                <w:color w:val="000000" w:themeColor="text1"/>
                <w:szCs w:val="20"/>
              </w:rPr>
              <w:t>Pharmacist Shared Medicines List</w:t>
            </w:r>
          </w:p>
        </w:tc>
      </w:tr>
      <w:tr w:rsidR="005D4A4A" w:rsidRPr="001D349A" w14:paraId="15E36EFD" w14:textId="77777777" w:rsidTr="005D4A4A">
        <w:trPr>
          <w:cantSplit/>
          <w:trHeight w:val="403"/>
        </w:trPr>
        <w:tc>
          <w:tcPr>
            <w:tcW w:w="9923" w:type="dxa"/>
            <w:gridSpan w:val="5"/>
            <w:shd w:val="clear" w:color="auto" w:fill="F2F2F2" w:themeFill="background1" w:themeFillShade="F2"/>
          </w:tcPr>
          <w:p w14:paraId="43388B5D"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p>
        </w:tc>
      </w:tr>
      <w:tr w:rsidR="005D4A4A" w:rsidRPr="001D349A" w14:paraId="0C8F3064" w14:textId="77777777" w:rsidTr="005D4A4A">
        <w:trPr>
          <w:cantSplit/>
          <w:trHeight w:val="403"/>
        </w:trPr>
        <w:tc>
          <w:tcPr>
            <w:tcW w:w="9923" w:type="dxa"/>
            <w:gridSpan w:val="5"/>
            <w:shd w:val="clear" w:color="auto" w:fill="auto"/>
          </w:tcPr>
          <w:p w14:paraId="51259389"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Note (Consumer apps only)</w:t>
            </w:r>
          </w:p>
        </w:tc>
      </w:tr>
      <w:tr w:rsidR="005D4A4A" w:rsidRPr="001D349A" w14:paraId="7678A18B" w14:textId="77777777" w:rsidTr="005D4A4A">
        <w:trPr>
          <w:cantSplit/>
          <w:trHeight w:val="403"/>
        </w:trPr>
        <w:tc>
          <w:tcPr>
            <w:tcW w:w="9923" w:type="dxa"/>
            <w:gridSpan w:val="5"/>
            <w:shd w:val="clear" w:color="auto" w:fill="auto"/>
          </w:tcPr>
          <w:p w14:paraId="6C4014F0"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D4A4A">
                  <w:rPr>
                    <w:rFonts w:ascii="Tahoma" w:eastAsia="Meiryo" w:hAnsi="Tahoma" w:cs="Tahoma"/>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Summary</w:t>
            </w:r>
          </w:p>
        </w:tc>
      </w:tr>
      <w:tr w:rsidR="005D4A4A" w:rsidRPr="001D349A" w14:paraId="71B60B4F" w14:textId="77777777" w:rsidTr="005D4A4A">
        <w:trPr>
          <w:cantSplit/>
          <w:trHeight w:val="403"/>
        </w:trPr>
        <w:tc>
          <w:tcPr>
            <w:tcW w:w="9923" w:type="dxa"/>
            <w:gridSpan w:val="5"/>
            <w:shd w:val="clear" w:color="auto" w:fill="F2F2F2" w:themeFill="background1" w:themeFillShade="F2"/>
          </w:tcPr>
          <w:p w14:paraId="1A28A047" w14:textId="77777777" w:rsidR="005D4A4A" w:rsidRPr="001D349A" w:rsidRDefault="005D4A4A" w:rsidP="001A2D85">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p>
        </w:tc>
      </w:tr>
      <w:tr w:rsidR="005D4A4A" w:rsidRPr="001D349A" w14:paraId="704A6C8E" w14:textId="77777777" w:rsidTr="005D4A4A">
        <w:trPr>
          <w:cantSplit/>
          <w:trHeight w:val="403"/>
        </w:trPr>
        <w:tc>
          <w:tcPr>
            <w:tcW w:w="9923" w:type="dxa"/>
            <w:gridSpan w:val="5"/>
            <w:shd w:val="clear" w:color="auto" w:fill="auto"/>
          </w:tcPr>
          <w:p w14:paraId="6FDCC950"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Planning Document</w:t>
            </w:r>
          </w:p>
        </w:tc>
      </w:tr>
      <w:tr w:rsidR="005D4A4A" w:rsidRPr="001D349A" w14:paraId="212B4FC9" w14:textId="77777777" w:rsidTr="005D4A4A">
        <w:trPr>
          <w:cantSplit/>
          <w:trHeight w:val="403"/>
        </w:trPr>
        <w:tc>
          <w:tcPr>
            <w:tcW w:w="9923" w:type="dxa"/>
            <w:gridSpan w:val="5"/>
            <w:shd w:val="clear" w:color="auto" w:fill="auto"/>
          </w:tcPr>
          <w:p w14:paraId="723388CE"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Directive Custodian Record (also referred to as Advance Care Document Custodian)</w:t>
            </w:r>
          </w:p>
        </w:tc>
      </w:tr>
      <w:tr w:rsidR="005D4A4A" w:rsidRPr="001D349A" w14:paraId="4C72D0AF" w14:textId="77777777" w:rsidTr="005D4A4A">
        <w:trPr>
          <w:cantSplit/>
          <w:trHeight w:val="403"/>
        </w:trPr>
        <w:tc>
          <w:tcPr>
            <w:tcW w:w="9923" w:type="dxa"/>
            <w:gridSpan w:val="5"/>
            <w:shd w:val="clear" w:color="auto" w:fill="F2F2F2" w:themeFill="background1" w:themeFillShade="F2"/>
          </w:tcPr>
          <w:p w14:paraId="1A47E8D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p>
        </w:tc>
      </w:tr>
      <w:tr w:rsidR="005D4A4A" w:rsidRPr="001D349A" w14:paraId="70615511" w14:textId="77777777" w:rsidTr="005D4A4A">
        <w:trPr>
          <w:cantSplit/>
          <w:trHeight w:val="403"/>
        </w:trPr>
        <w:tc>
          <w:tcPr>
            <w:tcW w:w="9923" w:type="dxa"/>
            <w:gridSpan w:val="5"/>
            <w:shd w:val="clear" w:color="auto" w:fill="auto"/>
          </w:tcPr>
          <w:p w14:paraId="6BBCAE80"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Achievements (Consumer apps only)</w:t>
            </w:r>
          </w:p>
        </w:tc>
      </w:tr>
      <w:tr w:rsidR="005D4A4A" w:rsidRPr="001D349A" w14:paraId="00CA2471" w14:textId="77777777" w:rsidTr="005D4A4A">
        <w:trPr>
          <w:cantSplit/>
          <w:trHeight w:val="403"/>
        </w:trPr>
        <w:tc>
          <w:tcPr>
            <w:tcW w:w="9923" w:type="dxa"/>
            <w:gridSpan w:val="5"/>
            <w:shd w:val="clear" w:color="auto" w:fill="auto"/>
          </w:tcPr>
          <w:p w14:paraId="61095A6B"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Measurements</w:t>
            </w:r>
          </w:p>
        </w:tc>
      </w:tr>
      <w:tr w:rsidR="005D4A4A" w:rsidRPr="001D349A" w14:paraId="18890EAE" w14:textId="77777777" w:rsidTr="005D4A4A">
        <w:trPr>
          <w:cantSplit/>
          <w:trHeight w:val="403"/>
        </w:trPr>
        <w:tc>
          <w:tcPr>
            <w:tcW w:w="9923" w:type="dxa"/>
            <w:gridSpan w:val="5"/>
            <w:shd w:val="clear" w:color="auto" w:fill="auto"/>
          </w:tcPr>
          <w:p w14:paraId="65E4B6F9"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Child Parent Questionnaire</w:t>
            </w:r>
          </w:p>
        </w:tc>
      </w:tr>
      <w:tr w:rsidR="005D4A4A" w:rsidRPr="001D349A" w14:paraId="21B7F966" w14:textId="77777777" w:rsidTr="005D4A4A">
        <w:trPr>
          <w:cantSplit/>
          <w:trHeight w:val="403"/>
        </w:trPr>
        <w:tc>
          <w:tcPr>
            <w:tcW w:w="9923" w:type="dxa"/>
            <w:gridSpan w:val="5"/>
            <w:shd w:val="clear" w:color="auto" w:fill="F2F2F2" w:themeFill="background1" w:themeFillShade="F2"/>
          </w:tcPr>
          <w:p w14:paraId="69E4C397"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Medicare records</w:t>
            </w:r>
          </w:p>
        </w:tc>
      </w:tr>
      <w:tr w:rsidR="005D4A4A" w:rsidRPr="001D349A" w14:paraId="3402D9B5" w14:textId="77777777" w:rsidTr="005D4A4A">
        <w:trPr>
          <w:cantSplit/>
          <w:trHeight w:val="403"/>
        </w:trPr>
        <w:tc>
          <w:tcPr>
            <w:tcW w:w="9923" w:type="dxa"/>
            <w:gridSpan w:val="5"/>
            <w:shd w:val="clear" w:color="auto" w:fill="auto"/>
          </w:tcPr>
          <w:p w14:paraId="29E79473"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467276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Medicare/DVA Benefits Report</w:t>
            </w:r>
          </w:p>
        </w:tc>
      </w:tr>
      <w:tr w:rsidR="005D4A4A" w:rsidRPr="001D349A" w14:paraId="1C95BA64" w14:textId="77777777" w:rsidTr="005D4A4A">
        <w:trPr>
          <w:cantSplit/>
          <w:trHeight w:val="403"/>
        </w:trPr>
        <w:tc>
          <w:tcPr>
            <w:tcW w:w="9923" w:type="dxa"/>
            <w:gridSpan w:val="5"/>
            <w:shd w:val="clear" w:color="auto" w:fill="auto"/>
          </w:tcPr>
          <w:p w14:paraId="6C66B1BE"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4101449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Pharmaceutical Benefits Report</w:t>
            </w:r>
          </w:p>
        </w:tc>
      </w:tr>
      <w:tr w:rsidR="005D4A4A" w:rsidRPr="001D349A" w14:paraId="5D1288F2" w14:textId="77777777" w:rsidTr="005D4A4A">
        <w:trPr>
          <w:cantSplit/>
          <w:trHeight w:val="403"/>
        </w:trPr>
        <w:tc>
          <w:tcPr>
            <w:tcW w:w="9923" w:type="dxa"/>
            <w:gridSpan w:val="5"/>
            <w:shd w:val="clear" w:color="auto" w:fill="auto"/>
          </w:tcPr>
          <w:p w14:paraId="371C4660"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Organ Donor Register</w:t>
            </w:r>
          </w:p>
        </w:tc>
      </w:tr>
      <w:tr w:rsidR="005D4A4A" w:rsidRPr="001D349A" w14:paraId="6B3A1A02" w14:textId="77777777" w:rsidTr="005D4A4A">
        <w:trPr>
          <w:cantSplit/>
          <w:trHeight w:val="403"/>
        </w:trPr>
        <w:tc>
          <w:tcPr>
            <w:tcW w:w="9923" w:type="dxa"/>
            <w:gridSpan w:val="5"/>
            <w:shd w:val="clear" w:color="auto" w:fill="auto"/>
          </w:tcPr>
          <w:p w14:paraId="2B1C90FE"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Immunisation Register</w:t>
            </w:r>
          </w:p>
        </w:tc>
      </w:tr>
      <w:tr w:rsidR="005D4A4A" w:rsidRPr="001D349A" w14:paraId="5F4C70B1" w14:textId="77777777" w:rsidTr="005D4A4A">
        <w:trPr>
          <w:cantSplit/>
          <w:trHeight w:val="403"/>
        </w:trPr>
        <w:tc>
          <w:tcPr>
            <w:tcW w:w="9923" w:type="dxa"/>
            <w:gridSpan w:val="5"/>
            <w:shd w:val="clear" w:color="auto" w:fill="F2F2F2" w:themeFill="background1" w:themeFillShade="F2"/>
          </w:tcPr>
          <w:p w14:paraId="610C1195"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p>
        </w:tc>
      </w:tr>
      <w:tr w:rsidR="005D4A4A" w:rsidRPr="001D349A" w14:paraId="3AE07E21" w14:textId="77777777" w:rsidTr="005D4A4A">
        <w:trPr>
          <w:cantSplit/>
          <w:trHeight w:val="403"/>
        </w:trPr>
        <w:tc>
          <w:tcPr>
            <w:tcW w:w="3691" w:type="dxa"/>
            <w:gridSpan w:val="2"/>
            <w:shd w:val="clear" w:color="auto" w:fill="auto"/>
          </w:tcPr>
          <w:p w14:paraId="128C10D1" w14:textId="77777777" w:rsidR="005D4A4A" w:rsidRPr="001D349A" w:rsidRDefault="00E602F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Other (</w:t>
            </w:r>
            <w:r w:rsidR="005D4A4A" w:rsidRPr="001D349A">
              <w:rPr>
                <w:rFonts w:ascii="Calibri" w:eastAsia="Times New Roman" w:hAnsi="Calibri" w:cs="Calibri"/>
                <w:i/>
                <w:color w:val="000000"/>
                <w:szCs w:val="20"/>
                <w:lang w:eastAsia="en-AU"/>
              </w:rPr>
              <w:t>Please specify</w:t>
            </w:r>
            <w:r w:rsidR="005D4A4A" w:rsidRPr="001D349A">
              <w:rPr>
                <w:rFonts w:ascii="Calibri" w:eastAsia="Times New Roman" w:hAnsi="Calibri" w:cs="Calibri"/>
                <w:color w:val="000000"/>
                <w:szCs w:val="20"/>
                <w:lang w:eastAsia="en-AU"/>
              </w:rPr>
              <w:t>)</w:t>
            </w:r>
          </w:p>
        </w:tc>
        <w:tc>
          <w:tcPr>
            <w:tcW w:w="6232" w:type="dxa"/>
            <w:gridSpan w:val="3"/>
            <w:shd w:val="clear" w:color="auto" w:fill="auto"/>
          </w:tcPr>
          <w:p w14:paraId="226DE597" w14:textId="77777777" w:rsidR="005D4A4A" w:rsidRPr="001D349A" w:rsidRDefault="005D4A4A" w:rsidP="001A2D85">
            <w:pPr>
              <w:pStyle w:val="ListParagraph"/>
              <w:spacing w:after="0" w:line="240" w:lineRule="auto"/>
              <w:ind w:left="0"/>
              <w:rPr>
                <w:rFonts w:ascii="Calibri" w:hAnsi="Calibri" w:cs="Calibri"/>
                <w:color w:val="000000" w:themeColor="text1"/>
                <w:szCs w:val="20"/>
              </w:rPr>
            </w:pPr>
          </w:p>
        </w:tc>
      </w:tr>
    </w:tbl>
    <w:p w14:paraId="7AE16A9C" w14:textId="77777777" w:rsidR="005D4A4A" w:rsidRDefault="005D4A4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lastRenderedPageBreak/>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4E35BDD4" w14:textId="77777777" w:rsidR="001D349A" w:rsidRPr="001D349A" w:rsidRDefault="001D349A" w:rsidP="001A2D85">
            <w:pPr>
              <w:ind w:left="317"/>
              <w:rPr>
                <w:rFonts w:cs="Calibri"/>
                <w:b/>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25D66F39"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39.75pt;height:18.75pt" o:ole="">
                  <v:imagedata r:id="rId39" o:title=""/>
                </v:shape>
                <w:control r:id="rId40"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23A30BEC"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39.75pt;height:18.75pt" o:ole="">
                  <v:imagedata r:id="rId41" o:title=""/>
                </v:shape>
                <w:control r:id="rId42"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E602F8"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31A8CF7F" w:rsidR="001D349A" w:rsidRPr="001D349A" w:rsidRDefault="00E602F8"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1ED935F6" w14:textId="77777777" w:rsidR="001D349A" w:rsidRPr="001D349A" w:rsidRDefault="00E602F8"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0DF7E03C" w14:textId="77777777" w:rsidR="001D349A" w:rsidRPr="001D349A" w:rsidRDefault="00E602F8" w:rsidP="001A2D85">
            <w:pPr>
              <w:rPr>
                <w:rFonts w:cs="Calibri"/>
                <w:iCs/>
                <w:color w:val="1F497D"/>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p w14:paraId="7962044F" w14:textId="77777777" w:rsidR="001D349A" w:rsidRPr="001D349A" w:rsidRDefault="001D349A" w:rsidP="001A2D85">
            <w:pPr>
              <w:rPr>
                <w:rFonts w:cs="Calibri"/>
                <w:sz w:val="20"/>
                <w:szCs w:val="20"/>
              </w:rPr>
            </w:pP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62C66FDF" w14:textId="77777777" w:rsidR="00E76AED" w:rsidRDefault="00E76AED">
      <w:pPr>
        <w:rPr>
          <w:b/>
          <w:sz w:val="28"/>
          <w:szCs w:val="28"/>
        </w:rPr>
      </w:pPr>
      <w:r>
        <w:rPr>
          <w:b/>
          <w:sz w:val="28"/>
          <w:szCs w:val="28"/>
        </w:rPr>
        <w:br w:type="page"/>
      </w:r>
    </w:p>
    <w:p w14:paraId="4DF9EDF1" w14:textId="36652EF0" w:rsidR="001D349A" w:rsidRPr="00987712" w:rsidRDefault="001D349A" w:rsidP="000F0F8A">
      <w:pPr>
        <w:rPr>
          <w:rFonts w:cs="Arial"/>
          <w:sz w:val="20"/>
          <w:szCs w:val="20"/>
        </w:rPr>
      </w:pPr>
      <w:r w:rsidRPr="00987712">
        <w:rPr>
          <w:b/>
          <w:sz w:val="28"/>
          <w:szCs w:val="28"/>
        </w:rPr>
        <w:lastRenderedPageBreak/>
        <w:t>Document checklist:</w:t>
      </w:r>
      <w:r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E602F8"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77777777" w:rsidTr="000F0F8A">
        <w:trPr>
          <w:trHeight w:val="340"/>
        </w:trPr>
        <w:tc>
          <w:tcPr>
            <w:tcW w:w="9781" w:type="dxa"/>
            <w:shd w:val="clear" w:color="auto" w:fill="D9D9D9" w:themeFill="background1" w:themeFillShade="D9"/>
          </w:tcPr>
          <w:p w14:paraId="296E0CBF" w14:textId="77777777" w:rsidR="001D349A" w:rsidRDefault="00E602F8"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E602F8"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E602F8"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E602F8"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1325460">
                <wp:simplePos x="0" y="0"/>
                <wp:positionH relativeFrom="margin">
                  <wp:posOffset>-29210</wp:posOffset>
                </wp:positionH>
                <wp:positionV relativeFrom="bottomMargin">
                  <wp:posOffset>-3527425</wp:posOffset>
                </wp:positionV>
                <wp:extent cx="6127115" cy="3660140"/>
                <wp:effectExtent l="0" t="0" r="26670" b="1651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60140"/>
                        </a:xfrm>
                        <a:prstGeom prst="rect">
                          <a:avLst/>
                        </a:prstGeom>
                        <a:noFill/>
                        <a:ln w="6350">
                          <a:solidFill>
                            <a:prstClr val="black"/>
                          </a:solidFill>
                        </a:ln>
                        <a:effectLst/>
                      </wps:spPr>
                      <wps:txbx>
                        <w:txbxContent>
                          <w:p w14:paraId="17586DCB" w14:textId="35962231" w:rsidR="00DB18C4" w:rsidRDefault="00DB18C4"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0-02-25T00:00:00Z">
                                  <w:dateFormat w:val="d MMMM yyyy"/>
                                  <w:lid w:val="en-AU"/>
                                  <w:storeMappedDataAs w:val="dateTime"/>
                                  <w:calendar w:val="gregorian"/>
                                </w:date>
                              </w:sdtPr>
                              <w:sdtEndPr>
                                <w:rPr>
                                  <w:rStyle w:val="DateChar"/>
                                </w:rPr>
                              </w:sdtEndPr>
                              <w:sdtContent>
                                <w:r w:rsidR="00286F9E">
                                  <w:rPr>
                                    <w:rStyle w:val="DateChar"/>
                                    <w:noProof/>
                                  </w:rPr>
                                  <w:t>25 February 2020</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DB18C4" w:rsidRPr="009F6218" w:rsidRDefault="00DB18C4"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3" w:history="1">
                              <w:r w:rsidRPr="00AC4F04">
                                <w:rPr>
                                  <w:rStyle w:val="Hyperlink"/>
                                  <w:szCs w:val="18"/>
                                </w:rPr>
                                <w:t>digitalhealth.gov.au</w:t>
                              </w:r>
                            </w:hyperlink>
                          </w:p>
                          <w:p w14:paraId="528D79DE" w14:textId="77777777" w:rsidR="00DB18C4" w:rsidRDefault="00DB18C4" w:rsidP="00A87CFE">
                            <w:pPr>
                              <w:pStyle w:val="Smallprint"/>
                              <w:rPr>
                                <w:szCs w:val="18"/>
                              </w:rPr>
                            </w:pPr>
                            <w:r>
                              <w:rPr>
                                <w:noProof/>
                              </w:rPr>
                              <w:t>Telephone 1300 901 001 or email</w:t>
                            </w:r>
                            <w:r w:rsidRPr="00A25F15">
                              <w:rPr>
                                <w:noProof/>
                              </w:rPr>
                              <w:t xml:space="preserve"> </w:t>
                            </w:r>
                            <w:hyperlink r:id="rId44" w:history="1">
                              <w:r>
                                <w:rPr>
                                  <w:rStyle w:val="Hyperlink"/>
                                  <w:noProof/>
                                </w:rPr>
                                <w:t>help@digitalhealth.gov.au</w:t>
                              </w:r>
                            </w:hyperlink>
                            <w:r>
                              <w:rPr>
                                <w:noProof/>
                              </w:rPr>
                              <w:t xml:space="preserve"> </w:t>
                            </w:r>
                          </w:p>
                          <w:p w14:paraId="18891237" w14:textId="77777777" w:rsidR="00DB18C4" w:rsidRPr="009F6218" w:rsidRDefault="00DB18C4" w:rsidP="00DF432E">
                            <w:pPr>
                              <w:pStyle w:val="Smallprintbold"/>
                            </w:pPr>
                            <w:r w:rsidRPr="009F6218">
                              <w:t>Disclaimer</w:t>
                            </w:r>
                          </w:p>
                          <w:p w14:paraId="5D8C9647" w14:textId="77777777" w:rsidR="00DB18C4" w:rsidRPr="00A0125A" w:rsidRDefault="00DB18C4"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DB18C4" w:rsidRPr="00A0125A" w:rsidRDefault="00DB18C4" w:rsidP="00DF432E">
                            <w:pPr>
                              <w:pStyle w:val="Smallprintbold"/>
                            </w:pPr>
                            <w:r w:rsidRPr="00A0125A">
                              <w:t>Document control</w:t>
                            </w:r>
                          </w:p>
                          <w:p w14:paraId="1C09F199" w14:textId="77777777" w:rsidR="00DB18C4" w:rsidRPr="001F025A" w:rsidRDefault="00DB18C4"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DB18C4" w:rsidRPr="001F025A" w:rsidRDefault="00DB18C4"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DB18C4" w:rsidRDefault="00DB18C4"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DB18C4" w:rsidRPr="005A37F1" w:rsidRDefault="00E602F8"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DB18C4">
                                  <w:t>OFFICIAL</w:t>
                                </w:r>
                              </w:sdtContent>
                            </w:sdt>
                            <w:r w:rsidR="00DB18C4">
                              <w:t xml:space="preserve"> </w:t>
                            </w:r>
                          </w:p>
                          <w:p w14:paraId="74F42E3E" w14:textId="77777777" w:rsidR="00DB18C4" w:rsidRDefault="00DB18C4" w:rsidP="00DF432E">
                            <w:pPr>
                              <w:pStyle w:val="Smallprintbold"/>
                            </w:pPr>
                            <w:r>
                              <w:t>Acknowledgements</w:t>
                            </w:r>
                          </w:p>
                          <w:p w14:paraId="569EF2CA" w14:textId="77777777" w:rsidR="00DB18C4" w:rsidRPr="00C82778" w:rsidRDefault="00DB18C4" w:rsidP="00DF432E">
                            <w:pPr>
                              <w:pStyle w:val="Smallprintbold"/>
                            </w:pPr>
                            <w:r w:rsidRPr="00C82778">
                              <w:t>Council of Australian Governments</w:t>
                            </w:r>
                          </w:p>
                          <w:p w14:paraId="2AD50960" w14:textId="77777777" w:rsidR="00DB18C4" w:rsidRPr="00A0125A" w:rsidRDefault="00DB18C4"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55873F"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3pt;margin-top:-277.75pt;width:482.45pt;height:288.2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" o:allowincell="f" o:allowoverlap="f" filled="f" strokeweight=".5pt">
                <v:textbox>
                  <w:txbxContent>
                    <w:p w14:paraId="17586DCB" w14:textId="35962231" w:rsidR="00DB18C4" w:rsidRDefault="00DB18C4"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0-02-25T00:00:00Z">
                            <w:dateFormat w:val="d MMMM yyyy"/>
                            <w:lid w:val="en-AU"/>
                            <w:storeMappedDataAs w:val="dateTime"/>
                            <w:calendar w:val="gregorian"/>
                          </w:date>
                        </w:sdtPr>
                        <w:sdtEndPr>
                          <w:rPr>
                            <w:rStyle w:val="DateChar"/>
                          </w:rPr>
                        </w:sdtEndPr>
                        <w:sdtContent>
                          <w:r w:rsidR="00286F9E">
                            <w:rPr>
                              <w:rStyle w:val="DateChar"/>
                              <w:noProof/>
                            </w:rPr>
                            <w:t>25 February 2020</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DB18C4" w:rsidRPr="009F6218" w:rsidRDefault="00DB18C4"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5" w:history="1">
                        <w:r w:rsidRPr="00AC4F04">
                          <w:rPr>
                            <w:rStyle w:val="Hyperlink"/>
                            <w:szCs w:val="18"/>
                          </w:rPr>
                          <w:t>digitalhealth.gov.au</w:t>
                        </w:r>
                      </w:hyperlink>
                    </w:p>
                    <w:p w14:paraId="528D79DE" w14:textId="77777777" w:rsidR="00DB18C4" w:rsidRDefault="00DB18C4" w:rsidP="00A87CFE">
                      <w:pPr>
                        <w:pStyle w:val="Smallprint"/>
                        <w:rPr>
                          <w:szCs w:val="18"/>
                        </w:rPr>
                      </w:pPr>
                      <w:r>
                        <w:rPr>
                          <w:noProof/>
                        </w:rPr>
                        <w:t>Telephone 1300 901 001 or email</w:t>
                      </w:r>
                      <w:r w:rsidRPr="00A25F15">
                        <w:rPr>
                          <w:noProof/>
                        </w:rPr>
                        <w:t xml:space="preserve"> </w:t>
                      </w:r>
                      <w:hyperlink r:id="rId46" w:history="1">
                        <w:r>
                          <w:rPr>
                            <w:rStyle w:val="Hyperlink"/>
                            <w:noProof/>
                          </w:rPr>
                          <w:t>help@digitalhealth.gov.au</w:t>
                        </w:r>
                      </w:hyperlink>
                      <w:r>
                        <w:rPr>
                          <w:noProof/>
                        </w:rPr>
                        <w:t xml:space="preserve"> </w:t>
                      </w:r>
                    </w:p>
                    <w:p w14:paraId="18891237" w14:textId="77777777" w:rsidR="00DB18C4" w:rsidRPr="009F6218" w:rsidRDefault="00DB18C4" w:rsidP="00DF432E">
                      <w:pPr>
                        <w:pStyle w:val="Smallprintbold"/>
                      </w:pPr>
                      <w:r w:rsidRPr="009F6218">
                        <w:t>Disclaimer</w:t>
                      </w:r>
                    </w:p>
                    <w:p w14:paraId="5D8C9647" w14:textId="77777777" w:rsidR="00DB18C4" w:rsidRPr="00A0125A" w:rsidRDefault="00DB18C4"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DB18C4" w:rsidRPr="00A0125A" w:rsidRDefault="00DB18C4" w:rsidP="00DF432E">
                      <w:pPr>
                        <w:pStyle w:val="Smallprintbold"/>
                      </w:pPr>
                      <w:r w:rsidRPr="00A0125A">
                        <w:t>Document control</w:t>
                      </w:r>
                    </w:p>
                    <w:p w14:paraId="1C09F199" w14:textId="77777777" w:rsidR="00DB18C4" w:rsidRPr="001F025A" w:rsidRDefault="00DB18C4"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DB18C4" w:rsidRPr="001F025A" w:rsidRDefault="00DB18C4"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DB18C4" w:rsidRDefault="00DB18C4"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DB18C4" w:rsidRPr="005A37F1" w:rsidRDefault="00286F9E"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DB18C4">
                            <w:t>OFFICIAL</w:t>
                          </w:r>
                        </w:sdtContent>
                      </w:sdt>
                      <w:r w:rsidR="00DB18C4">
                        <w:t xml:space="preserve"> </w:t>
                      </w:r>
                    </w:p>
                    <w:p w14:paraId="74F42E3E" w14:textId="77777777" w:rsidR="00DB18C4" w:rsidRDefault="00DB18C4" w:rsidP="00DF432E">
                      <w:pPr>
                        <w:pStyle w:val="Smallprintbold"/>
                      </w:pPr>
                      <w:r>
                        <w:t>Acknowledgements</w:t>
                      </w:r>
                    </w:p>
                    <w:p w14:paraId="569EF2CA" w14:textId="77777777" w:rsidR="00DB18C4" w:rsidRPr="00C82778" w:rsidRDefault="00DB18C4" w:rsidP="00DF432E">
                      <w:pPr>
                        <w:pStyle w:val="Smallprintbold"/>
                      </w:pPr>
                      <w:r w:rsidRPr="00C82778">
                        <w:t>Council of Australian Governments</w:t>
                      </w:r>
                    </w:p>
                    <w:p w14:paraId="2AD50960" w14:textId="77777777" w:rsidR="00DB18C4" w:rsidRPr="00A0125A" w:rsidRDefault="00DB18C4"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47"/>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3B71A" w14:textId="77777777" w:rsidR="00DB18C4" w:rsidRDefault="00DB18C4" w:rsidP="00763374">
      <w:r>
        <w:separator/>
      </w:r>
    </w:p>
  </w:endnote>
  <w:endnote w:type="continuationSeparator" w:id="0">
    <w:p w14:paraId="4070B2F9" w14:textId="77777777" w:rsidR="00DB18C4" w:rsidRDefault="00DB18C4"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46074" w14:textId="376E7341" w:rsidR="00DB18C4" w:rsidRDefault="00DB18C4"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0-02-25T00:00:00Z">
          <w:dateFormat w:val="d MMMM yyyy"/>
          <w:lid w:val="en-AU"/>
          <w:storeMappedDataAs w:val="dateTime"/>
          <w:calendar w:val="gregorian"/>
        </w:date>
      </w:sdtPr>
      <w:sdtEndPr/>
      <w:sdtContent>
        <w:r w:rsidR="00286F9E">
          <w:t>25 February 2020</w:t>
        </w:r>
      </w:sdtContent>
    </w:sdt>
  </w:p>
  <w:p w14:paraId="0735092D" w14:textId="047BBCC9" w:rsidR="00DB18C4" w:rsidRPr="00FE1CAE" w:rsidRDefault="00E602F8"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DB18C4">
          <w:t xml:space="preserve"> </w:t>
        </w:r>
      </w:sdtContent>
    </w:sdt>
    <w:r w:rsidR="00DB18C4" w:rsidRPr="00FE1CAE">
      <w:t xml:space="preserve"> </w:t>
    </w:r>
    <w:r w:rsidR="00DB18C4" w:rsidRPr="00FE1CAE">
      <w:ptab w:relativeTo="margin" w:alignment="right" w:leader="none"/>
    </w:r>
    <w:r w:rsidR="00DB18C4"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027869">
          <w:t>DH-3092:2020</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B0164" w14:textId="2731BE49" w:rsidR="00DB18C4" w:rsidRDefault="00E602F8"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0-02-25T00:00:00Z">
          <w:dateFormat w:val="d MMMM yyyy"/>
          <w:lid w:val="en-AU"/>
          <w:storeMappedDataAs w:val="dateTime"/>
          <w:calendar w:val="gregorian"/>
        </w:date>
      </w:sdtPr>
      <w:sdtEndPr/>
      <w:sdtContent>
        <w:r w:rsidR="00286F9E">
          <w:t>25 February 2020</w:t>
        </w:r>
      </w:sdtContent>
    </w:sdt>
    <w:r w:rsidR="00DB18C4">
      <w:rPr>
        <w:noProof/>
      </w:rPr>
      <w:t xml:space="preserve"> </w:t>
    </w:r>
    <w:r w:rsidR="00DB18C4">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00DB18C4"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DB18C4">
          <w:rPr>
            <w:szCs w:val="16"/>
          </w:rPr>
          <w:t>for external</w:t>
        </w:r>
      </w:sdtContent>
    </w:sdt>
    <w:r w:rsidR="00DB18C4">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DB18C4">
          <w:t>use</w:t>
        </w:r>
      </w:sdtContent>
    </w:sdt>
    <w:r w:rsidR="00DB18C4">
      <w:rPr>
        <w:rStyle w:val="PageNumber"/>
        <w:noProof/>
      </w:rPr>
      <w:ptab w:relativeTo="margin" w:alignment="right" w:leader="none"/>
    </w:r>
    <w:r w:rsidR="00DB18C4" w:rsidRPr="00E20277">
      <w:rPr>
        <w:rStyle w:val="PageNumber"/>
        <w:noProof/>
      </w:rPr>
      <w:fldChar w:fldCharType="begin"/>
    </w:r>
    <w:r w:rsidR="00DB18C4" w:rsidRPr="00E20277">
      <w:rPr>
        <w:rStyle w:val="PageNumber"/>
        <w:noProof/>
      </w:rPr>
      <w:instrText xml:space="preserve"> PAGE  \* Arabic  \* MERGEFORMAT </w:instrText>
    </w:r>
    <w:r w:rsidR="00DB18C4" w:rsidRPr="00E20277">
      <w:rPr>
        <w:rStyle w:val="PageNumber"/>
        <w:noProof/>
      </w:rPr>
      <w:fldChar w:fldCharType="separate"/>
    </w:r>
    <w:r w:rsidR="00DB18C4">
      <w:rPr>
        <w:rStyle w:val="PageNumber"/>
        <w:noProof/>
      </w:rPr>
      <w:t>9</w:t>
    </w:r>
    <w:r w:rsidR="00DB18C4" w:rsidRPr="00E20277">
      <w:rPr>
        <w:rStyle w:val="PageNumber"/>
        <w:noProof/>
      </w:rPr>
      <w:fldChar w:fldCharType="end"/>
    </w:r>
    <w:r w:rsidR="00DB18C4" w:rsidRPr="00E20277">
      <w:rPr>
        <w:rStyle w:val="PageNumber"/>
        <w:noProof/>
      </w:rPr>
      <w:t xml:space="preserve"> of </w:t>
    </w:r>
    <w:r w:rsidR="00DB18C4" w:rsidRPr="00E20277">
      <w:rPr>
        <w:rStyle w:val="PageNumber"/>
        <w:noProof/>
      </w:rPr>
      <w:fldChar w:fldCharType="begin"/>
    </w:r>
    <w:r w:rsidR="00DB18C4" w:rsidRPr="00E20277">
      <w:rPr>
        <w:rStyle w:val="PageNumber"/>
        <w:noProof/>
      </w:rPr>
      <w:instrText xml:space="preserve"> NUMPAGES  \* Arabic  \* MERGEFORMAT </w:instrText>
    </w:r>
    <w:r w:rsidR="00DB18C4" w:rsidRPr="00E20277">
      <w:rPr>
        <w:rStyle w:val="PageNumber"/>
        <w:noProof/>
      </w:rPr>
      <w:fldChar w:fldCharType="separate"/>
    </w:r>
    <w:r w:rsidR="00DB18C4">
      <w:rPr>
        <w:rStyle w:val="PageNumber"/>
        <w:noProof/>
      </w:rPr>
      <w:t>9</w:t>
    </w:r>
    <w:r w:rsidR="00DB18C4" w:rsidRPr="00E20277">
      <w:rPr>
        <w:rStyle w:val="PageNumber"/>
        <w:noProof/>
      </w:rPr>
      <w:fldChar w:fldCharType="end"/>
    </w:r>
  </w:p>
  <w:p w14:paraId="10213C9D" w14:textId="78429A81" w:rsidR="00DB18C4" w:rsidRPr="00F43CA7" w:rsidRDefault="00E602F8"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027869">
          <w:rPr>
            <w:szCs w:val="20"/>
          </w:rPr>
          <w:t>DH-3092:2020</w:t>
        </w:r>
      </w:sdtContent>
    </w:sdt>
    <w:r w:rsidR="00DB18C4" w:rsidRPr="00B60FCA">
      <w:rPr>
        <w:noProof/>
        <w:szCs w:val="20"/>
      </w:rPr>
      <w:t xml:space="preserve"> </w:t>
    </w:r>
    <w:r w:rsidR="00DB18C4" w:rsidRPr="00F43CA7">
      <w:rPr>
        <w:noProof/>
        <w:szCs w:val="20"/>
      </w:rPr>
      <w:ptab w:relativeTo="margin" w:alignment="right" w:leader="none"/>
    </w:r>
    <w:r w:rsidR="00DB18C4"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DB18C4">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E9FE4" w14:textId="77777777" w:rsidR="00DB18C4" w:rsidRDefault="00DB18C4" w:rsidP="00763374">
      <w:r>
        <w:separator/>
      </w:r>
    </w:p>
  </w:footnote>
  <w:footnote w:type="continuationSeparator" w:id="0">
    <w:p w14:paraId="5A659014" w14:textId="77777777" w:rsidR="00DB18C4" w:rsidRDefault="00DB18C4" w:rsidP="00763374">
      <w:r>
        <w:continuationSeparator/>
      </w:r>
    </w:p>
  </w:footnote>
  <w:footnote w:id="1">
    <w:p w14:paraId="146FF4E0" w14:textId="77777777" w:rsidR="00DB18C4" w:rsidRDefault="00DB18C4" w:rsidP="001D349A">
      <w:pPr>
        <w:pStyle w:val="FootnoteText"/>
      </w:pPr>
      <w:r>
        <w:rPr>
          <w:rStyle w:val="FootnoteReference"/>
        </w:rPr>
        <w:footnoteRef/>
      </w:r>
      <w:r>
        <w:t xml:space="preserve"> Please refer to the following website for more information on Gatekeeper certification </w:t>
      </w:r>
      <w:hyperlink r:id="rId1" w:history="1">
        <w:r w:rsidRPr="00652C2C">
          <w:rPr>
            <w:rStyle w:val="Hyperlink"/>
          </w:rPr>
          <w:t>https://www.dto.gov.au/standard/design-guides/authentication-frameworks/gatekeeper-public-key-infrastructure-framework/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3D6C5" w14:textId="77777777" w:rsidR="00DB18C4" w:rsidRPr="002B67CC" w:rsidRDefault="00DB18C4"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F52DB" w14:textId="77777777" w:rsidR="00DB18C4" w:rsidRDefault="00DB18C4"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DB18C4" w:rsidRPr="00CD680B" w:rsidRDefault="00DB18C4"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996DC" w14:textId="181DE0BC" w:rsidR="00DB18C4" w:rsidRPr="00137837" w:rsidRDefault="00E602F8"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DB18C4">
          <w:t>My Health Record</w:t>
        </w:r>
      </w:sdtContent>
    </w:sdt>
    <w:r w:rsidR="00DB18C4" w:rsidRPr="00A94CA2">
      <w:t xml:space="preserve"> </w:t>
    </w:r>
    <w:r w:rsidR="00DB18C4">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DB18C4">
          <w:t>Portal Operator – Production Environment Access Request Form</w:t>
        </w:r>
      </w:sdtContent>
    </w:sdt>
    <w:r w:rsidR="00DB18C4">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EB4875">
          <w:t>v3.2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5"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9"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0"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2"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7"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8"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3"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4"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420742"/>
    <w:multiLevelType w:val="multilevel"/>
    <w:tmpl w:val="0B8A1304"/>
    <w:numStyleLink w:val="Tablebullets"/>
  </w:abstractNum>
  <w:num w:numId="1">
    <w:abstractNumId w:val="4"/>
  </w:num>
  <w:num w:numId="2">
    <w:abstractNumId w:val="31"/>
  </w:num>
  <w:num w:numId="3">
    <w:abstractNumId w:val="22"/>
  </w:num>
  <w:num w:numId="4">
    <w:abstractNumId w:val="14"/>
  </w:num>
  <w:num w:numId="5">
    <w:abstractNumId w:val="5"/>
  </w:num>
  <w:num w:numId="6">
    <w:abstractNumId w:val="16"/>
  </w:num>
  <w:num w:numId="7">
    <w:abstractNumId w:val="11"/>
  </w:num>
  <w:num w:numId="8">
    <w:abstractNumId w:val="28"/>
  </w:num>
  <w:num w:numId="9">
    <w:abstractNumId w:val="9"/>
  </w:num>
  <w:num w:numId="10">
    <w:abstractNumId w:val="33"/>
  </w:num>
  <w:num w:numId="11">
    <w:abstractNumId w:val="23"/>
  </w:num>
  <w:num w:numId="12">
    <w:abstractNumId w:val="6"/>
  </w:num>
  <w:num w:numId="13">
    <w:abstractNumId w:val="29"/>
  </w:num>
  <w:num w:numId="14">
    <w:abstractNumId w:val="13"/>
  </w:num>
  <w:num w:numId="15">
    <w:abstractNumId w:val="32"/>
  </w:num>
  <w:num w:numId="16">
    <w:abstractNumId w:val="8"/>
  </w:num>
  <w:num w:numId="17">
    <w:abstractNumId w:val="17"/>
  </w:num>
  <w:num w:numId="18">
    <w:abstractNumId w:val="19"/>
  </w:num>
  <w:num w:numId="19">
    <w:abstractNumId w:val="25"/>
  </w:num>
  <w:num w:numId="20">
    <w:abstractNumId w:val="15"/>
  </w:num>
  <w:num w:numId="21">
    <w:abstractNumId w:val="12"/>
  </w:num>
  <w:num w:numId="22">
    <w:abstractNumId w:val="21"/>
  </w:num>
  <w:num w:numId="23">
    <w:abstractNumId w:val="30"/>
  </w:num>
  <w:num w:numId="24">
    <w:abstractNumId w:val="18"/>
  </w:num>
  <w:num w:numId="25">
    <w:abstractNumId w:val="7"/>
  </w:num>
  <w:num w:numId="26">
    <w:abstractNumId w:val="26"/>
  </w:num>
  <w:num w:numId="27">
    <w:abstractNumId w:val="27"/>
  </w:num>
  <w:num w:numId="28">
    <w:abstractNumId w:val="0"/>
  </w:num>
  <w:num w:numId="29">
    <w:abstractNumId w:val="2"/>
  </w:num>
  <w:num w:numId="30">
    <w:abstractNumId w:val="1"/>
  </w:num>
  <w:num w:numId="31">
    <w:abstractNumId w:val="10"/>
  </w:num>
  <w:num w:numId="32">
    <w:abstractNumId w:val="20"/>
  </w:num>
  <w:num w:numId="33">
    <w:abstractNumId w:val="3"/>
  </w:num>
  <w:num w:numId="3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4360"/>
    <w:rsid w:val="0000532A"/>
    <w:rsid w:val="00012AF6"/>
    <w:rsid w:val="00015FF3"/>
    <w:rsid w:val="00027869"/>
    <w:rsid w:val="00027ACE"/>
    <w:rsid w:val="00031F12"/>
    <w:rsid w:val="00032580"/>
    <w:rsid w:val="0003294A"/>
    <w:rsid w:val="00032BD2"/>
    <w:rsid w:val="00035770"/>
    <w:rsid w:val="00037ED4"/>
    <w:rsid w:val="000425C3"/>
    <w:rsid w:val="000431F7"/>
    <w:rsid w:val="00044D4D"/>
    <w:rsid w:val="0005688D"/>
    <w:rsid w:val="00057031"/>
    <w:rsid w:val="00060D23"/>
    <w:rsid w:val="0006251D"/>
    <w:rsid w:val="00062598"/>
    <w:rsid w:val="00062969"/>
    <w:rsid w:val="000647C4"/>
    <w:rsid w:val="00066A39"/>
    <w:rsid w:val="00071EEE"/>
    <w:rsid w:val="0007207E"/>
    <w:rsid w:val="000735D1"/>
    <w:rsid w:val="00075472"/>
    <w:rsid w:val="00083E47"/>
    <w:rsid w:val="00087C1D"/>
    <w:rsid w:val="00095BA6"/>
    <w:rsid w:val="000976F9"/>
    <w:rsid w:val="0009771B"/>
    <w:rsid w:val="000A2380"/>
    <w:rsid w:val="000A3D95"/>
    <w:rsid w:val="000B0D35"/>
    <w:rsid w:val="000B415B"/>
    <w:rsid w:val="000B5067"/>
    <w:rsid w:val="000B712D"/>
    <w:rsid w:val="000C6DCB"/>
    <w:rsid w:val="000D361C"/>
    <w:rsid w:val="000D3A36"/>
    <w:rsid w:val="000E03AE"/>
    <w:rsid w:val="000E5AEC"/>
    <w:rsid w:val="000E7542"/>
    <w:rsid w:val="000F0F8A"/>
    <w:rsid w:val="000F208C"/>
    <w:rsid w:val="000F22BC"/>
    <w:rsid w:val="000F51A3"/>
    <w:rsid w:val="000F5D99"/>
    <w:rsid w:val="000F74B3"/>
    <w:rsid w:val="00100F65"/>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F3117"/>
    <w:rsid w:val="001F39B1"/>
    <w:rsid w:val="001F3C02"/>
    <w:rsid w:val="001F3E30"/>
    <w:rsid w:val="001F6AFE"/>
    <w:rsid w:val="00210447"/>
    <w:rsid w:val="00211C32"/>
    <w:rsid w:val="00212495"/>
    <w:rsid w:val="002127D7"/>
    <w:rsid w:val="00214663"/>
    <w:rsid w:val="00215CD7"/>
    <w:rsid w:val="00231F6E"/>
    <w:rsid w:val="0024372E"/>
    <w:rsid w:val="002468B4"/>
    <w:rsid w:val="00247FE9"/>
    <w:rsid w:val="00254032"/>
    <w:rsid w:val="0025437B"/>
    <w:rsid w:val="0025519A"/>
    <w:rsid w:val="00255C8F"/>
    <w:rsid w:val="00262375"/>
    <w:rsid w:val="00271E2C"/>
    <w:rsid w:val="00272276"/>
    <w:rsid w:val="002731BE"/>
    <w:rsid w:val="00276717"/>
    <w:rsid w:val="002768AE"/>
    <w:rsid w:val="002827ED"/>
    <w:rsid w:val="00284F09"/>
    <w:rsid w:val="0028666D"/>
    <w:rsid w:val="002869D6"/>
    <w:rsid w:val="00286F9E"/>
    <w:rsid w:val="002906F6"/>
    <w:rsid w:val="002954C7"/>
    <w:rsid w:val="002A42F5"/>
    <w:rsid w:val="002A57EB"/>
    <w:rsid w:val="002A65A2"/>
    <w:rsid w:val="002A680E"/>
    <w:rsid w:val="002A6F6D"/>
    <w:rsid w:val="002B3BCA"/>
    <w:rsid w:val="002B67CC"/>
    <w:rsid w:val="002C034B"/>
    <w:rsid w:val="002D2445"/>
    <w:rsid w:val="002D59AB"/>
    <w:rsid w:val="002E0EEE"/>
    <w:rsid w:val="002E136F"/>
    <w:rsid w:val="002E778F"/>
    <w:rsid w:val="002F15AD"/>
    <w:rsid w:val="002F1663"/>
    <w:rsid w:val="002F503F"/>
    <w:rsid w:val="002F557E"/>
    <w:rsid w:val="00300FD5"/>
    <w:rsid w:val="003017B6"/>
    <w:rsid w:val="00301A15"/>
    <w:rsid w:val="003025A9"/>
    <w:rsid w:val="003043A9"/>
    <w:rsid w:val="0030747F"/>
    <w:rsid w:val="00315736"/>
    <w:rsid w:val="00320CC1"/>
    <w:rsid w:val="00321842"/>
    <w:rsid w:val="00324303"/>
    <w:rsid w:val="00327657"/>
    <w:rsid w:val="00327E3D"/>
    <w:rsid w:val="00331C22"/>
    <w:rsid w:val="00333913"/>
    <w:rsid w:val="00333AC8"/>
    <w:rsid w:val="00340075"/>
    <w:rsid w:val="00344679"/>
    <w:rsid w:val="00344D51"/>
    <w:rsid w:val="00356183"/>
    <w:rsid w:val="00357DA5"/>
    <w:rsid w:val="003616E6"/>
    <w:rsid w:val="00362481"/>
    <w:rsid w:val="003675E2"/>
    <w:rsid w:val="00367EB2"/>
    <w:rsid w:val="00371018"/>
    <w:rsid w:val="00371F4A"/>
    <w:rsid w:val="00372BAC"/>
    <w:rsid w:val="00373F59"/>
    <w:rsid w:val="00374EDC"/>
    <w:rsid w:val="00375214"/>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13739"/>
    <w:rsid w:val="00421B54"/>
    <w:rsid w:val="00425C6D"/>
    <w:rsid w:val="004270DE"/>
    <w:rsid w:val="004355FC"/>
    <w:rsid w:val="0044513C"/>
    <w:rsid w:val="00451137"/>
    <w:rsid w:val="004540D9"/>
    <w:rsid w:val="00457F94"/>
    <w:rsid w:val="004616FE"/>
    <w:rsid w:val="004621C2"/>
    <w:rsid w:val="0046232F"/>
    <w:rsid w:val="00463826"/>
    <w:rsid w:val="00465070"/>
    <w:rsid w:val="004669C3"/>
    <w:rsid w:val="004705D4"/>
    <w:rsid w:val="00477265"/>
    <w:rsid w:val="00483B8D"/>
    <w:rsid w:val="00484852"/>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66B"/>
    <w:rsid w:val="004F4E88"/>
    <w:rsid w:val="004F5A62"/>
    <w:rsid w:val="0051433C"/>
    <w:rsid w:val="0051433F"/>
    <w:rsid w:val="0051775C"/>
    <w:rsid w:val="005267B5"/>
    <w:rsid w:val="00530028"/>
    <w:rsid w:val="0053201B"/>
    <w:rsid w:val="00532890"/>
    <w:rsid w:val="005331DD"/>
    <w:rsid w:val="00537481"/>
    <w:rsid w:val="00540AD9"/>
    <w:rsid w:val="00542438"/>
    <w:rsid w:val="00543287"/>
    <w:rsid w:val="00553AF2"/>
    <w:rsid w:val="00556084"/>
    <w:rsid w:val="005563F1"/>
    <w:rsid w:val="00564D53"/>
    <w:rsid w:val="00570734"/>
    <w:rsid w:val="00581BEB"/>
    <w:rsid w:val="005842BB"/>
    <w:rsid w:val="0058478B"/>
    <w:rsid w:val="0058504A"/>
    <w:rsid w:val="0058507C"/>
    <w:rsid w:val="005A1905"/>
    <w:rsid w:val="005A3F8D"/>
    <w:rsid w:val="005A75B7"/>
    <w:rsid w:val="005A7E33"/>
    <w:rsid w:val="005B18FE"/>
    <w:rsid w:val="005B2FAB"/>
    <w:rsid w:val="005B4407"/>
    <w:rsid w:val="005C4374"/>
    <w:rsid w:val="005C6136"/>
    <w:rsid w:val="005D0267"/>
    <w:rsid w:val="005D38E9"/>
    <w:rsid w:val="005D4A4A"/>
    <w:rsid w:val="005D5A4C"/>
    <w:rsid w:val="005D5A7E"/>
    <w:rsid w:val="005E10E1"/>
    <w:rsid w:val="005E72A0"/>
    <w:rsid w:val="005F13D7"/>
    <w:rsid w:val="005F41B7"/>
    <w:rsid w:val="005F4F9E"/>
    <w:rsid w:val="005F57E9"/>
    <w:rsid w:val="00600C64"/>
    <w:rsid w:val="0060703A"/>
    <w:rsid w:val="006312B1"/>
    <w:rsid w:val="0065246B"/>
    <w:rsid w:val="00653EB1"/>
    <w:rsid w:val="00655098"/>
    <w:rsid w:val="006557B9"/>
    <w:rsid w:val="00655AF6"/>
    <w:rsid w:val="00656DB3"/>
    <w:rsid w:val="00660750"/>
    <w:rsid w:val="00661CD4"/>
    <w:rsid w:val="006634A1"/>
    <w:rsid w:val="00681B2A"/>
    <w:rsid w:val="006A75DB"/>
    <w:rsid w:val="006B1526"/>
    <w:rsid w:val="006B3D1B"/>
    <w:rsid w:val="006B3DA8"/>
    <w:rsid w:val="006B6AEE"/>
    <w:rsid w:val="006D0DF2"/>
    <w:rsid w:val="006D38F4"/>
    <w:rsid w:val="006D40C1"/>
    <w:rsid w:val="006D60C4"/>
    <w:rsid w:val="006D7A9E"/>
    <w:rsid w:val="006E205A"/>
    <w:rsid w:val="006E48F1"/>
    <w:rsid w:val="006E6ED6"/>
    <w:rsid w:val="006E7310"/>
    <w:rsid w:val="006F2109"/>
    <w:rsid w:val="006F353E"/>
    <w:rsid w:val="006F605E"/>
    <w:rsid w:val="00700667"/>
    <w:rsid w:val="0070760D"/>
    <w:rsid w:val="00710211"/>
    <w:rsid w:val="007158F3"/>
    <w:rsid w:val="00716140"/>
    <w:rsid w:val="007237D8"/>
    <w:rsid w:val="00736465"/>
    <w:rsid w:val="00737D4F"/>
    <w:rsid w:val="00740926"/>
    <w:rsid w:val="00743DFF"/>
    <w:rsid w:val="007460A6"/>
    <w:rsid w:val="00746E1A"/>
    <w:rsid w:val="00747A4E"/>
    <w:rsid w:val="00754C87"/>
    <w:rsid w:val="00763374"/>
    <w:rsid w:val="00763685"/>
    <w:rsid w:val="00775879"/>
    <w:rsid w:val="00775EC7"/>
    <w:rsid w:val="00782386"/>
    <w:rsid w:val="00783572"/>
    <w:rsid w:val="0079019E"/>
    <w:rsid w:val="00795B9C"/>
    <w:rsid w:val="0079698F"/>
    <w:rsid w:val="007A5347"/>
    <w:rsid w:val="007B3832"/>
    <w:rsid w:val="007B4F9F"/>
    <w:rsid w:val="007B6EAD"/>
    <w:rsid w:val="007D30F5"/>
    <w:rsid w:val="007D4297"/>
    <w:rsid w:val="007E04A8"/>
    <w:rsid w:val="007E08BF"/>
    <w:rsid w:val="007E0A98"/>
    <w:rsid w:val="007E4E60"/>
    <w:rsid w:val="007E5A92"/>
    <w:rsid w:val="007E7877"/>
    <w:rsid w:val="007F3E73"/>
    <w:rsid w:val="00800113"/>
    <w:rsid w:val="00800312"/>
    <w:rsid w:val="00800FBE"/>
    <w:rsid w:val="00801438"/>
    <w:rsid w:val="00801578"/>
    <w:rsid w:val="008024C5"/>
    <w:rsid w:val="0080298D"/>
    <w:rsid w:val="00802F5B"/>
    <w:rsid w:val="00803880"/>
    <w:rsid w:val="00804C31"/>
    <w:rsid w:val="00807767"/>
    <w:rsid w:val="00811BE3"/>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4ED3"/>
    <w:rsid w:val="00867061"/>
    <w:rsid w:val="00881F77"/>
    <w:rsid w:val="00883C39"/>
    <w:rsid w:val="00884ED8"/>
    <w:rsid w:val="008868D5"/>
    <w:rsid w:val="0089147C"/>
    <w:rsid w:val="00891970"/>
    <w:rsid w:val="00891C08"/>
    <w:rsid w:val="008922A2"/>
    <w:rsid w:val="008930C6"/>
    <w:rsid w:val="00894FAB"/>
    <w:rsid w:val="00896AAF"/>
    <w:rsid w:val="008A0755"/>
    <w:rsid w:val="008A1998"/>
    <w:rsid w:val="008A4987"/>
    <w:rsid w:val="008A5AFF"/>
    <w:rsid w:val="008B194E"/>
    <w:rsid w:val="008B1F7B"/>
    <w:rsid w:val="008B4382"/>
    <w:rsid w:val="008C0679"/>
    <w:rsid w:val="008C4956"/>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52AD6"/>
    <w:rsid w:val="00954CB1"/>
    <w:rsid w:val="00961CF9"/>
    <w:rsid w:val="00973788"/>
    <w:rsid w:val="00975393"/>
    <w:rsid w:val="009819C2"/>
    <w:rsid w:val="00981A6E"/>
    <w:rsid w:val="00986634"/>
    <w:rsid w:val="009904E9"/>
    <w:rsid w:val="00990F1A"/>
    <w:rsid w:val="00992EAA"/>
    <w:rsid w:val="0099408D"/>
    <w:rsid w:val="0099671A"/>
    <w:rsid w:val="00997350"/>
    <w:rsid w:val="009A14AB"/>
    <w:rsid w:val="009A7D71"/>
    <w:rsid w:val="009B1544"/>
    <w:rsid w:val="009B1CC5"/>
    <w:rsid w:val="009C2175"/>
    <w:rsid w:val="009C7C78"/>
    <w:rsid w:val="009D0744"/>
    <w:rsid w:val="009D7838"/>
    <w:rsid w:val="009E0F61"/>
    <w:rsid w:val="009E20B2"/>
    <w:rsid w:val="009E610A"/>
    <w:rsid w:val="009E71DD"/>
    <w:rsid w:val="009E7343"/>
    <w:rsid w:val="009F06CF"/>
    <w:rsid w:val="009F2944"/>
    <w:rsid w:val="00A00BC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2970"/>
    <w:rsid w:val="00A44394"/>
    <w:rsid w:val="00A45596"/>
    <w:rsid w:val="00A53FB6"/>
    <w:rsid w:val="00A546BA"/>
    <w:rsid w:val="00A553ED"/>
    <w:rsid w:val="00A5617A"/>
    <w:rsid w:val="00A621C3"/>
    <w:rsid w:val="00A700B0"/>
    <w:rsid w:val="00A74710"/>
    <w:rsid w:val="00A82D0D"/>
    <w:rsid w:val="00A8373C"/>
    <w:rsid w:val="00A8649B"/>
    <w:rsid w:val="00A87CFE"/>
    <w:rsid w:val="00A9031C"/>
    <w:rsid w:val="00A91564"/>
    <w:rsid w:val="00A918FC"/>
    <w:rsid w:val="00A919BB"/>
    <w:rsid w:val="00A93115"/>
    <w:rsid w:val="00A93A25"/>
    <w:rsid w:val="00A94CA2"/>
    <w:rsid w:val="00A96DA1"/>
    <w:rsid w:val="00AA1BBA"/>
    <w:rsid w:val="00AA58FD"/>
    <w:rsid w:val="00AB0391"/>
    <w:rsid w:val="00AE0375"/>
    <w:rsid w:val="00AE6D5F"/>
    <w:rsid w:val="00AF3A7E"/>
    <w:rsid w:val="00AF47E5"/>
    <w:rsid w:val="00AF5091"/>
    <w:rsid w:val="00AF7968"/>
    <w:rsid w:val="00B010EC"/>
    <w:rsid w:val="00B01B31"/>
    <w:rsid w:val="00B02376"/>
    <w:rsid w:val="00B02A57"/>
    <w:rsid w:val="00B04815"/>
    <w:rsid w:val="00B11635"/>
    <w:rsid w:val="00B1658D"/>
    <w:rsid w:val="00B21F40"/>
    <w:rsid w:val="00B23881"/>
    <w:rsid w:val="00B244AF"/>
    <w:rsid w:val="00B25D1A"/>
    <w:rsid w:val="00B36BEF"/>
    <w:rsid w:val="00B40730"/>
    <w:rsid w:val="00B44138"/>
    <w:rsid w:val="00B4489C"/>
    <w:rsid w:val="00B458AC"/>
    <w:rsid w:val="00B51DA4"/>
    <w:rsid w:val="00B57F66"/>
    <w:rsid w:val="00B60BF2"/>
    <w:rsid w:val="00B60FCA"/>
    <w:rsid w:val="00B6351D"/>
    <w:rsid w:val="00B63925"/>
    <w:rsid w:val="00B6474D"/>
    <w:rsid w:val="00B700A3"/>
    <w:rsid w:val="00B72DBD"/>
    <w:rsid w:val="00B81174"/>
    <w:rsid w:val="00B82A66"/>
    <w:rsid w:val="00B84D0B"/>
    <w:rsid w:val="00B91E8A"/>
    <w:rsid w:val="00B91F55"/>
    <w:rsid w:val="00B92AA8"/>
    <w:rsid w:val="00BA6840"/>
    <w:rsid w:val="00BA7825"/>
    <w:rsid w:val="00BB23E5"/>
    <w:rsid w:val="00BB33D5"/>
    <w:rsid w:val="00BB61F2"/>
    <w:rsid w:val="00BC2784"/>
    <w:rsid w:val="00BD03D9"/>
    <w:rsid w:val="00BD3EA4"/>
    <w:rsid w:val="00BD5D3F"/>
    <w:rsid w:val="00BE2394"/>
    <w:rsid w:val="00BE2A75"/>
    <w:rsid w:val="00BE2E0E"/>
    <w:rsid w:val="00BE4A18"/>
    <w:rsid w:val="00BF7B2A"/>
    <w:rsid w:val="00C03776"/>
    <w:rsid w:val="00C11CE3"/>
    <w:rsid w:val="00C11EA1"/>
    <w:rsid w:val="00C12A53"/>
    <w:rsid w:val="00C14167"/>
    <w:rsid w:val="00C211A0"/>
    <w:rsid w:val="00C216D0"/>
    <w:rsid w:val="00C2372C"/>
    <w:rsid w:val="00C27946"/>
    <w:rsid w:val="00C30C74"/>
    <w:rsid w:val="00C31D85"/>
    <w:rsid w:val="00C32F49"/>
    <w:rsid w:val="00C34B56"/>
    <w:rsid w:val="00C359EE"/>
    <w:rsid w:val="00C35C6E"/>
    <w:rsid w:val="00C3781D"/>
    <w:rsid w:val="00C42929"/>
    <w:rsid w:val="00C44DC9"/>
    <w:rsid w:val="00C47081"/>
    <w:rsid w:val="00C4757F"/>
    <w:rsid w:val="00C56443"/>
    <w:rsid w:val="00C67197"/>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19FC"/>
    <w:rsid w:val="00CD201D"/>
    <w:rsid w:val="00CD2BE0"/>
    <w:rsid w:val="00CD680B"/>
    <w:rsid w:val="00CE22AE"/>
    <w:rsid w:val="00CE3B44"/>
    <w:rsid w:val="00CF1080"/>
    <w:rsid w:val="00CF2F3A"/>
    <w:rsid w:val="00CF4158"/>
    <w:rsid w:val="00CF6E4B"/>
    <w:rsid w:val="00CF724B"/>
    <w:rsid w:val="00D03FE7"/>
    <w:rsid w:val="00D04232"/>
    <w:rsid w:val="00D1000A"/>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377"/>
    <w:rsid w:val="00D94605"/>
    <w:rsid w:val="00DA09EB"/>
    <w:rsid w:val="00DA5285"/>
    <w:rsid w:val="00DA62D7"/>
    <w:rsid w:val="00DB15A8"/>
    <w:rsid w:val="00DB18C4"/>
    <w:rsid w:val="00DB20EC"/>
    <w:rsid w:val="00DB2D5D"/>
    <w:rsid w:val="00DB461E"/>
    <w:rsid w:val="00DB7D65"/>
    <w:rsid w:val="00DC1809"/>
    <w:rsid w:val="00DC3606"/>
    <w:rsid w:val="00DC3DCF"/>
    <w:rsid w:val="00DC47B8"/>
    <w:rsid w:val="00DC512E"/>
    <w:rsid w:val="00DD346F"/>
    <w:rsid w:val="00DE03CC"/>
    <w:rsid w:val="00DE06E1"/>
    <w:rsid w:val="00DE10F4"/>
    <w:rsid w:val="00DE12B4"/>
    <w:rsid w:val="00DE4111"/>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505"/>
    <w:rsid w:val="00E41811"/>
    <w:rsid w:val="00E43C8A"/>
    <w:rsid w:val="00E46E6A"/>
    <w:rsid w:val="00E53F6D"/>
    <w:rsid w:val="00E602F8"/>
    <w:rsid w:val="00E60545"/>
    <w:rsid w:val="00E613F3"/>
    <w:rsid w:val="00E66AC0"/>
    <w:rsid w:val="00E67F7E"/>
    <w:rsid w:val="00E73959"/>
    <w:rsid w:val="00E761C7"/>
    <w:rsid w:val="00E76AED"/>
    <w:rsid w:val="00E77F00"/>
    <w:rsid w:val="00E83754"/>
    <w:rsid w:val="00E8485A"/>
    <w:rsid w:val="00E85C54"/>
    <w:rsid w:val="00E85F09"/>
    <w:rsid w:val="00EA18C1"/>
    <w:rsid w:val="00EA2C3B"/>
    <w:rsid w:val="00EA4F25"/>
    <w:rsid w:val="00EA542A"/>
    <w:rsid w:val="00EB450C"/>
    <w:rsid w:val="00EB4875"/>
    <w:rsid w:val="00EB5DEA"/>
    <w:rsid w:val="00EB6B79"/>
    <w:rsid w:val="00EC2A75"/>
    <w:rsid w:val="00EC500B"/>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E31"/>
    <w:rsid w:val="00F51B14"/>
    <w:rsid w:val="00F51E6B"/>
    <w:rsid w:val="00F54B97"/>
    <w:rsid w:val="00F57372"/>
    <w:rsid w:val="00F575B5"/>
    <w:rsid w:val="00F64197"/>
    <w:rsid w:val="00F74614"/>
    <w:rsid w:val="00F75735"/>
    <w:rsid w:val="00F774CA"/>
    <w:rsid w:val="00F82BBA"/>
    <w:rsid w:val="00F86390"/>
    <w:rsid w:val="00F86858"/>
    <w:rsid w:val="00F90BA6"/>
    <w:rsid w:val="00F938EF"/>
    <w:rsid w:val="00F956CF"/>
    <w:rsid w:val="00F96C3D"/>
    <w:rsid w:val="00FA68AA"/>
    <w:rsid w:val="00FA7667"/>
    <w:rsid w:val="00FA79BF"/>
    <w:rsid w:val="00FB4C45"/>
    <w:rsid w:val="00FB59F5"/>
    <w:rsid w:val="00FB6483"/>
    <w:rsid w:val="00FC0387"/>
    <w:rsid w:val="00FC395D"/>
    <w:rsid w:val="00FC53BE"/>
    <w:rsid w:val="00FC5501"/>
    <w:rsid w:val="00FC7A24"/>
    <w:rsid w:val="00FD4436"/>
    <w:rsid w:val="00FD4A6B"/>
    <w:rsid w:val="00FD5D32"/>
    <w:rsid w:val="00FD6CE0"/>
    <w:rsid w:val="00FD7230"/>
    <w:rsid w:val="00FE1CAE"/>
    <w:rsid w:val="00FE3D50"/>
    <w:rsid w:val="00FE6822"/>
    <w:rsid w:val="00FE754B"/>
    <w:rsid w:val="00FE7629"/>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help@digitalhealth.gov.au" TargetMode="External"/><Relationship Id="rId18" Type="http://schemas.openxmlformats.org/officeDocument/2006/relationships/control" Target="activeX/activeX1.xml"/><Relationship Id="rId26" Type="http://schemas.openxmlformats.org/officeDocument/2006/relationships/image" Target="media/image7.wmf"/><Relationship Id="rId39" Type="http://schemas.openxmlformats.org/officeDocument/2006/relationships/image" Target="media/image13.wmf"/><Relationship Id="rId3" Type="http://schemas.openxmlformats.org/officeDocument/2006/relationships/numbering" Target="numbering.xml"/><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control" Target="activeX/activeX1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hyperlink" Target="https://www.myhealthrecord.gov.au/glossary" TargetMode="External"/><Relationship Id="rId33" Type="http://schemas.openxmlformats.org/officeDocument/2006/relationships/control" Target="activeX/activeX8.xml"/><Relationship Id="rId38" Type="http://schemas.openxmlformats.org/officeDocument/2006/relationships/hyperlink" Target="https://developer.digitalhealth.gov.au/specifications/national-infrastructure" TargetMode="External"/><Relationship Id="rId46" Type="http://schemas.openxmlformats.org/officeDocument/2006/relationships/hyperlink" Target="mailto:help@digitalhealth.gov.au" TargetMode="External"/><Relationship Id="rId2" Type="http://schemas.openxmlformats.org/officeDocument/2006/relationships/customXml" Target="../customXml/item2.xml"/><Relationship Id="rId16" Type="http://schemas.openxmlformats.org/officeDocument/2006/relationships/hyperlink" Target="mailto:Mhelp@digitalhealth.gov.au" TargetMode="External"/><Relationship Id="rId20" Type="http://schemas.openxmlformats.org/officeDocument/2006/relationships/control" Target="activeX/activeX2.xml"/><Relationship Id="rId29" Type="http://schemas.openxmlformats.org/officeDocument/2006/relationships/control" Target="activeX/activeX6.xm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ontrol" Target="activeX/activeX4.xml"/><Relationship Id="rId32" Type="http://schemas.openxmlformats.org/officeDocument/2006/relationships/image" Target="media/image10.wmf"/><Relationship Id="rId37" Type="http://schemas.openxmlformats.org/officeDocument/2006/relationships/control" Target="activeX/activeX10.xml"/><Relationship Id="rId40" Type="http://schemas.openxmlformats.org/officeDocument/2006/relationships/control" Target="activeX/activeX11.xml"/><Relationship Id="rId45"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yperlink" Target="https://myhealthrecord.gov.au/internet/mhr/publishing.nsf/Content/glossary" TargetMode="Externa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control" Target="activeX/activeX7.xml"/><Relationship Id="rId44"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urldefense.proofpoint.com/v2/url?u=http-3A__www.myhealthrecord.gov.au_privacy&amp;d=CwMFAg&amp;c=eIGjsITfXP_y-DLLX0uEHXJvU8nOHrUK8IrwNKOtkVU&amp;r=s5495FRAJ7gGDIukmaW8jllY4YSr-wNeW-r1SOmaXbw&amp;m=msSgUQ3QgJK5EsC3wHzkjYksbDXbXcrlroUzMNSvm6I&amp;s=2wnwEFNmJS-MGbtU8BgcP3GmfwfIRvGn0hgS5GbJ0ZU&amp;e=" TargetMode="External"/><Relationship Id="rId22" Type="http://schemas.openxmlformats.org/officeDocument/2006/relationships/control" Target="activeX/activeX3.xml"/><Relationship Id="rId27" Type="http://schemas.openxmlformats.org/officeDocument/2006/relationships/control" Target="activeX/activeX5.xml"/><Relationship Id="rId30" Type="http://schemas.openxmlformats.org/officeDocument/2006/relationships/image" Target="media/image9.wmf"/><Relationship Id="rId35" Type="http://schemas.openxmlformats.org/officeDocument/2006/relationships/control" Target="activeX/activeX9.xml"/><Relationship Id="rId43" Type="http://schemas.openxmlformats.org/officeDocument/2006/relationships/hyperlink" Target="http://www.digitalhealth.gov.au/" TargetMode="Externa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to.gov.au/standard/design-guides/authentication-frameworks/gatekeeper-public-key-infrastructure-framewor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Spurway\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102A32"/>
    <w:rsid w:val="003D2E35"/>
    <w:rsid w:val="00692725"/>
    <w:rsid w:val="0090772D"/>
    <w:rsid w:val="00D811DF"/>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2C1F95DE799C4BA78D141884BD2CBDEA">
    <w:name w:val="2C1F95DE799C4BA78D141884BD2CBDEA"/>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03C677FF44E46DC8E50D2713ED78BB1">
    <w:name w:val="803C677FF44E46DC8E50D2713ED78BB1"/>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E762134985414AF6BCD8CFEE0DF3D2FA">
    <w:name w:val="E762134985414AF6BCD8CFEE0DF3D2FA"/>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1">
    <w:name w:val="2C1F95DE799C4BA78D141884BD2CBDEA1"/>
    <w:rsid w:val="003D2E35"/>
    <w:pPr>
      <w:spacing w:after="120" w:line="240" w:lineRule="auto"/>
    </w:pPr>
    <w:rPr>
      <w:rFonts w:ascii="Calibri" w:eastAsiaTheme="minorHAnsi" w:hAnsi="Calibri"/>
      <w:lang w:eastAsia="en-US"/>
    </w:rPr>
  </w:style>
  <w:style w:type="paragraph" w:customStyle="1" w:styleId="803C677FF44E46DC8E50D2713ED78BB11">
    <w:name w:val="803C677FF44E46DC8E50D2713ED78BB11"/>
    <w:rsid w:val="003D2E35"/>
    <w:pPr>
      <w:spacing w:after="120" w:line="240" w:lineRule="auto"/>
    </w:pPr>
    <w:rPr>
      <w:rFonts w:ascii="Calibri" w:eastAsiaTheme="minorHAnsi" w:hAnsi="Calibri"/>
      <w:lang w:eastAsia="en-US"/>
    </w:rPr>
  </w:style>
  <w:style w:type="paragraph" w:customStyle="1" w:styleId="E762134985414AF6BCD8CFEE0DF3D2FA1">
    <w:name w:val="E762134985414AF6BCD8CFEE0DF3D2FA1"/>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
    <w:name w:val="DefaultPlaceholder_-1854013440"/>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
    <w:name w:val="DefaultPlaceholder_-18540134401"/>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
    <w:name w:val="DefaultPlaceholder_-18540134402"/>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3">
    <w:name w:val="DefaultPlaceholder_-18540134403"/>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
    <w:name w:val="2C1F95DE799C4BA78D141884BD2CBDEA2"/>
    <w:rsid w:val="003D2E35"/>
    <w:pPr>
      <w:spacing w:after="120" w:line="240" w:lineRule="auto"/>
    </w:pPr>
    <w:rPr>
      <w:rFonts w:ascii="Calibri" w:eastAsiaTheme="minorHAnsi" w:hAnsi="Calibri"/>
      <w:lang w:eastAsia="en-US"/>
    </w:rPr>
  </w:style>
  <w:style w:type="paragraph" w:customStyle="1" w:styleId="803C677FF44E46DC8E50D2713ED78BB12">
    <w:name w:val="803C677FF44E46DC8E50D2713ED78BB12"/>
    <w:rsid w:val="003D2E35"/>
    <w:pPr>
      <w:spacing w:after="120" w:line="240" w:lineRule="auto"/>
    </w:pPr>
    <w:rPr>
      <w:rFonts w:ascii="Calibri" w:eastAsiaTheme="minorHAnsi" w:hAnsi="Calibri"/>
      <w:lang w:eastAsia="en-US"/>
    </w:rPr>
  </w:style>
  <w:style w:type="paragraph" w:customStyle="1" w:styleId="E762134985414AF6BCD8CFEE0DF3D2FA2">
    <w:name w:val="E762134985414AF6BCD8CFEE0DF3D2FA2"/>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4">
    <w:name w:val="DefaultPlaceholder_-18540134404"/>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5">
    <w:name w:val="DefaultPlaceholder_-18540134405"/>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6">
    <w:name w:val="DefaultPlaceholder_-18540134406"/>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7">
    <w:name w:val="DefaultPlaceholder_-18540134407"/>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3">
    <w:name w:val="2C1F95DE799C4BA78D141884BD2CBDEA3"/>
    <w:rsid w:val="003D2E35"/>
    <w:pPr>
      <w:spacing w:after="120" w:line="240" w:lineRule="auto"/>
    </w:pPr>
    <w:rPr>
      <w:rFonts w:ascii="Calibri" w:eastAsiaTheme="minorHAnsi" w:hAnsi="Calibri"/>
      <w:lang w:eastAsia="en-US"/>
    </w:rPr>
  </w:style>
  <w:style w:type="paragraph" w:customStyle="1" w:styleId="803C677FF44E46DC8E50D2713ED78BB13">
    <w:name w:val="803C677FF44E46DC8E50D2713ED78BB13"/>
    <w:rsid w:val="003D2E35"/>
    <w:pPr>
      <w:spacing w:after="120" w:line="240" w:lineRule="auto"/>
    </w:pPr>
    <w:rPr>
      <w:rFonts w:ascii="Calibri" w:eastAsiaTheme="minorHAnsi" w:hAnsi="Calibri"/>
      <w:lang w:eastAsia="en-US"/>
    </w:rPr>
  </w:style>
  <w:style w:type="paragraph" w:customStyle="1" w:styleId="E762134985414AF6BCD8CFEE0DF3D2FA3">
    <w:name w:val="E762134985414AF6BCD8CFEE0DF3D2FA3"/>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8">
    <w:name w:val="DefaultPlaceholder_-18540134408"/>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9">
    <w:name w:val="DefaultPlaceholder_-18540134409"/>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0">
    <w:name w:val="DefaultPlaceholder_-185401344010"/>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1">
    <w:name w:val="DefaultPlaceholder_-185401344011"/>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4">
    <w:name w:val="2C1F95DE799C4BA78D141884BD2CBDEA4"/>
    <w:rsid w:val="003D2E35"/>
    <w:pPr>
      <w:spacing w:after="120" w:line="240" w:lineRule="auto"/>
    </w:pPr>
    <w:rPr>
      <w:rFonts w:ascii="Calibri" w:eastAsiaTheme="minorHAnsi" w:hAnsi="Calibri"/>
      <w:lang w:eastAsia="en-US"/>
    </w:rPr>
  </w:style>
  <w:style w:type="paragraph" w:customStyle="1" w:styleId="803C677FF44E46DC8E50D2713ED78BB14">
    <w:name w:val="803C677FF44E46DC8E50D2713ED78BB14"/>
    <w:rsid w:val="003D2E35"/>
    <w:pPr>
      <w:spacing w:after="120" w:line="240" w:lineRule="auto"/>
    </w:pPr>
    <w:rPr>
      <w:rFonts w:ascii="Calibri" w:eastAsiaTheme="minorHAnsi" w:hAnsi="Calibri"/>
      <w:lang w:eastAsia="en-US"/>
    </w:rPr>
  </w:style>
  <w:style w:type="paragraph" w:customStyle="1" w:styleId="E762134985414AF6BCD8CFEE0DF3D2FA4">
    <w:name w:val="E762134985414AF6BCD8CFEE0DF3D2FA4"/>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12">
    <w:name w:val="DefaultPlaceholder_-185401344012"/>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3">
    <w:name w:val="DefaultPlaceholder_-185401344013"/>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4">
    <w:name w:val="DefaultPlaceholder_-185401344014"/>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5">
    <w:name w:val="DefaultPlaceholder_-185401344015"/>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5">
    <w:name w:val="2C1F95DE799C4BA78D141884BD2CBDEA5"/>
    <w:rsid w:val="003D2E35"/>
    <w:pPr>
      <w:spacing w:after="120" w:line="240" w:lineRule="auto"/>
    </w:pPr>
    <w:rPr>
      <w:rFonts w:ascii="Calibri" w:eastAsiaTheme="minorHAnsi" w:hAnsi="Calibri"/>
      <w:lang w:eastAsia="en-US"/>
    </w:rPr>
  </w:style>
  <w:style w:type="paragraph" w:customStyle="1" w:styleId="803C677FF44E46DC8E50D2713ED78BB15">
    <w:name w:val="803C677FF44E46DC8E50D2713ED78BB15"/>
    <w:rsid w:val="003D2E35"/>
    <w:pPr>
      <w:spacing w:after="120" w:line="240" w:lineRule="auto"/>
    </w:pPr>
    <w:rPr>
      <w:rFonts w:ascii="Calibri" w:eastAsiaTheme="minorHAnsi" w:hAnsi="Calibri"/>
      <w:lang w:eastAsia="en-US"/>
    </w:rPr>
  </w:style>
  <w:style w:type="paragraph" w:customStyle="1" w:styleId="E762134985414AF6BCD8CFEE0DF3D2FA5">
    <w:name w:val="E762134985414AF6BCD8CFEE0DF3D2FA5"/>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16">
    <w:name w:val="DefaultPlaceholder_-185401344016"/>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7">
    <w:name w:val="DefaultPlaceholder_-185401344017"/>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8">
    <w:name w:val="DefaultPlaceholder_-185401344018"/>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9">
    <w:name w:val="DefaultPlaceholder_-185401344019"/>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6">
    <w:name w:val="2C1F95DE799C4BA78D141884BD2CBDEA6"/>
    <w:rsid w:val="003D2E35"/>
    <w:pPr>
      <w:spacing w:after="120" w:line="240" w:lineRule="auto"/>
    </w:pPr>
    <w:rPr>
      <w:rFonts w:ascii="Calibri" w:eastAsiaTheme="minorHAnsi" w:hAnsi="Calibri"/>
      <w:lang w:eastAsia="en-US"/>
    </w:rPr>
  </w:style>
  <w:style w:type="paragraph" w:customStyle="1" w:styleId="803C677FF44E46DC8E50D2713ED78BB16">
    <w:name w:val="803C677FF44E46DC8E50D2713ED78BB16"/>
    <w:rsid w:val="003D2E35"/>
    <w:pPr>
      <w:spacing w:after="120" w:line="240" w:lineRule="auto"/>
    </w:pPr>
    <w:rPr>
      <w:rFonts w:ascii="Calibri" w:eastAsiaTheme="minorHAnsi" w:hAnsi="Calibri"/>
      <w:lang w:eastAsia="en-US"/>
    </w:rPr>
  </w:style>
  <w:style w:type="paragraph" w:customStyle="1" w:styleId="E762134985414AF6BCD8CFEE0DF3D2FA6">
    <w:name w:val="E762134985414AF6BCD8CFEE0DF3D2FA6"/>
    <w:rsid w:val="003D2E35"/>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DefaultPlaceholder-185401344020">
    <w:name w:val="DefaultPlaceholder_-185401344020"/>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1">
    <w:name w:val="DefaultPlaceholder_-185401344021"/>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2">
    <w:name w:val="DefaultPlaceholder_-185401344022"/>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23">
    <w:name w:val="DefaultPlaceholder_-185401344023"/>
    <w:rsid w:val="003D2E35"/>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7">
    <w:name w:val="2C1F95DE799C4BA78D141884BD2CBDEA7"/>
    <w:rsid w:val="00D811DF"/>
    <w:pPr>
      <w:spacing w:after="120" w:line="240" w:lineRule="auto"/>
    </w:pPr>
    <w:rPr>
      <w:rFonts w:ascii="Calibri" w:eastAsiaTheme="minorHAnsi" w:hAnsi="Calibri"/>
      <w:lang w:eastAsia="en-US"/>
    </w:rPr>
  </w:style>
  <w:style w:type="paragraph" w:customStyle="1" w:styleId="803C677FF44E46DC8E50D2713ED78BB17">
    <w:name w:val="803C677FF44E46DC8E50D2713ED78BB17"/>
    <w:rsid w:val="00D811DF"/>
    <w:pPr>
      <w:spacing w:after="120" w:line="240" w:lineRule="auto"/>
    </w:pPr>
    <w:rPr>
      <w:rFonts w:ascii="Calibri" w:eastAsiaTheme="minorHAnsi" w:hAnsi="Calibri"/>
      <w:lang w:eastAsia="en-US"/>
    </w:rPr>
  </w:style>
  <w:style w:type="paragraph" w:customStyle="1" w:styleId="E762134985414AF6BCD8CFEE0DF3D2FA7">
    <w:name w:val="E762134985414AF6BCD8CFEE0DF3D2FA7"/>
    <w:rsid w:val="00D811D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
    <w:name w:val="F0FDA81673D242B1952335CB51159107"/>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
    <w:name w:val="43ABF43648EC4DE68A02F7363B23CDBC"/>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
    <w:name w:val="5BAF23F8B4AE4A298989753A5E0A4554"/>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
    <w:name w:val="45BC783058EE4D6E85E872CCF01AE9AB"/>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8">
    <w:name w:val="2C1F95DE799C4BA78D141884BD2CBDEA8"/>
    <w:rsid w:val="00D811DF"/>
    <w:pPr>
      <w:spacing w:after="120" w:line="240" w:lineRule="auto"/>
    </w:pPr>
    <w:rPr>
      <w:rFonts w:ascii="Calibri" w:eastAsiaTheme="minorHAnsi" w:hAnsi="Calibri"/>
      <w:lang w:eastAsia="en-US"/>
    </w:rPr>
  </w:style>
  <w:style w:type="paragraph" w:customStyle="1" w:styleId="803C677FF44E46DC8E50D2713ED78BB18">
    <w:name w:val="803C677FF44E46DC8E50D2713ED78BB18"/>
    <w:rsid w:val="00D811DF"/>
    <w:pPr>
      <w:spacing w:after="120" w:line="240" w:lineRule="auto"/>
    </w:pPr>
    <w:rPr>
      <w:rFonts w:ascii="Calibri" w:eastAsiaTheme="minorHAnsi" w:hAnsi="Calibri"/>
      <w:lang w:eastAsia="en-US"/>
    </w:rPr>
  </w:style>
  <w:style w:type="paragraph" w:customStyle="1" w:styleId="E762134985414AF6BCD8CFEE0DF3D2FA8">
    <w:name w:val="E762134985414AF6BCD8CFEE0DF3D2FA8"/>
    <w:rsid w:val="00D811D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
    <w:name w:val="F0FDA81673D242B1952335CB511591071"/>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
    <w:name w:val="43ABF43648EC4DE68A02F7363B23CDBC1"/>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
    <w:name w:val="5BAF23F8B4AE4A298989753A5E0A45541"/>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
    <w:name w:val="45BC783058EE4D6E85E872CCF01AE9AB1"/>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9">
    <w:name w:val="2C1F95DE799C4BA78D141884BD2CBDEA9"/>
    <w:rsid w:val="00D811DF"/>
    <w:pPr>
      <w:spacing w:after="120" w:line="240" w:lineRule="auto"/>
    </w:pPr>
    <w:rPr>
      <w:rFonts w:ascii="Calibri" w:eastAsiaTheme="minorHAnsi" w:hAnsi="Calibri"/>
      <w:lang w:eastAsia="en-US"/>
    </w:rPr>
  </w:style>
  <w:style w:type="paragraph" w:customStyle="1" w:styleId="803C677FF44E46DC8E50D2713ED78BB19">
    <w:name w:val="803C677FF44E46DC8E50D2713ED78BB19"/>
    <w:rsid w:val="00D811DF"/>
    <w:pPr>
      <w:spacing w:after="120" w:line="240" w:lineRule="auto"/>
    </w:pPr>
    <w:rPr>
      <w:rFonts w:ascii="Calibri" w:eastAsiaTheme="minorHAnsi" w:hAnsi="Calibri"/>
      <w:lang w:eastAsia="en-US"/>
    </w:rPr>
  </w:style>
  <w:style w:type="paragraph" w:customStyle="1" w:styleId="E762134985414AF6BCD8CFEE0DF3D2FA9">
    <w:name w:val="E762134985414AF6BCD8CFEE0DF3D2FA9"/>
    <w:rsid w:val="00D811D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
    <w:name w:val="F0FDA81673D242B1952335CB511591072"/>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
    <w:name w:val="43ABF43648EC4DE68A02F7363B23CDBC2"/>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
    <w:name w:val="5BAF23F8B4AE4A298989753A5E0A45542"/>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
    <w:name w:val="45BC783058EE4D6E85E872CCF01AE9AB2"/>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0">
    <w:name w:val="2C1F95DE799C4BA78D141884BD2CBDEA10"/>
    <w:rsid w:val="00D811DF"/>
    <w:pPr>
      <w:spacing w:after="120" w:line="240" w:lineRule="auto"/>
    </w:pPr>
    <w:rPr>
      <w:rFonts w:ascii="Calibri" w:eastAsiaTheme="minorHAnsi" w:hAnsi="Calibri"/>
      <w:lang w:eastAsia="en-US"/>
    </w:rPr>
  </w:style>
  <w:style w:type="paragraph" w:customStyle="1" w:styleId="803C677FF44E46DC8E50D2713ED78BB110">
    <w:name w:val="803C677FF44E46DC8E50D2713ED78BB110"/>
    <w:rsid w:val="00D811DF"/>
    <w:pPr>
      <w:spacing w:after="120" w:line="240" w:lineRule="auto"/>
    </w:pPr>
    <w:rPr>
      <w:rFonts w:ascii="Calibri" w:eastAsiaTheme="minorHAnsi" w:hAnsi="Calibri"/>
      <w:lang w:eastAsia="en-US"/>
    </w:rPr>
  </w:style>
  <w:style w:type="paragraph" w:customStyle="1" w:styleId="E762134985414AF6BCD8CFEE0DF3D2FA10">
    <w:name w:val="E762134985414AF6BCD8CFEE0DF3D2FA10"/>
    <w:rsid w:val="00D811D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3">
    <w:name w:val="F0FDA81673D242B1952335CB511591073"/>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3">
    <w:name w:val="43ABF43648EC4DE68A02F7363B23CDBC3"/>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3">
    <w:name w:val="5BAF23F8B4AE4A298989753A5E0A45543"/>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3">
    <w:name w:val="45BC783058EE4D6E85E872CCF01AE9AB3"/>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1">
    <w:name w:val="2C1F95DE799C4BA78D141884BD2CBDEA11"/>
    <w:rsid w:val="00D811DF"/>
    <w:pPr>
      <w:spacing w:after="120" w:line="240" w:lineRule="auto"/>
    </w:pPr>
    <w:rPr>
      <w:rFonts w:ascii="Calibri" w:eastAsiaTheme="minorHAnsi" w:hAnsi="Calibri"/>
      <w:lang w:eastAsia="en-US"/>
    </w:rPr>
  </w:style>
  <w:style w:type="paragraph" w:customStyle="1" w:styleId="803C677FF44E46DC8E50D2713ED78BB111">
    <w:name w:val="803C677FF44E46DC8E50D2713ED78BB111"/>
    <w:rsid w:val="00D811DF"/>
    <w:pPr>
      <w:spacing w:after="120" w:line="240" w:lineRule="auto"/>
    </w:pPr>
    <w:rPr>
      <w:rFonts w:ascii="Calibri" w:eastAsiaTheme="minorHAnsi" w:hAnsi="Calibri"/>
      <w:lang w:eastAsia="en-US"/>
    </w:rPr>
  </w:style>
  <w:style w:type="paragraph" w:customStyle="1" w:styleId="E762134985414AF6BCD8CFEE0DF3D2FA11">
    <w:name w:val="E762134985414AF6BCD8CFEE0DF3D2FA11"/>
    <w:rsid w:val="00D811DF"/>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4">
    <w:name w:val="F0FDA81673D242B1952335CB511591074"/>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4">
    <w:name w:val="43ABF43648EC4DE68A02F7363B23CDBC4"/>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4">
    <w:name w:val="5BAF23F8B4AE4A298989753A5E0A45544"/>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4">
    <w:name w:val="45BC783058EE4D6E85E872CCF01AE9AB4"/>
    <w:rsid w:val="00D811DF"/>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2">
    <w:name w:val="2C1F95DE799C4BA78D141884BD2CBDEA12"/>
    <w:rsid w:val="00102A32"/>
    <w:pPr>
      <w:spacing w:after="120" w:line="240" w:lineRule="auto"/>
    </w:pPr>
    <w:rPr>
      <w:rFonts w:ascii="Calibri" w:eastAsiaTheme="minorHAnsi" w:hAnsi="Calibri"/>
      <w:lang w:eastAsia="en-US"/>
    </w:rPr>
  </w:style>
  <w:style w:type="paragraph" w:customStyle="1" w:styleId="803C677FF44E46DC8E50D2713ED78BB112">
    <w:name w:val="803C677FF44E46DC8E50D2713ED78BB112"/>
    <w:rsid w:val="00102A32"/>
    <w:pPr>
      <w:spacing w:after="120" w:line="240" w:lineRule="auto"/>
    </w:pPr>
    <w:rPr>
      <w:rFonts w:ascii="Calibri" w:eastAsiaTheme="minorHAnsi" w:hAnsi="Calibri"/>
      <w:lang w:eastAsia="en-US"/>
    </w:rPr>
  </w:style>
  <w:style w:type="paragraph" w:customStyle="1" w:styleId="E762134985414AF6BCD8CFEE0DF3D2FA12">
    <w:name w:val="E762134985414AF6BCD8CFEE0DF3D2FA12"/>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5">
    <w:name w:val="F0FDA81673D242B1952335CB51159107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5">
    <w:name w:val="43ABF43648EC4DE68A02F7363B23CDBC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5">
    <w:name w:val="5BAF23F8B4AE4A298989753A5E0A4554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5">
    <w:name w:val="45BC783058EE4D6E85E872CCF01AE9AB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3">
    <w:name w:val="2C1F95DE799C4BA78D141884BD2CBDEA13"/>
    <w:rsid w:val="00102A32"/>
    <w:pPr>
      <w:spacing w:after="120" w:line="240" w:lineRule="auto"/>
    </w:pPr>
    <w:rPr>
      <w:rFonts w:ascii="Calibri" w:eastAsiaTheme="minorHAnsi" w:hAnsi="Calibri"/>
      <w:lang w:eastAsia="en-US"/>
    </w:rPr>
  </w:style>
  <w:style w:type="paragraph" w:customStyle="1" w:styleId="803C677FF44E46DC8E50D2713ED78BB113">
    <w:name w:val="803C677FF44E46DC8E50D2713ED78BB113"/>
    <w:rsid w:val="00102A32"/>
    <w:pPr>
      <w:spacing w:after="120" w:line="240" w:lineRule="auto"/>
    </w:pPr>
    <w:rPr>
      <w:rFonts w:ascii="Calibri" w:eastAsiaTheme="minorHAnsi" w:hAnsi="Calibri"/>
      <w:lang w:eastAsia="en-US"/>
    </w:rPr>
  </w:style>
  <w:style w:type="paragraph" w:customStyle="1" w:styleId="E762134985414AF6BCD8CFEE0DF3D2FA13">
    <w:name w:val="E762134985414AF6BCD8CFEE0DF3D2FA13"/>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6">
    <w:name w:val="F0FDA81673D242B1952335CB51159107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6">
    <w:name w:val="43ABF43648EC4DE68A02F7363B23CDBC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6">
    <w:name w:val="5BAF23F8B4AE4A298989753A5E0A4554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6">
    <w:name w:val="45BC783058EE4D6E85E872CCF01AE9AB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4">
    <w:name w:val="2C1F95DE799C4BA78D141884BD2CBDEA14"/>
    <w:rsid w:val="00102A32"/>
    <w:pPr>
      <w:spacing w:after="120" w:line="240" w:lineRule="auto"/>
    </w:pPr>
    <w:rPr>
      <w:rFonts w:ascii="Calibri" w:eastAsiaTheme="minorHAnsi" w:hAnsi="Calibri"/>
      <w:lang w:eastAsia="en-US"/>
    </w:rPr>
  </w:style>
  <w:style w:type="paragraph" w:customStyle="1" w:styleId="803C677FF44E46DC8E50D2713ED78BB114">
    <w:name w:val="803C677FF44E46DC8E50D2713ED78BB114"/>
    <w:rsid w:val="00102A32"/>
    <w:pPr>
      <w:spacing w:after="120" w:line="240" w:lineRule="auto"/>
    </w:pPr>
    <w:rPr>
      <w:rFonts w:ascii="Calibri" w:eastAsiaTheme="minorHAnsi" w:hAnsi="Calibri"/>
      <w:lang w:eastAsia="en-US"/>
    </w:rPr>
  </w:style>
  <w:style w:type="paragraph" w:customStyle="1" w:styleId="E762134985414AF6BCD8CFEE0DF3D2FA14">
    <w:name w:val="E762134985414AF6BCD8CFEE0DF3D2FA14"/>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7">
    <w:name w:val="F0FDA81673D242B1952335CB51159107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7">
    <w:name w:val="43ABF43648EC4DE68A02F7363B23CDBC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7">
    <w:name w:val="5BAF23F8B4AE4A298989753A5E0A4554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7">
    <w:name w:val="45BC783058EE4D6E85E872CCF01AE9AB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5">
    <w:name w:val="2C1F95DE799C4BA78D141884BD2CBDEA15"/>
    <w:rsid w:val="00102A32"/>
    <w:pPr>
      <w:spacing w:after="120" w:line="240" w:lineRule="auto"/>
    </w:pPr>
    <w:rPr>
      <w:rFonts w:ascii="Calibri" w:eastAsiaTheme="minorHAnsi" w:hAnsi="Calibri"/>
      <w:lang w:eastAsia="en-US"/>
    </w:rPr>
  </w:style>
  <w:style w:type="paragraph" w:customStyle="1" w:styleId="803C677FF44E46DC8E50D2713ED78BB115">
    <w:name w:val="803C677FF44E46DC8E50D2713ED78BB115"/>
    <w:rsid w:val="00102A32"/>
    <w:pPr>
      <w:spacing w:after="120" w:line="240" w:lineRule="auto"/>
    </w:pPr>
    <w:rPr>
      <w:rFonts w:ascii="Calibri" w:eastAsiaTheme="minorHAnsi" w:hAnsi="Calibri"/>
      <w:lang w:eastAsia="en-US"/>
    </w:rPr>
  </w:style>
  <w:style w:type="paragraph" w:customStyle="1" w:styleId="E762134985414AF6BCD8CFEE0DF3D2FA15">
    <w:name w:val="E762134985414AF6BCD8CFEE0DF3D2FA15"/>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8">
    <w:name w:val="F0FDA81673D242B1952335CB51159107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8">
    <w:name w:val="43ABF43648EC4DE68A02F7363B23CDBC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8">
    <w:name w:val="5BAF23F8B4AE4A298989753A5E0A4554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8">
    <w:name w:val="45BC783058EE4D6E85E872CCF01AE9AB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6">
    <w:name w:val="2C1F95DE799C4BA78D141884BD2CBDEA16"/>
    <w:rsid w:val="00102A32"/>
    <w:pPr>
      <w:spacing w:after="120" w:line="240" w:lineRule="auto"/>
    </w:pPr>
    <w:rPr>
      <w:rFonts w:ascii="Calibri" w:eastAsiaTheme="minorHAnsi" w:hAnsi="Calibri"/>
      <w:lang w:eastAsia="en-US"/>
    </w:rPr>
  </w:style>
  <w:style w:type="paragraph" w:customStyle="1" w:styleId="803C677FF44E46DC8E50D2713ED78BB116">
    <w:name w:val="803C677FF44E46DC8E50D2713ED78BB116"/>
    <w:rsid w:val="00102A32"/>
    <w:pPr>
      <w:spacing w:after="120" w:line="240" w:lineRule="auto"/>
    </w:pPr>
    <w:rPr>
      <w:rFonts w:ascii="Calibri" w:eastAsiaTheme="minorHAnsi" w:hAnsi="Calibri"/>
      <w:lang w:eastAsia="en-US"/>
    </w:rPr>
  </w:style>
  <w:style w:type="paragraph" w:customStyle="1" w:styleId="E762134985414AF6BCD8CFEE0DF3D2FA16">
    <w:name w:val="E762134985414AF6BCD8CFEE0DF3D2FA16"/>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9">
    <w:name w:val="F0FDA81673D242B1952335CB51159107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9">
    <w:name w:val="43ABF43648EC4DE68A02F7363B23CDBC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9">
    <w:name w:val="5BAF23F8B4AE4A298989753A5E0A4554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9">
    <w:name w:val="45BC783058EE4D6E85E872CCF01AE9AB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7">
    <w:name w:val="2C1F95DE799C4BA78D141884BD2CBDEA17"/>
    <w:rsid w:val="00102A32"/>
    <w:pPr>
      <w:spacing w:after="120" w:line="240" w:lineRule="auto"/>
    </w:pPr>
    <w:rPr>
      <w:rFonts w:ascii="Calibri" w:eastAsiaTheme="minorHAnsi" w:hAnsi="Calibri"/>
      <w:lang w:eastAsia="en-US"/>
    </w:rPr>
  </w:style>
  <w:style w:type="paragraph" w:customStyle="1" w:styleId="803C677FF44E46DC8E50D2713ED78BB117">
    <w:name w:val="803C677FF44E46DC8E50D2713ED78BB117"/>
    <w:rsid w:val="00102A32"/>
    <w:pPr>
      <w:spacing w:after="120" w:line="240" w:lineRule="auto"/>
    </w:pPr>
    <w:rPr>
      <w:rFonts w:ascii="Calibri" w:eastAsiaTheme="minorHAnsi" w:hAnsi="Calibri"/>
      <w:lang w:eastAsia="en-US"/>
    </w:rPr>
  </w:style>
  <w:style w:type="paragraph" w:customStyle="1" w:styleId="E762134985414AF6BCD8CFEE0DF3D2FA17">
    <w:name w:val="E762134985414AF6BCD8CFEE0DF3D2FA17"/>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0">
    <w:name w:val="F0FDA81673D242B1952335CB511591071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0">
    <w:name w:val="43ABF43648EC4DE68A02F7363B23CDBC1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0">
    <w:name w:val="5BAF23F8B4AE4A298989753A5E0A45541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0">
    <w:name w:val="45BC783058EE4D6E85E872CCF01AE9AB1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8">
    <w:name w:val="2C1F95DE799C4BA78D141884BD2CBDEA18"/>
    <w:rsid w:val="00102A32"/>
    <w:pPr>
      <w:spacing w:after="120" w:line="240" w:lineRule="auto"/>
    </w:pPr>
    <w:rPr>
      <w:rFonts w:ascii="Calibri" w:eastAsiaTheme="minorHAnsi" w:hAnsi="Calibri"/>
      <w:lang w:eastAsia="en-US"/>
    </w:rPr>
  </w:style>
  <w:style w:type="paragraph" w:customStyle="1" w:styleId="803C677FF44E46DC8E50D2713ED78BB118">
    <w:name w:val="803C677FF44E46DC8E50D2713ED78BB118"/>
    <w:rsid w:val="00102A32"/>
    <w:pPr>
      <w:spacing w:after="120" w:line="240" w:lineRule="auto"/>
    </w:pPr>
    <w:rPr>
      <w:rFonts w:ascii="Calibri" w:eastAsiaTheme="minorHAnsi" w:hAnsi="Calibri"/>
      <w:lang w:eastAsia="en-US"/>
    </w:rPr>
  </w:style>
  <w:style w:type="paragraph" w:customStyle="1" w:styleId="E762134985414AF6BCD8CFEE0DF3D2FA18">
    <w:name w:val="E762134985414AF6BCD8CFEE0DF3D2FA18"/>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1">
    <w:name w:val="F0FDA81673D242B1952335CB511591071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1">
    <w:name w:val="43ABF43648EC4DE68A02F7363B23CDBC1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1">
    <w:name w:val="5BAF23F8B4AE4A298989753A5E0A45541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1">
    <w:name w:val="45BC783058EE4D6E85E872CCF01AE9AB1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19">
    <w:name w:val="2C1F95DE799C4BA78D141884BD2CBDEA19"/>
    <w:rsid w:val="00102A32"/>
    <w:pPr>
      <w:spacing w:after="120" w:line="240" w:lineRule="auto"/>
    </w:pPr>
    <w:rPr>
      <w:rFonts w:ascii="Calibri" w:eastAsiaTheme="minorHAnsi" w:hAnsi="Calibri"/>
      <w:lang w:eastAsia="en-US"/>
    </w:rPr>
  </w:style>
  <w:style w:type="paragraph" w:customStyle="1" w:styleId="803C677FF44E46DC8E50D2713ED78BB119">
    <w:name w:val="803C677FF44E46DC8E50D2713ED78BB119"/>
    <w:rsid w:val="00102A32"/>
    <w:pPr>
      <w:spacing w:after="120" w:line="240" w:lineRule="auto"/>
    </w:pPr>
    <w:rPr>
      <w:rFonts w:ascii="Calibri" w:eastAsiaTheme="minorHAnsi" w:hAnsi="Calibri"/>
      <w:lang w:eastAsia="en-US"/>
    </w:rPr>
  </w:style>
  <w:style w:type="paragraph" w:customStyle="1" w:styleId="E762134985414AF6BCD8CFEE0DF3D2FA19">
    <w:name w:val="E762134985414AF6BCD8CFEE0DF3D2FA19"/>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2">
    <w:name w:val="F0FDA81673D242B1952335CB511591071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2">
    <w:name w:val="43ABF43648EC4DE68A02F7363B23CDBC1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2">
    <w:name w:val="5BAF23F8B4AE4A298989753A5E0A45541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2">
    <w:name w:val="45BC783058EE4D6E85E872CCF01AE9AB1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0">
    <w:name w:val="2C1F95DE799C4BA78D141884BD2CBDEA20"/>
    <w:rsid w:val="00102A32"/>
    <w:pPr>
      <w:spacing w:after="120" w:line="240" w:lineRule="auto"/>
    </w:pPr>
    <w:rPr>
      <w:rFonts w:ascii="Calibri" w:eastAsiaTheme="minorHAnsi" w:hAnsi="Calibri"/>
      <w:lang w:eastAsia="en-US"/>
    </w:rPr>
  </w:style>
  <w:style w:type="paragraph" w:customStyle="1" w:styleId="803C677FF44E46DC8E50D2713ED78BB120">
    <w:name w:val="803C677FF44E46DC8E50D2713ED78BB120"/>
    <w:rsid w:val="00102A32"/>
    <w:pPr>
      <w:spacing w:after="120" w:line="240" w:lineRule="auto"/>
    </w:pPr>
    <w:rPr>
      <w:rFonts w:ascii="Calibri" w:eastAsiaTheme="minorHAnsi" w:hAnsi="Calibri"/>
      <w:lang w:eastAsia="en-US"/>
    </w:rPr>
  </w:style>
  <w:style w:type="paragraph" w:customStyle="1" w:styleId="E762134985414AF6BCD8CFEE0DF3D2FA20">
    <w:name w:val="E762134985414AF6BCD8CFEE0DF3D2FA2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3">
    <w:name w:val="F0FDA81673D242B1952335CB511591071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3">
    <w:name w:val="43ABF43648EC4DE68A02F7363B23CDBC1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3">
    <w:name w:val="5BAF23F8B4AE4A298989753A5E0A45541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3">
    <w:name w:val="45BC783058EE4D6E85E872CCF01AE9AB1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1">
    <w:name w:val="2C1F95DE799C4BA78D141884BD2CBDEA21"/>
    <w:rsid w:val="00102A32"/>
    <w:pPr>
      <w:spacing w:after="120" w:line="240" w:lineRule="auto"/>
    </w:pPr>
    <w:rPr>
      <w:rFonts w:ascii="Calibri" w:eastAsiaTheme="minorHAnsi" w:hAnsi="Calibri"/>
      <w:lang w:eastAsia="en-US"/>
    </w:rPr>
  </w:style>
  <w:style w:type="paragraph" w:customStyle="1" w:styleId="803C677FF44E46DC8E50D2713ED78BB121">
    <w:name w:val="803C677FF44E46DC8E50D2713ED78BB121"/>
    <w:rsid w:val="00102A32"/>
    <w:pPr>
      <w:spacing w:after="120" w:line="240" w:lineRule="auto"/>
    </w:pPr>
    <w:rPr>
      <w:rFonts w:ascii="Calibri" w:eastAsiaTheme="minorHAnsi" w:hAnsi="Calibri"/>
      <w:lang w:eastAsia="en-US"/>
    </w:rPr>
  </w:style>
  <w:style w:type="paragraph" w:customStyle="1" w:styleId="E762134985414AF6BCD8CFEE0DF3D2FA21">
    <w:name w:val="E762134985414AF6BCD8CFEE0DF3D2FA21"/>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4">
    <w:name w:val="F0FDA81673D242B1952335CB5115910714"/>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4">
    <w:name w:val="43ABF43648EC4DE68A02F7363B23CDBC14"/>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4">
    <w:name w:val="5BAF23F8B4AE4A298989753A5E0A455414"/>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4">
    <w:name w:val="45BC783058EE4D6E85E872CCF01AE9AB14"/>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2">
    <w:name w:val="2C1F95DE799C4BA78D141884BD2CBDEA22"/>
    <w:rsid w:val="00102A32"/>
    <w:pPr>
      <w:spacing w:after="120" w:line="240" w:lineRule="auto"/>
    </w:pPr>
    <w:rPr>
      <w:rFonts w:ascii="Calibri" w:eastAsiaTheme="minorHAnsi" w:hAnsi="Calibri"/>
      <w:lang w:eastAsia="en-US"/>
    </w:rPr>
  </w:style>
  <w:style w:type="paragraph" w:customStyle="1" w:styleId="803C677FF44E46DC8E50D2713ED78BB122">
    <w:name w:val="803C677FF44E46DC8E50D2713ED78BB122"/>
    <w:rsid w:val="00102A32"/>
    <w:pPr>
      <w:spacing w:after="120" w:line="240" w:lineRule="auto"/>
    </w:pPr>
    <w:rPr>
      <w:rFonts w:ascii="Calibri" w:eastAsiaTheme="minorHAnsi" w:hAnsi="Calibri"/>
      <w:lang w:eastAsia="en-US"/>
    </w:rPr>
  </w:style>
  <w:style w:type="paragraph" w:customStyle="1" w:styleId="E762134985414AF6BCD8CFEE0DF3D2FA22">
    <w:name w:val="E762134985414AF6BCD8CFEE0DF3D2FA22"/>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5">
    <w:name w:val="F0FDA81673D242B1952335CB511591071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5">
    <w:name w:val="43ABF43648EC4DE68A02F7363B23CDBC1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5">
    <w:name w:val="5BAF23F8B4AE4A298989753A5E0A45541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5">
    <w:name w:val="45BC783058EE4D6E85E872CCF01AE9AB15"/>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3">
    <w:name w:val="2C1F95DE799C4BA78D141884BD2CBDEA23"/>
    <w:rsid w:val="00102A32"/>
    <w:pPr>
      <w:spacing w:after="120" w:line="240" w:lineRule="auto"/>
    </w:pPr>
    <w:rPr>
      <w:rFonts w:ascii="Calibri" w:eastAsiaTheme="minorHAnsi" w:hAnsi="Calibri"/>
      <w:lang w:eastAsia="en-US"/>
    </w:rPr>
  </w:style>
  <w:style w:type="paragraph" w:customStyle="1" w:styleId="803C677FF44E46DC8E50D2713ED78BB123">
    <w:name w:val="803C677FF44E46DC8E50D2713ED78BB123"/>
    <w:rsid w:val="00102A32"/>
    <w:pPr>
      <w:spacing w:after="120" w:line="240" w:lineRule="auto"/>
    </w:pPr>
    <w:rPr>
      <w:rFonts w:ascii="Calibri" w:eastAsiaTheme="minorHAnsi" w:hAnsi="Calibri"/>
      <w:lang w:eastAsia="en-US"/>
    </w:rPr>
  </w:style>
  <w:style w:type="paragraph" w:customStyle="1" w:styleId="E762134985414AF6BCD8CFEE0DF3D2FA23">
    <w:name w:val="E762134985414AF6BCD8CFEE0DF3D2FA23"/>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6">
    <w:name w:val="F0FDA81673D242B1952335CB511591071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6">
    <w:name w:val="43ABF43648EC4DE68A02F7363B23CDBC1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6">
    <w:name w:val="5BAF23F8B4AE4A298989753A5E0A45541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6">
    <w:name w:val="45BC783058EE4D6E85E872CCF01AE9AB16"/>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4">
    <w:name w:val="2C1F95DE799C4BA78D141884BD2CBDEA24"/>
    <w:rsid w:val="00102A32"/>
    <w:pPr>
      <w:spacing w:after="120" w:line="240" w:lineRule="auto"/>
    </w:pPr>
    <w:rPr>
      <w:rFonts w:ascii="Calibri" w:eastAsiaTheme="minorHAnsi" w:hAnsi="Calibri"/>
      <w:lang w:eastAsia="en-US"/>
    </w:rPr>
  </w:style>
  <w:style w:type="paragraph" w:customStyle="1" w:styleId="803C677FF44E46DC8E50D2713ED78BB124">
    <w:name w:val="803C677FF44E46DC8E50D2713ED78BB124"/>
    <w:rsid w:val="00102A32"/>
    <w:pPr>
      <w:spacing w:after="120" w:line="240" w:lineRule="auto"/>
    </w:pPr>
    <w:rPr>
      <w:rFonts w:ascii="Calibri" w:eastAsiaTheme="minorHAnsi" w:hAnsi="Calibri"/>
      <w:lang w:eastAsia="en-US"/>
    </w:rPr>
  </w:style>
  <w:style w:type="paragraph" w:customStyle="1" w:styleId="E762134985414AF6BCD8CFEE0DF3D2FA24">
    <w:name w:val="E762134985414AF6BCD8CFEE0DF3D2FA24"/>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7">
    <w:name w:val="F0FDA81673D242B1952335CB511591071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7">
    <w:name w:val="43ABF43648EC4DE68A02F7363B23CDBC1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7">
    <w:name w:val="5BAF23F8B4AE4A298989753A5E0A45541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7">
    <w:name w:val="45BC783058EE4D6E85E872CCF01AE9AB17"/>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5">
    <w:name w:val="2C1F95DE799C4BA78D141884BD2CBDEA25"/>
    <w:rsid w:val="00102A32"/>
    <w:pPr>
      <w:spacing w:after="120" w:line="240" w:lineRule="auto"/>
    </w:pPr>
    <w:rPr>
      <w:rFonts w:ascii="Calibri" w:eastAsiaTheme="minorHAnsi" w:hAnsi="Calibri"/>
      <w:lang w:eastAsia="en-US"/>
    </w:rPr>
  </w:style>
  <w:style w:type="paragraph" w:customStyle="1" w:styleId="803C677FF44E46DC8E50D2713ED78BB125">
    <w:name w:val="803C677FF44E46DC8E50D2713ED78BB125"/>
    <w:rsid w:val="00102A32"/>
    <w:pPr>
      <w:spacing w:after="120" w:line="240" w:lineRule="auto"/>
    </w:pPr>
    <w:rPr>
      <w:rFonts w:ascii="Calibri" w:eastAsiaTheme="minorHAnsi" w:hAnsi="Calibri"/>
      <w:lang w:eastAsia="en-US"/>
    </w:rPr>
  </w:style>
  <w:style w:type="paragraph" w:customStyle="1" w:styleId="E762134985414AF6BCD8CFEE0DF3D2FA25">
    <w:name w:val="E762134985414AF6BCD8CFEE0DF3D2FA25"/>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8">
    <w:name w:val="F0FDA81673D242B1952335CB511591071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8">
    <w:name w:val="43ABF43648EC4DE68A02F7363B23CDBC1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8">
    <w:name w:val="5BAF23F8B4AE4A298989753A5E0A45541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8">
    <w:name w:val="45BC783058EE4D6E85E872CCF01AE9AB18"/>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6">
    <w:name w:val="2C1F95DE799C4BA78D141884BD2CBDEA26"/>
    <w:rsid w:val="00102A32"/>
    <w:pPr>
      <w:spacing w:after="120" w:line="240" w:lineRule="auto"/>
    </w:pPr>
    <w:rPr>
      <w:rFonts w:ascii="Calibri" w:eastAsiaTheme="minorHAnsi" w:hAnsi="Calibri"/>
      <w:lang w:eastAsia="en-US"/>
    </w:rPr>
  </w:style>
  <w:style w:type="paragraph" w:customStyle="1" w:styleId="803C677FF44E46DC8E50D2713ED78BB126">
    <w:name w:val="803C677FF44E46DC8E50D2713ED78BB126"/>
    <w:rsid w:val="00102A32"/>
    <w:pPr>
      <w:spacing w:after="120" w:line="240" w:lineRule="auto"/>
    </w:pPr>
    <w:rPr>
      <w:rFonts w:ascii="Calibri" w:eastAsiaTheme="minorHAnsi" w:hAnsi="Calibri"/>
      <w:lang w:eastAsia="en-US"/>
    </w:rPr>
  </w:style>
  <w:style w:type="paragraph" w:customStyle="1" w:styleId="E762134985414AF6BCD8CFEE0DF3D2FA26">
    <w:name w:val="E762134985414AF6BCD8CFEE0DF3D2FA26"/>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19">
    <w:name w:val="F0FDA81673D242B1952335CB511591071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19">
    <w:name w:val="43ABF43648EC4DE68A02F7363B23CDBC1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19">
    <w:name w:val="5BAF23F8B4AE4A298989753A5E0A45541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19">
    <w:name w:val="45BC783058EE4D6E85E872CCF01AE9AB19"/>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7">
    <w:name w:val="2C1F95DE799C4BA78D141884BD2CBDEA27"/>
    <w:rsid w:val="00102A32"/>
    <w:pPr>
      <w:spacing w:after="120" w:line="240" w:lineRule="auto"/>
    </w:pPr>
    <w:rPr>
      <w:rFonts w:ascii="Calibri" w:eastAsiaTheme="minorHAnsi" w:hAnsi="Calibri"/>
      <w:lang w:eastAsia="en-US"/>
    </w:rPr>
  </w:style>
  <w:style w:type="paragraph" w:customStyle="1" w:styleId="803C677FF44E46DC8E50D2713ED78BB127">
    <w:name w:val="803C677FF44E46DC8E50D2713ED78BB127"/>
    <w:rsid w:val="00102A32"/>
    <w:pPr>
      <w:spacing w:after="120" w:line="240" w:lineRule="auto"/>
    </w:pPr>
    <w:rPr>
      <w:rFonts w:ascii="Calibri" w:eastAsiaTheme="minorHAnsi" w:hAnsi="Calibri"/>
      <w:lang w:eastAsia="en-US"/>
    </w:rPr>
  </w:style>
  <w:style w:type="paragraph" w:customStyle="1" w:styleId="E762134985414AF6BCD8CFEE0DF3D2FA27">
    <w:name w:val="E762134985414AF6BCD8CFEE0DF3D2FA27"/>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0">
    <w:name w:val="F0FDA81673D242B1952335CB511591072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0">
    <w:name w:val="43ABF43648EC4DE68A02F7363B23CDBC2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0">
    <w:name w:val="5BAF23F8B4AE4A298989753A5E0A45542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0">
    <w:name w:val="45BC783058EE4D6E85E872CCF01AE9AB20"/>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8">
    <w:name w:val="2C1F95DE799C4BA78D141884BD2CBDEA28"/>
    <w:rsid w:val="00102A32"/>
    <w:pPr>
      <w:spacing w:after="120" w:line="240" w:lineRule="auto"/>
    </w:pPr>
    <w:rPr>
      <w:rFonts w:ascii="Calibri" w:eastAsiaTheme="minorHAnsi" w:hAnsi="Calibri"/>
      <w:lang w:eastAsia="en-US"/>
    </w:rPr>
  </w:style>
  <w:style w:type="paragraph" w:customStyle="1" w:styleId="803C677FF44E46DC8E50D2713ED78BB128">
    <w:name w:val="803C677FF44E46DC8E50D2713ED78BB128"/>
    <w:rsid w:val="00102A32"/>
    <w:pPr>
      <w:spacing w:after="120" w:line="240" w:lineRule="auto"/>
    </w:pPr>
    <w:rPr>
      <w:rFonts w:ascii="Calibri" w:eastAsiaTheme="minorHAnsi" w:hAnsi="Calibri"/>
      <w:lang w:eastAsia="en-US"/>
    </w:rPr>
  </w:style>
  <w:style w:type="paragraph" w:customStyle="1" w:styleId="E762134985414AF6BCD8CFEE0DF3D2FA28">
    <w:name w:val="E762134985414AF6BCD8CFEE0DF3D2FA28"/>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1">
    <w:name w:val="F0FDA81673D242B1952335CB511591072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1">
    <w:name w:val="43ABF43648EC4DE68A02F7363B23CDBC2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1">
    <w:name w:val="5BAF23F8B4AE4A298989753A5E0A45542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1">
    <w:name w:val="45BC783058EE4D6E85E872CCF01AE9AB21"/>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29">
    <w:name w:val="2C1F95DE799C4BA78D141884BD2CBDEA29"/>
    <w:rsid w:val="00102A32"/>
    <w:pPr>
      <w:spacing w:after="120" w:line="240" w:lineRule="auto"/>
    </w:pPr>
    <w:rPr>
      <w:rFonts w:ascii="Calibri" w:eastAsiaTheme="minorHAnsi" w:hAnsi="Calibri"/>
      <w:lang w:eastAsia="en-US"/>
    </w:rPr>
  </w:style>
  <w:style w:type="paragraph" w:customStyle="1" w:styleId="803C677FF44E46DC8E50D2713ED78BB129">
    <w:name w:val="803C677FF44E46DC8E50D2713ED78BB129"/>
    <w:rsid w:val="00102A32"/>
    <w:pPr>
      <w:spacing w:after="120" w:line="240" w:lineRule="auto"/>
    </w:pPr>
    <w:rPr>
      <w:rFonts w:ascii="Calibri" w:eastAsiaTheme="minorHAnsi" w:hAnsi="Calibri"/>
      <w:lang w:eastAsia="en-US"/>
    </w:rPr>
  </w:style>
  <w:style w:type="paragraph" w:customStyle="1" w:styleId="E762134985414AF6BCD8CFEE0DF3D2FA29">
    <w:name w:val="E762134985414AF6BCD8CFEE0DF3D2FA29"/>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2">
    <w:name w:val="F0FDA81673D242B1952335CB511591072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2">
    <w:name w:val="43ABF43648EC4DE68A02F7363B23CDBC2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2">
    <w:name w:val="5BAF23F8B4AE4A298989753A5E0A45542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2">
    <w:name w:val="45BC783058EE4D6E85E872CCF01AE9AB22"/>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v3.2</DocVersion>
  <DocStatus>Approved</DocStatus>
  <Audience>for external</Audience>
  <IntendedUse>use</IntendedUse>
  <dateOfApproval>2020-02-25T00:00:00</dateOfApproval>
  <Subject>My Health Record</Subject>
  <Title>Portal Operator – Production Environment Access Request Form</Title>
  <DocumentID>DH-3092:2020</DocumentID>
  <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6457CBDD-ED55-4FD1-AE91-CE271681D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1</TotalTime>
  <Pages>9</Pages>
  <Words>2371</Words>
  <Characters>13516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Tiffany Spurway</cp:lastModifiedBy>
  <cp:revision>2</cp:revision>
  <cp:lastPrinted>2020-01-08T02:33:00Z</cp:lastPrinted>
  <dcterms:created xsi:type="dcterms:W3CDTF">2020-02-25T00:57:00Z</dcterms:created>
  <dcterms:modified xsi:type="dcterms:W3CDTF">2020-02-25T00:57:00Z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