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68.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3E3A9"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6DF1D0E3" w14:textId="77777777" w:rsidR="00374EDC" w:rsidRPr="00FC0387" w:rsidRDefault="001F43A0"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19161CAE" w:rsidR="00DB2D5D" w:rsidRPr="008A0755" w:rsidRDefault="001F43A0"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486CBB">
            <w:t>Software Vendor Product Details Form</w:t>
          </w:r>
        </w:sdtContent>
      </w:sdt>
    </w:p>
    <w:p w14:paraId="7F8432C3" w14:textId="65E21230" w:rsidR="001C4614" w:rsidRDefault="001F43A0" w:rsidP="00463826">
      <w:pPr>
        <w:pStyle w:val="BodyText"/>
        <w:spacing w:after="0"/>
      </w:pPr>
      <w:sdt>
        <w:sdt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2-12-19T00:00:00Z">
            <w:dateFormat w:val="d MMMM yyyy"/>
            <w:lid w:val="en-AU"/>
            <w:storeMappedDataAs w:val="dateTime"/>
            <w:calendar w:val="gregorian"/>
          </w:date>
        </w:sdtPr>
        <w:sdtEndPr/>
        <w:sdtContent>
          <w:r w:rsidR="002F785F">
            <w:t>19 December 2022</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C71B66">
            <w:t>v20</w:t>
          </w:r>
          <w:r w:rsidR="001226DE">
            <w:t>2</w:t>
          </w:r>
          <w:r w:rsidR="002F785F">
            <w:t>21219</w:t>
          </w:r>
        </w:sdtContent>
      </w:sdt>
    </w:p>
    <w:p w14:paraId="0D9C5376" w14:textId="586B8444" w:rsidR="00A42970" w:rsidRDefault="001F43A0"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FB33EC">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4419AF06" w:rsidR="00B82A66" w:rsidRPr="00B82A66" w:rsidRDefault="001F43A0"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EndPr/>
        <w:sdtContent>
          <w:r w:rsidR="00781E44" w:rsidRPr="00781E44">
            <w:t>DH-</w:t>
          </w:r>
          <w:r w:rsidR="002F785F">
            <w:t>3738</w:t>
          </w:r>
          <w:r w:rsidR="00781E44" w:rsidRPr="00781E44">
            <w:t>:202</w:t>
          </w:r>
          <w:r w:rsidR="002F785F">
            <w:t>2</w:t>
          </w:r>
        </w:sdtContent>
      </w:sdt>
    </w:p>
    <w:p w14:paraId="7DBF461F" w14:textId="77777777" w:rsidR="00463826" w:rsidRDefault="001F43A0"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DF20288" w14:textId="0910A14C" w:rsidR="00383C38" w:rsidRPr="0045627B" w:rsidRDefault="00383C38" w:rsidP="0008019D">
      <w:pPr>
        <w:pStyle w:val="BodyText"/>
      </w:pPr>
      <w:r w:rsidRPr="00E54E80">
        <w:rPr>
          <w:b/>
        </w:rPr>
        <w:t>Please note</w:t>
      </w:r>
      <w:r>
        <w:rPr>
          <w:b/>
        </w:rPr>
        <w:t xml:space="preserve"> </w:t>
      </w:r>
      <w:r w:rsidR="00D044EE" w:rsidRPr="00D044EE">
        <w:rPr>
          <w:bCs/>
        </w:rPr>
        <w:t>that</w:t>
      </w:r>
      <w:r w:rsidR="00D044EE">
        <w:rPr>
          <w:b/>
        </w:rPr>
        <w:t xml:space="preserve"> </w:t>
      </w:r>
      <w:r w:rsidRPr="00E54E80">
        <w:t>t</w:t>
      </w:r>
      <w:r>
        <w:t xml:space="preserve">his form is to be completed by Clinical Information System (CIS) software vendors. If you are a mobile app developer wishing to connect to the My Health Record system, please email </w:t>
      </w:r>
      <w:hyperlink r:id="rId13" w:history="1">
        <w:r w:rsidRPr="00FC1FBF">
          <w:rPr>
            <w:rStyle w:val="Hyperlink"/>
            <w:rFonts w:cs="Calibri"/>
          </w:rPr>
          <w:t>help@digitalhealth.gov.au</w:t>
        </w:r>
      </w:hyperlink>
      <w:r>
        <w:t xml:space="preserve"> or call the help centre on </w:t>
      </w:r>
      <w:r w:rsidRPr="00E54E80">
        <w:rPr>
          <w:b/>
        </w:rPr>
        <w:t>1300 901 001</w:t>
      </w:r>
      <w:r>
        <w:t xml:space="preserve"> during business hours.</w:t>
      </w:r>
    </w:p>
    <w:p w14:paraId="1FE714E4" w14:textId="677F5A88" w:rsidR="00383C38" w:rsidRPr="00846833" w:rsidRDefault="00383C38" w:rsidP="0008019D">
      <w:pPr>
        <w:pStyle w:val="BodyText"/>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(Cth)</w:t>
      </w:r>
      <w:r w:rsidRPr="00846833">
        <w:t xml:space="preserve"> to disclose the information in this form about you, your organisation</w:t>
      </w:r>
      <w:r w:rsidR="00760B40">
        <w:t>,</w:t>
      </w:r>
      <w:r w:rsidRPr="00846833">
        <w:t xml:space="preserve"> and your product to </w:t>
      </w:r>
      <w:r w:rsidR="000E1E7B">
        <w:t>Services Australia</w:t>
      </w:r>
      <w:r w:rsidRPr="00846833">
        <w:t xml:space="preserve"> and contractors</w:t>
      </w:r>
      <w:r w:rsidR="00760B40">
        <w:t>,</w:t>
      </w:r>
      <w:r w:rsidRPr="00846833">
        <w:t xml:space="preserve"> and for </w:t>
      </w:r>
      <w:r w:rsidR="000E1E7B">
        <w:t>Services Australia</w:t>
      </w:r>
      <w:r w:rsidRPr="00846833">
        <w:t xml:space="preserve"> to use and store the information to assist you in testing your product against </w:t>
      </w:r>
      <w:r w:rsidRPr="00D81E8B">
        <w:t>My Health Record</w:t>
      </w:r>
      <w:r w:rsidRPr="00846833">
        <w:t xml:space="preserve"> system requirements</w:t>
      </w:r>
      <w:r w:rsidR="00760B40">
        <w:t>,</w:t>
      </w:r>
      <w:r w:rsidRPr="00846833">
        <w:t xml:space="preserve"> and if successful, monitoring the ongoing conformance of your product. Please ensure all information is correct, as </w:t>
      </w:r>
      <w:r w:rsidR="00D044EE">
        <w:t xml:space="preserve">the </w:t>
      </w:r>
      <w:r w:rsidRPr="00846833">
        <w:t>details on the Notice of Connection (NOC) will appear as provided on this form.</w:t>
      </w:r>
    </w:p>
    <w:p w14:paraId="7F1930FC" w14:textId="77777777" w:rsidR="00383C38" w:rsidRDefault="00383C38" w:rsidP="0008019D">
      <w:pPr>
        <w:pStyle w:val="BodyText"/>
      </w:pPr>
      <w:r w:rsidRPr="00846833">
        <w:t xml:space="preserve">All fields marked </w:t>
      </w:r>
      <w:r w:rsidRPr="00846833">
        <w:rPr>
          <w:b/>
          <w:color w:val="FF0000"/>
        </w:rPr>
        <w:t xml:space="preserve">* </w:t>
      </w:r>
      <w:r w:rsidRPr="00846833">
        <w:t>are mandatory.</w:t>
      </w:r>
    </w:p>
    <w:p w14:paraId="047942AA"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 xml:space="preserve">Software vendor name </w:t>
      </w:r>
      <w:r w:rsidRPr="00F15B95">
        <w:rPr>
          <w:b/>
          <w:bCs w:val="0"/>
          <w:color w:val="FF0000"/>
          <w:sz w:val="24"/>
          <w:szCs w:val="24"/>
        </w:rPr>
        <w:t>*</w:t>
      </w:r>
    </w:p>
    <w:p w14:paraId="3AFF24D6" w14:textId="5A1CB321" w:rsidR="00383C38" w:rsidRPr="001F3792" w:rsidRDefault="00383C38" w:rsidP="00383C38">
      <w:r w:rsidRPr="001F3792">
        <w:rPr>
          <w:rFonts w:eastAsia="Times New Roman" w:cstheme="minorHAnsi"/>
          <w:sz w:val="24"/>
          <w:szCs w:val="24"/>
        </w:rPr>
        <w:object w:dxaOrig="225" w:dyaOrig="225" w14:anchorId="72691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7" type="#_x0000_t75" style="width:459.05pt;height:27.65pt" o:ole="">
            <v:imagedata r:id="rId14" o:title=""/>
          </v:shape>
          <w:control r:id="rId15" w:name="TextBox1111" w:shapeid="_x0000_i1547"/>
        </w:object>
      </w:r>
    </w:p>
    <w:p w14:paraId="6934FE9B"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 xml:space="preserve">Product name </w:t>
      </w:r>
      <w:r w:rsidRPr="00F15B95">
        <w:rPr>
          <w:b/>
          <w:bCs w:val="0"/>
          <w:color w:val="FF0000"/>
          <w:sz w:val="24"/>
          <w:szCs w:val="24"/>
        </w:rPr>
        <w:t>*</w:t>
      </w:r>
    </w:p>
    <w:p w14:paraId="31186A7C" w14:textId="7C9560FA" w:rsidR="00383C38" w:rsidRDefault="00383C38" w:rsidP="00383C38">
      <w:r w:rsidRPr="001F3792">
        <w:rPr>
          <w:rFonts w:eastAsia="Times New Roman" w:cstheme="minorHAnsi"/>
          <w:sz w:val="24"/>
          <w:szCs w:val="24"/>
        </w:rPr>
        <w:object w:dxaOrig="225" w:dyaOrig="225" w14:anchorId="44CECEF3">
          <v:shape id="_x0000_i1213" type="#_x0000_t75" style="width:459.05pt;height:27.05pt" o:ole="">
            <v:imagedata r:id="rId16" o:title=""/>
          </v:shape>
          <w:control r:id="rId17" w:name="TextBox2111" w:shapeid="_x0000_i1213"/>
        </w:object>
      </w:r>
    </w:p>
    <w:p w14:paraId="10B9D949"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Provide any alternate name(s) for your product</w:t>
      </w:r>
    </w:p>
    <w:p w14:paraId="44D18EE0" w14:textId="5B7C4869" w:rsidR="00383C38" w:rsidRPr="001F3792" w:rsidRDefault="00383C38" w:rsidP="00383C38">
      <w:r w:rsidRPr="001F3792">
        <w:rPr>
          <w:rFonts w:eastAsia="Times New Roman" w:cstheme="minorHAnsi"/>
          <w:sz w:val="24"/>
          <w:szCs w:val="24"/>
        </w:rPr>
        <w:object w:dxaOrig="225" w:dyaOrig="225" w14:anchorId="4CE625F4">
          <v:shape id="_x0000_i1215" type="#_x0000_t75" style="width:459.05pt;height:27.05pt" o:ole="">
            <v:imagedata r:id="rId16" o:title=""/>
          </v:shape>
          <w:control r:id="rId18" w:name="TextBox21112" w:shapeid="_x0000_i1215"/>
        </w:object>
      </w:r>
    </w:p>
    <w:p w14:paraId="3662FA8C"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 xml:space="preserve">Product version </w:t>
      </w:r>
      <w:r w:rsidRPr="00F15B95">
        <w:rPr>
          <w:b/>
          <w:bCs w:val="0"/>
          <w:color w:val="FF0000"/>
          <w:sz w:val="24"/>
          <w:szCs w:val="24"/>
        </w:rPr>
        <w:t>*</w:t>
      </w:r>
    </w:p>
    <w:p w14:paraId="0E32982A" w14:textId="4109673A"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344AEE23">
          <v:shape id="_x0000_i1217" type="#_x0000_t75" style="width:459.05pt;height:25.35pt" o:ole="">
            <v:imagedata r:id="rId19" o:title=""/>
          </v:shape>
          <w:control r:id="rId20" w:name="TextBox34111112" w:shapeid="_x0000_i1217"/>
        </w:object>
      </w:r>
    </w:p>
    <w:p w14:paraId="46044BCA"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 xml:space="preserve">Software product role </w:t>
      </w:r>
      <w:r w:rsidRPr="00F15B95">
        <w:rPr>
          <w:b/>
          <w:bCs w:val="0"/>
          <w:color w:val="FF0000"/>
          <w:sz w:val="24"/>
          <w:szCs w:val="24"/>
        </w:rPr>
        <w:t>*</w:t>
      </w:r>
    </w:p>
    <w:p w14:paraId="2DDC57A1" w14:textId="77777777" w:rsidR="00383C38" w:rsidRPr="00E83B48" w:rsidRDefault="00383C38" w:rsidP="0008019D">
      <w:pPr>
        <w:pStyle w:val="BodyText"/>
      </w:pPr>
      <w:r w:rsidRPr="00E83B48">
        <w:t>(Clinical Information System / Contracted Service Provider / Registered Repository Operator)</w:t>
      </w:r>
    </w:p>
    <w:p w14:paraId="791A8DC2" w14:textId="51D82D8A" w:rsidR="00383C38" w:rsidRPr="001F3792" w:rsidRDefault="00383C38" w:rsidP="00383C38">
      <w:r w:rsidRPr="001F3792">
        <w:rPr>
          <w:rFonts w:eastAsia="Times New Roman" w:cstheme="minorHAnsi"/>
          <w:sz w:val="24"/>
          <w:szCs w:val="24"/>
        </w:rPr>
        <w:object w:dxaOrig="225" w:dyaOrig="225" w14:anchorId="399E8F27">
          <v:shape id="_x0000_i1551" type="#_x0000_t75" style="width:53pt;height:17.85pt" o:ole="">
            <v:imagedata r:id="rId21" o:title=""/>
          </v:shape>
          <w:control r:id="rId22" w:name="CheckBox1141112" w:shapeid="_x0000_i1551"/>
        </w:object>
      </w:r>
      <w:r>
        <w:tab/>
      </w:r>
      <w:r w:rsidRPr="001F3792">
        <w:rPr>
          <w:rFonts w:eastAsia="Times New Roman" w:cstheme="minorHAnsi"/>
          <w:sz w:val="24"/>
          <w:szCs w:val="24"/>
        </w:rPr>
        <w:object w:dxaOrig="225" w:dyaOrig="225" w14:anchorId="12E6AE3A">
          <v:shape id="_x0000_i1552" type="#_x0000_t75" style="width:53pt;height:17.85pt" o:ole="">
            <v:imagedata r:id="rId23" o:title=""/>
          </v:shape>
          <w:control r:id="rId24" w:name="CheckBox1131112" w:shapeid="_x0000_i1552"/>
        </w:object>
      </w:r>
      <w:r>
        <w:tab/>
      </w:r>
      <w:r w:rsidRPr="001F3792">
        <w:rPr>
          <w:rFonts w:eastAsia="Times New Roman" w:cstheme="minorHAnsi"/>
          <w:sz w:val="24"/>
          <w:szCs w:val="24"/>
        </w:rPr>
        <w:object w:dxaOrig="225" w:dyaOrig="225" w14:anchorId="36B69F7E">
          <v:shape id="_x0000_i1553" type="#_x0000_t75" style="width:53pt;height:17.85pt" o:ole="">
            <v:imagedata r:id="rId25" o:title=""/>
          </v:shape>
          <w:control r:id="rId26" w:name="CheckBox1611231" w:shapeid="_x0000_i1553"/>
        </w:object>
      </w:r>
    </w:p>
    <w:p w14:paraId="0ABD3641"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lastRenderedPageBreak/>
        <w:t xml:space="preserve">Product platform (Java, .NET etc.) </w:t>
      </w:r>
      <w:r w:rsidRPr="00F15B95">
        <w:rPr>
          <w:b/>
          <w:bCs w:val="0"/>
          <w:color w:val="FF0000"/>
          <w:sz w:val="24"/>
          <w:szCs w:val="24"/>
        </w:rPr>
        <w:t>*</w:t>
      </w:r>
    </w:p>
    <w:p w14:paraId="17D708F3" w14:textId="07153287" w:rsidR="00383C38" w:rsidRPr="001F3792" w:rsidRDefault="00383C38" w:rsidP="00383C38">
      <w:r w:rsidRPr="001F3792">
        <w:rPr>
          <w:rFonts w:eastAsia="Times New Roman" w:cstheme="minorHAnsi"/>
          <w:sz w:val="24"/>
          <w:szCs w:val="24"/>
        </w:rPr>
        <w:object w:dxaOrig="225" w:dyaOrig="225" w14:anchorId="17117600">
          <v:shape id="_x0000_i1225" type="#_x0000_t75" style="width:456.2pt;height:24.2pt" o:ole="">
            <v:imagedata r:id="rId27" o:title=""/>
          </v:shape>
          <w:control r:id="rId28" w:name="TextBox34111111" w:shapeid="_x0000_i1225"/>
        </w:object>
      </w:r>
    </w:p>
    <w:p w14:paraId="2F7F01A2" w14:textId="741B692E"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t xml:space="preserve">IP range – to be used throughout the testing process </w:t>
      </w:r>
    </w:p>
    <w:p w14:paraId="366E75E6" w14:textId="3929E33C" w:rsidR="00383C38" w:rsidRDefault="00383C38" w:rsidP="00383C38">
      <w:r w:rsidRPr="001F3792">
        <w:rPr>
          <w:rFonts w:eastAsia="Times New Roman" w:cstheme="minorHAnsi"/>
          <w:sz w:val="24"/>
          <w:szCs w:val="24"/>
        </w:rPr>
        <w:object w:dxaOrig="225" w:dyaOrig="225" w14:anchorId="13E88D95">
          <v:shape id="_x0000_i1227" type="#_x0000_t75" style="width:454.45pt;height:24.2pt" o:ole="">
            <v:imagedata r:id="rId29" o:title=""/>
          </v:shape>
          <w:control r:id="rId30" w:name="TextBox211112" w:shapeid="_x0000_i1227"/>
        </w:object>
      </w:r>
    </w:p>
    <w:p w14:paraId="46ADCE6C" w14:textId="77777777" w:rsidR="00383C38" w:rsidRPr="00F15B95" w:rsidRDefault="00383C38" w:rsidP="00383C38">
      <w:pPr>
        <w:pStyle w:val="Heading1"/>
        <w:numPr>
          <w:ilvl w:val="0"/>
          <w:numId w:val="26"/>
        </w:numPr>
        <w:spacing w:before="240" w:after="120"/>
        <w:rPr>
          <w:rFonts w:cs="Times New Roman"/>
          <w:b/>
          <w:bCs w:val="0"/>
          <w:sz w:val="24"/>
          <w:szCs w:val="24"/>
        </w:rPr>
      </w:pPr>
      <w:r w:rsidRPr="00F15B95">
        <w:rPr>
          <w:b/>
          <w:bCs w:val="0"/>
          <w:sz w:val="24"/>
          <w:szCs w:val="24"/>
        </w:rPr>
        <w:t xml:space="preserve">Contact details </w:t>
      </w:r>
    </w:p>
    <w:p w14:paraId="14D4E538" w14:textId="77777777" w:rsidR="00383C38" w:rsidRPr="001745D5" w:rsidRDefault="00383C38" w:rsidP="0008019D">
      <w:pPr>
        <w:pStyle w:val="BodyText"/>
      </w:pPr>
      <w:r w:rsidRPr="001745D5">
        <w:t>To be used throughout the testing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61"/>
      </w:tblGrid>
      <w:tr w:rsidR="00383C38" w:rsidRPr="00FF0DE9" w14:paraId="5BB71F99" w14:textId="77777777" w:rsidTr="00A53E17">
        <w:tc>
          <w:tcPr>
            <w:tcW w:w="4662" w:type="dxa"/>
            <w:shd w:val="clear" w:color="auto" w:fill="F2F2F2" w:themeFill="background1" w:themeFillShade="F2"/>
            <w:vAlign w:val="center"/>
          </w:tcPr>
          <w:p w14:paraId="466A62F8" w14:textId="77777777" w:rsidR="00383C38" w:rsidRPr="00FF0DE9" w:rsidRDefault="00383C38" w:rsidP="00A53E17">
            <w:pPr>
              <w:rPr>
                <w:b/>
              </w:rPr>
            </w:pPr>
            <w:r w:rsidRPr="00FF0DE9">
              <w:rPr>
                <w:b/>
              </w:rPr>
              <w:t>Primary contact</w:t>
            </w:r>
          </w:p>
        </w:tc>
        <w:tc>
          <w:tcPr>
            <w:tcW w:w="4661" w:type="dxa"/>
            <w:shd w:val="clear" w:color="auto" w:fill="F2F2F2" w:themeFill="background1" w:themeFillShade="F2"/>
            <w:vAlign w:val="center"/>
          </w:tcPr>
          <w:p w14:paraId="7A63A4D3" w14:textId="77777777" w:rsidR="00383C38" w:rsidRPr="00FF0DE9" w:rsidRDefault="00383C38" w:rsidP="00A53E17">
            <w:pPr>
              <w:rPr>
                <w:b/>
              </w:rPr>
            </w:pPr>
            <w:r w:rsidRPr="00FF0DE9">
              <w:rPr>
                <w:b/>
              </w:rPr>
              <w:t>Secondary contact</w:t>
            </w:r>
          </w:p>
        </w:tc>
      </w:tr>
      <w:tr w:rsidR="00383C38" w:rsidRPr="005A3EB4" w14:paraId="0495D572" w14:textId="77777777" w:rsidTr="00A53E17">
        <w:tc>
          <w:tcPr>
            <w:tcW w:w="4662" w:type="dxa"/>
            <w:shd w:val="clear" w:color="auto" w:fill="auto"/>
          </w:tcPr>
          <w:p w14:paraId="1B440E9F" w14:textId="77777777" w:rsidR="00383C38" w:rsidRPr="005A3EB4" w:rsidRDefault="00383C38" w:rsidP="00A53E17">
            <w:r w:rsidRPr="005A3EB4">
              <w:t>Full name</w:t>
            </w:r>
            <w:r>
              <w:t xml:space="preserve"> </w:t>
            </w:r>
            <w:r w:rsidRPr="00977C1E">
              <w:rPr>
                <w:b/>
                <w:color w:val="FF0000"/>
                <w:sz w:val="28"/>
                <w:szCs w:val="28"/>
              </w:rPr>
              <w:t>*</w:t>
            </w:r>
          </w:p>
          <w:p w14:paraId="1CF19BAB" w14:textId="4F1EB50F" w:rsidR="00383C38" w:rsidRPr="005A3EB4" w:rsidRDefault="00383C38" w:rsidP="00A53E17">
            <w:r w:rsidRPr="005A3EB4">
              <w:rPr>
                <w:rFonts w:eastAsia="Times New Roman" w:cstheme="minorHAnsi"/>
                <w:sz w:val="24"/>
                <w:szCs w:val="24"/>
              </w:rPr>
              <w:object w:dxaOrig="225" w:dyaOrig="225" w14:anchorId="5B8C4DB7">
                <v:shape id="_x0000_i1229" type="#_x0000_t75" style="width:211.4pt;height:27.05pt" o:ole="">
                  <v:imagedata r:id="rId31" o:title=""/>
                </v:shape>
                <w:control r:id="rId32" w:name="TextBox341111311" w:shapeid="_x0000_i1229"/>
              </w:object>
            </w:r>
          </w:p>
          <w:p w14:paraId="7BEDA18B" w14:textId="77777777" w:rsidR="00383C38" w:rsidRPr="005A3EB4" w:rsidRDefault="00383C38" w:rsidP="00A53E17"/>
        </w:tc>
        <w:tc>
          <w:tcPr>
            <w:tcW w:w="4661" w:type="dxa"/>
            <w:shd w:val="clear" w:color="auto" w:fill="auto"/>
          </w:tcPr>
          <w:p w14:paraId="665B5B10" w14:textId="77777777" w:rsidR="00383C38" w:rsidRPr="005A3EB4" w:rsidRDefault="00383C38" w:rsidP="00A53E17">
            <w:r w:rsidRPr="005A3EB4">
              <w:t>Full name</w:t>
            </w:r>
            <w:r>
              <w:t xml:space="preserve"> </w:t>
            </w:r>
            <w:r w:rsidRPr="00977C1E">
              <w:rPr>
                <w:b/>
                <w:color w:val="FF0000"/>
                <w:sz w:val="28"/>
                <w:szCs w:val="28"/>
              </w:rPr>
              <w:t>*</w:t>
            </w:r>
          </w:p>
          <w:p w14:paraId="59C16188" w14:textId="6C832B72" w:rsidR="00383C38" w:rsidRPr="005A3EB4" w:rsidRDefault="00383C38" w:rsidP="00A53E17">
            <w:r w:rsidRPr="005A3EB4">
              <w:rPr>
                <w:rFonts w:eastAsia="Times New Roman" w:cstheme="minorHAnsi"/>
                <w:sz w:val="24"/>
                <w:szCs w:val="24"/>
              </w:rPr>
              <w:object w:dxaOrig="225" w:dyaOrig="225" w14:anchorId="308E555A">
                <v:shape id="_x0000_i1231" type="#_x0000_t75" style="width:211.4pt;height:27.05pt" o:ole="">
                  <v:imagedata r:id="rId31" o:title=""/>
                </v:shape>
                <w:control r:id="rId33" w:name="TextBox34111131" w:shapeid="_x0000_i1231"/>
              </w:object>
            </w:r>
          </w:p>
          <w:p w14:paraId="6AC78DBF" w14:textId="77777777" w:rsidR="00383C38" w:rsidRPr="005A3EB4" w:rsidRDefault="00383C38" w:rsidP="00A53E17"/>
        </w:tc>
      </w:tr>
      <w:tr w:rsidR="00383C38" w:rsidRPr="005A3EB4" w14:paraId="061A9296" w14:textId="77777777" w:rsidTr="00A53E17">
        <w:tc>
          <w:tcPr>
            <w:tcW w:w="4662" w:type="dxa"/>
            <w:shd w:val="clear" w:color="auto" w:fill="auto"/>
          </w:tcPr>
          <w:p w14:paraId="032A300A" w14:textId="77777777" w:rsidR="00383C38" w:rsidRPr="005A3EB4" w:rsidRDefault="00383C38" w:rsidP="00A53E17">
            <w:r w:rsidRPr="005A3EB4">
              <w:t>Phone</w:t>
            </w:r>
            <w:r>
              <w:t xml:space="preserve"> </w:t>
            </w:r>
            <w:r w:rsidRPr="00977C1E">
              <w:rPr>
                <w:b/>
                <w:color w:val="FF0000"/>
                <w:sz w:val="28"/>
                <w:szCs w:val="28"/>
              </w:rPr>
              <w:t>*</w:t>
            </w:r>
          </w:p>
          <w:p w14:paraId="048196E6" w14:textId="03C24F1F" w:rsidR="00383C38" w:rsidRPr="005A3EB4" w:rsidRDefault="00383C38" w:rsidP="00A53E17">
            <w:r w:rsidRPr="005A3EB4">
              <w:rPr>
                <w:rFonts w:eastAsia="Times New Roman" w:cstheme="minorHAnsi"/>
                <w:sz w:val="24"/>
                <w:szCs w:val="24"/>
              </w:rPr>
              <w:object w:dxaOrig="225" w:dyaOrig="225" w14:anchorId="5F6D1870">
                <v:shape id="_x0000_i1233" type="#_x0000_t75" style="width:211.4pt;height:17.85pt" o:ole="">
                  <v:imagedata r:id="rId34" o:title=""/>
                </v:shape>
                <w:control r:id="rId35" w:name="TextBox34211111" w:shapeid="_x0000_i1233"/>
              </w:object>
            </w:r>
          </w:p>
          <w:p w14:paraId="7A86AFEC" w14:textId="77777777" w:rsidR="00383C38" w:rsidRPr="005A3EB4" w:rsidRDefault="00383C38" w:rsidP="00A53E17"/>
        </w:tc>
        <w:tc>
          <w:tcPr>
            <w:tcW w:w="4661" w:type="dxa"/>
            <w:shd w:val="clear" w:color="auto" w:fill="auto"/>
          </w:tcPr>
          <w:p w14:paraId="1C17F4AD" w14:textId="77777777" w:rsidR="00383C38" w:rsidRPr="005A3EB4" w:rsidRDefault="00383C38" w:rsidP="00A53E17">
            <w:r w:rsidRPr="005A3EB4">
              <w:t>Phone</w:t>
            </w:r>
            <w:r>
              <w:t xml:space="preserve"> </w:t>
            </w:r>
            <w:r w:rsidRPr="00977C1E">
              <w:rPr>
                <w:b/>
                <w:color w:val="FF0000"/>
                <w:sz w:val="28"/>
                <w:szCs w:val="28"/>
              </w:rPr>
              <w:t>*</w:t>
            </w:r>
          </w:p>
          <w:p w14:paraId="5E125674" w14:textId="4EC7741E" w:rsidR="00383C38" w:rsidRPr="005A3EB4" w:rsidRDefault="00383C38" w:rsidP="00A53E17">
            <w:r w:rsidRPr="005A3EB4">
              <w:rPr>
                <w:rFonts w:eastAsia="Times New Roman" w:cstheme="minorHAnsi"/>
                <w:sz w:val="24"/>
                <w:szCs w:val="24"/>
              </w:rPr>
              <w:object w:dxaOrig="225" w:dyaOrig="225" w14:anchorId="774F6A1C">
                <v:shape id="_x0000_i1235" type="#_x0000_t75" style="width:211.4pt;height:17.85pt" o:ole="">
                  <v:imagedata r:id="rId34" o:title=""/>
                </v:shape>
                <w:control r:id="rId36" w:name="TextBox34211112" w:shapeid="_x0000_i1235"/>
              </w:object>
            </w:r>
          </w:p>
          <w:p w14:paraId="008B9688" w14:textId="77777777" w:rsidR="00383C38" w:rsidRPr="005A3EB4" w:rsidRDefault="00383C38" w:rsidP="00A53E17"/>
        </w:tc>
      </w:tr>
      <w:tr w:rsidR="00383C38" w:rsidRPr="005A3EB4" w14:paraId="0B104184" w14:textId="77777777" w:rsidTr="00A53E17">
        <w:tc>
          <w:tcPr>
            <w:tcW w:w="4662" w:type="dxa"/>
            <w:shd w:val="clear" w:color="auto" w:fill="auto"/>
          </w:tcPr>
          <w:p w14:paraId="44763A4B" w14:textId="77777777" w:rsidR="00383C38" w:rsidRPr="005A3EB4" w:rsidRDefault="00383C38" w:rsidP="00A53E17">
            <w:r w:rsidRPr="005A3EB4">
              <w:t>Mobile</w:t>
            </w:r>
            <w:r>
              <w:t xml:space="preserve"> </w:t>
            </w:r>
            <w:r w:rsidRPr="00977C1E">
              <w:rPr>
                <w:b/>
                <w:color w:val="FF0000"/>
                <w:sz w:val="28"/>
                <w:szCs w:val="28"/>
              </w:rPr>
              <w:t>*</w:t>
            </w:r>
          </w:p>
          <w:p w14:paraId="06A71E42" w14:textId="280B6596" w:rsidR="00383C38" w:rsidRPr="005A3EB4" w:rsidRDefault="00383C38" w:rsidP="00A53E17">
            <w:r w:rsidRPr="005A3EB4">
              <w:rPr>
                <w:rFonts w:eastAsia="Times New Roman" w:cstheme="minorHAnsi"/>
                <w:sz w:val="24"/>
                <w:szCs w:val="24"/>
              </w:rPr>
              <w:object w:dxaOrig="225" w:dyaOrig="225" w14:anchorId="3CA6A3D1">
                <v:shape id="_x0000_i1237" type="#_x0000_t75" style="width:211.4pt;height:17.85pt" o:ole="">
                  <v:imagedata r:id="rId34" o:title=""/>
                </v:shape>
                <w:control r:id="rId37" w:name="TextBox34311111" w:shapeid="_x0000_i1237"/>
              </w:object>
            </w:r>
          </w:p>
          <w:p w14:paraId="54407762" w14:textId="77777777" w:rsidR="00383C38" w:rsidRPr="005A3EB4" w:rsidRDefault="00383C38" w:rsidP="00A53E17"/>
        </w:tc>
        <w:tc>
          <w:tcPr>
            <w:tcW w:w="4661" w:type="dxa"/>
            <w:shd w:val="clear" w:color="auto" w:fill="auto"/>
          </w:tcPr>
          <w:p w14:paraId="4830C74A" w14:textId="77777777" w:rsidR="00383C38" w:rsidRPr="005A3EB4" w:rsidRDefault="00383C38" w:rsidP="00A53E17">
            <w:r w:rsidRPr="005A3EB4">
              <w:t>Mobile</w:t>
            </w:r>
            <w:r>
              <w:t xml:space="preserve"> </w:t>
            </w:r>
            <w:r w:rsidRPr="00977C1E">
              <w:rPr>
                <w:b/>
                <w:color w:val="FF0000"/>
                <w:sz w:val="28"/>
                <w:szCs w:val="28"/>
              </w:rPr>
              <w:t>*</w:t>
            </w:r>
          </w:p>
          <w:p w14:paraId="125A2FD0" w14:textId="5B42408F" w:rsidR="00383C38" w:rsidRPr="005A3EB4" w:rsidRDefault="00383C38" w:rsidP="00A53E17">
            <w:r w:rsidRPr="005A3EB4">
              <w:rPr>
                <w:rFonts w:eastAsia="Times New Roman" w:cstheme="minorHAnsi"/>
                <w:sz w:val="24"/>
                <w:szCs w:val="24"/>
              </w:rPr>
              <w:object w:dxaOrig="225" w:dyaOrig="225" w14:anchorId="5FE75547">
                <v:shape id="_x0000_i1239" type="#_x0000_t75" style="width:211.4pt;height:17.85pt" o:ole="">
                  <v:imagedata r:id="rId34" o:title=""/>
                </v:shape>
                <w:control r:id="rId38" w:name="TextBox34311112" w:shapeid="_x0000_i1239"/>
              </w:object>
            </w:r>
          </w:p>
          <w:p w14:paraId="28E8EE72" w14:textId="77777777" w:rsidR="00383C38" w:rsidRPr="005A3EB4" w:rsidRDefault="00383C38" w:rsidP="00A53E17"/>
        </w:tc>
      </w:tr>
      <w:tr w:rsidR="00383C38" w:rsidRPr="005A3EB4" w14:paraId="021EA6A0" w14:textId="77777777" w:rsidTr="00A53E17">
        <w:tc>
          <w:tcPr>
            <w:tcW w:w="4662" w:type="dxa"/>
            <w:shd w:val="clear" w:color="auto" w:fill="auto"/>
          </w:tcPr>
          <w:p w14:paraId="09AE1DFA" w14:textId="77777777" w:rsidR="00383C38" w:rsidRPr="005A3EB4" w:rsidRDefault="00383C38" w:rsidP="00A53E17">
            <w:r w:rsidRPr="005A3EB4">
              <w:t>Email</w:t>
            </w:r>
            <w:r>
              <w:t xml:space="preserve"> </w:t>
            </w:r>
            <w:r w:rsidRPr="00977C1E">
              <w:rPr>
                <w:b/>
                <w:color w:val="FF0000"/>
                <w:sz w:val="28"/>
                <w:szCs w:val="28"/>
              </w:rPr>
              <w:t>*</w:t>
            </w:r>
          </w:p>
          <w:p w14:paraId="77C0BC0F" w14:textId="5AD4F736" w:rsidR="00383C38" w:rsidRPr="005A3EB4" w:rsidRDefault="00383C38" w:rsidP="00A53E17">
            <w:r w:rsidRPr="005A3EB4">
              <w:rPr>
                <w:rFonts w:eastAsia="Times New Roman" w:cstheme="minorHAnsi"/>
                <w:sz w:val="24"/>
                <w:szCs w:val="24"/>
              </w:rPr>
              <w:object w:dxaOrig="225" w:dyaOrig="225" w14:anchorId="48BF6227">
                <v:shape id="_x0000_i1241" type="#_x0000_t75" style="width:211.4pt;height:17.85pt" o:ole="">
                  <v:imagedata r:id="rId34" o:title=""/>
                </v:shape>
                <w:control r:id="rId39" w:name="TextBox34411311" w:shapeid="_x0000_i1241"/>
              </w:object>
            </w:r>
          </w:p>
          <w:p w14:paraId="37FB8D27" w14:textId="77777777" w:rsidR="00383C38" w:rsidRPr="005A3EB4" w:rsidRDefault="00383C38" w:rsidP="00A53E17"/>
        </w:tc>
        <w:tc>
          <w:tcPr>
            <w:tcW w:w="4661" w:type="dxa"/>
            <w:shd w:val="clear" w:color="auto" w:fill="auto"/>
          </w:tcPr>
          <w:p w14:paraId="4862D4D4" w14:textId="77777777" w:rsidR="00383C38" w:rsidRPr="005A3EB4" w:rsidRDefault="00383C38" w:rsidP="00A53E17">
            <w:r w:rsidRPr="005A3EB4">
              <w:t>Email</w:t>
            </w:r>
            <w:r>
              <w:t xml:space="preserve"> </w:t>
            </w:r>
            <w:r w:rsidRPr="00977C1E">
              <w:rPr>
                <w:b/>
                <w:color w:val="FF0000"/>
                <w:sz w:val="28"/>
                <w:szCs w:val="28"/>
              </w:rPr>
              <w:t>*</w:t>
            </w:r>
          </w:p>
          <w:p w14:paraId="128BA3AF" w14:textId="12579BA4" w:rsidR="00383C38" w:rsidRPr="005A3EB4" w:rsidRDefault="00383C38" w:rsidP="00A53E17">
            <w:r w:rsidRPr="005A3EB4">
              <w:rPr>
                <w:rFonts w:eastAsia="Times New Roman" w:cstheme="minorHAnsi"/>
                <w:sz w:val="24"/>
                <w:szCs w:val="24"/>
              </w:rPr>
              <w:object w:dxaOrig="225" w:dyaOrig="225" w14:anchorId="71255871">
                <v:shape id="_x0000_i1243" type="#_x0000_t75" style="width:211.4pt;height:17.85pt" o:ole="">
                  <v:imagedata r:id="rId34" o:title=""/>
                </v:shape>
                <w:control r:id="rId40" w:name="TextBox34411312" w:shapeid="_x0000_i1243"/>
              </w:object>
            </w:r>
          </w:p>
          <w:p w14:paraId="12131BD0" w14:textId="77777777" w:rsidR="00383C38" w:rsidRPr="005A3EB4" w:rsidRDefault="00383C38" w:rsidP="00A53E17"/>
        </w:tc>
      </w:tr>
      <w:tr w:rsidR="00383C38" w:rsidRPr="005A3EB4" w14:paraId="0F9CC87E" w14:textId="77777777" w:rsidTr="00A53E17">
        <w:tc>
          <w:tcPr>
            <w:tcW w:w="4662" w:type="dxa"/>
            <w:shd w:val="clear" w:color="auto" w:fill="auto"/>
          </w:tcPr>
          <w:p w14:paraId="6CEAF41B" w14:textId="77777777" w:rsidR="00383C38" w:rsidRPr="005A3EB4" w:rsidRDefault="00383C38" w:rsidP="00A53E17">
            <w:r w:rsidRPr="005A3EB4">
              <w:t>Address</w:t>
            </w:r>
          </w:p>
          <w:p w14:paraId="0CA3A18E" w14:textId="21D6C775" w:rsidR="00383C38" w:rsidRPr="005A3EB4" w:rsidRDefault="00383C38" w:rsidP="00A53E17">
            <w:r w:rsidRPr="005A3EB4">
              <w:rPr>
                <w:rFonts w:eastAsia="Times New Roman" w:cstheme="minorHAnsi"/>
                <w:sz w:val="24"/>
                <w:szCs w:val="24"/>
              </w:rPr>
              <w:object w:dxaOrig="225" w:dyaOrig="225" w14:anchorId="40BEE4EE">
                <v:shape id="_x0000_i1245" type="#_x0000_t75" style="width:211.4pt;height:17.85pt" o:ole="">
                  <v:imagedata r:id="rId34" o:title=""/>
                </v:shape>
                <w:control r:id="rId41" w:name="TextBox3441112111" w:shapeid="_x0000_i1245"/>
              </w:object>
            </w:r>
          </w:p>
          <w:p w14:paraId="7C7984CC" w14:textId="77777777" w:rsidR="00383C38" w:rsidRPr="005A3EB4" w:rsidRDefault="00383C38" w:rsidP="00A53E17"/>
        </w:tc>
        <w:tc>
          <w:tcPr>
            <w:tcW w:w="4661" w:type="dxa"/>
            <w:shd w:val="clear" w:color="auto" w:fill="auto"/>
          </w:tcPr>
          <w:p w14:paraId="5CE8797F" w14:textId="77777777" w:rsidR="00383C38" w:rsidRPr="005A3EB4" w:rsidRDefault="00383C38" w:rsidP="00A53E17">
            <w:r w:rsidRPr="005A3EB4">
              <w:t>Address</w:t>
            </w:r>
          </w:p>
          <w:p w14:paraId="5D89F2D9" w14:textId="150A6670" w:rsidR="00383C38" w:rsidRPr="005A3EB4" w:rsidRDefault="00383C38" w:rsidP="00A53E17">
            <w:r w:rsidRPr="005A3EB4">
              <w:rPr>
                <w:rFonts w:eastAsia="Times New Roman" w:cstheme="minorHAnsi"/>
                <w:sz w:val="24"/>
                <w:szCs w:val="24"/>
              </w:rPr>
              <w:object w:dxaOrig="225" w:dyaOrig="225" w14:anchorId="76615E4B">
                <v:shape id="_x0000_i1247" type="#_x0000_t75" style="width:211.4pt;height:17.85pt" o:ole="">
                  <v:imagedata r:id="rId34" o:title=""/>
                </v:shape>
                <w:control r:id="rId42" w:name="TextBox3441112112" w:shapeid="_x0000_i1247"/>
              </w:object>
            </w:r>
          </w:p>
          <w:p w14:paraId="10365663" w14:textId="77777777" w:rsidR="00383C38" w:rsidRPr="005A3EB4" w:rsidRDefault="00383C38" w:rsidP="00A53E17"/>
        </w:tc>
      </w:tr>
      <w:tr w:rsidR="00383C38" w:rsidRPr="005A3EB4" w14:paraId="5DFA477D" w14:textId="77777777" w:rsidTr="00A53E17">
        <w:tc>
          <w:tcPr>
            <w:tcW w:w="4662" w:type="dxa"/>
            <w:shd w:val="clear" w:color="auto" w:fill="auto"/>
          </w:tcPr>
          <w:p w14:paraId="0CC449EA" w14:textId="77777777" w:rsidR="00383C38" w:rsidRPr="005A3EB4" w:rsidRDefault="00383C38" w:rsidP="00A53E17">
            <w:r w:rsidRPr="005A3EB4">
              <w:t>Suburb</w:t>
            </w:r>
          </w:p>
          <w:p w14:paraId="61545C10" w14:textId="5F4E017B" w:rsidR="00383C38" w:rsidRPr="005A3EB4" w:rsidRDefault="00383C38" w:rsidP="00A53E17">
            <w:r w:rsidRPr="005A3EB4">
              <w:rPr>
                <w:rFonts w:eastAsia="Times New Roman" w:cstheme="minorHAnsi"/>
                <w:sz w:val="24"/>
                <w:szCs w:val="24"/>
              </w:rPr>
              <w:object w:dxaOrig="225" w:dyaOrig="225" w14:anchorId="106B494D">
                <v:shape id="_x0000_i1249" type="#_x0000_t75" style="width:211.4pt;height:17.85pt" o:ole="">
                  <v:imagedata r:id="rId34" o:title=""/>
                </v:shape>
                <w:control r:id="rId43" w:name="TextBox3441113211" w:shapeid="_x0000_i1249"/>
              </w:object>
            </w:r>
          </w:p>
          <w:p w14:paraId="7C5CCBA4" w14:textId="77777777" w:rsidR="00383C38" w:rsidRPr="005A3EB4" w:rsidRDefault="00383C38" w:rsidP="00A53E17"/>
        </w:tc>
        <w:tc>
          <w:tcPr>
            <w:tcW w:w="4661" w:type="dxa"/>
            <w:shd w:val="clear" w:color="auto" w:fill="auto"/>
          </w:tcPr>
          <w:p w14:paraId="0EFD601F" w14:textId="77777777" w:rsidR="00383C38" w:rsidRPr="005A3EB4" w:rsidRDefault="00383C38" w:rsidP="00A53E17">
            <w:r w:rsidRPr="005A3EB4">
              <w:t>Suburb</w:t>
            </w:r>
          </w:p>
          <w:p w14:paraId="295D3D62" w14:textId="79703673" w:rsidR="00383C38" w:rsidRPr="005A3EB4" w:rsidRDefault="00383C38" w:rsidP="00A53E17">
            <w:r w:rsidRPr="005A3EB4">
              <w:rPr>
                <w:rFonts w:eastAsia="Times New Roman" w:cstheme="minorHAnsi"/>
                <w:sz w:val="24"/>
                <w:szCs w:val="24"/>
              </w:rPr>
              <w:object w:dxaOrig="225" w:dyaOrig="225" w14:anchorId="7EE7D1BB">
                <v:shape id="_x0000_i1251" type="#_x0000_t75" style="width:211.4pt;height:17.85pt" o:ole="">
                  <v:imagedata r:id="rId34" o:title=""/>
                </v:shape>
                <w:control r:id="rId44" w:name="TextBox3441113212" w:shapeid="_x0000_i1251"/>
              </w:object>
            </w:r>
          </w:p>
          <w:p w14:paraId="7908B450" w14:textId="77777777" w:rsidR="00383C38" w:rsidRPr="005A3EB4" w:rsidRDefault="00383C38" w:rsidP="00A53E17"/>
        </w:tc>
      </w:tr>
      <w:tr w:rsidR="00383C38" w:rsidRPr="005A3EB4" w14:paraId="77828696" w14:textId="77777777" w:rsidTr="00A53E17">
        <w:tc>
          <w:tcPr>
            <w:tcW w:w="4662" w:type="dxa"/>
            <w:shd w:val="clear" w:color="auto" w:fill="auto"/>
          </w:tcPr>
          <w:p w14:paraId="65956BF0" w14:textId="77777777" w:rsidR="00383C38" w:rsidRPr="005A3EB4" w:rsidRDefault="00383C38" w:rsidP="00A53E17">
            <w:r w:rsidRPr="005A3EB4">
              <w:t>Post code</w:t>
            </w:r>
          </w:p>
          <w:p w14:paraId="305AB4C0" w14:textId="16207E1F" w:rsidR="00383C38" w:rsidRPr="005A3EB4" w:rsidRDefault="00383C38" w:rsidP="00A53E17">
            <w:r w:rsidRPr="005A3EB4">
              <w:rPr>
                <w:rFonts w:eastAsia="Times New Roman" w:cstheme="minorHAnsi"/>
                <w:sz w:val="24"/>
                <w:szCs w:val="24"/>
              </w:rPr>
              <w:object w:dxaOrig="225" w:dyaOrig="225" w14:anchorId="1E65ED12">
                <v:shape id="_x0000_i1253" type="#_x0000_t75" style="width:49.55pt;height:17.85pt" o:ole="">
                  <v:imagedata r:id="rId45" o:title=""/>
                </v:shape>
                <w:control r:id="rId46" w:name="TextBox34411111111" w:shapeid="_x0000_i1253"/>
              </w:object>
            </w:r>
          </w:p>
          <w:p w14:paraId="22D4E612" w14:textId="77777777" w:rsidR="00383C38" w:rsidRPr="005A3EB4" w:rsidRDefault="00383C38" w:rsidP="00A53E17"/>
        </w:tc>
        <w:tc>
          <w:tcPr>
            <w:tcW w:w="4661" w:type="dxa"/>
            <w:shd w:val="clear" w:color="auto" w:fill="auto"/>
          </w:tcPr>
          <w:p w14:paraId="5C8AFC7B" w14:textId="77777777" w:rsidR="00383C38" w:rsidRPr="005A3EB4" w:rsidRDefault="00383C38" w:rsidP="00A53E17">
            <w:r w:rsidRPr="005A3EB4">
              <w:t>Post code</w:t>
            </w:r>
          </w:p>
          <w:p w14:paraId="5B04E083" w14:textId="6ED4E525" w:rsidR="00383C38" w:rsidRPr="005A3EB4" w:rsidRDefault="00383C38" w:rsidP="00A53E17">
            <w:r w:rsidRPr="005A3EB4">
              <w:rPr>
                <w:rFonts w:eastAsia="Times New Roman" w:cstheme="minorHAnsi"/>
                <w:sz w:val="24"/>
                <w:szCs w:val="24"/>
              </w:rPr>
              <w:object w:dxaOrig="225" w:dyaOrig="225" w14:anchorId="47448203">
                <v:shape id="_x0000_i1255" type="#_x0000_t75" style="width:49.55pt;height:17.85pt" o:ole="">
                  <v:imagedata r:id="rId45" o:title=""/>
                </v:shape>
                <w:control r:id="rId47" w:name="TextBox34411111112" w:shapeid="_x0000_i1255"/>
              </w:object>
            </w:r>
          </w:p>
          <w:p w14:paraId="6525D5A8" w14:textId="77777777" w:rsidR="00383C38" w:rsidRPr="005A3EB4" w:rsidRDefault="00383C38" w:rsidP="00A53E17"/>
        </w:tc>
      </w:tr>
      <w:tr w:rsidR="00383C38" w:rsidRPr="005A3EB4" w14:paraId="434B763F" w14:textId="77777777" w:rsidTr="00A53E17">
        <w:tc>
          <w:tcPr>
            <w:tcW w:w="4662" w:type="dxa"/>
            <w:shd w:val="clear" w:color="auto" w:fill="auto"/>
          </w:tcPr>
          <w:p w14:paraId="657232A8" w14:textId="77777777" w:rsidR="00383C38" w:rsidRPr="005A3EB4" w:rsidRDefault="00383C38" w:rsidP="00A53E17">
            <w:r w:rsidRPr="005A3EB4">
              <w:t>State</w:t>
            </w:r>
          </w:p>
          <w:p w14:paraId="690E5522" w14:textId="54DB873F" w:rsidR="00383C38" w:rsidRPr="00E83B48" w:rsidRDefault="00383C38" w:rsidP="00A53E17">
            <w:r w:rsidRPr="005A3EB4">
              <w:rPr>
                <w:rFonts w:eastAsia="Times New Roman" w:cstheme="minorHAnsi"/>
                <w:sz w:val="24"/>
                <w:szCs w:val="24"/>
              </w:rPr>
              <w:object w:dxaOrig="225" w:dyaOrig="225" w14:anchorId="2A3C88F4">
                <v:shape id="_x0000_i1257" type="#_x0000_t75" style="width:211.4pt;height:17.85pt" o:ole="">
                  <v:imagedata r:id="rId34" o:title=""/>
                </v:shape>
                <w:control r:id="rId48" w:name="TextBox344111511" w:shapeid="_x0000_i1257"/>
              </w:object>
            </w:r>
          </w:p>
          <w:p w14:paraId="65E4EE16" w14:textId="77777777" w:rsidR="00383C38" w:rsidRPr="005A3EB4" w:rsidRDefault="00383C38" w:rsidP="00A53E17"/>
        </w:tc>
        <w:tc>
          <w:tcPr>
            <w:tcW w:w="4661" w:type="dxa"/>
            <w:shd w:val="clear" w:color="auto" w:fill="auto"/>
          </w:tcPr>
          <w:p w14:paraId="1A8EC20C" w14:textId="77777777" w:rsidR="00383C38" w:rsidRPr="005A3EB4" w:rsidRDefault="00383C38" w:rsidP="00A53E17">
            <w:r w:rsidRPr="005A3EB4">
              <w:t>State</w:t>
            </w:r>
          </w:p>
          <w:p w14:paraId="71B70A18" w14:textId="1CFE1D12" w:rsidR="00383C38" w:rsidRPr="00E83B48" w:rsidRDefault="00383C38" w:rsidP="00A53E17">
            <w:r w:rsidRPr="005A3EB4">
              <w:rPr>
                <w:rFonts w:eastAsia="Times New Roman" w:cstheme="minorHAnsi"/>
                <w:sz w:val="24"/>
                <w:szCs w:val="24"/>
              </w:rPr>
              <w:object w:dxaOrig="225" w:dyaOrig="225" w14:anchorId="6F5EC6A3">
                <v:shape id="_x0000_i1259" type="#_x0000_t75" style="width:211.4pt;height:17.85pt" o:ole="">
                  <v:imagedata r:id="rId34" o:title=""/>
                </v:shape>
                <w:control r:id="rId49" w:name="TextBox344111512" w:shapeid="_x0000_i1259"/>
              </w:object>
            </w:r>
          </w:p>
          <w:p w14:paraId="160B1C5A" w14:textId="77777777" w:rsidR="00383C38" w:rsidRPr="005A3EB4" w:rsidRDefault="00383C38" w:rsidP="00A53E17"/>
        </w:tc>
      </w:tr>
    </w:tbl>
    <w:p w14:paraId="5798595F" w14:textId="77777777" w:rsidR="00383C38" w:rsidRPr="00F15B95" w:rsidRDefault="00383C38" w:rsidP="0008019D">
      <w:pPr>
        <w:pStyle w:val="BodyText"/>
        <w:spacing w:before="240"/>
        <w:rPr>
          <w:b/>
          <w:bCs/>
        </w:rPr>
      </w:pPr>
      <w:r w:rsidRPr="00F15B95">
        <w:rPr>
          <w:b/>
          <w:bCs/>
        </w:rPr>
        <w:t>Product Support Contact Details</w:t>
      </w:r>
    </w:p>
    <w:tbl>
      <w:tblPr>
        <w:tblStyle w:val="TableGrid"/>
        <w:tblW w:w="9356"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977"/>
        <w:gridCol w:w="3969"/>
        <w:gridCol w:w="2410"/>
      </w:tblGrid>
      <w:tr w:rsidR="00383C38" w:rsidRPr="00987712" w14:paraId="6A526B9A" w14:textId="77777777" w:rsidTr="00A53E17">
        <w:trPr>
          <w:trHeight w:val="543"/>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96F07"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Customer Support Channel</w:t>
            </w:r>
          </w:p>
          <w:p w14:paraId="21150708"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(Select all that apply)</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BB8D2E"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Support Details</w:t>
            </w:r>
          </w:p>
          <w:p w14:paraId="3C23FE4B"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contact number, email address, web address)</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DF6241" w14:textId="77777777" w:rsidR="00383C38" w:rsidRPr="00993F6B" w:rsidRDefault="00383C38" w:rsidP="00A53E17">
            <w:pPr>
              <w:pStyle w:val="ListParagraph"/>
              <w:spacing w:line="240" w:lineRule="auto"/>
              <w:ind w:left="0"/>
              <w:rPr>
                <w:rFonts w:ascii="Calibri" w:hAnsi="Calibri" w:cs="Calibri"/>
                <w:b/>
                <w:sz w:val="22"/>
              </w:rPr>
            </w:pPr>
            <w:r w:rsidRPr="00993F6B">
              <w:rPr>
                <w:rFonts w:ascii="Calibri" w:hAnsi="Calibri" w:cs="Calibri"/>
                <w:b/>
                <w:sz w:val="22"/>
              </w:rPr>
              <w:t>Hours of Support</w:t>
            </w:r>
          </w:p>
          <w:p w14:paraId="53C93DBD" w14:textId="77777777" w:rsidR="00383C38" w:rsidRPr="00993F6B" w:rsidRDefault="00383C38" w:rsidP="00A53E17">
            <w:pPr>
              <w:pStyle w:val="ListParagraph"/>
              <w:spacing w:after="0" w:line="240" w:lineRule="auto"/>
              <w:ind w:left="0"/>
              <w:rPr>
                <w:rFonts w:ascii="Calibri" w:hAnsi="Calibri" w:cs="Calibri"/>
                <w:i/>
                <w:sz w:val="22"/>
              </w:rPr>
            </w:pPr>
            <w:r w:rsidRPr="00993F6B">
              <w:rPr>
                <w:rFonts w:ascii="Calibri" w:hAnsi="Calibri" w:cs="Calibri"/>
                <w:i/>
                <w:sz w:val="22"/>
              </w:rPr>
              <w:t>(e.g. 24 hours, 9:00 – 17:00 AEST)</w:t>
            </w:r>
          </w:p>
        </w:tc>
      </w:tr>
      <w:tr w:rsidR="00383C38" w:rsidRPr="00987712" w14:paraId="214ACA21" w14:textId="77777777" w:rsidTr="00A53E17">
        <w:trPr>
          <w:trHeight w:val="341"/>
        </w:trPr>
        <w:tc>
          <w:tcPr>
            <w:tcW w:w="2977" w:type="dxa"/>
            <w:tcBorders>
              <w:top w:val="single" w:sz="4" w:space="0" w:color="auto"/>
              <w:left w:val="single" w:sz="4" w:space="0" w:color="auto"/>
              <w:bottom w:val="single" w:sz="4" w:space="0" w:color="auto"/>
              <w:right w:val="single" w:sz="4" w:space="0" w:color="auto"/>
            </w:tcBorders>
          </w:tcPr>
          <w:p w14:paraId="76F6DB05" w14:textId="77777777" w:rsidR="00383C38" w:rsidRPr="00993F6B" w:rsidRDefault="001F43A0" w:rsidP="00A53E17">
            <w:pPr>
              <w:pStyle w:val="ListParagraph"/>
              <w:ind w:left="0"/>
              <w:rPr>
                <w:rFonts w:ascii="Calibri" w:hAnsi="Calibri" w:cs="Calibri"/>
                <w:sz w:val="22"/>
              </w:rPr>
            </w:pPr>
            <w:sdt>
              <w:sdtPr>
                <w:rPr>
                  <w:rFonts w:ascii="Calibri" w:hAnsi="Calibri" w:cs="Calibri"/>
                  <w:color w:val="000000" w:themeColor="text1"/>
                  <w:sz w:val="22"/>
                </w:rPr>
                <w:id w:val="-1356423265"/>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Contact help desk</w:t>
            </w:r>
          </w:p>
        </w:tc>
        <w:tc>
          <w:tcPr>
            <w:tcW w:w="3969" w:type="dxa"/>
            <w:tcBorders>
              <w:top w:val="single" w:sz="4" w:space="0" w:color="auto"/>
              <w:left w:val="single" w:sz="4" w:space="0" w:color="auto"/>
              <w:bottom w:val="single" w:sz="4" w:space="0" w:color="auto"/>
              <w:right w:val="single" w:sz="4" w:space="0" w:color="auto"/>
            </w:tcBorders>
          </w:tcPr>
          <w:p w14:paraId="773D341E"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020552EC" w14:textId="77777777" w:rsidR="00383C38" w:rsidRPr="00987712" w:rsidRDefault="00383C38" w:rsidP="00A53E17">
            <w:pPr>
              <w:pStyle w:val="ListParagraph"/>
              <w:ind w:left="-32"/>
              <w:rPr>
                <w:rFonts w:asciiTheme="minorHAnsi" w:hAnsiTheme="minorHAnsi" w:cs="Arial"/>
                <w:szCs w:val="20"/>
              </w:rPr>
            </w:pPr>
          </w:p>
        </w:tc>
      </w:tr>
      <w:tr w:rsidR="00383C38" w:rsidRPr="00987712" w14:paraId="55952C16" w14:textId="77777777" w:rsidTr="00A53E17">
        <w:trPr>
          <w:trHeight w:val="277"/>
        </w:trPr>
        <w:tc>
          <w:tcPr>
            <w:tcW w:w="2977" w:type="dxa"/>
            <w:tcBorders>
              <w:top w:val="single" w:sz="4" w:space="0" w:color="auto"/>
              <w:left w:val="single" w:sz="4" w:space="0" w:color="auto"/>
              <w:bottom w:val="single" w:sz="4" w:space="0" w:color="auto"/>
              <w:right w:val="single" w:sz="4" w:space="0" w:color="auto"/>
            </w:tcBorders>
          </w:tcPr>
          <w:p w14:paraId="4D3915C7" w14:textId="77777777" w:rsidR="00383C38" w:rsidRPr="00993F6B" w:rsidRDefault="001F43A0" w:rsidP="00A53E17">
            <w:pPr>
              <w:pStyle w:val="ListParagraph"/>
              <w:ind w:left="0"/>
              <w:rPr>
                <w:rFonts w:ascii="Calibri" w:hAnsi="Calibri" w:cs="Calibri"/>
                <w:color w:val="000000" w:themeColor="text1"/>
                <w:sz w:val="22"/>
              </w:rPr>
            </w:pPr>
            <w:sdt>
              <w:sdtPr>
                <w:rPr>
                  <w:rFonts w:ascii="Calibri" w:hAnsi="Calibri" w:cs="Calibri"/>
                  <w:color w:val="000000" w:themeColor="text1"/>
                  <w:sz w:val="22"/>
                </w:rPr>
                <w:id w:val="173070406"/>
                <w14:checkbox>
                  <w14:checked w14:val="0"/>
                  <w14:checkedState w14:val="2612" w14:font="Tahoma"/>
                  <w14:uncheckedState w14:val="2610" w14:font="Tahoma"/>
                </w14:checkbox>
              </w:sdtPr>
              <w:sdtEndPr/>
              <w:sdtContent>
                <w:r w:rsidR="00383C38" w:rsidRPr="00993F6B">
                  <w:rPr>
                    <w:rFonts w:ascii="Segoe UI Symbol" w:hAnsi="Segoe UI Symbol" w:cs="Segoe UI Symbol"/>
                    <w:color w:val="000000" w:themeColor="text1"/>
                    <w:sz w:val="22"/>
                  </w:rPr>
                  <w:t>☐</w:t>
                </w:r>
              </w:sdtContent>
            </w:sdt>
            <w:r w:rsidR="00383C38" w:rsidRPr="00993F6B">
              <w:rPr>
                <w:rFonts w:ascii="Calibri" w:hAnsi="Calibri" w:cs="Calibri"/>
                <w:sz w:val="22"/>
              </w:rPr>
              <w:t xml:space="preserve">  Email</w:t>
            </w:r>
          </w:p>
        </w:tc>
        <w:tc>
          <w:tcPr>
            <w:tcW w:w="3969" w:type="dxa"/>
            <w:tcBorders>
              <w:top w:val="single" w:sz="4" w:space="0" w:color="auto"/>
              <w:left w:val="single" w:sz="4" w:space="0" w:color="auto"/>
              <w:bottom w:val="single" w:sz="4" w:space="0" w:color="auto"/>
              <w:right w:val="single" w:sz="4" w:space="0" w:color="auto"/>
            </w:tcBorders>
          </w:tcPr>
          <w:p w14:paraId="22055035" w14:textId="77777777" w:rsidR="00383C38" w:rsidRPr="00993F6B" w:rsidRDefault="00383C38" w:rsidP="00A53E17">
            <w:pPr>
              <w:pStyle w:val="ListParagraph"/>
              <w:ind w:left="0"/>
              <w:rPr>
                <w:rFonts w:ascii="Calibri" w:hAnsi="Calibri" w:cs="Calibri"/>
                <w:sz w:val="22"/>
              </w:rPr>
            </w:pPr>
          </w:p>
        </w:tc>
        <w:tc>
          <w:tcPr>
            <w:tcW w:w="2410" w:type="dxa"/>
            <w:tcBorders>
              <w:top w:val="single" w:sz="4" w:space="0" w:color="auto"/>
              <w:left w:val="single" w:sz="4" w:space="0" w:color="auto"/>
              <w:bottom w:val="single" w:sz="4" w:space="0" w:color="auto"/>
              <w:right w:val="single" w:sz="4" w:space="0" w:color="auto"/>
            </w:tcBorders>
          </w:tcPr>
          <w:p w14:paraId="40E2BDB9" w14:textId="77777777" w:rsidR="00383C38" w:rsidRPr="00987712" w:rsidRDefault="00383C38" w:rsidP="00A53E17">
            <w:pPr>
              <w:pStyle w:val="ListParagraph"/>
              <w:ind w:left="-32"/>
              <w:rPr>
                <w:rFonts w:asciiTheme="minorHAnsi" w:hAnsiTheme="minorHAnsi" w:cs="Arial"/>
                <w:szCs w:val="20"/>
              </w:rPr>
            </w:pPr>
          </w:p>
        </w:tc>
      </w:tr>
    </w:tbl>
    <w:p w14:paraId="56C92594" w14:textId="77777777" w:rsidR="00383C38" w:rsidRPr="00F15B95" w:rsidRDefault="00383C38" w:rsidP="00383C38">
      <w:pPr>
        <w:pStyle w:val="Heading1"/>
        <w:numPr>
          <w:ilvl w:val="0"/>
          <w:numId w:val="26"/>
        </w:numPr>
        <w:spacing w:before="240" w:after="120"/>
        <w:rPr>
          <w:b/>
          <w:bCs w:val="0"/>
          <w:sz w:val="24"/>
          <w:szCs w:val="24"/>
        </w:rPr>
      </w:pPr>
      <w:r w:rsidRPr="00F15B95">
        <w:rPr>
          <w:b/>
          <w:bCs w:val="0"/>
          <w:sz w:val="24"/>
          <w:szCs w:val="24"/>
        </w:rPr>
        <w:lastRenderedPageBreak/>
        <w:t>Background and product overview</w:t>
      </w:r>
    </w:p>
    <w:p w14:paraId="2DFFF6FA" w14:textId="77777777" w:rsidR="00383C38" w:rsidRDefault="00383C38" w:rsidP="0008019D">
      <w:pPr>
        <w:pStyle w:val="BodyText"/>
      </w:pPr>
      <w:r>
        <w:t>Have you started development?</w:t>
      </w:r>
    </w:p>
    <w:p w14:paraId="4FB290EA" w14:textId="2D051D22" w:rsidR="00383C38" w:rsidRPr="002D2F2A" w:rsidRDefault="00383C38" w:rsidP="00383C38">
      <w:r w:rsidRPr="002D2F2A">
        <w:rPr>
          <w:rFonts w:eastAsia="Times New Roman" w:cstheme="minorHAnsi"/>
          <w:sz w:val="24"/>
          <w:szCs w:val="24"/>
        </w:rPr>
        <w:object w:dxaOrig="225" w:dyaOrig="225" w14:anchorId="4DBEEFF7">
          <v:shape id="_x0000_i1558" type="#_x0000_t75" style="width:43.8pt;height:17.3pt" o:ole="">
            <v:imagedata r:id="rId50" o:title=""/>
          </v:shape>
          <w:control r:id="rId51" w:name="CheckBox17112211111221" w:shapeid="_x0000_i1558"/>
        </w:object>
      </w:r>
      <w:r w:rsidRPr="002D2F2A">
        <w:t xml:space="preserve">  or        </w:t>
      </w:r>
      <w:r w:rsidRPr="002D2F2A">
        <w:rPr>
          <w:rFonts w:eastAsia="Times New Roman" w:cstheme="minorHAnsi"/>
          <w:sz w:val="24"/>
          <w:szCs w:val="24"/>
        </w:rPr>
        <w:object w:dxaOrig="225" w:dyaOrig="225" w14:anchorId="3108B5D1">
          <v:shape id="_x0000_i1263" type="#_x0000_t75" style="width:43.8pt;height:17.3pt" o:ole="">
            <v:imagedata r:id="rId52" o:title=""/>
          </v:shape>
          <w:control r:id="rId53" w:name="CheckBox171122111111121" w:shapeid="_x0000_i1263"/>
        </w:object>
      </w:r>
    </w:p>
    <w:p w14:paraId="6DF73DF8" w14:textId="77777777" w:rsidR="00383C38" w:rsidRDefault="00383C38" w:rsidP="0008019D">
      <w:pPr>
        <w:pStyle w:val="BodyText"/>
      </w:pPr>
      <w:r>
        <w:t>Who i</w:t>
      </w:r>
      <w:r w:rsidRPr="001B49D8">
        <w:t xml:space="preserve">s the </w:t>
      </w:r>
      <w:r>
        <w:t xml:space="preserve">target of the </w:t>
      </w:r>
      <w:r w:rsidRPr="001B49D8">
        <w:t>My Health Record functiona</w:t>
      </w:r>
      <w:r>
        <w:t>lity in your product</w:t>
      </w:r>
      <w:r w:rsidRPr="001B49D8">
        <w:t>?</w:t>
      </w:r>
    </w:p>
    <w:p w14:paraId="41114C67" w14:textId="21402C35" w:rsidR="00383C38" w:rsidRPr="001F3792" w:rsidRDefault="00383C38" w:rsidP="00383C38">
      <w:r w:rsidRPr="001F3792">
        <w:rPr>
          <w:rFonts w:eastAsia="Times New Roman" w:cstheme="minorHAnsi"/>
          <w:sz w:val="24"/>
          <w:szCs w:val="24"/>
        </w:rPr>
        <w:object w:dxaOrig="225" w:dyaOrig="225" w14:anchorId="3633D9A9">
          <v:shape id="_x0000_i1557" type="#_x0000_t75" style="width:67.4pt;height:17.85pt" o:ole="">
            <v:imagedata r:id="rId54" o:title=""/>
          </v:shape>
          <w:control r:id="rId55" w:name="CheckBox11411121" w:shapeid="_x0000_i1557"/>
        </w:object>
      </w:r>
      <w:r>
        <w:tab/>
      </w:r>
      <w:r>
        <w:tab/>
      </w:r>
      <w:r w:rsidRPr="001F3792">
        <w:rPr>
          <w:rFonts w:eastAsia="Times New Roman" w:cstheme="minorHAnsi"/>
          <w:sz w:val="24"/>
          <w:szCs w:val="24"/>
        </w:rPr>
        <w:object w:dxaOrig="225" w:dyaOrig="225" w14:anchorId="7E31EDD9">
          <v:shape id="_x0000_i1267" type="#_x0000_t75" style="width:57.6pt;height:17.85pt" o:ole="">
            <v:imagedata r:id="rId56" o:title=""/>
          </v:shape>
          <w:control r:id="rId57" w:name="CheckBox11311121" w:shapeid="_x0000_i1267"/>
        </w:object>
      </w:r>
      <w:r>
        <w:tab/>
      </w:r>
      <w:r>
        <w:tab/>
      </w:r>
      <w:r w:rsidRPr="001F3792">
        <w:rPr>
          <w:rFonts w:eastAsia="Times New Roman" w:cstheme="minorHAnsi"/>
          <w:sz w:val="24"/>
          <w:szCs w:val="24"/>
        </w:rPr>
        <w:object w:dxaOrig="225" w:dyaOrig="225" w14:anchorId="5C7EACA5">
          <v:shape id="_x0000_i1269" type="#_x0000_t75" style="width:53pt;height:17.85pt" o:ole="">
            <v:imagedata r:id="rId58" o:title=""/>
          </v:shape>
          <w:control r:id="rId59" w:name="CheckBox16112311" w:shapeid="_x0000_i1269"/>
        </w:object>
      </w:r>
    </w:p>
    <w:p w14:paraId="3756E17A" w14:textId="77777777" w:rsidR="00383C38" w:rsidRDefault="00383C38" w:rsidP="0008019D">
      <w:pPr>
        <w:pStyle w:val="BodyText"/>
      </w:pPr>
      <w:r>
        <w:t>How would you describe your product</w:t>
      </w:r>
      <w:r w:rsidRPr="001B49D8">
        <w:t>?</w:t>
      </w:r>
    </w:p>
    <w:p w14:paraId="1B14D353" w14:textId="2A4C1EFC" w:rsidR="00383C38" w:rsidRPr="001F3792" w:rsidRDefault="00383C38" w:rsidP="00383C38">
      <w:r w:rsidRPr="001F3792">
        <w:rPr>
          <w:rFonts w:eastAsia="Times New Roman" w:cstheme="minorHAnsi"/>
          <w:sz w:val="24"/>
          <w:szCs w:val="24"/>
        </w:rPr>
        <w:object w:dxaOrig="225" w:dyaOrig="225" w14:anchorId="02B217E0">
          <v:shape id="_x0000_i1559" type="#_x0000_t75" style="width:1in;height:17.85pt" o:ole="">
            <v:imagedata r:id="rId60" o:title=""/>
          </v:shape>
          <w:control r:id="rId61" w:name="CheckBox114111211" w:shapeid="_x0000_i1559"/>
        </w:object>
      </w:r>
      <w:r>
        <w:tab/>
      </w:r>
      <w:r>
        <w:tab/>
      </w:r>
      <w:r w:rsidRPr="001F3792">
        <w:rPr>
          <w:rFonts w:eastAsia="Times New Roman" w:cstheme="minorHAnsi"/>
          <w:sz w:val="24"/>
          <w:szCs w:val="24"/>
        </w:rPr>
        <w:object w:dxaOrig="225" w:dyaOrig="225" w14:anchorId="054AAF5D">
          <v:shape id="_x0000_i1273" type="#_x0000_t75" style="width:92.75pt;height:17.85pt" o:ole="">
            <v:imagedata r:id="rId62" o:title=""/>
          </v:shape>
          <w:control r:id="rId63" w:name="CheckBox113111211" w:shapeid="_x0000_i1273"/>
        </w:object>
      </w:r>
      <w:r>
        <w:tab/>
      </w:r>
      <w:r>
        <w:tab/>
      </w:r>
      <w:r w:rsidRPr="001F3792">
        <w:rPr>
          <w:rFonts w:eastAsia="Times New Roman" w:cstheme="minorHAnsi"/>
          <w:sz w:val="24"/>
          <w:szCs w:val="24"/>
        </w:rPr>
        <w:object w:dxaOrig="225" w:dyaOrig="225" w14:anchorId="1D36451A">
          <v:shape id="_x0000_i1275" type="#_x0000_t75" style="width:69.7pt;height:17.85pt" o:ole="">
            <v:imagedata r:id="rId64" o:title=""/>
          </v:shape>
          <w:control r:id="rId65" w:name="CheckBox161123111" w:shapeid="_x0000_i1275"/>
        </w:object>
      </w:r>
      <w:r>
        <w:tab/>
      </w:r>
      <w:r>
        <w:tab/>
      </w:r>
    </w:p>
    <w:p w14:paraId="08FBCE01" w14:textId="4B137932" w:rsidR="00383C38" w:rsidRDefault="00383C38" w:rsidP="00383C38">
      <w:r w:rsidRPr="005A3EB4">
        <w:rPr>
          <w:rFonts w:eastAsia="Times New Roman" w:cstheme="minorHAnsi"/>
          <w:sz w:val="24"/>
          <w:szCs w:val="24"/>
        </w:rPr>
        <w:object w:dxaOrig="225" w:dyaOrig="225" w14:anchorId="4605B766">
          <v:shape id="_x0000_i1277" type="#_x0000_t75" style="width:126.15pt;height:30.55pt" o:ole="">
            <v:imagedata r:id="rId66" o:title=""/>
          </v:shape>
          <w:control r:id="rId67" w:name="CheckBox11951112111" w:shapeid="_x0000_i1277"/>
        </w:object>
      </w:r>
      <w:r w:rsidRPr="001F3792">
        <w:rPr>
          <w:rFonts w:eastAsia="Times New Roman" w:cstheme="minorHAnsi"/>
          <w:sz w:val="24"/>
          <w:szCs w:val="24"/>
        </w:rPr>
        <w:object w:dxaOrig="225" w:dyaOrig="225" w14:anchorId="6459A127">
          <v:shape id="_x0000_i1279" type="#_x0000_t75" style="width:224.05pt;height:20.75pt" o:ole="">
            <v:imagedata r:id="rId68" o:title=""/>
          </v:shape>
          <w:control r:id="rId69" w:name="TextBox21113311211" w:shapeid="_x0000_i1279"/>
        </w:object>
      </w:r>
    </w:p>
    <w:p w14:paraId="7D9F1F5C" w14:textId="499FD9EF" w:rsidR="00383C38" w:rsidRDefault="00383C38" w:rsidP="0008019D">
      <w:pPr>
        <w:pStyle w:val="BodyText"/>
      </w:pPr>
      <w:r>
        <w:t>How would you rate your current understanding of the development requirements for the Healthcare Identifier Service (HI Service) and the My Health Record system</w:t>
      </w:r>
      <w:r w:rsidRPr="001B49D8">
        <w:t>?</w:t>
      </w:r>
    </w:p>
    <w:p w14:paraId="5C8311DE" w14:textId="1834499F" w:rsidR="00383C38" w:rsidRPr="001F3792" w:rsidRDefault="00383C38" w:rsidP="00383C38">
      <w:r w:rsidRPr="001F3792">
        <w:rPr>
          <w:rFonts w:eastAsia="Times New Roman" w:cstheme="minorHAnsi"/>
          <w:sz w:val="24"/>
          <w:szCs w:val="24"/>
        </w:rPr>
        <w:object w:dxaOrig="225" w:dyaOrig="225" w14:anchorId="5D883646">
          <v:shape id="_x0000_i1281" type="#_x0000_t75" style="width:67.4pt;height:17.85pt" o:ole="">
            <v:imagedata r:id="rId70" o:title=""/>
          </v:shape>
          <w:control r:id="rId71" w:name="CheckBox114111212" w:shapeid="_x0000_i1281"/>
        </w:object>
      </w:r>
      <w:r>
        <w:tab/>
      </w:r>
      <w:r>
        <w:tab/>
      </w:r>
      <w:r w:rsidRPr="001F3792">
        <w:rPr>
          <w:rFonts w:eastAsia="Times New Roman" w:cstheme="minorHAnsi"/>
          <w:sz w:val="24"/>
          <w:szCs w:val="24"/>
        </w:rPr>
        <w:object w:dxaOrig="225" w:dyaOrig="225" w14:anchorId="4D9704DA">
          <v:shape id="_x0000_i1283" type="#_x0000_t75" style="width:57.6pt;height:17.85pt" o:ole="">
            <v:imagedata r:id="rId72" o:title=""/>
          </v:shape>
          <w:control r:id="rId73" w:name="CheckBox113111212" w:shapeid="_x0000_i1283"/>
        </w:object>
      </w:r>
      <w:r>
        <w:tab/>
      </w:r>
      <w:r>
        <w:tab/>
      </w:r>
      <w:r w:rsidRPr="001F3792">
        <w:rPr>
          <w:rFonts w:eastAsia="Times New Roman" w:cstheme="minorHAnsi"/>
          <w:sz w:val="24"/>
          <w:szCs w:val="24"/>
        </w:rPr>
        <w:object w:dxaOrig="225" w:dyaOrig="225" w14:anchorId="35A20ED7">
          <v:shape id="_x0000_i1285" type="#_x0000_t75" style="width:53pt;height:17.85pt" o:ole="">
            <v:imagedata r:id="rId74" o:title=""/>
          </v:shape>
          <w:control r:id="rId75" w:name="CheckBox161123112" w:shapeid="_x0000_i1285"/>
        </w:object>
      </w:r>
    </w:p>
    <w:p w14:paraId="6BAF6AB7" w14:textId="77777777" w:rsidR="00383C38" w:rsidRDefault="00383C38" w:rsidP="0008019D">
      <w:pPr>
        <w:pStyle w:val="BodyText"/>
      </w:pPr>
      <w:r w:rsidRPr="00E150C6">
        <w:t>Is there anything else that you believe may be helpful for us to understand about your product?</w:t>
      </w:r>
    </w:p>
    <w:p w14:paraId="439DD2CF" w14:textId="74F1199E" w:rsidR="00383C38" w:rsidRDefault="00383C38" w:rsidP="00383C38">
      <w:pPr>
        <w:rPr>
          <w:rFonts w:eastAsia="Times New Roman" w:cstheme="minorHAnsi"/>
          <w:sz w:val="24"/>
          <w:szCs w:val="24"/>
        </w:rPr>
      </w:pPr>
      <w:r w:rsidRPr="001F3792">
        <w:rPr>
          <w:rFonts w:eastAsia="Times New Roman" w:cstheme="minorHAnsi"/>
          <w:sz w:val="24"/>
          <w:szCs w:val="24"/>
        </w:rPr>
        <w:object w:dxaOrig="225" w:dyaOrig="225" w14:anchorId="25201A4F">
          <v:shape id="_x0000_i1287" type="#_x0000_t75" style="width:224.05pt;height:20.75pt" o:ole="">
            <v:imagedata r:id="rId68" o:title=""/>
          </v:shape>
          <w:control r:id="rId76" w:name="TextBox211133112111" w:shapeid="_x0000_i1287"/>
        </w:object>
      </w:r>
    </w:p>
    <w:p w14:paraId="18AD316F" w14:textId="77777777" w:rsidR="00383C38" w:rsidRPr="00C17F1B" w:rsidRDefault="00383C38" w:rsidP="00383C38">
      <w:pPr>
        <w:pStyle w:val="Heading1"/>
        <w:numPr>
          <w:ilvl w:val="0"/>
          <w:numId w:val="26"/>
        </w:numPr>
        <w:spacing w:before="240" w:after="120"/>
        <w:rPr>
          <w:b/>
          <w:bCs w:val="0"/>
          <w:sz w:val="24"/>
          <w:szCs w:val="24"/>
        </w:rPr>
      </w:pPr>
      <w:r w:rsidRPr="00C17F1B">
        <w:rPr>
          <w:b/>
          <w:bCs w:val="0"/>
          <w:sz w:val="24"/>
          <w:szCs w:val="24"/>
        </w:rPr>
        <w:t xml:space="preserve">Supported web services </w:t>
      </w:r>
      <w:r w:rsidRPr="00C17F1B">
        <w:rPr>
          <w:b/>
          <w:bCs w:val="0"/>
          <w:color w:val="FF0000"/>
          <w:sz w:val="24"/>
          <w:szCs w:val="24"/>
        </w:rPr>
        <w: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4394"/>
      </w:tblGrid>
      <w:tr w:rsidR="00FF7DB5" w:rsidRPr="00FF7DB5" w14:paraId="1C5A7B7B" w14:textId="77777777" w:rsidTr="00FF7DB5">
        <w:trPr>
          <w:trHeight w:val="465"/>
        </w:trPr>
        <w:tc>
          <w:tcPr>
            <w:tcW w:w="9923" w:type="dxa"/>
            <w:gridSpan w:val="2"/>
            <w:shd w:val="clear" w:color="auto" w:fill="F2F2F2" w:themeFill="background1" w:themeFillShade="F2"/>
            <w:vAlign w:val="center"/>
          </w:tcPr>
          <w:p w14:paraId="474E27D2" w14:textId="77777777" w:rsidR="00383C38" w:rsidRPr="00FF7DB5" w:rsidRDefault="00383C38" w:rsidP="00A53E17">
            <w:pPr>
              <w:pStyle w:val="TableHeading"/>
              <w:rPr>
                <w:rFonts w:ascii="Calibri" w:hAnsi="Calibri" w:cs="Calibri"/>
                <w:color w:val="auto"/>
                <w:sz w:val="20"/>
              </w:rPr>
            </w:pPr>
            <w:r w:rsidRPr="00FF7DB5">
              <w:rPr>
                <w:rFonts w:ascii="Calibri" w:hAnsi="Calibri" w:cs="Calibri"/>
                <w:color w:val="auto"/>
              </w:rPr>
              <w:t>Tick the My Health Record web services to be tested</w:t>
            </w:r>
          </w:p>
        </w:tc>
      </w:tr>
      <w:tr w:rsidR="00383C38" w:rsidRPr="001F3792" w14:paraId="7D029C76" w14:textId="77777777" w:rsidTr="00487B57">
        <w:tblPrEx>
          <w:tblCellMar>
            <w:top w:w="28" w:type="dxa"/>
            <w:bottom w:w="28" w:type="dxa"/>
          </w:tblCellMar>
          <w:tblLook w:val="01E0" w:firstRow="1" w:lastRow="1" w:firstColumn="1" w:lastColumn="1" w:noHBand="0" w:noVBand="0"/>
        </w:tblPrEx>
        <w:trPr>
          <w:trHeight w:val="3539"/>
        </w:trPr>
        <w:tc>
          <w:tcPr>
            <w:tcW w:w="5529" w:type="dxa"/>
            <w:shd w:val="clear" w:color="auto" w:fill="auto"/>
          </w:tcPr>
          <w:p w14:paraId="563FEF81" w14:textId="7E2A7ACD" w:rsidR="00383C38" w:rsidRPr="001F3792" w:rsidRDefault="00383C38" w:rsidP="00A53E17">
            <w:r w:rsidRPr="001F3792">
              <w:rPr>
                <w:rFonts w:eastAsia="Times New Roman" w:cstheme="minorHAnsi"/>
                <w:sz w:val="24"/>
                <w:szCs w:val="24"/>
              </w:rPr>
              <w:object w:dxaOrig="225" w:dyaOrig="225" w14:anchorId="5B9E181F">
                <v:shape id="_x0000_i1289" type="#_x0000_t75" style="width:210.25pt;height:22.45pt" o:ole="">
                  <v:imagedata r:id="rId77" o:title=""/>
                </v:shape>
                <w:control r:id="rId78" w:name="CheckBox11951" w:shapeid="_x0000_i1289"/>
              </w:object>
            </w:r>
          </w:p>
          <w:p w14:paraId="6DD40F30" w14:textId="02AE2EB5" w:rsidR="00383C38" w:rsidRPr="00FA0074" w:rsidRDefault="00383C38" w:rsidP="00A53E17">
            <w:r w:rsidRPr="00FA0074">
              <w:rPr>
                <w:rFonts w:eastAsia="Times New Roman" w:cstheme="minorHAnsi"/>
                <w:sz w:val="24"/>
                <w:szCs w:val="24"/>
              </w:rPr>
              <w:object w:dxaOrig="225" w:dyaOrig="225" w14:anchorId="5B104BC8">
                <v:shape id="_x0000_i1291" type="#_x0000_t75" style="width:214.25pt;height:24.75pt" o:ole="">
                  <v:imagedata r:id="rId79" o:title=""/>
                </v:shape>
                <w:control r:id="rId80" w:name="CheckBox11812" w:shapeid="_x0000_i1291"/>
              </w:object>
            </w:r>
          </w:p>
          <w:p w14:paraId="7B5790C8" w14:textId="0503595E" w:rsidR="00383C38" w:rsidRPr="001F3792" w:rsidRDefault="00383C38" w:rsidP="00A53E17">
            <w:r w:rsidRPr="001F3792">
              <w:rPr>
                <w:rFonts w:eastAsia="Times New Roman" w:cstheme="minorHAnsi"/>
                <w:sz w:val="24"/>
                <w:szCs w:val="24"/>
              </w:rPr>
              <w:object w:dxaOrig="225" w:dyaOrig="225" w14:anchorId="1B380E6D">
                <v:shape id="_x0000_i1293" type="#_x0000_t75" style="width:269pt;height:25.35pt" o:ole="">
                  <v:imagedata r:id="rId81" o:title=""/>
                </v:shape>
                <w:control r:id="rId82" w:name="CheckBox110111" w:shapeid="_x0000_i1293"/>
              </w:object>
            </w:r>
            <w:r w:rsidRPr="001F3792">
              <w:rPr>
                <w:rFonts w:eastAsia="Times New Roman" w:cstheme="minorHAnsi"/>
                <w:sz w:val="24"/>
                <w:szCs w:val="24"/>
              </w:rPr>
              <w:object w:dxaOrig="225" w:dyaOrig="225" w14:anchorId="508E2C1C">
                <v:shape id="_x0000_i1295" type="#_x0000_t75" style="width:265.55pt;height:20.15pt" o:ole="">
                  <v:imagedata r:id="rId83" o:title=""/>
                </v:shape>
                <w:control r:id="rId84" w:name="CheckBox112111" w:shapeid="_x0000_i1295"/>
              </w:object>
            </w:r>
            <w:r w:rsidRPr="001F3792">
              <w:rPr>
                <w:rFonts w:eastAsia="Times New Roman" w:cstheme="minorHAnsi"/>
                <w:sz w:val="24"/>
                <w:szCs w:val="24"/>
              </w:rPr>
              <w:object w:dxaOrig="225" w:dyaOrig="225" w14:anchorId="793F1711">
                <v:shape id="_x0000_i1297" type="#_x0000_t75" style="width:250.55pt;height:22.45pt" o:ole="">
                  <v:imagedata r:id="rId85" o:title=""/>
                </v:shape>
                <w:control r:id="rId86" w:name="CheckBox19111" w:shapeid="_x0000_i1297"/>
              </w:object>
            </w:r>
          </w:p>
          <w:p w14:paraId="695A3BAB" w14:textId="3670BF3C" w:rsidR="00383C38" w:rsidRPr="001F3792" w:rsidRDefault="00383C38" w:rsidP="00A53E17">
            <w:r w:rsidRPr="001F3792">
              <w:rPr>
                <w:rFonts w:eastAsia="Times New Roman" w:cstheme="minorHAnsi"/>
                <w:sz w:val="24"/>
                <w:szCs w:val="24"/>
              </w:rPr>
              <w:object w:dxaOrig="225" w:dyaOrig="225" w14:anchorId="0464F2C5">
                <v:shape id="_x0000_i1299" type="#_x0000_t75" style="width:255.75pt;height:22.45pt" o:ole="">
                  <v:imagedata r:id="rId87" o:title=""/>
                </v:shape>
                <w:control r:id="rId88" w:name="CheckBox12112" w:shapeid="_x0000_i1299"/>
              </w:object>
            </w:r>
          </w:p>
          <w:p w14:paraId="45B0086E" w14:textId="53C5F2E3" w:rsidR="00383C38" w:rsidRDefault="00383C38" w:rsidP="00A53E17">
            <w:r w:rsidRPr="001F3792">
              <w:rPr>
                <w:rFonts w:eastAsia="Times New Roman" w:cstheme="minorHAnsi"/>
                <w:sz w:val="24"/>
                <w:szCs w:val="24"/>
              </w:rPr>
              <w:object w:dxaOrig="225" w:dyaOrig="225" w14:anchorId="2FC23254">
                <v:shape id="_x0000_i1301" type="#_x0000_t75" style="width:225.8pt;height:27.05pt" o:ole="">
                  <v:imagedata r:id="rId89" o:title=""/>
                </v:shape>
                <w:control r:id="rId90" w:name="CheckBox161124" w:shapeid="_x0000_i1301"/>
              </w:object>
            </w:r>
          </w:p>
          <w:p w14:paraId="0D4040BA" w14:textId="4DF2F3D3" w:rsidR="00383C38" w:rsidRPr="001F3792" w:rsidRDefault="00383C38" w:rsidP="00A53E17">
            <w:r w:rsidRPr="001F3792">
              <w:rPr>
                <w:rFonts w:eastAsia="Times New Roman" w:cstheme="minorHAnsi"/>
                <w:sz w:val="24"/>
                <w:szCs w:val="24"/>
              </w:rPr>
              <w:object w:dxaOrig="225" w:dyaOrig="225" w14:anchorId="48119449">
                <v:shape id="_x0000_i1303" type="#_x0000_t75" style="width:264.95pt;height:24.75pt" o:ole="">
                  <v:imagedata r:id="rId91" o:title=""/>
                </v:shape>
                <w:control r:id="rId92" w:name="CheckBox1101111" w:shapeid="_x0000_i1303"/>
              </w:object>
            </w:r>
          </w:p>
        </w:tc>
        <w:tc>
          <w:tcPr>
            <w:tcW w:w="4394" w:type="dxa"/>
            <w:shd w:val="clear" w:color="auto" w:fill="auto"/>
          </w:tcPr>
          <w:p w14:paraId="74FFCE19" w14:textId="1215C43B" w:rsidR="00383C38" w:rsidRPr="001F3792" w:rsidRDefault="00383C38" w:rsidP="00A53E17">
            <w:r w:rsidRPr="001F3792">
              <w:rPr>
                <w:rFonts w:eastAsia="Times New Roman" w:cstheme="minorHAnsi"/>
                <w:sz w:val="24"/>
                <w:szCs w:val="24"/>
              </w:rPr>
              <w:object w:dxaOrig="225" w:dyaOrig="225" w14:anchorId="65729134">
                <v:shape id="_x0000_i1305" type="#_x0000_t75" style="width:200.45pt;height:21.9pt" o:ole="">
                  <v:imagedata r:id="rId93" o:title=""/>
                </v:shape>
                <w:control r:id="rId94" w:name="CheckBox14112" w:shapeid="_x0000_i1305"/>
              </w:object>
            </w:r>
          </w:p>
          <w:p w14:paraId="14928D92" w14:textId="23EB7CFC" w:rsidR="00383C38" w:rsidRPr="001F3792" w:rsidRDefault="00383C38" w:rsidP="00A53E17">
            <w:r w:rsidRPr="001F3792">
              <w:rPr>
                <w:rFonts w:eastAsia="Times New Roman" w:cstheme="minorHAnsi"/>
                <w:sz w:val="24"/>
                <w:szCs w:val="24"/>
              </w:rPr>
              <w:object w:dxaOrig="225" w:dyaOrig="225" w14:anchorId="77396C2D">
                <v:shape id="_x0000_i1307" type="#_x0000_t75" style="width:201.6pt;height:27.05pt" o:ole="">
                  <v:imagedata r:id="rId95" o:title=""/>
                </v:shape>
                <w:control r:id="rId96" w:name="CheckBox16112" w:shapeid="_x0000_i1307"/>
              </w:object>
            </w:r>
          </w:p>
          <w:p w14:paraId="554DD083" w14:textId="69DA0AA6" w:rsidR="00383C38" w:rsidRPr="001F3792" w:rsidRDefault="00383C38" w:rsidP="00A53E17">
            <w:r w:rsidRPr="001F3792">
              <w:rPr>
                <w:rFonts w:eastAsia="Times New Roman" w:cstheme="minorHAnsi"/>
                <w:sz w:val="24"/>
                <w:szCs w:val="24"/>
              </w:rPr>
              <w:object w:dxaOrig="225" w:dyaOrig="225" w14:anchorId="70F7F6F3">
                <v:shape id="_x0000_i1309" type="#_x0000_t75" style="width:213.1pt;height:27.05pt" o:ole="">
                  <v:imagedata r:id="rId97" o:title=""/>
                </v:shape>
                <w:control r:id="rId98" w:name="CheckBox161122" w:shapeid="_x0000_i1309"/>
              </w:object>
            </w:r>
          </w:p>
          <w:p w14:paraId="25450D74" w14:textId="1C148E3E" w:rsidR="00383C38" w:rsidRPr="001F3792" w:rsidRDefault="00383C38" w:rsidP="00A53E17">
            <w:r w:rsidRPr="001F3792">
              <w:rPr>
                <w:rFonts w:eastAsia="Times New Roman" w:cstheme="minorHAnsi"/>
                <w:sz w:val="24"/>
                <w:szCs w:val="24"/>
              </w:rPr>
              <w:object w:dxaOrig="225" w:dyaOrig="225" w14:anchorId="73C9CB2D">
                <v:shape id="_x0000_i1311" type="#_x0000_t75" style="width:208.5pt;height:27.05pt" o:ole="">
                  <v:imagedata r:id="rId99" o:title=""/>
                </v:shape>
                <w:control r:id="rId100" w:name="CheckBox161123" w:shapeid="_x0000_i1311"/>
              </w:object>
            </w:r>
          </w:p>
          <w:p w14:paraId="6521E924" w14:textId="061D7436" w:rsidR="00383C38" w:rsidRPr="001F3792" w:rsidRDefault="00383C38" w:rsidP="00A53E17">
            <w:r w:rsidRPr="001F3792">
              <w:rPr>
                <w:rFonts w:eastAsia="Times New Roman" w:cstheme="minorHAnsi"/>
                <w:sz w:val="24"/>
                <w:szCs w:val="24"/>
              </w:rPr>
              <w:object w:dxaOrig="225" w:dyaOrig="225" w14:anchorId="1F8463C7">
                <v:shape id="_x0000_i1313" type="#_x0000_t75" style="width:197pt;height:27.05pt" o:ole="">
                  <v:imagedata r:id="rId101" o:title=""/>
                </v:shape>
                <w:control r:id="rId102" w:name="CheckBox1611241" w:shapeid="_x0000_i1313"/>
              </w:object>
            </w:r>
          </w:p>
          <w:p w14:paraId="60F9E74A" w14:textId="434351AD" w:rsidR="00383C38" w:rsidRPr="001F3792" w:rsidRDefault="00383C38" w:rsidP="00A53E17">
            <w:r w:rsidRPr="001F3792">
              <w:rPr>
                <w:rFonts w:eastAsia="Times New Roman" w:cstheme="minorHAnsi"/>
                <w:sz w:val="24"/>
                <w:szCs w:val="24"/>
              </w:rPr>
              <w:object w:dxaOrig="225" w:dyaOrig="225" w14:anchorId="34F48875">
                <v:shape id="_x0000_i1315" type="#_x0000_t75" style="width:192.95pt;height:21.9pt" o:ole="">
                  <v:imagedata r:id="rId103" o:title=""/>
                </v:shape>
                <w:control r:id="rId104" w:name="CheckBox114111" w:shapeid="_x0000_i1315"/>
              </w:object>
            </w:r>
          </w:p>
          <w:p w14:paraId="6E2ADA39" w14:textId="042134F9" w:rsidR="00383C38" w:rsidRPr="001F3792" w:rsidRDefault="00383C38" w:rsidP="00A53E17">
            <w:r w:rsidRPr="001F3792">
              <w:rPr>
                <w:rFonts w:eastAsia="Times New Roman" w:cstheme="minorHAnsi"/>
                <w:sz w:val="24"/>
                <w:szCs w:val="24"/>
              </w:rPr>
              <w:object w:dxaOrig="225" w:dyaOrig="225" w14:anchorId="2423CF11">
                <v:shape id="_x0000_i1317" type="#_x0000_t75" style="width:201.6pt;height:22.45pt" o:ole="">
                  <v:imagedata r:id="rId105" o:title=""/>
                </v:shape>
                <w:control r:id="rId106" w:name="CheckBox113111" w:shapeid="_x0000_i1317"/>
              </w:object>
            </w:r>
          </w:p>
        </w:tc>
      </w:tr>
    </w:tbl>
    <w:p w14:paraId="68396076" w14:textId="77777777" w:rsidR="00B73A8E" w:rsidRDefault="00B73A8E"/>
    <w:p w14:paraId="7C3689F9" w14:textId="77777777" w:rsidR="00B73A8E" w:rsidRDefault="00B73A8E">
      <w:r>
        <w:br w:type="page"/>
      </w:r>
    </w:p>
    <w:p w14:paraId="53580001" w14:textId="77777777" w:rsidR="00383C38" w:rsidRPr="005F48DD" w:rsidRDefault="00B73A8E" w:rsidP="00383C38">
      <w:pPr>
        <w:pStyle w:val="Heading1"/>
        <w:numPr>
          <w:ilvl w:val="0"/>
          <w:numId w:val="26"/>
        </w:numPr>
        <w:spacing w:before="240" w:after="120"/>
      </w:pPr>
      <w:r w:rsidRPr="00A44423">
        <w:rPr>
          <w:sz w:val="24"/>
          <w:szCs w:val="24"/>
        </w:rPr>
        <w:lastRenderedPageBreak/>
        <w:t xml:space="preserve"> </w:t>
      </w:r>
      <w:r w:rsidR="00383C38" w:rsidRPr="00C17F1B">
        <w:rPr>
          <w:b/>
          <w:bCs w:val="0"/>
          <w:sz w:val="24"/>
          <w:szCs w:val="24"/>
        </w:rPr>
        <w:t>Supported web services for Registered Repository Operator (RRO)</w:t>
      </w:r>
      <w:r w:rsidR="00383C38" w:rsidRPr="00C17F1B">
        <w:rPr>
          <w:i/>
          <w:sz w:val="24"/>
          <w:szCs w:val="24"/>
        </w:rPr>
        <w:br/>
      </w:r>
      <w:r w:rsidR="00383C38" w:rsidRPr="00F9402D">
        <w:rPr>
          <w:i/>
          <w:sz w:val="24"/>
          <w:szCs w:val="24"/>
        </w:rPr>
        <w:t>(Please only tick if you are using the RRO services)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5"/>
        <w:gridCol w:w="4593"/>
      </w:tblGrid>
      <w:tr w:rsidR="00B73A8E" w:rsidRPr="00B73A8E" w14:paraId="3182F93C" w14:textId="77777777" w:rsidTr="00B73A8E">
        <w:trPr>
          <w:trHeight w:val="390"/>
        </w:trPr>
        <w:tc>
          <w:tcPr>
            <w:tcW w:w="5325" w:type="dxa"/>
            <w:shd w:val="clear" w:color="auto" w:fill="F2F2F2" w:themeFill="background1" w:themeFillShade="F2"/>
          </w:tcPr>
          <w:p w14:paraId="72050B97"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 xml:space="preserve">My Health Record web services to be tested </w:t>
            </w:r>
          </w:p>
        </w:tc>
        <w:tc>
          <w:tcPr>
            <w:tcW w:w="4593" w:type="dxa"/>
            <w:shd w:val="clear" w:color="auto" w:fill="F2F2F2" w:themeFill="background1" w:themeFillShade="F2"/>
          </w:tcPr>
          <w:p w14:paraId="469A88E8" w14:textId="77777777" w:rsidR="00383C38" w:rsidRPr="00B73A8E" w:rsidRDefault="00383C38" w:rsidP="00A53E17">
            <w:pPr>
              <w:pStyle w:val="TableHeading"/>
              <w:rPr>
                <w:rFonts w:ascii="Calibri" w:hAnsi="Calibri" w:cs="Calibri"/>
                <w:color w:val="auto"/>
              </w:rPr>
            </w:pPr>
            <w:r w:rsidRPr="00B73A8E">
              <w:rPr>
                <w:rFonts w:ascii="Calibri" w:hAnsi="Calibri" w:cs="Calibri"/>
                <w:color w:val="auto"/>
              </w:rPr>
              <w:t>RRO web service to be tested</w:t>
            </w:r>
          </w:p>
        </w:tc>
      </w:tr>
      <w:tr w:rsidR="00383C38" w:rsidRPr="001F3792" w14:paraId="4F846FDF" w14:textId="77777777" w:rsidTr="00487B57">
        <w:tblPrEx>
          <w:tblCellMar>
            <w:top w:w="28" w:type="dxa"/>
            <w:bottom w:w="28" w:type="dxa"/>
          </w:tblCellMar>
          <w:tblLook w:val="01E0" w:firstRow="1" w:lastRow="1" w:firstColumn="1" w:lastColumn="1" w:noHBand="0" w:noVBand="0"/>
        </w:tblPrEx>
        <w:trPr>
          <w:trHeight w:val="1379"/>
        </w:trPr>
        <w:tc>
          <w:tcPr>
            <w:tcW w:w="5325" w:type="dxa"/>
            <w:shd w:val="clear" w:color="auto" w:fill="auto"/>
          </w:tcPr>
          <w:p w14:paraId="08A03B2E" w14:textId="431A88D0" w:rsidR="00383C38" w:rsidRPr="001F3792" w:rsidRDefault="00383C38" w:rsidP="00A53E17">
            <w:r w:rsidRPr="001F3792">
              <w:rPr>
                <w:rFonts w:eastAsia="Times New Roman" w:cstheme="minorHAnsi"/>
                <w:sz w:val="24"/>
                <w:szCs w:val="24"/>
              </w:rPr>
              <w:object w:dxaOrig="225" w:dyaOrig="225" w14:anchorId="0CCB7B7F">
                <v:shape id="_x0000_i1319" type="#_x0000_t75" style="width:206.8pt;height:21.9pt" o:ole="">
                  <v:imagedata r:id="rId107" o:title=""/>
                </v:shape>
                <w:control r:id="rId108" w:name="CheckBox1181112" w:shapeid="_x0000_i1319"/>
              </w:object>
            </w:r>
          </w:p>
          <w:p w14:paraId="060B1906" w14:textId="5F38B70D" w:rsidR="00383C38" w:rsidRPr="001F3792" w:rsidRDefault="00383C38" w:rsidP="00A53E17">
            <w:r w:rsidRPr="001F3792">
              <w:rPr>
                <w:rFonts w:eastAsia="Times New Roman" w:cstheme="minorHAnsi"/>
                <w:sz w:val="24"/>
                <w:szCs w:val="24"/>
              </w:rPr>
              <w:object w:dxaOrig="225" w:dyaOrig="225" w14:anchorId="754D7314">
                <v:shape id="_x0000_i1321" type="#_x0000_t75" style="width:206.8pt;height:20.75pt" o:ole="">
                  <v:imagedata r:id="rId109" o:title=""/>
                </v:shape>
                <w:control r:id="rId110" w:name="CheckBox1211112" w:shapeid="_x0000_i1321"/>
              </w:object>
            </w:r>
          </w:p>
          <w:p w14:paraId="72CBAF54" w14:textId="36A23716" w:rsidR="00383C38" w:rsidRPr="001F3792" w:rsidRDefault="00383C38" w:rsidP="00A53E17">
            <w:r w:rsidRPr="001F3792">
              <w:rPr>
                <w:rFonts w:eastAsia="Times New Roman" w:cstheme="minorHAnsi"/>
                <w:sz w:val="24"/>
                <w:szCs w:val="24"/>
              </w:rPr>
              <w:object w:dxaOrig="225" w:dyaOrig="225" w14:anchorId="3744AC18">
                <v:shape id="_x0000_i1323" type="#_x0000_t75" style="width:258.6pt;height:17.3pt" o:ole="">
                  <v:imagedata r:id="rId111" o:title=""/>
                </v:shape>
                <w:control r:id="rId112" w:name="CheckBox1511112" w:shapeid="_x0000_i1323"/>
              </w:object>
            </w:r>
          </w:p>
        </w:tc>
        <w:tc>
          <w:tcPr>
            <w:tcW w:w="4593" w:type="dxa"/>
          </w:tcPr>
          <w:p w14:paraId="0B12138B" w14:textId="07DC531F" w:rsidR="00383C38" w:rsidRPr="001F3792" w:rsidRDefault="00383C38" w:rsidP="00A53E17">
            <w:r w:rsidRPr="001F3792">
              <w:rPr>
                <w:rFonts w:eastAsia="Times New Roman" w:cstheme="minorHAnsi"/>
                <w:sz w:val="24"/>
                <w:szCs w:val="24"/>
              </w:rPr>
              <w:object w:dxaOrig="225" w:dyaOrig="225" w14:anchorId="608AE8DD">
                <v:shape id="_x0000_i1325" type="#_x0000_t75" style="width:206.8pt;height:21.9pt" o:ole="">
                  <v:imagedata r:id="rId113" o:title=""/>
                </v:shape>
                <w:control r:id="rId114" w:name="CheckBox11911122" w:shapeid="_x0000_i1325"/>
              </w:object>
            </w:r>
          </w:p>
        </w:tc>
      </w:tr>
    </w:tbl>
    <w:p w14:paraId="26C49694"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If RRO web service is to be tested, provide connection details</w:t>
      </w:r>
    </w:p>
    <w:p w14:paraId="5ED17A10" w14:textId="77777777" w:rsidR="00383C38" w:rsidRPr="001F3792" w:rsidRDefault="00383C38" w:rsidP="0008019D">
      <w:pPr>
        <w:pStyle w:val="BodyText"/>
      </w:pPr>
      <w:r w:rsidRPr="001F3792">
        <w:t>Endpoint</w:t>
      </w:r>
    </w:p>
    <w:p w14:paraId="2544B0E6" w14:textId="2BF589D5" w:rsidR="00383C38" w:rsidRPr="001F3792" w:rsidRDefault="00383C38" w:rsidP="00383C38">
      <w:r w:rsidRPr="001F3792">
        <w:rPr>
          <w:rFonts w:eastAsia="Times New Roman" w:cstheme="minorHAnsi"/>
          <w:sz w:val="24"/>
          <w:szCs w:val="24"/>
        </w:rPr>
        <w:object w:dxaOrig="225" w:dyaOrig="225" w14:anchorId="4C143F73">
          <v:shape id="_x0000_i1327" type="#_x0000_t75" style="width:459.05pt;height:17.85pt" o:ole="">
            <v:imagedata r:id="rId115" o:title=""/>
          </v:shape>
          <w:control r:id="rId116" w:name="TextBox21111" w:shapeid="_x0000_i1327"/>
        </w:object>
      </w:r>
    </w:p>
    <w:p w14:paraId="57432F69" w14:textId="77777777" w:rsidR="00383C38" w:rsidRPr="001F3792" w:rsidRDefault="00383C38" w:rsidP="0008019D">
      <w:pPr>
        <w:pStyle w:val="BodyText"/>
      </w:pPr>
      <w:r w:rsidRPr="001F3792">
        <w:t>Repository unique ID</w:t>
      </w:r>
    </w:p>
    <w:p w14:paraId="477EB067" w14:textId="21B96068" w:rsidR="00383C38" w:rsidRPr="001F3792" w:rsidRDefault="00383C38" w:rsidP="00383C38">
      <w:r w:rsidRPr="001F3792">
        <w:rPr>
          <w:rFonts w:eastAsia="Times New Roman" w:cstheme="minorHAnsi"/>
          <w:sz w:val="24"/>
          <w:szCs w:val="24"/>
        </w:rPr>
        <w:object w:dxaOrig="225" w:dyaOrig="225" w14:anchorId="3FD2FE76">
          <v:shape id="_x0000_i1329" type="#_x0000_t75" style="width:459.05pt;height:17.85pt" o:ole="">
            <v:imagedata r:id="rId115" o:title=""/>
          </v:shape>
          <w:control r:id="rId117" w:name="TextBox211111" w:shapeid="_x0000_i1329"/>
        </w:object>
      </w:r>
    </w:p>
    <w:p w14:paraId="6242306A" w14:textId="77777777" w:rsidR="00383C38" w:rsidRPr="00C17F1B" w:rsidRDefault="00383C38" w:rsidP="00383C38">
      <w:pPr>
        <w:pStyle w:val="Heading1"/>
        <w:numPr>
          <w:ilvl w:val="0"/>
          <w:numId w:val="26"/>
        </w:numPr>
        <w:spacing w:before="240" w:after="120"/>
        <w:rPr>
          <w:b/>
          <w:bCs w:val="0"/>
          <w:sz w:val="24"/>
          <w:szCs w:val="24"/>
        </w:rPr>
      </w:pPr>
      <w:r w:rsidRPr="00C17F1B">
        <w:rPr>
          <w:b/>
          <w:bCs w:val="0"/>
          <w:sz w:val="24"/>
          <w:szCs w:val="24"/>
        </w:rPr>
        <w:t>Have you previously been issued with a Medicare HI NOC?</w:t>
      </w:r>
    </w:p>
    <w:p w14:paraId="204839E9" w14:textId="1DB6CB0B" w:rsidR="00383C38" w:rsidRPr="001F3792" w:rsidRDefault="00383C38" w:rsidP="00383C38">
      <w:r w:rsidRPr="001F3792">
        <w:rPr>
          <w:rFonts w:eastAsia="Times New Roman" w:cstheme="minorHAnsi"/>
          <w:sz w:val="24"/>
          <w:szCs w:val="24"/>
        </w:rPr>
        <w:object w:dxaOrig="225" w:dyaOrig="225" w14:anchorId="1C78CCFC">
          <v:shape id="_x0000_i1331" type="#_x0000_t75" style="width:43.8pt;height:17.3pt" o:ole="">
            <v:imagedata r:id="rId118" o:title=""/>
          </v:shape>
          <w:control r:id="rId119" w:name="CheckBox1711221111121" w:shapeid="_x0000_i1331"/>
        </w:object>
      </w:r>
      <w:r w:rsidRPr="001F3792">
        <w:t xml:space="preserve">  or        </w:t>
      </w:r>
      <w:r w:rsidRPr="001F3792">
        <w:rPr>
          <w:rFonts w:eastAsia="Times New Roman" w:cstheme="minorHAnsi"/>
          <w:sz w:val="24"/>
          <w:szCs w:val="24"/>
        </w:rPr>
        <w:object w:dxaOrig="225" w:dyaOrig="225" w14:anchorId="615CAA66">
          <v:shape id="_x0000_i1333" type="#_x0000_t75" style="width:43.8pt;height:17.3pt" o:ole="">
            <v:imagedata r:id="rId120" o:title=""/>
          </v:shape>
          <w:control r:id="rId121" w:name="CheckBox17112211111111" w:shapeid="_x0000_i1333"/>
        </w:object>
      </w:r>
    </w:p>
    <w:p w14:paraId="74F7A001" w14:textId="1F693B26" w:rsidR="00ED393D" w:rsidRDefault="00383C38" w:rsidP="0008019D">
      <w:pPr>
        <w:pStyle w:val="BodyText"/>
      </w:pPr>
      <w:r w:rsidRPr="001F3792">
        <w:t>If you have not been issued a HI NOC</w:t>
      </w:r>
      <w:r>
        <w:t>,</w:t>
      </w:r>
      <w:r w:rsidRPr="001F3792">
        <w:t xml:space="preserve"> contact </w:t>
      </w:r>
      <w:r w:rsidR="00ED393D" w:rsidRPr="003D5DBA">
        <w:rPr>
          <w:rFonts w:cs="Calibri"/>
        </w:rPr>
        <w:t>Developer Liaison</w:t>
      </w:r>
      <w:r w:rsidR="00ED393D" w:rsidRPr="001F3792">
        <w:t xml:space="preserve"> </w:t>
      </w:r>
      <w:r w:rsidRPr="001F3792">
        <w:t xml:space="preserve">at </w:t>
      </w:r>
      <w:hyperlink r:id="rId122" w:history="1">
        <w:r w:rsidR="00ED393D" w:rsidRPr="003D5DBA">
          <w:rPr>
            <w:rStyle w:val="Hyperlink"/>
            <w:rFonts w:cs="Calibri"/>
          </w:rPr>
          <w:t>developerliaison@servicesaustralia.gov.au</w:t>
        </w:r>
      </w:hyperlink>
      <w:r w:rsidRPr="0045627B">
        <w:t>.</w:t>
      </w:r>
      <w:r>
        <w:t xml:space="preserve"> </w:t>
      </w:r>
    </w:p>
    <w:p w14:paraId="0DE26C99" w14:textId="0E83E512" w:rsidR="00383C38" w:rsidRDefault="00383C38" w:rsidP="00ED393D">
      <w:pPr>
        <w:pStyle w:val="BodyText"/>
        <w:spacing w:after="0"/>
        <w:rPr>
          <w:rStyle w:val="Hyperlink"/>
          <w:rFonts w:ascii="Arial" w:hAnsi="Arial" w:cs="Arial"/>
          <w:sz w:val="20"/>
          <w:szCs w:val="20"/>
        </w:rPr>
      </w:pPr>
      <w:r w:rsidRPr="001F3792">
        <w:t xml:space="preserve">Further information on HI NOC is available at </w:t>
      </w:r>
    </w:p>
    <w:p w14:paraId="426CF1F7" w14:textId="30CC0ABC" w:rsidR="00383C38" w:rsidRDefault="001F43A0" w:rsidP="00ED393D">
      <w:pPr>
        <w:pStyle w:val="BodyText"/>
        <w:spacing w:after="0"/>
        <w:rPr>
          <w:rStyle w:val="Hyperlink"/>
          <w:rFonts w:ascii="Arial" w:hAnsi="Arial" w:cs="Arial"/>
          <w:sz w:val="20"/>
          <w:szCs w:val="20"/>
        </w:rPr>
      </w:pPr>
      <w:hyperlink r:id="rId123" w:history="1">
        <w:r w:rsidR="000E1E7B" w:rsidRPr="002E0815">
          <w:rPr>
            <w:rStyle w:val="Hyperlink"/>
            <w:rFonts w:ascii="Arial" w:hAnsi="Arial" w:cs="Arial"/>
            <w:sz w:val="20"/>
            <w:szCs w:val="20"/>
          </w:rPr>
          <w:t>https://www.servicesaustralia.gov.au/organisations/health-professionals/services/medicare/healthcare-identifiers-service-health-professionals</w:t>
        </w:r>
      </w:hyperlink>
    </w:p>
    <w:p w14:paraId="1EC4A4EB" w14:textId="77777777" w:rsidR="00ED393D" w:rsidRDefault="00ED393D" w:rsidP="00ED393D">
      <w:pPr>
        <w:pStyle w:val="BodyText"/>
        <w:spacing w:after="0"/>
        <w:rPr>
          <w:rStyle w:val="Hyperlink"/>
          <w:rFonts w:ascii="Arial" w:hAnsi="Arial" w:cs="Arial"/>
          <w:sz w:val="20"/>
          <w:szCs w:val="20"/>
        </w:rPr>
      </w:pPr>
    </w:p>
    <w:p w14:paraId="688B5609" w14:textId="77777777" w:rsidR="00383C38" w:rsidRPr="00054F27" w:rsidRDefault="00383C38" w:rsidP="00383C38">
      <w:pPr>
        <w:pBdr>
          <w:top w:val="single" w:sz="4" w:space="6" w:color="auto"/>
          <w:left w:val="single" w:sz="4" w:space="4" w:color="auto"/>
          <w:bottom w:val="single" w:sz="4" w:space="1" w:color="auto"/>
          <w:right w:val="single" w:sz="4" w:space="4" w:color="auto"/>
        </w:pBdr>
        <w:shd w:val="clear" w:color="auto" w:fill="D9D9D9"/>
        <w:spacing w:after="120"/>
        <w:jc w:val="both"/>
        <w:rPr>
          <w:sz w:val="20"/>
          <w:szCs w:val="20"/>
        </w:rPr>
      </w:pPr>
      <w:r w:rsidRPr="00846833">
        <w:rPr>
          <w:sz w:val="20"/>
          <w:szCs w:val="20"/>
        </w:rPr>
        <w:t xml:space="preserve">HI NOC and </w:t>
      </w:r>
      <w:r w:rsidRPr="00D81E8B">
        <w:rPr>
          <w:sz w:val="20"/>
          <w:szCs w:val="20"/>
        </w:rPr>
        <w:t>My Health Record</w:t>
      </w:r>
      <w:r w:rsidRPr="00846833">
        <w:rPr>
          <w:sz w:val="20"/>
          <w:szCs w:val="20"/>
        </w:rPr>
        <w:t xml:space="preserve"> NOC can be applied for in parallel. The testing may be completed in any</w:t>
      </w:r>
      <w:r w:rsidRPr="00054F27">
        <w:rPr>
          <w:sz w:val="20"/>
          <w:szCs w:val="20"/>
        </w:rPr>
        <w:t xml:space="preserve"> order, although it is recommended that HI NOC testing is completed first.</w:t>
      </w:r>
    </w:p>
    <w:p w14:paraId="44709825" w14:textId="77777777" w:rsidR="00383C38" w:rsidRPr="00C17F1B" w:rsidRDefault="00B73A8E" w:rsidP="00383C38">
      <w:pPr>
        <w:pStyle w:val="Heading1"/>
        <w:numPr>
          <w:ilvl w:val="0"/>
          <w:numId w:val="26"/>
        </w:numPr>
        <w:spacing w:before="240" w:after="120"/>
        <w:rPr>
          <w:b/>
          <w:bCs w:val="0"/>
          <w:sz w:val="24"/>
          <w:szCs w:val="24"/>
        </w:rPr>
      </w:pPr>
      <w:r w:rsidRPr="00B73A8E">
        <w:rPr>
          <w:sz w:val="24"/>
          <w:szCs w:val="24"/>
        </w:rPr>
        <w:t xml:space="preserve"> </w:t>
      </w:r>
      <w:r w:rsidR="00383C38" w:rsidRPr="00C17F1B">
        <w:rPr>
          <w:b/>
          <w:bCs w:val="0"/>
          <w:sz w:val="24"/>
          <w:szCs w:val="24"/>
        </w:rPr>
        <w:t>Provider portal access required?</w:t>
      </w:r>
    </w:p>
    <w:p w14:paraId="2E89AD77" w14:textId="77777777" w:rsidR="00383C38" w:rsidRPr="001F3792" w:rsidRDefault="00383C38" w:rsidP="0008019D">
      <w:pPr>
        <w:pStyle w:val="BodyText"/>
      </w:pPr>
      <w:r w:rsidRPr="001F3792">
        <w:t>Provider portal can be used as another means of troubleshooting when conducting NOC testing</w:t>
      </w:r>
      <w:r>
        <w:t xml:space="preserve"> and is recommended</w:t>
      </w:r>
      <w:r w:rsidRPr="001F3792">
        <w:t>.</w:t>
      </w:r>
      <w:r>
        <w:t xml:space="preserve">  Please select</w:t>
      </w:r>
      <w:r w:rsidRPr="001F3792">
        <w:t xml:space="preserve"> one option</w:t>
      </w:r>
      <w:r>
        <w:t xml:space="preserve">: </w:t>
      </w:r>
    </w:p>
    <w:p w14:paraId="72D088E4" w14:textId="33B6744C" w:rsidR="00383C38" w:rsidRDefault="00383C38" w:rsidP="00383C38">
      <w:r w:rsidRPr="001F3792">
        <w:rPr>
          <w:rFonts w:eastAsia="Times New Roman" w:cstheme="minorHAnsi"/>
          <w:sz w:val="24"/>
          <w:szCs w:val="24"/>
        </w:rPr>
        <w:object w:dxaOrig="225" w:dyaOrig="225" w14:anchorId="3B01F681">
          <v:shape id="_x0000_i1335" type="#_x0000_t75" style="width:43.8pt;height:17.3pt" o:ole="">
            <v:imagedata r:id="rId124" o:title=""/>
          </v:shape>
          <w:control r:id="rId125" w:name="CheckBox171122111112" w:shapeid="_x0000_i1335"/>
        </w:object>
      </w:r>
      <w:r w:rsidRPr="001F3792">
        <w:t xml:space="preserve">  or        </w:t>
      </w:r>
      <w:r w:rsidRPr="001F3792">
        <w:rPr>
          <w:rFonts w:eastAsia="Times New Roman" w:cstheme="minorHAnsi"/>
          <w:sz w:val="24"/>
          <w:szCs w:val="24"/>
        </w:rPr>
        <w:object w:dxaOrig="225" w:dyaOrig="225" w14:anchorId="555A7878">
          <v:shape id="_x0000_i1337" type="#_x0000_t75" style="width:43.8pt;height:17.3pt" o:ole="">
            <v:imagedata r:id="rId126" o:title=""/>
          </v:shape>
          <w:control r:id="rId127" w:name="CheckBox1711221111111" w:shapeid="_x0000_i1337"/>
        </w:object>
      </w:r>
    </w:p>
    <w:p w14:paraId="45208A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Provider portal is supported on the following browsers: </w:t>
      </w:r>
    </w:p>
    <w:p w14:paraId="0C7939E2" w14:textId="77777777" w:rsidR="00383C38" w:rsidRDefault="00383C38" w:rsidP="0008019D">
      <w:pPr>
        <w:pStyle w:val="BodyText"/>
      </w:pPr>
      <w:r w:rsidRPr="00506E09">
        <w:t>Tick at least one option that would be used for accessing the provider portal.</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4593"/>
        <w:gridCol w:w="4905"/>
      </w:tblGrid>
      <w:tr w:rsidR="00383C38" w:rsidRPr="001F3792" w14:paraId="2A9E0B13" w14:textId="77777777" w:rsidTr="00487B57">
        <w:tc>
          <w:tcPr>
            <w:tcW w:w="4593" w:type="dxa"/>
            <w:shd w:val="clear" w:color="auto" w:fill="auto"/>
          </w:tcPr>
          <w:p w14:paraId="35C24E58" w14:textId="625E3630" w:rsidR="00383C38" w:rsidRPr="00B73A8E" w:rsidRDefault="00383C38" w:rsidP="00A53E17">
            <w:pPr>
              <w:rPr>
                <w:sz w:val="20"/>
                <w:szCs w:val="20"/>
              </w:rPr>
            </w:pPr>
            <w:r w:rsidRPr="00B73A8E">
              <w:rPr>
                <w:rFonts w:eastAsia="Times New Roman" w:cstheme="minorHAnsi"/>
                <w:sz w:val="20"/>
                <w:szCs w:val="20"/>
              </w:rPr>
              <w:object w:dxaOrig="225" w:dyaOrig="225" w14:anchorId="0ACC89FC">
                <v:shape id="_x0000_i1339" type="#_x0000_t75" style="width:206.8pt;height:17.3pt" o:ole="">
                  <v:imagedata r:id="rId128" o:title=""/>
                </v:shape>
                <w:control r:id="rId129" w:name="CheckBox119121" w:shapeid="_x0000_i1339"/>
              </w:object>
            </w:r>
          </w:p>
        </w:tc>
        <w:tc>
          <w:tcPr>
            <w:tcW w:w="4905" w:type="dxa"/>
            <w:shd w:val="clear" w:color="auto" w:fill="auto"/>
          </w:tcPr>
          <w:p w14:paraId="7A4455D7" w14:textId="69AFBB39" w:rsidR="00383C38" w:rsidRPr="001F3792" w:rsidRDefault="00383C38" w:rsidP="00A53E17">
            <w:r w:rsidRPr="001F3792">
              <w:rPr>
                <w:rFonts w:eastAsia="Times New Roman" w:cstheme="minorHAnsi"/>
                <w:sz w:val="24"/>
                <w:szCs w:val="24"/>
              </w:rPr>
              <w:object w:dxaOrig="225" w:dyaOrig="225" w14:anchorId="63D63BB9">
                <v:shape id="_x0000_i1341" type="#_x0000_t75" style="width:206.8pt;height:17.3pt" o:ole="">
                  <v:imagedata r:id="rId130" o:title=""/>
                </v:shape>
                <w:control r:id="rId131" w:name="CheckBox119211" w:shapeid="_x0000_i1341"/>
              </w:object>
            </w:r>
          </w:p>
        </w:tc>
      </w:tr>
      <w:tr w:rsidR="00383C38" w:rsidRPr="001F3792" w14:paraId="3AC95582" w14:textId="77777777" w:rsidTr="00487B57">
        <w:tc>
          <w:tcPr>
            <w:tcW w:w="4593" w:type="dxa"/>
            <w:shd w:val="clear" w:color="auto" w:fill="auto"/>
          </w:tcPr>
          <w:p w14:paraId="0C1B9605" w14:textId="0C2E9800" w:rsidR="00383C38" w:rsidRPr="001F3792" w:rsidRDefault="00383C38" w:rsidP="00A53E17">
            <w:r w:rsidRPr="001F3792">
              <w:rPr>
                <w:rFonts w:eastAsia="Times New Roman" w:cstheme="minorHAnsi"/>
                <w:sz w:val="24"/>
                <w:szCs w:val="24"/>
              </w:rPr>
              <w:object w:dxaOrig="225" w:dyaOrig="225" w14:anchorId="2CBE045F">
                <v:shape id="_x0000_i1343" type="#_x0000_t75" style="width:206.8pt;height:17.3pt" o:ole="">
                  <v:imagedata r:id="rId132" o:title=""/>
                </v:shape>
                <w:control r:id="rId133" w:name="CheckBox1191211" w:shapeid="_x0000_i1343"/>
              </w:object>
            </w:r>
          </w:p>
        </w:tc>
        <w:tc>
          <w:tcPr>
            <w:tcW w:w="4905" w:type="dxa"/>
            <w:shd w:val="clear" w:color="auto" w:fill="auto"/>
          </w:tcPr>
          <w:p w14:paraId="1957078C" w14:textId="77777777" w:rsidR="00383C38" w:rsidRPr="001F3792" w:rsidRDefault="00383C38" w:rsidP="00A53E17"/>
        </w:tc>
      </w:tr>
    </w:tbl>
    <w:p w14:paraId="79BC9649" w14:textId="77777777" w:rsidR="00383C38" w:rsidRPr="0008019D" w:rsidRDefault="00383C38" w:rsidP="0008019D">
      <w:pPr>
        <w:pStyle w:val="BodyText"/>
        <w:spacing w:before="240"/>
        <w:rPr>
          <w:rFonts w:cs="Calibri"/>
        </w:rPr>
      </w:pPr>
      <w:r w:rsidRPr="0008019D">
        <w:rPr>
          <w:rFonts w:cs="Calibri"/>
        </w:rPr>
        <w:t xml:space="preserve">For a full list of available browser versions please see </w:t>
      </w:r>
      <w:hyperlink r:id="rId134" w:history="1">
        <w:r w:rsidRPr="0008019D">
          <w:rPr>
            <w:rStyle w:val="Hyperlink"/>
            <w:rFonts w:cs="Calibri"/>
          </w:rPr>
          <w:t>https://myhealthrecord.gov.au/internet/mhr/publishing.nsf/content/compatibility-browsers</w:t>
        </w:r>
      </w:hyperlink>
    </w:p>
    <w:p w14:paraId="52DE5685" w14:textId="77777777" w:rsidR="00383C38" w:rsidRPr="005F7C62" w:rsidRDefault="00B73A8E" w:rsidP="00383C38">
      <w:pPr>
        <w:pStyle w:val="Heading1"/>
        <w:numPr>
          <w:ilvl w:val="0"/>
          <w:numId w:val="26"/>
        </w:numPr>
        <w:spacing w:before="240" w:after="120"/>
        <w:rPr>
          <w:b/>
          <w:bCs w:val="0"/>
          <w:sz w:val="24"/>
          <w:szCs w:val="24"/>
        </w:rPr>
      </w:pPr>
      <w:r w:rsidRPr="00B73A8E">
        <w:rPr>
          <w:sz w:val="24"/>
          <w:szCs w:val="24"/>
        </w:rPr>
        <w:lastRenderedPageBreak/>
        <w:t xml:space="preserve"> </w:t>
      </w:r>
      <w:r w:rsidR="00383C38" w:rsidRPr="005F7C62">
        <w:rPr>
          <w:b/>
          <w:bCs w:val="0"/>
          <w:sz w:val="24"/>
          <w:szCs w:val="24"/>
        </w:rPr>
        <w:t>CIS and CSP requirements</w:t>
      </w:r>
    </w:p>
    <w:p w14:paraId="36AA0AA7" w14:textId="77777777" w:rsidR="00383C38" w:rsidRPr="001F3792" w:rsidRDefault="00383C38" w:rsidP="00BF25FB">
      <w:pPr>
        <w:pStyle w:val="BodyText"/>
        <w:keepNext/>
      </w:pPr>
      <w:r w:rsidRPr="001F3792">
        <w:t xml:space="preserve">How does your </w:t>
      </w:r>
      <w:r>
        <w:t xml:space="preserve">system </w:t>
      </w:r>
      <w:r w:rsidRPr="001F3792">
        <w:t>access the HI Service?</w:t>
      </w:r>
    </w:p>
    <w:p w14:paraId="34677672" w14:textId="42CED8E2" w:rsidR="00383C38" w:rsidRDefault="00383C38" w:rsidP="00BF25FB">
      <w:pPr>
        <w:pStyle w:val="BodyText"/>
        <w:keepNext/>
      </w:pPr>
      <w:r w:rsidRPr="001F3792">
        <w:object w:dxaOrig="225" w:dyaOrig="225" w14:anchorId="10BA7406">
          <v:shape id="_x0000_i1345" type="#_x0000_t75" style="width:305.85pt;height:17.3pt" o:ole="">
            <v:imagedata r:id="rId135" o:title=""/>
          </v:shape>
          <w:control r:id="rId136" w:name="CheckBox1711221" w:shapeid="_x0000_i1345"/>
        </w:object>
      </w:r>
    </w:p>
    <w:p w14:paraId="0037BBB9" w14:textId="0F95B38E" w:rsidR="00383C38" w:rsidRDefault="00383C38" w:rsidP="00383C38">
      <w:r w:rsidRPr="001F3792">
        <w:rPr>
          <w:rFonts w:eastAsia="Times New Roman" w:cstheme="minorHAnsi"/>
          <w:sz w:val="24"/>
          <w:szCs w:val="24"/>
        </w:rPr>
        <w:object w:dxaOrig="225" w:dyaOrig="225" w14:anchorId="5C01D6E8">
          <v:shape id="_x0000_i1347" type="#_x0000_t75" style="width:148.05pt;height:19pt" o:ole="">
            <v:imagedata r:id="rId137" o:title=""/>
          </v:shape>
          <w:control r:id="rId138" w:name="CheckBox181111" w:shapeid="_x0000_i1347"/>
        </w:object>
      </w:r>
    </w:p>
    <w:p w14:paraId="7529668B" w14:textId="77777777" w:rsidR="00383C38" w:rsidRPr="00054F27" w:rsidRDefault="00383C38" w:rsidP="0008019D">
      <w:pPr>
        <w:pStyle w:val="BodyText"/>
      </w:pPr>
      <w:r w:rsidRPr="00054F27">
        <w:t>(Identifiers are obtained from another software system that accesses the HI Service.)</w:t>
      </w:r>
    </w:p>
    <w:p w14:paraId="2470C4E3"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Scope of conformance </w:t>
      </w:r>
      <w:r w:rsidRPr="00B73A8E">
        <w:rPr>
          <w:color w:val="FF0000"/>
          <w:sz w:val="22"/>
          <w:szCs w:val="22"/>
        </w:rPr>
        <w:t>*</w:t>
      </w:r>
    </w:p>
    <w:p w14:paraId="153DF276" w14:textId="77777777" w:rsidR="00383C38" w:rsidRPr="00506E09" w:rsidRDefault="00383C38" w:rsidP="0008019D">
      <w:pPr>
        <w:pStyle w:val="BodyText"/>
      </w:pPr>
      <w:r w:rsidRPr="00506E09">
        <w:t>Indicate which role(s) are performed by your clinical information system: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B73A8E" w:rsidRPr="00B73A8E" w14:paraId="7260B695" w14:textId="77777777" w:rsidTr="00B73A8E">
        <w:trPr>
          <w:trHeight w:val="465"/>
        </w:trPr>
        <w:tc>
          <w:tcPr>
            <w:tcW w:w="9498" w:type="dxa"/>
            <w:tcBorders>
              <w:bottom w:val="single" w:sz="4" w:space="0" w:color="auto"/>
            </w:tcBorders>
            <w:shd w:val="clear" w:color="auto" w:fill="F2F2F2" w:themeFill="background1" w:themeFillShade="F2"/>
          </w:tcPr>
          <w:p w14:paraId="048B62FA"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1F3792" w14:paraId="711BB11C" w14:textId="77777777" w:rsidTr="00487B57">
        <w:trPr>
          <w:trHeight w:val="465"/>
        </w:trPr>
        <w:tc>
          <w:tcPr>
            <w:tcW w:w="9498" w:type="dxa"/>
            <w:shd w:val="clear" w:color="auto" w:fill="FFFFFF" w:themeFill="background1"/>
          </w:tcPr>
          <w:p w14:paraId="034960F4" w14:textId="0FC1A7D6" w:rsidR="00383C38" w:rsidRDefault="00383C38" w:rsidP="00A53E17">
            <w:r w:rsidRPr="005A3EB4">
              <w:rPr>
                <w:rFonts w:eastAsia="Times New Roman" w:cstheme="minorHAnsi"/>
                <w:sz w:val="24"/>
                <w:szCs w:val="24"/>
              </w:rPr>
              <w:object w:dxaOrig="225" w:dyaOrig="225" w14:anchorId="4D9E5C1F">
                <v:shape id="_x0000_i1349" type="#_x0000_t75" style="width:178.55pt;height:30.55pt" o:ole="">
                  <v:imagedata r:id="rId139" o:title=""/>
                </v:shape>
                <w:control r:id="rId140" w:name="CheckBox1195111211" w:shapeid="_x0000_i1349"/>
              </w:object>
            </w:r>
            <w:r w:rsidRPr="001F3792">
              <w:rPr>
                <w:rFonts w:eastAsia="Times New Roman" w:cstheme="minorHAnsi"/>
                <w:sz w:val="24"/>
                <w:szCs w:val="24"/>
              </w:rPr>
              <w:object w:dxaOrig="225" w:dyaOrig="225" w14:anchorId="4F40E2EF">
                <v:shape id="_x0000_i1351" type="#_x0000_t75" style="width:274.75pt;height:20.75pt" o:ole="">
                  <v:imagedata r:id="rId141" o:title=""/>
                </v:shape>
                <w:control r:id="rId142" w:name="TextBox2111331121" w:shapeid="_x0000_i1351"/>
              </w:object>
            </w:r>
          </w:p>
          <w:p w14:paraId="311916A1" w14:textId="59D0B059" w:rsidR="00383C38" w:rsidRDefault="00383C38" w:rsidP="00A53E17">
            <w:r w:rsidRPr="005A3EB4">
              <w:rPr>
                <w:rFonts w:eastAsia="Times New Roman" w:cstheme="minorHAnsi"/>
                <w:sz w:val="24"/>
                <w:szCs w:val="24"/>
              </w:rPr>
              <w:object w:dxaOrig="225" w:dyaOrig="225" w14:anchorId="074EC438">
                <v:shape id="_x0000_i1353" type="#_x0000_t75" style="width:178.55pt;height:26.5pt" o:ole="">
                  <v:imagedata r:id="rId143" o:title=""/>
                </v:shape>
                <w:control r:id="rId144" w:name="CheckBox11812111" w:shapeid="_x0000_i1353"/>
              </w:object>
            </w:r>
            <w:r w:rsidRPr="001F3792">
              <w:rPr>
                <w:rFonts w:eastAsia="Times New Roman" w:cstheme="minorHAnsi"/>
                <w:sz w:val="24"/>
                <w:szCs w:val="24"/>
              </w:rPr>
              <w:object w:dxaOrig="225" w:dyaOrig="225" w14:anchorId="73CA4034">
                <v:shape id="_x0000_i1355" type="#_x0000_t75" style="width:274.75pt;height:20.75pt" o:ole="">
                  <v:imagedata r:id="rId141" o:title=""/>
                </v:shape>
                <w:control r:id="rId145" w:name="TextBox21113312" w:shapeid="_x0000_i1355"/>
              </w:object>
            </w:r>
          </w:p>
          <w:p w14:paraId="2A85FBDA" w14:textId="3EC1259E" w:rsidR="00383C38" w:rsidRPr="00626062" w:rsidRDefault="00383C38" w:rsidP="00A53E17">
            <w:r w:rsidRPr="005A3EB4">
              <w:rPr>
                <w:rFonts w:eastAsia="Times New Roman" w:cstheme="minorHAnsi"/>
                <w:sz w:val="24"/>
                <w:szCs w:val="24"/>
              </w:rPr>
              <w:object w:dxaOrig="225" w:dyaOrig="225" w14:anchorId="310DFD02">
                <v:shape id="_x0000_i1357" type="#_x0000_t75" style="width:178.55pt;height:17.3pt" o:ole="">
                  <v:imagedata r:id="rId146" o:title=""/>
                </v:shape>
                <w:control r:id="rId147" w:name="CheckBox119511122" w:shapeid="_x0000_i1357"/>
              </w:object>
            </w:r>
            <w:r w:rsidRPr="001F3792">
              <w:rPr>
                <w:rFonts w:eastAsia="Times New Roman" w:cstheme="minorHAnsi"/>
                <w:sz w:val="24"/>
                <w:szCs w:val="24"/>
              </w:rPr>
              <w:object w:dxaOrig="225" w:dyaOrig="225" w14:anchorId="00B001C8">
                <v:shape id="_x0000_i1359" type="#_x0000_t75" style="width:274.75pt;height:20.75pt" o:ole="">
                  <v:imagedata r:id="rId141" o:title=""/>
                </v:shape>
                <w:control r:id="rId148" w:name="TextBox211133111" w:shapeid="_x0000_i1359"/>
              </w:object>
            </w:r>
          </w:p>
        </w:tc>
      </w:tr>
    </w:tbl>
    <w:p w14:paraId="4E6673FC"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Clinical documents </w:t>
      </w:r>
      <w:r w:rsidRPr="00B73A8E">
        <w:rPr>
          <w:color w:val="FF0000"/>
          <w:sz w:val="22"/>
          <w:szCs w:val="22"/>
        </w:rPr>
        <w:t>*</w:t>
      </w:r>
    </w:p>
    <w:p w14:paraId="4B7C6B47" w14:textId="77777777" w:rsidR="00383C38" w:rsidRPr="001F3792" w:rsidRDefault="00383C38" w:rsidP="0008019D">
      <w:pPr>
        <w:pStyle w:val="BodyText"/>
      </w:pPr>
      <w:r w:rsidRPr="001F3792">
        <w:t xml:space="preserve">Indicate in </w:t>
      </w:r>
      <w:r>
        <w:t xml:space="preserve">the </w:t>
      </w:r>
      <w:r w:rsidRPr="001F3792">
        <w:t xml:space="preserve">table </w:t>
      </w:r>
      <w:r>
        <w:t xml:space="preserve">below </w:t>
      </w:r>
      <w:r w:rsidRPr="001F3792">
        <w:t>the type of clinical document(s) produced by your software</w:t>
      </w: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7"/>
      </w:tblGrid>
      <w:tr w:rsidR="00B73A8E" w:rsidRPr="00B73A8E" w14:paraId="66C7838B" w14:textId="77777777" w:rsidTr="000E1E7B">
        <w:trPr>
          <w:trHeight w:val="603"/>
        </w:trPr>
        <w:tc>
          <w:tcPr>
            <w:tcW w:w="9567" w:type="dxa"/>
            <w:shd w:val="clear" w:color="auto" w:fill="F2F2F2" w:themeFill="background1" w:themeFillShade="F2"/>
          </w:tcPr>
          <w:p w14:paraId="7F2C6FBC"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51FE8DF0" w14:textId="77777777" w:rsidTr="000E1E7B">
        <w:tblPrEx>
          <w:tblLook w:val="04A0" w:firstRow="1" w:lastRow="0" w:firstColumn="1" w:lastColumn="0" w:noHBand="0" w:noVBand="1"/>
        </w:tblPrEx>
        <w:trPr>
          <w:trHeight w:val="883"/>
        </w:trPr>
        <w:tc>
          <w:tcPr>
            <w:tcW w:w="9567" w:type="dxa"/>
            <w:shd w:val="clear" w:color="auto" w:fill="auto"/>
          </w:tcPr>
          <w:p w14:paraId="0F0E5C44" w14:textId="1A297623" w:rsidR="00383C38" w:rsidRDefault="00383C38" w:rsidP="00A53E17">
            <w:r w:rsidRPr="005A3EB4">
              <w:rPr>
                <w:rFonts w:eastAsia="Times New Roman" w:cstheme="minorHAnsi"/>
                <w:sz w:val="24"/>
                <w:szCs w:val="24"/>
              </w:rPr>
              <w:object w:dxaOrig="225" w:dyaOrig="225" w14:anchorId="7B411724">
                <v:shape id="_x0000_i1361" type="#_x0000_t75" style="width:178.55pt;height:17.3pt" o:ole="">
                  <v:imagedata r:id="rId149" o:title=""/>
                </v:shape>
                <w:control r:id="rId150" w:name="CheckBox119511121" w:shapeid="_x0000_i1361"/>
              </w:object>
            </w:r>
            <w:r w:rsidRPr="001F3792">
              <w:rPr>
                <w:rFonts w:eastAsia="Times New Roman" w:cstheme="minorHAnsi"/>
                <w:sz w:val="24"/>
                <w:szCs w:val="24"/>
              </w:rPr>
              <w:object w:dxaOrig="225" w:dyaOrig="225" w14:anchorId="0B21B6D8">
                <v:shape id="_x0000_i1363" type="#_x0000_t75" style="width:270.7pt;height:20.75pt" o:ole="">
                  <v:imagedata r:id="rId151" o:title=""/>
                </v:shape>
                <w:control r:id="rId152" w:name="TextBox211133112" w:shapeid="_x0000_i1363"/>
              </w:object>
            </w:r>
          </w:p>
          <w:p w14:paraId="34F65E57" w14:textId="5F81DA8A" w:rsidR="00383C38" w:rsidRDefault="00383C38" w:rsidP="00A53E17">
            <w:r w:rsidRPr="005A3EB4">
              <w:rPr>
                <w:rFonts w:eastAsia="Times New Roman" w:cstheme="minorHAnsi"/>
                <w:sz w:val="24"/>
                <w:szCs w:val="24"/>
              </w:rPr>
              <w:object w:dxaOrig="225" w:dyaOrig="225" w14:anchorId="277037BD">
                <v:shape id="_x0000_i1365" type="#_x0000_t75" style="width:178.55pt;height:17.3pt" o:ole="">
                  <v:imagedata r:id="rId153" o:title=""/>
                </v:shape>
                <w:control r:id="rId154" w:name="CheckBox1181211" w:shapeid="_x0000_i1365"/>
              </w:object>
            </w:r>
            <w:r w:rsidRPr="001F3792">
              <w:rPr>
                <w:rFonts w:eastAsia="Times New Roman" w:cstheme="minorHAnsi"/>
                <w:sz w:val="24"/>
                <w:szCs w:val="24"/>
              </w:rPr>
              <w:object w:dxaOrig="225" w:dyaOrig="225" w14:anchorId="17171B24">
                <v:shape id="_x0000_i1367" type="#_x0000_t75" style="width:270.7pt;height:20.75pt" o:ole="">
                  <v:imagedata r:id="rId151" o:title=""/>
                </v:shape>
                <w:control r:id="rId155" w:name="TextBox2111331" w:shapeid="_x0000_i1367"/>
              </w:object>
            </w:r>
          </w:p>
          <w:p w14:paraId="6A8E0DF0" w14:textId="5E2D6704" w:rsidR="00383C38" w:rsidRDefault="00383C38" w:rsidP="00A53E17">
            <w:r w:rsidRPr="005A3EB4">
              <w:rPr>
                <w:rFonts w:eastAsia="Times New Roman" w:cstheme="minorHAnsi"/>
                <w:sz w:val="24"/>
                <w:szCs w:val="24"/>
              </w:rPr>
              <w:object w:dxaOrig="225" w:dyaOrig="225" w14:anchorId="6C78E082">
                <v:shape id="_x0000_i1369" type="#_x0000_t75" style="width:178.55pt;height:17.3pt" o:ole="">
                  <v:imagedata r:id="rId156" o:title=""/>
                </v:shape>
                <w:control r:id="rId157" w:name="CheckBox11951112" w:shapeid="_x0000_i1369"/>
              </w:object>
            </w:r>
            <w:r w:rsidRPr="001F3792">
              <w:rPr>
                <w:rFonts w:eastAsia="Times New Roman" w:cstheme="minorHAnsi"/>
                <w:sz w:val="24"/>
                <w:szCs w:val="24"/>
              </w:rPr>
              <w:object w:dxaOrig="225" w:dyaOrig="225" w14:anchorId="7449D069">
                <v:shape id="_x0000_i1371" type="#_x0000_t75" style="width:270.7pt;height:20.75pt" o:ole="">
                  <v:imagedata r:id="rId151" o:title=""/>
                </v:shape>
                <w:control r:id="rId158" w:name="TextBox21113311" w:shapeid="_x0000_i1371"/>
              </w:object>
            </w:r>
          </w:p>
          <w:p w14:paraId="66B9A453" w14:textId="6E5C3DE7" w:rsidR="00383C38" w:rsidRDefault="00383C38" w:rsidP="00A53E17">
            <w:r w:rsidRPr="005A3EB4">
              <w:rPr>
                <w:rFonts w:eastAsia="Times New Roman" w:cstheme="minorHAnsi"/>
                <w:sz w:val="24"/>
                <w:szCs w:val="24"/>
              </w:rPr>
              <w:object w:dxaOrig="225" w:dyaOrig="225" w14:anchorId="4ECD4FA5">
                <v:shape id="_x0000_i1373" type="#_x0000_t75" style="width:178.55pt;height:17.3pt" o:ole="">
                  <v:imagedata r:id="rId159" o:title=""/>
                </v:shape>
                <w:control r:id="rId160" w:name="CheckBox1211211" w:shapeid="_x0000_i1373"/>
              </w:object>
            </w:r>
            <w:r w:rsidRPr="001F3792">
              <w:rPr>
                <w:rFonts w:eastAsia="Times New Roman" w:cstheme="minorHAnsi"/>
                <w:sz w:val="24"/>
                <w:szCs w:val="24"/>
              </w:rPr>
              <w:object w:dxaOrig="225" w:dyaOrig="225" w14:anchorId="35753E64">
                <v:shape id="_x0000_i1375" type="#_x0000_t75" style="width:270.7pt;height:20.75pt" o:ole="">
                  <v:imagedata r:id="rId151" o:title=""/>
                </v:shape>
                <w:control r:id="rId161" w:name="TextBox2111332" w:shapeid="_x0000_i1375"/>
              </w:object>
            </w:r>
          </w:p>
          <w:p w14:paraId="7AE1F2D1" w14:textId="6ED191E2" w:rsidR="00383C38" w:rsidRPr="005A3EB4" w:rsidRDefault="00383C38" w:rsidP="00A53E17">
            <w:r w:rsidRPr="005A3EB4">
              <w:rPr>
                <w:rFonts w:eastAsia="Times New Roman" w:cstheme="minorHAnsi"/>
                <w:sz w:val="24"/>
                <w:szCs w:val="24"/>
              </w:rPr>
              <w:object w:dxaOrig="225" w:dyaOrig="225" w14:anchorId="6DE746CF">
                <v:shape id="_x0000_i1377" type="#_x0000_t75" style="width:178.55pt;height:17.3pt" o:ole="">
                  <v:imagedata r:id="rId162" o:title=""/>
                </v:shape>
                <w:control r:id="rId163" w:name="CheckBox12112112" w:shapeid="_x0000_i1377"/>
              </w:object>
            </w:r>
            <w:r w:rsidRPr="001F3792">
              <w:rPr>
                <w:rFonts w:eastAsia="Times New Roman" w:cstheme="minorHAnsi"/>
                <w:sz w:val="24"/>
                <w:szCs w:val="24"/>
              </w:rPr>
              <w:object w:dxaOrig="225" w:dyaOrig="225" w14:anchorId="5C947426">
                <v:shape id="_x0000_i1379" type="#_x0000_t75" style="width:270.15pt;height:20.75pt" o:ole="">
                  <v:imagedata r:id="rId164" o:title=""/>
                </v:shape>
                <w:control r:id="rId165" w:name="TextBox21113322" w:shapeid="_x0000_i1379"/>
              </w:object>
            </w:r>
          </w:p>
          <w:p w14:paraId="492D46FE" w14:textId="6503E134" w:rsidR="00383C38" w:rsidRPr="005A3EB4" w:rsidRDefault="00383C38" w:rsidP="00A53E17">
            <w:r w:rsidRPr="005A3EB4">
              <w:rPr>
                <w:rFonts w:eastAsia="Times New Roman" w:cstheme="minorHAnsi"/>
                <w:sz w:val="24"/>
                <w:szCs w:val="24"/>
              </w:rPr>
              <w:object w:dxaOrig="225" w:dyaOrig="225" w14:anchorId="4638C6DF">
                <v:shape id="_x0000_i1381" type="#_x0000_t75" style="width:178.55pt;height:17.3pt" o:ole="">
                  <v:imagedata r:id="rId166" o:title=""/>
                </v:shape>
                <w:control r:id="rId167" w:name="CheckBox1311211" w:shapeid="_x0000_i1381"/>
              </w:object>
            </w:r>
            <w:r w:rsidRPr="001F3792">
              <w:rPr>
                <w:rFonts w:eastAsia="Times New Roman" w:cstheme="minorHAnsi"/>
                <w:sz w:val="24"/>
                <w:szCs w:val="24"/>
              </w:rPr>
              <w:object w:dxaOrig="225" w:dyaOrig="225" w14:anchorId="0B323687">
                <v:shape id="_x0000_i1383" type="#_x0000_t75" style="width:270.7pt;height:20.75pt" o:ole="">
                  <v:imagedata r:id="rId151" o:title=""/>
                </v:shape>
                <w:control r:id="rId168" w:name="TextBox2111333" w:shapeid="_x0000_i1383"/>
              </w:object>
            </w:r>
          </w:p>
          <w:p w14:paraId="69095CE8" w14:textId="1A8299FF" w:rsidR="00383C38" w:rsidRPr="005A3EB4" w:rsidRDefault="00383C38" w:rsidP="00A53E17">
            <w:r w:rsidRPr="005A3EB4">
              <w:rPr>
                <w:rFonts w:eastAsia="Times New Roman" w:cstheme="minorHAnsi"/>
                <w:sz w:val="24"/>
                <w:szCs w:val="24"/>
              </w:rPr>
              <w:object w:dxaOrig="225" w:dyaOrig="225" w14:anchorId="20628088">
                <v:shape id="_x0000_i1385" type="#_x0000_t75" style="width:178.55pt;height:17.3pt" o:ole="">
                  <v:imagedata r:id="rId169" o:title=""/>
                </v:shape>
                <w:control r:id="rId170" w:name="CheckBox1411211" w:shapeid="_x0000_i1385"/>
              </w:object>
            </w:r>
            <w:r w:rsidRPr="001F3792">
              <w:rPr>
                <w:rFonts w:eastAsia="Times New Roman" w:cstheme="minorHAnsi"/>
                <w:sz w:val="24"/>
                <w:szCs w:val="24"/>
              </w:rPr>
              <w:object w:dxaOrig="225" w:dyaOrig="225" w14:anchorId="7DE9B0AD">
                <v:shape id="_x0000_i1387" type="#_x0000_t75" style="width:270.7pt;height:20.75pt" o:ole="">
                  <v:imagedata r:id="rId151" o:title=""/>
                </v:shape>
                <w:control r:id="rId171" w:name="TextBox2111334" w:shapeid="_x0000_i1387"/>
              </w:object>
            </w:r>
          </w:p>
          <w:p w14:paraId="273E19EF" w14:textId="298B4406" w:rsidR="00383C38" w:rsidRPr="005A3EB4" w:rsidRDefault="00383C38" w:rsidP="00A53E17">
            <w:r w:rsidRPr="005A3EB4">
              <w:rPr>
                <w:rFonts w:eastAsia="Times New Roman" w:cstheme="minorHAnsi"/>
                <w:sz w:val="24"/>
                <w:szCs w:val="24"/>
              </w:rPr>
              <w:object w:dxaOrig="225" w:dyaOrig="225" w14:anchorId="092BE3CC">
                <v:shape id="_x0000_i1389" type="#_x0000_t75" style="width:178.55pt;height:17.3pt" o:ole="">
                  <v:imagedata r:id="rId172" o:title=""/>
                </v:shape>
                <w:control r:id="rId173" w:name="CheckBox1511211" w:shapeid="_x0000_i1389"/>
              </w:object>
            </w:r>
            <w:r w:rsidRPr="001F3792">
              <w:rPr>
                <w:rFonts w:eastAsia="Times New Roman" w:cstheme="minorHAnsi"/>
                <w:sz w:val="24"/>
                <w:szCs w:val="24"/>
              </w:rPr>
              <w:object w:dxaOrig="225" w:dyaOrig="225" w14:anchorId="73CEC1D4">
                <v:shape id="_x0000_i1391" type="#_x0000_t75" style="width:270.7pt;height:26.5pt" o:ole="">
                  <v:imagedata r:id="rId174" o:title=""/>
                </v:shape>
                <w:control r:id="rId175" w:name="TextBox2111335" w:shapeid="_x0000_i1391"/>
              </w:object>
            </w:r>
          </w:p>
          <w:p w14:paraId="14759DA6" w14:textId="52693E23" w:rsidR="00383C38" w:rsidRDefault="00383C38" w:rsidP="00A53E17">
            <w:r w:rsidRPr="005A3EB4">
              <w:rPr>
                <w:rFonts w:eastAsia="Times New Roman" w:cstheme="minorHAnsi"/>
                <w:sz w:val="24"/>
                <w:szCs w:val="24"/>
              </w:rPr>
              <w:object w:dxaOrig="225" w:dyaOrig="225" w14:anchorId="5DEECF1C">
                <v:shape id="_x0000_i1393" type="#_x0000_t75" style="width:178.55pt;height:23.05pt" o:ole="">
                  <v:imagedata r:id="rId176" o:title=""/>
                </v:shape>
                <w:control r:id="rId177" w:name="CheckBox1611211" w:shapeid="_x0000_i1393"/>
              </w:object>
            </w:r>
            <w:r w:rsidRPr="001F3792">
              <w:rPr>
                <w:rFonts w:eastAsia="Times New Roman" w:cstheme="minorHAnsi"/>
                <w:sz w:val="24"/>
                <w:szCs w:val="24"/>
              </w:rPr>
              <w:object w:dxaOrig="225" w:dyaOrig="225" w14:anchorId="2D8C50FF">
                <v:shape id="_x0000_i1395" type="#_x0000_t75" style="width:270.7pt;height:21.9pt" o:ole="">
                  <v:imagedata r:id="rId178" o:title=""/>
                </v:shape>
                <w:control r:id="rId179" w:name="TextBox2111336" w:shapeid="_x0000_i1395"/>
              </w:object>
            </w:r>
          </w:p>
          <w:p w14:paraId="7F2DA924" w14:textId="7D54125C" w:rsidR="00383C38" w:rsidRPr="005A3EB4" w:rsidRDefault="00383C38" w:rsidP="00A53E17">
            <w:r w:rsidRPr="005A3EB4">
              <w:rPr>
                <w:rFonts w:eastAsia="Times New Roman" w:cstheme="minorHAnsi"/>
                <w:sz w:val="24"/>
                <w:szCs w:val="24"/>
              </w:rPr>
              <w:object w:dxaOrig="225" w:dyaOrig="225" w14:anchorId="7B0C08B8">
                <v:shape id="_x0000_i1397" type="#_x0000_t75" style="width:178.55pt;height:17.3pt" o:ole="">
                  <v:imagedata r:id="rId180" o:title=""/>
                </v:shape>
                <w:control r:id="rId181" w:name="CheckBox13112111" w:shapeid="_x0000_i1397"/>
              </w:object>
            </w:r>
            <w:r w:rsidRPr="001F3792">
              <w:rPr>
                <w:rFonts w:eastAsia="Times New Roman" w:cstheme="minorHAnsi"/>
                <w:sz w:val="24"/>
                <w:szCs w:val="24"/>
              </w:rPr>
              <w:object w:dxaOrig="225" w:dyaOrig="225" w14:anchorId="17B782FE">
                <v:shape id="_x0000_i1399" type="#_x0000_t75" style="width:270.7pt;height:20.75pt" o:ole="">
                  <v:imagedata r:id="rId151" o:title=""/>
                </v:shape>
                <w:control r:id="rId182" w:name="TextBox21113331" w:shapeid="_x0000_i1399"/>
              </w:object>
            </w:r>
          </w:p>
          <w:p w14:paraId="4B2CFB7F" w14:textId="7F05A54D" w:rsidR="00383C38" w:rsidRDefault="00383C38" w:rsidP="00A53E17">
            <w:pPr>
              <w:rPr>
                <w:rFonts w:eastAsia="Times New Roman" w:cstheme="minorHAnsi"/>
                <w:sz w:val="24"/>
                <w:szCs w:val="24"/>
              </w:rPr>
            </w:pPr>
            <w:r w:rsidRPr="008B2BD7">
              <w:rPr>
                <w:rFonts w:eastAsia="Times New Roman" w:cstheme="minorHAnsi"/>
                <w:sz w:val="24"/>
                <w:szCs w:val="24"/>
              </w:rPr>
              <w:object w:dxaOrig="225" w:dyaOrig="225" w14:anchorId="7628FF65">
                <v:shape id="_x0000_i1401" type="#_x0000_t75" style="width:178.55pt;height:17.3pt" o:ole="">
                  <v:imagedata r:id="rId183" o:title=""/>
                </v:shape>
                <w:control r:id="rId184" w:name="CheckBox131121111" w:shapeid="_x0000_i1401"/>
              </w:object>
            </w:r>
            <w:r w:rsidRPr="008B2BD7">
              <w:rPr>
                <w:rFonts w:eastAsia="Times New Roman" w:cstheme="minorHAnsi"/>
                <w:sz w:val="24"/>
                <w:szCs w:val="24"/>
              </w:rPr>
              <w:object w:dxaOrig="225" w:dyaOrig="225" w14:anchorId="1DDABD94">
                <v:shape id="_x0000_i1403" type="#_x0000_t75" style="width:270.7pt;height:20.75pt" o:ole="">
                  <v:imagedata r:id="rId151" o:title=""/>
                </v:shape>
                <w:control r:id="rId185" w:name="TextBox211133311" w:shapeid="_x0000_i1403"/>
              </w:object>
            </w:r>
          </w:p>
          <w:p w14:paraId="15BEC0FE" w14:textId="2D1EAE10" w:rsidR="0085012D" w:rsidRPr="005A3EB4" w:rsidRDefault="0085012D" w:rsidP="00A53E17">
            <w:r w:rsidRPr="008B2BD7">
              <w:rPr>
                <w:rFonts w:eastAsia="Times New Roman" w:cstheme="minorHAnsi"/>
                <w:sz w:val="24"/>
                <w:szCs w:val="24"/>
              </w:rPr>
              <w:object w:dxaOrig="225" w:dyaOrig="225" w14:anchorId="53D6FB8F">
                <v:shape id="_x0000_i1405" type="#_x0000_t75" style="width:178.55pt;height:17.3pt" o:ole="">
                  <v:imagedata r:id="rId186" o:title=""/>
                </v:shape>
                <w:control r:id="rId187" w:name="CheckBox1311211111" w:shapeid="_x0000_i1405"/>
              </w:object>
            </w:r>
            <w:r w:rsidRPr="008B2BD7">
              <w:rPr>
                <w:rFonts w:eastAsia="Times New Roman" w:cstheme="minorHAnsi"/>
                <w:sz w:val="24"/>
                <w:szCs w:val="24"/>
              </w:rPr>
              <w:object w:dxaOrig="225" w:dyaOrig="225" w14:anchorId="48BA9F7F">
                <v:shape id="_x0000_i1407" type="#_x0000_t75" style="width:270.7pt;height:20.75pt" o:ole="">
                  <v:imagedata r:id="rId151" o:title=""/>
                </v:shape>
                <w:control r:id="rId188" w:name="TextBox2111333111" w:shapeid="_x0000_i1407"/>
              </w:object>
            </w:r>
          </w:p>
        </w:tc>
      </w:tr>
    </w:tbl>
    <w:p w14:paraId="2D981CD6" w14:textId="77777777" w:rsidR="00861641" w:rsidRDefault="00861641">
      <w:pPr>
        <w:rPr>
          <w:rFonts w:eastAsiaTheme="majorEastAsia" w:cstheme="majorBidi"/>
          <w:b/>
        </w:rPr>
      </w:pPr>
      <w:r>
        <w:br w:type="page"/>
      </w:r>
    </w:p>
    <w:p w14:paraId="3F96FF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lastRenderedPageBreak/>
        <w:t xml:space="preserve">Optional capabilities </w:t>
      </w:r>
      <w:r w:rsidRPr="00B73A8E">
        <w:rPr>
          <w:color w:val="FF0000"/>
          <w:sz w:val="22"/>
          <w:szCs w:val="22"/>
        </w:rPr>
        <w:t>*</w:t>
      </w:r>
    </w:p>
    <w:p w14:paraId="1EDE69EE" w14:textId="77777777" w:rsidR="00383C38" w:rsidRDefault="00383C38" w:rsidP="0008019D">
      <w:pPr>
        <w:pStyle w:val="BodyText"/>
      </w:pPr>
      <w:r w:rsidRPr="00E83B48">
        <w:t>Indicate which of the following optional capabilities are to be tested:</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
        <w:gridCol w:w="5559"/>
        <w:gridCol w:w="3584"/>
      </w:tblGrid>
      <w:tr w:rsidR="00B73A8E" w:rsidRPr="00B73A8E" w14:paraId="71907907" w14:textId="77777777" w:rsidTr="00B73A8E">
        <w:trPr>
          <w:trHeight w:val="465"/>
        </w:trPr>
        <w:tc>
          <w:tcPr>
            <w:tcW w:w="9493" w:type="dxa"/>
            <w:gridSpan w:val="3"/>
            <w:tcBorders>
              <w:bottom w:val="single" w:sz="4" w:space="0" w:color="auto"/>
            </w:tcBorders>
            <w:shd w:val="clear" w:color="auto" w:fill="F2F2F2" w:themeFill="background1" w:themeFillShade="F2"/>
          </w:tcPr>
          <w:p w14:paraId="559288A1" w14:textId="77777777" w:rsidR="00383C38" w:rsidRPr="00B73A8E" w:rsidRDefault="00383C38" w:rsidP="00A53E17">
            <w:pPr>
              <w:pStyle w:val="TableHeading"/>
              <w:rPr>
                <w:rFonts w:ascii="Calibri" w:hAnsi="Calibri" w:cs="Calibri"/>
                <w:color w:val="auto"/>
                <w:sz w:val="20"/>
              </w:rPr>
            </w:pPr>
            <w:r w:rsidRPr="00B73A8E">
              <w:rPr>
                <w:rFonts w:ascii="Calibri" w:hAnsi="Calibri" w:cs="Calibri"/>
                <w:color w:val="auto"/>
              </w:rPr>
              <w:t>If different from product name, please provide the name(s) of the software system(s) that perform these roles</w:t>
            </w:r>
          </w:p>
        </w:tc>
      </w:tr>
      <w:tr w:rsidR="00383C38" w:rsidRPr="005A3EB4" w14:paraId="09E9B3FA" w14:textId="77777777" w:rsidTr="00487B57">
        <w:tblPrEx>
          <w:tblLook w:val="04A0" w:firstRow="1" w:lastRow="0" w:firstColumn="1" w:lastColumn="0" w:noHBand="0" w:noVBand="1"/>
        </w:tblPrEx>
        <w:trPr>
          <w:trHeight w:val="1117"/>
        </w:trPr>
        <w:tc>
          <w:tcPr>
            <w:tcW w:w="624" w:type="dxa"/>
            <w:tcBorders>
              <w:top w:val="single" w:sz="4" w:space="0" w:color="auto"/>
              <w:left w:val="single" w:sz="4" w:space="0" w:color="auto"/>
              <w:bottom w:val="nil"/>
              <w:right w:val="nil"/>
            </w:tcBorders>
            <w:shd w:val="clear" w:color="auto" w:fill="auto"/>
            <w:tcMar>
              <w:top w:w="113" w:type="dxa"/>
            </w:tcMar>
          </w:tcPr>
          <w:p w14:paraId="4E7FFB00" w14:textId="36198FF2" w:rsidR="00383C38" w:rsidRPr="001A2EE2" w:rsidRDefault="00383C38" w:rsidP="00A53E17">
            <w:r w:rsidRPr="001A2EE2">
              <w:rPr>
                <w:rFonts w:eastAsia="Times New Roman" w:cstheme="minorHAnsi"/>
                <w:sz w:val="24"/>
                <w:szCs w:val="24"/>
              </w:rPr>
              <w:object w:dxaOrig="225" w:dyaOrig="225" w14:anchorId="6BA7A237">
                <v:shape id="_x0000_i1409" type="#_x0000_t75" style="width:13.25pt;height:20.15pt" o:ole="">
                  <v:imagedata r:id="rId189" o:title=""/>
                </v:shape>
                <w:control r:id="rId190" w:name="CheckBox11951111" w:shapeid="_x0000_i1409"/>
              </w:object>
            </w:r>
          </w:p>
        </w:tc>
        <w:tc>
          <w:tcPr>
            <w:tcW w:w="4881" w:type="dxa"/>
            <w:tcBorders>
              <w:top w:val="single" w:sz="4" w:space="0" w:color="auto"/>
              <w:left w:val="nil"/>
              <w:bottom w:val="nil"/>
              <w:right w:val="nil"/>
            </w:tcBorders>
            <w:shd w:val="clear" w:color="auto" w:fill="auto"/>
            <w:tcMar>
              <w:top w:w="113" w:type="dxa"/>
            </w:tcMar>
          </w:tcPr>
          <w:p w14:paraId="1ECD19C6" w14:textId="538FAE3E" w:rsidR="00383C38" w:rsidRPr="001A2EE2" w:rsidRDefault="00383C38" w:rsidP="00A53E17">
            <w:r>
              <w:rPr>
                <w:rFonts w:eastAsia="Times New Roman" w:cstheme="minorHAnsi"/>
                <w:sz w:val="24"/>
                <w:szCs w:val="24"/>
              </w:rPr>
              <w:object w:dxaOrig="225" w:dyaOrig="225" w14:anchorId="190714D0">
                <v:shape id="_x0000_i1411" type="#_x0000_t75" style="width:267.85pt;height:42.05pt" o:ole="">
                  <v:imagedata r:id="rId191" o:title=""/>
                </v:shape>
                <w:control r:id="rId192" w:name="Label21" w:shapeid="_x0000_i1411"/>
              </w:object>
            </w:r>
          </w:p>
        </w:tc>
        <w:tc>
          <w:tcPr>
            <w:tcW w:w="3988" w:type="dxa"/>
            <w:tcBorders>
              <w:top w:val="single" w:sz="4" w:space="0" w:color="auto"/>
              <w:left w:val="nil"/>
              <w:bottom w:val="nil"/>
              <w:right w:val="single" w:sz="4" w:space="0" w:color="auto"/>
            </w:tcBorders>
            <w:shd w:val="clear" w:color="auto" w:fill="auto"/>
            <w:tcMar>
              <w:top w:w="113" w:type="dxa"/>
            </w:tcMar>
          </w:tcPr>
          <w:p w14:paraId="3D62948D" w14:textId="42BA4C03" w:rsidR="00383C38" w:rsidRPr="001A2EE2" w:rsidRDefault="00383C38" w:rsidP="00A53E17">
            <w:pPr>
              <w:rPr>
                <w:sz w:val="20"/>
                <w:szCs w:val="20"/>
              </w:rPr>
            </w:pPr>
            <w:r w:rsidRPr="001F3792">
              <w:rPr>
                <w:rFonts w:eastAsia="Times New Roman" w:cstheme="minorHAnsi"/>
                <w:sz w:val="24"/>
                <w:szCs w:val="24"/>
              </w:rPr>
              <w:object w:dxaOrig="225" w:dyaOrig="225" w14:anchorId="3FB63AB7">
                <v:shape id="_x0000_i1413" type="#_x0000_t75" style="width:168.75pt;height:20.75pt" o:ole="">
                  <v:imagedata r:id="rId193" o:title=""/>
                </v:shape>
                <w:control r:id="rId194" w:name="TextBox21113361" w:shapeid="_x0000_i1413"/>
              </w:object>
            </w:r>
          </w:p>
        </w:tc>
      </w:tr>
      <w:tr w:rsidR="00383C38" w:rsidRPr="005A3EB4" w14:paraId="590C3826"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65AA2D9F" w14:textId="7E98FB93" w:rsidR="00383C38" w:rsidRPr="001A2EE2" w:rsidRDefault="00383C38" w:rsidP="00A53E17">
            <w:r w:rsidRPr="001A2EE2">
              <w:rPr>
                <w:rFonts w:eastAsia="Times New Roman" w:cstheme="minorHAnsi"/>
                <w:sz w:val="24"/>
                <w:szCs w:val="24"/>
              </w:rPr>
              <w:object w:dxaOrig="225" w:dyaOrig="225" w14:anchorId="4CF75F70">
                <v:shape id="_x0000_i1415" type="#_x0000_t75" style="width:13.25pt;height:20.15pt" o:ole="">
                  <v:imagedata r:id="rId189" o:title=""/>
                </v:shape>
                <w:control r:id="rId195" w:name="CheckBox119511111" w:shapeid="_x0000_i1415"/>
              </w:object>
            </w:r>
          </w:p>
        </w:tc>
        <w:tc>
          <w:tcPr>
            <w:tcW w:w="4881" w:type="dxa"/>
            <w:tcBorders>
              <w:top w:val="nil"/>
              <w:left w:val="nil"/>
              <w:bottom w:val="nil"/>
              <w:right w:val="nil"/>
            </w:tcBorders>
            <w:shd w:val="clear" w:color="auto" w:fill="auto"/>
          </w:tcPr>
          <w:p w14:paraId="4CA5289E" w14:textId="24E61A0C" w:rsidR="00383C38" w:rsidRDefault="00383C38" w:rsidP="00A53E17">
            <w:r>
              <w:rPr>
                <w:rFonts w:eastAsia="Times New Roman" w:cstheme="minorHAnsi"/>
                <w:sz w:val="24"/>
                <w:szCs w:val="24"/>
              </w:rPr>
              <w:object w:dxaOrig="225" w:dyaOrig="225" w14:anchorId="4915272D">
                <v:shape id="_x0000_i1417" type="#_x0000_t75" style="width:228.1pt;height:21.9pt" o:ole="">
                  <v:imagedata r:id="rId196" o:title=""/>
                </v:shape>
                <w:control r:id="rId197" w:name="Label24" w:shapeid="_x0000_i1417"/>
              </w:object>
            </w:r>
          </w:p>
        </w:tc>
        <w:tc>
          <w:tcPr>
            <w:tcW w:w="3988" w:type="dxa"/>
            <w:tcBorders>
              <w:top w:val="nil"/>
              <w:left w:val="nil"/>
              <w:bottom w:val="nil"/>
              <w:right w:val="single" w:sz="4" w:space="0" w:color="auto"/>
            </w:tcBorders>
            <w:shd w:val="clear" w:color="auto" w:fill="auto"/>
          </w:tcPr>
          <w:p w14:paraId="771418E6" w14:textId="251780A7" w:rsidR="00383C38" w:rsidRPr="001F3792" w:rsidRDefault="00383C38" w:rsidP="00A53E17">
            <w:r w:rsidRPr="001F3792">
              <w:rPr>
                <w:rFonts w:eastAsia="Times New Roman" w:cstheme="minorHAnsi"/>
                <w:sz w:val="24"/>
                <w:szCs w:val="24"/>
              </w:rPr>
              <w:object w:dxaOrig="225" w:dyaOrig="225" w14:anchorId="4B8CBADF">
                <v:shape id="_x0000_i1419" type="#_x0000_t75" style="width:168.75pt;height:20.75pt" o:ole="">
                  <v:imagedata r:id="rId193" o:title=""/>
                </v:shape>
                <w:control r:id="rId198" w:name="TextBox211133621" w:shapeid="_x0000_i1419"/>
              </w:object>
            </w:r>
          </w:p>
        </w:tc>
      </w:tr>
      <w:tr w:rsidR="00383C38" w:rsidRPr="005A3EB4" w14:paraId="2D68E39D"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44D2E8BD" w14:textId="155F3043" w:rsidR="00383C38" w:rsidRPr="001A2EE2" w:rsidRDefault="00383C38" w:rsidP="00A53E17">
            <w:r w:rsidRPr="001A2EE2">
              <w:rPr>
                <w:rFonts w:eastAsia="Times New Roman" w:cstheme="minorHAnsi"/>
                <w:sz w:val="24"/>
                <w:szCs w:val="24"/>
              </w:rPr>
              <w:object w:dxaOrig="225" w:dyaOrig="225" w14:anchorId="70E9C876">
                <v:shape id="_x0000_i1421" type="#_x0000_t75" style="width:13.25pt;height:20.15pt" o:ole="">
                  <v:imagedata r:id="rId189" o:title=""/>
                </v:shape>
                <w:control r:id="rId199" w:name="CheckBox119511112" w:shapeid="_x0000_i1421"/>
              </w:object>
            </w:r>
          </w:p>
        </w:tc>
        <w:tc>
          <w:tcPr>
            <w:tcW w:w="4881" w:type="dxa"/>
            <w:tcBorders>
              <w:top w:val="nil"/>
              <w:left w:val="nil"/>
              <w:bottom w:val="nil"/>
              <w:right w:val="nil"/>
            </w:tcBorders>
            <w:shd w:val="clear" w:color="auto" w:fill="auto"/>
          </w:tcPr>
          <w:p w14:paraId="6A3779D1" w14:textId="607BD202" w:rsidR="00383C38" w:rsidRDefault="00383C38" w:rsidP="00A53E17">
            <w:r>
              <w:rPr>
                <w:rFonts w:eastAsia="Times New Roman" w:cstheme="minorHAnsi"/>
                <w:sz w:val="24"/>
                <w:szCs w:val="24"/>
              </w:rPr>
              <w:object w:dxaOrig="225" w:dyaOrig="225" w14:anchorId="53BC53B2">
                <v:shape id="_x0000_i1423" type="#_x0000_t75" style="width:216.6pt;height:12.65pt" o:ole="">
                  <v:imagedata r:id="rId200" o:title=""/>
                </v:shape>
                <w:control r:id="rId201" w:name="Label23" w:shapeid="_x0000_i1423"/>
              </w:object>
            </w:r>
          </w:p>
        </w:tc>
        <w:tc>
          <w:tcPr>
            <w:tcW w:w="3988" w:type="dxa"/>
            <w:tcBorders>
              <w:top w:val="nil"/>
              <w:left w:val="nil"/>
              <w:bottom w:val="nil"/>
              <w:right w:val="single" w:sz="4" w:space="0" w:color="auto"/>
            </w:tcBorders>
            <w:shd w:val="clear" w:color="auto" w:fill="auto"/>
          </w:tcPr>
          <w:p w14:paraId="6D493AFD" w14:textId="769AF2C3" w:rsidR="00383C38" w:rsidRPr="001F3792" w:rsidRDefault="00383C38" w:rsidP="00A53E17">
            <w:r w:rsidRPr="001F3792">
              <w:rPr>
                <w:rFonts w:eastAsia="Times New Roman" w:cstheme="minorHAnsi"/>
                <w:sz w:val="24"/>
                <w:szCs w:val="24"/>
              </w:rPr>
              <w:object w:dxaOrig="225" w:dyaOrig="225" w14:anchorId="7AE3C52D">
                <v:shape id="_x0000_i1425" type="#_x0000_t75" style="width:168.75pt;height:20.75pt" o:ole="">
                  <v:imagedata r:id="rId193" o:title=""/>
                </v:shape>
                <w:control r:id="rId202" w:name="TextBox211133622" w:shapeid="_x0000_i1425"/>
              </w:object>
            </w:r>
          </w:p>
        </w:tc>
      </w:tr>
      <w:tr w:rsidR="00383C38" w:rsidRPr="005A3EB4" w14:paraId="3EC93172" w14:textId="77777777" w:rsidTr="00487B57">
        <w:tblPrEx>
          <w:tblLook w:val="04A0" w:firstRow="1" w:lastRow="0" w:firstColumn="1" w:lastColumn="0" w:noHBand="0" w:noVBand="1"/>
        </w:tblPrEx>
        <w:trPr>
          <w:trHeight w:val="737"/>
        </w:trPr>
        <w:tc>
          <w:tcPr>
            <w:tcW w:w="624" w:type="dxa"/>
            <w:tcBorders>
              <w:top w:val="nil"/>
              <w:left w:val="single" w:sz="4" w:space="0" w:color="auto"/>
              <w:bottom w:val="nil"/>
              <w:right w:val="nil"/>
            </w:tcBorders>
            <w:shd w:val="clear" w:color="auto" w:fill="auto"/>
          </w:tcPr>
          <w:p w14:paraId="2BF0C080" w14:textId="3B1A2545" w:rsidR="00383C38" w:rsidRPr="001A2EE2" w:rsidRDefault="00383C38" w:rsidP="00A53E17">
            <w:r w:rsidRPr="001A2EE2">
              <w:rPr>
                <w:rFonts w:eastAsia="Times New Roman" w:cstheme="minorHAnsi"/>
                <w:sz w:val="24"/>
                <w:szCs w:val="24"/>
              </w:rPr>
              <w:object w:dxaOrig="225" w:dyaOrig="225" w14:anchorId="0F1056AC">
                <v:shape id="_x0000_i1427" type="#_x0000_t75" style="width:13.25pt;height:20.15pt" o:ole="">
                  <v:imagedata r:id="rId189" o:title=""/>
                </v:shape>
                <w:control r:id="rId203" w:name="CheckBox119511113" w:shapeid="_x0000_i1427"/>
              </w:object>
            </w:r>
          </w:p>
        </w:tc>
        <w:tc>
          <w:tcPr>
            <w:tcW w:w="4881" w:type="dxa"/>
            <w:tcBorders>
              <w:top w:val="nil"/>
              <w:left w:val="nil"/>
              <w:bottom w:val="nil"/>
              <w:right w:val="nil"/>
            </w:tcBorders>
            <w:shd w:val="clear" w:color="auto" w:fill="auto"/>
          </w:tcPr>
          <w:p w14:paraId="4E15A665" w14:textId="556E7C6A" w:rsidR="00383C38" w:rsidRDefault="00383C38" w:rsidP="00A53E17">
            <w:r>
              <w:rPr>
                <w:rFonts w:eastAsia="Times New Roman" w:cstheme="minorHAnsi"/>
                <w:sz w:val="24"/>
                <w:szCs w:val="24"/>
              </w:rPr>
              <w:object w:dxaOrig="225" w:dyaOrig="225" w14:anchorId="00D9B9C3">
                <v:shape id="_x0000_i1429" type="#_x0000_t75" style="width:233.3pt;height:27.05pt" o:ole="">
                  <v:imagedata r:id="rId204" o:title=""/>
                </v:shape>
                <w:control r:id="rId205" w:name="Label22" w:shapeid="_x0000_i1429"/>
              </w:object>
            </w:r>
          </w:p>
        </w:tc>
        <w:tc>
          <w:tcPr>
            <w:tcW w:w="3988" w:type="dxa"/>
            <w:tcBorders>
              <w:top w:val="nil"/>
              <w:left w:val="nil"/>
              <w:bottom w:val="nil"/>
              <w:right w:val="single" w:sz="4" w:space="0" w:color="auto"/>
            </w:tcBorders>
            <w:shd w:val="clear" w:color="auto" w:fill="auto"/>
          </w:tcPr>
          <w:p w14:paraId="2F9D5DDD" w14:textId="1862FC21" w:rsidR="00383C38" w:rsidRDefault="00383C38" w:rsidP="00A53E17">
            <w:r w:rsidRPr="001F3792">
              <w:rPr>
                <w:rFonts w:eastAsia="Times New Roman" w:cstheme="minorHAnsi"/>
                <w:sz w:val="24"/>
                <w:szCs w:val="24"/>
              </w:rPr>
              <w:object w:dxaOrig="225" w:dyaOrig="225" w14:anchorId="3BB826F0">
                <v:shape id="_x0000_i1431" type="#_x0000_t75" style="width:168.75pt;height:20.75pt" o:ole="">
                  <v:imagedata r:id="rId193" o:title=""/>
                </v:shape>
                <w:control r:id="rId206" w:name="TextBox211133623" w:shapeid="_x0000_i1431"/>
              </w:object>
            </w:r>
          </w:p>
          <w:p w14:paraId="4326B3B6" w14:textId="77777777" w:rsidR="00383C38" w:rsidRPr="001F3792" w:rsidRDefault="00383C38" w:rsidP="00A53E17"/>
        </w:tc>
      </w:tr>
      <w:tr w:rsidR="00383C38" w:rsidRPr="005A3EB4" w14:paraId="424F7760" w14:textId="77777777" w:rsidTr="00487B57">
        <w:tblPrEx>
          <w:tblLook w:val="04A0" w:firstRow="1" w:lastRow="0" w:firstColumn="1" w:lastColumn="0" w:noHBand="0" w:noVBand="1"/>
        </w:tblPrEx>
        <w:trPr>
          <w:trHeight w:val="737"/>
        </w:trPr>
        <w:tc>
          <w:tcPr>
            <w:tcW w:w="624" w:type="dxa"/>
            <w:tcBorders>
              <w:top w:val="nil"/>
              <w:left w:val="single" w:sz="4" w:space="0" w:color="auto"/>
              <w:bottom w:val="single" w:sz="4" w:space="0" w:color="auto"/>
              <w:right w:val="nil"/>
            </w:tcBorders>
            <w:shd w:val="clear" w:color="auto" w:fill="auto"/>
          </w:tcPr>
          <w:p w14:paraId="477AC492" w14:textId="385A381E" w:rsidR="00383C38" w:rsidRPr="001A2EE2" w:rsidRDefault="00383C38" w:rsidP="00A53E17">
            <w:r w:rsidRPr="001A2EE2">
              <w:rPr>
                <w:rFonts w:eastAsia="Times New Roman" w:cstheme="minorHAnsi"/>
                <w:sz w:val="24"/>
                <w:szCs w:val="24"/>
              </w:rPr>
              <w:object w:dxaOrig="225" w:dyaOrig="225" w14:anchorId="22BA8867">
                <v:shape id="_x0000_i1433" type="#_x0000_t75" style="width:13.25pt;height:20.15pt" o:ole="">
                  <v:imagedata r:id="rId189" o:title=""/>
                </v:shape>
                <w:control r:id="rId207" w:name="CheckBox1195111131" w:shapeid="_x0000_i1433"/>
              </w:object>
            </w:r>
          </w:p>
        </w:tc>
        <w:tc>
          <w:tcPr>
            <w:tcW w:w="4881" w:type="dxa"/>
            <w:tcBorders>
              <w:top w:val="nil"/>
              <w:left w:val="nil"/>
              <w:bottom w:val="single" w:sz="4" w:space="0" w:color="auto"/>
              <w:right w:val="nil"/>
            </w:tcBorders>
            <w:shd w:val="clear" w:color="auto" w:fill="auto"/>
          </w:tcPr>
          <w:p w14:paraId="4BD3ECEE" w14:textId="0C94DCCA" w:rsidR="00383C38" w:rsidRDefault="00383C38" w:rsidP="00A53E17">
            <w:r>
              <w:rPr>
                <w:rFonts w:eastAsia="Times New Roman" w:cstheme="minorHAnsi"/>
                <w:sz w:val="24"/>
                <w:szCs w:val="24"/>
              </w:rPr>
              <w:object w:dxaOrig="225" w:dyaOrig="225" w14:anchorId="690F93BC">
                <v:shape id="_x0000_i1435" type="#_x0000_t75" style="width:233.3pt;height:16.7pt" o:ole="">
                  <v:imagedata r:id="rId208" o:title=""/>
                </v:shape>
                <w:control r:id="rId209" w:name="Label221" w:shapeid="_x0000_i1435"/>
              </w:object>
            </w:r>
          </w:p>
        </w:tc>
        <w:tc>
          <w:tcPr>
            <w:tcW w:w="3988" w:type="dxa"/>
            <w:tcBorders>
              <w:top w:val="nil"/>
              <w:left w:val="nil"/>
              <w:bottom w:val="single" w:sz="4" w:space="0" w:color="auto"/>
              <w:right w:val="single" w:sz="4" w:space="0" w:color="auto"/>
            </w:tcBorders>
            <w:shd w:val="clear" w:color="auto" w:fill="auto"/>
          </w:tcPr>
          <w:p w14:paraId="1C3542C6" w14:textId="40AC0886" w:rsidR="00383C38" w:rsidRPr="001F3792" w:rsidRDefault="00383C38" w:rsidP="00A53E17">
            <w:r w:rsidRPr="007639B3">
              <w:rPr>
                <w:rFonts w:eastAsia="Times New Roman" w:cstheme="minorHAnsi"/>
                <w:sz w:val="24"/>
                <w:szCs w:val="24"/>
                <w:highlight w:val="yellow"/>
              </w:rPr>
              <w:object w:dxaOrig="225" w:dyaOrig="225" w14:anchorId="15A3759B">
                <v:shape id="_x0000_i1437" type="#_x0000_t75" style="width:168.75pt;height:20.75pt" o:ole="">
                  <v:imagedata r:id="rId193" o:title=""/>
                </v:shape>
                <w:control r:id="rId210" w:name="TextBox2111336231" w:shapeid="_x0000_i1437"/>
              </w:object>
            </w:r>
          </w:p>
        </w:tc>
      </w:tr>
    </w:tbl>
    <w:p w14:paraId="0CB44C41" w14:textId="6C4B41E1" w:rsidR="002C5BF9" w:rsidRDefault="002C5BF9" w:rsidP="00383C38">
      <w:pPr>
        <w:pStyle w:val="Heading2"/>
        <w:numPr>
          <w:ilvl w:val="1"/>
          <w:numId w:val="26"/>
        </w:numPr>
        <w:spacing w:after="120"/>
        <w:ind w:hanging="792"/>
        <w:rPr>
          <w:sz w:val="22"/>
          <w:szCs w:val="22"/>
        </w:rPr>
      </w:pPr>
      <w:r>
        <w:rPr>
          <w:sz w:val="22"/>
          <w:szCs w:val="22"/>
        </w:rPr>
        <w:t>Supported My Health Record Views</w:t>
      </w:r>
    </w:p>
    <w:tbl>
      <w:tblPr>
        <w:tblW w:w="965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8"/>
        <w:gridCol w:w="5546"/>
      </w:tblGrid>
      <w:tr w:rsidR="002C5BF9" w:rsidRPr="007023B3" w14:paraId="4F8A2A09" w14:textId="77777777" w:rsidTr="00D040BE">
        <w:trPr>
          <w:trHeight w:val="301"/>
        </w:trPr>
        <w:tc>
          <w:tcPr>
            <w:tcW w:w="9654" w:type="dxa"/>
            <w:gridSpan w:val="2"/>
            <w:tcBorders>
              <w:top w:val="single" w:sz="4" w:space="0" w:color="auto"/>
            </w:tcBorders>
            <w:shd w:val="clear" w:color="auto" w:fill="F2F2F2"/>
          </w:tcPr>
          <w:p w14:paraId="204343BB" w14:textId="77777777" w:rsidR="002C5BF9" w:rsidRPr="007023B3" w:rsidRDefault="002C5BF9" w:rsidP="00D040BE">
            <w:pPr>
              <w:spacing w:line="276" w:lineRule="auto"/>
              <w:rPr>
                <w:rFonts w:eastAsia="Times New Roman" w:cs="Calibri"/>
                <w:b/>
                <w:bCs/>
                <w:szCs w:val="20"/>
                <w:lang w:eastAsia="en-AU"/>
              </w:rPr>
            </w:pPr>
            <w:r w:rsidRPr="007023B3">
              <w:rPr>
                <w:rFonts w:eastAsia="Times New Roman" w:cs="Calibri"/>
                <w:b/>
                <w:bCs/>
                <w:szCs w:val="20"/>
                <w:lang w:eastAsia="en-AU"/>
              </w:rPr>
              <w:t xml:space="preserve">Tick the My Health Record views to be tested </w:t>
            </w:r>
          </w:p>
        </w:tc>
      </w:tr>
      <w:tr w:rsidR="002C5BF9" w:rsidRPr="00D73D17" w14:paraId="1B2FBB00" w14:textId="77777777" w:rsidTr="00D040BE">
        <w:trPr>
          <w:trHeight w:val="340"/>
        </w:trPr>
        <w:tc>
          <w:tcPr>
            <w:tcW w:w="4108" w:type="dxa"/>
            <w:shd w:val="clear" w:color="auto" w:fill="auto"/>
          </w:tcPr>
          <w:p w14:paraId="027B7197" w14:textId="48411B5D" w:rsidR="002C5BF9" w:rsidRPr="00D73D17" w:rsidRDefault="001F43A0" w:rsidP="00D040BE">
            <w:pPr>
              <w:spacing w:line="276" w:lineRule="auto"/>
              <w:rPr>
                <w:rFonts w:eastAsia="Times New Roman" w:cs="Calibri"/>
              </w:rPr>
            </w:pPr>
            <w:sdt>
              <w:sdtPr>
                <w:rPr>
                  <w:rFonts w:eastAsia="Times New Roman" w:cs="Calibri"/>
                </w:rPr>
                <w:id w:val="855468167"/>
                <w14:checkbox>
                  <w14:checked w14:val="0"/>
                  <w14:checkedState w14:val="00FE" w14:font="Wingdings"/>
                  <w14:uncheckedState w14:val="2610" w14:font="MS Gothic"/>
                </w14:checkbox>
              </w:sdtPr>
              <w:sdtEndPr/>
              <w:sdtContent>
                <w:r>
                  <w:rPr>
                    <w:rFonts w:ascii="MS Gothic" w:eastAsia="MS Gothic" w:hAnsi="MS Gothic" w:cs="Calibri" w:hint="eastAsia"/>
                  </w:rPr>
                  <w:t>☐</w:t>
                </w:r>
              </w:sdtContent>
            </w:sdt>
            <w:r w:rsidR="00F62C57">
              <w:rPr>
                <w:rFonts w:eastAsia="Times New Roman" w:cs="Calibri"/>
              </w:rPr>
              <w:t xml:space="preserve"> </w:t>
            </w:r>
            <w:r w:rsidR="002C5BF9" w:rsidRPr="00D73D17">
              <w:rPr>
                <w:rFonts w:eastAsia="Times New Roman" w:cs="Calibri"/>
              </w:rPr>
              <w:t>Health Record Overview</w:t>
            </w:r>
          </w:p>
        </w:tc>
        <w:tc>
          <w:tcPr>
            <w:tcW w:w="5546" w:type="dxa"/>
            <w:shd w:val="clear" w:color="auto" w:fill="auto"/>
          </w:tcPr>
          <w:p w14:paraId="54C16AEC" w14:textId="2465B25E" w:rsidR="002C5BF9" w:rsidRPr="00D73D17" w:rsidRDefault="001F43A0" w:rsidP="00D040BE">
            <w:pPr>
              <w:spacing w:line="276" w:lineRule="auto"/>
              <w:rPr>
                <w:rFonts w:eastAsia="Times New Roman" w:cs="Calibri"/>
              </w:rPr>
            </w:pPr>
            <w:sdt>
              <w:sdtPr>
                <w:rPr>
                  <w:rFonts w:eastAsia="Times New Roman" w:cs="Calibri"/>
                </w:rPr>
                <w:id w:val="-523397712"/>
                <w14:checkbox>
                  <w14:checked w14:val="0"/>
                  <w14:checkedState w14:val="00FE" w14:font="Wingdings"/>
                  <w14:uncheckedState w14:val="2610" w14:font="MS Gothic"/>
                </w14:checkbox>
              </w:sdtPr>
              <w:sdtEndPr/>
              <w:sdtContent>
                <w:r w:rsidR="00F42CD7">
                  <w:rPr>
                    <w:rFonts w:ascii="MS Gothic" w:eastAsia="MS Gothic" w:hAnsi="MS Gothic" w:cs="Calibri" w:hint="eastAsia"/>
                  </w:rPr>
                  <w:t>☐</w:t>
                </w:r>
              </w:sdtContent>
            </w:sdt>
            <w:r w:rsidR="00F62C57">
              <w:rPr>
                <w:rFonts w:eastAsia="Times New Roman" w:cs="Calibri"/>
              </w:rPr>
              <w:t xml:space="preserve"> </w:t>
            </w:r>
            <w:r w:rsidR="002C5BF9" w:rsidRPr="00D73D17">
              <w:rPr>
                <w:rFonts w:eastAsia="Times New Roman" w:cs="Calibri"/>
              </w:rPr>
              <w:t>Medicare Overview</w:t>
            </w:r>
          </w:p>
        </w:tc>
      </w:tr>
      <w:tr w:rsidR="002C5BF9" w:rsidRPr="00D73D17" w14:paraId="7C5AA3C1" w14:textId="77777777" w:rsidTr="00D040BE">
        <w:trPr>
          <w:trHeight w:val="340"/>
        </w:trPr>
        <w:tc>
          <w:tcPr>
            <w:tcW w:w="4108" w:type="dxa"/>
            <w:shd w:val="clear" w:color="auto" w:fill="auto"/>
          </w:tcPr>
          <w:p w14:paraId="1125C2A0" w14:textId="0DD42F69" w:rsidR="002C5BF9" w:rsidRPr="00D73D17" w:rsidRDefault="001F43A0" w:rsidP="00D040BE">
            <w:pPr>
              <w:spacing w:line="276" w:lineRule="auto"/>
              <w:rPr>
                <w:rFonts w:eastAsia="Times New Roman" w:cs="Calibri"/>
              </w:rPr>
            </w:pPr>
            <w:sdt>
              <w:sdtPr>
                <w:rPr>
                  <w:rFonts w:eastAsia="Times New Roman" w:cs="Calibri"/>
                </w:rPr>
                <w:id w:val="-1592619665"/>
                <w14:checkbox>
                  <w14:checked w14:val="0"/>
                  <w14:checkedState w14:val="00FE" w14:font="Wingdings"/>
                  <w14:uncheckedState w14:val="2610" w14:font="MS Gothic"/>
                </w14:checkbox>
              </w:sdtPr>
              <w:sdtEndPr/>
              <w:sdtContent>
                <w:r>
                  <w:rPr>
                    <w:rFonts w:ascii="MS Gothic" w:eastAsia="MS Gothic" w:hAnsi="MS Gothic" w:cs="Calibri" w:hint="eastAsia"/>
                  </w:rPr>
                  <w:t>☐</w:t>
                </w:r>
              </w:sdtContent>
            </w:sdt>
            <w:r w:rsidR="00F62C57">
              <w:rPr>
                <w:rFonts w:eastAsia="Times New Roman" w:cs="Calibri"/>
              </w:rPr>
              <w:t xml:space="preserve"> </w:t>
            </w:r>
            <w:r w:rsidR="002C5BF9" w:rsidRPr="00D73D17">
              <w:rPr>
                <w:rFonts w:eastAsia="Times New Roman" w:cs="Calibri"/>
              </w:rPr>
              <w:t>Prescription and Dispense View</w:t>
            </w:r>
          </w:p>
        </w:tc>
        <w:tc>
          <w:tcPr>
            <w:tcW w:w="5546" w:type="dxa"/>
            <w:shd w:val="clear" w:color="auto" w:fill="auto"/>
          </w:tcPr>
          <w:p w14:paraId="70A81C82" w14:textId="1CF7B0E8" w:rsidR="002C5BF9" w:rsidRPr="00D73D17" w:rsidRDefault="001F43A0" w:rsidP="00D040BE">
            <w:pPr>
              <w:spacing w:line="276" w:lineRule="auto"/>
              <w:rPr>
                <w:rFonts w:eastAsia="Times New Roman" w:cs="Calibri"/>
              </w:rPr>
            </w:pPr>
            <w:sdt>
              <w:sdtPr>
                <w:rPr>
                  <w:rFonts w:eastAsia="Times New Roman" w:cs="Calibri"/>
                </w:rPr>
                <w:id w:val="-915937016"/>
                <w14:checkbox>
                  <w14:checked w14:val="0"/>
                  <w14:checkedState w14:val="00FE" w14:font="Wingdings"/>
                  <w14:uncheckedState w14:val="2610" w14:font="MS Gothic"/>
                </w14:checkbox>
              </w:sdtPr>
              <w:sdtEndPr/>
              <w:sdtContent>
                <w:r w:rsidR="00F42CD7">
                  <w:rPr>
                    <w:rFonts w:ascii="MS Gothic" w:eastAsia="MS Gothic" w:hAnsi="MS Gothic" w:cs="Calibri" w:hint="eastAsia"/>
                  </w:rPr>
                  <w:t>☐</w:t>
                </w:r>
              </w:sdtContent>
            </w:sdt>
            <w:r w:rsidR="00F62C57">
              <w:rPr>
                <w:rFonts w:eastAsia="Times New Roman" w:cs="Calibri"/>
              </w:rPr>
              <w:t xml:space="preserve"> </w:t>
            </w:r>
            <w:r w:rsidR="002C5BF9" w:rsidRPr="00D73D17">
              <w:rPr>
                <w:rFonts w:eastAsia="Times New Roman" w:cs="Calibri"/>
              </w:rPr>
              <w:t>Health Check Schedule View</w:t>
            </w:r>
          </w:p>
        </w:tc>
      </w:tr>
      <w:tr w:rsidR="002C5BF9" w:rsidRPr="00D73D17" w14:paraId="795ECA76" w14:textId="77777777" w:rsidTr="00D040BE">
        <w:trPr>
          <w:trHeight w:val="340"/>
        </w:trPr>
        <w:tc>
          <w:tcPr>
            <w:tcW w:w="4108" w:type="dxa"/>
            <w:shd w:val="clear" w:color="auto" w:fill="auto"/>
          </w:tcPr>
          <w:p w14:paraId="3C491F1F" w14:textId="10211574" w:rsidR="002C5BF9" w:rsidRPr="00D73D17" w:rsidRDefault="001F43A0" w:rsidP="00D040BE">
            <w:pPr>
              <w:spacing w:line="276" w:lineRule="auto"/>
              <w:rPr>
                <w:rFonts w:eastAsia="Times New Roman" w:cs="Calibri"/>
              </w:rPr>
            </w:pPr>
            <w:sdt>
              <w:sdtPr>
                <w:rPr>
                  <w:rFonts w:eastAsia="Times New Roman" w:cs="Calibri"/>
                </w:rPr>
                <w:id w:val="-1550921778"/>
                <w14:checkbox>
                  <w14:checked w14:val="0"/>
                  <w14:checkedState w14:val="00FE" w14:font="Wingdings"/>
                  <w14:uncheckedState w14:val="2610" w14:font="MS Gothic"/>
                </w14:checkbox>
              </w:sdtPr>
              <w:sdtEndPr/>
              <w:sdtContent>
                <w:r w:rsidR="00F42CD7">
                  <w:rPr>
                    <w:rFonts w:ascii="MS Gothic" w:eastAsia="MS Gothic" w:hAnsi="MS Gothic" w:cs="Calibri" w:hint="eastAsia"/>
                  </w:rPr>
                  <w:t>☐</w:t>
                </w:r>
              </w:sdtContent>
            </w:sdt>
            <w:r w:rsidR="00F62C57">
              <w:rPr>
                <w:rFonts w:eastAsia="Times New Roman" w:cs="Calibri"/>
              </w:rPr>
              <w:t xml:space="preserve"> </w:t>
            </w:r>
            <w:r w:rsidR="002C5BF9" w:rsidRPr="00D73D17">
              <w:rPr>
                <w:rFonts w:eastAsia="Times New Roman" w:cs="Calibri"/>
              </w:rPr>
              <w:t>Observations View</w:t>
            </w:r>
          </w:p>
        </w:tc>
        <w:tc>
          <w:tcPr>
            <w:tcW w:w="5546" w:type="dxa"/>
            <w:shd w:val="clear" w:color="auto" w:fill="auto"/>
          </w:tcPr>
          <w:p w14:paraId="5C3BB36A" w14:textId="6DE57717" w:rsidR="002C5BF9" w:rsidRPr="00D73D17" w:rsidRDefault="001F43A0" w:rsidP="00D040BE">
            <w:pPr>
              <w:spacing w:line="276" w:lineRule="auto"/>
              <w:rPr>
                <w:rFonts w:eastAsia="Times New Roman" w:cs="Calibri"/>
                <w:lang w:val="en-US"/>
              </w:rPr>
            </w:pPr>
            <w:sdt>
              <w:sdtPr>
                <w:rPr>
                  <w:rFonts w:eastAsia="Times New Roman" w:cs="Calibri"/>
                  <w:lang w:val="en-US"/>
                </w:rPr>
                <w:id w:val="23065290"/>
                <w14:checkbox>
                  <w14:checked w14:val="0"/>
                  <w14:checkedState w14:val="00FE" w14:font="Wingdings"/>
                  <w14:uncheckedState w14:val="2610" w14:font="MS Gothic"/>
                </w14:checkbox>
              </w:sdtPr>
              <w:sdtEndPr/>
              <w:sdtContent>
                <w:r w:rsidR="00F42CD7">
                  <w:rPr>
                    <w:rFonts w:ascii="MS Gothic" w:eastAsia="MS Gothic" w:hAnsi="MS Gothic" w:cs="Calibri" w:hint="eastAsia"/>
                    <w:lang w:val="en-US"/>
                  </w:rPr>
                  <w:t>☐</w:t>
                </w:r>
              </w:sdtContent>
            </w:sdt>
            <w:r w:rsidR="00F62C57">
              <w:rPr>
                <w:rFonts w:eastAsia="Times New Roman" w:cs="Calibri"/>
                <w:lang w:val="en-US"/>
              </w:rPr>
              <w:t xml:space="preserve"> </w:t>
            </w:r>
            <w:r w:rsidR="002C5BF9" w:rsidRPr="00D73D17">
              <w:rPr>
                <w:rFonts w:eastAsia="Times New Roman" w:cs="Calibri"/>
                <w:lang w:val="en-US"/>
              </w:rPr>
              <w:t>Diagnostic Imaging Report View</w:t>
            </w:r>
          </w:p>
        </w:tc>
      </w:tr>
      <w:tr w:rsidR="002C5BF9" w:rsidRPr="00D73D17" w14:paraId="25543779" w14:textId="77777777" w:rsidTr="00D040BE">
        <w:trPr>
          <w:trHeight w:val="340"/>
        </w:trPr>
        <w:tc>
          <w:tcPr>
            <w:tcW w:w="4108" w:type="dxa"/>
            <w:shd w:val="clear" w:color="auto" w:fill="auto"/>
          </w:tcPr>
          <w:p w14:paraId="448A12B8" w14:textId="5D364F52" w:rsidR="002C5BF9" w:rsidRPr="00D73D17" w:rsidRDefault="001F43A0" w:rsidP="00D040BE">
            <w:pPr>
              <w:spacing w:line="276" w:lineRule="auto"/>
              <w:rPr>
                <w:rFonts w:eastAsia="Times New Roman" w:cs="Calibri"/>
              </w:rPr>
            </w:pPr>
            <w:sdt>
              <w:sdtPr>
                <w:rPr>
                  <w:rFonts w:eastAsia="Times New Roman" w:cs="Calibri"/>
                  <w:lang w:val="en-US"/>
                </w:rPr>
                <w:id w:val="61911817"/>
                <w14:checkbox>
                  <w14:checked w14:val="0"/>
                  <w14:checkedState w14:val="00FE" w14:font="Wingdings"/>
                  <w14:uncheckedState w14:val="2610" w14:font="MS Gothic"/>
                </w14:checkbox>
              </w:sdtPr>
              <w:sdtEndPr/>
              <w:sdtContent>
                <w:r w:rsidR="00F42CD7">
                  <w:rPr>
                    <w:rFonts w:ascii="MS Gothic" w:eastAsia="MS Gothic" w:hAnsi="MS Gothic" w:cs="Calibri" w:hint="eastAsia"/>
                    <w:lang w:val="en-US"/>
                  </w:rPr>
                  <w:t>☐</w:t>
                </w:r>
              </w:sdtContent>
            </w:sdt>
            <w:r w:rsidR="00F62C57">
              <w:rPr>
                <w:rFonts w:eastAsia="Times New Roman" w:cs="Calibri"/>
                <w:lang w:val="en-US"/>
              </w:rPr>
              <w:t xml:space="preserve"> </w:t>
            </w:r>
            <w:r w:rsidR="002C5BF9" w:rsidRPr="00D73D17">
              <w:rPr>
                <w:rFonts w:eastAsia="Times New Roman" w:cs="Calibri"/>
                <w:lang w:val="en-US"/>
              </w:rPr>
              <w:t>Pathology Report View</w:t>
            </w:r>
          </w:p>
        </w:tc>
        <w:tc>
          <w:tcPr>
            <w:tcW w:w="5546" w:type="dxa"/>
            <w:shd w:val="clear" w:color="auto" w:fill="auto"/>
          </w:tcPr>
          <w:p w14:paraId="7FFCEE70" w14:textId="77777777" w:rsidR="002C5BF9" w:rsidRPr="00D73D17" w:rsidRDefault="002C5BF9" w:rsidP="00D040BE">
            <w:pPr>
              <w:spacing w:line="276" w:lineRule="auto"/>
              <w:rPr>
                <w:rFonts w:eastAsia="Times New Roman" w:cs="Calibri"/>
                <w:lang w:val="en-US"/>
              </w:rPr>
            </w:pPr>
          </w:p>
        </w:tc>
      </w:tr>
    </w:tbl>
    <w:p w14:paraId="1E2B546B" w14:textId="77777777" w:rsidR="002C5BF9" w:rsidRPr="002C5BF9" w:rsidRDefault="002C5BF9" w:rsidP="002C5BF9">
      <w:pPr>
        <w:pStyle w:val="BodyText"/>
      </w:pPr>
    </w:p>
    <w:p w14:paraId="7DA388B8" w14:textId="64FB0323" w:rsidR="00383C38" w:rsidRPr="00B73A8E" w:rsidRDefault="00383C38" w:rsidP="00383C38">
      <w:pPr>
        <w:pStyle w:val="Heading2"/>
        <w:numPr>
          <w:ilvl w:val="1"/>
          <w:numId w:val="26"/>
        </w:numPr>
        <w:spacing w:after="120"/>
        <w:ind w:hanging="792"/>
        <w:rPr>
          <w:sz w:val="22"/>
          <w:szCs w:val="22"/>
        </w:rPr>
      </w:pPr>
      <w:r w:rsidRPr="00B73A8E">
        <w:rPr>
          <w:sz w:val="22"/>
          <w:szCs w:val="22"/>
        </w:rPr>
        <w:t>Clinical terminology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00" w:firstRow="0" w:lastRow="0" w:firstColumn="0" w:lastColumn="0" w:noHBand="0" w:noVBand="0"/>
      </w:tblPr>
      <w:tblGrid>
        <w:gridCol w:w="9628"/>
      </w:tblGrid>
      <w:tr w:rsidR="00930143" w:rsidRPr="00930143" w14:paraId="57888BD0" w14:textId="77777777" w:rsidTr="00930143">
        <w:trPr>
          <w:trHeight w:val="456"/>
        </w:trPr>
        <w:tc>
          <w:tcPr>
            <w:tcW w:w="5000" w:type="pct"/>
            <w:shd w:val="clear" w:color="auto" w:fill="F2F2F2" w:themeFill="background1" w:themeFillShade="F2"/>
          </w:tcPr>
          <w:p w14:paraId="05C0FBCD"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select one or more of the following options to indicate which clinical terminology is included:</w:t>
            </w:r>
          </w:p>
        </w:tc>
      </w:tr>
    </w:tbl>
    <w:p w14:paraId="2C688813" w14:textId="7731F3C2" w:rsidR="00383C38" w:rsidRPr="001F3792" w:rsidRDefault="00383C38" w:rsidP="00383C38">
      <w:pPr>
        <w:rPr>
          <w:sz w:val="20"/>
          <w:szCs w:val="20"/>
        </w:rPr>
      </w:pPr>
      <w:r w:rsidRPr="001F3792">
        <w:rPr>
          <w:rFonts w:eastAsia="Times New Roman" w:cstheme="minorHAnsi"/>
          <w:sz w:val="24"/>
          <w:szCs w:val="24"/>
        </w:rPr>
        <w:object w:dxaOrig="225" w:dyaOrig="225" w14:anchorId="3AE37AC6">
          <v:shape id="_x0000_i1560" type="#_x0000_t75" style="width:373.25pt;height:27.65pt" o:ole="">
            <v:imagedata r:id="rId211" o:title=""/>
          </v:shape>
          <w:control r:id="rId212" w:name="CheckBox171122112" w:shapeid="_x0000_i1560"/>
        </w:object>
      </w:r>
    </w:p>
    <w:p w14:paraId="41390EC1" w14:textId="515DCD83" w:rsidR="00383C38" w:rsidRDefault="00383C38" w:rsidP="0008019D">
      <w:pPr>
        <w:pStyle w:val="BodyText"/>
      </w:pPr>
      <w:r w:rsidRPr="001F3792">
        <w:t>Does your software use a map with another clinical terminology?</w:t>
      </w:r>
      <w:r>
        <w:t xml:space="preserve">       </w:t>
      </w:r>
      <w:r w:rsidRPr="001F3792">
        <w:t xml:space="preserve"> </w:t>
      </w:r>
      <w:r w:rsidRPr="001F3792">
        <w:rPr>
          <w:rFonts w:eastAsia="Times New Roman" w:cstheme="minorHAnsi"/>
          <w:sz w:val="24"/>
          <w:szCs w:val="24"/>
        </w:rPr>
        <w:object w:dxaOrig="225" w:dyaOrig="225" w14:anchorId="43E9D200">
          <v:shape id="_x0000_i1441" type="#_x0000_t75" style="width:43.8pt;height:17.3pt" o:ole="">
            <v:imagedata r:id="rId213" o:title=""/>
          </v:shape>
          <w:control r:id="rId214" w:name="CheckBox17112211111" w:shapeid="_x0000_i1441"/>
        </w:object>
      </w:r>
      <w:r w:rsidRPr="001F3792">
        <w:t>or</w:t>
      </w:r>
      <w:r>
        <w:t xml:space="preserve">  </w:t>
      </w:r>
      <w:r w:rsidRPr="001F3792">
        <w:t xml:space="preserve"> </w:t>
      </w:r>
      <w:r w:rsidRPr="001F3792">
        <w:rPr>
          <w:rFonts w:eastAsia="Times New Roman" w:cstheme="minorHAnsi"/>
          <w:sz w:val="24"/>
          <w:szCs w:val="24"/>
        </w:rPr>
        <w:object w:dxaOrig="225" w:dyaOrig="225" w14:anchorId="7C2A1C31">
          <v:shape id="_x0000_i1443" type="#_x0000_t75" style="width:43.8pt;height:17.3pt" o:ole="">
            <v:imagedata r:id="rId215" o:title=""/>
          </v:shape>
          <w:control r:id="rId216" w:name="CheckBox171122111111" w:shapeid="_x0000_i1443"/>
        </w:object>
      </w:r>
    </w:p>
    <w:p w14:paraId="7228A38B" w14:textId="604D4BF3" w:rsidR="00383C38" w:rsidRPr="001F3792" w:rsidRDefault="00383C38" w:rsidP="0008019D">
      <w:pPr>
        <w:pStyle w:val="BodyText"/>
      </w:pPr>
      <w:r w:rsidRPr="001F3792">
        <w:rPr>
          <w:rFonts w:ascii="Arial" w:eastAsia="Calibri" w:hAnsi="Arial" w:cstheme="minorHAnsi"/>
          <w:sz w:val="20"/>
        </w:rPr>
        <w:object w:dxaOrig="225" w:dyaOrig="225" w14:anchorId="76888DF7">
          <v:shape id="_x0000_i1561" type="#_x0000_t75" style="width:134.8pt;height:17.3pt" o:ole="">
            <v:imagedata r:id="rId217" o:title=""/>
          </v:shape>
          <w:control r:id="rId218" w:name="CheckBox1711221111" w:shapeid="_x0000_i1561"/>
        </w:object>
      </w:r>
      <w:r w:rsidRPr="001F3792">
        <w:t xml:space="preserve"> Please provide the name of this clinical terminology</w:t>
      </w:r>
    </w:p>
    <w:p w14:paraId="1C1710DF" w14:textId="4D5F9B75" w:rsidR="00383C38" w:rsidRPr="001F3792" w:rsidRDefault="00383C38" w:rsidP="00383C38">
      <w:pPr>
        <w:pStyle w:val="ListParagraph"/>
        <w:rPr>
          <w:i/>
          <w:color w:val="7F7F7F"/>
          <w:sz w:val="18"/>
        </w:rPr>
      </w:pPr>
      <w:r w:rsidRPr="001F3792">
        <w:object w:dxaOrig="225" w:dyaOrig="225" w14:anchorId="6FBB3AD5">
          <v:shape id="_x0000_i1562" type="#_x0000_t75" style="width:409.55pt;height:17.85pt" o:ole="">
            <v:imagedata r:id="rId219" o:title=""/>
          </v:shape>
          <w:control r:id="rId220" w:name="TextBox3411111121" w:shapeid="_x0000_i1562"/>
        </w:object>
      </w:r>
    </w:p>
    <w:p w14:paraId="3BEEFAC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 xml:space="preserve">Usability Recommendation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930143" w:rsidRPr="00930143" w14:paraId="4FDEEC16" w14:textId="77777777" w:rsidTr="00930143">
        <w:trPr>
          <w:trHeight w:val="465"/>
        </w:trPr>
        <w:tc>
          <w:tcPr>
            <w:tcW w:w="9351" w:type="dxa"/>
            <w:tcBorders>
              <w:bottom w:val="single" w:sz="4" w:space="0" w:color="auto"/>
            </w:tcBorders>
            <w:shd w:val="clear" w:color="auto" w:fill="F2F2F2" w:themeFill="background1" w:themeFillShade="F2"/>
          </w:tcPr>
          <w:p w14:paraId="5A176DDF" w14:textId="77777777" w:rsidR="00383C38" w:rsidRPr="00930143" w:rsidRDefault="00383C38" w:rsidP="00A53E17">
            <w:pPr>
              <w:pStyle w:val="TableHeading"/>
              <w:rPr>
                <w:rFonts w:ascii="Calibri" w:hAnsi="Calibri" w:cs="Calibri"/>
                <w:color w:val="auto"/>
                <w:sz w:val="20"/>
              </w:rPr>
            </w:pPr>
            <w:r w:rsidRPr="00930143">
              <w:rPr>
                <w:rFonts w:ascii="Calibri" w:hAnsi="Calibri" w:cs="Calibri"/>
                <w:color w:val="auto"/>
              </w:rPr>
              <w:t>Please indicate if the software product is compliant with the My Health Record usability recommendation</w:t>
            </w:r>
          </w:p>
        </w:tc>
      </w:tr>
      <w:tr w:rsidR="00383C38" w:rsidRPr="001F3792" w14:paraId="35834644" w14:textId="77777777" w:rsidTr="00A53E17">
        <w:trPr>
          <w:trHeight w:val="465"/>
        </w:trPr>
        <w:tc>
          <w:tcPr>
            <w:tcW w:w="9351" w:type="dxa"/>
            <w:shd w:val="clear" w:color="auto" w:fill="FFFFFF" w:themeFill="background1"/>
          </w:tcPr>
          <w:p w14:paraId="3613ED4C" w14:textId="0D62EB02" w:rsidR="00383C38" w:rsidRPr="004F4ADF" w:rsidRDefault="00383C38" w:rsidP="00A53E17">
            <w:r w:rsidRPr="001F3792">
              <w:rPr>
                <w:rFonts w:eastAsia="Times New Roman" w:cstheme="minorHAnsi"/>
                <w:sz w:val="24"/>
                <w:szCs w:val="24"/>
              </w:rPr>
              <w:object w:dxaOrig="225" w:dyaOrig="225" w14:anchorId="7CCCF230">
                <v:shape id="_x0000_i1563" type="#_x0000_t75" style="width:37.45pt;height:17.3pt" o:ole="">
                  <v:imagedata r:id="rId221" o:title=""/>
                </v:shape>
                <w:control r:id="rId222" w:name="CheckBox171122111116" w:shapeid="_x0000_i1563"/>
              </w:object>
            </w:r>
            <w:r w:rsidRPr="001F3792">
              <w:t>or</w:t>
            </w:r>
            <w:r>
              <w:t xml:space="preserve">  </w:t>
            </w:r>
            <w:r w:rsidRPr="001F3792">
              <w:t xml:space="preserve"> </w:t>
            </w:r>
            <w:r w:rsidRPr="001F3792">
              <w:rPr>
                <w:rFonts w:eastAsia="Times New Roman" w:cstheme="minorHAnsi"/>
                <w:sz w:val="24"/>
                <w:szCs w:val="24"/>
              </w:rPr>
              <w:object w:dxaOrig="225" w:dyaOrig="225" w14:anchorId="5D742288">
                <v:shape id="_x0000_i1564" type="#_x0000_t75" style="width:31.7pt;height:17.3pt" o:ole="">
                  <v:imagedata r:id="rId223" o:title=""/>
                </v:shape>
                <w:control r:id="rId224" w:name="CheckBox1711221111115" w:shapeid="_x0000_i1564"/>
              </w:object>
            </w:r>
            <w:r w:rsidRPr="001F3792">
              <w:rPr>
                <w:rFonts w:eastAsia="Times New Roman" w:cstheme="minorHAnsi"/>
                <w:sz w:val="24"/>
                <w:szCs w:val="24"/>
              </w:rPr>
              <w:object w:dxaOrig="225" w:dyaOrig="225" w14:anchorId="4B5DA86D">
                <v:shape id="_x0000_i1453" type="#_x0000_t75" style="width:350.8pt;height:17.85pt" o:ole="">
                  <v:imagedata r:id="rId225" o:title=""/>
                </v:shape>
                <w:control r:id="rId226" w:name="TextBox34111111211" w:shapeid="_x0000_i1453"/>
              </w:object>
            </w:r>
          </w:p>
        </w:tc>
      </w:tr>
    </w:tbl>
    <w:p w14:paraId="082B6763" w14:textId="77777777" w:rsidR="00383C38" w:rsidRPr="00F42982" w:rsidRDefault="00B73A8E" w:rsidP="00383C38">
      <w:pPr>
        <w:pStyle w:val="Heading1"/>
        <w:numPr>
          <w:ilvl w:val="0"/>
          <w:numId w:val="26"/>
        </w:numPr>
        <w:spacing w:before="240" w:after="120"/>
        <w:rPr>
          <w:b/>
          <w:bCs w:val="0"/>
          <w:sz w:val="24"/>
          <w:szCs w:val="24"/>
        </w:rPr>
      </w:pPr>
      <w:r w:rsidRPr="00F42982">
        <w:rPr>
          <w:b/>
          <w:bCs w:val="0"/>
          <w:sz w:val="24"/>
          <w:szCs w:val="24"/>
        </w:rPr>
        <w:lastRenderedPageBreak/>
        <w:t xml:space="preserve"> </w:t>
      </w:r>
      <w:r w:rsidR="00383C38" w:rsidRPr="00F42982">
        <w:rPr>
          <w:b/>
          <w:bCs w:val="0"/>
          <w:sz w:val="24"/>
          <w:szCs w:val="24"/>
        </w:rPr>
        <w:t>Testing scenarios</w:t>
      </w:r>
    </w:p>
    <w:p w14:paraId="0429FBCA"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download information from the My Health Record system?</w:t>
      </w:r>
    </w:p>
    <w:p w14:paraId="59AD180C" w14:textId="6CE2D291" w:rsidR="00383C38" w:rsidRPr="00846833" w:rsidRDefault="00383C38" w:rsidP="00383C38">
      <w:r w:rsidRPr="00846833">
        <w:rPr>
          <w:sz w:val="20"/>
          <w:szCs w:val="20"/>
        </w:rPr>
        <w:t xml:space="preserve">     </w:t>
      </w:r>
      <w:r w:rsidRPr="00846833">
        <w:rPr>
          <w:rFonts w:eastAsia="Times New Roman" w:cstheme="minorHAnsi"/>
          <w:sz w:val="24"/>
          <w:szCs w:val="24"/>
        </w:rPr>
        <w:object w:dxaOrig="225" w:dyaOrig="225" w14:anchorId="63134273">
          <v:shape id="_x0000_i1565" type="#_x0000_t75" style="width:43.8pt;height:17.3pt" o:ole="">
            <v:imagedata r:id="rId227" o:title=""/>
          </v:shape>
          <w:control r:id="rId228" w:name="CheckBox171122111113" w:shapeid="_x0000_i1565"/>
        </w:object>
      </w:r>
      <w:r w:rsidRPr="00846833">
        <w:t xml:space="preserve">or   </w:t>
      </w:r>
      <w:r w:rsidRPr="00846833">
        <w:rPr>
          <w:rFonts w:eastAsia="Times New Roman" w:cstheme="minorHAnsi"/>
          <w:sz w:val="24"/>
          <w:szCs w:val="24"/>
        </w:rPr>
        <w:object w:dxaOrig="225" w:dyaOrig="225" w14:anchorId="74E92258">
          <v:shape id="_x0000_i1457" type="#_x0000_t75" style="width:43.8pt;height:17.3pt" o:ole="">
            <v:imagedata r:id="rId229" o:title=""/>
          </v:shape>
          <w:control r:id="rId230" w:name="CheckBox1711221111112" w:shapeid="_x0000_i1457"/>
        </w:object>
      </w:r>
    </w:p>
    <w:p w14:paraId="60806FE1" w14:textId="77777777" w:rsidR="00383C38" w:rsidRPr="00846833" w:rsidRDefault="00383C38" w:rsidP="0008019D">
      <w:pPr>
        <w:pStyle w:val="BodyText"/>
      </w:pPr>
      <w:r w:rsidRPr="00846833">
        <w:t xml:space="preserve">If ‘Yes’, provide software names for functional components </w:t>
      </w:r>
      <w:r w:rsidRPr="007F37F1">
        <w:t>16.1, 16.6 and 16.7 in Section 16.</w:t>
      </w:r>
    </w:p>
    <w:p w14:paraId="3A50FDAE" w14:textId="77777777" w:rsidR="00383C38" w:rsidRPr="00D81E8B" w:rsidRDefault="00383C38" w:rsidP="00383C38">
      <w:pPr>
        <w:rPr>
          <w:sz w:val="20"/>
        </w:rPr>
      </w:pPr>
      <w:r w:rsidRPr="00846833">
        <w:rPr>
          <w:noProof/>
        </w:rPr>
        <w:drawing>
          <wp:anchor distT="0" distB="0" distL="114300" distR="114300" simplePos="0" relativeHeight="251661312" behindDoc="0" locked="0" layoutInCell="1" allowOverlap="1" wp14:anchorId="2ED791BD" wp14:editId="1EFEDE99">
            <wp:simplePos x="0" y="0"/>
            <wp:positionH relativeFrom="column">
              <wp:posOffset>-1270</wp:posOffset>
            </wp:positionH>
            <wp:positionV relativeFrom="paragraph">
              <wp:posOffset>5080</wp:posOffset>
            </wp:positionV>
            <wp:extent cx="2662555" cy="1555115"/>
            <wp:effectExtent l="0" t="0" r="4445"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1.png"/>
                    <pic:cNvPicPr/>
                  </pic:nvPicPr>
                  <pic:blipFill>
                    <a:blip r:embed="rId231">
                      <a:extLst>
                        <a:ext uri="{28A0092B-C50C-407E-A947-70E740481C1C}">
                          <a14:useLocalDpi xmlns:a14="http://schemas.microsoft.com/office/drawing/2010/main" val="0"/>
                        </a:ext>
                      </a:extLst>
                    </a:blip>
                    <a:stretch>
                      <a:fillRect/>
                    </a:stretch>
                  </pic:blipFill>
                  <pic:spPr>
                    <a:xfrm>
                      <a:off x="0" y="0"/>
                      <a:ext cx="2662555" cy="1555115"/>
                    </a:xfrm>
                    <a:prstGeom prst="rect">
                      <a:avLst/>
                    </a:prstGeom>
                  </pic:spPr>
                </pic:pic>
              </a:graphicData>
            </a:graphic>
            <wp14:sizeRelH relativeFrom="page">
              <wp14:pctWidth>0</wp14:pctWidth>
            </wp14:sizeRelH>
            <wp14:sizeRelV relativeFrom="page">
              <wp14:pctHeight>0</wp14:pctHeight>
            </wp14:sizeRelV>
          </wp:anchor>
        </w:drawing>
      </w:r>
    </w:p>
    <w:p w14:paraId="5020C81D" w14:textId="77777777" w:rsidR="00383C38" w:rsidRPr="00D81E8B" w:rsidRDefault="00383C38" w:rsidP="00383C38"/>
    <w:p w14:paraId="14A9DA74" w14:textId="77777777" w:rsidR="00383C38" w:rsidRPr="00D81E8B" w:rsidRDefault="00383C38" w:rsidP="00383C38"/>
    <w:p w14:paraId="532E466B" w14:textId="77777777" w:rsidR="00383C38" w:rsidRPr="00D81E8B" w:rsidRDefault="00383C38" w:rsidP="00383C38">
      <w:r>
        <w:t>A</w:t>
      </w:r>
      <w:r w:rsidRPr="00D81E8B">
        <w:t xml:space="preserve"> healthcare provider wants to access information about </w:t>
      </w:r>
      <w:r>
        <w:t xml:space="preserve">the </w:t>
      </w:r>
      <w:r w:rsidRPr="00D81E8B">
        <w:t xml:space="preserve">healthcare </w:t>
      </w:r>
      <w:r>
        <w:t xml:space="preserve">of an </w:t>
      </w:r>
      <w:r w:rsidRPr="00D81E8B">
        <w:t>individual. The objective of this scenario is to download the individual’s healthcare information from a digital health record.</w:t>
      </w:r>
    </w:p>
    <w:p w14:paraId="31504C24" w14:textId="77777777" w:rsidR="00383C38" w:rsidRPr="00D81E8B" w:rsidRDefault="00383C38" w:rsidP="00383C38"/>
    <w:p w14:paraId="7085CFAD" w14:textId="77777777" w:rsidR="00383C38" w:rsidRPr="00D81E8B" w:rsidRDefault="00383C38" w:rsidP="00383C38"/>
    <w:p w14:paraId="587D0E71" w14:textId="77777777" w:rsidR="00487B57" w:rsidRDefault="00487B57" w:rsidP="0008019D">
      <w:pPr>
        <w:pStyle w:val="BodyText"/>
      </w:pPr>
    </w:p>
    <w:p w14:paraId="509FE2C9"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upload information to the My Health Record system?</w:t>
      </w:r>
    </w:p>
    <w:p w14:paraId="20CC1BC7" w14:textId="1748404A" w:rsidR="00383C38" w:rsidRPr="00846833" w:rsidRDefault="00383C38" w:rsidP="00383C38">
      <w:r w:rsidRPr="00846833">
        <w:rPr>
          <w:rFonts w:eastAsia="Times New Roman" w:cstheme="minorHAnsi"/>
          <w:sz w:val="24"/>
          <w:szCs w:val="24"/>
        </w:rPr>
        <w:object w:dxaOrig="225" w:dyaOrig="225" w14:anchorId="32AE4C61">
          <v:shape id="_x0000_i1459" type="#_x0000_t75" style="width:43.8pt;height:17.3pt" o:ole="">
            <v:imagedata r:id="rId232" o:title=""/>
          </v:shape>
          <w:control r:id="rId233" w:name="CheckBox171122111114" w:shapeid="_x0000_i1459"/>
        </w:object>
      </w:r>
      <w:r w:rsidRPr="00846833">
        <w:t xml:space="preserve">or   </w:t>
      </w:r>
      <w:r w:rsidRPr="00846833">
        <w:rPr>
          <w:rFonts w:eastAsia="Times New Roman" w:cstheme="minorHAnsi"/>
          <w:sz w:val="24"/>
          <w:szCs w:val="24"/>
        </w:rPr>
        <w:object w:dxaOrig="225" w:dyaOrig="225" w14:anchorId="63B4F2F0">
          <v:shape id="_x0000_i1461" type="#_x0000_t75" style="width:43.8pt;height:17.3pt" o:ole="">
            <v:imagedata r:id="rId234" o:title=""/>
          </v:shape>
          <w:control r:id="rId235" w:name="CheckBox1711221111113" w:shapeid="_x0000_i1461"/>
        </w:object>
      </w:r>
    </w:p>
    <w:p w14:paraId="51526434" w14:textId="77777777" w:rsidR="00383C38" w:rsidRPr="00846833" w:rsidRDefault="00383C38" w:rsidP="0008019D">
      <w:pPr>
        <w:pStyle w:val="BodyText"/>
      </w:pPr>
      <w:r w:rsidRPr="00846833">
        <w:t xml:space="preserve">If ‘Yes’, provide software names for functional components </w:t>
      </w:r>
      <w:r w:rsidRPr="007F37F1">
        <w:t>16.1, 16.2, 16.3, 16.4 and 16.5 in Section 16.</w:t>
      </w:r>
    </w:p>
    <w:p w14:paraId="60DB0098" w14:textId="77777777" w:rsidR="00383C38" w:rsidRPr="00D81E8B" w:rsidRDefault="00383C38" w:rsidP="00383C38">
      <w:r w:rsidRPr="00846833">
        <w:rPr>
          <w:noProof/>
        </w:rPr>
        <w:drawing>
          <wp:inline distT="0" distB="0" distL="0" distR="0" wp14:anchorId="2FD8C8E4" wp14:editId="2A9F954B">
            <wp:extent cx="4686954" cy="1686160"/>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enario 2.png"/>
                    <pic:cNvPicPr/>
                  </pic:nvPicPr>
                  <pic:blipFill>
                    <a:blip r:embed="rId236">
                      <a:extLst>
                        <a:ext uri="{28A0092B-C50C-407E-A947-70E740481C1C}">
                          <a14:useLocalDpi xmlns:a14="http://schemas.microsoft.com/office/drawing/2010/main" val="0"/>
                        </a:ext>
                      </a:extLst>
                    </a:blip>
                    <a:stretch>
                      <a:fillRect/>
                    </a:stretch>
                  </pic:blipFill>
                  <pic:spPr>
                    <a:xfrm>
                      <a:off x="0" y="0"/>
                      <a:ext cx="4686954" cy="1686160"/>
                    </a:xfrm>
                    <a:prstGeom prst="rect">
                      <a:avLst/>
                    </a:prstGeom>
                  </pic:spPr>
                </pic:pic>
              </a:graphicData>
            </a:graphic>
          </wp:inline>
        </w:drawing>
      </w:r>
    </w:p>
    <w:p w14:paraId="00CA5539" w14:textId="77777777" w:rsidR="00383C38" w:rsidRDefault="00383C38" w:rsidP="0008019D">
      <w:pPr>
        <w:spacing w:before="240"/>
      </w:pPr>
      <w:r w:rsidRPr="00D81E8B">
        <w:t xml:space="preserve">The </w:t>
      </w:r>
      <w:r w:rsidRPr="0008019D">
        <w:rPr>
          <w:rStyle w:val="BodyTextChar"/>
        </w:rPr>
        <w:t>healthcare provider has entered new or revised information in the local system regarding the healthcare of an individual. The objective of this scenario is to upload the individual’s clinical information to a digital hea</w:t>
      </w:r>
      <w:r w:rsidRPr="00D81E8B">
        <w:t>lth record. The system must also have the capability to remove information from a digital health record.</w:t>
      </w:r>
    </w:p>
    <w:p w14:paraId="0204F21E"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Will the integrated system assist the healthcare provider to register an individual with the My Health Record system?</w:t>
      </w:r>
    </w:p>
    <w:p w14:paraId="12C90AD8" w14:textId="482C9F54" w:rsidR="00383C38" w:rsidRPr="00D81E8B" w:rsidRDefault="00383C38" w:rsidP="00383C38">
      <w:pPr>
        <w:rPr>
          <w:sz w:val="20"/>
        </w:rPr>
      </w:pPr>
      <w:r w:rsidRPr="00017466">
        <w:tab/>
      </w:r>
      <w:r w:rsidRPr="00017466">
        <w:rPr>
          <w:rFonts w:eastAsia="Times New Roman" w:cstheme="minorHAnsi"/>
          <w:sz w:val="24"/>
          <w:szCs w:val="24"/>
        </w:rPr>
        <w:object w:dxaOrig="225" w:dyaOrig="225" w14:anchorId="472F1624">
          <v:shape id="_x0000_i1463" type="#_x0000_t75" style="width:43.8pt;height:17.3pt" o:ole="">
            <v:imagedata r:id="rId237" o:title=""/>
          </v:shape>
          <w:control r:id="rId238" w:name="CheckBox171122111115" w:shapeid="_x0000_i1463"/>
        </w:object>
      </w:r>
      <w:r w:rsidRPr="00D81E8B">
        <w:rPr>
          <w:sz w:val="20"/>
        </w:rPr>
        <w:t xml:space="preserve">or   </w:t>
      </w:r>
      <w:r w:rsidRPr="00017466">
        <w:rPr>
          <w:rFonts w:eastAsia="Times New Roman" w:cstheme="minorHAnsi"/>
          <w:sz w:val="24"/>
          <w:szCs w:val="24"/>
        </w:rPr>
        <w:object w:dxaOrig="225" w:dyaOrig="225" w14:anchorId="7471503F">
          <v:shape id="_x0000_i1465" type="#_x0000_t75" style="width:43.8pt;height:17.3pt" o:ole="">
            <v:imagedata r:id="rId239" o:title=""/>
          </v:shape>
          <w:control r:id="rId240" w:name="CheckBox1711221111114" w:shapeid="_x0000_i1465"/>
        </w:object>
      </w:r>
    </w:p>
    <w:p w14:paraId="45B1BED0" w14:textId="77777777" w:rsidR="00383C38" w:rsidRPr="007B2581" w:rsidRDefault="00383C38" w:rsidP="0008019D">
      <w:pPr>
        <w:pStyle w:val="BodyText"/>
      </w:pPr>
      <w:r w:rsidRPr="007F37F1">
        <w:t>If ‘Yes’, provide software names for functional components 16.1 and 16.8 in Section 16</w:t>
      </w:r>
      <w:r w:rsidRPr="007B2581">
        <w:t>.</w:t>
      </w:r>
    </w:p>
    <w:p w14:paraId="4EF200D6" w14:textId="77777777" w:rsidR="00383C38" w:rsidRPr="00D81E8B" w:rsidRDefault="00861641" w:rsidP="00383C38">
      <w:r w:rsidRPr="00D81E8B">
        <w:rPr>
          <w:noProof/>
        </w:rPr>
        <w:lastRenderedPageBreak/>
        <w:drawing>
          <wp:anchor distT="0" distB="0" distL="114300" distR="114300" simplePos="0" relativeHeight="251662336" behindDoc="0" locked="0" layoutInCell="1" allowOverlap="1" wp14:anchorId="3A2073AD" wp14:editId="0A02982E">
            <wp:simplePos x="0" y="0"/>
            <wp:positionH relativeFrom="column">
              <wp:posOffset>-1270</wp:posOffset>
            </wp:positionH>
            <wp:positionV relativeFrom="paragraph">
              <wp:posOffset>166370</wp:posOffset>
            </wp:positionV>
            <wp:extent cx="2593340" cy="1519555"/>
            <wp:effectExtent l="0" t="0" r="0" b="444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nario 3.png"/>
                    <pic:cNvPicPr/>
                  </pic:nvPicPr>
                  <pic:blipFill>
                    <a:blip r:embed="rId241">
                      <a:extLst>
                        <a:ext uri="{28A0092B-C50C-407E-A947-70E740481C1C}">
                          <a14:useLocalDpi xmlns:a14="http://schemas.microsoft.com/office/drawing/2010/main" val="0"/>
                        </a:ext>
                      </a:extLst>
                    </a:blip>
                    <a:stretch>
                      <a:fillRect/>
                    </a:stretch>
                  </pic:blipFill>
                  <pic:spPr>
                    <a:xfrm>
                      <a:off x="0" y="0"/>
                      <a:ext cx="2593340" cy="1519555"/>
                    </a:xfrm>
                    <a:prstGeom prst="rect">
                      <a:avLst/>
                    </a:prstGeom>
                  </pic:spPr>
                </pic:pic>
              </a:graphicData>
            </a:graphic>
            <wp14:sizeRelH relativeFrom="page">
              <wp14:pctWidth>0</wp14:pctWidth>
            </wp14:sizeRelH>
            <wp14:sizeRelV relativeFrom="page">
              <wp14:pctHeight>0</wp14:pctHeight>
            </wp14:sizeRelV>
          </wp:anchor>
        </w:drawing>
      </w:r>
    </w:p>
    <w:p w14:paraId="3516F253" w14:textId="77777777" w:rsidR="00383C38" w:rsidRPr="00D81E8B" w:rsidRDefault="00383C38" w:rsidP="00383C38"/>
    <w:p w14:paraId="4C5B3929" w14:textId="77777777" w:rsidR="00383C38" w:rsidRPr="00D81E8B" w:rsidRDefault="00383C38" w:rsidP="00383C38"/>
    <w:p w14:paraId="62ACC005" w14:textId="77777777" w:rsidR="00383C38" w:rsidRPr="00D81E8B" w:rsidRDefault="00383C38" w:rsidP="00383C38">
      <w:r w:rsidRPr="00D81E8B">
        <w:t>A</w:t>
      </w:r>
      <w:r>
        <w:t>n</w:t>
      </w:r>
      <w:r w:rsidRPr="00D81E8B">
        <w:t xml:space="preserve"> individual presents without a digital health record. The objective of this scenario is to create a digital health record and store the individual</w:t>
      </w:r>
      <w:r>
        <w:t>’s</w:t>
      </w:r>
      <w:r w:rsidRPr="00D81E8B">
        <w:t xml:space="preserve"> healthcare identifier (IHI) in the local system.</w:t>
      </w:r>
    </w:p>
    <w:p w14:paraId="184F6FC3" w14:textId="77777777" w:rsidR="00383C38" w:rsidRPr="00D81E8B" w:rsidRDefault="00383C38" w:rsidP="00383C38"/>
    <w:p w14:paraId="3A7F4D8D" w14:textId="77777777" w:rsidR="00383C38" w:rsidRPr="00D81E8B" w:rsidRDefault="00383C38" w:rsidP="00383C38"/>
    <w:p w14:paraId="40CEFF87" w14:textId="77777777" w:rsidR="00383C38" w:rsidRPr="00D81E8B" w:rsidRDefault="00383C38" w:rsidP="00383C38"/>
    <w:p w14:paraId="602DA7B2" w14:textId="77777777" w:rsidR="00383C38" w:rsidRPr="00F42982" w:rsidRDefault="00383C38" w:rsidP="00383C38">
      <w:pPr>
        <w:pStyle w:val="Heading1"/>
        <w:numPr>
          <w:ilvl w:val="0"/>
          <w:numId w:val="26"/>
        </w:numPr>
        <w:spacing w:before="240" w:after="120"/>
        <w:rPr>
          <w:b/>
          <w:bCs w:val="0"/>
        </w:rPr>
      </w:pPr>
      <w:r w:rsidRPr="00F42982">
        <w:rPr>
          <w:b/>
          <w:bCs w:val="0"/>
        </w:rPr>
        <w:t>Functional components</w:t>
      </w:r>
    </w:p>
    <w:p w14:paraId="528746B5" w14:textId="77777777" w:rsidR="00383C38" w:rsidRPr="007A1B8B" w:rsidRDefault="00383C38" w:rsidP="00BF25FB">
      <w:pPr>
        <w:pStyle w:val="BodyText"/>
        <w:keepNext/>
        <w:rPr>
          <w:rFonts w:cs="Arial"/>
        </w:rPr>
      </w:pPr>
      <w:r w:rsidRPr="007A1B8B">
        <w:t xml:space="preserve">Provide the names and details of the individual software systems that perform the functional components in the scenarios that you have selected in </w:t>
      </w:r>
      <w:r w:rsidRPr="007F37F1">
        <w:t>Section 15</w:t>
      </w:r>
      <w:r w:rsidRPr="007F37F1">
        <w:rPr>
          <w:rFonts w:cs="Arial"/>
        </w:rPr>
        <w:t>.</w:t>
      </w:r>
    </w:p>
    <w:p w14:paraId="2AB06EF0" w14:textId="77777777" w:rsidR="00383C38" w:rsidRPr="007A1B8B" w:rsidRDefault="00383C38" w:rsidP="0008019D">
      <w:pPr>
        <w:pStyle w:val="BodyText"/>
      </w:pPr>
      <w:r w:rsidRPr="007A1B8B">
        <w:t xml:space="preserve">(More than one software system may be listed for each functional component.) </w:t>
      </w:r>
    </w:p>
    <w:p w14:paraId="4D9CB737" w14:textId="77777777" w:rsidR="00383C38" w:rsidRPr="00B73A8E" w:rsidRDefault="00383C38" w:rsidP="00383C38">
      <w:pPr>
        <w:pStyle w:val="Heading2"/>
        <w:numPr>
          <w:ilvl w:val="1"/>
          <w:numId w:val="26"/>
        </w:numPr>
        <w:spacing w:after="120"/>
        <w:ind w:hanging="792"/>
        <w:rPr>
          <w:sz w:val="22"/>
          <w:szCs w:val="22"/>
        </w:rPr>
      </w:pPr>
      <w:bookmarkStart w:id="0" w:name="_Ref368547166"/>
      <w:r w:rsidRPr="00B73A8E">
        <w:rPr>
          <w:sz w:val="22"/>
          <w:szCs w:val="22"/>
        </w:rPr>
        <w:t>Manage healthcare identifiers</w:t>
      </w:r>
      <w:bookmarkEnd w:id="0"/>
    </w:p>
    <w:p w14:paraId="102DA481" w14:textId="77777777" w:rsidR="00383C38" w:rsidRPr="007A1B8B" w:rsidRDefault="00383C38" w:rsidP="00383C38">
      <w:r w:rsidRPr="007A1B8B">
        <w:t>These are system functions to manage local copies of an IHI and (optionally) manage local copies of identifiers for healthcare provider individuals and organisations.</w:t>
      </w:r>
    </w:p>
    <w:p w14:paraId="420CB571" w14:textId="5DBEDB20"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2094D882">
          <v:shape id="_x0000_i1467" type="#_x0000_t75" style="width:264.95pt;height:27.65pt" o:ole="">
            <v:imagedata r:id="rId242" o:title=""/>
          </v:shape>
          <w:control r:id="rId243" w:name="TextBox111115357" w:shapeid="_x0000_i146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942A4C2">
          <v:shape id="_x0000_i1469" type="#_x0000_t75" style="width:66.25pt;height:27.65pt" o:ole="">
            <v:imagedata r:id="rId244" o:title=""/>
          </v:shape>
          <w:control r:id="rId245" w:name="TextBox111124357" w:shapeid="_x0000_i1469"/>
        </w:object>
      </w:r>
    </w:p>
    <w:p w14:paraId="7C997BF3" w14:textId="2B3C488D"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CB75C6C">
          <v:shape id="_x0000_i1471" type="#_x0000_t75" style="width:264.95pt;height:27.65pt" o:ole="">
            <v:imagedata r:id="rId242" o:title=""/>
          </v:shape>
          <w:control r:id="rId246" w:name="TextBox1111113357" w:shapeid="_x0000_i147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161930D">
          <v:shape id="_x0000_i1473" type="#_x0000_t75" style="width:67.4pt;height:27.65pt" o:ole="">
            <v:imagedata r:id="rId247" o:title=""/>
          </v:shape>
          <w:control r:id="rId248" w:name="TextBox1111213357" w:shapeid="_x0000_i1473"/>
        </w:object>
      </w:r>
    </w:p>
    <w:p w14:paraId="2735198E" w14:textId="11FF9260"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1752F7D9">
          <v:shape id="_x0000_i1475" type="#_x0000_t75" style="width:400.3pt;height:25.35pt" o:ole="">
            <v:imagedata r:id="rId249" o:title=""/>
          </v:shape>
          <w:control r:id="rId250" w:name="TextBox1111123357" w:shapeid="_x0000_i1475"/>
        </w:object>
      </w:r>
    </w:p>
    <w:p w14:paraId="2A60C7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Create clinical documents</w:t>
      </w:r>
    </w:p>
    <w:p w14:paraId="5DCC2334" w14:textId="77777777" w:rsidR="00383C38" w:rsidRPr="00017466" w:rsidRDefault="00383C38" w:rsidP="0008019D">
      <w:pPr>
        <w:pStyle w:val="BodyText"/>
      </w:pPr>
      <w:r w:rsidRPr="00017466">
        <w:t>These are system functions to create clinical documents containing personal health information.</w:t>
      </w:r>
      <w:r>
        <w:t xml:space="preserve"> </w:t>
      </w:r>
      <w:r w:rsidRPr="00017466">
        <w:t>Clinical documents may be in any format.</w:t>
      </w:r>
    </w:p>
    <w:p w14:paraId="7B6F707B" w14:textId="2611DF54"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64FAF40E">
          <v:shape id="_x0000_i1477" type="#_x0000_t75" style="width:264.95pt;height:27.65pt" o:ole="">
            <v:imagedata r:id="rId242" o:title=""/>
          </v:shape>
          <w:control r:id="rId251" w:name="TextBox111115356" w:shapeid="_x0000_i147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0A71B995">
          <v:shape id="_x0000_i1479" type="#_x0000_t75" style="width:66.25pt;height:27.65pt" o:ole="">
            <v:imagedata r:id="rId244" o:title=""/>
          </v:shape>
          <w:control r:id="rId252" w:name="TextBox111124356" w:shapeid="_x0000_i1479"/>
        </w:object>
      </w:r>
    </w:p>
    <w:p w14:paraId="7D3B22C7" w14:textId="2D74D43A"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47E947EB">
          <v:shape id="_x0000_i1481" type="#_x0000_t75" style="width:264.95pt;height:27.65pt" o:ole="">
            <v:imagedata r:id="rId242" o:title=""/>
          </v:shape>
          <w:control r:id="rId253" w:name="TextBox1111113356" w:shapeid="_x0000_i148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5B78E473">
          <v:shape id="_x0000_i1483" type="#_x0000_t75" style="width:65.1pt;height:27.65pt" o:ole="">
            <v:imagedata r:id="rId254" o:title=""/>
          </v:shape>
          <w:control r:id="rId255" w:name="TextBox1111213356" w:shapeid="_x0000_i1483"/>
        </w:object>
      </w:r>
    </w:p>
    <w:p w14:paraId="60B2357C" w14:textId="49EA5F59" w:rsidR="00383C38" w:rsidRDefault="00383C38" w:rsidP="00383C38">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47E10710">
          <v:shape id="_x0000_i1485" type="#_x0000_t75" style="width:399.75pt;height:25.35pt" o:ole="">
            <v:imagedata r:id="rId256" o:title=""/>
          </v:shape>
          <w:control r:id="rId257" w:name="TextBox1111123356" w:shapeid="_x0000_i1485"/>
        </w:object>
      </w:r>
    </w:p>
    <w:p w14:paraId="2B58C257"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Transform to CDA format</w:t>
      </w:r>
    </w:p>
    <w:p w14:paraId="0724544F" w14:textId="77777777" w:rsidR="00383C38" w:rsidRPr="00017466" w:rsidRDefault="00383C38" w:rsidP="0008019D">
      <w:pPr>
        <w:pStyle w:val="BodyText"/>
      </w:pPr>
      <w:r w:rsidRPr="00017466">
        <w:t>These are system functions to convert clin</w:t>
      </w:r>
      <w:r>
        <w:t>ical documents into CDA format.</w:t>
      </w:r>
    </w:p>
    <w:p w14:paraId="17C2FFDE" w14:textId="3CF79603"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ED8D13F">
          <v:shape id="_x0000_i1487" type="#_x0000_t75" style="width:264.95pt;height:27.65pt" o:ole="">
            <v:imagedata r:id="rId242" o:title=""/>
          </v:shape>
          <w:control r:id="rId258" w:name="TextBox111115353" w:shapeid="_x0000_i148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EE02EF5">
          <v:shape id="_x0000_i1489" type="#_x0000_t75" style="width:66.25pt;height:27.65pt" o:ole="">
            <v:imagedata r:id="rId244" o:title=""/>
          </v:shape>
          <w:control r:id="rId259" w:name="TextBox111124353" w:shapeid="_x0000_i1489"/>
        </w:object>
      </w:r>
    </w:p>
    <w:p w14:paraId="2EDE9EB9" w14:textId="47706A7B"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79765B5F">
          <v:shape id="_x0000_i1491" type="#_x0000_t75" style="width:264.95pt;height:27.65pt" o:ole="">
            <v:imagedata r:id="rId242" o:title=""/>
          </v:shape>
          <w:control r:id="rId260" w:name="TextBox1111113353" w:shapeid="_x0000_i149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C9C3AC8">
          <v:shape id="_x0000_i1493" type="#_x0000_t75" style="width:65.1pt;height:27.65pt" o:ole="">
            <v:imagedata r:id="rId254" o:title=""/>
          </v:shape>
          <w:control r:id="rId261" w:name="TextBox1111213353" w:shapeid="_x0000_i1493"/>
        </w:object>
      </w:r>
    </w:p>
    <w:p w14:paraId="2D7BE617" w14:textId="18BABCF7"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2087DA75">
          <v:shape id="_x0000_i1495" type="#_x0000_t75" style="width:399.75pt;height:25.35pt" o:ole="">
            <v:imagedata r:id="rId256" o:title=""/>
          </v:shape>
          <w:control r:id="rId262" w:name="TextBox1111123353" w:shapeid="_x0000_i1495"/>
        </w:object>
      </w:r>
    </w:p>
    <w:p w14:paraId="0536D3C1"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lastRenderedPageBreak/>
        <w:t>Create clinical packages</w:t>
      </w:r>
    </w:p>
    <w:p w14:paraId="23664CF6" w14:textId="77777777" w:rsidR="00383C38" w:rsidRPr="00017466" w:rsidRDefault="00383C38" w:rsidP="0008019D">
      <w:pPr>
        <w:pStyle w:val="BodyText"/>
      </w:pPr>
      <w:r w:rsidRPr="00017466">
        <w:t xml:space="preserve">These are system functions to create a </w:t>
      </w:r>
      <w:r>
        <w:t>clinical</w:t>
      </w:r>
      <w:r w:rsidRPr="00017466">
        <w:t xml:space="preserve"> package out of a c</w:t>
      </w:r>
      <w:r>
        <w:t>linical document.</w:t>
      </w:r>
    </w:p>
    <w:p w14:paraId="26A33589" w14:textId="7F0609BE"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16D47F24">
          <v:shape id="_x0000_i1497" type="#_x0000_t75" style="width:264.95pt;height:27.65pt" o:ole="">
            <v:imagedata r:id="rId242" o:title=""/>
          </v:shape>
          <w:control r:id="rId263" w:name="TextBox111115352" w:shapeid="_x0000_i149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711E4A3D">
          <v:shape id="_x0000_i1499" type="#_x0000_t75" style="width:66.25pt;height:27.65pt" o:ole="">
            <v:imagedata r:id="rId244" o:title=""/>
          </v:shape>
          <w:control r:id="rId264" w:name="TextBox111124352" w:shapeid="_x0000_i1499"/>
        </w:object>
      </w:r>
    </w:p>
    <w:p w14:paraId="5E499D23" w14:textId="2FA06901"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212EEE9">
          <v:shape id="_x0000_i1501" type="#_x0000_t75" style="width:264.95pt;height:27.65pt" o:ole="">
            <v:imagedata r:id="rId242" o:title=""/>
          </v:shape>
          <w:control r:id="rId265" w:name="TextBox1111113352" w:shapeid="_x0000_i150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1B643817">
          <v:shape id="_x0000_i1503" type="#_x0000_t75" style="width:65.1pt;height:27.65pt" o:ole="">
            <v:imagedata r:id="rId254" o:title=""/>
          </v:shape>
          <w:control r:id="rId266" w:name="TextBox1111213352" w:shapeid="_x0000_i1503"/>
        </w:object>
      </w:r>
    </w:p>
    <w:p w14:paraId="491E35C9" w14:textId="3EE47980" w:rsidR="00383C38" w:rsidRPr="00152981" w:rsidRDefault="00383C38" w:rsidP="00383C38">
      <w:pPr>
        <w:rPr>
          <w:color w:val="333333"/>
          <w:sz w:val="20"/>
          <w:u w:val="dottedHeavy" w:color="C0C0C0"/>
        </w:rPr>
      </w:pPr>
      <w:r w:rsidRPr="00E24B4F">
        <w:rPr>
          <w:b/>
          <w:color w:val="333333"/>
          <w:sz w:val="20"/>
        </w:rPr>
        <w:t>Description</w:t>
      </w:r>
      <w:r w:rsidRPr="00C87986">
        <w:t>:</w:t>
      </w:r>
      <w:r w:rsidRPr="00152981">
        <w:t xml:space="preserve"> </w:t>
      </w:r>
      <w:r w:rsidRPr="00152981">
        <w:rPr>
          <w:rFonts w:eastAsia="Times New Roman" w:cstheme="minorHAnsi"/>
          <w:sz w:val="24"/>
          <w:szCs w:val="24"/>
        </w:rPr>
        <w:object w:dxaOrig="225" w:dyaOrig="225" w14:anchorId="6EC87CDB">
          <v:shape id="_x0000_i1505" type="#_x0000_t75" style="width:399.75pt;height:25.35pt" o:ole="">
            <v:imagedata r:id="rId256" o:title=""/>
          </v:shape>
          <w:control r:id="rId267" w:name="TextBox1111123352" w:shapeid="_x0000_i1505"/>
        </w:object>
      </w:r>
    </w:p>
    <w:p w14:paraId="27023357" w14:textId="77777777" w:rsidR="00383C38" w:rsidRPr="00152981" w:rsidRDefault="00383C38" w:rsidP="00383C38">
      <w:pPr>
        <w:rPr>
          <w:u w:color="C0C0C0"/>
        </w:rPr>
      </w:pPr>
    </w:p>
    <w:p w14:paraId="1A7869D9"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t>Upload and remove information in a digital health record</w:t>
      </w:r>
    </w:p>
    <w:p w14:paraId="18816A20" w14:textId="77777777" w:rsidR="00383C38" w:rsidRPr="00846833" w:rsidRDefault="00383C38" w:rsidP="0008019D">
      <w:pPr>
        <w:pStyle w:val="BodyText"/>
      </w:pPr>
      <w:r w:rsidRPr="00846833">
        <w:t xml:space="preserve">These are system functions to access </w:t>
      </w:r>
      <w:r w:rsidRPr="00D81E8B">
        <w:t>a digital health record</w:t>
      </w:r>
      <w:r w:rsidRPr="00846833">
        <w:t xml:space="preserve"> to upload and remove information. Uploading systems must also be capable of removing information.</w:t>
      </w:r>
    </w:p>
    <w:p w14:paraId="37D0FB42" w14:textId="7C6A871D"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1C6AC7BC">
          <v:shape id="_x0000_i1507" type="#_x0000_t75" style="width:264.95pt;height:27.65pt" o:ole="">
            <v:imagedata r:id="rId242" o:title=""/>
          </v:shape>
          <w:control r:id="rId268" w:name="TextBox111115351" w:shapeid="_x0000_i1507"/>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77D399C">
          <v:shape id="_x0000_i1509" type="#_x0000_t75" style="width:66.25pt;height:27.65pt" o:ole="">
            <v:imagedata r:id="rId244" o:title=""/>
          </v:shape>
          <w:control r:id="rId269" w:name="TextBox111124351" w:shapeid="_x0000_i1509"/>
        </w:object>
      </w:r>
    </w:p>
    <w:p w14:paraId="6743DE34" w14:textId="02F4ED2D"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2A17E5FF">
          <v:shape id="_x0000_i1511" type="#_x0000_t75" style="width:264.95pt;height:27.65pt" o:ole="">
            <v:imagedata r:id="rId242" o:title=""/>
          </v:shape>
          <w:control r:id="rId270" w:name="TextBox1111113351" w:shapeid="_x0000_i1511"/>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71DF36AF">
          <v:shape id="_x0000_i1513" type="#_x0000_t75" style="width:67.4pt;height:27.65pt" o:ole="">
            <v:imagedata r:id="rId247" o:title=""/>
          </v:shape>
          <w:control r:id="rId271" w:name="TextBox1111213351" w:shapeid="_x0000_i1513"/>
        </w:object>
      </w:r>
    </w:p>
    <w:p w14:paraId="31B058D1" w14:textId="7D347BD5" w:rsidR="00383C38" w:rsidRPr="00846833" w:rsidRDefault="00383C38" w:rsidP="00383C38">
      <w:pPr>
        <w:rPr>
          <w:color w:val="333333"/>
          <w:sz w:val="20"/>
          <w:u w:val="dottedHeavy" w:color="C0C0C0"/>
        </w:rPr>
      </w:pPr>
      <w:r w:rsidRPr="00846833">
        <w:rPr>
          <w:b/>
          <w:color w:val="333333"/>
          <w:sz w:val="20"/>
        </w:rPr>
        <w:t>Description</w:t>
      </w:r>
      <w:r w:rsidRPr="00846833">
        <w:t xml:space="preserve">: </w:t>
      </w:r>
      <w:r w:rsidRPr="00846833">
        <w:rPr>
          <w:rFonts w:eastAsia="Times New Roman" w:cstheme="minorHAnsi"/>
          <w:sz w:val="24"/>
          <w:szCs w:val="24"/>
        </w:rPr>
        <w:object w:dxaOrig="225" w:dyaOrig="225" w14:anchorId="1B41C99E">
          <v:shape id="_x0000_i1515" type="#_x0000_t75" style="width:401.45pt;height:25.35pt" o:ole="">
            <v:imagedata r:id="rId272" o:title=""/>
          </v:shape>
          <w:control r:id="rId273" w:name="TextBox1111123351" w:shapeid="_x0000_i1515"/>
        </w:object>
      </w:r>
    </w:p>
    <w:p w14:paraId="554C214B" w14:textId="77777777" w:rsidR="00383C38" w:rsidRPr="00B73A8E" w:rsidRDefault="00383C38" w:rsidP="00383C38">
      <w:pPr>
        <w:pStyle w:val="Heading2"/>
        <w:numPr>
          <w:ilvl w:val="1"/>
          <w:numId w:val="26"/>
        </w:numPr>
        <w:spacing w:after="120"/>
        <w:ind w:hanging="792"/>
        <w:rPr>
          <w:color w:val="333333"/>
          <w:sz w:val="22"/>
          <w:szCs w:val="22"/>
        </w:rPr>
      </w:pPr>
      <w:r w:rsidRPr="00B73A8E">
        <w:rPr>
          <w:sz w:val="22"/>
          <w:szCs w:val="22"/>
        </w:rPr>
        <w:t>Gain access and download information in a digital health record</w:t>
      </w:r>
    </w:p>
    <w:p w14:paraId="64A60C24" w14:textId="77777777" w:rsidR="00383C38" w:rsidRPr="00846833" w:rsidRDefault="00383C38" w:rsidP="0008019D">
      <w:pPr>
        <w:pStyle w:val="BodyText"/>
      </w:pPr>
      <w:r w:rsidRPr="00846833">
        <w:t xml:space="preserve">These are system functions to gain access to </w:t>
      </w:r>
      <w:r w:rsidRPr="00D81E8B">
        <w:t>a digital health record</w:t>
      </w:r>
      <w:r w:rsidRPr="00846833">
        <w:t xml:space="preserve"> and download information.</w:t>
      </w:r>
    </w:p>
    <w:p w14:paraId="512CAF5F" w14:textId="0DD1DEC1"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45E0778F">
          <v:shape id="_x0000_i1517" type="#_x0000_t75" style="width:264.95pt;height:27.65pt" o:ole="">
            <v:imagedata r:id="rId242" o:title=""/>
          </v:shape>
          <w:control r:id="rId274" w:name="TextBox11111535" w:shapeid="_x0000_i1517"/>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4F577586">
          <v:shape id="_x0000_i1519" type="#_x0000_t75" style="width:66.25pt;height:27.65pt" o:ole="">
            <v:imagedata r:id="rId244" o:title=""/>
          </v:shape>
          <w:control r:id="rId275" w:name="TextBox11112435" w:shapeid="_x0000_i1519"/>
        </w:object>
      </w:r>
    </w:p>
    <w:p w14:paraId="3A50B7BD" w14:textId="5D09191C" w:rsidR="00383C38" w:rsidRPr="00846833" w:rsidRDefault="00383C38" w:rsidP="00383C38">
      <w:r w:rsidRPr="00846833">
        <w:rPr>
          <w:b/>
          <w:color w:val="333333"/>
          <w:sz w:val="20"/>
        </w:rPr>
        <w:t>Software name:</w:t>
      </w:r>
      <w:r w:rsidRPr="00846833">
        <w:tab/>
      </w:r>
      <w:r w:rsidRPr="00846833">
        <w:rPr>
          <w:rFonts w:eastAsia="Times New Roman" w:cstheme="minorHAnsi"/>
          <w:sz w:val="24"/>
          <w:szCs w:val="24"/>
        </w:rPr>
        <w:object w:dxaOrig="225" w:dyaOrig="225" w14:anchorId="694487F1">
          <v:shape id="_x0000_i1521" type="#_x0000_t75" style="width:264.95pt;height:27.65pt" o:ole="">
            <v:imagedata r:id="rId242" o:title=""/>
          </v:shape>
          <w:control r:id="rId276" w:name="TextBox111111335" w:shapeid="_x0000_i1521"/>
        </w:object>
      </w:r>
      <w:r w:rsidRPr="00846833">
        <w:t xml:space="preserve"> </w:t>
      </w:r>
      <w:r w:rsidRPr="00846833">
        <w:rPr>
          <w:b/>
          <w:color w:val="333333"/>
          <w:sz w:val="20"/>
        </w:rPr>
        <w:t>Version</w:t>
      </w:r>
      <w:r w:rsidRPr="00846833">
        <w:t xml:space="preserve">: </w:t>
      </w:r>
      <w:r w:rsidRPr="00846833">
        <w:rPr>
          <w:rFonts w:eastAsia="Times New Roman" w:cstheme="minorHAnsi"/>
          <w:sz w:val="24"/>
          <w:szCs w:val="24"/>
        </w:rPr>
        <w:object w:dxaOrig="225" w:dyaOrig="225" w14:anchorId="052028D5">
          <v:shape id="_x0000_i1523" type="#_x0000_t75" style="width:67.95pt;height:27.65pt" o:ole="">
            <v:imagedata r:id="rId277" o:title=""/>
          </v:shape>
          <w:control r:id="rId278" w:name="TextBox111121335" w:shapeid="_x0000_i1523"/>
        </w:object>
      </w:r>
    </w:p>
    <w:p w14:paraId="45A59A89" w14:textId="4E517765" w:rsidR="00383C38" w:rsidRPr="00846833" w:rsidRDefault="00383C38" w:rsidP="00383C38">
      <w:r w:rsidRPr="00846833">
        <w:rPr>
          <w:b/>
          <w:color w:val="333333"/>
          <w:sz w:val="20"/>
        </w:rPr>
        <w:t>Description</w:t>
      </w:r>
      <w:r w:rsidRPr="00846833">
        <w:t xml:space="preserve">: </w:t>
      </w:r>
      <w:r w:rsidRPr="00846833">
        <w:rPr>
          <w:rFonts w:eastAsia="Times New Roman" w:cstheme="minorHAnsi"/>
          <w:sz w:val="24"/>
          <w:szCs w:val="24"/>
        </w:rPr>
        <w:object w:dxaOrig="225" w:dyaOrig="225" w14:anchorId="3DCB25A8">
          <v:shape id="_x0000_i1525" type="#_x0000_t75" style="width:399.75pt;height:25.35pt" o:ole="">
            <v:imagedata r:id="rId256" o:title=""/>
          </v:shape>
          <w:control r:id="rId279" w:name="TextBox111112335" w:shapeid="_x0000_i1525"/>
        </w:object>
      </w:r>
    </w:p>
    <w:p w14:paraId="7D26618B" w14:textId="77777777" w:rsidR="00383C38" w:rsidRPr="00B73A8E" w:rsidRDefault="00383C38" w:rsidP="00383C38">
      <w:pPr>
        <w:pStyle w:val="Heading2"/>
        <w:numPr>
          <w:ilvl w:val="1"/>
          <w:numId w:val="26"/>
        </w:numPr>
        <w:spacing w:after="120"/>
        <w:ind w:hanging="792"/>
        <w:rPr>
          <w:sz w:val="22"/>
          <w:szCs w:val="22"/>
        </w:rPr>
      </w:pPr>
      <w:r w:rsidRPr="00B73A8E">
        <w:rPr>
          <w:sz w:val="22"/>
          <w:szCs w:val="22"/>
        </w:rPr>
        <w:t>Render information from a digital health record</w:t>
      </w:r>
    </w:p>
    <w:p w14:paraId="4479014A" w14:textId="77777777" w:rsidR="00383C38" w:rsidRPr="00017466" w:rsidRDefault="00383C38" w:rsidP="0008019D">
      <w:pPr>
        <w:pStyle w:val="BodyText"/>
      </w:pPr>
      <w:r w:rsidRPr="00846833">
        <w:t xml:space="preserve">These are system functions to either display or print information downloaded from a </w:t>
      </w:r>
      <w:r w:rsidRPr="00D81E8B">
        <w:t>digital health record.</w:t>
      </w:r>
      <w:r w:rsidRPr="00846833">
        <w:t xml:space="preserve"> Downloaded information may be clinical documents or </w:t>
      </w:r>
      <w:r w:rsidRPr="00D81E8B">
        <w:t>My Health Record</w:t>
      </w:r>
      <w:r w:rsidRPr="00846833">
        <w:t xml:space="preserve"> views.</w:t>
      </w:r>
    </w:p>
    <w:p w14:paraId="71334E05" w14:textId="6415F5C6"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3570734D">
          <v:shape id="_x0000_i1527" type="#_x0000_t75" style="width:264.95pt;height:27.65pt" o:ole="">
            <v:imagedata r:id="rId242" o:title=""/>
          </v:shape>
          <w:control r:id="rId280" w:name="TextBox111115354" w:shapeid="_x0000_i152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041F93">
          <v:shape id="_x0000_i1529" type="#_x0000_t75" style="width:66.25pt;height:27.65pt" o:ole="">
            <v:imagedata r:id="rId244" o:title=""/>
          </v:shape>
          <w:control r:id="rId281" w:name="TextBox111124354" w:shapeid="_x0000_i1529"/>
        </w:object>
      </w:r>
    </w:p>
    <w:p w14:paraId="5845035C" w14:textId="4C4F4249" w:rsidR="00383C38" w:rsidRPr="00C87986" w:rsidRDefault="00383C38" w:rsidP="00383C38">
      <w:r w:rsidRPr="00E24B4F">
        <w:rPr>
          <w:b/>
          <w:color w:val="333333"/>
          <w:sz w:val="20"/>
        </w:rPr>
        <w:t>Software name:</w:t>
      </w:r>
      <w:r w:rsidRPr="00C87986">
        <w:tab/>
      </w:r>
      <w:r w:rsidRPr="00152981">
        <w:rPr>
          <w:rFonts w:eastAsia="Times New Roman" w:cstheme="minorHAnsi"/>
          <w:sz w:val="24"/>
          <w:szCs w:val="24"/>
        </w:rPr>
        <w:object w:dxaOrig="225" w:dyaOrig="225" w14:anchorId="573C12A2">
          <v:shape id="_x0000_i1531" type="#_x0000_t75" style="width:264.95pt;height:27.65pt" o:ole="">
            <v:imagedata r:id="rId242" o:title=""/>
          </v:shape>
          <w:control r:id="rId282" w:name="TextBox1111113354" w:shapeid="_x0000_i153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36A3AE96">
          <v:shape id="_x0000_i1533" type="#_x0000_t75" style="width:66.8pt;height:27.65pt" o:ole="">
            <v:imagedata r:id="rId283" o:title=""/>
          </v:shape>
          <w:control r:id="rId284" w:name="TextBox1111213354" w:shapeid="_x0000_i1533"/>
        </w:object>
      </w:r>
    </w:p>
    <w:p w14:paraId="6A9ECFD7" w14:textId="192528A8" w:rsidR="00383C38" w:rsidRPr="00152981" w:rsidRDefault="00383C38" w:rsidP="00383C38">
      <w:pPr>
        <w:rPr>
          <w:color w:val="333333"/>
          <w:sz w:val="20"/>
          <w:u w:val="dottedHeavy" w:color="C0C0C0"/>
        </w:rPr>
      </w:pPr>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406D933F">
          <v:shape id="_x0000_i1535" type="#_x0000_t75" style="width:396.3pt;height:25.35pt" o:ole="">
            <v:imagedata r:id="rId285" o:title=""/>
          </v:shape>
          <w:control r:id="rId286" w:name="TextBox1111123354" w:shapeid="_x0000_i1535"/>
        </w:object>
      </w:r>
    </w:p>
    <w:p w14:paraId="122C62FE" w14:textId="77777777" w:rsidR="00383C38" w:rsidRPr="00B73A8E" w:rsidRDefault="00383C38" w:rsidP="00383C38">
      <w:pPr>
        <w:pStyle w:val="Heading2"/>
        <w:numPr>
          <w:ilvl w:val="1"/>
          <w:numId w:val="26"/>
        </w:numPr>
        <w:spacing w:after="120"/>
        <w:ind w:hanging="792"/>
        <w:rPr>
          <w:sz w:val="22"/>
          <w:szCs w:val="22"/>
        </w:rPr>
      </w:pPr>
      <w:bookmarkStart w:id="1" w:name="_Ref368547243"/>
      <w:r w:rsidRPr="00B73A8E">
        <w:rPr>
          <w:sz w:val="22"/>
          <w:szCs w:val="22"/>
        </w:rPr>
        <w:t>Assist with registration</w:t>
      </w:r>
      <w:bookmarkEnd w:id="1"/>
    </w:p>
    <w:p w14:paraId="4BDE714E" w14:textId="77777777" w:rsidR="00383C38" w:rsidRPr="00017466" w:rsidRDefault="00383C38" w:rsidP="0008019D">
      <w:pPr>
        <w:pStyle w:val="BodyText"/>
      </w:pPr>
      <w:r w:rsidRPr="00846833">
        <w:t xml:space="preserve">These are system functions in the healthcare provider’s local system to assist a healthcare provider to register a healthcare individual’s </w:t>
      </w:r>
      <w:r w:rsidRPr="00D81E8B">
        <w:t>digital health record</w:t>
      </w:r>
      <w:r w:rsidRPr="00846833">
        <w:t>.</w:t>
      </w:r>
    </w:p>
    <w:p w14:paraId="2FAD9EAB" w14:textId="3E390D3E" w:rsidR="00383C38" w:rsidRPr="00C87986" w:rsidRDefault="00383C38" w:rsidP="00383C38">
      <w:r w:rsidRPr="00E24B4F">
        <w:rPr>
          <w:b/>
          <w:color w:val="333333"/>
          <w:sz w:val="20"/>
        </w:rPr>
        <w:lastRenderedPageBreak/>
        <w:t xml:space="preserve">Software </w:t>
      </w:r>
      <w:r w:rsidR="00F62C57">
        <w:rPr>
          <w:b/>
          <w:color w:val="333333"/>
          <w:sz w:val="20"/>
        </w:rPr>
        <w:t>n</w:t>
      </w:r>
      <w:r w:rsidRPr="00E24B4F">
        <w:rPr>
          <w:b/>
          <w:color w:val="333333"/>
          <w:sz w:val="20"/>
        </w:rPr>
        <w:t>ame:</w:t>
      </w:r>
      <w:r w:rsidRPr="00C87986">
        <w:tab/>
      </w:r>
      <w:r w:rsidRPr="00152981">
        <w:rPr>
          <w:rFonts w:eastAsia="Times New Roman" w:cstheme="minorHAnsi"/>
          <w:sz w:val="24"/>
          <w:szCs w:val="24"/>
        </w:rPr>
        <w:object w:dxaOrig="225" w:dyaOrig="225" w14:anchorId="46B6C129">
          <v:shape id="_x0000_i1537" type="#_x0000_t75" style="width:264.95pt;height:27.65pt" o:ole="">
            <v:imagedata r:id="rId242" o:title=""/>
          </v:shape>
          <w:control r:id="rId287" w:name="TextBox111115355" w:shapeid="_x0000_i1537"/>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6C1D2399">
          <v:shape id="_x0000_i1539" type="#_x0000_t75" style="width:66.25pt;height:27.65pt" o:ole="">
            <v:imagedata r:id="rId244" o:title=""/>
          </v:shape>
          <w:control r:id="rId288" w:name="TextBox111124355" w:shapeid="_x0000_i1539"/>
        </w:object>
      </w:r>
    </w:p>
    <w:p w14:paraId="32ACDE17" w14:textId="45141B2C" w:rsidR="00383C38" w:rsidRPr="00C87986" w:rsidRDefault="00383C38" w:rsidP="00383C38">
      <w:r w:rsidRPr="00E24B4F">
        <w:rPr>
          <w:b/>
          <w:color w:val="333333"/>
          <w:sz w:val="20"/>
        </w:rPr>
        <w:t xml:space="preserve">Software </w:t>
      </w:r>
      <w:r w:rsidR="00F62C57">
        <w:rPr>
          <w:b/>
          <w:color w:val="333333"/>
          <w:sz w:val="20"/>
        </w:rPr>
        <w:t>n</w:t>
      </w:r>
      <w:r w:rsidRPr="00E24B4F">
        <w:rPr>
          <w:b/>
          <w:color w:val="333333"/>
          <w:sz w:val="20"/>
        </w:rPr>
        <w:t>ame:</w:t>
      </w:r>
      <w:r w:rsidRPr="00C87986">
        <w:tab/>
      </w:r>
      <w:r w:rsidRPr="00152981">
        <w:rPr>
          <w:rFonts w:eastAsia="Times New Roman" w:cstheme="minorHAnsi"/>
          <w:sz w:val="24"/>
          <w:szCs w:val="24"/>
        </w:rPr>
        <w:object w:dxaOrig="225" w:dyaOrig="225" w14:anchorId="34EB9F64">
          <v:shape id="_x0000_i1541" type="#_x0000_t75" style="width:264.95pt;height:27.65pt" o:ole="">
            <v:imagedata r:id="rId242" o:title=""/>
          </v:shape>
          <w:control r:id="rId289" w:name="TextBox1111113355" w:shapeid="_x0000_i1541"/>
        </w:object>
      </w:r>
      <w:r w:rsidRPr="00C87986">
        <w:t xml:space="preserve"> </w:t>
      </w:r>
      <w:r w:rsidRPr="00E24B4F">
        <w:rPr>
          <w:b/>
          <w:color w:val="333333"/>
          <w:sz w:val="20"/>
        </w:rPr>
        <w:t>Version</w:t>
      </w:r>
      <w:r w:rsidRPr="00C87986">
        <w:t>:</w:t>
      </w:r>
      <w:r w:rsidRPr="00152981">
        <w:t xml:space="preserve"> </w:t>
      </w:r>
      <w:r w:rsidRPr="00152981">
        <w:rPr>
          <w:rFonts w:eastAsia="Times New Roman" w:cstheme="minorHAnsi"/>
          <w:sz w:val="24"/>
          <w:szCs w:val="24"/>
        </w:rPr>
        <w:object w:dxaOrig="225" w:dyaOrig="225" w14:anchorId="4E4E8E14">
          <v:shape id="_x0000_i1543" type="#_x0000_t75" style="width:69.1pt;height:27.65pt" o:ole="">
            <v:imagedata r:id="rId290" o:title=""/>
          </v:shape>
          <w:control r:id="rId291" w:name="TextBox1111213355" w:shapeid="_x0000_i1543"/>
        </w:object>
      </w:r>
    </w:p>
    <w:p w14:paraId="2CD0D546" w14:textId="4F38C250" w:rsidR="00383C38" w:rsidRPr="000F20C6" w:rsidRDefault="00383C38" w:rsidP="00383C38">
      <w:r w:rsidRPr="00E24B4F">
        <w:rPr>
          <w:b/>
          <w:color w:val="333333"/>
          <w:sz w:val="20"/>
        </w:rPr>
        <w:t>Description</w:t>
      </w:r>
      <w:r w:rsidRPr="00C87986">
        <w:t>:</w:t>
      </w:r>
      <w:r>
        <w:t xml:space="preserve">  </w:t>
      </w:r>
      <w:r w:rsidRPr="00152981">
        <w:t xml:space="preserve"> </w:t>
      </w:r>
      <w:r w:rsidRPr="00152981">
        <w:rPr>
          <w:rFonts w:eastAsia="Times New Roman" w:cstheme="minorHAnsi"/>
          <w:sz w:val="24"/>
          <w:szCs w:val="24"/>
        </w:rPr>
        <w:object w:dxaOrig="225" w:dyaOrig="225" w14:anchorId="36AD6B6F">
          <v:shape id="_x0000_i1545" type="#_x0000_t75" style="width:397.45pt;height:25.35pt" o:ole="">
            <v:imagedata r:id="rId292" o:title=""/>
          </v:shape>
          <w:control r:id="rId293" w:name="TextBox1111123355" w:shapeid="_x0000_i1545"/>
        </w:object>
      </w:r>
    </w:p>
    <w:p w14:paraId="2FD3F656" w14:textId="77777777" w:rsidR="00383C38" w:rsidRPr="00F42982" w:rsidRDefault="00383C38" w:rsidP="00383C38">
      <w:pPr>
        <w:pStyle w:val="Heading1"/>
        <w:numPr>
          <w:ilvl w:val="0"/>
          <w:numId w:val="26"/>
        </w:numPr>
        <w:spacing w:before="240" w:after="120"/>
        <w:rPr>
          <w:b/>
          <w:bCs w:val="0"/>
          <w:sz w:val="24"/>
          <w:szCs w:val="24"/>
        </w:rPr>
      </w:pPr>
      <w:r w:rsidRPr="00F42982">
        <w:rPr>
          <w:b/>
          <w:bCs w:val="0"/>
          <w:sz w:val="24"/>
          <w:szCs w:val="24"/>
        </w:rPr>
        <w:t>Submit form</w:t>
      </w:r>
    </w:p>
    <w:p w14:paraId="719E184E" w14:textId="40B7C2B9" w:rsidR="00383C38" w:rsidRDefault="00D9682C" w:rsidP="0008019D">
      <w:pPr>
        <w:pStyle w:val="BodyText"/>
        <w:keepNext/>
      </w:pPr>
      <w:r w:rsidRPr="00D43150">
        <w:rPr>
          <w:rFonts w:cs="Calibri"/>
        </w:rPr>
        <w:t xml:space="preserve">Email your completed Software Vendor Product Details Form to: </w:t>
      </w:r>
      <w:hyperlink r:id="rId294" w:history="1">
        <w:r w:rsidRPr="00D43150">
          <w:rPr>
            <w:rStyle w:val="Hyperlink"/>
            <w:rFonts w:cs="Calibri"/>
          </w:rPr>
          <w:t>help@digitalhealth.gov.au</w:t>
        </w:r>
      </w:hyperlink>
      <w:r w:rsidR="00383C38">
        <w:t xml:space="preserve"> </w:t>
      </w:r>
    </w:p>
    <w:p w14:paraId="5D752714" w14:textId="66027DF9" w:rsidR="007D4297" w:rsidRPr="0039151A" w:rsidRDefault="00383C38" w:rsidP="0008019D">
      <w:pPr>
        <w:pStyle w:val="BodyText"/>
      </w:pPr>
      <w:r w:rsidRPr="0008019D">
        <w:t>Submission Date</w:t>
      </w:r>
      <w:r w:rsidRPr="00A96B82">
        <w:rPr>
          <w:rFonts w:ascii="Arial" w:hAnsi="Arial" w:cs="Arial"/>
          <w:sz w:val="20"/>
          <w:szCs w:val="20"/>
        </w:rPr>
        <w:t>:</w:t>
      </w:r>
      <w:r>
        <w:rPr>
          <w:rFonts w:ascii="Arial" w:hAnsi="Arial" w:cs="Arial"/>
          <w:sz w:val="20"/>
          <w:szCs w:val="20"/>
        </w:rPr>
        <w:t xml:space="preserve"> </w:t>
      </w:r>
      <w:r>
        <w:t xml:space="preserve"> </w:t>
      </w:r>
      <w:sdt>
        <w:sdtPr>
          <w:id w:val="-2115500276"/>
          <w:placeholder>
            <w:docPart w:val="2C58CC5F70F044EE85173B87C3E79986"/>
          </w:placeholder>
          <w:showingPlcHdr/>
          <w:date>
            <w:dateFormat w:val="d/MM/yyyy"/>
            <w:lid w:val="en-AU"/>
            <w:storeMappedDataAs w:val="dateTime"/>
            <w:calendar w:val="gregorian"/>
          </w:date>
        </w:sdtPr>
        <w:sdtEndPr/>
        <w:sdtContent>
          <w:r w:rsidRPr="0077064F">
            <w:rPr>
              <w:rStyle w:val="PlaceholderText"/>
            </w:rPr>
            <w:t>Click here to enter a date.</w:t>
          </w:r>
        </w:sdtContent>
      </w:sdt>
      <w:r w:rsidR="00B82A66">
        <w:rPr>
          <w:noProof/>
          <w:lang w:eastAsia="en-AU"/>
        </w:rPr>
        <mc:AlternateContent>
          <mc:Choice Requires="wps">
            <w:drawing>
              <wp:anchor distT="0" distB="0" distL="114300" distR="114300" simplePos="0" relativeHeight="251659264" behindDoc="0" locked="0" layoutInCell="0" allowOverlap="0" wp14:anchorId="35FF56D1" wp14:editId="1FB2736F">
                <wp:simplePos x="0" y="0"/>
                <wp:positionH relativeFrom="margin">
                  <wp:posOffset>-33655</wp:posOffset>
                </wp:positionH>
                <wp:positionV relativeFrom="bottomMargin">
                  <wp:posOffset>-3491230</wp:posOffset>
                </wp:positionV>
                <wp:extent cx="6127115" cy="3625215"/>
                <wp:effectExtent l="0" t="0" r="26670" b="1333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2102990A" w14:textId="32838894"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2-12-19T00:00:00Z">
                                  <w:dateFormat w:val="d MMMM yyyy"/>
                                  <w:lid w:val="en-AU"/>
                                  <w:storeMappedDataAs w:val="dateTime"/>
                                  <w:calendar w:val="gregorian"/>
                                </w:date>
                              </w:sdtPr>
                              <w:sdtEndPr>
                                <w:rPr>
                                  <w:rStyle w:val="DateChar"/>
                                </w:rPr>
                              </w:sdtEndPr>
                              <w:sdtContent>
                                <w:r w:rsidR="002F785F">
                                  <w:rPr>
                                    <w:rStyle w:val="DateChar"/>
                                    <w:noProof/>
                                  </w:rPr>
                                  <w:t>19 December 2022</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5"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296"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1F43A0"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F56D1"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65pt;margin-top:-274.9pt;width:482.45pt;height:285.4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" o:allowincell="f" o:allowoverlap="f" filled="f" strokeweight=".5pt">
                <v:textbox>
                  <w:txbxContent>
                    <w:p w14:paraId="2102990A" w14:textId="32838894" w:rsidR="00BF25FB" w:rsidRDefault="00BF25FB"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673565788"/>
                          <w:placeholder>
                            <w:docPart w:val="DC62523B70D14F3BA8EB0DC14B42DFEE"/>
                          </w:placeholder>
                          <w:dataBinding w:xpath="/root[1]/dateOfApproval[1]" w:storeItemID="{04FCC22D-C615-4C5D-9373-0A3A21D4C977}"/>
                          <w:date w:fullDate="2022-12-19T00:00:00Z">
                            <w:dateFormat w:val="d MMMM yyyy"/>
                            <w:lid w:val="en-AU"/>
                            <w:storeMappedDataAs w:val="dateTime"/>
                            <w:calendar w:val="gregorian"/>
                          </w:date>
                        </w:sdtPr>
                        <w:sdtEndPr>
                          <w:rPr>
                            <w:rStyle w:val="DateChar"/>
                          </w:rPr>
                        </w:sdtEndPr>
                        <w:sdtContent>
                          <w:r w:rsidR="002F785F">
                            <w:rPr>
                              <w:rStyle w:val="DateChar"/>
                              <w:noProof/>
                            </w:rPr>
                            <w:t>19 December 2022</w:t>
                          </w:r>
                        </w:sdtContent>
                      </w:sdt>
                      <w:r w:rsidRPr="006D72DD">
                        <w:rPr>
                          <w:rStyle w:val="InstructionsChar"/>
                        </w:rPr>
                        <w:t xml:space="preserve"> </w:t>
                      </w:r>
                    </w:p>
                    <w:p w14:paraId="7BB5DD63" w14:textId="77777777" w:rsidR="00BF25FB" w:rsidRPr="009F6218" w:rsidRDefault="00BF25FB"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97" w:history="1">
                        <w:r w:rsidRPr="00AC4F04">
                          <w:rPr>
                            <w:rStyle w:val="Hyperlink"/>
                            <w:szCs w:val="18"/>
                          </w:rPr>
                          <w:t>digitalhealth.gov.au</w:t>
                        </w:r>
                      </w:hyperlink>
                    </w:p>
                    <w:p w14:paraId="0AFB071E" w14:textId="77777777" w:rsidR="00BF25FB" w:rsidRDefault="00BF25FB" w:rsidP="00A87CFE">
                      <w:pPr>
                        <w:pStyle w:val="Smallprint"/>
                        <w:rPr>
                          <w:szCs w:val="18"/>
                        </w:rPr>
                      </w:pPr>
                      <w:r>
                        <w:rPr>
                          <w:noProof/>
                        </w:rPr>
                        <w:t>Telephone 1300 901 001 or email</w:t>
                      </w:r>
                      <w:r w:rsidRPr="00A25F15">
                        <w:rPr>
                          <w:noProof/>
                        </w:rPr>
                        <w:t xml:space="preserve"> </w:t>
                      </w:r>
                      <w:hyperlink r:id="rId298" w:history="1">
                        <w:r>
                          <w:rPr>
                            <w:rStyle w:val="Hyperlink"/>
                            <w:noProof/>
                          </w:rPr>
                          <w:t>help@digitalhealth.gov.au</w:t>
                        </w:r>
                      </w:hyperlink>
                      <w:r>
                        <w:rPr>
                          <w:noProof/>
                        </w:rPr>
                        <w:t xml:space="preserve"> </w:t>
                      </w:r>
                    </w:p>
                    <w:p w14:paraId="5B4CCFF4" w14:textId="77777777" w:rsidR="00BF25FB" w:rsidRPr="009F6218" w:rsidRDefault="00BF25FB" w:rsidP="00DF432E">
                      <w:pPr>
                        <w:pStyle w:val="Smallprintbold"/>
                      </w:pPr>
                      <w:r w:rsidRPr="009F6218">
                        <w:t>Disclaimer</w:t>
                      </w:r>
                    </w:p>
                    <w:p w14:paraId="2CD2BD7A" w14:textId="77777777" w:rsidR="00BF25FB" w:rsidRPr="00A0125A" w:rsidRDefault="00BF25FB"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BBB223" w14:textId="77777777" w:rsidR="00BF25FB" w:rsidRPr="00A0125A" w:rsidRDefault="00BF25FB" w:rsidP="00DF432E">
                      <w:pPr>
                        <w:pStyle w:val="Smallprintbold"/>
                      </w:pPr>
                      <w:r w:rsidRPr="00A0125A">
                        <w:t>Document control</w:t>
                      </w:r>
                    </w:p>
                    <w:p w14:paraId="5AADA0C3" w14:textId="77777777" w:rsidR="00BF25FB" w:rsidRPr="001F025A" w:rsidRDefault="00BF25FB"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51FD2D95" w14:textId="77777777" w:rsidR="00BF25FB" w:rsidRPr="001F025A" w:rsidRDefault="00BF25FB"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CA97AC" w14:textId="77777777" w:rsidR="00BF25FB" w:rsidRDefault="00BF25FB"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0F29ACEE" w14:textId="77777777" w:rsidR="00BF25FB" w:rsidRPr="005A37F1" w:rsidRDefault="001F43A0" w:rsidP="00B82A66">
                      <w:pPr>
                        <w:pStyle w:val="Smallprint"/>
                        <w:rPr>
                          <w:rStyle w:val="DateChar"/>
                        </w:rPr>
                      </w:pPr>
                      <w:sdt>
                        <w:sdtPr>
                          <w:alias w:val="Protective marking"/>
                          <w:tag w:val="Protective marking"/>
                          <w:id w:val="2044793255"/>
                          <w:placeholder>
                            <w:docPart w:val="8C1067D9DBDB4ADEAAFFBEA11C85707C"/>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F25FB">
                            <w:t>OFFICIAL</w:t>
                          </w:r>
                        </w:sdtContent>
                      </w:sdt>
                      <w:r w:rsidR="00BF25FB">
                        <w:t xml:space="preserve"> </w:t>
                      </w:r>
                    </w:p>
                    <w:p w14:paraId="4CDBDB49" w14:textId="77777777" w:rsidR="00BF25FB" w:rsidRDefault="00BF25FB" w:rsidP="00DF432E">
                      <w:pPr>
                        <w:pStyle w:val="Smallprintbold"/>
                      </w:pPr>
                      <w:r>
                        <w:t>Acknowledgements</w:t>
                      </w:r>
                    </w:p>
                    <w:p w14:paraId="29785B88" w14:textId="77777777" w:rsidR="00BF25FB" w:rsidRPr="00C82778" w:rsidRDefault="00BF25FB" w:rsidP="00DF432E">
                      <w:pPr>
                        <w:pStyle w:val="Smallprintbold"/>
                      </w:pPr>
                      <w:r w:rsidRPr="00C82778">
                        <w:t>Council of Australian Governments</w:t>
                      </w:r>
                    </w:p>
                    <w:p w14:paraId="095C4C59" w14:textId="77777777" w:rsidR="00BF25FB" w:rsidRPr="00A0125A" w:rsidRDefault="00BF25FB"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99"/>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DFD45" w14:textId="77777777" w:rsidR="00BF25FB" w:rsidRDefault="00BF25FB" w:rsidP="00763374">
      <w:r>
        <w:separator/>
      </w:r>
    </w:p>
  </w:endnote>
  <w:endnote w:type="continuationSeparator" w:id="0">
    <w:p w14:paraId="1AFFCF0E" w14:textId="77777777" w:rsidR="00BF25FB" w:rsidRDefault="00BF25FB"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E7AF" w14:textId="655EECF2" w:rsidR="00BF25FB" w:rsidRDefault="00BF25FB"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7D2537B46285420DBC77B67B8267A5FA"/>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Pr="00877406">
      <w:rPr>
        <w:szCs w:val="16"/>
      </w:rPr>
      <w:t xml:space="preserve"> </w:t>
    </w:r>
    <w:sdt>
      <w:sdtPr>
        <w:rPr>
          <w:szCs w:val="16"/>
        </w:rPr>
        <w:alias w:val="Audience"/>
        <w:tag w:val="Audience"/>
        <w:id w:val="751858182"/>
        <w:lock w:val="sdtLocked"/>
        <w:placeholder>
          <w:docPart w:val="DC62523B70D14F3BA8EB0DC14B42DFE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8C1067D9DBDB4ADEAAFFBEA11C85707C"/>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C4471D15047D410E8CBD87D1FE332F48"/>
        </w:placeholder>
        <w:dataBinding w:xpath="/root[1]/dateOfApproval[1]" w:storeItemID="{04FCC22D-C615-4C5D-9373-0A3A21D4C977}"/>
        <w:date w:fullDate="2022-12-19T00:00:00Z">
          <w:dateFormat w:val="d MMMM yyyy"/>
          <w:lid w:val="en-AU"/>
          <w:storeMappedDataAs w:val="dateTime"/>
          <w:calendar w:val="gregorian"/>
        </w:date>
      </w:sdtPr>
      <w:sdtEndPr/>
      <w:sdtContent>
        <w:r w:rsidR="002F785F">
          <w:t>19 December 2022</w:t>
        </w:r>
      </w:sdtContent>
    </w:sdt>
  </w:p>
  <w:p w14:paraId="2240ECE2" w14:textId="799ED056" w:rsidR="00BF25FB" w:rsidRPr="00FE1CAE" w:rsidRDefault="001F43A0" w:rsidP="00FE1CAE">
    <w:pPr>
      <w:pStyle w:val="Footer"/>
      <w:pBdr>
        <w:top w:val="none" w:sz="0" w:space="0" w:color="auto"/>
      </w:pBdr>
      <w:spacing w:before="0"/>
    </w:pPr>
    <w:sdt>
      <w:sdtPr>
        <w:alias w:val="Draft version number"/>
        <w:tag w:val="DocumentVersionNumber"/>
        <w:id w:val="-1489931029"/>
        <w:lock w:val="sdtLocked"/>
        <w:placeholder>
          <w:docPart w:val="363B8691C42E47739F7F14DCE1871942"/>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t xml:space="preserve"> </w:t>
        </w:r>
      </w:sdtContent>
    </w:sdt>
    <w:r w:rsidR="00BF25FB" w:rsidRPr="00FE1CAE">
      <w:t xml:space="preserve"> </w:t>
    </w:r>
    <w:r w:rsidR="00BF25FB" w:rsidRPr="00FE1CAE">
      <w:ptab w:relativeTo="margin" w:alignment="right" w:leader="none"/>
    </w:r>
    <w:r w:rsidR="00BF25FB" w:rsidRPr="00FE1CAE">
      <w:t xml:space="preserve"> </w:t>
    </w:r>
    <w:sdt>
      <w:sdtPr>
        <w:alias w:val="Document identifier"/>
        <w:tag w:val="DocumentID"/>
        <w:id w:val="1558743252"/>
        <w:lock w:val="sdtLocked"/>
        <w:dataBinding w:xpath="/root[1]/DocumentID[1]" w:storeItemID="{04FCC22D-C615-4C5D-9373-0A3A21D4C977}"/>
        <w:text/>
      </w:sdtPr>
      <w:sdtEndPr/>
      <w:sdtContent>
        <w:r w:rsidR="002F785F">
          <w:t>DH-3738:2022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C5AF" w14:textId="097C6B79" w:rsidR="00BF25FB" w:rsidRDefault="001F43A0" w:rsidP="00140AF1">
    <w:pPr>
      <w:pStyle w:val="Footer"/>
      <w:pBdr>
        <w:top w:val="single" w:sz="2" w:space="3" w:color="auto"/>
      </w:pBdr>
      <w:spacing w:before="400"/>
    </w:pPr>
    <w:sdt>
      <w:sdtPr>
        <w:alias w:val="Date of approval (complete AFTER approval)"/>
        <w:tag w:val="DateOfApproval"/>
        <w:id w:val="-1413391564"/>
        <w:lock w:val="sdtLocked"/>
        <w:placeholder>
          <w:docPart w:val="DefaultPlaceholder_-1854013440"/>
        </w:placeholder>
        <w:dataBinding w:xpath="/root[1]/dateOfApproval[1]" w:storeItemID="{04FCC22D-C615-4C5D-9373-0A3A21D4C977}"/>
        <w:date w:fullDate="2022-12-19T00:00:00Z">
          <w:dateFormat w:val="d MMMM yyyy"/>
          <w:lid w:val="en-AU"/>
          <w:storeMappedDataAs w:val="dateTime"/>
          <w:calendar w:val="gregorian"/>
        </w:date>
      </w:sdtPr>
      <w:sdtEndPr/>
      <w:sdtContent>
        <w:r w:rsidR="002F785F">
          <w:t>19 December 2022</w:t>
        </w:r>
      </w:sdtContent>
    </w:sdt>
    <w:r w:rsidR="00BF25FB">
      <w:rPr>
        <w:noProof/>
      </w:rPr>
      <w:t xml:space="preserve"> </w:t>
    </w:r>
    <w:r w:rsidR="00BF25FB">
      <w:rPr>
        <w:noProof/>
      </w:rPr>
      <w:ptab w:relativeTo="margin" w:alignment="center" w:leader="none"/>
    </w:r>
    <w:sdt>
      <w:sdtPr>
        <w:rPr>
          <w:szCs w:val="16"/>
        </w:rPr>
        <w:alias w:val="Status"/>
        <w:tag w:val="DocStatus"/>
        <w:id w:val="1004325696"/>
        <w:lock w:val="sdtLocked"/>
        <w:placeholder>
          <w:docPart w:val="7A2CA64B84624B5C9444D4B1E4CCD0E2"/>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5F8D">
          <w:rPr>
            <w:szCs w:val="16"/>
          </w:rPr>
          <w:t>Approved</w:t>
        </w:r>
      </w:sdtContent>
    </w:sdt>
    <w:r w:rsidR="00BF25FB" w:rsidRPr="00877406">
      <w:rPr>
        <w:szCs w:val="16"/>
      </w:rPr>
      <w:t xml:space="preserve"> </w:t>
    </w:r>
    <w:sdt>
      <w:sdtPr>
        <w:rPr>
          <w:szCs w:val="16"/>
        </w:rPr>
        <w:alias w:val="Audience"/>
        <w:tag w:val="Audience"/>
        <w:id w:val="-995255661"/>
        <w:lock w:val="sdtLocked"/>
        <w:placeholder>
          <w:docPart w:val="DBCAE163D5704797B15F52610DB5B3AE"/>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F25FB">
          <w:rPr>
            <w:szCs w:val="16"/>
          </w:rPr>
          <w:t>for external</w:t>
        </w:r>
      </w:sdtContent>
    </w:sdt>
    <w:r w:rsidR="00BF25FB">
      <w:rPr>
        <w:szCs w:val="16"/>
      </w:rPr>
      <w:t xml:space="preserve"> </w:t>
    </w:r>
    <w:sdt>
      <w:sdtPr>
        <w:alias w:val="Intended use of approved document"/>
        <w:tag w:val="IntendedUse"/>
        <w:id w:val="1316214609"/>
        <w:lock w:val="sdtLocked"/>
        <w:placeholder>
          <w:docPart w:val="78E67B112683412CA87C7CB8E3DB17AF"/>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F25FB">
          <w:t>use</w:t>
        </w:r>
      </w:sdtContent>
    </w:sdt>
    <w:r w:rsidR="00BF25FB">
      <w:rPr>
        <w:rStyle w:val="PageNumber"/>
        <w:noProof/>
      </w:rPr>
      <w:ptab w:relativeTo="margin" w:alignment="right" w:leader="none"/>
    </w:r>
    <w:r w:rsidR="00BF25FB" w:rsidRPr="00E20277">
      <w:rPr>
        <w:rStyle w:val="PageNumber"/>
        <w:noProof/>
      </w:rPr>
      <w:fldChar w:fldCharType="begin"/>
    </w:r>
    <w:r w:rsidR="00BF25FB" w:rsidRPr="00E20277">
      <w:rPr>
        <w:rStyle w:val="PageNumber"/>
        <w:noProof/>
      </w:rPr>
      <w:instrText xml:space="preserve"> PAGE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r w:rsidR="00BF25FB" w:rsidRPr="00E20277">
      <w:rPr>
        <w:rStyle w:val="PageNumber"/>
        <w:noProof/>
      </w:rPr>
      <w:t xml:space="preserve"> of </w:t>
    </w:r>
    <w:r w:rsidR="00BF25FB" w:rsidRPr="00E20277">
      <w:rPr>
        <w:rStyle w:val="PageNumber"/>
        <w:noProof/>
      </w:rPr>
      <w:fldChar w:fldCharType="begin"/>
    </w:r>
    <w:r w:rsidR="00BF25FB" w:rsidRPr="00E20277">
      <w:rPr>
        <w:rStyle w:val="PageNumber"/>
        <w:noProof/>
      </w:rPr>
      <w:instrText xml:space="preserve"> NUMPAGES  \* Arabic  \* MERGEFORMAT </w:instrText>
    </w:r>
    <w:r w:rsidR="00BF25FB" w:rsidRPr="00E20277">
      <w:rPr>
        <w:rStyle w:val="PageNumber"/>
        <w:noProof/>
      </w:rPr>
      <w:fldChar w:fldCharType="separate"/>
    </w:r>
    <w:r w:rsidR="00BF25FB">
      <w:rPr>
        <w:rStyle w:val="PageNumber"/>
        <w:noProof/>
      </w:rPr>
      <w:t>1</w:t>
    </w:r>
    <w:r w:rsidR="00BF25FB" w:rsidRPr="00E20277">
      <w:rPr>
        <w:rStyle w:val="PageNumber"/>
        <w:noProof/>
      </w:rPr>
      <w:fldChar w:fldCharType="end"/>
    </w:r>
  </w:p>
  <w:p w14:paraId="6DD1B438" w14:textId="0B5CF3BE" w:rsidR="00BF25FB" w:rsidRPr="00F43CA7" w:rsidRDefault="001F43A0"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2F785F">
          <w:rPr>
            <w:szCs w:val="20"/>
          </w:rPr>
          <w:t>DH-3738:2022</w:t>
        </w:r>
      </w:sdtContent>
    </w:sdt>
    <w:r w:rsidR="00BF25FB" w:rsidRPr="00B60FCA">
      <w:rPr>
        <w:noProof/>
        <w:szCs w:val="20"/>
      </w:rPr>
      <w:t xml:space="preserve"> </w:t>
    </w:r>
    <w:r w:rsidR="00BF25FB" w:rsidRPr="00F43CA7">
      <w:rPr>
        <w:noProof/>
        <w:szCs w:val="20"/>
      </w:rPr>
      <w:ptab w:relativeTo="margin" w:alignment="right" w:leader="none"/>
    </w:r>
    <w:r w:rsidR="00BF25FB"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F25FB">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24B0B" w14:textId="77777777" w:rsidR="00BF25FB" w:rsidRDefault="00BF25FB" w:rsidP="00763374">
      <w:r>
        <w:separator/>
      </w:r>
    </w:p>
  </w:footnote>
  <w:footnote w:type="continuationSeparator" w:id="0">
    <w:p w14:paraId="547E2ED8" w14:textId="77777777" w:rsidR="00BF25FB" w:rsidRDefault="00BF25FB"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8031" w14:textId="77777777" w:rsidR="00BF25FB" w:rsidRPr="002B67CC" w:rsidRDefault="00BF25FB"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0732" w14:textId="77777777" w:rsidR="00BF25FB" w:rsidRDefault="00BF25FB"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56D078AC" wp14:editId="16B24E6E">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517793AC" wp14:editId="736912C9">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5547185A" w14:textId="77777777" w:rsidR="00BF25FB" w:rsidRPr="00CD680B" w:rsidRDefault="00BF25FB"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2D1A" w14:textId="4186170A" w:rsidR="00BF25FB" w:rsidRPr="00137837" w:rsidRDefault="001F43A0"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486CBB">
          <w:t>Software Vendor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2F785F">
          <w:t>v20221219</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7"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29"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0"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2"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16cid:durableId="1662267845">
    <w:abstractNumId w:val="6"/>
  </w:num>
  <w:num w:numId="2" w16cid:durableId="1267228969">
    <w:abstractNumId w:val="31"/>
  </w:num>
  <w:num w:numId="3" w16cid:durableId="181407282">
    <w:abstractNumId w:val="25"/>
  </w:num>
  <w:num w:numId="4" w16cid:durableId="49618008">
    <w:abstractNumId w:val="18"/>
  </w:num>
  <w:num w:numId="5" w16cid:durableId="1217353701">
    <w:abstractNumId w:val="7"/>
  </w:num>
  <w:num w:numId="6" w16cid:durableId="1293439392">
    <w:abstractNumId w:val="19"/>
  </w:num>
  <w:num w:numId="7" w16cid:durableId="1555391435">
    <w:abstractNumId w:val="15"/>
  </w:num>
  <w:num w:numId="8" w16cid:durableId="110128837">
    <w:abstractNumId w:val="28"/>
  </w:num>
  <w:num w:numId="9" w16cid:durableId="1881085764">
    <w:abstractNumId w:val="13"/>
  </w:num>
  <w:num w:numId="10" w16cid:durableId="860510758">
    <w:abstractNumId w:val="35"/>
  </w:num>
  <w:num w:numId="11" w16cid:durableId="1837722819">
    <w:abstractNumId w:val="26"/>
  </w:num>
  <w:num w:numId="12" w16cid:durableId="487400042">
    <w:abstractNumId w:val="8"/>
  </w:num>
  <w:num w:numId="13" w16cid:durableId="410129562">
    <w:abstractNumId w:val="29"/>
  </w:num>
  <w:num w:numId="14" w16cid:durableId="1336033359">
    <w:abstractNumId w:val="16"/>
  </w:num>
  <w:num w:numId="15" w16cid:durableId="975918689">
    <w:abstractNumId w:val="34"/>
  </w:num>
  <w:num w:numId="16" w16cid:durableId="2070180768">
    <w:abstractNumId w:val="9"/>
  </w:num>
  <w:num w:numId="17" w16cid:durableId="1250695834">
    <w:abstractNumId w:val="27"/>
  </w:num>
  <w:num w:numId="18" w16cid:durableId="2123837078">
    <w:abstractNumId w:val="4"/>
  </w:num>
  <w:num w:numId="19" w16cid:durableId="1823156106">
    <w:abstractNumId w:val="33"/>
  </w:num>
  <w:num w:numId="20" w16cid:durableId="1961765008">
    <w:abstractNumId w:val="17"/>
  </w:num>
  <w:num w:numId="21" w16cid:durableId="1553270437">
    <w:abstractNumId w:val="11"/>
  </w:num>
  <w:num w:numId="22" w16cid:durableId="1561401644">
    <w:abstractNumId w:val="14"/>
  </w:num>
  <w:num w:numId="23" w16cid:durableId="393699714">
    <w:abstractNumId w:val="20"/>
  </w:num>
  <w:num w:numId="24" w16cid:durableId="1280718094">
    <w:abstractNumId w:val="2"/>
  </w:num>
  <w:num w:numId="25" w16cid:durableId="2040931839">
    <w:abstractNumId w:val="32"/>
  </w:num>
  <w:num w:numId="26" w16cid:durableId="1710186593">
    <w:abstractNumId w:val="12"/>
  </w:num>
  <w:num w:numId="27" w16cid:durableId="1159808699">
    <w:abstractNumId w:val="24"/>
  </w:num>
  <w:num w:numId="28" w16cid:durableId="891694655">
    <w:abstractNumId w:val="22"/>
  </w:num>
  <w:num w:numId="29" w16cid:durableId="1578637358">
    <w:abstractNumId w:val="21"/>
  </w:num>
  <w:num w:numId="30" w16cid:durableId="1024669597">
    <w:abstractNumId w:val="0"/>
  </w:num>
  <w:num w:numId="31" w16cid:durableId="1752966142">
    <w:abstractNumId w:val="10"/>
  </w:num>
  <w:num w:numId="32" w16cid:durableId="1231694490">
    <w:abstractNumId w:val="30"/>
  </w:num>
  <w:num w:numId="33" w16cid:durableId="564604489">
    <w:abstractNumId w:val="3"/>
  </w:num>
  <w:num w:numId="34" w16cid:durableId="466244935">
    <w:abstractNumId w:val="23"/>
  </w:num>
  <w:num w:numId="35" w16cid:durableId="1312826961">
    <w:abstractNumId w:val="1"/>
  </w:num>
  <w:num w:numId="36" w16cid:durableId="68775321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1331"/>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DCB"/>
    <w:rsid w:val="000D361C"/>
    <w:rsid w:val="000D3A36"/>
    <w:rsid w:val="000E1E7B"/>
    <w:rsid w:val="000E5AEC"/>
    <w:rsid w:val="000E7542"/>
    <w:rsid w:val="000F208C"/>
    <w:rsid w:val="000F22BC"/>
    <w:rsid w:val="000F51A3"/>
    <w:rsid w:val="000F5D99"/>
    <w:rsid w:val="000F74B3"/>
    <w:rsid w:val="00100F65"/>
    <w:rsid w:val="00105D9B"/>
    <w:rsid w:val="00106CF4"/>
    <w:rsid w:val="00110044"/>
    <w:rsid w:val="00110900"/>
    <w:rsid w:val="00111FBD"/>
    <w:rsid w:val="00112122"/>
    <w:rsid w:val="001155CA"/>
    <w:rsid w:val="001175E0"/>
    <w:rsid w:val="001209FE"/>
    <w:rsid w:val="001226DE"/>
    <w:rsid w:val="00130DBB"/>
    <w:rsid w:val="00132193"/>
    <w:rsid w:val="001361ED"/>
    <w:rsid w:val="00137837"/>
    <w:rsid w:val="00137BFB"/>
    <w:rsid w:val="00140AF1"/>
    <w:rsid w:val="00143A54"/>
    <w:rsid w:val="0014457F"/>
    <w:rsid w:val="00153006"/>
    <w:rsid w:val="00161067"/>
    <w:rsid w:val="0016497D"/>
    <w:rsid w:val="00166EC1"/>
    <w:rsid w:val="00170783"/>
    <w:rsid w:val="00183FAB"/>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E30"/>
    <w:rsid w:val="001F43A0"/>
    <w:rsid w:val="001F6AFE"/>
    <w:rsid w:val="00210447"/>
    <w:rsid w:val="00211C32"/>
    <w:rsid w:val="00212495"/>
    <w:rsid w:val="002127D7"/>
    <w:rsid w:val="00214663"/>
    <w:rsid w:val="00215CD7"/>
    <w:rsid w:val="00231F6E"/>
    <w:rsid w:val="002468B4"/>
    <w:rsid w:val="00254032"/>
    <w:rsid w:val="0025437B"/>
    <w:rsid w:val="0025519A"/>
    <w:rsid w:val="00262375"/>
    <w:rsid w:val="00271E2C"/>
    <w:rsid w:val="00272276"/>
    <w:rsid w:val="002731BE"/>
    <w:rsid w:val="00276717"/>
    <w:rsid w:val="002768AE"/>
    <w:rsid w:val="00276C8A"/>
    <w:rsid w:val="002827ED"/>
    <w:rsid w:val="0028666D"/>
    <w:rsid w:val="002869D6"/>
    <w:rsid w:val="002906F6"/>
    <w:rsid w:val="002A18A5"/>
    <w:rsid w:val="002A42F5"/>
    <w:rsid w:val="002A57EB"/>
    <w:rsid w:val="002A65A2"/>
    <w:rsid w:val="002A680E"/>
    <w:rsid w:val="002B3BCA"/>
    <w:rsid w:val="002B67CC"/>
    <w:rsid w:val="002C034B"/>
    <w:rsid w:val="002C5BF9"/>
    <w:rsid w:val="002D2445"/>
    <w:rsid w:val="002D59AB"/>
    <w:rsid w:val="002E136F"/>
    <w:rsid w:val="002E778F"/>
    <w:rsid w:val="002F15AD"/>
    <w:rsid w:val="002F1663"/>
    <w:rsid w:val="002F503F"/>
    <w:rsid w:val="002F785F"/>
    <w:rsid w:val="00300FD5"/>
    <w:rsid w:val="003017B6"/>
    <w:rsid w:val="00301A15"/>
    <w:rsid w:val="003043A9"/>
    <w:rsid w:val="0030747F"/>
    <w:rsid w:val="00315736"/>
    <w:rsid w:val="00320CC1"/>
    <w:rsid w:val="00321842"/>
    <w:rsid w:val="00324303"/>
    <w:rsid w:val="00327657"/>
    <w:rsid w:val="00331C22"/>
    <w:rsid w:val="00333913"/>
    <w:rsid w:val="00333AC8"/>
    <w:rsid w:val="00340075"/>
    <w:rsid w:val="00344679"/>
    <w:rsid w:val="00344D51"/>
    <w:rsid w:val="00356183"/>
    <w:rsid w:val="00357DA5"/>
    <w:rsid w:val="003616E6"/>
    <w:rsid w:val="00362481"/>
    <w:rsid w:val="003675E2"/>
    <w:rsid w:val="00367EB2"/>
    <w:rsid w:val="00371018"/>
    <w:rsid w:val="00372BAC"/>
    <w:rsid w:val="00373F59"/>
    <w:rsid w:val="00374EDC"/>
    <w:rsid w:val="00383C38"/>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86CBB"/>
    <w:rsid w:val="00487B57"/>
    <w:rsid w:val="004A636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53AF2"/>
    <w:rsid w:val="00556084"/>
    <w:rsid w:val="005563F1"/>
    <w:rsid w:val="00564D53"/>
    <w:rsid w:val="00570734"/>
    <w:rsid w:val="005842BB"/>
    <w:rsid w:val="0058478B"/>
    <w:rsid w:val="0058504A"/>
    <w:rsid w:val="005A1905"/>
    <w:rsid w:val="005A3F8D"/>
    <w:rsid w:val="005A75B7"/>
    <w:rsid w:val="005A7E33"/>
    <w:rsid w:val="005B18FE"/>
    <w:rsid w:val="005B2FAB"/>
    <w:rsid w:val="005C4374"/>
    <w:rsid w:val="005D38E9"/>
    <w:rsid w:val="005D5A4C"/>
    <w:rsid w:val="005D5A7E"/>
    <w:rsid w:val="005E10E1"/>
    <w:rsid w:val="005F13D7"/>
    <w:rsid w:val="005F41B7"/>
    <w:rsid w:val="005F57E9"/>
    <w:rsid w:val="005F7C62"/>
    <w:rsid w:val="00600C64"/>
    <w:rsid w:val="0060703A"/>
    <w:rsid w:val="006312B1"/>
    <w:rsid w:val="0065246B"/>
    <w:rsid w:val="00653EB1"/>
    <w:rsid w:val="00655098"/>
    <w:rsid w:val="00656DB3"/>
    <w:rsid w:val="00661CD4"/>
    <w:rsid w:val="006634A1"/>
    <w:rsid w:val="00681B2A"/>
    <w:rsid w:val="006A75DB"/>
    <w:rsid w:val="006B1526"/>
    <w:rsid w:val="006B3DA8"/>
    <w:rsid w:val="006B6AEE"/>
    <w:rsid w:val="006D07D2"/>
    <w:rsid w:val="006D0DF2"/>
    <w:rsid w:val="006D38F4"/>
    <w:rsid w:val="006D40C1"/>
    <w:rsid w:val="006D60C4"/>
    <w:rsid w:val="006D7A9E"/>
    <w:rsid w:val="006E205A"/>
    <w:rsid w:val="006E48F1"/>
    <w:rsid w:val="006E6ED6"/>
    <w:rsid w:val="006E7310"/>
    <w:rsid w:val="006F2109"/>
    <w:rsid w:val="006F353E"/>
    <w:rsid w:val="00700667"/>
    <w:rsid w:val="0070760D"/>
    <w:rsid w:val="00710211"/>
    <w:rsid w:val="007158F3"/>
    <w:rsid w:val="007237D8"/>
    <w:rsid w:val="00736465"/>
    <w:rsid w:val="00740926"/>
    <w:rsid w:val="00743DFF"/>
    <w:rsid w:val="007460A6"/>
    <w:rsid w:val="00746B8B"/>
    <w:rsid w:val="00746E1A"/>
    <w:rsid w:val="00747A4E"/>
    <w:rsid w:val="00754C87"/>
    <w:rsid w:val="00760B40"/>
    <w:rsid w:val="00763374"/>
    <w:rsid w:val="00775879"/>
    <w:rsid w:val="00775EC7"/>
    <w:rsid w:val="00781E44"/>
    <w:rsid w:val="00782386"/>
    <w:rsid w:val="00783572"/>
    <w:rsid w:val="00795B9C"/>
    <w:rsid w:val="0079698F"/>
    <w:rsid w:val="007A5347"/>
    <w:rsid w:val="007B3832"/>
    <w:rsid w:val="007B4F9F"/>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012D"/>
    <w:rsid w:val="008517D5"/>
    <w:rsid w:val="00855102"/>
    <w:rsid w:val="00855473"/>
    <w:rsid w:val="00861641"/>
    <w:rsid w:val="0086221F"/>
    <w:rsid w:val="00864ED3"/>
    <w:rsid w:val="00867061"/>
    <w:rsid w:val="00884ED8"/>
    <w:rsid w:val="008868D5"/>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0143"/>
    <w:rsid w:val="00931020"/>
    <w:rsid w:val="00934D18"/>
    <w:rsid w:val="00940BF3"/>
    <w:rsid w:val="0094544A"/>
    <w:rsid w:val="00954CB1"/>
    <w:rsid w:val="00961CF9"/>
    <w:rsid w:val="00973788"/>
    <w:rsid w:val="00975393"/>
    <w:rsid w:val="009819C2"/>
    <w:rsid w:val="00981A6E"/>
    <w:rsid w:val="00983363"/>
    <w:rsid w:val="009904E9"/>
    <w:rsid w:val="00990F1A"/>
    <w:rsid w:val="00992EAA"/>
    <w:rsid w:val="00993F6B"/>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FA6"/>
    <w:rsid w:val="00A05EFE"/>
    <w:rsid w:val="00A06CA3"/>
    <w:rsid w:val="00A07A4E"/>
    <w:rsid w:val="00A13E18"/>
    <w:rsid w:val="00A15BB7"/>
    <w:rsid w:val="00A21B52"/>
    <w:rsid w:val="00A22FB2"/>
    <w:rsid w:val="00A325A7"/>
    <w:rsid w:val="00A42970"/>
    <w:rsid w:val="00A44394"/>
    <w:rsid w:val="00A44423"/>
    <w:rsid w:val="00A45596"/>
    <w:rsid w:val="00A53E17"/>
    <w:rsid w:val="00A53FB6"/>
    <w:rsid w:val="00A553ED"/>
    <w:rsid w:val="00A5617A"/>
    <w:rsid w:val="00A621C3"/>
    <w:rsid w:val="00A700B0"/>
    <w:rsid w:val="00A8213F"/>
    <w:rsid w:val="00A82D0D"/>
    <w:rsid w:val="00A8649B"/>
    <w:rsid w:val="00A87CFE"/>
    <w:rsid w:val="00A9031C"/>
    <w:rsid w:val="00A91564"/>
    <w:rsid w:val="00A919BB"/>
    <w:rsid w:val="00A93115"/>
    <w:rsid w:val="00A93A25"/>
    <w:rsid w:val="00A94CA2"/>
    <w:rsid w:val="00A96DA1"/>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658D"/>
    <w:rsid w:val="00B23881"/>
    <w:rsid w:val="00B25D1A"/>
    <w:rsid w:val="00B275CD"/>
    <w:rsid w:val="00B36BEF"/>
    <w:rsid w:val="00B40730"/>
    <w:rsid w:val="00B4489C"/>
    <w:rsid w:val="00B458AC"/>
    <w:rsid w:val="00B51DA4"/>
    <w:rsid w:val="00B57F66"/>
    <w:rsid w:val="00B60BF2"/>
    <w:rsid w:val="00B60FCA"/>
    <w:rsid w:val="00B6351D"/>
    <w:rsid w:val="00B63925"/>
    <w:rsid w:val="00B700A3"/>
    <w:rsid w:val="00B72DBD"/>
    <w:rsid w:val="00B73A8E"/>
    <w:rsid w:val="00B81174"/>
    <w:rsid w:val="00B82A66"/>
    <w:rsid w:val="00B84D0B"/>
    <w:rsid w:val="00B91F55"/>
    <w:rsid w:val="00B92AA8"/>
    <w:rsid w:val="00BB23E5"/>
    <w:rsid w:val="00BB61F2"/>
    <w:rsid w:val="00BC2784"/>
    <w:rsid w:val="00BD03D9"/>
    <w:rsid w:val="00BD3EA4"/>
    <w:rsid w:val="00BD5D3F"/>
    <w:rsid w:val="00BE2A75"/>
    <w:rsid w:val="00BE2E0E"/>
    <w:rsid w:val="00BF25FB"/>
    <w:rsid w:val="00BF7B2A"/>
    <w:rsid w:val="00C03776"/>
    <w:rsid w:val="00C05F8D"/>
    <w:rsid w:val="00C11CE3"/>
    <w:rsid w:val="00C11EA1"/>
    <w:rsid w:val="00C12A53"/>
    <w:rsid w:val="00C14167"/>
    <w:rsid w:val="00C17F1B"/>
    <w:rsid w:val="00C216D0"/>
    <w:rsid w:val="00C2372C"/>
    <w:rsid w:val="00C27946"/>
    <w:rsid w:val="00C31D85"/>
    <w:rsid w:val="00C32F49"/>
    <w:rsid w:val="00C34B56"/>
    <w:rsid w:val="00C359EE"/>
    <w:rsid w:val="00C35C6E"/>
    <w:rsid w:val="00C3781D"/>
    <w:rsid w:val="00C42929"/>
    <w:rsid w:val="00C44DC9"/>
    <w:rsid w:val="00C56443"/>
    <w:rsid w:val="00C71B66"/>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2BE0"/>
    <w:rsid w:val="00CD680B"/>
    <w:rsid w:val="00CE22AE"/>
    <w:rsid w:val="00CE3B44"/>
    <w:rsid w:val="00CF1080"/>
    <w:rsid w:val="00CF2F3A"/>
    <w:rsid w:val="00CF6E4B"/>
    <w:rsid w:val="00D03FE7"/>
    <w:rsid w:val="00D04232"/>
    <w:rsid w:val="00D044EE"/>
    <w:rsid w:val="00D1000A"/>
    <w:rsid w:val="00D1430C"/>
    <w:rsid w:val="00D217F5"/>
    <w:rsid w:val="00D22ADB"/>
    <w:rsid w:val="00D261F6"/>
    <w:rsid w:val="00D268C9"/>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9682C"/>
    <w:rsid w:val="00DA5285"/>
    <w:rsid w:val="00DA62D7"/>
    <w:rsid w:val="00DB15A8"/>
    <w:rsid w:val="00DB2D5D"/>
    <w:rsid w:val="00DB461E"/>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450C"/>
    <w:rsid w:val="00EB5DEA"/>
    <w:rsid w:val="00EB6B79"/>
    <w:rsid w:val="00EC1D00"/>
    <w:rsid w:val="00EC2A75"/>
    <w:rsid w:val="00EC717A"/>
    <w:rsid w:val="00EC7D44"/>
    <w:rsid w:val="00ED393D"/>
    <w:rsid w:val="00ED3C06"/>
    <w:rsid w:val="00EE466D"/>
    <w:rsid w:val="00EF5B85"/>
    <w:rsid w:val="00F02A23"/>
    <w:rsid w:val="00F10AED"/>
    <w:rsid w:val="00F1420F"/>
    <w:rsid w:val="00F14BE3"/>
    <w:rsid w:val="00F15B95"/>
    <w:rsid w:val="00F1744F"/>
    <w:rsid w:val="00F23609"/>
    <w:rsid w:val="00F23951"/>
    <w:rsid w:val="00F279C9"/>
    <w:rsid w:val="00F3573A"/>
    <w:rsid w:val="00F368D1"/>
    <w:rsid w:val="00F424E0"/>
    <w:rsid w:val="00F42982"/>
    <w:rsid w:val="00F42AC8"/>
    <w:rsid w:val="00F42CD7"/>
    <w:rsid w:val="00F43CA7"/>
    <w:rsid w:val="00F44DEA"/>
    <w:rsid w:val="00F45E06"/>
    <w:rsid w:val="00F47E31"/>
    <w:rsid w:val="00F51B14"/>
    <w:rsid w:val="00F51E6B"/>
    <w:rsid w:val="00F575B5"/>
    <w:rsid w:val="00F62C57"/>
    <w:rsid w:val="00F74614"/>
    <w:rsid w:val="00F75735"/>
    <w:rsid w:val="00F774CA"/>
    <w:rsid w:val="00F82BBA"/>
    <w:rsid w:val="00F90BA6"/>
    <w:rsid w:val="00F938EF"/>
    <w:rsid w:val="00F96C3D"/>
    <w:rsid w:val="00FA68AA"/>
    <w:rsid w:val="00FA7667"/>
    <w:rsid w:val="00FA79BF"/>
    <w:rsid w:val="00FB33EC"/>
    <w:rsid w:val="00FB4C45"/>
    <w:rsid w:val="00FB6483"/>
    <w:rsid w:val="00FC0387"/>
    <w:rsid w:val="00FC1FBF"/>
    <w:rsid w:val="00FC395D"/>
    <w:rsid w:val="00FC53BE"/>
    <w:rsid w:val="00FC5501"/>
    <w:rsid w:val="00FC7A24"/>
    <w:rsid w:val="00FD7230"/>
    <w:rsid w:val="00FE1CAE"/>
    <w:rsid w:val="00FE3D50"/>
    <w:rsid w:val="00FE754B"/>
    <w:rsid w:val="00FE774D"/>
    <w:rsid w:val="00FF15A6"/>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9"/>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0.xml"/><Relationship Id="rId299" Type="http://schemas.openxmlformats.org/officeDocument/2006/relationships/header" Target="header3.xml"/><Relationship Id="rId21" Type="http://schemas.openxmlformats.org/officeDocument/2006/relationships/image" Target="media/image6.wmf"/><Relationship Id="rId63" Type="http://schemas.openxmlformats.org/officeDocument/2006/relationships/control" Target="activeX/activeX32.xml"/><Relationship Id="rId159" Type="http://schemas.openxmlformats.org/officeDocument/2006/relationships/image" Target="media/image64.wmf"/><Relationship Id="rId170" Type="http://schemas.openxmlformats.org/officeDocument/2006/relationships/control" Target="activeX/activeX88.xml"/><Relationship Id="rId226" Type="http://schemas.openxmlformats.org/officeDocument/2006/relationships/control" Target="activeX/activeX122.xml"/><Relationship Id="rId268" Type="http://schemas.openxmlformats.org/officeDocument/2006/relationships/control" Target="activeX/activeX149.xml"/><Relationship Id="rId32" Type="http://schemas.openxmlformats.org/officeDocument/2006/relationships/control" Target="activeX/activeX10.xml"/><Relationship Id="rId74" Type="http://schemas.openxmlformats.org/officeDocument/2006/relationships/image" Target="media/image26.wmf"/><Relationship Id="rId128" Type="http://schemas.openxmlformats.org/officeDocument/2006/relationships/image" Target="media/image51.wmf"/><Relationship Id="rId5" Type="http://schemas.openxmlformats.org/officeDocument/2006/relationships/settings" Target="settings.xml"/><Relationship Id="rId181" Type="http://schemas.openxmlformats.org/officeDocument/2006/relationships/control" Target="activeX/activeX94.xml"/><Relationship Id="rId237" Type="http://schemas.openxmlformats.org/officeDocument/2006/relationships/image" Target="media/image97.wmf"/><Relationship Id="rId279" Type="http://schemas.openxmlformats.org/officeDocument/2006/relationships/control" Target="activeX/activeX158.xml"/><Relationship Id="rId43" Type="http://schemas.openxmlformats.org/officeDocument/2006/relationships/control" Target="activeX/activeX20.xml"/><Relationship Id="rId139" Type="http://schemas.openxmlformats.org/officeDocument/2006/relationships/image" Target="media/image56.wmf"/><Relationship Id="rId290" Type="http://schemas.openxmlformats.org/officeDocument/2006/relationships/image" Target="media/image110.wmf"/><Relationship Id="rId85" Type="http://schemas.openxmlformats.org/officeDocument/2006/relationships/image" Target="media/image31.wmf"/><Relationship Id="rId150" Type="http://schemas.openxmlformats.org/officeDocument/2006/relationships/control" Target="activeX/activeX76.xml"/><Relationship Id="rId192" Type="http://schemas.openxmlformats.org/officeDocument/2006/relationships/control" Target="activeX/activeX101.xml"/><Relationship Id="rId206" Type="http://schemas.openxmlformats.org/officeDocument/2006/relationships/control" Target="activeX/activeX111.xml"/><Relationship Id="rId248" Type="http://schemas.openxmlformats.org/officeDocument/2006/relationships/control" Target="activeX/activeX132.xml"/><Relationship Id="rId12" Type="http://schemas.openxmlformats.org/officeDocument/2006/relationships/footer" Target="footer2.xml"/><Relationship Id="rId108" Type="http://schemas.openxmlformats.org/officeDocument/2006/relationships/control" Target="activeX/activeX55.xml"/><Relationship Id="rId54" Type="http://schemas.openxmlformats.org/officeDocument/2006/relationships/image" Target="media/image16.wmf"/><Relationship Id="rId96" Type="http://schemas.openxmlformats.org/officeDocument/2006/relationships/control" Target="activeX/activeX49.xml"/><Relationship Id="rId161" Type="http://schemas.openxmlformats.org/officeDocument/2006/relationships/control" Target="activeX/activeX83.xml"/><Relationship Id="rId217" Type="http://schemas.openxmlformats.org/officeDocument/2006/relationships/image" Target="media/image86.wmf"/><Relationship Id="rId6" Type="http://schemas.openxmlformats.org/officeDocument/2006/relationships/webSettings" Target="webSettings.xml"/><Relationship Id="rId238" Type="http://schemas.openxmlformats.org/officeDocument/2006/relationships/control" Target="activeX/activeX127.xml"/><Relationship Id="rId259" Type="http://schemas.openxmlformats.org/officeDocument/2006/relationships/control" Target="activeX/activeX140.xml"/><Relationship Id="rId23" Type="http://schemas.openxmlformats.org/officeDocument/2006/relationships/image" Target="media/image7.wmf"/><Relationship Id="rId119" Type="http://schemas.openxmlformats.org/officeDocument/2006/relationships/control" Target="activeX/activeX61.xml"/><Relationship Id="rId270" Type="http://schemas.openxmlformats.org/officeDocument/2006/relationships/control" Target="activeX/activeX151.xml"/><Relationship Id="rId291" Type="http://schemas.openxmlformats.org/officeDocument/2006/relationships/control" Target="activeX/activeX167.xml"/><Relationship Id="rId44" Type="http://schemas.openxmlformats.org/officeDocument/2006/relationships/control" Target="activeX/activeX21.xml"/><Relationship Id="rId65" Type="http://schemas.openxmlformats.org/officeDocument/2006/relationships/control" Target="activeX/activeX33.xml"/><Relationship Id="rId86" Type="http://schemas.openxmlformats.org/officeDocument/2006/relationships/control" Target="activeX/activeX44.xml"/><Relationship Id="rId130" Type="http://schemas.openxmlformats.org/officeDocument/2006/relationships/image" Target="media/image52.wmf"/><Relationship Id="rId151" Type="http://schemas.openxmlformats.org/officeDocument/2006/relationships/image" Target="media/image61.wmf"/><Relationship Id="rId172" Type="http://schemas.openxmlformats.org/officeDocument/2006/relationships/image" Target="media/image69.wmf"/><Relationship Id="rId193" Type="http://schemas.openxmlformats.org/officeDocument/2006/relationships/image" Target="media/image78.wmf"/><Relationship Id="rId207" Type="http://schemas.openxmlformats.org/officeDocument/2006/relationships/control" Target="activeX/activeX112.xml"/><Relationship Id="rId228" Type="http://schemas.openxmlformats.org/officeDocument/2006/relationships/control" Target="activeX/activeX123.xml"/><Relationship Id="rId249" Type="http://schemas.openxmlformats.org/officeDocument/2006/relationships/image" Target="media/image103.wmf"/><Relationship Id="rId13" Type="http://schemas.openxmlformats.org/officeDocument/2006/relationships/hyperlink" Target="mailto:help@digitalhealth.gov.au" TargetMode="External"/><Relationship Id="rId109" Type="http://schemas.openxmlformats.org/officeDocument/2006/relationships/image" Target="media/image43.wmf"/><Relationship Id="rId260" Type="http://schemas.openxmlformats.org/officeDocument/2006/relationships/control" Target="activeX/activeX141.xml"/><Relationship Id="rId281" Type="http://schemas.openxmlformats.org/officeDocument/2006/relationships/control" Target="activeX/activeX160.xml"/><Relationship Id="rId34" Type="http://schemas.openxmlformats.org/officeDocument/2006/relationships/image" Target="media/image12.wmf"/><Relationship Id="rId55" Type="http://schemas.openxmlformats.org/officeDocument/2006/relationships/control" Target="activeX/activeX28.xml"/><Relationship Id="rId76" Type="http://schemas.openxmlformats.org/officeDocument/2006/relationships/control" Target="activeX/activeX39.xml"/><Relationship Id="rId97" Type="http://schemas.openxmlformats.org/officeDocument/2006/relationships/image" Target="media/image37.wmf"/><Relationship Id="rId120" Type="http://schemas.openxmlformats.org/officeDocument/2006/relationships/image" Target="media/image48.wmf"/><Relationship Id="rId141" Type="http://schemas.openxmlformats.org/officeDocument/2006/relationships/image" Target="media/image57.wmf"/><Relationship Id="rId7" Type="http://schemas.openxmlformats.org/officeDocument/2006/relationships/footnotes" Target="footnotes.xml"/><Relationship Id="rId162" Type="http://schemas.openxmlformats.org/officeDocument/2006/relationships/image" Target="media/image65.wmf"/><Relationship Id="rId183" Type="http://schemas.openxmlformats.org/officeDocument/2006/relationships/image" Target="media/image74.wmf"/><Relationship Id="rId218" Type="http://schemas.openxmlformats.org/officeDocument/2006/relationships/control" Target="activeX/activeX118.xml"/><Relationship Id="rId239" Type="http://schemas.openxmlformats.org/officeDocument/2006/relationships/image" Target="media/image98.wmf"/><Relationship Id="rId250" Type="http://schemas.openxmlformats.org/officeDocument/2006/relationships/control" Target="activeX/activeX133.xml"/><Relationship Id="rId271" Type="http://schemas.openxmlformats.org/officeDocument/2006/relationships/control" Target="activeX/activeX152.xml"/><Relationship Id="rId292" Type="http://schemas.openxmlformats.org/officeDocument/2006/relationships/image" Target="media/image111.wmf"/><Relationship Id="rId24" Type="http://schemas.openxmlformats.org/officeDocument/2006/relationships/control" Target="activeX/activeX6.xml"/><Relationship Id="rId45" Type="http://schemas.openxmlformats.org/officeDocument/2006/relationships/image" Target="media/image13.wmf"/><Relationship Id="rId66" Type="http://schemas.openxmlformats.org/officeDocument/2006/relationships/image" Target="media/image22.wmf"/><Relationship Id="rId87" Type="http://schemas.openxmlformats.org/officeDocument/2006/relationships/image" Target="media/image32.wmf"/><Relationship Id="rId110" Type="http://schemas.openxmlformats.org/officeDocument/2006/relationships/control" Target="activeX/activeX56.xml"/><Relationship Id="rId131" Type="http://schemas.openxmlformats.org/officeDocument/2006/relationships/control" Target="activeX/activeX66.xml"/><Relationship Id="rId152" Type="http://schemas.openxmlformats.org/officeDocument/2006/relationships/control" Target="activeX/activeX77.xml"/><Relationship Id="rId173" Type="http://schemas.openxmlformats.org/officeDocument/2006/relationships/control" Target="activeX/activeX90.xml"/><Relationship Id="rId194" Type="http://schemas.openxmlformats.org/officeDocument/2006/relationships/control" Target="activeX/activeX102.xml"/><Relationship Id="rId208" Type="http://schemas.openxmlformats.org/officeDocument/2006/relationships/image" Target="media/image82.wmf"/><Relationship Id="rId229" Type="http://schemas.openxmlformats.org/officeDocument/2006/relationships/image" Target="media/image92.wmf"/><Relationship Id="rId240" Type="http://schemas.openxmlformats.org/officeDocument/2006/relationships/control" Target="activeX/activeX128.xml"/><Relationship Id="rId261" Type="http://schemas.openxmlformats.org/officeDocument/2006/relationships/control" Target="activeX/activeX142.xml"/><Relationship Id="rId14" Type="http://schemas.openxmlformats.org/officeDocument/2006/relationships/image" Target="media/image3.wmf"/><Relationship Id="rId35" Type="http://schemas.openxmlformats.org/officeDocument/2006/relationships/control" Target="activeX/activeX12.xml"/><Relationship Id="rId56" Type="http://schemas.openxmlformats.org/officeDocument/2006/relationships/image" Target="media/image17.wmf"/><Relationship Id="rId77" Type="http://schemas.openxmlformats.org/officeDocument/2006/relationships/image" Target="media/image27.wmf"/><Relationship Id="rId100" Type="http://schemas.openxmlformats.org/officeDocument/2006/relationships/control" Target="activeX/activeX51.xml"/><Relationship Id="rId282" Type="http://schemas.openxmlformats.org/officeDocument/2006/relationships/control" Target="activeX/activeX161.xml"/><Relationship Id="rId8" Type="http://schemas.openxmlformats.org/officeDocument/2006/relationships/endnotes" Target="endnotes.xml"/><Relationship Id="rId98" Type="http://schemas.openxmlformats.org/officeDocument/2006/relationships/control" Target="activeX/activeX50.xml"/><Relationship Id="rId121" Type="http://schemas.openxmlformats.org/officeDocument/2006/relationships/control" Target="activeX/activeX62.xml"/><Relationship Id="rId142" Type="http://schemas.openxmlformats.org/officeDocument/2006/relationships/control" Target="activeX/activeX71.xml"/><Relationship Id="rId163" Type="http://schemas.openxmlformats.org/officeDocument/2006/relationships/control" Target="activeX/activeX84.xml"/><Relationship Id="rId184" Type="http://schemas.openxmlformats.org/officeDocument/2006/relationships/control" Target="activeX/activeX96.xml"/><Relationship Id="rId219" Type="http://schemas.openxmlformats.org/officeDocument/2006/relationships/image" Target="media/image87.wmf"/><Relationship Id="rId230" Type="http://schemas.openxmlformats.org/officeDocument/2006/relationships/control" Target="activeX/activeX124.xml"/><Relationship Id="rId251" Type="http://schemas.openxmlformats.org/officeDocument/2006/relationships/control" Target="activeX/activeX134.xml"/><Relationship Id="rId25" Type="http://schemas.openxmlformats.org/officeDocument/2006/relationships/image" Target="media/image8.wmf"/><Relationship Id="rId46" Type="http://schemas.openxmlformats.org/officeDocument/2006/relationships/control" Target="activeX/activeX22.xml"/><Relationship Id="rId67" Type="http://schemas.openxmlformats.org/officeDocument/2006/relationships/control" Target="activeX/activeX34.xml"/><Relationship Id="rId272" Type="http://schemas.openxmlformats.org/officeDocument/2006/relationships/image" Target="media/image106.wmf"/><Relationship Id="rId293" Type="http://schemas.openxmlformats.org/officeDocument/2006/relationships/control" Target="activeX/activeX168.xml"/><Relationship Id="rId88" Type="http://schemas.openxmlformats.org/officeDocument/2006/relationships/control" Target="activeX/activeX45.xml"/><Relationship Id="rId111" Type="http://schemas.openxmlformats.org/officeDocument/2006/relationships/image" Target="media/image44.wmf"/><Relationship Id="rId132" Type="http://schemas.openxmlformats.org/officeDocument/2006/relationships/image" Target="media/image53.wmf"/><Relationship Id="rId153" Type="http://schemas.openxmlformats.org/officeDocument/2006/relationships/image" Target="media/image62.wmf"/><Relationship Id="rId174" Type="http://schemas.openxmlformats.org/officeDocument/2006/relationships/image" Target="media/image70.wmf"/><Relationship Id="rId195" Type="http://schemas.openxmlformats.org/officeDocument/2006/relationships/control" Target="activeX/activeX103.xml"/><Relationship Id="rId209" Type="http://schemas.openxmlformats.org/officeDocument/2006/relationships/control" Target="activeX/activeX113.xml"/><Relationship Id="rId220" Type="http://schemas.openxmlformats.org/officeDocument/2006/relationships/control" Target="activeX/activeX119.xml"/><Relationship Id="rId241" Type="http://schemas.openxmlformats.org/officeDocument/2006/relationships/image" Target="media/image99.png"/><Relationship Id="rId15" Type="http://schemas.openxmlformats.org/officeDocument/2006/relationships/control" Target="activeX/activeX1.xml"/><Relationship Id="rId36" Type="http://schemas.openxmlformats.org/officeDocument/2006/relationships/control" Target="activeX/activeX13.xml"/><Relationship Id="rId57" Type="http://schemas.openxmlformats.org/officeDocument/2006/relationships/control" Target="activeX/activeX29.xml"/><Relationship Id="rId262" Type="http://schemas.openxmlformats.org/officeDocument/2006/relationships/control" Target="activeX/activeX143.xml"/><Relationship Id="rId283" Type="http://schemas.openxmlformats.org/officeDocument/2006/relationships/image" Target="media/image108.wmf"/><Relationship Id="rId78" Type="http://schemas.openxmlformats.org/officeDocument/2006/relationships/control" Target="activeX/activeX40.xml"/><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hyperlink" Target="mailto:developerliaison@servicesaustralia.gov.au" TargetMode="External"/><Relationship Id="rId143" Type="http://schemas.openxmlformats.org/officeDocument/2006/relationships/image" Target="media/image58.wmf"/><Relationship Id="rId164" Type="http://schemas.openxmlformats.org/officeDocument/2006/relationships/image" Target="media/image66.wmf"/><Relationship Id="rId185" Type="http://schemas.openxmlformats.org/officeDocument/2006/relationships/control" Target="activeX/activeX97.xml"/><Relationship Id="rId9" Type="http://schemas.openxmlformats.org/officeDocument/2006/relationships/header" Target="header1.xml"/><Relationship Id="rId210" Type="http://schemas.openxmlformats.org/officeDocument/2006/relationships/control" Target="activeX/activeX114.xml"/><Relationship Id="rId26" Type="http://schemas.openxmlformats.org/officeDocument/2006/relationships/control" Target="activeX/activeX7.xml"/><Relationship Id="rId231" Type="http://schemas.openxmlformats.org/officeDocument/2006/relationships/image" Target="media/image93.png"/><Relationship Id="rId252" Type="http://schemas.openxmlformats.org/officeDocument/2006/relationships/control" Target="activeX/activeX135.xml"/><Relationship Id="rId273" Type="http://schemas.openxmlformats.org/officeDocument/2006/relationships/control" Target="activeX/activeX153.xml"/><Relationship Id="rId294" Type="http://schemas.openxmlformats.org/officeDocument/2006/relationships/hyperlink" Target="mailto:help@digitalhealth.gov.au" TargetMode="External"/><Relationship Id="rId47" Type="http://schemas.openxmlformats.org/officeDocument/2006/relationships/control" Target="activeX/activeX23.xml"/><Relationship Id="rId68" Type="http://schemas.openxmlformats.org/officeDocument/2006/relationships/image" Target="media/image23.wmf"/><Relationship Id="rId89" Type="http://schemas.openxmlformats.org/officeDocument/2006/relationships/image" Target="media/image33.wmf"/><Relationship Id="rId112" Type="http://schemas.openxmlformats.org/officeDocument/2006/relationships/control" Target="activeX/activeX57.xml"/><Relationship Id="rId133" Type="http://schemas.openxmlformats.org/officeDocument/2006/relationships/control" Target="activeX/activeX67.xml"/><Relationship Id="rId154" Type="http://schemas.openxmlformats.org/officeDocument/2006/relationships/control" Target="activeX/activeX78.xml"/><Relationship Id="rId175" Type="http://schemas.openxmlformats.org/officeDocument/2006/relationships/control" Target="activeX/activeX91.xml"/><Relationship Id="rId196" Type="http://schemas.openxmlformats.org/officeDocument/2006/relationships/image" Target="media/image79.wmf"/><Relationship Id="rId200" Type="http://schemas.openxmlformats.org/officeDocument/2006/relationships/image" Target="media/image80.wmf"/><Relationship Id="rId16" Type="http://schemas.openxmlformats.org/officeDocument/2006/relationships/image" Target="media/image4.wmf"/><Relationship Id="rId221" Type="http://schemas.openxmlformats.org/officeDocument/2006/relationships/image" Target="media/image88.wmf"/><Relationship Id="rId242" Type="http://schemas.openxmlformats.org/officeDocument/2006/relationships/image" Target="media/image100.wmf"/><Relationship Id="rId263" Type="http://schemas.openxmlformats.org/officeDocument/2006/relationships/control" Target="activeX/activeX144.xml"/><Relationship Id="rId284" Type="http://schemas.openxmlformats.org/officeDocument/2006/relationships/control" Target="activeX/activeX162.xml"/><Relationship Id="rId37" Type="http://schemas.openxmlformats.org/officeDocument/2006/relationships/control" Target="activeX/activeX14.xml"/><Relationship Id="rId58" Type="http://schemas.openxmlformats.org/officeDocument/2006/relationships/image" Target="media/image18.wmf"/><Relationship Id="rId79" Type="http://schemas.openxmlformats.org/officeDocument/2006/relationships/image" Target="media/image28.wmf"/><Relationship Id="rId102" Type="http://schemas.openxmlformats.org/officeDocument/2006/relationships/control" Target="activeX/activeX52.xml"/><Relationship Id="rId123" Type="http://schemas.openxmlformats.org/officeDocument/2006/relationships/hyperlink" Target="https://www.servicesaustralia.gov.au/organisations/health-professionals/services/medicare/healthcare-identifiers-service-health-professionals" TargetMode="External"/><Relationship Id="rId144" Type="http://schemas.openxmlformats.org/officeDocument/2006/relationships/control" Target="activeX/activeX72.xml"/><Relationship Id="rId90" Type="http://schemas.openxmlformats.org/officeDocument/2006/relationships/control" Target="activeX/activeX46.xml"/><Relationship Id="rId165" Type="http://schemas.openxmlformats.org/officeDocument/2006/relationships/control" Target="activeX/activeX85.xml"/><Relationship Id="rId186" Type="http://schemas.openxmlformats.org/officeDocument/2006/relationships/image" Target="media/image75.wmf"/><Relationship Id="rId211" Type="http://schemas.openxmlformats.org/officeDocument/2006/relationships/image" Target="media/image83.wmf"/><Relationship Id="rId232" Type="http://schemas.openxmlformats.org/officeDocument/2006/relationships/image" Target="media/image94.wmf"/><Relationship Id="rId253" Type="http://schemas.openxmlformats.org/officeDocument/2006/relationships/control" Target="activeX/activeX136.xml"/><Relationship Id="rId274" Type="http://schemas.openxmlformats.org/officeDocument/2006/relationships/control" Target="activeX/activeX154.xml"/><Relationship Id="rId295" Type="http://schemas.openxmlformats.org/officeDocument/2006/relationships/hyperlink" Target="http://www.digitalhealth.gov.au/" TargetMode="External"/><Relationship Id="rId27" Type="http://schemas.openxmlformats.org/officeDocument/2006/relationships/image" Target="media/image9.wmf"/><Relationship Id="rId48" Type="http://schemas.openxmlformats.org/officeDocument/2006/relationships/control" Target="activeX/activeX24.xml"/><Relationship Id="rId69" Type="http://schemas.openxmlformats.org/officeDocument/2006/relationships/control" Target="activeX/activeX35.xml"/><Relationship Id="rId113" Type="http://schemas.openxmlformats.org/officeDocument/2006/relationships/image" Target="media/image45.wmf"/><Relationship Id="rId134" Type="http://schemas.openxmlformats.org/officeDocument/2006/relationships/hyperlink" Target="https://myhealthrecord.gov.au/internet/mhr/publishing.nsf/content/compatibility-browsers" TargetMode="External"/><Relationship Id="rId80" Type="http://schemas.openxmlformats.org/officeDocument/2006/relationships/control" Target="activeX/activeX41.xml"/><Relationship Id="rId155" Type="http://schemas.openxmlformats.org/officeDocument/2006/relationships/control" Target="activeX/activeX79.xml"/><Relationship Id="rId176" Type="http://schemas.openxmlformats.org/officeDocument/2006/relationships/image" Target="media/image71.wmf"/><Relationship Id="rId197" Type="http://schemas.openxmlformats.org/officeDocument/2006/relationships/control" Target="activeX/activeX104.xml"/><Relationship Id="rId201" Type="http://schemas.openxmlformats.org/officeDocument/2006/relationships/control" Target="activeX/activeX107.xml"/><Relationship Id="rId222" Type="http://schemas.openxmlformats.org/officeDocument/2006/relationships/control" Target="activeX/activeX120.xml"/><Relationship Id="rId243" Type="http://schemas.openxmlformats.org/officeDocument/2006/relationships/control" Target="activeX/activeX129.xml"/><Relationship Id="rId264" Type="http://schemas.openxmlformats.org/officeDocument/2006/relationships/control" Target="activeX/activeX145.xml"/><Relationship Id="rId285" Type="http://schemas.openxmlformats.org/officeDocument/2006/relationships/image" Target="media/image109.wmf"/><Relationship Id="rId17" Type="http://schemas.openxmlformats.org/officeDocument/2006/relationships/control" Target="activeX/activeX2.xml"/><Relationship Id="rId38" Type="http://schemas.openxmlformats.org/officeDocument/2006/relationships/control" Target="activeX/activeX15.xml"/><Relationship Id="rId59" Type="http://schemas.openxmlformats.org/officeDocument/2006/relationships/control" Target="activeX/activeX30.xml"/><Relationship Id="rId103" Type="http://schemas.openxmlformats.org/officeDocument/2006/relationships/image" Target="media/image40.wmf"/><Relationship Id="rId124" Type="http://schemas.openxmlformats.org/officeDocument/2006/relationships/image" Target="media/image49.wmf"/><Relationship Id="rId70" Type="http://schemas.openxmlformats.org/officeDocument/2006/relationships/image" Target="media/image24.wmf"/><Relationship Id="rId91" Type="http://schemas.openxmlformats.org/officeDocument/2006/relationships/image" Target="media/image34.wmf"/><Relationship Id="rId145" Type="http://schemas.openxmlformats.org/officeDocument/2006/relationships/control" Target="activeX/activeX73.xml"/><Relationship Id="rId166" Type="http://schemas.openxmlformats.org/officeDocument/2006/relationships/image" Target="media/image67.wmf"/><Relationship Id="rId187" Type="http://schemas.openxmlformats.org/officeDocument/2006/relationships/control" Target="activeX/activeX98.xml"/><Relationship Id="rId1" Type="http://schemas.openxmlformats.org/officeDocument/2006/relationships/customXml" Target="../customXml/item1.xml"/><Relationship Id="rId212" Type="http://schemas.openxmlformats.org/officeDocument/2006/relationships/control" Target="activeX/activeX115.xml"/><Relationship Id="rId233" Type="http://schemas.openxmlformats.org/officeDocument/2006/relationships/control" Target="activeX/activeX125.xml"/><Relationship Id="rId254" Type="http://schemas.openxmlformats.org/officeDocument/2006/relationships/image" Target="media/image104.wmf"/><Relationship Id="rId28" Type="http://schemas.openxmlformats.org/officeDocument/2006/relationships/control" Target="activeX/activeX8.xml"/><Relationship Id="rId49" Type="http://schemas.openxmlformats.org/officeDocument/2006/relationships/control" Target="activeX/activeX25.xml"/><Relationship Id="rId114" Type="http://schemas.openxmlformats.org/officeDocument/2006/relationships/control" Target="activeX/activeX58.xml"/><Relationship Id="rId275" Type="http://schemas.openxmlformats.org/officeDocument/2006/relationships/control" Target="activeX/activeX155.xml"/><Relationship Id="rId296" Type="http://schemas.openxmlformats.org/officeDocument/2006/relationships/hyperlink" Target="mailto:help@digitalhealth.gov.au" TargetMode="External"/><Relationship Id="rId300" Type="http://schemas.openxmlformats.org/officeDocument/2006/relationships/fontTable" Target="fontTable.xml"/><Relationship Id="rId60" Type="http://schemas.openxmlformats.org/officeDocument/2006/relationships/image" Target="media/image19.wmf"/><Relationship Id="rId81" Type="http://schemas.openxmlformats.org/officeDocument/2006/relationships/image" Target="media/image29.wmf"/><Relationship Id="rId135" Type="http://schemas.openxmlformats.org/officeDocument/2006/relationships/image" Target="media/image54.wmf"/><Relationship Id="rId156" Type="http://schemas.openxmlformats.org/officeDocument/2006/relationships/image" Target="media/image63.wmf"/><Relationship Id="rId177" Type="http://schemas.openxmlformats.org/officeDocument/2006/relationships/control" Target="activeX/activeX92.xml"/><Relationship Id="rId198" Type="http://schemas.openxmlformats.org/officeDocument/2006/relationships/control" Target="activeX/activeX105.xml"/><Relationship Id="rId202" Type="http://schemas.openxmlformats.org/officeDocument/2006/relationships/control" Target="activeX/activeX108.xml"/><Relationship Id="rId223" Type="http://schemas.openxmlformats.org/officeDocument/2006/relationships/image" Target="media/image89.wmf"/><Relationship Id="rId244" Type="http://schemas.openxmlformats.org/officeDocument/2006/relationships/image" Target="media/image101.wmf"/><Relationship Id="rId18" Type="http://schemas.openxmlformats.org/officeDocument/2006/relationships/control" Target="activeX/activeX3.xml"/><Relationship Id="rId39" Type="http://schemas.openxmlformats.org/officeDocument/2006/relationships/control" Target="activeX/activeX16.xml"/><Relationship Id="rId265" Type="http://schemas.openxmlformats.org/officeDocument/2006/relationships/control" Target="activeX/activeX146.xml"/><Relationship Id="rId286" Type="http://schemas.openxmlformats.org/officeDocument/2006/relationships/control" Target="activeX/activeX163.xml"/><Relationship Id="rId50" Type="http://schemas.openxmlformats.org/officeDocument/2006/relationships/image" Target="media/image14.wmf"/><Relationship Id="rId104" Type="http://schemas.openxmlformats.org/officeDocument/2006/relationships/control" Target="activeX/activeX53.xml"/><Relationship Id="rId125" Type="http://schemas.openxmlformats.org/officeDocument/2006/relationships/control" Target="activeX/activeX63.xml"/><Relationship Id="rId146" Type="http://schemas.openxmlformats.org/officeDocument/2006/relationships/image" Target="media/image59.wmf"/><Relationship Id="rId167" Type="http://schemas.openxmlformats.org/officeDocument/2006/relationships/control" Target="activeX/activeX86.xml"/><Relationship Id="rId188" Type="http://schemas.openxmlformats.org/officeDocument/2006/relationships/control" Target="activeX/activeX99.xml"/><Relationship Id="rId71" Type="http://schemas.openxmlformats.org/officeDocument/2006/relationships/control" Target="activeX/activeX36.xml"/><Relationship Id="rId92" Type="http://schemas.openxmlformats.org/officeDocument/2006/relationships/control" Target="activeX/activeX47.xml"/><Relationship Id="rId213" Type="http://schemas.openxmlformats.org/officeDocument/2006/relationships/image" Target="media/image84.wmf"/><Relationship Id="rId234" Type="http://schemas.openxmlformats.org/officeDocument/2006/relationships/image" Target="media/image95.wmf"/><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control" Target="activeX/activeX137.xml"/><Relationship Id="rId276" Type="http://schemas.openxmlformats.org/officeDocument/2006/relationships/control" Target="activeX/activeX156.xml"/><Relationship Id="rId297" Type="http://schemas.openxmlformats.org/officeDocument/2006/relationships/hyperlink" Target="http://www.digitalhealth.gov.au/" TargetMode="External"/><Relationship Id="rId40" Type="http://schemas.openxmlformats.org/officeDocument/2006/relationships/control" Target="activeX/activeX17.xml"/><Relationship Id="rId115" Type="http://schemas.openxmlformats.org/officeDocument/2006/relationships/image" Target="media/image46.wmf"/><Relationship Id="rId136" Type="http://schemas.openxmlformats.org/officeDocument/2006/relationships/control" Target="activeX/activeX68.xml"/><Relationship Id="rId157" Type="http://schemas.openxmlformats.org/officeDocument/2006/relationships/control" Target="activeX/activeX80.xml"/><Relationship Id="rId178" Type="http://schemas.openxmlformats.org/officeDocument/2006/relationships/image" Target="media/image72.wmf"/><Relationship Id="rId301" Type="http://schemas.openxmlformats.org/officeDocument/2006/relationships/glossaryDocument" Target="glossary/document.xml"/><Relationship Id="rId61" Type="http://schemas.openxmlformats.org/officeDocument/2006/relationships/control" Target="activeX/activeX31.xml"/><Relationship Id="rId82" Type="http://schemas.openxmlformats.org/officeDocument/2006/relationships/control" Target="activeX/activeX42.xml"/><Relationship Id="rId199" Type="http://schemas.openxmlformats.org/officeDocument/2006/relationships/control" Target="activeX/activeX106.xml"/><Relationship Id="rId203" Type="http://schemas.openxmlformats.org/officeDocument/2006/relationships/control" Target="activeX/activeX109.xml"/><Relationship Id="rId19" Type="http://schemas.openxmlformats.org/officeDocument/2006/relationships/image" Target="media/image5.wmf"/><Relationship Id="rId224" Type="http://schemas.openxmlformats.org/officeDocument/2006/relationships/control" Target="activeX/activeX121.xml"/><Relationship Id="rId245" Type="http://schemas.openxmlformats.org/officeDocument/2006/relationships/control" Target="activeX/activeX130.xml"/><Relationship Id="rId266" Type="http://schemas.openxmlformats.org/officeDocument/2006/relationships/control" Target="activeX/activeX147.xml"/><Relationship Id="rId287" Type="http://schemas.openxmlformats.org/officeDocument/2006/relationships/control" Target="activeX/activeX164.xml"/><Relationship Id="rId30" Type="http://schemas.openxmlformats.org/officeDocument/2006/relationships/control" Target="activeX/activeX9.xml"/><Relationship Id="rId105" Type="http://schemas.openxmlformats.org/officeDocument/2006/relationships/image" Target="media/image41.wmf"/><Relationship Id="rId126" Type="http://schemas.openxmlformats.org/officeDocument/2006/relationships/image" Target="media/image50.wmf"/><Relationship Id="rId147" Type="http://schemas.openxmlformats.org/officeDocument/2006/relationships/control" Target="activeX/activeX74.xml"/><Relationship Id="rId168" Type="http://schemas.openxmlformats.org/officeDocument/2006/relationships/control" Target="activeX/activeX87.xml"/><Relationship Id="rId51" Type="http://schemas.openxmlformats.org/officeDocument/2006/relationships/control" Target="activeX/activeX26.xml"/><Relationship Id="rId72" Type="http://schemas.openxmlformats.org/officeDocument/2006/relationships/image" Target="media/image25.wmf"/><Relationship Id="rId93" Type="http://schemas.openxmlformats.org/officeDocument/2006/relationships/image" Target="media/image35.wmf"/><Relationship Id="rId189" Type="http://schemas.openxmlformats.org/officeDocument/2006/relationships/image" Target="media/image76.wmf"/><Relationship Id="rId3" Type="http://schemas.openxmlformats.org/officeDocument/2006/relationships/numbering" Target="numbering.xml"/><Relationship Id="rId214" Type="http://schemas.openxmlformats.org/officeDocument/2006/relationships/control" Target="activeX/activeX116.xml"/><Relationship Id="rId235" Type="http://schemas.openxmlformats.org/officeDocument/2006/relationships/control" Target="activeX/activeX126.xml"/><Relationship Id="rId256" Type="http://schemas.openxmlformats.org/officeDocument/2006/relationships/image" Target="media/image105.wmf"/><Relationship Id="rId277" Type="http://schemas.openxmlformats.org/officeDocument/2006/relationships/image" Target="media/image107.wmf"/><Relationship Id="rId298" Type="http://schemas.openxmlformats.org/officeDocument/2006/relationships/hyperlink" Target="mailto:help@digitalhealth.gov.au" TargetMode="External"/><Relationship Id="rId116" Type="http://schemas.openxmlformats.org/officeDocument/2006/relationships/control" Target="activeX/activeX59.xml"/><Relationship Id="rId137" Type="http://schemas.openxmlformats.org/officeDocument/2006/relationships/image" Target="media/image55.wmf"/><Relationship Id="rId158" Type="http://schemas.openxmlformats.org/officeDocument/2006/relationships/control" Target="activeX/activeX81.xml"/><Relationship Id="rId302" Type="http://schemas.openxmlformats.org/officeDocument/2006/relationships/theme" Target="theme/theme1.xml"/><Relationship Id="rId20" Type="http://schemas.openxmlformats.org/officeDocument/2006/relationships/control" Target="activeX/activeX4.xml"/><Relationship Id="rId41" Type="http://schemas.openxmlformats.org/officeDocument/2006/relationships/control" Target="activeX/activeX18.xml"/><Relationship Id="rId62" Type="http://schemas.openxmlformats.org/officeDocument/2006/relationships/image" Target="media/image20.wmf"/><Relationship Id="rId83" Type="http://schemas.openxmlformats.org/officeDocument/2006/relationships/image" Target="media/image30.wmf"/><Relationship Id="rId179" Type="http://schemas.openxmlformats.org/officeDocument/2006/relationships/control" Target="activeX/activeX93.xml"/><Relationship Id="rId190" Type="http://schemas.openxmlformats.org/officeDocument/2006/relationships/control" Target="activeX/activeX100.xml"/><Relationship Id="rId204" Type="http://schemas.openxmlformats.org/officeDocument/2006/relationships/image" Target="media/image81.wmf"/><Relationship Id="rId225" Type="http://schemas.openxmlformats.org/officeDocument/2006/relationships/image" Target="media/image90.wmf"/><Relationship Id="rId246" Type="http://schemas.openxmlformats.org/officeDocument/2006/relationships/control" Target="activeX/activeX131.xml"/><Relationship Id="rId267" Type="http://schemas.openxmlformats.org/officeDocument/2006/relationships/control" Target="activeX/activeX148.xml"/><Relationship Id="rId288" Type="http://schemas.openxmlformats.org/officeDocument/2006/relationships/control" Target="activeX/activeX165.xml"/><Relationship Id="rId106" Type="http://schemas.openxmlformats.org/officeDocument/2006/relationships/control" Target="activeX/activeX54.xml"/><Relationship Id="rId127" Type="http://schemas.openxmlformats.org/officeDocument/2006/relationships/control" Target="activeX/activeX64.xml"/><Relationship Id="rId10" Type="http://schemas.openxmlformats.org/officeDocument/2006/relationships/header" Target="header2.xml"/><Relationship Id="rId31" Type="http://schemas.openxmlformats.org/officeDocument/2006/relationships/image" Target="media/image11.wmf"/><Relationship Id="rId52" Type="http://schemas.openxmlformats.org/officeDocument/2006/relationships/image" Target="media/image15.wmf"/><Relationship Id="rId73" Type="http://schemas.openxmlformats.org/officeDocument/2006/relationships/control" Target="activeX/activeX37.xml"/><Relationship Id="rId94" Type="http://schemas.openxmlformats.org/officeDocument/2006/relationships/control" Target="activeX/activeX48.xml"/><Relationship Id="rId148" Type="http://schemas.openxmlformats.org/officeDocument/2006/relationships/control" Target="activeX/activeX75.xml"/><Relationship Id="rId169" Type="http://schemas.openxmlformats.org/officeDocument/2006/relationships/image" Target="media/image68.wmf"/><Relationship Id="rId4" Type="http://schemas.openxmlformats.org/officeDocument/2006/relationships/styles" Target="styles.xml"/><Relationship Id="rId180" Type="http://schemas.openxmlformats.org/officeDocument/2006/relationships/image" Target="media/image73.wmf"/><Relationship Id="rId215" Type="http://schemas.openxmlformats.org/officeDocument/2006/relationships/image" Target="media/image85.wmf"/><Relationship Id="rId236" Type="http://schemas.openxmlformats.org/officeDocument/2006/relationships/image" Target="media/image96.png"/><Relationship Id="rId257" Type="http://schemas.openxmlformats.org/officeDocument/2006/relationships/control" Target="activeX/activeX138.xml"/><Relationship Id="rId278" Type="http://schemas.openxmlformats.org/officeDocument/2006/relationships/control" Target="activeX/activeX157.xml"/><Relationship Id="rId42" Type="http://schemas.openxmlformats.org/officeDocument/2006/relationships/control" Target="activeX/activeX19.xml"/><Relationship Id="rId84" Type="http://schemas.openxmlformats.org/officeDocument/2006/relationships/control" Target="activeX/activeX43.xml"/><Relationship Id="rId138" Type="http://schemas.openxmlformats.org/officeDocument/2006/relationships/control" Target="activeX/activeX69.xml"/><Relationship Id="rId191" Type="http://schemas.openxmlformats.org/officeDocument/2006/relationships/image" Target="media/image77.wmf"/><Relationship Id="rId205" Type="http://schemas.openxmlformats.org/officeDocument/2006/relationships/control" Target="activeX/activeX110.xml"/><Relationship Id="rId247" Type="http://schemas.openxmlformats.org/officeDocument/2006/relationships/image" Target="media/image102.wmf"/><Relationship Id="rId107" Type="http://schemas.openxmlformats.org/officeDocument/2006/relationships/image" Target="media/image42.wmf"/><Relationship Id="rId289" Type="http://schemas.openxmlformats.org/officeDocument/2006/relationships/control" Target="activeX/activeX166.xml"/><Relationship Id="rId11" Type="http://schemas.openxmlformats.org/officeDocument/2006/relationships/footer" Target="footer1.xml"/><Relationship Id="rId53" Type="http://schemas.openxmlformats.org/officeDocument/2006/relationships/control" Target="activeX/activeX27.xml"/><Relationship Id="rId149" Type="http://schemas.openxmlformats.org/officeDocument/2006/relationships/image" Target="media/image60.wmf"/><Relationship Id="rId95" Type="http://schemas.openxmlformats.org/officeDocument/2006/relationships/image" Target="media/image36.wmf"/><Relationship Id="rId160" Type="http://schemas.openxmlformats.org/officeDocument/2006/relationships/control" Target="activeX/activeX82.xml"/><Relationship Id="rId216" Type="http://schemas.openxmlformats.org/officeDocument/2006/relationships/control" Target="activeX/activeX117.xml"/><Relationship Id="rId258" Type="http://schemas.openxmlformats.org/officeDocument/2006/relationships/control" Target="activeX/activeX139.xml"/><Relationship Id="rId22" Type="http://schemas.openxmlformats.org/officeDocument/2006/relationships/control" Target="activeX/activeX5.xml"/><Relationship Id="rId64" Type="http://schemas.openxmlformats.org/officeDocument/2006/relationships/image" Target="media/image21.wmf"/><Relationship Id="rId118" Type="http://schemas.openxmlformats.org/officeDocument/2006/relationships/image" Target="media/image47.wmf"/><Relationship Id="rId171" Type="http://schemas.openxmlformats.org/officeDocument/2006/relationships/control" Target="activeX/activeX89.xml"/><Relationship Id="rId227" Type="http://schemas.openxmlformats.org/officeDocument/2006/relationships/image" Target="media/image91.wmf"/><Relationship Id="rId269" Type="http://schemas.openxmlformats.org/officeDocument/2006/relationships/control" Target="activeX/activeX150.xml"/><Relationship Id="rId33" Type="http://schemas.openxmlformats.org/officeDocument/2006/relationships/control" Target="activeX/activeX11.xml"/><Relationship Id="rId129" Type="http://schemas.openxmlformats.org/officeDocument/2006/relationships/control" Target="activeX/activeX65.xml"/><Relationship Id="rId280" Type="http://schemas.openxmlformats.org/officeDocument/2006/relationships/control" Target="activeX/activeX159.xml"/><Relationship Id="rId75" Type="http://schemas.openxmlformats.org/officeDocument/2006/relationships/control" Target="activeX/activeX38.xml"/><Relationship Id="rId140" Type="http://schemas.openxmlformats.org/officeDocument/2006/relationships/control" Target="activeX/activeX70.xml"/><Relationship Id="rId182" Type="http://schemas.openxmlformats.org/officeDocument/2006/relationships/control" Target="activeX/activeX9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68.xml.rels><?xml version="1.0" encoding="UTF-8" standalone="yes"?>
<Relationships xmlns="http://schemas.openxmlformats.org/package/2006/relationships"><Relationship Id="rId1" Type="http://schemas.microsoft.com/office/2006/relationships/activeXControlBinary" Target="activeX168.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978C9E23-D4B0-11CE-BF2D-00AA003F40D0}" ax:persistence="persistStorage" r:id="rId1"/>
</file>

<file path=word/activeX/activeX102.xml><?xml version="1.0" encoding="utf-8"?>
<ax:ocx xmlns:ax="http://schemas.microsoft.com/office/2006/activeX" xmlns:r="http://schemas.openxmlformats.org/officeDocument/2006/relationships" ax:classid="{8BD21D1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978C9E23-D4B0-11CE-BF2D-00AA003F40D0}" ax:persistence="persistStorage" r:id="rId1"/>
</file>

<file path=word/activeX/activeX105.xml><?xml version="1.0" encoding="utf-8"?>
<ax:ocx xmlns:ax="http://schemas.microsoft.com/office/2006/activeX" xmlns:r="http://schemas.openxmlformats.org/officeDocument/2006/relationships" ax:classid="{8BD21D1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978C9E23-D4B0-11CE-BF2D-00AA003F40D0}" ax:persistence="persistStorage" r:id="rId1"/>
</file>

<file path=word/activeX/activeX108.xml><?xml version="1.0" encoding="utf-8"?>
<ax:ocx xmlns:ax="http://schemas.microsoft.com/office/2006/activeX" xmlns:r="http://schemas.openxmlformats.org/officeDocument/2006/relationships" ax:classid="{8BD21D1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10.xml><?xml version="1.0" encoding="utf-8"?>
<ax:ocx xmlns:ax="http://schemas.microsoft.com/office/2006/activeX" xmlns:r="http://schemas.openxmlformats.org/officeDocument/2006/relationships" ax:classid="{978C9E23-D4B0-11CE-BF2D-00AA003F40D0}" ax:persistence="persistStorage" r:id="rId1"/>
</file>

<file path=word/activeX/activeX111.xml><?xml version="1.0" encoding="utf-8"?>
<ax:ocx xmlns:ax="http://schemas.microsoft.com/office/2006/activeX" xmlns:r="http://schemas.openxmlformats.org/officeDocument/2006/relationships" ax:classid="{8BD21D1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978C9E23-D4B0-11CE-BF2D-00AA003F40D0}" ax:persistence="persistStorage" r:id="rId1"/>
</file>

<file path=word/activeX/activeX114.xml><?xml version="1.0" encoding="utf-8"?>
<ax:ocx xmlns:ax="http://schemas.microsoft.com/office/2006/activeX" xmlns:r="http://schemas.openxmlformats.org/officeDocument/2006/relationships" ax:classid="{8BD21D1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1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30.xml><?xml version="1.0" encoding="utf-8"?>
<ax:ocx xmlns:ax="http://schemas.microsoft.com/office/2006/activeX" xmlns:r="http://schemas.openxmlformats.org/officeDocument/2006/relationships" ax:classid="{8BD21D10-EC42-11CE-9E0D-00AA006002F3}" ax:persistence="persistStorage" r:id="rId1"/>
</file>

<file path=word/activeX/activeX131.xml><?xml version="1.0" encoding="utf-8"?>
<ax:ocx xmlns:ax="http://schemas.microsoft.com/office/2006/activeX" xmlns:r="http://schemas.openxmlformats.org/officeDocument/2006/relationships" ax:classid="{8BD21D10-EC42-11CE-9E0D-00AA006002F3}" ax:persistence="persistStorage" r:id="rId1"/>
</file>

<file path=word/activeX/activeX132.xml><?xml version="1.0" encoding="utf-8"?>
<ax:ocx xmlns:ax="http://schemas.microsoft.com/office/2006/activeX" xmlns:r="http://schemas.openxmlformats.org/officeDocument/2006/relationships" ax:classid="{8BD21D10-EC42-11CE-9E0D-00AA006002F3}" ax:persistence="persistStorage" r:id="rId1"/>
</file>

<file path=word/activeX/activeX133.xml><?xml version="1.0" encoding="utf-8"?>
<ax:ocx xmlns:ax="http://schemas.microsoft.com/office/2006/activeX" xmlns:r="http://schemas.openxmlformats.org/officeDocument/2006/relationships" ax:classid="{8BD21D10-EC42-11CE-9E0D-00AA006002F3}" ax:persistence="persistStorage" r:id="rId1"/>
</file>

<file path=word/activeX/activeX134.xml><?xml version="1.0" encoding="utf-8"?>
<ax:ocx xmlns:ax="http://schemas.microsoft.com/office/2006/activeX" xmlns:r="http://schemas.openxmlformats.org/officeDocument/2006/relationships" ax:classid="{8BD21D10-EC42-11CE-9E0D-00AA006002F3}" ax:persistence="persistStorage" r:id="rId1"/>
</file>

<file path=word/activeX/activeX135.xml><?xml version="1.0" encoding="utf-8"?>
<ax:ocx xmlns:ax="http://schemas.microsoft.com/office/2006/activeX" xmlns:r="http://schemas.openxmlformats.org/officeDocument/2006/relationships" ax:classid="{8BD21D10-EC42-11CE-9E0D-00AA006002F3}" ax:persistence="persistStorage" r:id="rId1"/>
</file>

<file path=word/activeX/activeX136.xml><?xml version="1.0" encoding="utf-8"?>
<ax:ocx xmlns:ax="http://schemas.microsoft.com/office/2006/activeX" xmlns:r="http://schemas.openxmlformats.org/officeDocument/2006/relationships" ax:classid="{8BD21D10-EC42-11CE-9E0D-00AA006002F3}" ax:persistence="persistStorage" r:id="rId1"/>
</file>

<file path=word/activeX/activeX137.xml><?xml version="1.0" encoding="utf-8"?>
<ax:ocx xmlns:ax="http://schemas.microsoft.com/office/2006/activeX" xmlns:r="http://schemas.openxmlformats.org/officeDocument/2006/relationships" ax:classid="{8BD21D10-EC42-11CE-9E0D-00AA006002F3}" ax:persistence="persistStorage" r:id="rId1"/>
</file>

<file path=word/activeX/activeX138.xml><?xml version="1.0" encoding="utf-8"?>
<ax:ocx xmlns:ax="http://schemas.microsoft.com/office/2006/activeX" xmlns:r="http://schemas.openxmlformats.org/officeDocument/2006/relationships" ax:classid="{8BD21D10-EC42-11CE-9E0D-00AA006002F3}" ax:persistence="persistStorage" r:id="rId1"/>
</file>

<file path=word/activeX/activeX139.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40.xml><?xml version="1.0" encoding="utf-8"?>
<ax:ocx xmlns:ax="http://schemas.microsoft.com/office/2006/activeX" xmlns:r="http://schemas.openxmlformats.org/officeDocument/2006/relationships" ax:classid="{8BD21D10-EC42-11CE-9E0D-00AA006002F3}" ax:persistence="persistStorage" r:id="rId1"/>
</file>

<file path=word/activeX/activeX141.xml><?xml version="1.0" encoding="utf-8"?>
<ax:ocx xmlns:ax="http://schemas.microsoft.com/office/2006/activeX" xmlns:r="http://schemas.openxmlformats.org/officeDocument/2006/relationships" ax:classid="{8BD21D10-EC42-11CE-9E0D-00AA006002F3}" ax:persistence="persistStorage" r:id="rId1"/>
</file>

<file path=word/activeX/activeX142.xml><?xml version="1.0" encoding="utf-8"?>
<ax:ocx xmlns:ax="http://schemas.microsoft.com/office/2006/activeX" xmlns:r="http://schemas.openxmlformats.org/officeDocument/2006/relationships" ax:classid="{8BD21D10-EC42-11CE-9E0D-00AA006002F3}" ax:persistence="persistStorage" r:id="rId1"/>
</file>

<file path=word/activeX/activeX143.xml><?xml version="1.0" encoding="utf-8"?>
<ax:ocx xmlns:ax="http://schemas.microsoft.com/office/2006/activeX" xmlns:r="http://schemas.openxmlformats.org/officeDocument/2006/relationships" ax:classid="{8BD21D10-EC42-11CE-9E0D-00AA006002F3}" ax:persistence="persistStorage" r:id="rId1"/>
</file>

<file path=word/activeX/activeX144.xml><?xml version="1.0" encoding="utf-8"?>
<ax:ocx xmlns:ax="http://schemas.microsoft.com/office/2006/activeX" xmlns:r="http://schemas.openxmlformats.org/officeDocument/2006/relationships" ax:classid="{8BD21D10-EC42-11CE-9E0D-00AA006002F3}" ax:persistence="persistStorage" r:id="rId1"/>
</file>

<file path=word/activeX/activeX145.xml><?xml version="1.0" encoding="utf-8"?>
<ax:ocx xmlns:ax="http://schemas.microsoft.com/office/2006/activeX" xmlns:r="http://schemas.openxmlformats.org/officeDocument/2006/relationships" ax:classid="{8BD21D10-EC42-11CE-9E0D-00AA006002F3}" ax:persistence="persistStorage" r:id="rId1"/>
</file>

<file path=word/activeX/activeX146.xml><?xml version="1.0" encoding="utf-8"?>
<ax:ocx xmlns:ax="http://schemas.microsoft.com/office/2006/activeX" xmlns:r="http://schemas.openxmlformats.org/officeDocument/2006/relationships" ax:classid="{8BD21D10-EC42-11CE-9E0D-00AA006002F3}" ax:persistence="persistStorage" r:id="rId1"/>
</file>

<file path=word/activeX/activeX147.xml><?xml version="1.0" encoding="utf-8"?>
<ax:ocx xmlns:ax="http://schemas.microsoft.com/office/2006/activeX" xmlns:r="http://schemas.openxmlformats.org/officeDocument/2006/relationships" ax:classid="{8BD21D10-EC42-11CE-9E0D-00AA006002F3}" ax:persistence="persistStorage" r:id="rId1"/>
</file>

<file path=word/activeX/activeX148.xml><?xml version="1.0" encoding="utf-8"?>
<ax:ocx xmlns:ax="http://schemas.microsoft.com/office/2006/activeX" xmlns:r="http://schemas.openxmlformats.org/officeDocument/2006/relationships" ax:classid="{8BD21D10-EC42-11CE-9E0D-00AA006002F3}" ax:persistence="persistStorage" r:id="rId1"/>
</file>

<file path=word/activeX/activeX149.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50.xml><?xml version="1.0" encoding="utf-8"?>
<ax:ocx xmlns:ax="http://schemas.microsoft.com/office/2006/activeX" xmlns:r="http://schemas.openxmlformats.org/officeDocument/2006/relationships" ax:classid="{8BD21D10-EC42-11CE-9E0D-00AA006002F3}" ax:persistence="persistStorage" r:id="rId1"/>
</file>

<file path=word/activeX/activeX151.xml><?xml version="1.0" encoding="utf-8"?>
<ax:ocx xmlns:ax="http://schemas.microsoft.com/office/2006/activeX" xmlns:r="http://schemas.openxmlformats.org/officeDocument/2006/relationships" ax:classid="{8BD21D10-EC42-11CE-9E0D-00AA006002F3}" ax:persistence="persistStorage" r:id="rId1"/>
</file>

<file path=word/activeX/activeX152.xml><?xml version="1.0" encoding="utf-8"?>
<ax:ocx xmlns:ax="http://schemas.microsoft.com/office/2006/activeX" xmlns:r="http://schemas.openxmlformats.org/officeDocument/2006/relationships" ax:classid="{8BD21D10-EC42-11CE-9E0D-00AA006002F3}" ax:persistence="persistStorage" r:id="rId1"/>
</file>

<file path=word/activeX/activeX153.xml><?xml version="1.0" encoding="utf-8"?>
<ax:ocx xmlns:ax="http://schemas.microsoft.com/office/2006/activeX" xmlns:r="http://schemas.openxmlformats.org/officeDocument/2006/relationships" ax:classid="{8BD21D10-EC42-11CE-9E0D-00AA006002F3}" ax:persistence="persistStorage" r:id="rId1"/>
</file>

<file path=word/activeX/activeX154.xml><?xml version="1.0" encoding="utf-8"?>
<ax:ocx xmlns:ax="http://schemas.microsoft.com/office/2006/activeX" xmlns:r="http://schemas.openxmlformats.org/officeDocument/2006/relationships" ax:classid="{8BD21D10-EC42-11CE-9E0D-00AA006002F3}" ax:persistence="persistStorage" r:id="rId1"/>
</file>

<file path=word/activeX/activeX155.xml><?xml version="1.0" encoding="utf-8"?>
<ax:ocx xmlns:ax="http://schemas.microsoft.com/office/2006/activeX" xmlns:r="http://schemas.openxmlformats.org/officeDocument/2006/relationships" ax:classid="{8BD21D10-EC42-11CE-9E0D-00AA006002F3}" ax:persistence="persistStorage" r:id="rId1"/>
</file>

<file path=word/activeX/activeX156.xml><?xml version="1.0" encoding="utf-8"?>
<ax:ocx xmlns:ax="http://schemas.microsoft.com/office/2006/activeX" xmlns:r="http://schemas.openxmlformats.org/officeDocument/2006/relationships" ax:classid="{8BD21D10-EC42-11CE-9E0D-00AA006002F3}" ax:persistence="persistStorage" r:id="rId1"/>
</file>

<file path=word/activeX/activeX157.xml><?xml version="1.0" encoding="utf-8"?>
<ax:ocx xmlns:ax="http://schemas.microsoft.com/office/2006/activeX" xmlns:r="http://schemas.openxmlformats.org/officeDocument/2006/relationships" ax:classid="{8BD21D10-EC42-11CE-9E0D-00AA006002F3}" ax:persistence="persistStorage" r:id="rId1"/>
</file>

<file path=word/activeX/activeX158.xml><?xml version="1.0" encoding="utf-8"?>
<ax:ocx xmlns:ax="http://schemas.microsoft.com/office/2006/activeX" xmlns:r="http://schemas.openxmlformats.org/officeDocument/2006/relationships" ax:classid="{8BD21D10-EC42-11CE-9E0D-00AA006002F3}" ax:persistence="persistStorage" r:id="rId1"/>
</file>

<file path=word/activeX/activeX159.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60.xml><?xml version="1.0" encoding="utf-8"?>
<ax:ocx xmlns:ax="http://schemas.microsoft.com/office/2006/activeX" xmlns:r="http://schemas.openxmlformats.org/officeDocument/2006/relationships" ax:classid="{8BD21D10-EC42-11CE-9E0D-00AA006002F3}" ax:persistence="persistStorage" r:id="rId1"/>
</file>

<file path=word/activeX/activeX161.xml><?xml version="1.0" encoding="utf-8"?>
<ax:ocx xmlns:ax="http://schemas.microsoft.com/office/2006/activeX" xmlns:r="http://schemas.openxmlformats.org/officeDocument/2006/relationships" ax:classid="{8BD21D10-EC42-11CE-9E0D-00AA006002F3}" ax:persistence="persistStorage" r:id="rId1"/>
</file>

<file path=word/activeX/activeX162.xml><?xml version="1.0" encoding="utf-8"?>
<ax:ocx xmlns:ax="http://schemas.microsoft.com/office/2006/activeX" xmlns:r="http://schemas.openxmlformats.org/officeDocument/2006/relationships" ax:classid="{8BD21D10-EC42-11CE-9E0D-00AA006002F3}" ax:persistence="persistStorage" r:id="rId1"/>
</file>

<file path=word/activeX/activeX163.xml><?xml version="1.0" encoding="utf-8"?>
<ax:ocx xmlns:ax="http://schemas.microsoft.com/office/2006/activeX" xmlns:r="http://schemas.openxmlformats.org/officeDocument/2006/relationships" ax:classid="{8BD21D10-EC42-11CE-9E0D-00AA006002F3}" ax:persistence="persistStorage" r:id="rId1"/>
</file>

<file path=word/activeX/activeX164.xml><?xml version="1.0" encoding="utf-8"?>
<ax:ocx xmlns:ax="http://schemas.microsoft.com/office/2006/activeX" xmlns:r="http://schemas.openxmlformats.org/officeDocument/2006/relationships" ax:classid="{8BD21D10-EC42-11CE-9E0D-00AA006002F3}" ax:persistence="persistStorage" r:id="rId1"/>
</file>

<file path=word/activeX/activeX165.xml><?xml version="1.0" encoding="utf-8"?>
<ax:ocx xmlns:ax="http://schemas.microsoft.com/office/2006/activeX" xmlns:r="http://schemas.openxmlformats.org/officeDocument/2006/relationships" ax:classid="{8BD21D10-EC42-11CE-9E0D-00AA006002F3}" ax:persistence="persistStorage" r:id="rId1"/>
</file>

<file path=word/activeX/activeX166.xml><?xml version="1.0" encoding="utf-8"?>
<ax:ocx xmlns:ax="http://schemas.microsoft.com/office/2006/activeX" xmlns:r="http://schemas.openxmlformats.org/officeDocument/2006/relationships" ax:classid="{8BD21D10-EC42-11CE-9E0D-00AA006002F3}" ax:persistence="persistStorage" r:id="rId1"/>
</file>

<file path=word/activeX/activeX167.xml><?xml version="1.0" encoding="utf-8"?>
<ax:ocx xmlns:ax="http://schemas.microsoft.com/office/2006/activeX" xmlns:r="http://schemas.openxmlformats.org/officeDocument/2006/relationships" ax:classid="{8BD21D10-EC42-11CE-9E0D-00AA006002F3}" ax:persistence="persistStorage" r:id="rId1"/>
</file>

<file path=word/activeX/activeX168.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1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1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1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1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1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1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1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78E67B112683412CA87C7CB8E3DB17AF"/>
        <w:category>
          <w:name w:val="General"/>
          <w:gallery w:val="placeholder"/>
        </w:category>
        <w:types>
          <w:type w:val="bbPlcHdr"/>
        </w:types>
        <w:behaviors>
          <w:behavior w:val="content"/>
        </w:behaviors>
        <w:guid w:val="{5FFE6D2A-D2FE-4859-9920-B3BE34B2E719}"/>
      </w:docPartPr>
      <w:docPartBody>
        <w:p w:rsidR="0051661F" w:rsidRDefault="0051661F">
          <w:pPr>
            <w:pStyle w:val="78E67B112683412CA87C7CB8E3DB17AF"/>
          </w:pPr>
          <w:r w:rsidRPr="00C72E6B">
            <w:rPr>
              <w:rStyle w:val="PlaceholderText"/>
            </w:rPr>
            <w:t>Click here to type first heading</w:t>
          </w:r>
        </w:p>
      </w:docPartBody>
    </w:docPart>
    <w:docPart>
      <w:docPartPr>
        <w:name w:val="7D2537B46285420DBC77B67B8267A5FA"/>
        <w:category>
          <w:name w:val="General"/>
          <w:gallery w:val="placeholder"/>
        </w:category>
        <w:types>
          <w:type w:val="bbPlcHdr"/>
        </w:types>
        <w:behaviors>
          <w:behavior w:val="content"/>
        </w:behaviors>
        <w:guid w:val="{59D782F4-4E8B-4023-ACDA-272AD488460E}"/>
      </w:docPartPr>
      <w:docPartBody>
        <w:p w:rsidR="0051661F" w:rsidRDefault="0051661F">
          <w:pPr>
            <w:pStyle w:val="7D2537B46285420DBC77B67B8267A5FA"/>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DC62523B70D14F3BA8EB0DC14B42DFEE"/>
        <w:category>
          <w:name w:val="General"/>
          <w:gallery w:val="placeholder"/>
        </w:category>
        <w:types>
          <w:type w:val="bbPlcHdr"/>
        </w:types>
        <w:behaviors>
          <w:behavior w:val="content"/>
        </w:behaviors>
        <w:guid w:val="{C02F1E86-22F5-4066-B093-10D37D4A1FD9}"/>
      </w:docPartPr>
      <w:docPartBody>
        <w:p w:rsidR="0051661F" w:rsidRDefault="00D1064B" w:rsidP="00D1064B">
          <w:pPr>
            <w:pStyle w:val="DC62523B70D14F3BA8EB0DC14B42DFEE7"/>
            <w:framePr w:wrap="notBeside"/>
          </w:pPr>
          <w:r w:rsidRPr="001C55F2">
            <w:rPr>
              <w:rStyle w:val="PlaceholderText"/>
            </w:rPr>
            <w:t>[To be approved]</w:t>
          </w:r>
        </w:p>
      </w:docPartBody>
    </w:docPart>
    <w:docPart>
      <w:docPartPr>
        <w:name w:val="8C1067D9DBDB4ADEAAFFBEA11C85707C"/>
        <w:category>
          <w:name w:val="General"/>
          <w:gallery w:val="placeholder"/>
        </w:category>
        <w:types>
          <w:type w:val="bbPlcHdr"/>
        </w:types>
        <w:behaviors>
          <w:behavior w:val="content"/>
        </w:behaviors>
        <w:guid w:val="{8ADB2B09-5E82-4AF1-99CE-0BE19C34D7A8}"/>
      </w:docPartPr>
      <w:docPartBody>
        <w:p w:rsidR="0051661F" w:rsidRDefault="0051661F">
          <w:pPr>
            <w:pStyle w:val="8C1067D9DBDB4ADEAAFFBEA11C85707C"/>
          </w:pPr>
          <w:r w:rsidRPr="00E12251">
            <w:rPr>
              <w:rStyle w:val="PlaceholderText"/>
              <w:b/>
              <w:color w:val="FF0000"/>
              <w:sz w:val="28"/>
              <w:szCs w:val="28"/>
            </w:rPr>
            <w:t>SELECT PROTECTIVE MARKING</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2C58CC5F70F044EE85173B87C3E79986"/>
        <w:category>
          <w:name w:val="General"/>
          <w:gallery w:val="placeholder"/>
        </w:category>
        <w:types>
          <w:type w:val="bbPlcHdr"/>
        </w:types>
        <w:behaviors>
          <w:behavior w:val="content"/>
        </w:behaviors>
        <w:guid w:val="{ACC2E893-BF74-4EF2-A160-B51FAE85FCFF}"/>
      </w:docPartPr>
      <w:docPartBody>
        <w:p w:rsidR="0051661F" w:rsidRDefault="0006313F" w:rsidP="0006313F">
          <w:pPr>
            <w:pStyle w:val="2C58CC5F70F044EE85173B87C3E799868"/>
          </w:pPr>
          <w:r w:rsidRPr="0077064F">
            <w:rPr>
              <w:rStyle w:val="PlaceholderText"/>
            </w:rPr>
            <w:t>Click here to enter a date.</w:t>
          </w:r>
        </w:p>
      </w:docPartBody>
    </w:docPart>
    <w:docPart>
      <w:docPartPr>
        <w:name w:val="DefaultPlaceholder_-1854013438"/>
        <w:category>
          <w:name w:val="General"/>
          <w:gallery w:val="placeholder"/>
        </w:category>
        <w:types>
          <w:type w:val="bbPlcHdr"/>
        </w:types>
        <w:behaviors>
          <w:behavior w:val="content"/>
        </w:behaviors>
        <w:guid w:val="{B0DF9BAD-BAA0-498C-931B-0656A4F37DF6}"/>
      </w:docPartPr>
      <w:docPartBody>
        <w:p w:rsidR="0051661F" w:rsidRDefault="0051661F">
          <w:r w:rsidRPr="00866312">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08389014-DC56-45FA-9E66-DB38F0B7A762}"/>
      </w:docPartPr>
      <w:docPartBody>
        <w:p w:rsidR="0051661F" w:rsidRDefault="00D1064B" w:rsidP="00D1064B">
          <w:pPr>
            <w:pStyle w:val="DefaultPlaceholder-185401344012"/>
          </w:pPr>
          <w:r w:rsidRPr="00143A54">
            <w:rPr>
              <w:rStyle w:val="PlaceholderText"/>
              <w:szCs w:val="20"/>
            </w:rPr>
            <w:t>[To be approved]</w:t>
          </w:r>
        </w:p>
      </w:docPartBody>
    </w:docPart>
    <w:docPart>
      <w:docPartPr>
        <w:name w:val="C4471D15047D410E8CBD87D1FE332F48"/>
        <w:category>
          <w:name w:val="General"/>
          <w:gallery w:val="placeholder"/>
        </w:category>
        <w:types>
          <w:type w:val="bbPlcHdr"/>
        </w:types>
        <w:behaviors>
          <w:behavior w:val="content"/>
        </w:behaviors>
        <w:guid w:val="{4803EE13-DAE6-44C4-ABC2-7BF52484AAA8}"/>
      </w:docPartPr>
      <w:docPartBody>
        <w:p w:rsidR="00516D02" w:rsidRDefault="00D1064B" w:rsidP="00D1064B">
          <w:pPr>
            <w:pStyle w:val="C4471D15047D410E8CBD87D1FE332F48"/>
          </w:pPr>
          <w:r w:rsidRPr="00C56443">
            <w:rPr>
              <w:rStyle w:val="PlaceholderText"/>
            </w:rPr>
            <w:t>[To be approved]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370292"/>
    <w:rsid w:val="0051661F"/>
    <w:rsid w:val="00516D02"/>
    <w:rsid w:val="009C5AD8"/>
    <w:rsid w:val="00D1064B"/>
    <w:rsid w:val="00ED14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13F"/>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78E67B112683412CA87C7CB8E3DB17AF">
    <w:name w:val="78E67B112683412CA87C7CB8E3DB17AF"/>
  </w:style>
  <w:style w:type="paragraph" w:customStyle="1" w:styleId="7D2537B46285420DBC77B67B8267A5FA">
    <w:name w:val="7D2537B46285420DBC77B67B8267A5FA"/>
  </w:style>
  <w:style w:type="paragraph" w:customStyle="1" w:styleId="8C1067D9DBDB4ADEAAFFBEA11C85707C">
    <w:name w:val="8C1067D9DBDB4ADEAAFFBEA11C85707C"/>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DC62523B70D14F3BA8EB0DC14B42DFEE7">
    <w:name w:val="DC62523B70D14F3BA8EB0DC14B42DFEE7"/>
    <w:rsid w:val="00D1064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C4471D15047D410E8CBD87D1FE332F48">
    <w:name w:val="C4471D15047D410E8CBD87D1FE332F48"/>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DefaultPlaceholder-185401344012">
    <w:name w:val="DefaultPlaceholder_-185401344012"/>
    <w:rsid w:val="00D1064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2C58CC5F70F044EE85173B87C3E799868">
    <w:name w:val="2C58CC5F70F044EE85173B87C3E799868"/>
    <w:rsid w:val="0006313F"/>
    <w:pPr>
      <w:spacing w:after="120" w:line="240" w:lineRule="auto"/>
    </w:pPr>
    <w:rPr>
      <w:rFonts w:ascii="Calibri" w:eastAsiaTheme="minorHAns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v20221219</DocVersion>
  <DocStatus>Approved</DocStatus>
  <Audience>for external</Audience>
  <IntendedUse>use</IntendedUse>
  <dateOfApproval>2022-12-19T00:00:00</dateOfApproval>
  <Subject>My Health Record</Subject>
  <Title>Software Vendor Product Details Form</Title>
  <DocumentID>DH-3738:2022</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77</TotalTime>
  <Pages>10</Pages>
  <Words>2137</Words>
  <Characters>12186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Vinoj Nair</cp:lastModifiedBy>
  <cp:revision>22</cp:revision>
  <cp:lastPrinted>2017-06-13T00:34:00Z</cp:lastPrinted>
  <dcterms:created xsi:type="dcterms:W3CDTF">2020-02-27T01:40:00Z</dcterms:created>
  <dcterms:modified xsi:type="dcterms:W3CDTF">2023-03-07T20:58:00Z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