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0E98" w14:textId="77777777" w:rsidR="00316A8E" w:rsidRDefault="00316A8E" w:rsidP="005D5A7E">
      <w:pPr>
        <w:rPr>
          <w:rStyle w:val="Subject"/>
          <w:szCs w:val="28"/>
        </w:rPr>
      </w:pPr>
      <w:bookmarkStart w:id="0" w:name="_Hlk127284745"/>
    </w:p>
    <w:p w14:paraId="6203C169" w14:textId="77777777" w:rsidR="00316A8E" w:rsidRDefault="00316A8E" w:rsidP="005D5A7E">
      <w:pPr>
        <w:rPr>
          <w:rStyle w:val="Subject"/>
          <w:szCs w:val="28"/>
        </w:rPr>
      </w:pPr>
    </w:p>
    <w:p w14:paraId="6DE86AC8" w14:textId="77777777" w:rsidR="00316A8E" w:rsidRDefault="00316A8E" w:rsidP="005D5A7E">
      <w:pPr>
        <w:rPr>
          <w:rStyle w:val="Subject"/>
          <w:szCs w:val="28"/>
        </w:rPr>
      </w:pPr>
    </w:p>
    <w:p w14:paraId="526E1AA2" w14:textId="77777777" w:rsidR="00316A8E" w:rsidRDefault="00316A8E" w:rsidP="005D5A7E">
      <w:pPr>
        <w:rPr>
          <w:rStyle w:val="Subject"/>
          <w:szCs w:val="28"/>
        </w:rPr>
      </w:pPr>
    </w:p>
    <w:p w14:paraId="3C10C6D9" w14:textId="77777777" w:rsidR="00316A8E" w:rsidRDefault="00316A8E" w:rsidP="005D5A7E">
      <w:pPr>
        <w:rPr>
          <w:rStyle w:val="Subject"/>
          <w:szCs w:val="28"/>
        </w:rPr>
      </w:pPr>
    </w:p>
    <w:p w14:paraId="7AB8C21F" w14:textId="77777777" w:rsidR="00316A8E" w:rsidRDefault="00316A8E" w:rsidP="005D5A7E">
      <w:pPr>
        <w:rPr>
          <w:rStyle w:val="Subject"/>
          <w:szCs w:val="28"/>
        </w:rPr>
      </w:pPr>
    </w:p>
    <w:p w14:paraId="6DF1D0E3" w14:textId="6AA94494" w:rsidR="00374EDC" w:rsidRPr="00FC0387" w:rsidRDefault="005D0D49" w:rsidP="005D5A7E">
      <w:pPr>
        <w:rPr>
          <w:rStyle w:val="Subject"/>
        </w:rPr>
      </w:pPr>
      <w:sdt>
        <w:sdtPr>
          <w:rPr>
            <w:rStyle w:val="Subject"/>
            <w:szCs w:val="28"/>
          </w:rPr>
          <w:alias w:val="Subject"/>
          <w:tag w:val=""/>
          <w:id w:val="439959842"/>
          <w:lock w:val="sdtLocked"/>
          <w:placeholder>
            <w:docPart w:val="F434831AE50C4D5FB5DC8D5E696185ED"/>
          </w:placeholder>
          <w:dataBinding w:xpath="/root[1]/Subject[1]" w:storeItemID="{04FCC22D-C615-4C5D-9373-0A3A21D4C977}"/>
          <w:text/>
        </w:sdtPr>
        <w:sdtEndPr>
          <w:rPr>
            <w:rStyle w:val="DefaultParagraphFont"/>
            <w:b w:val="0"/>
            <w:sz w:val="22"/>
          </w:rPr>
        </w:sdtEndPr>
        <w:sdtContent>
          <w:r w:rsidR="00FB33EC">
            <w:rPr>
              <w:rStyle w:val="Subject"/>
              <w:szCs w:val="28"/>
            </w:rPr>
            <w:t>My Health Record</w:t>
          </w:r>
        </w:sdtContent>
      </w:sdt>
    </w:p>
    <w:p w14:paraId="70E79676" w14:textId="19161CAE" w:rsidR="00DB2D5D" w:rsidRPr="008A0755" w:rsidRDefault="005D0D49" w:rsidP="00143A54">
      <w:pPr>
        <w:pStyle w:val="Title"/>
      </w:pPr>
      <w:sdt>
        <w:sdtPr>
          <w:alias w:val="Title"/>
          <w:tag w:val=""/>
          <w:id w:val="962547465"/>
          <w:lock w:val="sdtLocked"/>
          <w:placeholder>
            <w:docPart w:val="B6D04F6F1B964D45847AE4E40D5C1BB9"/>
          </w:placeholder>
          <w:dataBinding w:xpath="/root[1]/Title[1]" w:storeItemID="{04FCC22D-C615-4C5D-9373-0A3A21D4C977}"/>
          <w:text/>
        </w:sdtPr>
        <w:sdtEndPr/>
        <w:sdtContent>
          <w:r w:rsidR="00486CBB">
            <w:t>Software Vendor Product Details Form</w:t>
          </w:r>
        </w:sdtContent>
      </w:sdt>
    </w:p>
    <w:p w14:paraId="7F8432C3" w14:textId="7C68FDE0" w:rsidR="001C4614" w:rsidRDefault="005D0D49" w:rsidP="00463826">
      <w:pPr>
        <w:pStyle w:val="BodyText"/>
        <w:spacing w:after="0"/>
      </w:pPr>
      <w:sdt>
        <w:sdtPr>
          <w:rPr>
            <w:rFonts w:cs="Calibri"/>
          </w:rPr>
          <w:alias w:val="Date of approval (complete AFTER approval)"/>
          <w:tag w:val="DateOfApproval"/>
          <w:id w:val="1102925292"/>
          <w:lock w:val="sdtLocked"/>
          <w:placeholder>
            <w:docPart w:val="CDFB2047C8FB4CA3B161A2C9044F5A7B"/>
          </w:placeholder>
          <w:dataBinding w:xpath="/root[1]/dateOfApproval[1]" w:storeItemID="{04FCC22D-C615-4C5D-9373-0A3A21D4C977}"/>
          <w:date w:fullDate="2023-12-13T00:00:00Z">
            <w:dateFormat w:val="d MMMM yyyy"/>
            <w:lid w:val="en-AU"/>
            <w:storeMappedDataAs w:val="dateTime"/>
            <w:calendar w:val="gregorian"/>
          </w:date>
        </w:sdtPr>
        <w:sdtEndPr/>
        <w:sdtContent>
          <w:r w:rsidR="00FC6845">
            <w:rPr>
              <w:rFonts w:cs="Calibri"/>
            </w:rPr>
            <w:t>13 December 2023</w:t>
          </w:r>
        </w:sdtContent>
      </w:sdt>
      <w:r w:rsidR="00934D18">
        <w:t xml:space="preserve"> </w:t>
      </w:r>
      <w:r w:rsidR="00463826">
        <w:t xml:space="preserve">  </w:t>
      </w:r>
      <w:sdt>
        <w:sdtPr>
          <w:alias w:val="Version"/>
          <w:tag w:val="Version"/>
          <w:id w:val="-1822030721"/>
          <w:lock w:val="sdtLocked"/>
          <w:placeholder>
            <w:docPart w:val="9291FBF10CC3461185E23F33CF19EA65"/>
          </w:placeholder>
          <w:dataBinding w:xpath="/root[1]/DocVersion[1]" w:storeItemID="{04FCC22D-C615-4C5D-9373-0A3A21D4C977}"/>
          <w:text/>
        </w:sdtPr>
        <w:sdtEndPr/>
        <w:sdtContent>
          <w:r w:rsidR="00CB73E5" w:rsidRPr="00CB73E5">
            <w:t>v2023121</w:t>
          </w:r>
          <w:r w:rsidR="00285ABE">
            <w:t>3</w:t>
          </w:r>
        </w:sdtContent>
      </w:sdt>
    </w:p>
    <w:p w14:paraId="0D9C5376" w14:textId="62C1E8A3" w:rsidR="00A42970" w:rsidRDefault="005D0D49" w:rsidP="004616FE">
      <w:pPr>
        <w:pStyle w:val="BodyText"/>
        <w:spacing w:after="0"/>
      </w:pPr>
      <w:sdt>
        <w:sdtPr>
          <w:rPr>
            <w:szCs w:val="16"/>
          </w:rPr>
          <w:alias w:val="Status"/>
          <w:tag w:val="DocStatus"/>
          <w:id w:val="-924804483"/>
          <w:lock w:val="sdtLocked"/>
          <w:placeholder>
            <w:docPart w:val="146A0AEDDCE54B8580AFDCAFC41FDB50"/>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FC6845">
            <w:rPr>
              <w:szCs w:val="16"/>
            </w:rPr>
            <w:t>Approved</w:t>
          </w:r>
        </w:sdtContent>
      </w:sdt>
      <w:r w:rsidR="00A42970" w:rsidRPr="00877406">
        <w:rPr>
          <w:szCs w:val="16"/>
        </w:rPr>
        <w:t xml:space="preserve"> </w:t>
      </w:r>
      <w:sdt>
        <w:sdtPr>
          <w:rPr>
            <w:szCs w:val="16"/>
          </w:rPr>
          <w:alias w:val="Audience"/>
          <w:tag w:val="Audience"/>
          <w:id w:val="358949364"/>
          <w:lock w:val="sdtLocked"/>
          <w:placeholder>
            <w:docPart w:val="98CD8C0738BC42C796273D1D58973E2A"/>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790BA1">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D6BD5BF0A6C54F4F996CD1FA8EA2B15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FB33EC">
            <w:t>use</w:t>
          </w:r>
        </w:sdtContent>
      </w:sdt>
    </w:p>
    <w:p w14:paraId="413A89A5" w14:textId="15CF7CEA" w:rsidR="00B82A66" w:rsidRPr="00B82A66" w:rsidRDefault="005D0D49" w:rsidP="00B82A66">
      <w:pPr>
        <w:pStyle w:val="BodyText"/>
        <w:rPr>
          <w:b/>
        </w:rPr>
      </w:pPr>
      <w:sdt>
        <w:sdtPr>
          <w:rPr>
            <w:b/>
          </w:rPr>
          <w:alias w:val="Document identifer label"/>
          <w:tag w:val="Document identifer label"/>
          <w:id w:val="1531763492"/>
          <w:lock w:val="sdtLocked"/>
          <w:placeholder>
            <w:docPart w:val="363B8691C42E47739F7F14DCE1871942"/>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7A2CA64B84624B5C9444D4B1E4CCD0E2"/>
          </w:placeholder>
          <w:dataBinding w:xpath="/root[1]/DocumentID[1]" w:storeItemID="{04FCC22D-C615-4C5D-9373-0A3A21D4C977}"/>
          <w:text/>
        </w:sdtPr>
        <w:sdtEndPr/>
        <w:sdtContent>
          <w:r w:rsidR="00CB73E5" w:rsidRPr="00CB73E5">
            <w:t>DH-3876:2023</w:t>
          </w:r>
        </w:sdtContent>
      </w:sdt>
    </w:p>
    <w:p w14:paraId="7DBF461F" w14:textId="77777777" w:rsidR="00463826" w:rsidRDefault="005D0D49" w:rsidP="007237D8">
      <w:pPr>
        <w:pStyle w:val="BodyText"/>
      </w:pPr>
      <w:sdt>
        <w:sdtPr>
          <w:alias w:val="Draft version number (make blank after approval)"/>
          <w:tag w:val="DocumentVersionNumber"/>
          <w:id w:val="1828089265"/>
          <w:lock w:val="sdtLocked"/>
          <w:placeholder>
            <w:docPart w:val="DBCAE163D5704797B15F52610DB5B3AE"/>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10AED">
            <w:t xml:space="preserve"> </w:t>
          </w:r>
        </w:sdtContent>
      </w:sdt>
    </w:p>
    <w:p w14:paraId="24588A4A" w14:textId="77777777" w:rsidR="009C6E25" w:rsidRPr="0045627B" w:rsidRDefault="009C6E25" w:rsidP="009C6E25">
      <w:pPr>
        <w:pStyle w:val="BodyText"/>
      </w:pPr>
      <w:r w:rsidRPr="00E54E80">
        <w:rPr>
          <w:b/>
        </w:rPr>
        <w:t>Please note</w:t>
      </w:r>
      <w:r>
        <w:rPr>
          <w:b/>
        </w:rPr>
        <w:t xml:space="preserve"> </w:t>
      </w:r>
      <w:r w:rsidRPr="00D044EE">
        <w:rPr>
          <w:bCs/>
        </w:rPr>
        <w:t>that</w:t>
      </w:r>
      <w:r>
        <w:rPr>
          <w:b/>
        </w:rPr>
        <w:t xml:space="preserve"> </w:t>
      </w:r>
      <w:r w:rsidRPr="00E54E80">
        <w:t>t</w:t>
      </w:r>
      <w:r>
        <w:t xml:space="preserve">his form is to be completed by Clinical Information System (CIS) software vendors. If you are a mobile app developer wishing to connect to the My Health Record system, please email </w:t>
      </w:r>
      <w:hyperlink r:id="rId9" w:history="1">
        <w:r w:rsidRPr="00FC1FBF">
          <w:rPr>
            <w:rStyle w:val="Hyperlink"/>
            <w:rFonts w:cs="Calibri"/>
          </w:rPr>
          <w:t>help@digitalhealth.gov.au</w:t>
        </w:r>
      </w:hyperlink>
      <w:r>
        <w:t xml:space="preserve"> or call the help centre on </w:t>
      </w:r>
      <w:r w:rsidRPr="00E54E80">
        <w:rPr>
          <w:b/>
        </w:rPr>
        <w:t>1300 901 001</w:t>
      </w:r>
      <w:r>
        <w:t xml:space="preserve"> during business hours.</w:t>
      </w:r>
    </w:p>
    <w:p w14:paraId="2024EE6F" w14:textId="77777777" w:rsidR="009C6E25" w:rsidRDefault="009C6E25" w:rsidP="009C6E25">
      <w:pPr>
        <w:pStyle w:val="BodyText"/>
        <w:rPr>
          <w:b/>
          <w:bCs/>
        </w:rPr>
      </w:pPr>
      <w:r w:rsidRPr="00846833">
        <w:t xml:space="preserve">By submitting this form, you are consenting for the </w:t>
      </w:r>
      <w:r w:rsidRPr="00D81E8B">
        <w:t>My Health Record</w:t>
      </w:r>
      <w:r w:rsidRPr="00846833">
        <w:t xml:space="preserve"> System Operator (as defined in the </w:t>
      </w:r>
      <w:r w:rsidRPr="00D81E8B">
        <w:rPr>
          <w:i/>
        </w:rPr>
        <w:t>My Health Records Act 2012</w:t>
      </w:r>
      <w:r w:rsidRPr="00846833">
        <w:rPr>
          <w:i/>
        </w:rPr>
        <w:t xml:space="preserve"> (</w:t>
      </w:r>
      <w:proofErr w:type="spellStart"/>
      <w:r w:rsidRPr="00846833">
        <w:rPr>
          <w:i/>
        </w:rPr>
        <w:t>Cth</w:t>
      </w:r>
      <w:proofErr w:type="spellEnd"/>
      <w:r w:rsidRPr="00846833">
        <w:rPr>
          <w:i/>
        </w:rPr>
        <w:t>)</w:t>
      </w:r>
      <w:r w:rsidRPr="00846833">
        <w:t xml:space="preserve"> to disclose the information in this form about you, your organisation</w:t>
      </w:r>
      <w:r>
        <w:t>,</w:t>
      </w:r>
      <w:r w:rsidRPr="00846833">
        <w:t xml:space="preserve"> and your product to </w:t>
      </w:r>
      <w:r>
        <w:t>Services Australia</w:t>
      </w:r>
      <w:r w:rsidRPr="00846833">
        <w:t xml:space="preserve"> and contractors</w:t>
      </w:r>
      <w:r>
        <w:t>,</w:t>
      </w:r>
      <w:r w:rsidRPr="00846833">
        <w:t xml:space="preserve"> and for </w:t>
      </w:r>
      <w:r>
        <w:t>Services Australia</w:t>
      </w:r>
      <w:r w:rsidRPr="00846833">
        <w:t xml:space="preserve"> to use and store the information to assist you in testing your product against </w:t>
      </w:r>
      <w:r w:rsidRPr="00D81E8B">
        <w:t>My Health Record</w:t>
      </w:r>
      <w:r w:rsidRPr="00846833">
        <w:t xml:space="preserve"> system requirements</w:t>
      </w:r>
      <w:r>
        <w:t>,</w:t>
      </w:r>
      <w:r w:rsidRPr="00846833">
        <w:t xml:space="preserve"> and if successful, monitoring the ongoing conformance of your product.</w:t>
      </w:r>
      <w:r w:rsidRPr="008A4F9C">
        <w:rPr>
          <w:b/>
          <w:bCs/>
        </w:rPr>
        <w:t xml:space="preserve"> </w:t>
      </w:r>
    </w:p>
    <w:p w14:paraId="73BDFA38" w14:textId="77CD7596" w:rsidR="009C6E25" w:rsidRPr="00846833" w:rsidRDefault="009C6E25" w:rsidP="009C6E25">
      <w:pPr>
        <w:pStyle w:val="BodyText"/>
      </w:pPr>
      <w:r w:rsidRPr="008A4F9C">
        <w:rPr>
          <w:b/>
          <w:bCs/>
        </w:rPr>
        <w:t>Please ensure all information is correct, as the details on the Notice of Connection (NOC) will appear as provided on this form.</w:t>
      </w:r>
    </w:p>
    <w:p w14:paraId="2FAAF410" w14:textId="09D0AC79" w:rsidR="005A5B0C" w:rsidRDefault="00383C38" w:rsidP="0008019D">
      <w:pPr>
        <w:pStyle w:val="BodyText"/>
      </w:pPr>
      <w:r w:rsidRPr="00846833">
        <w:t xml:space="preserve">All fields marked </w:t>
      </w:r>
      <w:r w:rsidRPr="00846833">
        <w:rPr>
          <w:b/>
          <w:color w:val="FF0000"/>
        </w:rPr>
        <w:t xml:space="preserve">* </w:t>
      </w:r>
      <w:r w:rsidRPr="00846833">
        <w:t>are mandatory.</w:t>
      </w:r>
    </w:p>
    <w:p w14:paraId="7290C80E" w14:textId="52A2684D" w:rsidR="00A518A3" w:rsidRDefault="00A518A3" w:rsidP="00DC5596">
      <w:pPr>
        <w:pStyle w:val="Heading1"/>
        <w:rPr>
          <w:b/>
          <w:bCs w:val="0"/>
        </w:rPr>
      </w:pPr>
      <w:r w:rsidRPr="009E0001">
        <w:rPr>
          <w:b/>
          <w:bCs w:val="0"/>
        </w:rPr>
        <w:t>Software</w:t>
      </w:r>
    </w:p>
    <w:p w14:paraId="3B8827EA" w14:textId="77777777" w:rsidR="00502713" w:rsidRPr="00502713" w:rsidRDefault="00502713" w:rsidP="00502713">
      <w:pPr>
        <w:pStyle w:val="BodyText"/>
      </w:pP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390"/>
        <w:gridCol w:w="5244"/>
      </w:tblGrid>
      <w:tr w:rsidR="00A17F71" w14:paraId="7DBB8BCB" w14:textId="77777777" w:rsidTr="00552DC6">
        <w:tc>
          <w:tcPr>
            <w:tcW w:w="4390" w:type="dxa"/>
            <w:shd w:val="clear" w:color="auto" w:fill="auto"/>
          </w:tcPr>
          <w:p w14:paraId="2E2A0121" w14:textId="14BC036B" w:rsidR="00A17F71" w:rsidRPr="001F017A" w:rsidRDefault="00A17F71" w:rsidP="0008019D">
            <w:pPr>
              <w:pStyle w:val="BodyText"/>
              <w:rPr>
                <w:b/>
                <w:bCs/>
              </w:rPr>
            </w:pPr>
            <w:r w:rsidRPr="001F017A">
              <w:rPr>
                <w:b/>
                <w:bCs/>
              </w:rPr>
              <w:t>Software vendor name</w:t>
            </w:r>
            <w:r w:rsidR="00785E2D" w:rsidRPr="00846833">
              <w:rPr>
                <w:b/>
                <w:color w:val="FF0000"/>
              </w:rPr>
              <w:t>*</w:t>
            </w:r>
          </w:p>
        </w:tc>
        <w:tc>
          <w:tcPr>
            <w:tcW w:w="5244" w:type="dxa"/>
            <w:shd w:val="clear" w:color="auto" w:fill="auto"/>
          </w:tcPr>
          <w:p w14:paraId="5DFD6529" w14:textId="48BCF692" w:rsidR="00A17F71" w:rsidRPr="00BA54E7" w:rsidRDefault="00A17F71" w:rsidP="0008019D">
            <w:pPr>
              <w:pStyle w:val="BodyText"/>
              <w:rPr>
                <w:rFonts w:ascii="Cordia New" w:hAnsi="Cordia New" w:cs="Cordia New"/>
                <w:sz w:val="28"/>
                <w:szCs w:val="28"/>
              </w:rPr>
            </w:pPr>
          </w:p>
        </w:tc>
      </w:tr>
      <w:tr w:rsidR="00A42A88" w14:paraId="2C361913" w14:textId="77777777" w:rsidTr="00552DC6">
        <w:tc>
          <w:tcPr>
            <w:tcW w:w="4390" w:type="dxa"/>
            <w:shd w:val="clear" w:color="auto" w:fill="auto"/>
          </w:tcPr>
          <w:p w14:paraId="2A584A09" w14:textId="15D0476F" w:rsidR="00A42A88" w:rsidRPr="001F017A" w:rsidRDefault="00A42A88" w:rsidP="0008019D">
            <w:pPr>
              <w:pStyle w:val="BodyText"/>
              <w:rPr>
                <w:b/>
                <w:bCs/>
              </w:rPr>
            </w:pPr>
            <w:r w:rsidRPr="001F017A">
              <w:rPr>
                <w:b/>
                <w:bCs/>
              </w:rPr>
              <w:t>Organisation address:</w:t>
            </w:r>
          </w:p>
        </w:tc>
        <w:tc>
          <w:tcPr>
            <w:tcW w:w="5244" w:type="dxa"/>
            <w:shd w:val="clear" w:color="auto" w:fill="auto"/>
          </w:tcPr>
          <w:p w14:paraId="181D042E" w14:textId="77777777" w:rsidR="00A42A88" w:rsidRDefault="00A42A88" w:rsidP="0008019D">
            <w:pPr>
              <w:pStyle w:val="BodyText"/>
              <w:rPr>
                <w:rFonts w:ascii="Cordia New" w:hAnsi="Cordia New" w:cs="Cordia New"/>
                <w:sz w:val="28"/>
                <w:szCs w:val="28"/>
              </w:rPr>
            </w:pPr>
          </w:p>
        </w:tc>
      </w:tr>
      <w:tr w:rsidR="00A42A88" w14:paraId="19AD716D" w14:textId="77777777" w:rsidTr="00552DC6">
        <w:tc>
          <w:tcPr>
            <w:tcW w:w="4390" w:type="dxa"/>
            <w:shd w:val="clear" w:color="auto" w:fill="auto"/>
          </w:tcPr>
          <w:p w14:paraId="6F96DB69" w14:textId="54CD4F92" w:rsidR="00A42A88" w:rsidRPr="001F017A" w:rsidRDefault="00A42A88" w:rsidP="0008019D">
            <w:pPr>
              <w:pStyle w:val="BodyText"/>
              <w:rPr>
                <w:b/>
                <w:bCs/>
              </w:rPr>
            </w:pPr>
            <w:r w:rsidRPr="001F017A">
              <w:rPr>
                <w:b/>
                <w:bCs/>
              </w:rPr>
              <w:t>Organisation website:</w:t>
            </w:r>
          </w:p>
        </w:tc>
        <w:tc>
          <w:tcPr>
            <w:tcW w:w="5244" w:type="dxa"/>
            <w:shd w:val="clear" w:color="auto" w:fill="auto"/>
          </w:tcPr>
          <w:p w14:paraId="096C455B" w14:textId="77777777" w:rsidR="00A42A88" w:rsidRDefault="00A42A88" w:rsidP="0008019D">
            <w:pPr>
              <w:pStyle w:val="BodyText"/>
              <w:rPr>
                <w:rFonts w:ascii="Cordia New" w:hAnsi="Cordia New" w:cs="Cordia New"/>
                <w:sz w:val="28"/>
                <w:szCs w:val="28"/>
              </w:rPr>
            </w:pPr>
          </w:p>
        </w:tc>
      </w:tr>
      <w:tr w:rsidR="00A17F71" w14:paraId="7DBAF1CF" w14:textId="77777777" w:rsidTr="00552DC6">
        <w:tc>
          <w:tcPr>
            <w:tcW w:w="4390" w:type="dxa"/>
            <w:shd w:val="clear" w:color="auto" w:fill="auto"/>
          </w:tcPr>
          <w:p w14:paraId="792BFCD6" w14:textId="78527ECA" w:rsidR="00A17F71" w:rsidRPr="009E3240" w:rsidRDefault="00543ED1" w:rsidP="0008019D">
            <w:pPr>
              <w:pStyle w:val="BodyText"/>
              <w:rPr>
                <w:b/>
                <w:bCs/>
              </w:rPr>
            </w:pPr>
            <w:r w:rsidRPr="009E3240">
              <w:rPr>
                <w:b/>
                <w:bCs/>
              </w:rPr>
              <w:t xml:space="preserve">Software </w:t>
            </w:r>
            <w:r w:rsidR="00A17F71" w:rsidRPr="009E3240">
              <w:rPr>
                <w:b/>
                <w:bCs/>
              </w:rPr>
              <w:t>Product name</w:t>
            </w:r>
            <w:r w:rsidR="00785E2D" w:rsidRPr="00846833">
              <w:rPr>
                <w:b/>
                <w:color w:val="FF0000"/>
              </w:rPr>
              <w:t>*</w:t>
            </w:r>
          </w:p>
        </w:tc>
        <w:tc>
          <w:tcPr>
            <w:tcW w:w="5244" w:type="dxa"/>
            <w:shd w:val="clear" w:color="auto" w:fill="auto"/>
          </w:tcPr>
          <w:p w14:paraId="1EEEDF1D" w14:textId="12D67175" w:rsidR="00A17F71" w:rsidRPr="00BA54E7" w:rsidRDefault="00A17F71" w:rsidP="0008019D">
            <w:pPr>
              <w:pStyle w:val="BodyText"/>
              <w:rPr>
                <w:rFonts w:ascii="Cordia New" w:hAnsi="Cordia New" w:cs="Cordia New"/>
                <w:b/>
                <w:bCs/>
                <w:sz w:val="28"/>
                <w:szCs w:val="28"/>
              </w:rPr>
            </w:pPr>
          </w:p>
        </w:tc>
      </w:tr>
      <w:tr w:rsidR="00EB1416" w14:paraId="1A033CE3" w14:textId="77777777" w:rsidTr="00552DC6">
        <w:tc>
          <w:tcPr>
            <w:tcW w:w="4390" w:type="dxa"/>
            <w:shd w:val="clear" w:color="auto" w:fill="auto"/>
          </w:tcPr>
          <w:p w14:paraId="2131585F" w14:textId="13D1B440" w:rsidR="00EB1416" w:rsidRPr="009E3240" w:rsidRDefault="00EB1416" w:rsidP="00EB1416">
            <w:pPr>
              <w:pStyle w:val="BodyText"/>
              <w:rPr>
                <w:b/>
                <w:bCs/>
                <w:color w:val="FF0000"/>
              </w:rPr>
            </w:pPr>
            <w:r w:rsidRPr="009E3240">
              <w:rPr>
                <w:b/>
                <w:bCs/>
              </w:rPr>
              <w:t>Alternative name(s) for product</w:t>
            </w:r>
          </w:p>
        </w:tc>
        <w:tc>
          <w:tcPr>
            <w:tcW w:w="5244" w:type="dxa"/>
            <w:shd w:val="clear" w:color="auto" w:fill="auto"/>
          </w:tcPr>
          <w:p w14:paraId="7D17ED9B" w14:textId="36E23F96" w:rsidR="00EB1416" w:rsidRPr="00BA54E7" w:rsidRDefault="00EB1416" w:rsidP="00EB1416">
            <w:pPr>
              <w:pStyle w:val="BodyText"/>
              <w:rPr>
                <w:rFonts w:ascii="Cordia New" w:hAnsi="Cordia New" w:cs="Cordia New"/>
                <w:sz w:val="28"/>
                <w:szCs w:val="28"/>
              </w:rPr>
            </w:pPr>
          </w:p>
        </w:tc>
      </w:tr>
      <w:tr w:rsidR="00A17F71" w14:paraId="30C657FE" w14:textId="77777777" w:rsidTr="00552DC6">
        <w:tc>
          <w:tcPr>
            <w:tcW w:w="4390" w:type="dxa"/>
            <w:shd w:val="clear" w:color="auto" w:fill="auto"/>
          </w:tcPr>
          <w:p w14:paraId="28958433" w14:textId="56BB573B" w:rsidR="00A17F71" w:rsidRPr="009E3240" w:rsidRDefault="008F6F7F" w:rsidP="0008019D">
            <w:pPr>
              <w:pStyle w:val="BodyText"/>
              <w:rPr>
                <w:b/>
                <w:bCs/>
              </w:rPr>
            </w:pPr>
            <w:r>
              <w:rPr>
                <w:b/>
                <w:bCs/>
              </w:rPr>
              <w:t xml:space="preserve">Software </w:t>
            </w:r>
            <w:r w:rsidR="00A17F71" w:rsidRPr="009E3240">
              <w:rPr>
                <w:b/>
                <w:bCs/>
              </w:rPr>
              <w:t>Product version</w:t>
            </w:r>
            <w:r w:rsidR="00785E2D" w:rsidRPr="00846833">
              <w:rPr>
                <w:b/>
                <w:color w:val="FF0000"/>
              </w:rPr>
              <w:t>*</w:t>
            </w:r>
          </w:p>
        </w:tc>
        <w:tc>
          <w:tcPr>
            <w:tcW w:w="5244" w:type="dxa"/>
            <w:shd w:val="clear" w:color="auto" w:fill="auto"/>
          </w:tcPr>
          <w:p w14:paraId="07DB9434" w14:textId="1D4368AD" w:rsidR="00A17F71" w:rsidRPr="00BA54E7" w:rsidRDefault="00A17F71" w:rsidP="0008019D">
            <w:pPr>
              <w:pStyle w:val="BodyText"/>
              <w:rPr>
                <w:rFonts w:ascii="Cordia New" w:hAnsi="Cordia New" w:cs="Cordia New"/>
                <w:b/>
                <w:bCs/>
                <w:sz w:val="28"/>
                <w:szCs w:val="28"/>
              </w:rPr>
            </w:pPr>
          </w:p>
        </w:tc>
      </w:tr>
      <w:tr w:rsidR="00946CC3" w14:paraId="5D85AB44" w14:textId="77777777" w:rsidTr="00552DC6">
        <w:tc>
          <w:tcPr>
            <w:tcW w:w="4390" w:type="dxa"/>
            <w:shd w:val="clear" w:color="auto" w:fill="auto"/>
          </w:tcPr>
          <w:p w14:paraId="2E8CBD46" w14:textId="70FD221E" w:rsidR="00946CC3" w:rsidRPr="009E3240" w:rsidRDefault="00946CC3" w:rsidP="0008019D">
            <w:pPr>
              <w:pStyle w:val="BodyText"/>
              <w:rPr>
                <w:b/>
                <w:bCs/>
              </w:rPr>
            </w:pPr>
            <w:r w:rsidRPr="009E3240">
              <w:rPr>
                <w:rStyle w:val="ui-provider"/>
                <w:b/>
                <w:bCs/>
              </w:rPr>
              <w:t>Has this product previously been granted M</w:t>
            </w:r>
            <w:r w:rsidR="005425BC">
              <w:rPr>
                <w:rStyle w:val="ui-provider"/>
                <w:b/>
                <w:bCs/>
              </w:rPr>
              <w:t xml:space="preserve">y </w:t>
            </w:r>
            <w:r w:rsidRPr="009E3240">
              <w:rPr>
                <w:rStyle w:val="ui-provider"/>
                <w:b/>
                <w:bCs/>
              </w:rPr>
              <w:t>H</w:t>
            </w:r>
            <w:r w:rsidR="005425BC">
              <w:rPr>
                <w:rStyle w:val="ui-provider"/>
                <w:b/>
                <w:bCs/>
              </w:rPr>
              <w:t xml:space="preserve">ealth </w:t>
            </w:r>
            <w:r w:rsidRPr="009E3240">
              <w:rPr>
                <w:rStyle w:val="ui-provider"/>
                <w:b/>
                <w:bCs/>
              </w:rPr>
              <w:t>R</w:t>
            </w:r>
            <w:r w:rsidR="005425BC">
              <w:rPr>
                <w:rStyle w:val="ui-provider"/>
                <w:b/>
                <w:bCs/>
              </w:rPr>
              <w:t>ecord</w:t>
            </w:r>
            <w:r w:rsidRPr="009E3240">
              <w:rPr>
                <w:rStyle w:val="ui-provider"/>
                <w:b/>
                <w:bCs/>
              </w:rPr>
              <w:t xml:space="preserve"> Production access?</w:t>
            </w:r>
            <w:r w:rsidR="0051663F" w:rsidRPr="00846833">
              <w:rPr>
                <w:b/>
                <w:color w:val="FF0000"/>
              </w:rPr>
              <w:t xml:space="preserve"> *</w:t>
            </w:r>
          </w:p>
        </w:tc>
        <w:tc>
          <w:tcPr>
            <w:tcW w:w="5244" w:type="dxa"/>
            <w:shd w:val="clear" w:color="auto" w:fill="auto"/>
          </w:tcPr>
          <w:p w14:paraId="01DA8CFE" w14:textId="600ACF58" w:rsidR="00946CC3" w:rsidRDefault="005D0D49" w:rsidP="0008019D">
            <w:pPr>
              <w:pStyle w:val="BodyText"/>
              <w:rPr>
                <w:rStyle w:val="ui-provider"/>
              </w:rPr>
            </w:pPr>
            <w:sdt>
              <w:sdtPr>
                <w:rPr>
                  <w:rFonts w:ascii="Cordia New" w:hAnsi="Cordia New" w:cs="Cordia New" w:hint="cs"/>
                  <w:sz w:val="28"/>
                  <w:szCs w:val="28"/>
                </w:rPr>
                <w:id w:val="59012725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46CC3" w:rsidRPr="00BA54E7">
              <w:rPr>
                <w:rFonts w:ascii="Cordia New" w:hAnsi="Cordia New" w:cs="Cordia New" w:hint="cs"/>
                <w:sz w:val="28"/>
                <w:szCs w:val="28"/>
              </w:rPr>
              <w:t xml:space="preserve">   </w:t>
            </w:r>
            <w:r w:rsidR="00946CC3">
              <w:rPr>
                <w:rFonts w:ascii="Cordia New" w:hAnsi="Cordia New" w:cs="Cordia New"/>
                <w:sz w:val="28"/>
                <w:szCs w:val="28"/>
              </w:rPr>
              <w:t>No</w:t>
            </w:r>
            <w:r w:rsidR="00946CC3">
              <w:rPr>
                <w:rStyle w:val="ui-provider"/>
              </w:rPr>
              <w:t xml:space="preserve"> </w:t>
            </w:r>
          </w:p>
          <w:p w14:paraId="6845EC43" w14:textId="663D2B63" w:rsidR="00946CC3" w:rsidRPr="00BA54E7" w:rsidRDefault="005D0D49" w:rsidP="0008019D">
            <w:pPr>
              <w:pStyle w:val="BodyText"/>
              <w:rPr>
                <w:rFonts w:ascii="Cordia New" w:hAnsi="Cordia New" w:cs="Cordia New"/>
                <w:b/>
                <w:bCs/>
                <w:sz w:val="28"/>
                <w:szCs w:val="28"/>
              </w:rPr>
            </w:pPr>
            <w:sdt>
              <w:sdtPr>
                <w:rPr>
                  <w:rFonts w:ascii="Cordia New" w:hAnsi="Cordia New" w:cs="Cordia New" w:hint="cs"/>
                  <w:sz w:val="28"/>
                  <w:szCs w:val="28"/>
                </w:rPr>
                <w:id w:val="1649840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46CC3" w:rsidRPr="00BA54E7">
              <w:rPr>
                <w:rFonts w:ascii="Cordia New" w:hAnsi="Cordia New" w:cs="Cordia New" w:hint="cs"/>
                <w:sz w:val="28"/>
                <w:szCs w:val="28"/>
              </w:rPr>
              <w:t xml:space="preserve">   </w:t>
            </w:r>
            <w:r w:rsidR="00946CC3">
              <w:rPr>
                <w:rFonts w:ascii="Cordia New" w:hAnsi="Cordia New" w:cs="Cordia New"/>
                <w:sz w:val="28"/>
                <w:szCs w:val="28"/>
              </w:rPr>
              <w:t xml:space="preserve">Yes      Version: </w:t>
            </w:r>
          </w:p>
        </w:tc>
      </w:tr>
      <w:tr w:rsidR="00A42A88" w14:paraId="2B83D9CC" w14:textId="77777777" w:rsidTr="00552DC6">
        <w:tc>
          <w:tcPr>
            <w:tcW w:w="4390" w:type="dxa"/>
            <w:shd w:val="clear" w:color="auto" w:fill="auto"/>
          </w:tcPr>
          <w:p w14:paraId="537577A9" w14:textId="64C94881" w:rsidR="00A42A88" w:rsidRPr="009E3240" w:rsidRDefault="00A42A88" w:rsidP="0008019D">
            <w:pPr>
              <w:pStyle w:val="BodyText"/>
              <w:rPr>
                <w:rStyle w:val="ui-provider"/>
                <w:b/>
                <w:bCs/>
              </w:rPr>
            </w:pPr>
            <w:r w:rsidRPr="009E3240">
              <w:rPr>
                <w:rStyle w:val="ui-provider"/>
                <w:b/>
                <w:bCs/>
              </w:rPr>
              <w:t>I</w:t>
            </w:r>
            <w:r w:rsidRPr="009E3240">
              <w:rPr>
                <w:rStyle w:val="ui-provider"/>
              </w:rPr>
              <w:t>f you answered ‘yes’ above: Could you outline the scope of changes to your product</w:t>
            </w:r>
          </w:p>
        </w:tc>
        <w:tc>
          <w:tcPr>
            <w:tcW w:w="5244" w:type="dxa"/>
            <w:shd w:val="clear" w:color="auto" w:fill="auto"/>
          </w:tcPr>
          <w:p w14:paraId="5C7C66E2" w14:textId="77777777" w:rsidR="00A42A88" w:rsidRDefault="00A42A88" w:rsidP="0008019D">
            <w:pPr>
              <w:pStyle w:val="BodyText"/>
              <w:rPr>
                <w:rFonts w:ascii="Cordia New" w:hAnsi="Cordia New" w:cs="Cordia New"/>
                <w:sz w:val="28"/>
                <w:szCs w:val="28"/>
              </w:rPr>
            </w:pPr>
          </w:p>
        </w:tc>
      </w:tr>
      <w:tr w:rsidR="009F43F3" w14:paraId="153CF747" w14:textId="77777777" w:rsidTr="00552DC6">
        <w:tc>
          <w:tcPr>
            <w:tcW w:w="4390" w:type="dxa"/>
            <w:shd w:val="clear" w:color="auto" w:fill="auto"/>
          </w:tcPr>
          <w:p w14:paraId="5391892E" w14:textId="43D5EAE6" w:rsidR="009F43F3" w:rsidRPr="009E3240" w:rsidRDefault="005D0D49" w:rsidP="0008019D">
            <w:pPr>
              <w:pStyle w:val="BodyText"/>
              <w:rPr>
                <w:b/>
                <w:bCs/>
              </w:rPr>
            </w:pPr>
            <w:hyperlink r:id="rId10" w:history="1">
              <w:r w:rsidR="009F43F3" w:rsidRPr="009E3240">
                <w:rPr>
                  <w:rStyle w:val="Hyperlink"/>
                  <w:b/>
                  <w:bCs/>
                </w:rPr>
                <w:t>Product role</w:t>
              </w:r>
            </w:hyperlink>
            <w:r w:rsidR="0051663F" w:rsidRPr="00846833">
              <w:rPr>
                <w:b/>
                <w:color w:val="FF0000"/>
              </w:rPr>
              <w:t>*</w:t>
            </w:r>
          </w:p>
          <w:p w14:paraId="7336E259" w14:textId="681CEF99" w:rsidR="009F43F3" w:rsidRPr="009E3240" w:rsidRDefault="009F43F3" w:rsidP="00A17F71">
            <w:pPr>
              <w:pStyle w:val="BodyText"/>
              <w:ind w:left="720"/>
              <w:rPr>
                <w:b/>
                <w:bCs/>
              </w:rPr>
            </w:pPr>
          </w:p>
        </w:tc>
        <w:tc>
          <w:tcPr>
            <w:tcW w:w="5244" w:type="dxa"/>
            <w:shd w:val="clear" w:color="auto" w:fill="auto"/>
          </w:tcPr>
          <w:p w14:paraId="33A5A956" w14:textId="2E8E9A1E" w:rsidR="009F43F3" w:rsidRPr="00BA54E7" w:rsidRDefault="005D0D49" w:rsidP="009F43F3">
            <w:pPr>
              <w:pStyle w:val="BodyText"/>
              <w:ind w:left="35"/>
              <w:rPr>
                <w:rFonts w:ascii="Cordia New" w:hAnsi="Cordia New" w:cs="Cordia New"/>
                <w:sz w:val="28"/>
                <w:szCs w:val="28"/>
              </w:rPr>
            </w:pPr>
            <w:sdt>
              <w:sdtPr>
                <w:rPr>
                  <w:rFonts w:ascii="Cordia New" w:hAnsi="Cordia New" w:cs="Cordia New" w:hint="cs"/>
                  <w:sz w:val="28"/>
                  <w:szCs w:val="28"/>
                </w:rPr>
                <w:id w:val="-95647899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F43F3" w:rsidRPr="00BA54E7">
              <w:rPr>
                <w:rFonts w:ascii="Cordia New" w:hAnsi="Cordia New" w:cs="Cordia New" w:hint="cs"/>
                <w:sz w:val="28"/>
                <w:szCs w:val="28"/>
              </w:rPr>
              <w:t xml:space="preserve">   CSP (Contracted Service Provider)</w:t>
            </w:r>
          </w:p>
          <w:p w14:paraId="168F5272" w14:textId="164F0478" w:rsidR="000D22FD" w:rsidRPr="00BA54E7" w:rsidRDefault="005D0D49" w:rsidP="000D22FD">
            <w:pPr>
              <w:pStyle w:val="BodyText"/>
              <w:ind w:left="35"/>
              <w:rPr>
                <w:rFonts w:ascii="Cordia New" w:hAnsi="Cordia New" w:cs="Cordia New"/>
                <w:sz w:val="28"/>
                <w:szCs w:val="28"/>
              </w:rPr>
            </w:pPr>
            <w:sdt>
              <w:sdtPr>
                <w:rPr>
                  <w:rFonts w:ascii="Cordia New" w:hAnsi="Cordia New" w:cs="Cordia New" w:hint="cs"/>
                  <w:sz w:val="28"/>
                  <w:szCs w:val="28"/>
                </w:rPr>
                <w:id w:val="57994872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F43F3" w:rsidRPr="00BA54E7">
              <w:rPr>
                <w:rFonts w:ascii="Cordia New" w:hAnsi="Cordia New" w:cs="Cordia New" w:hint="cs"/>
                <w:sz w:val="28"/>
                <w:szCs w:val="28"/>
              </w:rPr>
              <w:t xml:space="preserve">   CIS (Clinical Information System)</w:t>
            </w:r>
          </w:p>
          <w:p w14:paraId="4D134AEB" w14:textId="5ACCB62A" w:rsidR="000D22FD" w:rsidRPr="00BA54E7" w:rsidRDefault="005D0D49" w:rsidP="00BA54E7">
            <w:pPr>
              <w:ind w:left="36"/>
              <w:rPr>
                <w:rFonts w:ascii="Cordia New" w:hAnsi="Cordia New" w:cs="Cordia New"/>
                <w:sz w:val="28"/>
                <w:szCs w:val="28"/>
                <w:highlight w:val="yellow"/>
              </w:rPr>
            </w:pPr>
            <w:sdt>
              <w:sdtPr>
                <w:rPr>
                  <w:rFonts w:ascii="Cordia New" w:hAnsi="Cordia New" w:cs="Cordia New" w:hint="cs"/>
                  <w:sz w:val="28"/>
                  <w:szCs w:val="28"/>
                </w:rPr>
                <w:id w:val="-40835333"/>
                <w14:checkbox>
                  <w14:checked w14:val="0"/>
                  <w14:checkedState w14:val="2612" w14:font="MS Gothic"/>
                  <w14:uncheckedState w14:val="2610" w14:font="MS Gothic"/>
                </w14:checkbox>
              </w:sdtPr>
              <w:sdtEndPr/>
              <w:sdtContent>
                <w:r w:rsidR="000D22FD" w:rsidRPr="00BA54E7">
                  <w:rPr>
                    <w:rFonts w:ascii="Segoe UI Symbol" w:eastAsia="MS Gothic" w:hAnsi="Segoe UI Symbol" w:cs="Segoe UI Symbol"/>
                    <w:sz w:val="28"/>
                    <w:szCs w:val="28"/>
                  </w:rPr>
                  <w:t>☐</w:t>
                </w:r>
              </w:sdtContent>
            </w:sdt>
            <w:r w:rsidR="000D22FD" w:rsidRPr="00BA54E7">
              <w:rPr>
                <w:rFonts w:ascii="Cordia New" w:hAnsi="Cordia New" w:cs="Cordia New" w:hint="cs"/>
                <w:sz w:val="28"/>
                <w:szCs w:val="28"/>
              </w:rPr>
              <w:t xml:space="preserve">   RRO (Registered Repository Operator)</w:t>
            </w:r>
          </w:p>
        </w:tc>
      </w:tr>
    </w:tbl>
    <w:bookmarkEnd w:id="0"/>
    <w:p w14:paraId="46ADCE6C" w14:textId="14A4671C" w:rsidR="00383C38" w:rsidRPr="009E0001" w:rsidRDefault="00383C38" w:rsidP="00DC5596">
      <w:pPr>
        <w:pStyle w:val="Heading1"/>
        <w:rPr>
          <w:rFonts w:cs="Times New Roman"/>
          <w:b/>
          <w:bCs w:val="0"/>
        </w:rPr>
      </w:pPr>
      <w:r w:rsidRPr="009E0001">
        <w:rPr>
          <w:b/>
          <w:bCs w:val="0"/>
        </w:rPr>
        <w:t>Contact</w:t>
      </w:r>
      <w:r w:rsidR="00A518A3" w:rsidRPr="009E0001">
        <w:rPr>
          <w:b/>
          <w:bCs w:val="0"/>
        </w:rPr>
        <w:t>s</w:t>
      </w:r>
    </w:p>
    <w:p w14:paraId="14D4E538" w14:textId="68FCC5B2" w:rsidR="00383C38" w:rsidRDefault="00383C38" w:rsidP="0008019D">
      <w:pPr>
        <w:pStyle w:val="BodyText"/>
      </w:pPr>
      <w:r w:rsidRPr="001745D5">
        <w:t>To be used throughout the testing process</w:t>
      </w: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1637"/>
        <w:gridCol w:w="3997"/>
        <w:gridCol w:w="4000"/>
      </w:tblGrid>
      <w:tr w:rsidR="0093762A" w14:paraId="05FD446A" w14:textId="77777777" w:rsidTr="00E026C0">
        <w:tc>
          <w:tcPr>
            <w:tcW w:w="15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42F71616" w14:textId="539A9454" w:rsidR="0093762A" w:rsidRPr="005A5B0C" w:rsidRDefault="0093762A" w:rsidP="00A518A3">
            <w:pPr>
              <w:pStyle w:val="BodyText"/>
              <w:rPr>
                <w:b/>
                <w:bCs/>
              </w:rPr>
            </w:pPr>
          </w:p>
        </w:tc>
        <w:tc>
          <w:tcPr>
            <w:tcW w:w="40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421052C9" w14:textId="4E4342F0" w:rsidR="0093762A" w:rsidRPr="005A5B0C" w:rsidRDefault="0093762A" w:rsidP="00A518A3">
            <w:pPr>
              <w:pStyle w:val="BodyText"/>
              <w:rPr>
                <w:b/>
                <w:bCs/>
              </w:rPr>
            </w:pPr>
            <w:r w:rsidRPr="005A5B0C">
              <w:rPr>
                <w:b/>
                <w:bCs/>
              </w:rPr>
              <w:t>Primary contact</w:t>
            </w:r>
          </w:p>
        </w:tc>
        <w:tc>
          <w:tcPr>
            <w:tcW w:w="40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17FCF9F7" w14:textId="55F6FAF0" w:rsidR="0093762A" w:rsidRPr="005A5B0C" w:rsidRDefault="0093762A" w:rsidP="00A518A3">
            <w:pPr>
              <w:pStyle w:val="BodyText"/>
              <w:rPr>
                <w:b/>
                <w:bCs/>
              </w:rPr>
            </w:pPr>
            <w:r w:rsidRPr="005A5B0C">
              <w:rPr>
                <w:b/>
                <w:bCs/>
              </w:rPr>
              <w:t>Secondary contact</w:t>
            </w:r>
          </w:p>
        </w:tc>
      </w:tr>
      <w:tr w:rsidR="0093762A" w14:paraId="5ADEEB10" w14:textId="77777777" w:rsidTr="0093762A">
        <w:tc>
          <w:tcPr>
            <w:tcW w:w="1599" w:type="dxa"/>
            <w:tcBorders>
              <w:top w:val="single" w:sz="4" w:space="0" w:color="FFFFFF" w:themeColor="background1"/>
            </w:tcBorders>
            <w:shd w:val="clear" w:color="auto" w:fill="auto"/>
          </w:tcPr>
          <w:p w14:paraId="60364E8D" w14:textId="1E2E3678" w:rsidR="0093762A" w:rsidRPr="00BA54E7" w:rsidRDefault="0093762A" w:rsidP="00BB3489">
            <w:pPr>
              <w:pStyle w:val="BodyText"/>
              <w:rPr>
                <w:b/>
                <w:color w:val="FF0000"/>
              </w:rPr>
            </w:pPr>
            <w:r w:rsidRPr="00BA54E7">
              <w:rPr>
                <w:b/>
              </w:rPr>
              <w:t>Full name</w:t>
            </w:r>
            <w:r w:rsidR="0051663F" w:rsidRPr="00846833">
              <w:rPr>
                <w:b/>
                <w:color w:val="FF0000"/>
              </w:rPr>
              <w:t>*</w:t>
            </w:r>
          </w:p>
        </w:tc>
        <w:tc>
          <w:tcPr>
            <w:tcW w:w="4017" w:type="dxa"/>
            <w:tcBorders>
              <w:top w:val="single" w:sz="4" w:space="0" w:color="FFFFFF" w:themeColor="background1"/>
            </w:tcBorders>
            <w:shd w:val="clear" w:color="auto" w:fill="auto"/>
          </w:tcPr>
          <w:p w14:paraId="090C35F6" w14:textId="6B377E9A" w:rsidR="0093762A" w:rsidRPr="00BA54E7" w:rsidRDefault="0093762A" w:rsidP="00BB3489">
            <w:pPr>
              <w:pStyle w:val="BodyText"/>
              <w:rPr>
                <w:rFonts w:ascii="Cordia New" w:hAnsi="Cordia New" w:cs="Cordia New"/>
                <w:bCs/>
                <w:sz w:val="28"/>
                <w:szCs w:val="28"/>
              </w:rPr>
            </w:pPr>
          </w:p>
        </w:tc>
        <w:tc>
          <w:tcPr>
            <w:tcW w:w="4018" w:type="dxa"/>
            <w:tcBorders>
              <w:top w:val="single" w:sz="4" w:space="0" w:color="FFFFFF" w:themeColor="background1"/>
            </w:tcBorders>
            <w:shd w:val="clear" w:color="auto" w:fill="auto"/>
          </w:tcPr>
          <w:p w14:paraId="3FED85F7" w14:textId="55A72A3C" w:rsidR="0093762A" w:rsidRPr="00BA54E7" w:rsidRDefault="0093762A" w:rsidP="00BB3489">
            <w:pPr>
              <w:pStyle w:val="BodyText"/>
              <w:rPr>
                <w:rFonts w:ascii="Cordia New" w:hAnsi="Cordia New" w:cs="Cordia New"/>
                <w:bCs/>
                <w:sz w:val="28"/>
                <w:szCs w:val="28"/>
              </w:rPr>
            </w:pPr>
          </w:p>
        </w:tc>
      </w:tr>
      <w:tr w:rsidR="0093762A" w14:paraId="53997498" w14:textId="77777777" w:rsidTr="007878E2">
        <w:tc>
          <w:tcPr>
            <w:tcW w:w="1599" w:type="dxa"/>
            <w:shd w:val="clear" w:color="auto" w:fill="auto"/>
          </w:tcPr>
          <w:p w14:paraId="34ECA9E4" w14:textId="0AADD674" w:rsidR="0093762A" w:rsidRPr="00BA54E7" w:rsidRDefault="0093762A" w:rsidP="00BB3489">
            <w:pPr>
              <w:pStyle w:val="BodyText"/>
              <w:rPr>
                <w:b/>
                <w:color w:val="FF0000"/>
              </w:rPr>
            </w:pPr>
            <w:r w:rsidRPr="00BA54E7">
              <w:rPr>
                <w:b/>
              </w:rPr>
              <w:t>Phone/mobile</w:t>
            </w:r>
            <w:r w:rsidR="0051663F" w:rsidRPr="00846833">
              <w:rPr>
                <w:b/>
                <w:color w:val="FF0000"/>
              </w:rPr>
              <w:t>*</w:t>
            </w:r>
          </w:p>
        </w:tc>
        <w:tc>
          <w:tcPr>
            <w:tcW w:w="4017" w:type="dxa"/>
            <w:shd w:val="clear" w:color="auto" w:fill="auto"/>
          </w:tcPr>
          <w:p w14:paraId="589B2BEB" w14:textId="77777777" w:rsidR="0093762A" w:rsidRPr="00BA54E7" w:rsidRDefault="0093762A" w:rsidP="00BB3489">
            <w:pPr>
              <w:pStyle w:val="BodyText"/>
              <w:rPr>
                <w:rFonts w:ascii="Cordia New" w:hAnsi="Cordia New" w:cs="Cordia New"/>
                <w:bCs/>
                <w:sz w:val="28"/>
                <w:szCs w:val="28"/>
              </w:rPr>
            </w:pPr>
          </w:p>
        </w:tc>
        <w:tc>
          <w:tcPr>
            <w:tcW w:w="4018" w:type="dxa"/>
            <w:shd w:val="clear" w:color="auto" w:fill="auto"/>
          </w:tcPr>
          <w:p w14:paraId="2C34F7C5" w14:textId="572C468B" w:rsidR="0093762A" w:rsidRPr="00BA54E7" w:rsidRDefault="0093762A" w:rsidP="00BB3489">
            <w:pPr>
              <w:pStyle w:val="BodyText"/>
              <w:rPr>
                <w:rFonts w:ascii="Cordia New" w:hAnsi="Cordia New" w:cs="Cordia New"/>
                <w:bCs/>
                <w:sz w:val="28"/>
                <w:szCs w:val="28"/>
              </w:rPr>
            </w:pPr>
          </w:p>
        </w:tc>
      </w:tr>
      <w:tr w:rsidR="0093762A" w14:paraId="37A11778" w14:textId="77777777" w:rsidTr="003A07CB">
        <w:tc>
          <w:tcPr>
            <w:tcW w:w="1599" w:type="dxa"/>
            <w:shd w:val="clear" w:color="auto" w:fill="auto"/>
          </w:tcPr>
          <w:p w14:paraId="411ACB5A" w14:textId="6778A963" w:rsidR="0093762A" w:rsidRPr="00BA54E7" w:rsidRDefault="0093762A" w:rsidP="00BB3489">
            <w:pPr>
              <w:pStyle w:val="BodyText"/>
              <w:rPr>
                <w:b/>
                <w:color w:val="FF0000"/>
              </w:rPr>
            </w:pPr>
            <w:r w:rsidRPr="00BA54E7">
              <w:rPr>
                <w:b/>
              </w:rPr>
              <w:t>Email</w:t>
            </w:r>
            <w:r w:rsidR="0051663F" w:rsidRPr="00846833">
              <w:rPr>
                <w:b/>
                <w:color w:val="FF0000"/>
              </w:rPr>
              <w:t>*</w:t>
            </w:r>
          </w:p>
        </w:tc>
        <w:tc>
          <w:tcPr>
            <w:tcW w:w="4017" w:type="dxa"/>
            <w:shd w:val="clear" w:color="auto" w:fill="auto"/>
          </w:tcPr>
          <w:p w14:paraId="1B88CCC6" w14:textId="77777777" w:rsidR="0093762A" w:rsidRPr="00BA54E7" w:rsidRDefault="0093762A" w:rsidP="00BB3489">
            <w:pPr>
              <w:pStyle w:val="BodyText"/>
              <w:rPr>
                <w:rFonts w:ascii="Cordia New" w:hAnsi="Cordia New" w:cs="Cordia New"/>
                <w:bCs/>
                <w:sz w:val="28"/>
                <w:szCs w:val="28"/>
              </w:rPr>
            </w:pPr>
          </w:p>
        </w:tc>
        <w:tc>
          <w:tcPr>
            <w:tcW w:w="4018" w:type="dxa"/>
            <w:shd w:val="clear" w:color="auto" w:fill="auto"/>
          </w:tcPr>
          <w:p w14:paraId="5C103F03" w14:textId="394EB52A" w:rsidR="0093762A" w:rsidRPr="00BA54E7" w:rsidRDefault="0093762A" w:rsidP="00BB3489">
            <w:pPr>
              <w:pStyle w:val="BodyText"/>
              <w:rPr>
                <w:rFonts w:ascii="Cordia New" w:hAnsi="Cordia New" w:cs="Cordia New"/>
                <w:bCs/>
                <w:sz w:val="28"/>
                <w:szCs w:val="28"/>
              </w:rPr>
            </w:pPr>
          </w:p>
        </w:tc>
      </w:tr>
    </w:tbl>
    <w:p w14:paraId="44393F84" w14:textId="63467C79" w:rsidR="00A7540B" w:rsidRDefault="00A7540B" w:rsidP="0008019D">
      <w:pPr>
        <w:pStyle w:val="BodyText"/>
      </w:pPr>
    </w:p>
    <w:p w14:paraId="56C92594" w14:textId="11D53838" w:rsidR="00383C38" w:rsidRDefault="00BB3489" w:rsidP="00DC5596">
      <w:pPr>
        <w:pStyle w:val="Heading1"/>
        <w:rPr>
          <w:b/>
          <w:bCs w:val="0"/>
        </w:rPr>
      </w:pPr>
      <w:r w:rsidRPr="009E0001">
        <w:rPr>
          <w:b/>
          <w:bCs w:val="0"/>
        </w:rPr>
        <w:t>O</w:t>
      </w:r>
      <w:r w:rsidR="00383C38" w:rsidRPr="009E0001">
        <w:rPr>
          <w:b/>
          <w:bCs w:val="0"/>
        </w:rPr>
        <w:t>verview</w:t>
      </w:r>
    </w:p>
    <w:p w14:paraId="13F1282A" w14:textId="77777777" w:rsidR="00BC3D7C" w:rsidRPr="006F25E6" w:rsidRDefault="00BC3D7C" w:rsidP="006F25E6">
      <w:pPr>
        <w:pStyle w:val="BodyText"/>
      </w:pPr>
    </w:p>
    <w:tbl>
      <w:tblPr>
        <w:tblStyle w:val="TableGrid"/>
        <w:tblW w:w="9860"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860"/>
      </w:tblGrid>
      <w:tr w:rsidR="006400BD" w14:paraId="328E8338" w14:textId="77777777" w:rsidTr="00552DC6">
        <w:tc>
          <w:tcPr>
            <w:tcW w:w="9860" w:type="dxa"/>
            <w:shd w:val="clear" w:color="auto" w:fill="auto"/>
          </w:tcPr>
          <w:p w14:paraId="44558B2D" w14:textId="71B129D8" w:rsidR="006400BD" w:rsidRDefault="006400BD" w:rsidP="00EB1416">
            <w:pPr>
              <w:rPr>
                <w:b/>
                <w:bCs/>
              </w:rPr>
            </w:pPr>
            <w:r w:rsidRPr="00C25E0A">
              <w:rPr>
                <w:b/>
                <w:bCs/>
              </w:rPr>
              <w:t xml:space="preserve">Have you been issued a Healthcare Identifier Notice of Connection (HI NOC) </w:t>
            </w:r>
            <w:r>
              <w:rPr>
                <w:b/>
                <w:bCs/>
              </w:rPr>
              <w:t>from</w:t>
            </w:r>
            <w:r w:rsidRPr="00C25E0A">
              <w:rPr>
                <w:b/>
                <w:bCs/>
              </w:rPr>
              <w:t xml:space="preserve"> Services Australia</w:t>
            </w:r>
            <w:r>
              <w:rPr>
                <w:b/>
                <w:bCs/>
              </w:rPr>
              <w:t xml:space="preserve"> for this product</w:t>
            </w:r>
            <w:r w:rsidRPr="00C25E0A">
              <w:rPr>
                <w:b/>
                <w:bCs/>
              </w:rPr>
              <w:t>?</w:t>
            </w:r>
            <w:r w:rsidR="004839CD" w:rsidRPr="00846833">
              <w:rPr>
                <w:b/>
                <w:color w:val="FF0000"/>
              </w:rPr>
              <w:t xml:space="preserve"> *</w:t>
            </w:r>
          </w:p>
          <w:p w14:paraId="2A5DB25F" w14:textId="77777777" w:rsidR="00BC3D7C" w:rsidRDefault="00BC3D7C" w:rsidP="00EB1416">
            <w:pPr>
              <w:rPr>
                <w:b/>
                <w:bCs/>
              </w:rPr>
            </w:pPr>
          </w:p>
          <w:p w14:paraId="32CF00CE" w14:textId="4CF682AD" w:rsidR="00BC3D7C" w:rsidRDefault="00BC3D7C" w:rsidP="00EB1416">
            <w:r w:rsidRPr="00BC3D7C">
              <w:t>These are system functions to manage local copies of an IHI and (optionally) manage local copies of identifiers for healthcare provider individuals and organisations.</w:t>
            </w:r>
          </w:p>
          <w:p w14:paraId="07E6F17E" w14:textId="77777777" w:rsidR="00BC3D7C" w:rsidRDefault="00BC3D7C" w:rsidP="00BC3D7C">
            <w:pPr>
              <w:pStyle w:val="BodyText"/>
              <w:ind w:left="720"/>
              <w:rPr>
                <w:rFonts w:ascii="Cordia New" w:hAnsi="Cordia New" w:cs="Cordia New"/>
                <w:sz w:val="28"/>
                <w:szCs w:val="28"/>
              </w:rPr>
            </w:pPr>
          </w:p>
          <w:p w14:paraId="7ED5C7F4" w14:textId="1BDCFD1D" w:rsidR="00BC3D7C" w:rsidRPr="00BC3D7C" w:rsidRDefault="005D0D49" w:rsidP="00BC3D7C">
            <w:pPr>
              <w:pStyle w:val="BodyText"/>
              <w:ind w:left="720"/>
              <w:rPr>
                <w:rFonts w:ascii="Cordia New" w:hAnsi="Cordia New" w:cs="Cordia New"/>
                <w:sz w:val="28"/>
                <w:szCs w:val="28"/>
              </w:rPr>
            </w:pPr>
            <w:sdt>
              <w:sdtPr>
                <w:rPr>
                  <w:rFonts w:ascii="Cordia New" w:hAnsi="Cordia New" w:cs="Cordia New" w:hint="cs"/>
                  <w:sz w:val="28"/>
                  <w:szCs w:val="28"/>
                </w:rPr>
                <w:id w:val="-45686532"/>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BC3D7C" w:rsidRPr="00BC3D7C">
              <w:rPr>
                <w:rFonts w:ascii="Cordia New" w:hAnsi="Cordia New" w:cs="Cordia New" w:hint="cs"/>
                <w:sz w:val="28"/>
                <w:szCs w:val="28"/>
              </w:rPr>
              <w:t xml:space="preserve">  </w:t>
            </w:r>
            <w:r w:rsidR="00BC3D7C">
              <w:rPr>
                <w:rFonts w:ascii="Cordia New" w:hAnsi="Cordia New" w:cs="Cordia New"/>
                <w:sz w:val="28"/>
                <w:szCs w:val="28"/>
              </w:rPr>
              <w:t xml:space="preserve"> </w:t>
            </w:r>
            <w:proofErr w:type="gramStart"/>
            <w:r w:rsidR="00BC3D7C" w:rsidRPr="00BC3D7C">
              <w:rPr>
                <w:rFonts w:ascii="Cordia New" w:hAnsi="Cordia New" w:cs="Cordia New" w:hint="cs"/>
                <w:sz w:val="28"/>
                <w:szCs w:val="28"/>
              </w:rPr>
              <w:t>YES</w:t>
            </w:r>
            <w:proofErr w:type="gramEnd"/>
            <w:r w:rsidR="00BC3D7C" w:rsidRPr="00BC3D7C">
              <w:rPr>
                <w:rFonts w:ascii="Cordia New" w:hAnsi="Cordia New" w:cs="Cordia New" w:hint="cs"/>
                <w:sz w:val="28"/>
                <w:szCs w:val="28"/>
              </w:rPr>
              <w:t xml:space="preserve"> same </w:t>
            </w:r>
            <w:r w:rsidR="00BC3D7C" w:rsidRPr="00BC3D7C">
              <w:rPr>
                <w:rFonts w:ascii="Cordia New" w:hAnsi="Cordia New" w:cs="Cordia New"/>
                <w:sz w:val="28"/>
                <w:szCs w:val="28"/>
              </w:rPr>
              <w:t xml:space="preserve">software </w:t>
            </w:r>
            <w:r w:rsidR="00BC3D7C" w:rsidRPr="00BC3D7C">
              <w:rPr>
                <w:rFonts w:ascii="Cordia New" w:hAnsi="Cordia New" w:cs="Cordia New" w:hint="cs"/>
                <w:sz w:val="28"/>
                <w:szCs w:val="28"/>
              </w:rPr>
              <w:t xml:space="preserve">product </w:t>
            </w:r>
            <w:r w:rsidR="00BC3D7C" w:rsidRPr="00BC3D7C">
              <w:rPr>
                <w:rFonts w:ascii="Cordia New" w:hAnsi="Cordia New" w:cs="Cordia New"/>
                <w:sz w:val="28"/>
                <w:szCs w:val="28"/>
              </w:rPr>
              <w:t xml:space="preserve">as </w:t>
            </w:r>
            <w:r w:rsidR="00BC3D7C" w:rsidRPr="00BC3D7C">
              <w:rPr>
                <w:rFonts w:ascii="Cordia New" w:hAnsi="Cordia New" w:cs="Cordia New" w:hint="cs"/>
                <w:sz w:val="28"/>
                <w:szCs w:val="28"/>
              </w:rPr>
              <w:t>on page 1</w:t>
            </w:r>
          </w:p>
          <w:p w14:paraId="6A64E608" w14:textId="52A5FB82" w:rsidR="00BC3D7C" w:rsidRPr="00BC3D7C" w:rsidRDefault="005D0D49" w:rsidP="00BC3D7C">
            <w:pPr>
              <w:pStyle w:val="BodyText"/>
              <w:ind w:left="720"/>
              <w:rPr>
                <w:rFonts w:ascii="Cordia New" w:hAnsi="Cordia New" w:cs="Cordia New"/>
                <w:sz w:val="28"/>
                <w:szCs w:val="28"/>
              </w:rPr>
            </w:pPr>
            <w:sdt>
              <w:sdtPr>
                <w:rPr>
                  <w:rFonts w:ascii="Cordia New" w:hAnsi="Cordia New" w:cs="Cordia New" w:hint="cs"/>
                  <w:sz w:val="28"/>
                  <w:szCs w:val="28"/>
                </w:rPr>
                <w:id w:val="-1843616300"/>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BC3D7C" w:rsidRPr="00BC3D7C">
              <w:rPr>
                <w:rFonts w:ascii="Cordia New" w:hAnsi="Cordia New" w:cs="Cordia New" w:hint="cs"/>
                <w:sz w:val="28"/>
                <w:szCs w:val="28"/>
              </w:rPr>
              <w:t xml:space="preserve">  </w:t>
            </w:r>
            <w:r w:rsidR="00BC3D7C">
              <w:rPr>
                <w:rFonts w:ascii="Cordia New" w:hAnsi="Cordia New" w:cs="Cordia New"/>
                <w:sz w:val="28"/>
                <w:szCs w:val="28"/>
              </w:rPr>
              <w:t xml:space="preserve"> </w:t>
            </w:r>
            <w:proofErr w:type="gramStart"/>
            <w:r w:rsidR="00BC3D7C" w:rsidRPr="00BC3D7C">
              <w:rPr>
                <w:rFonts w:ascii="Cordia New" w:hAnsi="Cordia New" w:cs="Cordia New" w:hint="cs"/>
                <w:sz w:val="28"/>
                <w:szCs w:val="28"/>
              </w:rPr>
              <w:t>YES</w:t>
            </w:r>
            <w:proofErr w:type="gramEnd"/>
            <w:r w:rsidR="00BC3D7C" w:rsidRPr="00BC3D7C">
              <w:rPr>
                <w:rFonts w:ascii="Cordia New" w:hAnsi="Cordia New" w:cs="Cordia New" w:hint="cs"/>
                <w:sz w:val="28"/>
                <w:szCs w:val="28"/>
              </w:rPr>
              <w:t xml:space="preserve"> different tha</w:t>
            </w:r>
            <w:r w:rsidR="00BC3D7C" w:rsidRPr="00BC3D7C">
              <w:rPr>
                <w:rFonts w:ascii="Cordia New" w:hAnsi="Cordia New" w:cs="Cordia New"/>
                <w:sz w:val="28"/>
                <w:szCs w:val="28"/>
              </w:rPr>
              <w:t>n</w:t>
            </w:r>
            <w:r w:rsidR="00BC3D7C" w:rsidRPr="00BC3D7C">
              <w:rPr>
                <w:rFonts w:ascii="Cordia New" w:hAnsi="Cordia New" w:cs="Cordia New" w:hint="cs"/>
                <w:sz w:val="28"/>
                <w:szCs w:val="28"/>
              </w:rPr>
              <w:t xml:space="preserve"> </w:t>
            </w:r>
            <w:r w:rsidR="00BC3D7C" w:rsidRPr="00BC3D7C">
              <w:rPr>
                <w:rFonts w:ascii="Cordia New" w:hAnsi="Cordia New" w:cs="Cordia New"/>
                <w:sz w:val="28"/>
                <w:szCs w:val="28"/>
              </w:rPr>
              <w:t xml:space="preserve">software </w:t>
            </w:r>
            <w:r w:rsidR="00BC3D7C" w:rsidRPr="00BC3D7C">
              <w:rPr>
                <w:rFonts w:ascii="Cordia New" w:hAnsi="Cordia New" w:cs="Cordia New" w:hint="cs"/>
                <w:sz w:val="28"/>
                <w:szCs w:val="28"/>
              </w:rPr>
              <w:t>product on page 1</w:t>
            </w:r>
            <w:r w:rsidR="00BC3D7C" w:rsidRPr="00BC3D7C">
              <w:rPr>
                <w:rFonts w:ascii="Cordia New" w:hAnsi="Cordia New" w:cs="Cordia New"/>
                <w:sz w:val="28"/>
                <w:szCs w:val="28"/>
              </w:rPr>
              <w:t xml:space="preserve"> please state the s</w:t>
            </w:r>
            <w:r w:rsidR="00BC3D7C" w:rsidRPr="00BC3D7C">
              <w:rPr>
                <w:rFonts w:ascii="Cordia New" w:hAnsi="Cordia New" w:cs="Cordia New" w:hint="cs"/>
                <w:sz w:val="28"/>
                <w:szCs w:val="28"/>
              </w:rPr>
              <w:t xml:space="preserve">oftware name &amp; version: </w:t>
            </w:r>
          </w:p>
          <w:p w14:paraId="3BD9ADA1" w14:textId="77777777" w:rsidR="00BC3D7C" w:rsidRPr="00BC3D7C" w:rsidRDefault="00BC3D7C" w:rsidP="00BC3D7C">
            <w:pPr>
              <w:pStyle w:val="BodyText"/>
              <w:ind w:left="720"/>
              <w:rPr>
                <w:rFonts w:ascii="Cordia New" w:hAnsi="Cordia New" w:cs="Cordia New"/>
                <w:i/>
                <w:iCs/>
                <w:sz w:val="28"/>
                <w:szCs w:val="28"/>
              </w:rPr>
            </w:pPr>
            <w:r w:rsidRPr="00BC3D7C">
              <w:rPr>
                <w:rFonts w:ascii="Cordia New" w:hAnsi="Cordia New" w:cs="Cordia New" w:hint="cs"/>
                <w:i/>
                <w:iCs/>
                <w:sz w:val="28"/>
                <w:szCs w:val="28"/>
              </w:rPr>
              <w:t xml:space="preserve">PLEASE </w:t>
            </w:r>
            <w:r w:rsidRPr="00BC3D7C">
              <w:rPr>
                <w:rFonts w:ascii="Cordia New" w:hAnsi="Cordia New" w:cs="Cordia New"/>
                <w:i/>
                <w:iCs/>
                <w:sz w:val="28"/>
                <w:szCs w:val="28"/>
              </w:rPr>
              <w:t>STATE</w:t>
            </w:r>
          </w:p>
          <w:p w14:paraId="5C99E8F9" w14:textId="1E593820" w:rsidR="006400BD" w:rsidRDefault="005D0D49" w:rsidP="006400BD">
            <w:pPr>
              <w:ind w:left="720"/>
              <w:rPr>
                <w:rFonts w:ascii="Cordia New" w:hAnsi="Cordia New" w:cs="Cordia New"/>
                <w:sz w:val="28"/>
                <w:szCs w:val="28"/>
              </w:rPr>
            </w:pPr>
            <w:sdt>
              <w:sdtPr>
                <w:rPr>
                  <w:rFonts w:ascii="Cordia New" w:hAnsi="Cordia New" w:cs="Cordia New" w:hint="cs"/>
                  <w:sz w:val="28"/>
                  <w:szCs w:val="28"/>
                </w:rPr>
                <w:id w:val="-194227950"/>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6400BD" w:rsidRPr="00BA54E7">
              <w:rPr>
                <w:rFonts w:ascii="Cordia New" w:hAnsi="Cordia New" w:cs="Cordia New" w:hint="cs"/>
                <w:sz w:val="28"/>
                <w:szCs w:val="28"/>
              </w:rPr>
              <w:t xml:space="preserve">   </w:t>
            </w:r>
            <w:r w:rsidR="00BC3D7C">
              <w:rPr>
                <w:rFonts w:ascii="Cordia New" w:hAnsi="Cordia New" w:cs="Cordia New"/>
                <w:sz w:val="28"/>
                <w:szCs w:val="28"/>
              </w:rPr>
              <w:t xml:space="preserve"> </w:t>
            </w:r>
            <w:r w:rsidR="006400BD" w:rsidRPr="00BA54E7">
              <w:rPr>
                <w:rFonts w:ascii="Cordia New" w:hAnsi="Cordia New" w:cs="Cordia New" w:hint="cs"/>
                <w:sz w:val="28"/>
                <w:szCs w:val="28"/>
              </w:rPr>
              <w:t>N</w:t>
            </w:r>
            <w:r w:rsidR="00C46697">
              <w:rPr>
                <w:rFonts w:ascii="Cordia New" w:hAnsi="Cordia New" w:cs="Cordia New"/>
                <w:sz w:val="28"/>
                <w:szCs w:val="28"/>
              </w:rPr>
              <w:t>O (see below)</w:t>
            </w:r>
          </w:p>
          <w:p w14:paraId="2D585DE1" w14:textId="77777777" w:rsidR="00C46697" w:rsidRDefault="00C46697" w:rsidP="006400BD">
            <w:pPr>
              <w:ind w:left="720"/>
              <w:rPr>
                <w:b/>
                <w:bCs/>
              </w:rPr>
            </w:pPr>
          </w:p>
          <w:p w14:paraId="623D94A5" w14:textId="3A155EA9" w:rsidR="00C46697" w:rsidRDefault="00C46697" w:rsidP="00C46697">
            <w:pPr>
              <w:spacing w:after="120"/>
              <w:rPr>
                <w:rFonts w:eastAsia="Calibri" w:cs="Calibri"/>
              </w:rPr>
            </w:pPr>
            <w:r>
              <w:rPr>
                <w:rFonts w:eastAsia="Calibri" w:cs="Calibri"/>
              </w:rPr>
              <w:t>I</w:t>
            </w:r>
            <w:r w:rsidRPr="00C46697">
              <w:rPr>
                <w:rFonts w:eastAsia="Calibri" w:cs="Calibri"/>
              </w:rPr>
              <w:t xml:space="preserve">f you have not, contact </w:t>
            </w:r>
            <w:hyperlink r:id="rId11" w:history="1">
              <w:r w:rsidRPr="00C46697">
                <w:rPr>
                  <w:rStyle w:val="Hyperlink"/>
                  <w:rFonts w:eastAsia="Calibri" w:cs="Calibri"/>
                </w:rPr>
                <w:t>Developer Liaison</w:t>
              </w:r>
            </w:hyperlink>
            <w:r w:rsidRPr="00C46697">
              <w:rPr>
                <w:rFonts w:eastAsia="Calibri" w:cs="Calibri"/>
              </w:rPr>
              <w:t xml:space="preserve"> at to regist</w:t>
            </w:r>
            <w:r>
              <w:rPr>
                <w:rFonts w:eastAsia="Calibri" w:cs="Calibri"/>
              </w:rPr>
              <w:t>er</w:t>
            </w:r>
            <w:r w:rsidRPr="00C46697">
              <w:rPr>
                <w:rFonts w:eastAsia="Calibri" w:cs="Calibri"/>
              </w:rPr>
              <w:t xml:space="preserve"> and under</w:t>
            </w:r>
            <w:r>
              <w:rPr>
                <w:rFonts w:eastAsia="Calibri" w:cs="Calibri"/>
              </w:rPr>
              <w:t>take HI NOC testing.</w:t>
            </w:r>
            <w:r w:rsidRPr="00C46697">
              <w:rPr>
                <w:rFonts w:eastAsia="Calibri" w:cs="Calibri"/>
              </w:rPr>
              <w:t xml:space="preserve"> </w:t>
            </w:r>
          </w:p>
          <w:p w14:paraId="3673EBEE" w14:textId="77777777" w:rsidR="00BC3D7C" w:rsidRDefault="00BC3D7C" w:rsidP="00BC3D7C">
            <w:pPr>
              <w:rPr>
                <w:b/>
                <w:bCs/>
              </w:rPr>
            </w:pPr>
          </w:p>
          <w:p w14:paraId="182EE853" w14:textId="64559401" w:rsidR="00BC3D7C" w:rsidRDefault="00BC3D7C" w:rsidP="00BC3D7C">
            <w:pPr>
              <w:rPr>
                <w:rFonts w:cstheme="minorHAnsi"/>
              </w:rPr>
            </w:pPr>
            <w:r w:rsidRPr="00B678CA">
              <w:rPr>
                <w:rFonts w:cstheme="minorHAnsi"/>
              </w:rPr>
              <w:t>HI NOC and My Health Record NOC can be applied for in parallel. The testing may be completed in any order, although it is recommended that HI NOC testing is completed first.</w:t>
            </w:r>
          </w:p>
          <w:p w14:paraId="3C4ECF4F" w14:textId="77777777" w:rsidR="00BC3D7C" w:rsidRPr="00C46697" w:rsidRDefault="00BC3D7C" w:rsidP="00C46697">
            <w:pPr>
              <w:spacing w:after="120"/>
              <w:rPr>
                <w:rFonts w:eastAsia="Calibri" w:cs="Calibri"/>
              </w:rPr>
            </w:pPr>
          </w:p>
          <w:p w14:paraId="6F7C66EA" w14:textId="3EE70F8A" w:rsidR="00C46697" w:rsidRPr="00C46697" w:rsidRDefault="00C46697" w:rsidP="00C46697">
            <w:pPr>
              <w:rPr>
                <w:rFonts w:eastAsia="Calibri" w:cs="Calibri"/>
                <w:color w:val="0000FF"/>
                <w:u w:val="single"/>
              </w:rPr>
            </w:pPr>
            <w:r w:rsidRPr="00C46697">
              <w:rPr>
                <w:rFonts w:eastAsia="Calibri" w:cs="Calibri"/>
              </w:rPr>
              <w:t xml:space="preserve">Further information </w:t>
            </w:r>
            <w:r>
              <w:rPr>
                <w:rFonts w:eastAsia="Calibri" w:cs="Calibri"/>
              </w:rPr>
              <w:t>can be found here</w:t>
            </w:r>
            <w:r w:rsidRPr="00C46697">
              <w:rPr>
                <w:rFonts w:eastAsia="Calibri" w:cs="Calibri"/>
              </w:rPr>
              <w:t xml:space="preserve"> </w:t>
            </w:r>
            <w:r>
              <w:rPr>
                <w:rFonts w:eastAsia="Calibri" w:cs="Calibri"/>
              </w:rPr>
              <w:t xml:space="preserve">on the </w:t>
            </w:r>
            <w:hyperlink r:id="rId12" w:history="1">
              <w:r w:rsidRPr="00C46697">
                <w:rPr>
                  <w:rStyle w:val="Hyperlink"/>
                  <w:rFonts w:eastAsia="Calibri" w:cs="Calibri"/>
                </w:rPr>
                <w:t>Services Australia</w:t>
              </w:r>
            </w:hyperlink>
            <w:r>
              <w:rPr>
                <w:rFonts w:eastAsia="Calibri" w:cs="Calibri"/>
              </w:rPr>
              <w:t xml:space="preserve"> webpage.</w:t>
            </w:r>
          </w:p>
          <w:p w14:paraId="42A44241" w14:textId="20C910E5" w:rsidR="006400BD" w:rsidRPr="00EB1416" w:rsidRDefault="006400BD" w:rsidP="00C46697">
            <w:pPr>
              <w:rPr>
                <w:b/>
                <w:bCs/>
              </w:rPr>
            </w:pPr>
          </w:p>
        </w:tc>
      </w:tr>
      <w:tr w:rsidR="006D025C" w14:paraId="214C49CB" w14:textId="77777777" w:rsidTr="00552DC6">
        <w:tc>
          <w:tcPr>
            <w:tcW w:w="9860" w:type="dxa"/>
            <w:shd w:val="clear" w:color="auto" w:fill="auto"/>
          </w:tcPr>
          <w:p w14:paraId="1E91EA3E" w14:textId="658080F2" w:rsidR="006D025C" w:rsidRPr="00EB1416" w:rsidRDefault="00EB1416" w:rsidP="00EB1416">
            <w:r w:rsidRPr="00EB1416">
              <w:rPr>
                <w:b/>
                <w:bCs/>
              </w:rPr>
              <w:t>Have you watched the</w:t>
            </w:r>
            <w:r w:rsidRPr="00266558">
              <w:t xml:space="preserve"> </w:t>
            </w:r>
            <w:hyperlink r:id="rId13" w:history="1">
              <w:r w:rsidRPr="008475C8">
                <w:rPr>
                  <w:rStyle w:val="Hyperlink"/>
                </w:rPr>
                <w:t>My Health Record - B2B Webinar Recording</w:t>
              </w:r>
            </w:hyperlink>
            <w:r w:rsidRPr="00266558">
              <w:t xml:space="preserve"> </w:t>
            </w:r>
            <w:r w:rsidRPr="00C30556">
              <w:rPr>
                <w:b/>
                <w:bCs/>
              </w:rPr>
              <w:t>t</w:t>
            </w:r>
            <w:r w:rsidRPr="00EB1416">
              <w:rPr>
                <w:b/>
                <w:bCs/>
              </w:rPr>
              <w:t>hat is available on the ADHA Developer Portal?</w:t>
            </w:r>
          </w:p>
          <w:p w14:paraId="420A8506" w14:textId="16D19024" w:rsidR="006D025C" w:rsidRPr="00BA54E7" w:rsidRDefault="005D0D49" w:rsidP="00A17F71">
            <w:pPr>
              <w:pStyle w:val="BodyText"/>
              <w:ind w:left="720"/>
              <w:rPr>
                <w:rFonts w:ascii="Cordia New" w:hAnsi="Cordia New" w:cs="Cordia New"/>
                <w:sz w:val="28"/>
                <w:szCs w:val="28"/>
              </w:rPr>
            </w:pPr>
            <w:sdt>
              <w:sdtPr>
                <w:rPr>
                  <w:rFonts w:ascii="Cordia New" w:hAnsi="Cordia New" w:cs="Cordia New" w:hint="cs"/>
                  <w:sz w:val="28"/>
                  <w:szCs w:val="28"/>
                </w:rPr>
                <w:id w:val="-111312365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Yes     </w:t>
            </w:r>
          </w:p>
          <w:p w14:paraId="7610FDA8" w14:textId="79CECA00" w:rsidR="006D025C" w:rsidRPr="00C63EA9" w:rsidRDefault="005D0D49" w:rsidP="00A17F71">
            <w:pPr>
              <w:pStyle w:val="BodyText"/>
              <w:ind w:left="720"/>
              <w:rPr>
                <w:b/>
                <w:bCs/>
              </w:rPr>
            </w:pPr>
            <w:sdt>
              <w:sdtPr>
                <w:rPr>
                  <w:rFonts w:ascii="Cordia New" w:hAnsi="Cordia New" w:cs="Cordia New" w:hint="cs"/>
                  <w:sz w:val="28"/>
                  <w:szCs w:val="28"/>
                </w:rPr>
                <w:id w:val="-182442419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No</w:t>
            </w:r>
          </w:p>
        </w:tc>
      </w:tr>
      <w:tr w:rsidR="006D025C" w14:paraId="1E205BE0" w14:textId="77777777" w:rsidTr="00552DC6">
        <w:tc>
          <w:tcPr>
            <w:tcW w:w="9860" w:type="dxa"/>
            <w:shd w:val="clear" w:color="auto" w:fill="auto"/>
          </w:tcPr>
          <w:p w14:paraId="664F2F82" w14:textId="63B514B7" w:rsidR="006D025C" w:rsidRPr="000D22FD" w:rsidRDefault="000D22FD" w:rsidP="00336E90">
            <w:pPr>
              <w:pStyle w:val="BodyText"/>
              <w:keepNext/>
              <w:rPr>
                <w:noProof/>
              </w:rPr>
            </w:pPr>
            <w:r w:rsidRPr="000D22FD">
              <w:rPr>
                <w:b/>
                <w:bCs/>
                <w:noProof/>
              </w:rPr>
              <w:lastRenderedPageBreak/>
              <w:t>CIS &amp; CSP requirements:</w:t>
            </w:r>
            <w:r>
              <w:rPr>
                <w:noProof/>
              </w:rPr>
              <w:t xml:space="preserve"> </w:t>
            </w:r>
            <w:r w:rsidR="006D025C" w:rsidRPr="006D025C">
              <w:rPr>
                <w:b/>
                <w:bCs/>
              </w:rPr>
              <w:t>How does your system access the HI Service?</w:t>
            </w:r>
            <w:r w:rsidR="00D16420" w:rsidRPr="00846833">
              <w:rPr>
                <w:b/>
                <w:color w:val="FF0000"/>
              </w:rPr>
              <w:t xml:space="preserve"> *</w:t>
            </w:r>
          </w:p>
          <w:p w14:paraId="48B2BAFB" w14:textId="3790AF52" w:rsidR="006D025C" w:rsidRPr="00BA54E7" w:rsidRDefault="005D0D49" w:rsidP="00A17F71">
            <w:pPr>
              <w:pStyle w:val="BodyText"/>
              <w:keepNext/>
              <w:ind w:left="720"/>
              <w:rPr>
                <w:rFonts w:ascii="Cordia New" w:hAnsi="Cordia New" w:cs="Cordia New"/>
                <w:sz w:val="28"/>
                <w:szCs w:val="28"/>
              </w:rPr>
            </w:pPr>
            <w:sdt>
              <w:sdtPr>
                <w:rPr>
                  <w:rFonts w:ascii="Cordia New" w:hAnsi="Cordia New" w:cs="Cordia New" w:hint="cs"/>
                  <w:sz w:val="28"/>
                  <w:szCs w:val="28"/>
                </w:rPr>
                <w:id w:val="104170920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Direct access</w:t>
            </w:r>
          </w:p>
          <w:p w14:paraId="06B7B7EF" w14:textId="706B2876" w:rsidR="006D025C" w:rsidRDefault="005D0D49" w:rsidP="000D22FD">
            <w:pPr>
              <w:pStyle w:val="BodyText"/>
              <w:keepNext/>
              <w:ind w:left="720"/>
            </w:pPr>
            <w:sdt>
              <w:sdtPr>
                <w:rPr>
                  <w:rFonts w:ascii="Cordia New" w:hAnsi="Cordia New" w:cs="Cordia New" w:hint="cs"/>
                  <w:sz w:val="28"/>
                  <w:szCs w:val="28"/>
                </w:rPr>
                <w:id w:val="-77062040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Indirect access (HI identifiers are obtained from another software system that accesses the HI Service.)</w:t>
            </w:r>
          </w:p>
        </w:tc>
      </w:tr>
      <w:tr w:rsidR="006D025C" w14:paraId="1AD8F1A1" w14:textId="77777777" w:rsidTr="00552DC6">
        <w:tc>
          <w:tcPr>
            <w:tcW w:w="9860" w:type="dxa"/>
            <w:shd w:val="clear" w:color="auto" w:fill="auto"/>
          </w:tcPr>
          <w:p w14:paraId="42246750" w14:textId="22661BB2" w:rsidR="006D025C" w:rsidRDefault="00EB1416" w:rsidP="00574F5A">
            <w:pPr>
              <w:pStyle w:val="BodyText"/>
              <w:rPr>
                <w:b/>
                <w:bCs/>
              </w:rPr>
            </w:pPr>
            <w:r>
              <w:rPr>
                <w:b/>
                <w:bCs/>
              </w:rPr>
              <w:t xml:space="preserve">What type of Healthcare </w:t>
            </w:r>
            <w:r w:rsidR="006D025C">
              <w:rPr>
                <w:b/>
                <w:bCs/>
              </w:rPr>
              <w:t>Provider</w:t>
            </w:r>
            <w:r>
              <w:rPr>
                <w:b/>
                <w:bCs/>
              </w:rPr>
              <w:t>s are the target of your product</w:t>
            </w:r>
            <w:r w:rsidR="006D025C">
              <w:rPr>
                <w:b/>
                <w:bCs/>
              </w:rPr>
              <w:t>?</w:t>
            </w:r>
          </w:p>
          <w:p w14:paraId="3C148D4E" w14:textId="6DFE9E7F" w:rsidR="006D025C" w:rsidRPr="00BA54E7" w:rsidRDefault="005D0D49" w:rsidP="00A17F71">
            <w:pPr>
              <w:pStyle w:val="BodyText"/>
              <w:ind w:left="720"/>
              <w:rPr>
                <w:rFonts w:ascii="Cordia New" w:hAnsi="Cordia New" w:cs="Cordia New"/>
                <w:sz w:val="28"/>
                <w:szCs w:val="28"/>
              </w:rPr>
            </w:pPr>
            <w:sdt>
              <w:sdtPr>
                <w:rPr>
                  <w:rFonts w:ascii="Cordia New" w:hAnsi="Cordia New" w:cs="Cordia New" w:hint="cs"/>
                  <w:sz w:val="28"/>
                  <w:szCs w:val="28"/>
                </w:rPr>
                <w:id w:val="32247443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GPs</w:t>
            </w:r>
            <w:r w:rsidR="006D025C" w:rsidRPr="00BA54E7">
              <w:rPr>
                <w:rFonts w:ascii="Cordia New" w:hAnsi="Cordia New" w:cs="Cordia New" w:hint="cs"/>
                <w:sz w:val="28"/>
                <w:szCs w:val="28"/>
              </w:rPr>
              <w:tab/>
            </w:r>
          </w:p>
          <w:p w14:paraId="7B7DAC18" w14:textId="3A451C57" w:rsidR="006D025C" w:rsidRPr="00BA54E7" w:rsidRDefault="005D0D49" w:rsidP="00A17F71">
            <w:pPr>
              <w:pStyle w:val="BodyText"/>
              <w:ind w:left="720"/>
              <w:rPr>
                <w:rFonts w:ascii="Cordia New" w:hAnsi="Cordia New" w:cs="Cordia New"/>
                <w:sz w:val="28"/>
                <w:szCs w:val="28"/>
              </w:rPr>
            </w:pPr>
            <w:sdt>
              <w:sdtPr>
                <w:rPr>
                  <w:rFonts w:ascii="Cordia New" w:hAnsi="Cordia New" w:cs="Cordia New" w:hint="cs"/>
                  <w:sz w:val="28"/>
                  <w:szCs w:val="28"/>
                </w:rPr>
                <w:id w:val="-4459346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Specialists</w:t>
            </w:r>
          </w:p>
          <w:p w14:paraId="1F400EDB" w14:textId="77B7BF40" w:rsidR="006D025C" w:rsidRDefault="005D0D49" w:rsidP="00A17F71">
            <w:pPr>
              <w:pStyle w:val="BodyText"/>
              <w:ind w:left="720"/>
              <w:rPr>
                <w:rFonts w:ascii="Cordia New" w:hAnsi="Cordia New" w:cs="Cordia New"/>
                <w:sz w:val="28"/>
                <w:szCs w:val="28"/>
              </w:rPr>
            </w:pPr>
            <w:sdt>
              <w:sdtPr>
                <w:rPr>
                  <w:rFonts w:ascii="Cordia New" w:hAnsi="Cordia New" w:cs="Cordia New" w:hint="cs"/>
                  <w:sz w:val="28"/>
                  <w:szCs w:val="28"/>
                </w:rPr>
                <w:id w:val="-213778805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Hospitals</w:t>
            </w:r>
          </w:p>
          <w:p w14:paraId="4F39E0FE" w14:textId="5D390BDE" w:rsidR="00543ED1" w:rsidRDefault="005D0D49" w:rsidP="00543ED1">
            <w:pPr>
              <w:pStyle w:val="BodyText"/>
              <w:ind w:left="720"/>
              <w:rPr>
                <w:rFonts w:ascii="Cordia New" w:hAnsi="Cordia New" w:cs="Cordia New"/>
                <w:sz w:val="28"/>
                <w:szCs w:val="28"/>
              </w:rPr>
            </w:pPr>
            <w:sdt>
              <w:sdtPr>
                <w:rPr>
                  <w:rFonts w:ascii="Cordia New" w:hAnsi="Cordia New" w:cs="Cordia New" w:hint="cs"/>
                  <w:sz w:val="28"/>
                  <w:szCs w:val="28"/>
                </w:rPr>
                <w:id w:val="117192334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543ED1" w:rsidRPr="00BA54E7">
              <w:rPr>
                <w:rFonts w:ascii="Cordia New" w:hAnsi="Cordia New" w:cs="Cordia New" w:hint="cs"/>
                <w:sz w:val="28"/>
                <w:szCs w:val="28"/>
              </w:rPr>
              <w:t xml:space="preserve">   </w:t>
            </w:r>
            <w:r w:rsidR="00543ED1" w:rsidRPr="009E3240">
              <w:rPr>
                <w:rFonts w:ascii="Cordia New" w:hAnsi="Cordia New" w:cs="Cordia New"/>
                <w:sz w:val="28"/>
                <w:szCs w:val="28"/>
              </w:rPr>
              <w:t>Allied Health</w:t>
            </w:r>
          </w:p>
          <w:p w14:paraId="4E491B61" w14:textId="7D449098" w:rsidR="006D025C" w:rsidRPr="00C63EA9" w:rsidRDefault="005D0D49" w:rsidP="00A17F71">
            <w:pPr>
              <w:pStyle w:val="BodyText"/>
              <w:ind w:left="720"/>
              <w:rPr>
                <w:b/>
                <w:bCs/>
              </w:rPr>
            </w:pPr>
            <w:sdt>
              <w:sdtPr>
                <w:rPr>
                  <w:rFonts w:ascii="Cordia New" w:hAnsi="Cordia New" w:cs="Cordia New" w:hint="cs"/>
                  <w:sz w:val="28"/>
                  <w:szCs w:val="28"/>
                </w:rPr>
                <w:id w:val="-166700785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Other (specify):</w:t>
            </w:r>
          </w:p>
        </w:tc>
      </w:tr>
      <w:tr w:rsidR="006D025C" w14:paraId="205A391A" w14:textId="77777777" w:rsidTr="00552DC6">
        <w:tc>
          <w:tcPr>
            <w:tcW w:w="9860" w:type="dxa"/>
            <w:shd w:val="clear" w:color="auto" w:fill="auto"/>
          </w:tcPr>
          <w:p w14:paraId="7C7556FC" w14:textId="77777777" w:rsidR="00CE5B8E" w:rsidRDefault="00CE5B8E" w:rsidP="00CE5B8E">
            <w:pPr>
              <w:pStyle w:val="BodyText"/>
              <w:rPr>
                <w:b/>
                <w:bCs/>
              </w:rPr>
            </w:pPr>
            <w:r w:rsidRPr="00C63EA9">
              <w:rPr>
                <w:b/>
                <w:bCs/>
              </w:rPr>
              <w:t>Is there anything else that you believe may be helpful for us to understand about your product?</w:t>
            </w:r>
          </w:p>
          <w:p w14:paraId="391ECA6F" w14:textId="2F953467" w:rsidR="006D025C" w:rsidRPr="00A17F71" w:rsidRDefault="006D025C" w:rsidP="00A17F71">
            <w:pPr>
              <w:pStyle w:val="BodyText"/>
              <w:ind w:left="720"/>
              <w:rPr>
                <w:b/>
                <w:bCs/>
              </w:rPr>
            </w:pPr>
          </w:p>
        </w:tc>
      </w:tr>
      <w:tr w:rsidR="0053011D" w14:paraId="3FFE5B19" w14:textId="77777777" w:rsidTr="00552DC6">
        <w:tc>
          <w:tcPr>
            <w:tcW w:w="9860" w:type="dxa"/>
            <w:shd w:val="clear" w:color="auto" w:fill="auto"/>
          </w:tcPr>
          <w:p w14:paraId="51AB9EF7" w14:textId="5C73FAC9" w:rsidR="0053011D" w:rsidRPr="001F017A" w:rsidRDefault="008F6F7F" w:rsidP="001F017A">
            <w:pPr>
              <w:pStyle w:val="IsabelleHeading1"/>
              <w:numPr>
                <w:ilvl w:val="0"/>
                <w:numId w:val="0"/>
              </w:numPr>
              <w:rPr>
                <w:rFonts w:cs="Calibri"/>
                <w:sz w:val="22"/>
                <w:szCs w:val="22"/>
              </w:rPr>
            </w:pPr>
            <w:r>
              <w:rPr>
                <w:rFonts w:cs="Calibri"/>
                <w:sz w:val="22"/>
                <w:szCs w:val="22"/>
              </w:rPr>
              <w:t xml:space="preserve">Note:  </w:t>
            </w:r>
            <w:r w:rsidR="00C30556">
              <w:rPr>
                <w:rFonts w:cs="Calibri"/>
                <w:sz w:val="22"/>
                <w:szCs w:val="22"/>
              </w:rPr>
              <w:t xml:space="preserve">National </w:t>
            </w:r>
            <w:r w:rsidR="0053011D" w:rsidRPr="0053011D">
              <w:rPr>
                <w:rFonts w:cs="Calibri"/>
                <w:sz w:val="22"/>
                <w:szCs w:val="22"/>
              </w:rPr>
              <w:t xml:space="preserve">Provider </w:t>
            </w:r>
            <w:r w:rsidR="0053011D" w:rsidRPr="001F017A">
              <w:rPr>
                <w:rFonts w:cs="Calibri"/>
                <w:sz w:val="22"/>
                <w:szCs w:val="22"/>
              </w:rPr>
              <w:t>Portal access can be used when conducting M</w:t>
            </w:r>
            <w:r w:rsidR="005425BC">
              <w:rPr>
                <w:rFonts w:cs="Calibri"/>
                <w:sz w:val="22"/>
                <w:szCs w:val="22"/>
              </w:rPr>
              <w:t xml:space="preserve">y </w:t>
            </w:r>
            <w:r w:rsidR="0053011D" w:rsidRPr="001F017A">
              <w:rPr>
                <w:rFonts w:cs="Calibri"/>
                <w:sz w:val="22"/>
                <w:szCs w:val="22"/>
              </w:rPr>
              <w:t>H</w:t>
            </w:r>
            <w:r w:rsidR="005425BC">
              <w:rPr>
                <w:rFonts w:cs="Calibri"/>
                <w:sz w:val="22"/>
                <w:szCs w:val="22"/>
              </w:rPr>
              <w:t xml:space="preserve">ealth </w:t>
            </w:r>
            <w:r w:rsidR="0053011D" w:rsidRPr="001F017A">
              <w:rPr>
                <w:rFonts w:cs="Calibri"/>
                <w:sz w:val="22"/>
                <w:szCs w:val="22"/>
              </w:rPr>
              <w:t>R</w:t>
            </w:r>
            <w:r w:rsidR="005425BC">
              <w:rPr>
                <w:rFonts w:cs="Calibri"/>
                <w:sz w:val="22"/>
                <w:szCs w:val="22"/>
              </w:rPr>
              <w:t>ecord</w:t>
            </w:r>
            <w:r w:rsidR="0053011D" w:rsidRPr="001F017A">
              <w:rPr>
                <w:rFonts w:cs="Calibri"/>
                <w:sz w:val="22"/>
                <w:szCs w:val="22"/>
              </w:rPr>
              <w:t xml:space="preserve"> NOC</w:t>
            </w:r>
            <w:r w:rsidR="0053011D" w:rsidRPr="0053011D">
              <w:rPr>
                <w:rFonts w:cs="Calibri"/>
                <w:sz w:val="22"/>
                <w:szCs w:val="22"/>
              </w:rPr>
              <w:t xml:space="preserve"> testing and </w:t>
            </w:r>
            <w:r w:rsidR="0053011D" w:rsidRPr="001F017A">
              <w:rPr>
                <w:rFonts w:cs="Calibri"/>
                <w:sz w:val="22"/>
                <w:szCs w:val="22"/>
              </w:rPr>
              <w:t xml:space="preserve">is recommended. </w:t>
            </w:r>
            <w:r w:rsidR="00F75BD6" w:rsidRPr="001F017A">
              <w:rPr>
                <w:rFonts w:cs="Calibri"/>
                <w:sz w:val="22"/>
                <w:szCs w:val="22"/>
              </w:rPr>
              <w:t xml:space="preserve"> </w:t>
            </w:r>
          </w:p>
        </w:tc>
      </w:tr>
    </w:tbl>
    <w:p w14:paraId="6E634BD2" w14:textId="77777777" w:rsidR="00C5393C" w:rsidRDefault="00C5393C" w:rsidP="00C5393C">
      <w:pPr>
        <w:pStyle w:val="BodyText"/>
      </w:pPr>
    </w:p>
    <w:p w14:paraId="39E8B997" w14:textId="6F751554" w:rsidR="00FA7179" w:rsidRDefault="00FA7179">
      <w:pPr>
        <w:rPr>
          <w:rFonts w:eastAsiaTheme="majorEastAsia" w:cstheme="majorBidi"/>
          <w:b/>
          <w:sz w:val="28"/>
          <w:szCs w:val="28"/>
        </w:rPr>
      </w:pPr>
    </w:p>
    <w:p w14:paraId="3B132849" w14:textId="77777777" w:rsidR="00FD4F09" w:rsidRDefault="00FD4F09">
      <w:pPr>
        <w:rPr>
          <w:rFonts w:eastAsiaTheme="majorEastAsia" w:cstheme="majorBidi"/>
          <w:b/>
          <w:sz w:val="28"/>
          <w:szCs w:val="28"/>
        </w:rPr>
      </w:pPr>
    </w:p>
    <w:p w14:paraId="6E39CEDC" w14:textId="77777777" w:rsidR="00FD4F09" w:rsidRPr="00FD4F09" w:rsidRDefault="00FD4F09" w:rsidP="00FD4F09">
      <w:pPr>
        <w:pStyle w:val="BodyText"/>
      </w:pPr>
    </w:p>
    <w:p w14:paraId="4746AF90" w14:textId="77777777" w:rsidR="007614BA" w:rsidRDefault="007614BA" w:rsidP="007614BA">
      <w:pPr>
        <w:pStyle w:val="BodyText"/>
      </w:pPr>
    </w:p>
    <w:p w14:paraId="58EBC63A" w14:textId="77777777" w:rsidR="007614BA" w:rsidRDefault="007614BA" w:rsidP="007614BA">
      <w:pPr>
        <w:pStyle w:val="BodyText"/>
      </w:pPr>
    </w:p>
    <w:p w14:paraId="4FBAF56F" w14:textId="77777777" w:rsidR="00362F2D" w:rsidRDefault="00362F2D" w:rsidP="007614BA">
      <w:pPr>
        <w:pStyle w:val="Heading3"/>
        <w:numPr>
          <w:ilvl w:val="2"/>
          <w:numId w:val="16"/>
        </w:numPr>
        <w:tabs>
          <w:tab w:val="clear" w:pos="6947"/>
          <w:tab w:val="num" w:pos="709"/>
        </w:tabs>
        <w:ind w:left="709"/>
        <w:sectPr w:rsidR="00362F2D" w:rsidSect="00316A8E">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567" w:footer="567" w:gutter="0"/>
          <w:cols w:space="708"/>
          <w:titlePg/>
          <w:docGrid w:linePitch="360"/>
        </w:sectPr>
      </w:pPr>
    </w:p>
    <w:p w14:paraId="7C963366" w14:textId="1E9D6C59" w:rsidR="00BC3D7C" w:rsidRPr="00E507E4" w:rsidRDefault="00BC3D7C" w:rsidP="00BC3D7C">
      <w:pPr>
        <w:pStyle w:val="Heading1"/>
        <w:rPr>
          <w:b/>
          <w:bCs w:val="0"/>
        </w:rPr>
      </w:pPr>
      <w:r w:rsidRPr="009E0001">
        <w:rPr>
          <w:b/>
          <w:bCs w:val="0"/>
        </w:rPr>
        <w:t>Scope</w:t>
      </w:r>
      <w:r>
        <w:rPr>
          <w:b/>
          <w:bCs w:val="0"/>
        </w:rPr>
        <w:t xml:space="preserve"> of your My Health Record implementation</w:t>
      </w:r>
    </w:p>
    <w:p w14:paraId="293EC28C" w14:textId="77777777" w:rsidR="00BC3D7C" w:rsidRDefault="00BC3D7C" w:rsidP="00BC3D7C">
      <w:pPr>
        <w:pStyle w:val="Heading2"/>
        <w:numPr>
          <w:ilvl w:val="1"/>
          <w:numId w:val="41"/>
        </w:numPr>
      </w:pPr>
      <w:r>
        <w:t>Functionalities and s</w:t>
      </w:r>
      <w:r w:rsidRPr="007013AE">
        <w:t xml:space="preserve">upported </w:t>
      </w:r>
      <w:r>
        <w:t>W</w:t>
      </w:r>
      <w:r w:rsidRPr="007013AE">
        <w:t xml:space="preserve">eb </w:t>
      </w:r>
      <w:r>
        <w:t>S</w:t>
      </w:r>
      <w:r w:rsidRPr="007013AE">
        <w:t>ervices for CIS and/or CSP</w:t>
      </w:r>
    </w:p>
    <w:p w14:paraId="3B0D0AE7" w14:textId="77777777" w:rsidR="00BC3D7C" w:rsidRDefault="00BC3D7C" w:rsidP="007614BA">
      <w:pPr>
        <w:pStyle w:val="BodyText"/>
      </w:pPr>
    </w:p>
    <w:tbl>
      <w:tblPr>
        <w:tblW w:w="14591" w:type="dxa"/>
        <w:tblCellMar>
          <w:left w:w="0" w:type="dxa"/>
          <w:right w:w="0" w:type="dxa"/>
        </w:tblCellMar>
        <w:tblLook w:val="04A0" w:firstRow="1" w:lastRow="0" w:firstColumn="1" w:lastColumn="0" w:noHBand="0" w:noVBand="1"/>
      </w:tblPr>
      <w:tblGrid>
        <w:gridCol w:w="4863"/>
        <w:gridCol w:w="4864"/>
        <w:gridCol w:w="4864"/>
      </w:tblGrid>
      <w:tr w:rsidR="00FD4F09" w14:paraId="198DC7CD" w14:textId="77777777" w:rsidTr="00FD4F09">
        <w:trPr>
          <w:trHeight w:val="643"/>
        </w:trPr>
        <w:tc>
          <w:tcPr>
            <w:tcW w:w="4863" w:type="dxa"/>
            <w:tcBorders>
              <w:top w:val="single" w:sz="8" w:space="0" w:color="E7E6E6"/>
              <w:left w:val="single" w:sz="8" w:space="0" w:color="E7E6E6"/>
              <w:bottom w:val="single" w:sz="8" w:space="0" w:color="E7E6E6"/>
              <w:right w:val="single" w:sz="8" w:space="0" w:color="E7E6E6"/>
            </w:tcBorders>
            <w:shd w:val="clear" w:color="auto" w:fill="E7E6E6"/>
            <w:tcMar>
              <w:top w:w="0" w:type="dxa"/>
              <w:left w:w="108" w:type="dxa"/>
              <w:bottom w:w="0" w:type="dxa"/>
              <w:right w:w="108" w:type="dxa"/>
            </w:tcMar>
            <w:hideMark/>
          </w:tcPr>
          <w:p w14:paraId="49F8D046" w14:textId="77777777" w:rsidR="00FD4F09" w:rsidRDefault="00FD4F09">
            <w:pPr>
              <w:rPr>
                <w:b/>
                <w:bCs/>
                <w:color w:val="000000"/>
              </w:rPr>
            </w:pPr>
            <w:bookmarkStart w:id="1" w:name="_Hlk148365729"/>
            <w:r>
              <w:rPr>
                <w:b/>
                <w:bCs/>
                <w:color w:val="000000"/>
              </w:rPr>
              <w:t>Functionalities</w:t>
            </w:r>
          </w:p>
          <w:p w14:paraId="62AB8E1A" w14:textId="77777777" w:rsidR="00FD4F09" w:rsidRDefault="00FD4F09">
            <w:pPr>
              <w:rPr>
                <w:b/>
                <w:bCs/>
              </w:rPr>
            </w:pPr>
          </w:p>
          <w:p w14:paraId="76A66969" w14:textId="5794AF7D" w:rsidR="00FD4F09" w:rsidRPr="00B669D4" w:rsidRDefault="00FD4F09">
            <w:pPr>
              <w:rPr>
                <w:b/>
                <w:bCs/>
                <w:i/>
                <w:iCs/>
              </w:rPr>
            </w:pPr>
            <w:r w:rsidRPr="00B669D4">
              <w:rPr>
                <w:b/>
                <w:bCs/>
                <w:i/>
                <w:iCs/>
              </w:rPr>
              <w:t>Please tick</w:t>
            </w:r>
          </w:p>
        </w:tc>
        <w:tc>
          <w:tcPr>
            <w:tcW w:w="4864" w:type="dxa"/>
            <w:tcBorders>
              <w:top w:val="single" w:sz="8" w:space="0" w:color="E7E6E6"/>
              <w:left w:val="nil"/>
              <w:bottom w:val="single" w:sz="8" w:space="0" w:color="E7E6E6"/>
              <w:right w:val="single" w:sz="8" w:space="0" w:color="E7E6E6"/>
            </w:tcBorders>
            <w:shd w:val="clear" w:color="auto" w:fill="E7E6E6"/>
            <w:tcMar>
              <w:top w:w="0" w:type="dxa"/>
              <w:left w:w="108" w:type="dxa"/>
              <w:bottom w:w="0" w:type="dxa"/>
              <w:right w:w="108" w:type="dxa"/>
            </w:tcMar>
            <w:hideMark/>
          </w:tcPr>
          <w:p w14:paraId="4C8590DA" w14:textId="52A9887E" w:rsidR="00FD4F09" w:rsidRDefault="00FD4F09">
            <w:pPr>
              <w:rPr>
                <w:b/>
                <w:bCs/>
                <w:color w:val="000000"/>
              </w:rPr>
            </w:pPr>
            <w:r>
              <w:rPr>
                <w:b/>
                <w:bCs/>
                <w:color w:val="000000"/>
              </w:rPr>
              <w:t>Additional Information</w:t>
            </w:r>
          </w:p>
          <w:p w14:paraId="73125732" w14:textId="77777777" w:rsidR="00FD4F09" w:rsidRDefault="00FD4F09">
            <w:pPr>
              <w:rPr>
                <w:b/>
                <w:bCs/>
                <w:color w:val="000000"/>
              </w:rPr>
            </w:pPr>
          </w:p>
          <w:p w14:paraId="6926D32F" w14:textId="47E26A83" w:rsidR="00FD4F09" w:rsidRPr="00B669D4" w:rsidRDefault="00FD4F09">
            <w:pPr>
              <w:rPr>
                <w:b/>
                <w:bCs/>
                <w:i/>
                <w:iCs/>
              </w:rPr>
            </w:pPr>
            <w:r w:rsidRPr="00B669D4">
              <w:rPr>
                <w:b/>
                <w:bCs/>
                <w:i/>
                <w:iCs/>
                <w:color w:val="000000"/>
              </w:rPr>
              <w:t>Please tick</w:t>
            </w:r>
          </w:p>
        </w:tc>
        <w:tc>
          <w:tcPr>
            <w:tcW w:w="4864" w:type="dxa"/>
            <w:tcBorders>
              <w:top w:val="single" w:sz="8" w:space="0" w:color="E7E6E6"/>
              <w:left w:val="nil"/>
              <w:bottom w:val="single" w:sz="8" w:space="0" w:color="E7E6E6"/>
              <w:right w:val="single" w:sz="8" w:space="0" w:color="E7E6E6"/>
            </w:tcBorders>
            <w:shd w:val="clear" w:color="auto" w:fill="E7E6E6"/>
            <w:tcMar>
              <w:top w:w="0" w:type="dxa"/>
              <w:left w:w="108" w:type="dxa"/>
              <w:bottom w:w="0" w:type="dxa"/>
              <w:right w:w="108" w:type="dxa"/>
            </w:tcMar>
            <w:hideMark/>
          </w:tcPr>
          <w:p w14:paraId="187CCD42" w14:textId="77777777" w:rsidR="00FD4F09" w:rsidRDefault="00FD4F09">
            <w:pPr>
              <w:rPr>
                <w:b/>
                <w:bCs/>
                <w:color w:val="000000"/>
              </w:rPr>
            </w:pPr>
            <w:r>
              <w:rPr>
                <w:b/>
                <w:bCs/>
                <w:color w:val="000000"/>
              </w:rPr>
              <w:t>Web Services</w:t>
            </w:r>
          </w:p>
          <w:p w14:paraId="72F50348" w14:textId="6CF6B5CA" w:rsidR="00FD4F09" w:rsidRDefault="00FD4F09">
            <w:pPr>
              <w:rPr>
                <w:b/>
                <w:bCs/>
                <w:color w:val="000000"/>
              </w:rPr>
            </w:pPr>
            <w:r>
              <w:rPr>
                <w:b/>
                <w:bCs/>
                <w:color w:val="000000"/>
              </w:rPr>
              <w:t>(M</w:t>
            </w:r>
            <w:r w:rsidR="005425BC">
              <w:rPr>
                <w:b/>
                <w:bCs/>
                <w:color w:val="000000"/>
              </w:rPr>
              <w:t xml:space="preserve">y </w:t>
            </w:r>
            <w:r>
              <w:rPr>
                <w:b/>
                <w:bCs/>
                <w:color w:val="000000"/>
              </w:rPr>
              <w:t>H</w:t>
            </w:r>
            <w:r w:rsidR="005425BC">
              <w:rPr>
                <w:b/>
                <w:bCs/>
                <w:color w:val="000000"/>
              </w:rPr>
              <w:t xml:space="preserve">ealth </w:t>
            </w:r>
            <w:r>
              <w:rPr>
                <w:b/>
                <w:bCs/>
                <w:color w:val="000000"/>
              </w:rPr>
              <w:t>R</w:t>
            </w:r>
            <w:r w:rsidR="005425BC">
              <w:rPr>
                <w:b/>
                <w:bCs/>
                <w:color w:val="000000"/>
              </w:rPr>
              <w:t>ecord</w:t>
            </w:r>
            <w:r>
              <w:rPr>
                <w:b/>
                <w:bCs/>
                <w:color w:val="000000"/>
              </w:rPr>
              <w:t xml:space="preserve"> NOC testing) </w:t>
            </w:r>
          </w:p>
          <w:p w14:paraId="11809D99" w14:textId="5C26659E" w:rsidR="00FD4F09" w:rsidRDefault="00FD4F09">
            <w:pPr>
              <w:rPr>
                <w:b/>
                <w:bCs/>
                <w14:ligatures w14:val="standardContextual"/>
              </w:rPr>
            </w:pPr>
            <w:r>
              <w:rPr>
                <w:b/>
                <w:bCs/>
                <w:i/>
                <w:iCs/>
                <w:color w:val="000000"/>
              </w:rPr>
              <w:t>P</w:t>
            </w:r>
            <w:r w:rsidRPr="00B669D4">
              <w:rPr>
                <w:b/>
                <w:bCs/>
                <w:i/>
                <w:iCs/>
                <w:color w:val="000000"/>
              </w:rPr>
              <w:t>lease tick</w:t>
            </w:r>
          </w:p>
        </w:tc>
      </w:tr>
      <w:tr w:rsidR="00FD4F09" w14:paraId="73D247DB" w14:textId="77777777" w:rsidTr="00FD4F09">
        <w:trPr>
          <w:trHeight w:val="502"/>
        </w:trPr>
        <w:tc>
          <w:tcPr>
            <w:tcW w:w="4863" w:type="dxa"/>
            <w:vMerge w:val="restart"/>
            <w:tcBorders>
              <w:top w:val="nil"/>
              <w:left w:val="single" w:sz="8" w:space="0" w:color="E7E6E6"/>
              <w:right w:val="single" w:sz="8" w:space="0" w:color="E7E6E6"/>
            </w:tcBorders>
            <w:tcMar>
              <w:top w:w="0" w:type="dxa"/>
              <w:left w:w="108" w:type="dxa"/>
              <w:bottom w:w="0" w:type="dxa"/>
              <w:right w:w="108" w:type="dxa"/>
            </w:tcMar>
          </w:tcPr>
          <w:p w14:paraId="6F36B705" w14:textId="276F69D0" w:rsidR="00FD4F09" w:rsidRPr="00BC3D7C" w:rsidRDefault="005425BC" w:rsidP="00DF1E12">
            <w:pPr>
              <w:rPr>
                <w:rFonts w:cs="Calibri"/>
                <w:b/>
                <w:bCs/>
              </w:rPr>
            </w:pPr>
            <w:r>
              <w:rPr>
                <w:b/>
                <w:bCs/>
                <w:color w:val="000000"/>
              </w:rPr>
              <w:t>My Health Record</w:t>
            </w:r>
            <w:r w:rsidR="00FD4F09" w:rsidRPr="00BC3D7C">
              <w:rPr>
                <w:rFonts w:cs="Calibri"/>
                <w:b/>
                <w:bCs/>
              </w:rPr>
              <w:t xml:space="preserve"> Viewing</w:t>
            </w:r>
            <w:r w:rsidR="0051663F" w:rsidRPr="00846833">
              <w:rPr>
                <w:b/>
                <w:color w:val="FF0000"/>
              </w:rPr>
              <w:t>*</w:t>
            </w:r>
          </w:p>
          <w:p w14:paraId="5AB4F562" w14:textId="666506C2" w:rsidR="00FD4F09" w:rsidRDefault="00FD4F09" w:rsidP="00A83C3A">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accessing the M</w:t>
            </w:r>
            <w:r w:rsidR="005D0D49">
              <w:rPr>
                <w:rFonts w:ascii="Cordia New" w:hAnsi="Cordia New" w:cs="Cordia New"/>
                <w:sz w:val="28"/>
                <w:szCs w:val="28"/>
              </w:rPr>
              <w:t xml:space="preserve">y </w:t>
            </w:r>
            <w:r>
              <w:rPr>
                <w:rFonts w:ascii="Cordia New" w:hAnsi="Cordia New" w:cs="Cordia New"/>
                <w:sz w:val="28"/>
                <w:szCs w:val="28"/>
              </w:rPr>
              <w:t>H</w:t>
            </w:r>
            <w:r w:rsidR="005D0D49">
              <w:rPr>
                <w:rFonts w:ascii="Cordia New" w:hAnsi="Cordia New" w:cs="Cordia New"/>
                <w:sz w:val="28"/>
                <w:szCs w:val="28"/>
              </w:rPr>
              <w:t xml:space="preserve">ealth </w:t>
            </w:r>
            <w:r>
              <w:rPr>
                <w:rFonts w:ascii="Cordia New" w:hAnsi="Cordia New" w:cs="Cordia New"/>
                <w:sz w:val="28"/>
                <w:szCs w:val="28"/>
              </w:rPr>
              <w:t>R</w:t>
            </w:r>
            <w:r w:rsidR="005D0D49">
              <w:rPr>
                <w:rFonts w:ascii="Cordia New" w:hAnsi="Cordia New" w:cs="Cordia New"/>
                <w:sz w:val="28"/>
                <w:szCs w:val="28"/>
              </w:rPr>
              <w:t>ecord</w:t>
            </w:r>
            <w:r>
              <w:rPr>
                <w:rFonts w:ascii="Cordia New" w:hAnsi="Cordia New" w:cs="Cordia New"/>
                <w:sz w:val="28"/>
                <w:szCs w:val="28"/>
              </w:rPr>
              <w:t xml:space="preserve"> for patient information</w:t>
            </w:r>
            <w:r>
              <w:rPr>
                <w:rFonts w:ascii="Cordia New" w:hAnsi="Cordia New" w:cs="Cordia New" w:hint="cs"/>
                <w:sz w:val="28"/>
                <w:szCs w:val="28"/>
              </w:rPr>
              <w:t>?</w:t>
            </w:r>
          </w:p>
          <w:p w14:paraId="396F02A2" w14:textId="77777777" w:rsidR="00FD4F09" w:rsidRDefault="00FD4F09">
            <w:pPr>
              <w:rPr>
                <w:rFonts w:ascii="Cordia New" w:hAnsi="Cordia New" w:cs="Cordia New"/>
                <w:sz w:val="28"/>
                <w:szCs w:val="28"/>
              </w:rPr>
            </w:pPr>
          </w:p>
          <w:p w14:paraId="72C4D66B" w14:textId="63163B7C" w:rsidR="00FD4F09" w:rsidRDefault="005D0D49">
            <w:pPr>
              <w:ind w:firstLine="34"/>
              <w:rPr>
                <w:rFonts w:ascii="Cordia New" w:hAnsi="Cordia New" w:cs="Cordia New"/>
                <w:sz w:val="24"/>
                <w:szCs w:val="24"/>
              </w:rPr>
            </w:pPr>
            <w:sdt>
              <w:sdtPr>
                <w:rPr>
                  <w:rFonts w:ascii="Cordia New" w:hAnsi="Cordia New" w:cs="Cordia New" w:hint="cs"/>
                  <w:sz w:val="28"/>
                  <w:szCs w:val="28"/>
                </w:rPr>
                <w:id w:val="-7637223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760232C8" w14:textId="7B45D85E" w:rsidR="00FD4F09" w:rsidRPr="003D2C99" w:rsidRDefault="005D0D49">
            <w:pPr>
              <w:ind w:firstLine="34"/>
              <w:rPr>
                <w:rFonts w:ascii="Cordia New" w:hAnsi="Cordia New" w:cs="Cordia New"/>
                <w:sz w:val="24"/>
                <w:szCs w:val="24"/>
              </w:rPr>
            </w:pPr>
            <w:sdt>
              <w:sdtPr>
                <w:rPr>
                  <w:rFonts w:ascii="Cordia New" w:hAnsi="Cordia New" w:cs="Cordia New" w:hint="cs"/>
                  <w:sz w:val="28"/>
                  <w:szCs w:val="28"/>
                </w:rPr>
                <w:id w:val="-4279733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593A5B27" w14:textId="250EC5C3" w:rsidR="00FD4F09" w:rsidRDefault="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5A0F5CC2" w14:textId="52F04AB6" w:rsidR="00FD4F09" w:rsidRDefault="005D0D49">
            <w:pPr>
              <w:ind w:firstLine="34"/>
              <w:rPr>
                <w:rFonts w:ascii="Cordia New" w:hAnsi="Cordia New" w:cs="Cordia New"/>
                <w:sz w:val="28"/>
                <w:szCs w:val="28"/>
              </w:rPr>
            </w:pPr>
            <w:sdt>
              <w:sdtPr>
                <w:rPr>
                  <w:rFonts w:ascii="Cordia New" w:hAnsi="Cordia New" w:cs="Cordia New" w:hint="cs"/>
                  <w:sz w:val="28"/>
                  <w:szCs w:val="28"/>
                </w:rPr>
                <w:id w:val="-4653609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1A666CB3" w14:textId="77777777" w:rsidR="00FD4F09" w:rsidRDefault="00FD4F09" w:rsidP="00A83C3A">
            <w:pPr>
              <w:rPr>
                <w:rFonts w:ascii="Cordia New" w:hAnsi="Cordia New" w:cs="Cordia New"/>
                <w:sz w:val="28"/>
                <w:szCs w:val="28"/>
              </w:rPr>
            </w:pPr>
          </w:p>
          <w:p w14:paraId="2EC7CD5F" w14:textId="6664C9EB" w:rsidR="00FD4F09" w:rsidRDefault="00FD4F09" w:rsidP="00A83C3A">
            <w:pPr>
              <w:ind w:firstLine="34"/>
              <w:rPr>
                <w:rFonts w:ascii="Cordia New" w:hAnsi="Cordia New" w:cs="Cordia New"/>
                <w:sz w:val="28"/>
                <w:szCs w:val="28"/>
              </w:rPr>
            </w:pPr>
            <w:r>
              <w:rPr>
                <w:rFonts w:ascii="Cordia New" w:hAnsi="Cordia New" w:cs="Cordia New" w:hint="cs"/>
                <w:sz w:val="28"/>
                <w:szCs w:val="28"/>
              </w:rPr>
              <w:t xml:space="preserve"> </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2405C66D" w14:textId="77777777" w:rsidR="00FD4F09" w:rsidRPr="0031527D" w:rsidRDefault="00FD4F09" w:rsidP="00BD6A90">
            <w:pPr>
              <w:rPr>
                <w:rFonts w:cs="Calibri"/>
                <w:b/>
                <w:bCs/>
              </w:rPr>
            </w:pPr>
            <w:r w:rsidRPr="0031527D">
              <w:rPr>
                <w:rFonts w:cs="Calibri"/>
                <w:b/>
                <w:bCs/>
              </w:rPr>
              <w:t xml:space="preserve">Discover and retrieve clinical </w:t>
            </w:r>
            <w:proofErr w:type="gramStart"/>
            <w:r w:rsidRPr="0031527D">
              <w:rPr>
                <w:rFonts w:cs="Calibri"/>
                <w:b/>
                <w:bCs/>
              </w:rPr>
              <w:t>documents</w:t>
            </w:r>
            <w:proofErr w:type="gramEnd"/>
          </w:p>
          <w:p w14:paraId="0C9A1340" w14:textId="77777777" w:rsidR="00FD4F09" w:rsidRDefault="00FD4F09" w:rsidP="00BD6A90">
            <w:pPr>
              <w:rPr>
                <w:rFonts w:ascii="Cordia New" w:hAnsi="Cordia New" w:cs="Cordia New"/>
                <w:sz w:val="28"/>
                <w:szCs w:val="28"/>
              </w:rPr>
            </w:pPr>
            <w:r>
              <w:rPr>
                <w:rFonts w:ascii="Cordia New" w:hAnsi="Cordia New" w:cs="Cordia New" w:hint="cs"/>
                <w:sz w:val="28"/>
                <w:szCs w:val="28"/>
              </w:rPr>
              <w:t xml:space="preserve">This is the </w:t>
            </w:r>
            <w:r w:rsidRPr="0031527D">
              <w:rPr>
                <w:rFonts w:ascii="Cordia New" w:hAnsi="Cordia New" w:cs="Cordia New" w:hint="cs"/>
                <w:b/>
                <w:bCs/>
                <w:sz w:val="28"/>
                <w:szCs w:val="28"/>
              </w:rPr>
              <w:t>recommended minimum viewing</w:t>
            </w:r>
            <w:r>
              <w:rPr>
                <w:rFonts w:ascii="Cordia New" w:hAnsi="Cordia New" w:cs="Cordia New" w:hint="cs"/>
                <w:sz w:val="28"/>
                <w:szCs w:val="28"/>
              </w:rPr>
              <w:t xml:space="preserve"> functionality.</w:t>
            </w:r>
          </w:p>
          <w:p w14:paraId="13B918AF" w14:textId="77777777" w:rsidR="00FD4F09" w:rsidRDefault="00FD4F09">
            <w:pPr>
              <w:rPr>
                <w:rFonts w:ascii="Cordia New" w:hAnsi="Cordia New" w:cs="Cordia New"/>
                <w:sz w:val="28"/>
                <w:szCs w:val="28"/>
              </w:rPr>
            </w:pPr>
          </w:p>
          <w:p w14:paraId="421E860F" w14:textId="0ACDFC83" w:rsidR="00FD4F09" w:rsidRDefault="00FD4F09">
            <w:pPr>
              <w:rPr>
                <w:rFonts w:ascii="Cordia New" w:hAnsi="Cordia New" w:cs="Cordia New"/>
                <w:sz w:val="28"/>
                <w:szCs w:val="28"/>
              </w:rPr>
            </w:pPr>
            <w:r>
              <w:rPr>
                <w:rFonts w:ascii="Cordia New" w:hAnsi="Cordia New" w:cs="Cordia New"/>
                <w:sz w:val="28"/>
                <w:szCs w:val="28"/>
              </w:rPr>
              <w:t>This functionality</w:t>
            </w:r>
            <w:r>
              <w:rPr>
                <w:rFonts w:ascii="Cordia New" w:hAnsi="Cordia New" w:cs="Cordia New" w:hint="cs"/>
                <w:sz w:val="28"/>
                <w:szCs w:val="28"/>
              </w:rPr>
              <w:t xml:space="preserve"> </w:t>
            </w:r>
            <w:r>
              <w:rPr>
                <w:rFonts w:ascii="Cordia New" w:hAnsi="Cordia New" w:cs="Cordia New"/>
                <w:sz w:val="28"/>
                <w:szCs w:val="28"/>
              </w:rPr>
              <w:t>allows a healthcare provider</w:t>
            </w:r>
            <w:r>
              <w:rPr>
                <w:rFonts w:ascii="Cordia New" w:hAnsi="Cordia New" w:cs="Cordia New" w:hint="cs"/>
                <w:sz w:val="28"/>
                <w:szCs w:val="28"/>
              </w:rPr>
              <w:t xml:space="preserve"> to </w:t>
            </w:r>
            <w:r>
              <w:rPr>
                <w:rFonts w:ascii="Cordia New" w:hAnsi="Cordia New" w:cs="Cordia New"/>
                <w:sz w:val="28"/>
                <w:szCs w:val="28"/>
              </w:rPr>
              <w:t>gain access to a patient’s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and </w:t>
            </w:r>
            <w:r>
              <w:rPr>
                <w:rFonts w:ascii="Cordia New" w:hAnsi="Cordia New" w:cs="Cordia New" w:hint="cs"/>
                <w:sz w:val="28"/>
                <w:szCs w:val="28"/>
              </w:rPr>
              <w:t>download the</w:t>
            </w:r>
            <w:r>
              <w:rPr>
                <w:rFonts w:ascii="Cordia New" w:hAnsi="Cordia New" w:cs="Cordia New"/>
                <w:sz w:val="28"/>
                <w:szCs w:val="28"/>
              </w:rPr>
              <w:t xml:space="preserve">ir </w:t>
            </w:r>
            <w:r>
              <w:rPr>
                <w:rFonts w:ascii="Cordia New" w:hAnsi="Cordia New" w:cs="Cordia New" w:hint="cs"/>
                <w:sz w:val="28"/>
                <w:szCs w:val="28"/>
              </w:rPr>
              <w:t>information</w:t>
            </w:r>
            <w:r>
              <w:rPr>
                <w:rFonts w:ascii="Cordia New" w:hAnsi="Cordia New" w:cs="Cordia New"/>
                <w:sz w:val="28"/>
                <w:szCs w:val="28"/>
              </w:rPr>
              <w:t xml:space="preserve"> to the local clinical information system</w:t>
            </w:r>
            <w:r>
              <w:rPr>
                <w:rFonts w:ascii="Cordia New" w:hAnsi="Cordia New" w:cs="Cordia New" w:hint="cs"/>
                <w:sz w:val="28"/>
                <w:szCs w:val="28"/>
              </w:rPr>
              <w:t>.</w:t>
            </w:r>
          </w:p>
          <w:p w14:paraId="2809D168" w14:textId="77777777"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1BB34219" w14:textId="1D898F22" w:rsidR="00FD4F09" w:rsidRDefault="005D0D49">
            <w:pPr>
              <w:ind w:firstLine="34"/>
              <w:rPr>
                <w:rFonts w:ascii="Cordia New" w:hAnsi="Cordia New" w:cs="Cordia New"/>
                <w:sz w:val="28"/>
                <w:szCs w:val="28"/>
              </w:rPr>
            </w:pPr>
            <w:sdt>
              <w:sdtPr>
                <w:rPr>
                  <w:rFonts w:ascii="Cordia New" w:hAnsi="Cordia New" w:cs="Cordia New" w:hint="cs"/>
                  <w:sz w:val="28"/>
                  <w:szCs w:val="28"/>
                </w:rPr>
                <w:id w:val="145405691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doesPCEHRExist</w:t>
            </w:r>
            <w:proofErr w:type="spellEnd"/>
            <w:r w:rsidR="00FD4F09">
              <w:rPr>
                <w:rFonts w:ascii="Cordia New" w:hAnsi="Cordia New" w:cs="Cordia New" w:hint="cs"/>
                <w:sz w:val="28"/>
                <w:szCs w:val="28"/>
              </w:rPr>
              <w:t xml:space="preserve"> – v1.1</w:t>
            </w:r>
          </w:p>
          <w:p w14:paraId="46FB7F37" w14:textId="21CB8345" w:rsidR="00FD4F09" w:rsidRDefault="005D0D49">
            <w:pPr>
              <w:ind w:firstLine="34"/>
              <w:rPr>
                <w:rFonts w:ascii="Cordia New" w:hAnsi="Cordia New" w:cs="Cordia New"/>
                <w:sz w:val="28"/>
                <w:szCs w:val="28"/>
              </w:rPr>
            </w:pPr>
            <w:sdt>
              <w:sdtPr>
                <w:rPr>
                  <w:rFonts w:ascii="Cordia New" w:hAnsi="Cordia New" w:cs="Cordia New" w:hint="cs"/>
                  <w:sz w:val="28"/>
                  <w:szCs w:val="28"/>
                </w:rPr>
                <w:id w:val="-15556137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gainPCEHRAccess</w:t>
            </w:r>
            <w:proofErr w:type="spellEnd"/>
            <w:r w:rsidR="00FD4F09">
              <w:rPr>
                <w:rFonts w:ascii="Cordia New" w:hAnsi="Cordia New" w:cs="Cordia New" w:hint="cs"/>
                <w:sz w:val="28"/>
                <w:szCs w:val="28"/>
              </w:rPr>
              <w:t xml:space="preserve"> – v1.1</w:t>
            </w:r>
          </w:p>
          <w:p w14:paraId="61D0EA46" w14:textId="7E1C35F3" w:rsidR="00FD4F09" w:rsidRDefault="005D0D49" w:rsidP="00B81514">
            <w:pPr>
              <w:ind w:firstLine="34"/>
              <w:rPr>
                <w:rFonts w:ascii="Cordia New" w:hAnsi="Cordia New" w:cs="Cordia New"/>
                <w:sz w:val="28"/>
                <w:szCs w:val="28"/>
              </w:rPr>
            </w:pPr>
            <w:sdt>
              <w:sdtPr>
                <w:rPr>
                  <w:rFonts w:ascii="Cordia New" w:hAnsi="Cordia New" w:cs="Cordia New" w:hint="cs"/>
                  <w:sz w:val="28"/>
                  <w:szCs w:val="28"/>
                </w:rPr>
                <w:id w:val="-547450679"/>
                <w14:checkbox>
                  <w14:checked w14:val="0"/>
                  <w14:checkedState w14:val="2612" w14:font="MS Gothic"/>
                  <w14:uncheckedState w14:val="2610" w14:font="MS Gothic"/>
                </w14:checkbox>
              </w:sdtPr>
              <w:sdtEndPr/>
              <w:sdtContent>
                <w:r w:rsidR="008F6F7F">
                  <w:rPr>
                    <w:rFonts w:ascii="MS Gothic" w:eastAsia="MS Gothic" w:hAnsi="MS Gothic" w:cs="Cordia New" w:hint="eastAsia"/>
                    <w:sz w:val="28"/>
                    <w:szCs w:val="28"/>
                  </w:rPr>
                  <w:t>☐</w:t>
                </w:r>
              </w:sdtContent>
            </w:sdt>
            <w:r w:rsidR="00FD4F09">
              <w:rPr>
                <w:rFonts w:ascii="Cordia New" w:hAnsi="Cordia New" w:cs="Cordia New" w:hint="cs"/>
                <w:sz w:val="28"/>
                <w:szCs w:val="28"/>
              </w:rPr>
              <w:t>  </w:t>
            </w:r>
            <w:r w:rsidR="00FD4F09">
              <w:rPr>
                <w:rFonts w:ascii="Cordia New" w:hAnsi="Cordia New" w:cs="Cordia New"/>
                <w:sz w:val="28"/>
                <w:szCs w:val="28"/>
              </w:rPr>
              <w:t xml:space="preserve"> </w:t>
            </w:r>
            <w:r w:rsidR="00FD4F09">
              <w:rPr>
                <w:rFonts w:ascii="Cordia New" w:hAnsi="Cordia New" w:cs="Cordia New" w:hint="cs"/>
                <w:sz w:val="28"/>
                <w:szCs w:val="28"/>
              </w:rPr>
              <w:t>ITI – 43 Retrieve Document Set – v1.1</w:t>
            </w:r>
          </w:p>
          <w:p w14:paraId="45CA759A" w14:textId="0ED6829C" w:rsidR="00FD4F09" w:rsidRDefault="005D0D49" w:rsidP="00B81514">
            <w:pPr>
              <w:ind w:firstLine="34"/>
              <w:rPr>
                <w:rFonts w:ascii="Cordia New" w:hAnsi="Cordia New" w:cs="Cordia New"/>
                <w:sz w:val="28"/>
                <w:szCs w:val="28"/>
              </w:rPr>
            </w:pPr>
            <w:sdt>
              <w:sdtPr>
                <w:rPr>
                  <w:rFonts w:ascii="Cordia New" w:hAnsi="Cordia New" w:cs="Cordia New" w:hint="cs"/>
                  <w:sz w:val="28"/>
                  <w:szCs w:val="28"/>
                </w:rPr>
                <w:id w:val="1299191118"/>
                <w14:checkbox>
                  <w14:checked w14:val="0"/>
                  <w14:checkedState w14:val="2612" w14:font="MS Gothic"/>
                  <w14:uncheckedState w14:val="2610" w14:font="MS Gothic"/>
                </w14:checkbox>
              </w:sdtPr>
              <w:sdtEndPr/>
              <w:sdtContent>
                <w:r w:rsidR="008F6F7F">
                  <w:rPr>
                    <w:rFonts w:ascii="MS Gothic" w:eastAsia="MS Gothic" w:hAnsi="MS Gothic" w:cs="Cordia New" w:hint="eastAsia"/>
                    <w:sz w:val="28"/>
                    <w:szCs w:val="28"/>
                  </w:rPr>
                  <w:t>☐</w:t>
                </w:r>
              </w:sdtContent>
            </w:sdt>
            <w:r w:rsidR="00FD4F09">
              <w:rPr>
                <w:rFonts w:ascii="Cordia New" w:hAnsi="Cordia New" w:cs="Cordia New" w:hint="cs"/>
                <w:sz w:val="28"/>
                <w:szCs w:val="28"/>
              </w:rPr>
              <w:t>  ITI – 18 Registry Stored Query – v1.1</w:t>
            </w:r>
          </w:p>
          <w:p w14:paraId="6B0D1372" w14:textId="77777777" w:rsidR="00FD4F09" w:rsidRDefault="00FD4F09">
            <w:pPr>
              <w:ind w:firstLine="34"/>
              <w:rPr>
                <w:rFonts w:ascii="Cordia New" w:hAnsi="Cordia New" w:cs="Cordia New"/>
                <w:sz w:val="28"/>
                <w:szCs w:val="28"/>
              </w:rPr>
            </w:pPr>
          </w:p>
          <w:p w14:paraId="08FD14E3" w14:textId="77777777" w:rsidR="00FD4F09" w:rsidRDefault="00FD4F09" w:rsidP="00B81514">
            <w:pPr>
              <w:rPr>
                <w:rFonts w:ascii="Cordia New" w:hAnsi="Cordia New" w:cs="Cordia New"/>
                <w:sz w:val="28"/>
                <w:szCs w:val="28"/>
              </w:rPr>
            </w:pPr>
          </w:p>
        </w:tc>
      </w:tr>
      <w:tr w:rsidR="00FD4F09" w14:paraId="3EBA6EA4" w14:textId="77777777" w:rsidTr="00FD4F09">
        <w:trPr>
          <w:trHeight w:val="502"/>
        </w:trPr>
        <w:tc>
          <w:tcPr>
            <w:tcW w:w="4863" w:type="dxa"/>
            <w:vMerge/>
            <w:tcBorders>
              <w:left w:val="single" w:sz="8" w:space="0" w:color="E7E6E6"/>
              <w:right w:val="single" w:sz="8" w:space="0" w:color="E7E6E6"/>
            </w:tcBorders>
            <w:tcMar>
              <w:top w:w="0" w:type="dxa"/>
              <w:left w:w="108" w:type="dxa"/>
              <w:bottom w:w="0" w:type="dxa"/>
              <w:right w:w="108" w:type="dxa"/>
            </w:tcMar>
          </w:tcPr>
          <w:p w14:paraId="4A2BA2A1" w14:textId="6C38CCA2" w:rsidR="00FD4F09" w:rsidRPr="00B81514" w:rsidRDefault="00FD4F09" w:rsidP="00A83C3A">
            <w:pPr>
              <w:ind w:firstLine="34"/>
              <w:rPr>
                <w:rFonts w:ascii="Cordia New" w:hAnsi="Cordia New" w:cs="Cordia New"/>
                <w:b/>
                <w:bCs/>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3C1D44C7" w14:textId="708F273A" w:rsidR="00FD4F09" w:rsidRPr="0031527D" w:rsidRDefault="00FD4F09" w:rsidP="00BD6A90">
            <w:pPr>
              <w:rPr>
                <w:rFonts w:cs="Calibri"/>
                <w:b/>
                <w:bCs/>
              </w:rPr>
            </w:pPr>
            <w:r w:rsidRPr="0031527D">
              <w:rPr>
                <w:rFonts w:cs="Calibri"/>
                <w:b/>
                <w:bCs/>
              </w:rPr>
              <w:t xml:space="preserve">Get </w:t>
            </w:r>
            <w:r w:rsidR="005425BC" w:rsidRPr="0031527D">
              <w:rPr>
                <w:rFonts w:cs="Calibri"/>
                <w:b/>
                <w:bCs/>
              </w:rPr>
              <w:t>M</w:t>
            </w:r>
            <w:r w:rsidR="005425BC">
              <w:rPr>
                <w:rFonts w:cs="Calibri"/>
                <w:b/>
                <w:bCs/>
              </w:rPr>
              <w:t xml:space="preserve">y </w:t>
            </w:r>
            <w:r w:rsidR="005425BC" w:rsidRPr="0031527D">
              <w:rPr>
                <w:rFonts w:cs="Calibri"/>
                <w:b/>
                <w:bCs/>
              </w:rPr>
              <w:t>H</w:t>
            </w:r>
            <w:r w:rsidR="005425BC">
              <w:rPr>
                <w:rFonts w:cs="Calibri"/>
                <w:b/>
                <w:bCs/>
              </w:rPr>
              <w:t xml:space="preserve">ealth </w:t>
            </w:r>
            <w:r w:rsidR="005425BC" w:rsidRPr="0031527D">
              <w:rPr>
                <w:rFonts w:cs="Calibri"/>
                <w:b/>
                <w:bCs/>
              </w:rPr>
              <w:t>R</w:t>
            </w:r>
            <w:r w:rsidR="005425BC">
              <w:rPr>
                <w:rFonts w:cs="Calibri"/>
                <w:b/>
                <w:bCs/>
              </w:rPr>
              <w:t>ecord</w:t>
            </w:r>
            <w:r w:rsidRPr="0031527D">
              <w:rPr>
                <w:rFonts w:cs="Calibri"/>
                <w:b/>
                <w:bCs/>
              </w:rPr>
              <w:t xml:space="preserve"> View</w:t>
            </w:r>
          </w:p>
          <w:p w14:paraId="49E44D66" w14:textId="05D075E0" w:rsidR="00FD4F09" w:rsidRDefault="00FD4F09" w:rsidP="00BD6A90">
            <w:pPr>
              <w:rPr>
                <w:rFonts w:ascii="Cordia New" w:hAnsi="Cordia New" w:cs="Cordia New"/>
                <w:sz w:val="28"/>
                <w:szCs w:val="28"/>
              </w:rPr>
            </w:pPr>
            <w:r w:rsidRPr="0031527D">
              <w:rPr>
                <w:rFonts w:ascii="Cordia New" w:hAnsi="Cordia New" w:cs="Cordia New" w:hint="cs"/>
                <w:b/>
                <w:bCs/>
                <w:sz w:val="28"/>
                <w:szCs w:val="28"/>
              </w:rPr>
              <w:t>Highly recommended</w:t>
            </w:r>
            <w:r>
              <w:rPr>
                <w:rFonts w:ascii="Cordia New" w:hAnsi="Cordia New" w:cs="Cordia New" w:hint="cs"/>
                <w:sz w:val="28"/>
                <w:szCs w:val="28"/>
              </w:rPr>
              <w:t xml:space="preserve">. Certain </w:t>
            </w:r>
            <w:r w:rsidR="005425BC">
              <w:rPr>
                <w:rFonts w:ascii="Cordia New" w:hAnsi="Cordia New" w:cs="Cordia New"/>
                <w:sz w:val="28"/>
                <w:szCs w:val="28"/>
              </w:rPr>
              <w:t>My Health Record</w:t>
            </w:r>
            <w:r>
              <w:rPr>
                <w:rFonts w:ascii="Cordia New" w:hAnsi="Cordia New" w:cs="Cordia New" w:hint="cs"/>
                <w:sz w:val="28"/>
                <w:szCs w:val="28"/>
              </w:rPr>
              <w:t xml:space="preserve"> Views may significantly improve viewing experience.</w:t>
            </w:r>
          </w:p>
          <w:p w14:paraId="27B7B8E8" w14:textId="77777777" w:rsidR="00FD4F09" w:rsidRDefault="00FD4F09" w:rsidP="009B1275">
            <w:pPr>
              <w:rPr>
                <w:rFonts w:ascii="Cordia New" w:hAnsi="Cordia New" w:cs="Cordia New"/>
                <w:sz w:val="28"/>
                <w:szCs w:val="28"/>
              </w:rPr>
            </w:pPr>
          </w:p>
          <w:p w14:paraId="108DAA24" w14:textId="1CA23C8A" w:rsidR="00FD4F09" w:rsidRDefault="00FD4F09" w:rsidP="009B1275">
            <w:pPr>
              <w:rPr>
                <w:rFonts w:ascii="Cordia New" w:hAnsi="Cordia New" w:cs="Cordia New"/>
                <w:sz w:val="28"/>
                <w:szCs w:val="28"/>
              </w:rPr>
            </w:pPr>
            <w:r>
              <w:rPr>
                <w:rFonts w:ascii="Cordia New" w:hAnsi="Cordia New" w:cs="Cordia New" w:hint="cs"/>
                <w:sz w:val="28"/>
                <w:szCs w:val="28"/>
              </w:rPr>
              <w:t>Th</w:t>
            </w:r>
            <w:r>
              <w:rPr>
                <w:rFonts w:ascii="Cordia New" w:hAnsi="Cordia New" w:cs="Cordia New"/>
                <w:sz w:val="28"/>
                <w:szCs w:val="28"/>
              </w:rPr>
              <w:t xml:space="preserve">is functionality allows a healthcare provider to download dynamically generated </w:t>
            </w:r>
            <w:r w:rsidR="005425BC">
              <w:rPr>
                <w:rFonts w:ascii="Cordia New" w:hAnsi="Cordia New" w:cs="Cordia New"/>
                <w:sz w:val="28"/>
                <w:szCs w:val="28"/>
              </w:rPr>
              <w:t>My Health Record</w:t>
            </w:r>
            <w:r>
              <w:rPr>
                <w:rFonts w:ascii="Cordia New" w:hAnsi="Cordia New" w:cs="Cordia New"/>
                <w:sz w:val="28"/>
                <w:szCs w:val="28"/>
              </w:rPr>
              <w:t xml:space="preserve"> V</w:t>
            </w:r>
            <w:r>
              <w:rPr>
                <w:rFonts w:ascii="Cordia New" w:hAnsi="Cordia New" w:cs="Cordia New" w:hint="cs"/>
                <w:sz w:val="28"/>
                <w:szCs w:val="28"/>
              </w:rPr>
              <w:t xml:space="preserve">iews </w:t>
            </w:r>
            <w:r>
              <w:rPr>
                <w:rFonts w:ascii="Cordia New" w:hAnsi="Cordia New" w:cs="Cordia New"/>
                <w:sz w:val="28"/>
                <w:szCs w:val="28"/>
              </w:rPr>
              <w:t xml:space="preserve">which </w:t>
            </w:r>
            <w:r>
              <w:rPr>
                <w:rFonts w:ascii="Cordia New" w:hAnsi="Cordia New" w:cs="Cordia New" w:hint="cs"/>
                <w:sz w:val="28"/>
                <w:szCs w:val="28"/>
              </w:rPr>
              <w:t xml:space="preserve">provide a summary of </w:t>
            </w:r>
            <w:r>
              <w:rPr>
                <w:rFonts w:ascii="Cordia New" w:hAnsi="Cordia New" w:cs="Cordia New"/>
                <w:sz w:val="28"/>
                <w:szCs w:val="28"/>
              </w:rPr>
              <w:t xml:space="preserve">the patient’s </w:t>
            </w:r>
            <w:r>
              <w:rPr>
                <w:rFonts w:ascii="Cordia New" w:hAnsi="Cordia New" w:cs="Cordia New" w:hint="cs"/>
                <w:sz w:val="28"/>
                <w:szCs w:val="28"/>
              </w:rPr>
              <w:t xml:space="preserve">information at a point in time. </w:t>
            </w:r>
          </w:p>
          <w:p w14:paraId="0ED5AAAC" w14:textId="77777777" w:rsidR="00FD4F09" w:rsidRDefault="00FD4F09" w:rsidP="00A83C3A">
            <w:pPr>
              <w:ind w:firstLine="34"/>
              <w:rPr>
                <w:rFonts w:ascii="Cordia New" w:hAnsi="Cordia New" w:cs="Cordia New"/>
                <w:sz w:val="28"/>
                <w:szCs w:val="28"/>
              </w:rPr>
            </w:pPr>
          </w:p>
          <w:p w14:paraId="4572E932" w14:textId="73C16407" w:rsidR="00FD4F09" w:rsidRDefault="00FD4F09" w:rsidP="00A83C3A">
            <w:pPr>
              <w:ind w:firstLine="34"/>
              <w:rPr>
                <w:rFonts w:ascii="Cordia New" w:hAnsi="Cordia New" w:cs="Cordia New"/>
                <w:sz w:val="28"/>
                <w:szCs w:val="28"/>
              </w:rPr>
            </w:pPr>
            <w:r w:rsidRPr="0031527D">
              <w:rPr>
                <w:rFonts w:ascii="Cordia New" w:hAnsi="Cordia New" w:cs="Cordia New" w:hint="cs"/>
                <w:b/>
                <w:bCs/>
                <w:sz w:val="28"/>
                <w:szCs w:val="28"/>
              </w:rPr>
              <w:t xml:space="preserve">Tick the </w:t>
            </w:r>
            <w:r w:rsidR="005425BC" w:rsidRPr="005425BC">
              <w:rPr>
                <w:rFonts w:ascii="Cordia New" w:hAnsi="Cordia New" w:cs="Cordia New"/>
                <w:b/>
                <w:bCs/>
                <w:sz w:val="28"/>
                <w:szCs w:val="28"/>
              </w:rPr>
              <w:t>My Health Record</w:t>
            </w:r>
            <w:r w:rsidRPr="0031527D">
              <w:rPr>
                <w:rFonts w:ascii="Cordia New" w:hAnsi="Cordia New" w:cs="Cordia New" w:hint="cs"/>
                <w:b/>
                <w:bCs/>
                <w:sz w:val="28"/>
                <w:szCs w:val="28"/>
              </w:rPr>
              <w:t xml:space="preserve"> Views your software will integrate</w:t>
            </w:r>
            <w:r>
              <w:rPr>
                <w:rFonts w:ascii="Cordia New" w:hAnsi="Cordia New" w:cs="Cordia New" w:hint="cs"/>
                <w:sz w:val="28"/>
                <w:szCs w:val="28"/>
              </w:rPr>
              <w:t>:</w:t>
            </w:r>
          </w:p>
          <w:p w14:paraId="6468F19D" w14:textId="340BAE20" w:rsidR="00FD4F09" w:rsidRDefault="005D0D49" w:rsidP="00A83C3A">
            <w:pPr>
              <w:ind w:firstLine="34"/>
              <w:rPr>
                <w:rFonts w:ascii="Cordia New" w:hAnsi="Cordia New" w:cs="Cordia New"/>
                <w:sz w:val="28"/>
                <w:szCs w:val="28"/>
              </w:rPr>
            </w:pPr>
            <w:sdt>
              <w:sdtPr>
                <w:rPr>
                  <w:rFonts w:ascii="Cordia New" w:hAnsi="Cordia New" w:cs="Cordia New" w:hint="cs"/>
                  <w:sz w:val="28"/>
                  <w:szCs w:val="28"/>
                </w:rPr>
                <w:id w:val="-139496477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Health Record Overview</w:t>
            </w:r>
          </w:p>
          <w:p w14:paraId="2909F4B2" w14:textId="7A80E49D" w:rsidR="00FD4F09" w:rsidRDefault="005D0D49" w:rsidP="00A83C3A">
            <w:pPr>
              <w:ind w:firstLine="34"/>
              <w:rPr>
                <w:rFonts w:ascii="Cordia New" w:hAnsi="Cordia New" w:cs="Cordia New"/>
                <w:sz w:val="28"/>
                <w:szCs w:val="28"/>
              </w:rPr>
            </w:pPr>
            <w:sdt>
              <w:sdtPr>
                <w:rPr>
                  <w:rFonts w:ascii="Cordia New" w:hAnsi="Cordia New" w:cs="Cordia New" w:hint="cs"/>
                  <w:sz w:val="28"/>
                  <w:szCs w:val="28"/>
                </w:rPr>
                <w:id w:val="-91239889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Prescription and Dispense View</w:t>
            </w:r>
          </w:p>
          <w:p w14:paraId="7DFD1046" w14:textId="4D8076D7" w:rsidR="00FD4F09" w:rsidRDefault="005D0D49" w:rsidP="00A83C3A">
            <w:pPr>
              <w:ind w:firstLine="34"/>
              <w:rPr>
                <w:rFonts w:ascii="Cordia New" w:hAnsi="Cordia New" w:cs="Cordia New"/>
                <w:sz w:val="28"/>
                <w:szCs w:val="28"/>
              </w:rPr>
            </w:pPr>
            <w:sdt>
              <w:sdtPr>
                <w:rPr>
                  <w:rFonts w:ascii="Cordia New" w:hAnsi="Cordia New" w:cs="Cordia New" w:hint="cs"/>
                  <w:sz w:val="28"/>
                  <w:szCs w:val="28"/>
                </w:rPr>
                <w:id w:val="-78018422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Pathology Report View</w:t>
            </w:r>
          </w:p>
          <w:p w14:paraId="706655CC" w14:textId="2B380BF8" w:rsidR="00FD4F09" w:rsidRDefault="005D0D49" w:rsidP="00A83C3A">
            <w:pPr>
              <w:ind w:firstLine="34"/>
              <w:rPr>
                <w:rFonts w:ascii="Cordia New" w:hAnsi="Cordia New" w:cs="Cordia New"/>
                <w:sz w:val="28"/>
                <w:szCs w:val="28"/>
              </w:rPr>
            </w:pPr>
            <w:sdt>
              <w:sdtPr>
                <w:rPr>
                  <w:rFonts w:ascii="Cordia New" w:hAnsi="Cordia New" w:cs="Cordia New" w:hint="cs"/>
                  <w:sz w:val="28"/>
                  <w:szCs w:val="28"/>
                </w:rPr>
                <w:id w:val="-8167231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Diagnostic Imaging Report View</w:t>
            </w:r>
          </w:p>
          <w:p w14:paraId="20F6636E" w14:textId="00C1F638" w:rsidR="00FD4F09" w:rsidRDefault="005D0D49" w:rsidP="00A83C3A">
            <w:pPr>
              <w:ind w:firstLine="34"/>
              <w:rPr>
                <w:rFonts w:ascii="Cordia New" w:hAnsi="Cordia New" w:cs="Cordia New"/>
                <w:sz w:val="28"/>
                <w:szCs w:val="28"/>
              </w:rPr>
            </w:pPr>
            <w:sdt>
              <w:sdtPr>
                <w:rPr>
                  <w:rFonts w:ascii="Cordia New" w:hAnsi="Cordia New" w:cs="Cordia New" w:hint="cs"/>
                  <w:sz w:val="28"/>
                  <w:szCs w:val="28"/>
                </w:rPr>
                <w:id w:val="480664498"/>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Medicare Overview</w:t>
            </w:r>
          </w:p>
          <w:p w14:paraId="2751313A" w14:textId="64513E1F" w:rsidR="00FD4F09" w:rsidRDefault="005D0D49" w:rsidP="00A83C3A">
            <w:pPr>
              <w:ind w:firstLine="34"/>
              <w:rPr>
                <w:rFonts w:ascii="Cordia New" w:hAnsi="Cordia New" w:cs="Cordia New"/>
                <w:sz w:val="28"/>
                <w:szCs w:val="28"/>
              </w:rPr>
            </w:pPr>
            <w:sdt>
              <w:sdtPr>
                <w:rPr>
                  <w:rFonts w:ascii="Cordia New" w:hAnsi="Cordia New" w:cs="Cordia New" w:hint="cs"/>
                  <w:sz w:val="28"/>
                  <w:szCs w:val="28"/>
                </w:rPr>
                <w:id w:val="126026480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Health Check Schedule View*</w:t>
            </w:r>
          </w:p>
          <w:p w14:paraId="45EF2ADD" w14:textId="39D928B2" w:rsidR="00FD4F09" w:rsidRDefault="005D0D49" w:rsidP="008F6F7F">
            <w:pPr>
              <w:ind w:firstLine="34"/>
              <w:rPr>
                <w:rFonts w:ascii="Cordia New" w:hAnsi="Cordia New" w:cs="Cordia New"/>
                <w:sz w:val="28"/>
                <w:szCs w:val="28"/>
              </w:rPr>
            </w:pPr>
            <w:sdt>
              <w:sdtPr>
                <w:rPr>
                  <w:rFonts w:ascii="Cordia New" w:hAnsi="Cordia New" w:cs="Cordia New" w:hint="cs"/>
                  <w:sz w:val="28"/>
                  <w:szCs w:val="28"/>
                </w:rPr>
                <w:id w:val="-1518457238"/>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Observation View*</w:t>
            </w:r>
          </w:p>
          <w:p w14:paraId="0317FB12" w14:textId="77777777" w:rsidR="00FD4F09" w:rsidRDefault="00FD4F09" w:rsidP="00A83C3A">
            <w:pPr>
              <w:ind w:firstLine="34"/>
              <w:rPr>
                <w:rFonts w:ascii="Cordia New" w:hAnsi="Cordia New" w:cs="Cordia New"/>
                <w:sz w:val="28"/>
                <w:szCs w:val="28"/>
              </w:rPr>
            </w:pPr>
          </w:p>
          <w:p w14:paraId="070ADF32" w14:textId="1FD9E9CA" w:rsidR="00FD4F09" w:rsidRPr="00B669D4" w:rsidRDefault="00FD4F09" w:rsidP="00A83C3A">
            <w:pPr>
              <w:rPr>
                <w:rFonts w:ascii="Cordia New" w:hAnsi="Cordia New" w:cs="Cordia New"/>
                <w:sz w:val="24"/>
                <w:szCs w:val="24"/>
              </w:rPr>
            </w:pPr>
            <w:r w:rsidRPr="00B669D4">
              <w:rPr>
                <w:rFonts w:ascii="Cordia New" w:hAnsi="Cordia New" w:cs="Cordia New" w:hint="cs"/>
                <w:sz w:val="24"/>
                <w:szCs w:val="24"/>
              </w:rPr>
              <w:t xml:space="preserve">* There’s not enough usage of the function to make </w:t>
            </w:r>
            <w:r w:rsidRPr="00B669D4">
              <w:rPr>
                <w:rFonts w:ascii="Cordia New" w:hAnsi="Cordia New" w:cs="Cordia New"/>
                <w:sz w:val="24"/>
                <w:szCs w:val="24"/>
              </w:rPr>
              <w:t>warrant</w:t>
            </w:r>
            <w:r w:rsidRPr="00B669D4">
              <w:rPr>
                <w:rFonts w:ascii="Cordia New" w:hAnsi="Cordia New" w:cs="Cordia New" w:hint="cs"/>
                <w:sz w:val="24"/>
                <w:szCs w:val="24"/>
              </w:rPr>
              <w:t xml:space="preserve"> the implementation effort.</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4721396F" w14:textId="1F2A4B6E" w:rsidR="00FD4F09" w:rsidRDefault="005D0D49" w:rsidP="00A83C3A">
            <w:pPr>
              <w:ind w:firstLine="34"/>
              <w:rPr>
                <w:rFonts w:ascii="Cordia New" w:hAnsi="Cordia New" w:cs="Cordia New"/>
                <w:sz w:val="28"/>
                <w:szCs w:val="28"/>
              </w:rPr>
            </w:pPr>
            <w:sdt>
              <w:sdtPr>
                <w:rPr>
                  <w:rFonts w:ascii="Cordia New" w:hAnsi="Cordia New" w:cs="Cordia New" w:hint="cs"/>
                  <w:sz w:val="28"/>
                  <w:szCs w:val="28"/>
                </w:rPr>
                <w:id w:val="-65152392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getView</w:t>
            </w:r>
            <w:proofErr w:type="spellEnd"/>
            <w:r w:rsidR="00FD4F09">
              <w:rPr>
                <w:rFonts w:ascii="Cordia New" w:hAnsi="Cordia New" w:cs="Cordia New" w:hint="cs"/>
                <w:sz w:val="28"/>
                <w:szCs w:val="28"/>
              </w:rPr>
              <w:t xml:space="preserve"> – v1.0</w:t>
            </w:r>
          </w:p>
        </w:tc>
      </w:tr>
      <w:tr w:rsidR="00FD4F09" w14:paraId="12B156C8" w14:textId="77777777" w:rsidTr="00FD4F09">
        <w:trPr>
          <w:trHeight w:val="502"/>
        </w:trPr>
        <w:tc>
          <w:tcPr>
            <w:tcW w:w="4863" w:type="dxa"/>
            <w:vMerge/>
            <w:tcBorders>
              <w:left w:val="single" w:sz="8" w:space="0" w:color="E7E6E6"/>
              <w:bottom w:val="single" w:sz="8" w:space="0" w:color="E7E6E6"/>
              <w:right w:val="single" w:sz="8" w:space="0" w:color="E7E6E6"/>
            </w:tcBorders>
            <w:tcMar>
              <w:top w:w="0" w:type="dxa"/>
              <w:left w:w="108" w:type="dxa"/>
              <w:bottom w:w="0" w:type="dxa"/>
              <w:right w:w="108" w:type="dxa"/>
            </w:tcMar>
          </w:tcPr>
          <w:p w14:paraId="29D2E70A" w14:textId="4925C386" w:rsidR="00FD4F09" w:rsidRDefault="00FD4F09" w:rsidP="009B1275">
            <w:pPr>
              <w:rPr>
                <w:rFonts w:ascii="Cordia New" w:hAnsi="Cordia New" w:cs="Cordia New"/>
                <w:b/>
                <w:bCs/>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4C8BFCF4" w14:textId="4A84FAF1" w:rsidR="00FD4F09" w:rsidRPr="0031527D" w:rsidRDefault="00FD4F09" w:rsidP="00BD6A90">
            <w:pPr>
              <w:rPr>
                <w:rFonts w:cs="Calibri"/>
                <w:b/>
                <w:bCs/>
              </w:rPr>
            </w:pPr>
            <w:r w:rsidRPr="0031527D">
              <w:rPr>
                <w:rFonts w:cs="Calibri"/>
                <w:b/>
                <w:bCs/>
              </w:rPr>
              <w:t>Other M</w:t>
            </w:r>
            <w:r w:rsidR="005425BC">
              <w:rPr>
                <w:rFonts w:cs="Calibri"/>
                <w:b/>
                <w:bCs/>
              </w:rPr>
              <w:t xml:space="preserve">y </w:t>
            </w:r>
            <w:r w:rsidRPr="0031527D">
              <w:rPr>
                <w:rFonts w:cs="Calibri"/>
                <w:b/>
                <w:bCs/>
              </w:rPr>
              <w:t>H</w:t>
            </w:r>
            <w:r w:rsidR="005425BC">
              <w:rPr>
                <w:rFonts w:cs="Calibri"/>
                <w:b/>
                <w:bCs/>
              </w:rPr>
              <w:t xml:space="preserve">ealth </w:t>
            </w:r>
            <w:r w:rsidRPr="0031527D">
              <w:rPr>
                <w:rFonts w:cs="Calibri"/>
                <w:b/>
                <w:bCs/>
              </w:rPr>
              <w:t>R</w:t>
            </w:r>
            <w:r w:rsidR="005425BC">
              <w:rPr>
                <w:rFonts w:cs="Calibri"/>
                <w:b/>
                <w:bCs/>
              </w:rPr>
              <w:t>ecord</w:t>
            </w:r>
            <w:r w:rsidRPr="0031527D">
              <w:rPr>
                <w:rFonts w:cs="Calibri"/>
                <w:b/>
                <w:bCs/>
              </w:rPr>
              <w:t xml:space="preserve"> Viewing functions</w:t>
            </w:r>
          </w:p>
          <w:p w14:paraId="46F4D32D" w14:textId="77777777" w:rsidR="00FD4F09" w:rsidRDefault="00FD4F09" w:rsidP="009B1275">
            <w:pPr>
              <w:rPr>
                <w:rFonts w:ascii="Cordia New" w:hAnsi="Cordia New" w:cs="Cordia New"/>
                <w:sz w:val="28"/>
                <w:szCs w:val="28"/>
              </w:rPr>
            </w:pPr>
          </w:p>
          <w:p w14:paraId="1AF625AE" w14:textId="3173EA6B" w:rsidR="00FD4F09" w:rsidRPr="00EF6404" w:rsidRDefault="00FD4F09" w:rsidP="009B1275">
            <w:pPr>
              <w:rPr>
                <w:rFonts w:ascii="Cordia New" w:hAnsi="Cordia New" w:cs="Cordia New"/>
                <w:b/>
                <w:bCs/>
                <w:sz w:val="28"/>
                <w:szCs w:val="28"/>
              </w:rPr>
            </w:pPr>
            <w:r>
              <w:rPr>
                <w:rFonts w:ascii="Cordia New" w:hAnsi="Cordia New" w:cs="Cordia New" w:hint="cs"/>
                <w:sz w:val="28"/>
                <w:szCs w:val="28"/>
              </w:rPr>
              <w:t>These Views may provide additional value to your implementation.</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312CBF1D" w14:textId="25C79131" w:rsidR="00FD4F09" w:rsidRDefault="005D0D49" w:rsidP="009B1275">
            <w:pPr>
              <w:ind w:firstLine="34"/>
              <w:rPr>
                <w:rFonts w:ascii="Cordia New" w:hAnsi="Cordia New" w:cs="Cordia New"/>
                <w:sz w:val="28"/>
                <w:szCs w:val="28"/>
              </w:rPr>
            </w:pPr>
            <w:sdt>
              <w:sdtPr>
                <w:rPr>
                  <w:rFonts w:ascii="Cordia New" w:hAnsi="Cordia New" w:cs="Cordia New" w:hint="cs"/>
                  <w:sz w:val="28"/>
                  <w:szCs w:val="28"/>
                </w:rPr>
                <w:id w:val="49639338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getChangeHistoryView</w:t>
            </w:r>
            <w:proofErr w:type="spellEnd"/>
            <w:r w:rsidR="00FD4F09">
              <w:rPr>
                <w:rFonts w:ascii="Cordia New" w:hAnsi="Cordia New" w:cs="Cordia New" w:hint="cs"/>
                <w:sz w:val="28"/>
                <w:szCs w:val="28"/>
              </w:rPr>
              <w:t xml:space="preserve"> – v1.1</w:t>
            </w:r>
          </w:p>
          <w:p w14:paraId="138B444C" w14:textId="0E9992E1" w:rsidR="00FD4F09" w:rsidRDefault="005D0D49" w:rsidP="009B1275">
            <w:pPr>
              <w:ind w:firstLine="34"/>
              <w:rPr>
                <w:rFonts w:ascii="Cordia New" w:hAnsi="Cordia New" w:cs="Cordia New"/>
                <w:sz w:val="28"/>
                <w:szCs w:val="28"/>
              </w:rPr>
            </w:pPr>
            <w:sdt>
              <w:sdtPr>
                <w:rPr>
                  <w:rFonts w:ascii="Cordia New" w:hAnsi="Cordia New" w:cs="Cordia New" w:hint="cs"/>
                  <w:sz w:val="28"/>
                  <w:szCs w:val="28"/>
                </w:rPr>
                <w:id w:val="138999211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getAuditView</w:t>
            </w:r>
            <w:proofErr w:type="spellEnd"/>
            <w:r w:rsidR="00FD4F09">
              <w:rPr>
                <w:rFonts w:ascii="Cordia New" w:hAnsi="Cordia New" w:cs="Cordia New" w:hint="cs"/>
                <w:sz w:val="28"/>
                <w:szCs w:val="28"/>
              </w:rPr>
              <w:t xml:space="preserve"> – v 1.1</w:t>
            </w:r>
          </w:p>
          <w:p w14:paraId="757D534A" w14:textId="62ECF641" w:rsidR="00FD4F09" w:rsidRDefault="005D0D49" w:rsidP="009B1275">
            <w:pPr>
              <w:ind w:firstLine="34"/>
              <w:rPr>
                <w:rFonts w:ascii="Cordia New" w:hAnsi="Cordia New" w:cs="Cordia New"/>
                <w:sz w:val="28"/>
                <w:szCs w:val="28"/>
              </w:rPr>
            </w:pPr>
            <w:sdt>
              <w:sdtPr>
                <w:rPr>
                  <w:rFonts w:ascii="Cordia New" w:hAnsi="Cordia New" w:cs="Cordia New" w:hint="cs"/>
                  <w:sz w:val="28"/>
                  <w:szCs w:val="28"/>
                </w:rPr>
                <w:id w:val="33735246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getRepresentativeListView</w:t>
            </w:r>
            <w:proofErr w:type="spellEnd"/>
            <w:r w:rsidR="00FD4F09">
              <w:rPr>
                <w:rFonts w:ascii="Cordia New" w:hAnsi="Cordia New" w:cs="Cordia New" w:hint="cs"/>
                <w:sz w:val="28"/>
                <w:szCs w:val="28"/>
              </w:rPr>
              <w:t xml:space="preserve"> – v1.1</w:t>
            </w:r>
          </w:p>
          <w:p w14:paraId="1B79E535" w14:textId="7E937257" w:rsidR="00FD4F09" w:rsidRDefault="005D0D49" w:rsidP="009B1275">
            <w:pPr>
              <w:ind w:firstLine="34"/>
              <w:rPr>
                <w:rFonts w:ascii="Cordia New" w:hAnsi="Cordia New" w:cs="Cordia New"/>
                <w:sz w:val="28"/>
                <w:szCs w:val="28"/>
              </w:rPr>
            </w:pPr>
            <w:sdt>
              <w:sdtPr>
                <w:rPr>
                  <w:rFonts w:ascii="Cordia New" w:hAnsi="Cordia New" w:cs="Cordia New" w:hint="cs"/>
                  <w:sz w:val="28"/>
                  <w:szCs w:val="28"/>
                </w:rPr>
                <w:id w:val="-40345921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getIndividualDetailsView</w:t>
            </w:r>
            <w:proofErr w:type="spellEnd"/>
            <w:r w:rsidR="00FD4F09">
              <w:rPr>
                <w:rFonts w:ascii="Cordia New" w:hAnsi="Cordia New" w:cs="Cordia New" w:hint="cs"/>
                <w:sz w:val="28"/>
                <w:szCs w:val="28"/>
              </w:rPr>
              <w:t xml:space="preserve"> – v2.0</w:t>
            </w:r>
          </w:p>
          <w:p w14:paraId="70103CC7" w14:textId="42242BA2" w:rsidR="00FD4F09" w:rsidRDefault="00FD4F09" w:rsidP="009B1275">
            <w:pPr>
              <w:ind w:firstLine="34"/>
              <w:rPr>
                <w:rFonts w:ascii="Cordia New" w:hAnsi="Cordia New" w:cs="Cordia New"/>
                <w:sz w:val="28"/>
                <w:szCs w:val="28"/>
              </w:rPr>
            </w:pPr>
          </w:p>
        </w:tc>
      </w:tr>
      <w:tr w:rsidR="00FD4F09" w14:paraId="4A5193E2"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tcPr>
          <w:p w14:paraId="7FF389F3" w14:textId="18E1FA0D" w:rsidR="00FD4F09" w:rsidRPr="00BC3D7C" w:rsidRDefault="00FD4F09" w:rsidP="00873E09">
            <w:pPr>
              <w:rPr>
                <w:rFonts w:cs="Calibri"/>
                <w:b/>
                <w:bCs/>
              </w:rPr>
            </w:pPr>
            <w:r w:rsidRPr="00BC3D7C">
              <w:rPr>
                <w:rFonts w:cs="Calibri"/>
                <w:b/>
                <w:bCs/>
              </w:rPr>
              <w:t xml:space="preserve">Upload information to the </w:t>
            </w:r>
            <w:r w:rsidR="005425BC" w:rsidRPr="0031527D">
              <w:rPr>
                <w:rFonts w:cs="Calibri"/>
                <w:b/>
                <w:bCs/>
              </w:rPr>
              <w:t>M</w:t>
            </w:r>
            <w:r w:rsidR="005425BC">
              <w:rPr>
                <w:rFonts w:cs="Calibri"/>
                <w:b/>
                <w:bCs/>
              </w:rPr>
              <w:t xml:space="preserve">y </w:t>
            </w:r>
            <w:r w:rsidR="005425BC" w:rsidRPr="0031527D">
              <w:rPr>
                <w:rFonts w:cs="Calibri"/>
                <w:b/>
                <w:bCs/>
              </w:rPr>
              <w:t>H</w:t>
            </w:r>
            <w:r w:rsidR="005425BC">
              <w:rPr>
                <w:rFonts w:cs="Calibri"/>
                <w:b/>
                <w:bCs/>
              </w:rPr>
              <w:t xml:space="preserve">ealth </w:t>
            </w:r>
            <w:r w:rsidR="005425BC" w:rsidRPr="0031527D">
              <w:rPr>
                <w:rFonts w:cs="Calibri"/>
                <w:b/>
                <w:bCs/>
              </w:rPr>
              <w:t>R</w:t>
            </w:r>
            <w:r w:rsidR="005425BC">
              <w:rPr>
                <w:rFonts w:cs="Calibri"/>
                <w:b/>
                <w:bCs/>
              </w:rPr>
              <w:t>ecord</w:t>
            </w:r>
            <w:r w:rsidR="0051663F" w:rsidRPr="00846833">
              <w:rPr>
                <w:b/>
                <w:color w:val="FF0000"/>
              </w:rPr>
              <w:t>*</w:t>
            </w:r>
          </w:p>
          <w:p w14:paraId="651BA00E" w14:textId="10AA7C7E" w:rsidR="00FD4F09" w:rsidRDefault="00FD4F09" w:rsidP="00873E09">
            <w:pPr>
              <w:rPr>
                <w:rFonts w:ascii="Cordia New" w:hAnsi="Cordia New" w:cs="Cordia New"/>
                <w:b/>
                <w:bCs/>
                <w:sz w:val="28"/>
                <w:szCs w:val="28"/>
              </w:rPr>
            </w:pPr>
            <w:r>
              <w:rPr>
                <w:rFonts w:ascii="Cordia New" w:hAnsi="Cordia New" w:cs="Cordia New"/>
                <w:b/>
                <w:bCs/>
                <w:sz w:val="28"/>
                <w:szCs w:val="28"/>
              </w:rPr>
              <w:t>Supersede</w:t>
            </w:r>
            <w:r w:rsidRPr="003D2C99">
              <w:rPr>
                <w:rFonts w:ascii="Cordia New" w:hAnsi="Cordia New" w:cs="Cordia New" w:hint="cs"/>
                <w:b/>
                <w:bCs/>
                <w:sz w:val="28"/>
                <w:szCs w:val="28"/>
              </w:rPr>
              <w:t xml:space="preserve"> and remove uploaded documents.</w:t>
            </w:r>
          </w:p>
          <w:p w14:paraId="6FD830E5" w14:textId="2AC7CEAD" w:rsidR="00FD4F09" w:rsidRPr="003D2C99" w:rsidRDefault="00FD4F09">
            <w:pPr>
              <w:pStyle w:val="BodyText"/>
              <w:rPr>
                <w:rFonts w:ascii="Cordia New" w:hAnsi="Cordia New" w:cs="Cordia New"/>
                <w:sz w:val="28"/>
                <w:szCs w:val="28"/>
                <w14:ligatures w14:val="standardContextual"/>
              </w:rPr>
            </w:pPr>
            <w:r w:rsidRPr="003D2C99">
              <w:rPr>
                <w:rFonts w:ascii="Cordia New" w:hAnsi="Cordia New" w:cs="Cordia New" w:hint="cs"/>
                <w:sz w:val="28"/>
                <w:szCs w:val="28"/>
              </w:rPr>
              <w:t xml:space="preserve">Will the system </w:t>
            </w:r>
            <w:r>
              <w:rPr>
                <w:rFonts w:ascii="Cordia New" w:hAnsi="Cordia New" w:cs="Cordia New"/>
                <w:sz w:val="28"/>
                <w:szCs w:val="28"/>
              </w:rPr>
              <w:t xml:space="preserve">be </w:t>
            </w:r>
            <w:r w:rsidRPr="003D2C99">
              <w:rPr>
                <w:rFonts w:ascii="Cordia New" w:hAnsi="Cordia New" w:cs="Cordia New" w:hint="cs"/>
                <w:sz w:val="28"/>
                <w:szCs w:val="28"/>
              </w:rPr>
              <w:t>creat</w:t>
            </w:r>
            <w:r>
              <w:rPr>
                <w:rFonts w:ascii="Cordia New" w:hAnsi="Cordia New" w:cs="Cordia New"/>
                <w:sz w:val="28"/>
                <w:szCs w:val="28"/>
              </w:rPr>
              <w:t>ing</w:t>
            </w:r>
            <w:r w:rsidRPr="003D2C99">
              <w:rPr>
                <w:rFonts w:ascii="Cordia New" w:hAnsi="Cordia New" w:cs="Cordia New" w:hint="cs"/>
                <w:sz w:val="28"/>
                <w:szCs w:val="28"/>
              </w:rPr>
              <w:t xml:space="preserve"> clinical document packages and upload</w:t>
            </w:r>
            <w:r>
              <w:rPr>
                <w:rFonts w:ascii="Cordia New" w:hAnsi="Cordia New" w:cs="Cordia New"/>
                <w:sz w:val="28"/>
                <w:szCs w:val="28"/>
              </w:rPr>
              <w:t>ing them</w:t>
            </w:r>
            <w:r w:rsidRPr="003D2C99">
              <w:rPr>
                <w:rFonts w:ascii="Cordia New" w:hAnsi="Cordia New" w:cs="Cordia New" w:hint="cs"/>
                <w:sz w:val="28"/>
                <w:szCs w:val="28"/>
              </w:rPr>
              <w:t xml:space="preserve"> to the </w:t>
            </w:r>
            <w:r>
              <w:rPr>
                <w:rFonts w:ascii="Cordia New" w:hAnsi="Cordia New" w:cs="Cordia New"/>
                <w:sz w:val="28"/>
                <w:szCs w:val="28"/>
              </w:rPr>
              <w:t>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sidRPr="003D2C99">
              <w:rPr>
                <w:rFonts w:ascii="Cordia New" w:hAnsi="Cordia New" w:cs="Cordia New" w:hint="cs"/>
                <w:sz w:val="28"/>
                <w:szCs w:val="28"/>
              </w:rPr>
              <w:t>?</w:t>
            </w:r>
          </w:p>
          <w:p w14:paraId="53D8AC0A" w14:textId="77777777" w:rsidR="00FD4F09" w:rsidRDefault="00FD4F09">
            <w:pPr>
              <w:ind w:firstLine="34"/>
              <w:rPr>
                <w:rFonts w:ascii="Cordia New" w:hAnsi="Cordia New" w:cs="Cordia New"/>
                <w:sz w:val="28"/>
                <w:szCs w:val="28"/>
              </w:rPr>
            </w:pPr>
          </w:p>
          <w:p w14:paraId="5739351D" w14:textId="77777777" w:rsidR="00FD4F09" w:rsidRDefault="005D0D49" w:rsidP="00FD4F09">
            <w:pPr>
              <w:ind w:firstLine="34"/>
              <w:rPr>
                <w:rFonts w:ascii="Cordia New" w:hAnsi="Cordia New" w:cs="Cordia New"/>
                <w:sz w:val="24"/>
                <w:szCs w:val="24"/>
              </w:rPr>
            </w:pPr>
            <w:sdt>
              <w:sdtPr>
                <w:rPr>
                  <w:rFonts w:ascii="Cordia New" w:hAnsi="Cordia New" w:cs="Cordia New" w:hint="cs"/>
                  <w:sz w:val="28"/>
                  <w:szCs w:val="28"/>
                </w:rPr>
                <w:id w:val="-212406332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48B78C8D" w14:textId="77777777" w:rsidR="00FD4F09" w:rsidRPr="003D2C99" w:rsidRDefault="005D0D49" w:rsidP="00FD4F09">
            <w:pPr>
              <w:ind w:firstLine="34"/>
              <w:rPr>
                <w:rFonts w:ascii="Cordia New" w:hAnsi="Cordia New" w:cs="Cordia New"/>
                <w:sz w:val="24"/>
                <w:szCs w:val="24"/>
              </w:rPr>
            </w:pPr>
            <w:sdt>
              <w:sdtPr>
                <w:rPr>
                  <w:rFonts w:ascii="Cordia New" w:hAnsi="Cordia New" w:cs="Cordia New" w:hint="cs"/>
                  <w:sz w:val="28"/>
                  <w:szCs w:val="28"/>
                </w:rPr>
                <w:id w:val="-115799485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4497D018"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0F16FE84" w14:textId="77777777" w:rsidR="00FD4F09" w:rsidRDefault="005D0D49" w:rsidP="00FD4F09">
            <w:pPr>
              <w:ind w:firstLine="34"/>
              <w:rPr>
                <w:rFonts w:ascii="Cordia New" w:hAnsi="Cordia New" w:cs="Cordia New"/>
                <w:sz w:val="28"/>
                <w:szCs w:val="28"/>
              </w:rPr>
            </w:pPr>
            <w:sdt>
              <w:sdtPr>
                <w:rPr>
                  <w:rFonts w:ascii="Cordia New" w:hAnsi="Cordia New" w:cs="Cordia New" w:hint="cs"/>
                  <w:sz w:val="28"/>
                  <w:szCs w:val="28"/>
                </w:rPr>
                <w:id w:val="200670191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46C2B166" w14:textId="34E7EE70"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1D76A187" w14:textId="197E7726" w:rsidR="00FD4F09" w:rsidRDefault="00FD4F09" w:rsidP="00322271">
            <w:pPr>
              <w:rPr>
                <w:rFonts w:ascii="Cordia New" w:hAnsi="Cordia New" w:cs="Cordia New"/>
                <w:sz w:val="28"/>
                <w:szCs w:val="28"/>
              </w:rPr>
            </w:pPr>
            <w:r>
              <w:rPr>
                <w:rFonts w:ascii="Cordia New" w:hAnsi="Cordia New" w:cs="Cordia New"/>
                <w:sz w:val="28"/>
                <w:szCs w:val="28"/>
              </w:rPr>
              <w:t>T</w:t>
            </w:r>
            <w:r>
              <w:rPr>
                <w:rFonts w:ascii="Cordia New" w:hAnsi="Cordia New" w:cs="Cordia New" w:hint="cs"/>
                <w:sz w:val="28"/>
                <w:szCs w:val="28"/>
              </w:rPr>
              <w:t xml:space="preserve">his </w:t>
            </w:r>
            <w:r>
              <w:rPr>
                <w:rFonts w:ascii="Cordia New" w:hAnsi="Cordia New" w:cs="Cordia New"/>
                <w:sz w:val="28"/>
                <w:szCs w:val="28"/>
              </w:rPr>
              <w:t>functionality</w:t>
            </w:r>
            <w:r>
              <w:rPr>
                <w:rFonts w:ascii="Cordia New" w:hAnsi="Cordia New" w:cs="Cordia New" w:hint="cs"/>
                <w:sz w:val="28"/>
                <w:szCs w:val="28"/>
              </w:rPr>
              <w:t xml:space="preserve"> </w:t>
            </w:r>
            <w:r>
              <w:rPr>
                <w:rFonts w:ascii="Cordia New" w:hAnsi="Cordia New" w:cs="Cordia New"/>
                <w:sz w:val="28"/>
                <w:szCs w:val="28"/>
              </w:rPr>
              <w:t>allows a healthcare provider</w:t>
            </w:r>
            <w:r>
              <w:rPr>
                <w:rFonts w:ascii="Cordia New" w:hAnsi="Cordia New" w:cs="Cordia New" w:hint="cs"/>
                <w:sz w:val="28"/>
                <w:szCs w:val="28"/>
              </w:rPr>
              <w:t xml:space="preserve"> to </w:t>
            </w:r>
            <w:r>
              <w:rPr>
                <w:rFonts w:ascii="Cordia New" w:hAnsi="Cordia New" w:cs="Cordia New"/>
                <w:sz w:val="28"/>
                <w:szCs w:val="28"/>
              </w:rPr>
              <w:t xml:space="preserve">author a clinical document and upload it to the patient’s </w:t>
            </w:r>
            <w:r w:rsidR="005425BC">
              <w:rPr>
                <w:rFonts w:ascii="Cordia New" w:hAnsi="Cordia New" w:cs="Cordia New"/>
                <w:sz w:val="28"/>
                <w:szCs w:val="28"/>
              </w:rPr>
              <w:t>My Health Record</w:t>
            </w:r>
            <w:r>
              <w:rPr>
                <w:rFonts w:ascii="Cordia New" w:hAnsi="Cordia New" w:cs="Cordia New"/>
                <w:sz w:val="28"/>
                <w:szCs w:val="28"/>
              </w:rPr>
              <w:t xml:space="preserve">.  </w:t>
            </w:r>
          </w:p>
          <w:p w14:paraId="224DF826" w14:textId="529DE22C" w:rsidR="00FD4F09" w:rsidRDefault="00FD4F09" w:rsidP="0031527D">
            <w:pPr>
              <w:rPr>
                <w:rFonts w:ascii="Cordia New" w:hAnsi="Cordia New" w:cs="Cordia New"/>
                <w:sz w:val="28"/>
                <w:szCs w:val="28"/>
              </w:rPr>
            </w:pPr>
            <w:r>
              <w:rPr>
                <w:rFonts w:ascii="Cordia New" w:hAnsi="Cordia New" w:cs="Cordia New" w:hint="cs"/>
                <w:sz w:val="28"/>
                <w:szCs w:val="28"/>
              </w:rPr>
              <w:t>Uploading systems must also be capable of</w:t>
            </w:r>
            <w:r>
              <w:rPr>
                <w:rFonts w:ascii="Cordia New" w:hAnsi="Cordia New" w:cs="Cordia New"/>
                <w:sz w:val="28"/>
                <w:szCs w:val="28"/>
              </w:rPr>
              <w:t xml:space="preserve"> superseding and</w:t>
            </w:r>
            <w:r>
              <w:rPr>
                <w:rFonts w:ascii="Cordia New" w:hAnsi="Cordia New" w:cs="Cordia New" w:hint="cs"/>
                <w:sz w:val="28"/>
                <w:szCs w:val="28"/>
              </w:rPr>
              <w:t xml:space="preserve"> removing </w:t>
            </w:r>
            <w:r>
              <w:rPr>
                <w:rFonts w:ascii="Cordia New" w:hAnsi="Cordia New" w:cs="Cordia New"/>
                <w:sz w:val="28"/>
                <w:szCs w:val="28"/>
              </w:rPr>
              <w:t>the documents uploaded by their system</w:t>
            </w:r>
            <w:r>
              <w:rPr>
                <w:rFonts w:ascii="Cordia New" w:hAnsi="Cordia New" w:cs="Cordia New" w:hint="cs"/>
                <w:sz w:val="28"/>
                <w:szCs w:val="28"/>
              </w:rPr>
              <w:t>.</w:t>
            </w:r>
          </w:p>
          <w:p w14:paraId="42833621" w14:textId="77777777" w:rsidR="00FD4F09" w:rsidRDefault="00FD4F09">
            <w:pPr>
              <w:ind w:firstLine="34"/>
              <w:rPr>
                <w:rFonts w:ascii="Cordia New" w:hAnsi="Cordia New" w:cs="Cordia New"/>
                <w:sz w:val="28"/>
                <w:szCs w:val="28"/>
              </w:rPr>
            </w:pPr>
          </w:p>
          <w:p w14:paraId="361C5DE9" w14:textId="24E7F35C" w:rsidR="00FD4F09" w:rsidRPr="0031527D" w:rsidRDefault="00FD4F09" w:rsidP="0031527D">
            <w:pPr>
              <w:rPr>
                <w:rFonts w:ascii="Cordia New" w:hAnsi="Cordia New" w:cs="Cordia New"/>
                <w:b/>
                <w:bCs/>
                <w:sz w:val="28"/>
                <w:szCs w:val="28"/>
              </w:rPr>
            </w:pPr>
            <w:r w:rsidRPr="0031527D">
              <w:rPr>
                <w:rFonts w:ascii="Cordia New" w:hAnsi="Cordia New" w:cs="Cordia New" w:hint="cs"/>
                <w:b/>
                <w:bCs/>
                <w:sz w:val="28"/>
                <w:szCs w:val="28"/>
              </w:rPr>
              <w:t>Tick the Clinical Documents your software will upload to M</w:t>
            </w:r>
            <w:r w:rsidR="005425BC">
              <w:rPr>
                <w:rFonts w:ascii="Cordia New" w:hAnsi="Cordia New" w:cs="Cordia New"/>
                <w:b/>
                <w:bCs/>
                <w:sz w:val="28"/>
                <w:szCs w:val="28"/>
              </w:rPr>
              <w:t xml:space="preserve">y </w:t>
            </w:r>
            <w:r w:rsidRPr="0031527D">
              <w:rPr>
                <w:rFonts w:ascii="Cordia New" w:hAnsi="Cordia New" w:cs="Cordia New" w:hint="cs"/>
                <w:b/>
                <w:bCs/>
                <w:sz w:val="28"/>
                <w:szCs w:val="28"/>
              </w:rPr>
              <w:t>H</w:t>
            </w:r>
            <w:r w:rsidR="005425BC">
              <w:rPr>
                <w:rFonts w:ascii="Cordia New" w:hAnsi="Cordia New" w:cs="Cordia New"/>
                <w:b/>
                <w:bCs/>
                <w:sz w:val="28"/>
                <w:szCs w:val="28"/>
              </w:rPr>
              <w:t xml:space="preserve">ealth </w:t>
            </w:r>
            <w:r w:rsidRPr="0031527D">
              <w:rPr>
                <w:rFonts w:ascii="Cordia New" w:hAnsi="Cordia New" w:cs="Cordia New" w:hint="cs"/>
                <w:b/>
                <w:bCs/>
                <w:sz w:val="28"/>
                <w:szCs w:val="28"/>
              </w:rPr>
              <w:t>R</w:t>
            </w:r>
            <w:r w:rsidR="005425BC">
              <w:rPr>
                <w:rFonts w:ascii="Cordia New" w:hAnsi="Cordia New" w:cs="Cordia New"/>
                <w:b/>
                <w:bCs/>
                <w:sz w:val="28"/>
                <w:szCs w:val="28"/>
              </w:rPr>
              <w:t>ecord</w:t>
            </w:r>
            <w:r w:rsidRPr="0031527D">
              <w:rPr>
                <w:rFonts w:ascii="Cordia New" w:hAnsi="Cordia New" w:cs="Cordia New" w:hint="cs"/>
                <w:b/>
                <w:bCs/>
                <w:sz w:val="28"/>
                <w:szCs w:val="28"/>
              </w:rPr>
              <w:t>:</w:t>
            </w:r>
          </w:p>
          <w:p w14:paraId="794B94E6" w14:textId="4DBCFA69" w:rsidR="00FD4F09" w:rsidRDefault="005D0D49">
            <w:pPr>
              <w:ind w:firstLine="34"/>
              <w:rPr>
                <w:rFonts w:ascii="Cordia New" w:hAnsi="Cordia New" w:cs="Cordia New"/>
                <w:sz w:val="28"/>
                <w:szCs w:val="28"/>
              </w:rPr>
            </w:pPr>
            <w:sdt>
              <w:sdtPr>
                <w:rPr>
                  <w:rFonts w:ascii="Cordia New" w:hAnsi="Cordia New" w:cs="Cordia New" w:hint="cs"/>
                  <w:sz w:val="28"/>
                  <w:szCs w:val="28"/>
                </w:rPr>
                <w:id w:val="83141258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Discharge Summary</w:t>
            </w:r>
          </w:p>
          <w:p w14:paraId="639C32EA" w14:textId="5C37A5CF" w:rsidR="00FD4F09" w:rsidRDefault="005D0D49">
            <w:pPr>
              <w:ind w:firstLine="34"/>
              <w:rPr>
                <w:rFonts w:ascii="Cordia New" w:hAnsi="Cordia New" w:cs="Cordia New"/>
                <w:sz w:val="28"/>
                <w:szCs w:val="28"/>
              </w:rPr>
            </w:pPr>
            <w:sdt>
              <w:sdtPr>
                <w:rPr>
                  <w:rFonts w:ascii="Cordia New" w:hAnsi="Cordia New" w:cs="Cordia New" w:hint="cs"/>
                  <w:sz w:val="28"/>
                  <w:szCs w:val="28"/>
                </w:rPr>
                <w:id w:val="-87129353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Shared Health Summary</w:t>
            </w:r>
          </w:p>
          <w:p w14:paraId="7A5A227B" w14:textId="1A01A430" w:rsidR="00FD4F09" w:rsidRDefault="005D0D49">
            <w:pPr>
              <w:ind w:firstLine="34"/>
              <w:rPr>
                <w:rFonts w:ascii="Cordia New" w:hAnsi="Cordia New" w:cs="Cordia New"/>
                <w:sz w:val="28"/>
                <w:szCs w:val="28"/>
              </w:rPr>
            </w:pPr>
            <w:sdt>
              <w:sdtPr>
                <w:rPr>
                  <w:rFonts w:ascii="Cordia New" w:hAnsi="Cordia New" w:cs="Cordia New" w:hint="cs"/>
                  <w:sz w:val="28"/>
                  <w:szCs w:val="28"/>
                </w:rPr>
                <w:id w:val="-173415784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Specialist Letter</w:t>
            </w:r>
          </w:p>
          <w:p w14:paraId="6EE9C2F7" w14:textId="602543C7" w:rsidR="00FD4F09" w:rsidRDefault="005D0D49">
            <w:pPr>
              <w:ind w:firstLine="34"/>
              <w:rPr>
                <w:rFonts w:ascii="Cordia New" w:hAnsi="Cordia New" w:cs="Cordia New"/>
                <w:sz w:val="28"/>
                <w:szCs w:val="28"/>
              </w:rPr>
            </w:pPr>
            <w:sdt>
              <w:sdtPr>
                <w:rPr>
                  <w:rFonts w:ascii="Cordia New" w:hAnsi="Cordia New" w:cs="Cordia New" w:hint="cs"/>
                  <w:sz w:val="28"/>
                  <w:szCs w:val="28"/>
                </w:rPr>
                <w:id w:val="-157612246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Advance Care Planning</w:t>
            </w:r>
            <w:r w:rsidR="00FD4F09">
              <w:rPr>
                <w:rFonts w:ascii="Cordia New" w:hAnsi="Cordia New" w:cs="Cordia New"/>
                <w:sz w:val="28"/>
                <w:szCs w:val="28"/>
              </w:rPr>
              <w:t>*</w:t>
            </w:r>
          </w:p>
          <w:p w14:paraId="18E9685B" w14:textId="017FD5B3" w:rsidR="00FD4F09" w:rsidRDefault="005D0D49">
            <w:pPr>
              <w:ind w:firstLine="34"/>
              <w:rPr>
                <w:rFonts w:ascii="Cordia New" w:hAnsi="Cordia New" w:cs="Cordia New"/>
                <w:sz w:val="28"/>
                <w:szCs w:val="28"/>
              </w:rPr>
            </w:pPr>
            <w:sdt>
              <w:sdtPr>
                <w:rPr>
                  <w:rFonts w:ascii="Cordia New" w:hAnsi="Cordia New" w:cs="Cordia New" w:hint="cs"/>
                  <w:sz w:val="28"/>
                  <w:szCs w:val="28"/>
                </w:rPr>
                <w:id w:val="164678935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Pathology Report</w:t>
            </w:r>
          </w:p>
          <w:p w14:paraId="4D5530D1" w14:textId="12C1E4DA" w:rsidR="00FD4F09" w:rsidRDefault="005D0D49">
            <w:pPr>
              <w:ind w:firstLine="34"/>
              <w:rPr>
                <w:rFonts w:ascii="Cordia New" w:hAnsi="Cordia New" w:cs="Cordia New"/>
                <w:sz w:val="28"/>
                <w:szCs w:val="28"/>
              </w:rPr>
            </w:pPr>
            <w:sdt>
              <w:sdtPr>
                <w:rPr>
                  <w:rFonts w:ascii="Cordia New" w:hAnsi="Cordia New" w:cs="Cordia New" w:hint="cs"/>
                  <w:sz w:val="28"/>
                  <w:szCs w:val="28"/>
                </w:rPr>
                <w:id w:val="-164749628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Diagnostic Imaging Report</w:t>
            </w:r>
          </w:p>
          <w:p w14:paraId="583E9FE2" w14:textId="7DF1679C" w:rsidR="00FD4F09" w:rsidRDefault="005D0D49">
            <w:pPr>
              <w:ind w:firstLine="34"/>
              <w:rPr>
                <w:rFonts w:ascii="Cordia New" w:hAnsi="Cordia New" w:cs="Cordia New"/>
                <w:sz w:val="28"/>
                <w:szCs w:val="28"/>
              </w:rPr>
            </w:pPr>
            <w:sdt>
              <w:sdtPr>
                <w:rPr>
                  <w:rFonts w:ascii="Cordia New" w:hAnsi="Cordia New" w:cs="Cordia New" w:hint="cs"/>
                  <w:sz w:val="28"/>
                  <w:szCs w:val="28"/>
                </w:rPr>
                <w:id w:val="141805841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Prescription Records</w:t>
            </w:r>
            <w:r w:rsidR="00FD4F09">
              <w:rPr>
                <w:rFonts w:ascii="Cordia New" w:hAnsi="Cordia New" w:cs="Cordia New"/>
                <w:sz w:val="28"/>
                <w:szCs w:val="28"/>
              </w:rPr>
              <w:t>**</w:t>
            </w:r>
          </w:p>
          <w:p w14:paraId="758898C2" w14:textId="5C791507" w:rsidR="00FD4F09" w:rsidRDefault="005D0D49">
            <w:pPr>
              <w:ind w:firstLine="34"/>
              <w:rPr>
                <w:rFonts w:ascii="Cordia New" w:hAnsi="Cordia New" w:cs="Cordia New"/>
                <w:sz w:val="28"/>
                <w:szCs w:val="28"/>
              </w:rPr>
            </w:pPr>
            <w:sdt>
              <w:sdtPr>
                <w:rPr>
                  <w:rFonts w:ascii="Cordia New" w:hAnsi="Cordia New" w:cs="Cordia New" w:hint="cs"/>
                  <w:sz w:val="28"/>
                  <w:szCs w:val="28"/>
                </w:rPr>
                <w:id w:val="-63872591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Dispense Record</w:t>
            </w:r>
            <w:r w:rsidR="00FD4F09">
              <w:rPr>
                <w:rFonts w:ascii="Cordia New" w:hAnsi="Cordia New" w:cs="Cordia New"/>
                <w:sz w:val="28"/>
                <w:szCs w:val="28"/>
              </w:rPr>
              <w:t>**</w:t>
            </w:r>
          </w:p>
          <w:p w14:paraId="14594DC1" w14:textId="74E4489D" w:rsidR="00FD4F09" w:rsidRDefault="005D0D49">
            <w:pPr>
              <w:ind w:firstLine="34"/>
              <w:rPr>
                <w:rFonts w:ascii="Cordia New" w:hAnsi="Cordia New" w:cs="Cordia New"/>
                <w:sz w:val="28"/>
                <w:szCs w:val="28"/>
              </w:rPr>
            </w:pPr>
            <w:sdt>
              <w:sdtPr>
                <w:rPr>
                  <w:rFonts w:ascii="Cordia New" w:hAnsi="Cordia New" w:cs="Cordia New" w:hint="cs"/>
                  <w:sz w:val="28"/>
                  <w:szCs w:val="28"/>
                </w:rPr>
                <w:id w:val="187619572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Event Summary</w:t>
            </w:r>
          </w:p>
          <w:p w14:paraId="4108A195" w14:textId="7FF611F7" w:rsidR="00FD4F09" w:rsidRDefault="005D0D49">
            <w:pPr>
              <w:ind w:firstLine="34"/>
              <w:rPr>
                <w:rFonts w:ascii="Cordia New" w:hAnsi="Cordia New" w:cs="Cordia New"/>
                <w:sz w:val="28"/>
                <w:szCs w:val="28"/>
              </w:rPr>
            </w:pPr>
            <w:sdt>
              <w:sdtPr>
                <w:rPr>
                  <w:rFonts w:ascii="Cordia New" w:hAnsi="Cordia New" w:cs="Cordia New" w:hint="cs"/>
                  <w:sz w:val="28"/>
                  <w:szCs w:val="28"/>
                </w:rPr>
                <w:id w:val="-114542079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eReferral</w:t>
            </w:r>
            <w:proofErr w:type="spellEnd"/>
          </w:p>
          <w:p w14:paraId="032B9B03" w14:textId="5A74E247" w:rsidR="00FD4F09" w:rsidRDefault="005D0D49">
            <w:pPr>
              <w:ind w:firstLine="34"/>
              <w:rPr>
                <w:rFonts w:ascii="Cordia New" w:hAnsi="Cordia New" w:cs="Cordia New"/>
                <w:sz w:val="28"/>
                <w:szCs w:val="28"/>
              </w:rPr>
            </w:pPr>
            <w:sdt>
              <w:sdtPr>
                <w:rPr>
                  <w:rFonts w:ascii="Cordia New" w:hAnsi="Cordia New" w:cs="Cordia New" w:hint="cs"/>
                  <w:sz w:val="28"/>
                  <w:szCs w:val="28"/>
                </w:rPr>
                <w:id w:val="-35319587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Pharmacist Shared Medicines List</w:t>
            </w:r>
          </w:p>
          <w:p w14:paraId="3AE67950" w14:textId="151A26F1" w:rsidR="00FD4F09" w:rsidRDefault="005D0D49">
            <w:pPr>
              <w:ind w:firstLine="34"/>
              <w:rPr>
                <w:rFonts w:ascii="Cordia New" w:hAnsi="Cordia New" w:cs="Cordia New"/>
                <w:sz w:val="28"/>
                <w:szCs w:val="28"/>
              </w:rPr>
            </w:pPr>
            <w:sdt>
              <w:sdtPr>
                <w:rPr>
                  <w:rFonts w:ascii="Cordia New" w:hAnsi="Cordia New" w:cs="Cordia New" w:hint="cs"/>
                  <w:sz w:val="28"/>
                  <w:szCs w:val="28"/>
                </w:rPr>
                <w:id w:val="57570961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Goals of Care</w:t>
            </w:r>
            <w:r w:rsidR="00FD4F09">
              <w:rPr>
                <w:rFonts w:ascii="Cordia New" w:hAnsi="Cordia New" w:cs="Cordia New"/>
                <w:sz w:val="28"/>
                <w:szCs w:val="28"/>
              </w:rPr>
              <w:t>*</w:t>
            </w:r>
          </w:p>
          <w:p w14:paraId="36C8C6E2" w14:textId="520F02BC" w:rsidR="00FD4F09" w:rsidRDefault="005D0D49">
            <w:pPr>
              <w:ind w:firstLine="34"/>
              <w:rPr>
                <w:rFonts w:ascii="Cordia New" w:hAnsi="Cordia New" w:cs="Cordia New"/>
                <w:sz w:val="28"/>
                <w:szCs w:val="28"/>
              </w:rPr>
            </w:pPr>
            <w:sdt>
              <w:sdtPr>
                <w:rPr>
                  <w:rFonts w:ascii="Cordia New" w:hAnsi="Cordia New" w:cs="Cordia New" w:hint="cs"/>
                  <w:sz w:val="28"/>
                  <w:szCs w:val="28"/>
                </w:rPr>
                <w:id w:val="109652304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Transfer Reason</w:t>
            </w:r>
          </w:p>
          <w:p w14:paraId="4F82AE42" w14:textId="23DA9A26" w:rsidR="00FD4F09" w:rsidRDefault="005D0D49">
            <w:pPr>
              <w:ind w:firstLine="34"/>
              <w:rPr>
                <w:rFonts w:ascii="Cordia New" w:hAnsi="Cordia New" w:cs="Cordia New"/>
                <w:sz w:val="28"/>
                <w:szCs w:val="28"/>
              </w:rPr>
            </w:pPr>
            <w:sdt>
              <w:sdtPr>
                <w:rPr>
                  <w:rFonts w:ascii="Cordia New" w:hAnsi="Cordia New" w:cs="Cordia New" w:hint="cs"/>
                  <w:sz w:val="28"/>
                  <w:szCs w:val="28"/>
                </w:rPr>
                <w:id w:val="67238204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Health Summary</w:t>
            </w:r>
          </w:p>
          <w:p w14:paraId="6107F52C" w14:textId="57D6354D" w:rsidR="00FD4F09" w:rsidRDefault="005D0D49">
            <w:pPr>
              <w:ind w:firstLine="34"/>
              <w:rPr>
                <w:rFonts w:ascii="Cordia New" w:hAnsi="Cordia New" w:cs="Cordia New"/>
                <w:sz w:val="28"/>
                <w:szCs w:val="28"/>
              </w:rPr>
            </w:pPr>
            <w:sdt>
              <w:sdtPr>
                <w:rPr>
                  <w:rFonts w:ascii="Cordia New" w:hAnsi="Cordia New" w:cs="Cordia New" w:hint="cs"/>
                  <w:sz w:val="28"/>
                  <w:szCs w:val="28"/>
                </w:rPr>
                <w:id w:val="3205545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Medication Chart</w:t>
            </w:r>
          </w:p>
          <w:p w14:paraId="303F4203" w14:textId="77777777" w:rsidR="00FD4F09" w:rsidRDefault="00FD4F09">
            <w:pPr>
              <w:ind w:firstLine="34"/>
              <w:rPr>
                <w:rFonts w:ascii="Cordia New" w:hAnsi="Cordia New" w:cs="Cordia New"/>
                <w:sz w:val="28"/>
                <w:szCs w:val="28"/>
              </w:rPr>
            </w:pPr>
          </w:p>
          <w:p w14:paraId="05D43EFE" w14:textId="5E20B4DB" w:rsidR="00FD4F09" w:rsidRPr="00264A4A" w:rsidRDefault="00FD4F09" w:rsidP="003D2C99">
            <w:pPr>
              <w:rPr>
                <w:rFonts w:ascii="Cordia New" w:hAnsi="Cordia New" w:cs="Cordia New"/>
                <w:sz w:val="24"/>
                <w:szCs w:val="24"/>
              </w:rPr>
            </w:pPr>
            <w:r w:rsidRPr="00264A4A">
              <w:rPr>
                <w:rFonts w:ascii="Cordia New" w:hAnsi="Cordia New" w:cs="Cordia New"/>
                <w:sz w:val="24"/>
                <w:szCs w:val="24"/>
              </w:rPr>
              <w:t xml:space="preserve">* </w:t>
            </w:r>
            <w:r w:rsidRPr="00264A4A">
              <w:rPr>
                <w:rFonts w:ascii="Cordia New" w:hAnsi="Cordia New" w:cs="Cordia New" w:hint="cs"/>
                <w:sz w:val="24"/>
                <w:szCs w:val="24"/>
              </w:rPr>
              <w:t>Shared Health Summary</w:t>
            </w:r>
            <w:r w:rsidRPr="00264A4A">
              <w:rPr>
                <w:rFonts w:ascii="Cordia New" w:hAnsi="Cordia New" w:cs="Cordia New"/>
                <w:sz w:val="24"/>
                <w:szCs w:val="24"/>
              </w:rPr>
              <w:t>, Advanced Care Plan and Goals of Care</w:t>
            </w:r>
            <w:r w:rsidRPr="00264A4A">
              <w:rPr>
                <w:rFonts w:ascii="Cordia New" w:hAnsi="Cordia New" w:cs="Cordia New" w:hint="cs"/>
                <w:sz w:val="24"/>
                <w:szCs w:val="24"/>
              </w:rPr>
              <w:t xml:space="preserve"> cannot be superseded.</w:t>
            </w:r>
          </w:p>
          <w:p w14:paraId="3A8137D8" w14:textId="4EA510CA" w:rsidR="00FD4F09" w:rsidRPr="00264A4A" w:rsidRDefault="00FD4F09" w:rsidP="003D2C99">
            <w:pPr>
              <w:rPr>
                <w:rFonts w:ascii="Cordia New" w:hAnsi="Cordia New" w:cs="Cordia New"/>
                <w:sz w:val="24"/>
                <w:szCs w:val="24"/>
              </w:rPr>
            </w:pPr>
            <w:r w:rsidRPr="00264A4A">
              <w:rPr>
                <w:rFonts w:ascii="Cordia New" w:hAnsi="Cordia New" w:cs="Cordia New"/>
                <w:sz w:val="24"/>
                <w:szCs w:val="24"/>
              </w:rPr>
              <w:t xml:space="preserve">** </w:t>
            </w:r>
            <w:r w:rsidRPr="00264A4A">
              <w:rPr>
                <w:rFonts w:ascii="Cordia New" w:hAnsi="Cordia New" w:cs="Cordia New" w:hint="cs"/>
                <w:sz w:val="24"/>
                <w:szCs w:val="24"/>
              </w:rPr>
              <w:t>Prescription Record and Dispense Record superseding is optional.</w:t>
            </w:r>
          </w:p>
          <w:p w14:paraId="6363F1DE" w14:textId="77777777"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28E06302" w14:textId="22C66371" w:rsidR="00FD4F09" w:rsidRDefault="005D0D49" w:rsidP="00BD6A90">
            <w:pPr>
              <w:ind w:firstLine="34"/>
              <w:rPr>
                <w:rFonts w:ascii="Cordia New" w:hAnsi="Cordia New" w:cs="Cordia New"/>
                <w:sz w:val="28"/>
                <w:szCs w:val="28"/>
              </w:rPr>
            </w:pPr>
            <w:sdt>
              <w:sdtPr>
                <w:rPr>
                  <w:rFonts w:ascii="Cordia New" w:hAnsi="Cordia New" w:cs="Cordia New" w:hint="cs"/>
                  <w:sz w:val="28"/>
                  <w:szCs w:val="28"/>
                </w:rPr>
                <w:id w:val="127019547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doesPCEHRExist</w:t>
            </w:r>
            <w:proofErr w:type="spellEnd"/>
            <w:r w:rsidR="00FD4F09">
              <w:rPr>
                <w:rFonts w:ascii="Cordia New" w:hAnsi="Cordia New" w:cs="Cordia New" w:hint="cs"/>
                <w:sz w:val="28"/>
                <w:szCs w:val="28"/>
              </w:rPr>
              <w:t xml:space="preserve"> – v1.1</w:t>
            </w:r>
          </w:p>
          <w:p w14:paraId="619F1255" w14:textId="0AEDA059" w:rsidR="00FD4F09" w:rsidRDefault="005D0D49">
            <w:pPr>
              <w:ind w:firstLine="34"/>
              <w:rPr>
                <w:rFonts w:ascii="Cordia New" w:hAnsi="Cordia New" w:cs="Cordia New"/>
                <w:sz w:val="28"/>
                <w:szCs w:val="28"/>
              </w:rPr>
            </w:pPr>
            <w:sdt>
              <w:sdtPr>
                <w:rPr>
                  <w:rFonts w:ascii="Cordia New" w:hAnsi="Cordia New" w:cs="Cordia New" w:hint="cs"/>
                  <w:sz w:val="28"/>
                  <w:szCs w:val="28"/>
                </w:rPr>
                <w:id w:val="-1461188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ITI – 41 Provide &amp; Register Document Set-b - v1.1</w:t>
            </w:r>
          </w:p>
          <w:p w14:paraId="0C42ADF7" w14:textId="1ABFDDC5" w:rsidR="00FD4F09" w:rsidRDefault="005D0D49">
            <w:pPr>
              <w:ind w:firstLine="34"/>
              <w:rPr>
                <w:rFonts w:ascii="Cordia New" w:hAnsi="Cordia New" w:cs="Cordia New"/>
                <w:sz w:val="28"/>
                <w:szCs w:val="28"/>
              </w:rPr>
            </w:pPr>
            <w:sdt>
              <w:sdtPr>
                <w:rPr>
                  <w:rFonts w:ascii="Cordia New" w:hAnsi="Cordia New" w:cs="Cordia New" w:hint="cs"/>
                  <w:sz w:val="28"/>
                  <w:szCs w:val="28"/>
                </w:rPr>
                <w:id w:val="141328717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RemoveDocument</w:t>
            </w:r>
            <w:proofErr w:type="spellEnd"/>
            <w:r w:rsidR="00FD4F09">
              <w:rPr>
                <w:rFonts w:ascii="Cordia New" w:hAnsi="Cordia New" w:cs="Cordia New" w:hint="cs"/>
                <w:sz w:val="28"/>
                <w:szCs w:val="28"/>
              </w:rPr>
              <w:t>/</w:t>
            </w:r>
            <w:proofErr w:type="spellStart"/>
            <w:r w:rsidR="00FD4F09">
              <w:rPr>
                <w:rFonts w:ascii="Cordia New" w:hAnsi="Cordia New" w:cs="Cordia New" w:hint="cs"/>
                <w:sz w:val="28"/>
                <w:szCs w:val="28"/>
              </w:rPr>
              <w:t>DeregisterDocument</w:t>
            </w:r>
            <w:proofErr w:type="spellEnd"/>
            <w:r w:rsidR="00FD4F09">
              <w:rPr>
                <w:rFonts w:ascii="Cordia New" w:hAnsi="Cordia New" w:cs="Cordia New" w:hint="cs"/>
                <w:sz w:val="28"/>
                <w:szCs w:val="28"/>
              </w:rPr>
              <w:t xml:space="preserve"> – v1.1</w:t>
            </w:r>
          </w:p>
        </w:tc>
      </w:tr>
      <w:tr w:rsidR="00FD4F09" w14:paraId="46DED5E0"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tcPr>
          <w:p w14:paraId="3E9214BC" w14:textId="7A3FEE4C" w:rsidR="00FD4F09" w:rsidRDefault="00FD4F09">
            <w:pPr>
              <w:pStyle w:val="Heading3"/>
              <w:numPr>
                <w:ilvl w:val="0"/>
                <w:numId w:val="0"/>
              </w:numPr>
              <w:tabs>
                <w:tab w:val="left" w:pos="720"/>
              </w:tabs>
              <w:ind w:left="709" w:hanging="709"/>
              <w:jc w:val="both"/>
              <w:rPr>
                <w:rFonts w:eastAsia="Times New Roman" w:cs="Calibri"/>
                <w:szCs w:val="22"/>
              </w:rPr>
            </w:pPr>
            <w:r>
              <w:rPr>
                <w:rFonts w:eastAsia="Times New Roman"/>
              </w:rPr>
              <w:t>Assisted Registration</w:t>
            </w:r>
          </w:p>
          <w:p w14:paraId="0532341C" w14:textId="5BC2BA29" w:rsidR="00FD4F09" w:rsidRDefault="00FD4F09">
            <w:pPr>
              <w:ind w:firstLine="34"/>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allowing</w:t>
            </w:r>
            <w:r>
              <w:rPr>
                <w:rFonts w:ascii="Cordia New" w:hAnsi="Cordia New" w:cs="Cordia New" w:hint="cs"/>
                <w:sz w:val="28"/>
                <w:szCs w:val="28"/>
              </w:rPr>
              <w:t xml:space="preserve"> the healthcare provider to </w:t>
            </w:r>
            <w:r>
              <w:rPr>
                <w:rFonts w:ascii="Cordia New" w:hAnsi="Cordia New" w:cs="Cordia New"/>
                <w:sz w:val="28"/>
                <w:szCs w:val="28"/>
              </w:rPr>
              <w:t xml:space="preserve">assist and </w:t>
            </w:r>
            <w:r>
              <w:rPr>
                <w:rFonts w:ascii="Cordia New" w:hAnsi="Cordia New" w:cs="Cordia New" w:hint="cs"/>
                <w:sz w:val="28"/>
                <w:szCs w:val="28"/>
              </w:rPr>
              <w:t>an individual</w:t>
            </w:r>
            <w:r>
              <w:rPr>
                <w:rFonts w:ascii="Cordia New" w:hAnsi="Cordia New" w:cs="Cordia New"/>
                <w:sz w:val="28"/>
                <w:szCs w:val="28"/>
              </w:rPr>
              <w:t xml:space="preserve"> to register for a</w:t>
            </w:r>
            <w:r>
              <w:rPr>
                <w:rFonts w:ascii="Cordia New" w:hAnsi="Cordia New" w:cs="Cordia New" w:hint="cs"/>
                <w:sz w:val="28"/>
                <w:szCs w:val="28"/>
              </w:rPr>
              <w:t xml:space="preserve"> My Health Record system?</w:t>
            </w:r>
          </w:p>
          <w:p w14:paraId="7205D868" w14:textId="77777777" w:rsidR="00FD4F09" w:rsidRDefault="00FD4F09">
            <w:pPr>
              <w:ind w:firstLine="34"/>
              <w:rPr>
                <w:rFonts w:ascii="Cordia New" w:hAnsi="Cordia New" w:cs="Cordia New"/>
                <w:sz w:val="28"/>
                <w:szCs w:val="28"/>
              </w:rPr>
            </w:pPr>
          </w:p>
          <w:p w14:paraId="5F6C161F" w14:textId="77777777" w:rsidR="00FD4F09" w:rsidRDefault="005D0D49" w:rsidP="00FD4F09">
            <w:pPr>
              <w:ind w:firstLine="34"/>
              <w:rPr>
                <w:rFonts w:ascii="Cordia New" w:hAnsi="Cordia New" w:cs="Cordia New"/>
                <w:sz w:val="24"/>
                <w:szCs w:val="24"/>
              </w:rPr>
            </w:pPr>
            <w:sdt>
              <w:sdtPr>
                <w:rPr>
                  <w:rFonts w:ascii="Cordia New" w:hAnsi="Cordia New" w:cs="Cordia New" w:hint="cs"/>
                  <w:sz w:val="28"/>
                  <w:szCs w:val="28"/>
                </w:rPr>
                <w:id w:val="96045946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509988DE" w14:textId="77777777" w:rsidR="00FD4F09" w:rsidRPr="003D2C99" w:rsidRDefault="005D0D49" w:rsidP="00FD4F09">
            <w:pPr>
              <w:ind w:firstLine="34"/>
              <w:rPr>
                <w:rFonts w:ascii="Cordia New" w:hAnsi="Cordia New" w:cs="Cordia New"/>
                <w:sz w:val="24"/>
                <w:szCs w:val="24"/>
              </w:rPr>
            </w:pPr>
            <w:sdt>
              <w:sdtPr>
                <w:rPr>
                  <w:rFonts w:ascii="Cordia New" w:hAnsi="Cordia New" w:cs="Cordia New" w:hint="cs"/>
                  <w:sz w:val="28"/>
                  <w:szCs w:val="28"/>
                </w:rPr>
                <w:id w:val="-162437308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2D2482D1"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352738F6" w14:textId="77777777" w:rsidR="00FD4F09" w:rsidRDefault="005D0D49" w:rsidP="00FD4F09">
            <w:pPr>
              <w:ind w:firstLine="34"/>
              <w:rPr>
                <w:rFonts w:ascii="Cordia New" w:hAnsi="Cordia New" w:cs="Cordia New"/>
                <w:sz w:val="24"/>
                <w:szCs w:val="24"/>
              </w:rPr>
            </w:pPr>
            <w:sdt>
              <w:sdtPr>
                <w:rPr>
                  <w:rFonts w:ascii="Cordia New" w:hAnsi="Cordia New" w:cs="Cordia New" w:hint="cs"/>
                  <w:sz w:val="28"/>
                  <w:szCs w:val="28"/>
                </w:rPr>
                <w:id w:val="-114510897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2AFBDECE" w14:textId="6B952960" w:rsidR="00FD4F09" w:rsidRDefault="00FD4F09" w:rsidP="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6574DD8F" w14:textId="758278FB" w:rsidR="00FD4F09" w:rsidRDefault="00FD4F09" w:rsidP="0031527D">
            <w:pPr>
              <w:rPr>
                <w:rFonts w:ascii="Cordia New" w:hAnsi="Cordia New" w:cs="Cordia New"/>
                <w:sz w:val="28"/>
                <w:szCs w:val="28"/>
              </w:rPr>
            </w:pPr>
            <w:r>
              <w:rPr>
                <w:rFonts w:ascii="Cordia New" w:hAnsi="Cordia New" w:cs="Cordia New" w:hint="cs"/>
                <w:sz w:val="28"/>
                <w:szCs w:val="28"/>
              </w:rPr>
              <w:t>Th</w:t>
            </w:r>
            <w:r>
              <w:rPr>
                <w:rFonts w:ascii="Cordia New" w:hAnsi="Cordia New" w:cs="Cordia New"/>
                <w:sz w:val="28"/>
                <w:szCs w:val="28"/>
              </w:rPr>
              <w:t>is functionality allows a healthcare provider to register a patient for</w:t>
            </w:r>
            <w:r>
              <w:rPr>
                <w:rFonts w:ascii="Cordia New" w:hAnsi="Cordia New" w:cs="Cordia New" w:hint="cs"/>
                <w:sz w:val="28"/>
                <w:szCs w:val="28"/>
              </w:rPr>
              <w:t xml:space="preserve"> a </w:t>
            </w:r>
            <w:r>
              <w:rPr>
                <w:rFonts w:ascii="Cordia New" w:hAnsi="Cordia New" w:cs="Cordia New"/>
                <w:sz w:val="28"/>
                <w:szCs w:val="28"/>
              </w:rPr>
              <w:t>My Health Record.</w:t>
            </w:r>
          </w:p>
          <w:p w14:paraId="15271876" w14:textId="77777777" w:rsidR="00FD4F09" w:rsidRDefault="00FD4F09" w:rsidP="00322271">
            <w:pPr>
              <w:ind w:firstLine="34"/>
              <w:rPr>
                <w:rFonts w:ascii="Cordia New" w:hAnsi="Cordia New" w:cs="Cordia New"/>
                <w:sz w:val="28"/>
                <w:szCs w:val="28"/>
              </w:rPr>
            </w:pPr>
          </w:p>
          <w:p w14:paraId="4B114F41" w14:textId="20B12CC2" w:rsidR="00FD4F09" w:rsidRDefault="008F6F7F" w:rsidP="00322271">
            <w:pPr>
              <w:rPr>
                <w:rFonts w:ascii="Cordia New" w:hAnsi="Cordia New" w:cs="Cordia New"/>
                <w:sz w:val="28"/>
                <w:szCs w:val="28"/>
              </w:rPr>
            </w:pPr>
            <w:r>
              <w:rPr>
                <w:rFonts w:ascii="Cordia New" w:hAnsi="Cordia New" w:cs="Cordia New"/>
                <w:b/>
                <w:bCs/>
                <w:sz w:val="28"/>
                <w:szCs w:val="28"/>
              </w:rPr>
              <w:t xml:space="preserve">* </w:t>
            </w:r>
            <w:r w:rsidR="00FD4F09" w:rsidRPr="00264A4A">
              <w:rPr>
                <w:rFonts w:ascii="Cordia New" w:hAnsi="Cordia New" w:cs="Cordia New"/>
                <w:b/>
                <w:bCs/>
                <w:sz w:val="28"/>
                <w:szCs w:val="28"/>
              </w:rPr>
              <w:t>Not commonly</w:t>
            </w:r>
            <w:r w:rsidR="00FD4F09">
              <w:rPr>
                <w:rFonts w:ascii="Cordia New" w:hAnsi="Cordia New" w:cs="Cordia New"/>
                <w:sz w:val="28"/>
                <w:szCs w:val="28"/>
              </w:rPr>
              <w:t xml:space="preserve"> used because the M</w:t>
            </w:r>
            <w:r w:rsidR="005425BC">
              <w:rPr>
                <w:rFonts w:ascii="Cordia New" w:hAnsi="Cordia New" w:cs="Cordia New"/>
                <w:sz w:val="28"/>
                <w:szCs w:val="28"/>
              </w:rPr>
              <w:t xml:space="preserve">y </w:t>
            </w:r>
            <w:r w:rsidR="00FD4F09">
              <w:rPr>
                <w:rFonts w:ascii="Cordia New" w:hAnsi="Cordia New" w:cs="Cordia New"/>
                <w:sz w:val="28"/>
                <w:szCs w:val="28"/>
              </w:rPr>
              <w:t>H</w:t>
            </w:r>
            <w:r w:rsidR="005425BC">
              <w:rPr>
                <w:rFonts w:ascii="Cordia New" w:hAnsi="Cordia New" w:cs="Cordia New"/>
                <w:sz w:val="28"/>
                <w:szCs w:val="28"/>
              </w:rPr>
              <w:t xml:space="preserve">ealth </w:t>
            </w:r>
            <w:r w:rsidR="00FD4F09">
              <w:rPr>
                <w:rFonts w:ascii="Cordia New" w:hAnsi="Cordia New" w:cs="Cordia New"/>
                <w:sz w:val="28"/>
                <w:szCs w:val="28"/>
              </w:rPr>
              <w:t>R</w:t>
            </w:r>
            <w:r w:rsidR="005425BC">
              <w:rPr>
                <w:rFonts w:ascii="Cordia New" w:hAnsi="Cordia New" w:cs="Cordia New"/>
                <w:sz w:val="28"/>
                <w:szCs w:val="28"/>
              </w:rPr>
              <w:t>ecord</w:t>
            </w:r>
            <w:r w:rsidR="00FD4F09">
              <w:rPr>
                <w:rFonts w:ascii="Cordia New" w:hAnsi="Cordia New" w:cs="Cordia New"/>
                <w:sz w:val="28"/>
                <w:szCs w:val="28"/>
              </w:rPr>
              <w:t xml:space="preserve"> is an opt-out system and over 90% of Australians already have </w:t>
            </w:r>
            <w:r w:rsidR="0031527D">
              <w:rPr>
                <w:rFonts w:ascii="Cordia New" w:hAnsi="Cordia New" w:cs="Cordia New"/>
                <w:sz w:val="28"/>
                <w:szCs w:val="28"/>
              </w:rPr>
              <w:t>an</w:t>
            </w:r>
            <w:r w:rsidR="00FD4F09">
              <w:rPr>
                <w:rFonts w:ascii="Cordia New" w:hAnsi="Cordia New" w:cs="Cordia New"/>
                <w:sz w:val="28"/>
                <w:szCs w:val="28"/>
              </w:rPr>
              <w:t xml:space="preserve"> M</w:t>
            </w:r>
            <w:r w:rsidR="005425BC">
              <w:rPr>
                <w:rFonts w:ascii="Cordia New" w:hAnsi="Cordia New" w:cs="Cordia New"/>
                <w:sz w:val="28"/>
                <w:szCs w:val="28"/>
              </w:rPr>
              <w:t xml:space="preserve">y </w:t>
            </w:r>
            <w:r w:rsidR="00FD4F09">
              <w:rPr>
                <w:rFonts w:ascii="Cordia New" w:hAnsi="Cordia New" w:cs="Cordia New"/>
                <w:sz w:val="28"/>
                <w:szCs w:val="28"/>
              </w:rPr>
              <w:t>H</w:t>
            </w:r>
            <w:r w:rsidR="005425BC">
              <w:rPr>
                <w:rFonts w:ascii="Cordia New" w:hAnsi="Cordia New" w:cs="Cordia New"/>
                <w:sz w:val="28"/>
                <w:szCs w:val="28"/>
              </w:rPr>
              <w:t xml:space="preserve">ealth </w:t>
            </w:r>
            <w:r w:rsidR="00FD4F09">
              <w:rPr>
                <w:rFonts w:ascii="Cordia New" w:hAnsi="Cordia New" w:cs="Cordia New"/>
                <w:sz w:val="28"/>
                <w:szCs w:val="28"/>
              </w:rPr>
              <w:t>R</w:t>
            </w:r>
            <w:r w:rsidR="005425BC">
              <w:rPr>
                <w:rFonts w:ascii="Cordia New" w:hAnsi="Cordia New" w:cs="Cordia New"/>
                <w:sz w:val="28"/>
                <w:szCs w:val="28"/>
              </w:rPr>
              <w:t>ecord</w:t>
            </w:r>
            <w:r w:rsidR="00FD4F09">
              <w:rPr>
                <w:rFonts w:ascii="Cordia New" w:hAnsi="Cordia New" w:cs="Cordia New"/>
                <w:sz w:val="28"/>
                <w:szCs w:val="28"/>
              </w:rPr>
              <w:t xml:space="preserve">. </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721A46C7" w14:textId="33EDD989" w:rsidR="00FD4F09" w:rsidRDefault="005D0D49">
            <w:pPr>
              <w:ind w:firstLine="34"/>
              <w:rPr>
                <w:rFonts w:ascii="Cordia New" w:hAnsi="Cordia New" w:cs="Cordia New"/>
                <w:sz w:val="28"/>
                <w:szCs w:val="28"/>
              </w:rPr>
            </w:pPr>
            <w:sdt>
              <w:sdtPr>
                <w:rPr>
                  <w:rFonts w:ascii="Cordia New" w:hAnsi="Cordia New" w:cs="Cordia New" w:hint="cs"/>
                  <w:sz w:val="28"/>
                  <w:szCs w:val="28"/>
                </w:rPr>
                <w:id w:val="95283691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RegisterPCEHR</w:t>
            </w:r>
            <w:proofErr w:type="spellEnd"/>
            <w:r w:rsidR="00FD4F09">
              <w:rPr>
                <w:rFonts w:ascii="Cordia New" w:hAnsi="Cordia New" w:cs="Cordia New" w:hint="cs"/>
                <w:sz w:val="28"/>
                <w:szCs w:val="28"/>
              </w:rPr>
              <w:t xml:space="preserve"> – v2.0</w:t>
            </w:r>
          </w:p>
        </w:tc>
      </w:tr>
      <w:tr w:rsidR="00FD4F09" w14:paraId="31ACDED9"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hideMark/>
          </w:tcPr>
          <w:p w14:paraId="6DBFD414" w14:textId="1B071867" w:rsidR="00FD4F09" w:rsidRPr="00BC3D7C" w:rsidRDefault="00FD4F09">
            <w:pPr>
              <w:ind w:firstLine="34"/>
              <w:rPr>
                <w:rFonts w:cs="Calibri"/>
                <w:b/>
                <w:bCs/>
              </w:rPr>
            </w:pPr>
            <w:r w:rsidRPr="00BC3D7C">
              <w:rPr>
                <w:rFonts w:cs="Calibri"/>
                <w:b/>
                <w:bCs/>
              </w:rPr>
              <w:t>Access the National Provider Portal</w:t>
            </w:r>
          </w:p>
          <w:p w14:paraId="7337FE12" w14:textId="5C145B52" w:rsidR="00FD4F09" w:rsidRDefault="00FD4F09">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want access to the National Provider Portal? </w:t>
            </w:r>
          </w:p>
          <w:p w14:paraId="74A88ECC" w14:textId="77777777" w:rsidR="00FD4F09" w:rsidRDefault="00FD4F09">
            <w:pPr>
              <w:rPr>
                <w:rFonts w:ascii="Cordia New" w:hAnsi="Cordia New" w:cs="Cordia New"/>
                <w:b/>
                <w:bCs/>
                <w:sz w:val="28"/>
                <w:szCs w:val="28"/>
              </w:rPr>
            </w:pPr>
          </w:p>
          <w:p w14:paraId="3BBFD1F6" w14:textId="77777777" w:rsidR="00FD4F09" w:rsidRDefault="005D0D49" w:rsidP="00FD4F09">
            <w:pPr>
              <w:ind w:firstLine="34"/>
              <w:rPr>
                <w:rFonts w:ascii="Cordia New" w:hAnsi="Cordia New" w:cs="Cordia New"/>
                <w:sz w:val="24"/>
                <w:szCs w:val="24"/>
              </w:rPr>
            </w:pPr>
            <w:sdt>
              <w:sdtPr>
                <w:rPr>
                  <w:rFonts w:ascii="Cordia New" w:hAnsi="Cordia New" w:cs="Cordia New" w:hint="cs"/>
                  <w:sz w:val="28"/>
                  <w:szCs w:val="28"/>
                </w:rPr>
                <w:id w:val="156352785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48E696CB" w14:textId="77777777" w:rsidR="00FD4F09" w:rsidRPr="003D2C99" w:rsidRDefault="005D0D49" w:rsidP="00FD4F09">
            <w:pPr>
              <w:ind w:firstLine="34"/>
              <w:rPr>
                <w:rFonts w:ascii="Cordia New" w:hAnsi="Cordia New" w:cs="Cordia New"/>
                <w:sz w:val="24"/>
                <w:szCs w:val="24"/>
              </w:rPr>
            </w:pPr>
            <w:sdt>
              <w:sdtPr>
                <w:rPr>
                  <w:rFonts w:ascii="Cordia New" w:hAnsi="Cordia New" w:cs="Cordia New" w:hint="cs"/>
                  <w:sz w:val="28"/>
                  <w:szCs w:val="28"/>
                </w:rPr>
                <w:id w:val="93640920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5133CE13"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4B75910F" w14:textId="77777777" w:rsidR="00FD4F09" w:rsidRDefault="005D0D49" w:rsidP="00FD4F09">
            <w:pPr>
              <w:ind w:firstLine="34"/>
              <w:rPr>
                <w:rFonts w:ascii="Cordia New" w:hAnsi="Cordia New" w:cs="Cordia New"/>
                <w:sz w:val="28"/>
                <w:szCs w:val="28"/>
              </w:rPr>
            </w:pPr>
            <w:sdt>
              <w:sdtPr>
                <w:rPr>
                  <w:rFonts w:ascii="Cordia New" w:hAnsi="Cordia New" w:cs="Cordia New" w:hint="cs"/>
                  <w:sz w:val="28"/>
                  <w:szCs w:val="28"/>
                </w:rPr>
                <w:id w:val="-91300748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461AEDA7" w14:textId="54612A1B" w:rsidR="00FD4F09" w:rsidRPr="009E3240" w:rsidRDefault="00FD4F09" w:rsidP="00322271">
            <w:pPr>
              <w:rPr>
                <w:rFonts w:ascii="Cordia New" w:hAnsi="Cordia New" w:cs="Cordia New"/>
                <w:sz w:val="24"/>
                <w:szCs w:val="24"/>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0BF4CAC5" w14:textId="2B5239B1" w:rsidR="00FD4F09" w:rsidRDefault="00FD4F09" w:rsidP="0031527D">
            <w:pPr>
              <w:rPr>
                <w:rFonts w:ascii="Cordia New" w:hAnsi="Cordia New" w:cs="Cordia New"/>
                <w:sz w:val="28"/>
                <w:szCs w:val="28"/>
              </w:rPr>
            </w:pPr>
            <w:r>
              <w:rPr>
                <w:rFonts w:ascii="Cordia New" w:hAnsi="Cordia New" w:cs="Cordia New" w:hint="cs"/>
                <w:sz w:val="28"/>
                <w:szCs w:val="28"/>
              </w:rPr>
              <w:t xml:space="preserve">This </w:t>
            </w:r>
            <w:r>
              <w:rPr>
                <w:rFonts w:ascii="Cordia New" w:hAnsi="Cordia New" w:cs="Cordia New"/>
                <w:sz w:val="28"/>
                <w:szCs w:val="28"/>
              </w:rPr>
              <w:t>functionality allows a healthcare provider to access the National Provider Portal to view a patient’s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information. It is a view only</w:t>
            </w:r>
            <w:r>
              <w:rPr>
                <w:rFonts w:ascii="Cordia New" w:hAnsi="Cordia New" w:cs="Cordia New" w:hint="cs"/>
                <w:sz w:val="28"/>
                <w:szCs w:val="28"/>
              </w:rPr>
              <w:t xml:space="preserve"> service and as such information cannot be uploaded.</w:t>
            </w:r>
          </w:p>
          <w:p w14:paraId="78532B0C" w14:textId="77777777" w:rsidR="00FD4F09" w:rsidRDefault="00FD4F09" w:rsidP="00264A4A">
            <w:pPr>
              <w:rPr>
                <w:rFonts w:ascii="Cordia New" w:hAnsi="Cordia New" w:cs="Cordia New"/>
                <w:sz w:val="28"/>
                <w:szCs w:val="28"/>
              </w:rPr>
            </w:pPr>
          </w:p>
          <w:p w14:paraId="121BF5EA" w14:textId="12C9CCE7" w:rsidR="00FD4F09" w:rsidRDefault="008F6F7F" w:rsidP="00264A4A">
            <w:pPr>
              <w:rPr>
                <w:rFonts w:ascii="Cordia New" w:hAnsi="Cordia New" w:cs="Cordia New"/>
                <w:sz w:val="28"/>
                <w:szCs w:val="28"/>
              </w:rPr>
            </w:pPr>
            <w:r>
              <w:rPr>
                <w:rFonts w:ascii="Cordia New" w:hAnsi="Cordia New" w:cs="Cordia New"/>
                <w:b/>
                <w:bCs/>
                <w:sz w:val="28"/>
                <w:szCs w:val="28"/>
              </w:rPr>
              <w:t xml:space="preserve">* </w:t>
            </w:r>
            <w:r w:rsidR="00FD4F09" w:rsidRPr="00264A4A">
              <w:rPr>
                <w:rFonts w:ascii="Cordia New" w:hAnsi="Cordia New" w:cs="Cordia New"/>
                <w:b/>
                <w:bCs/>
                <w:sz w:val="28"/>
                <w:szCs w:val="28"/>
              </w:rPr>
              <w:t>Not commonly</w:t>
            </w:r>
            <w:r w:rsidR="00FD4F09">
              <w:rPr>
                <w:rFonts w:ascii="Cordia New" w:hAnsi="Cordia New" w:cs="Cordia New"/>
                <w:sz w:val="28"/>
                <w:szCs w:val="28"/>
              </w:rPr>
              <w:t xml:space="preserve"> used because of the administrative effort involved in linking healthcare provider HPI-I numbers to the organisation.</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55B5C81B" w14:textId="4A7E9881" w:rsidR="00FD4F09" w:rsidRDefault="005D0D49">
            <w:pPr>
              <w:ind w:firstLine="34"/>
              <w:rPr>
                <w:rFonts w:ascii="Cordia New" w:hAnsi="Cordia New" w:cs="Cordia New"/>
                <w:sz w:val="28"/>
                <w:szCs w:val="28"/>
              </w:rPr>
            </w:pPr>
            <w:sdt>
              <w:sdtPr>
                <w:rPr>
                  <w:rFonts w:ascii="Cordia New" w:hAnsi="Cordia New" w:cs="Cordia New" w:hint="cs"/>
                  <w:sz w:val="28"/>
                  <w:szCs w:val="28"/>
                </w:rPr>
                <w:id w:val="39139203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CIStoNPP</w:t>
            </w:r>
            <w:proofErr w:type="spellEnd"/>
          </w:p>
        </w:tc>
      </w:tr>
      <w:tr w:rsidR="00FD4F09" w14:paraId="5D7B8BEC"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hideMark/>
          </w:tcPr>
          <w:p w14:paraId="53C0ADA8" w14:textId="7C295E45" w:rsidR="00FD4F09" w:rsidRPr="00BC3D7C" w:rsidRDefault="00FD4F09" w:rsidP="00264A4A">
            <w:pPr>
              <w:rPr>
                <w:rFonts w:cs="Calibri"/>
                <w:b/>
                <w:bCs/>
              </w:rPr>
            </w:pPr>
            <w:r w:rsidRPr="00BC3D7C">
              <w:rPr>
                <w:rFonts w:cs="Calibri"/>
                <w:b/>
                <w:bCs/>
              </w:rPr>
              <w:t>Template Package Service</w:t>
            </w:r>
            <w:r w:rsidR="008F6F7F" w:rsidRPr="004F4228">
              <w:rPr>
                <w:rFonts w:cs="Calibri"/>
                <w:b/>
                <w:bCs/>
                <w:color w:val="FF0000"/>
              </w:rPr>
              <w:t>*</w:t>
            </w:r>
          </w:p>
          <w:p w14:paraId="2A301B3B" w14:textId="5C91BE9D" w:rsidR="00FD4F09" w:rsidRDefault="00FD4F09" w:rsidP="00264A4A">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using the template package web services</w:t>
            </w:r>
            <w:r>
              <w:rPr>
                <w:rFonts w:ascii="Cordia New" w:hAnsi="Cordia New" w:cs="Cordia New" w:hint="cs"/>
                <w:sz w:val="28"/>
                <w:szCs w:val="28"/>
              </w:rPr>
              <w:t xml:space="preserve">? </w:t>
            </w:r>
          </w:p>
          <w:p w14:paraId="12916D52" w14:textId="77777777" w:rsidR="00FD4F09" w:rsidRDefault="00FD4F09" w:rsidP="00264A4A">
            <w:pPr>
              <w:rPr>
                <w:rFonts w:ascii="Cordia New" w:hAnsi="Cordia New" w:cs="Cordia New"/>
                <w:b/>
                <w:bCs/>
                <w:sz w:val="28"/>
                <w:szCs w:val="28"/>
              </w:rPr>
            </w:pPr>
          </w:p>
          <w:p w14:paraId="2AABB77A" w14:textId="1B3B049A" w:rsidR="00FD4F09" w:rsidRDefault="005D0D49" w:rsidP="00FD4F09">
            <w:pPr>
              <w:ind w:firstLine="34"/>
              <w:rPr>
                <w:rFonts w:ascii="Cordia New" w:hAnsi="Cordia New" w:cs="Cordia New"/>
                <w:sz w:val="24"/>
                <w:szCs w:val="24"/>
              </w:rPr>
            </w:pPr>
            <w:sdt>
              <w:sdtPr>
                <w:rPr>
                  <w:rFonts w:ascii="Cordia New" w:hAnsi="Cordia New" w:cs="Cordia New" w:hint="cs"/>
                  <w:sz w:val="28"/>
                  <w:szCs w:val="28"/>
                </w:rPr>
                <w:id w:val="-82697574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18AA9239" w14:textId="77777777" w:rsidR="00FD4F09" w:rsidRPr="003D2C99" w:rsidRDefault="005D0D49" w:rsidP="00FD4F09">
            <w:pPr>
              <w:ind w:firstLine="34"/>
              <w:rPr>
                <w:rFonts w:ascii="Cordia New" w:hAnsi="Cordia New" w:cs="Cordia New"/>
                <w:sz w:val="24"/>
                <w:szCs w:val="24"/>
              </w:rPr>
            </w:pPr>
            <w:sdt>
              <w:sdtPr>
                <w:rPr>
                  <w:rFonts w:ascii="Cordia New" w:hAnsi="Cordia New" w:cs="Cordia New" w:hint="cs"/>
                  <w:sz w:val="28"/>
                  <w:szCs w:val="28"/>
                </w:rPr>
                <w:id w:val="146939753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62B85272"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543FD307" w14:textId="77777777" w:rsidR="00FD4F09" w:rsidRDefault="005D0D49" w:rsidP="00FD4F09">
            <w:pPr>
              <w:ind w:firstLine="34"/>
              <w:rPr>
                <w:rFonts w:ascii="Cordia New" w:hAnsi="Cordia New" w:cs="Cordia New"/>
                <w:sz w:val="28"/>
                <w:szCs w:val="28"/>
              </w:rPr>
            </w:pPr>
            <w:sdt>
              <w:sdtPr>
                <w:rPr>
                  <w:rFonts w:ascii="Cordia New" w:hAnsi="Cordia New" w:cs="Cordia New" w:hint="cs"/>
                  <w:sz w:val="28"/>
                  <w:szCs w:val="28"/>
                </w:rPr>
                <w:id w:val="-127131209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589C419A" w14:textId="784AC456" w:rsidR="00FD4F09" w:rsidRDefault="00FD4F09" w:rsidP="00264A4A">
            <w:pPr>
              <w:ind w:firstLine="34"/>
              <w:rPr>
                <w:rFonts w:ascii="Cordia New" w:hAnsi="Cordia New" w:cs="Cordia New"/>
                <w:b/>
                <w:bCs/>
                <w:color w:val="C00000"/>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6B3084D1" w14:textId="25A28162" w:rsidR="00FD4F09" w:rsidRDefault="00FD4F09" w:rsidP="0031527D">
            <w:pPr>
              <w:rPr>
                <w:rFonts w:ascii="Cordia New" w:hAnsi="Cordia New" w:cs="Cordia New"/>
                <w:sz w:val="28"/>
                <w:szCs w:val="28"/>
              </w:rPr>
            </w:pPr>
            <w:r>
              <w:rPr>
                <w:rFonts w:ascii="Cordia New" w:hAnsi="Cordia New" w:cs="Cordia New"/>
                <w:sz w:val="28"/>
                <w:szCs w:val="28"/>
              </w:rPr>
              <w:t>This functionality allows the system to search the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for available Template Packages.</w:t>
            </w:r>
          </w:p>
          <w:p w14:paraId="00936366" w14:textId="77777777" w:rsidR="00FD4F09" w:rsidRDefault="00FD4F09">
            <w:pPr>
              <w:ind w:firstLine="34"/>
              <w:rPr>
                <w:rFonts w:ascii="Cordia New" w:hAnsi="Cordia New" w:cs="Cordia New"/>
                <w:sz w:val="28"/>
                <w:szCs w:val="28"/>
              </w:rPr>
            </w:pPr>
          </w:p>
          <w:p w14:paraId="7D8D91AD" w14:textId="7F18F985" w:rsidR="00FD4F09" w:rsidRDefault="008F6F7F">
            <w:pPr>
              <w:ind w:firstLine="34"/>
              <w:rPr>
                <w:rFonts w:ascii="Cordia New" w:hAnsi="Cordia New" w:cs="Cordia New"/>
                <w:sz w:val="28"/>
                <w:szCs w:val="28"/>
              </w:rPr>
            </w:pPr>
            <w:r>
              <w:rPr>
                <w:rFonts w:ascii="Cordia New" w:hAnsi="Cordia New" w:cs="Cordia New"/>
                <w:b/>
                <w:bCs/>
                <w:sz w:val="28"/>
                <w:szCs w:val="28"/>
              </w:rPr>
              <w:t xml:space="preserve">* </w:t>
            </w:r>
            <w:r w:rsidR="00FD4F09" w:rsidRPr="00B669D4">
              <w:rPr>
                <w:rFonts w:ascii="Cordia New" w:hAnsi="Cordia New" w:cs="Cordia New" w:hint="cs"/>
                <w:b/>
                <w:bCs/>
                <w:sz w:val="28"/>
                <w:szCs w:val="28"/>
              </w:rPr>
              <w:t>Not commonly used</w:t>
            </w:r>
            <w:r w:rsidR="00FD4F09">
              <w:rPr>
                <w:rFonts w:ascii="Cordia New" w:hAnsi="Cordia New" w:cs="Cordia New"/>
                <w:b/>
                <w:bCs/>
                <w:sz w:val="28"/>
                <w:szCs w:val="28"/>
              </w:rPr>
              <w:t>.</w:t>
            </w:r>
            <w:r>
              <w:rPr>
                <w:rFonts w:ascii="Cordia New" w:hAnsi="Cordia New" w:cs="Cordia New"/>
                <w:b/>
                <w:bCs/>
                <w:sz w:val="28"/>
                <w:szCs w:val="28"/>
              </w:rPr>
              <w:t xml:space="preserve"> </w:t>
            </w:r>
            <w:r>
              <w:rPr>
                <w:rFonts w:ascii="Cordia New" w:hAnsi="Cordia New" w:cs="Cordia New"/>
                <w:sz w:val="28"/>
                <w:szCs w:val="28"/>
              </w:rPr>
              <w:t>Most software systems do not require this functionality.</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1662C3B7" w14:textId="45C20724" w:rsidR="00FD4F09" w:rsidRDefault="005D0D49">
            <w:pPr>
              <w:ind w:firstLine="34"/>
              <w:rPr>
                <w:rFonts w:ascii="Cordia New" w:hAnsi="Cordia New" w:cs="Cordia New"/>
                <w:sz w:val="28"/>
                <w:szCs w:val="28"/>
              </w:rPr>
            </w:pPr>
            <w:sdt>
              <w:sdtPr>
                <w:rPr>
                  <w:rFonts w:ascii="Cordia New" w:hAnsi="Cordia New" w:cs="Cordia New" w:hint="cs"/>
                  <w:sz w:val="28"/>
                  <w:szCs w:val="28"/>
                </w:rPr>
                <w:id w:val="-143265997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searchTemplate</w:t>
            </w:r>
            <w:proofErr w:type="spellEnd"/>
            <w:r w:rsidR="00FD4F09">
              <w:rPr>
                <w:rFonts w:ascii="Cordia New" w:hAnsi="Cordia New" w:cs="Cordia New" w:hint="cs"/>
                <w:sz w:val="28"/>
                <w:szCs w:val="28"/>
              </w:rPr>
              <w:t xml:space="preserve"> – v1.1</w:t>
            </w:r>
          </w:p>
          <w:p w14:paraId="3B1A86CB" w14:textId="3E32FF9A" w:rsidR="00FD4F09" w:rsidRDefault="005D0D49">
            <w:pPr>
              <w:ind w:firstLine="34"/>
              <w:rPr>
                <w:rFonts w:ascii="Cordia New" w:hAnsi="Cordia New" w:cs="Cordia New"/>
                <w:sz w:val="28"/>
                <w:szCs w:val="28"/>
              </w:rPr>
            </w:pPr>
            <w:sdt>
              <w:sdtPr>
                <w:rPr>
                  <w:rFonts w:ascii="Cordia New" w:hAnsi="Cordia New" w:cs="Cordia New" w:hint="cs"/>
                  <w:sz w:val="28"/>
                  <w:szCs w:val="28"/>
                </w:rPr>
                <w:id w:val="-76190976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getTemplate</w:t>
            </w:r>
            <w:proofErr w:type="spellEnd"/>
            <w:r w:rsidR="00FD4F09">
              <w:rPr>
                <w:rFonts w:ascii="Cordia New" w:hAnsi="Cordia New" w:cs="Cordia New" w:hint="cs"/>
                <w:sz w:val="28"/>
                <w:szCs w:val="28"/>
              </w:rPr>
              <w:t xml:space="preserve"> – v1.1</w:t>
            </w:r>
          </w:p>
        </w:tc>
      </w:tr>
      <w:bookmarkEnd w:id="1"/>
    </w:tbl>
    <w:p w14:paraId="229747C9" w14:textId="77777777" w:rsidR="00B81514" w:rsidRPr="007614BA" w:rsidRDefault="00B81514" w:rsidP="007614BA">
      <w:pPr>
        <w:pStyle w:val="BodyText"/>
      </w:pPr>
    </w:p>
    <w:p w14:paraId="0BA86235" w14:textId="77777777" w:rsidR="001C5923" w:rsidRDefault="001C5923" w:rsidP="001C5923">
      <w:pPr>
        <w:rPr>
          <w:rFonts w:cs="Calibri"/>
        </w:rPr>
      </w:pPr>
    </w:p>
    <w:p w14:paraId="413774EA" w14:textId="77777777" w:rsidR="00AA5343" w:rsidRDefault="00AA5343" w:rsidP="00DC5596">
      <w:pPr>
        <w:pStyle w:val="Heading2"/>
        <w:sectPr w:rsidR="00AA5343" w:rsidSect="00AA5343">
          <w:pgSz w:w="16838" w:h="11906" w:orient="landscape" w:code="9"/>
          <w:pgMar w:top="1134" w:right="1134" w:bottom="1134" w:left="1134" w:header="567" w:footer="567" w:gutter="0"/>
          <w:cols w:space="708"/>
          <w:docGrid w:linePitch="360"/>
        </w:sectPr>
      </w:pPr>
    </w:p>
    <w:p w14:paraId="6CCB6102" w14:textId="70C0614F" w:rsidR="007013AE" w:rsidRPr="00B73A8E" w:rsidRDefault="007013AE" w:rsidP="00DC5596">
      <w:pPr>
        <w:pStyle w:val="Heading2"/>
      </w:pPr>
      <w:r w:rsidRPr="007013AE">
        <w:t>If Registered Repository Operator (RRO) is to be tested – complete this section.</w:t>
      </w:r>
    </w:p>
    <w:p w14:paraId="056DCBC6" w14:textId="77777777" w:rsidR="001C5923" w:rsidRDefault="001C5923" w:rsidP="001C5923">
      <w:pPr>
        <w:rPr>
          <w:rFonts w:cs="Calibri"/>
        </w:rPr>
      </w:pPr>
    </w:p>
    <w:tbl>
      <w:tblPr>
        <w:tblStyle w:val="TableGrid"/>
        <w:tblW w:w="0" w:type="auto"/>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2547"/>
        <w:gridCol w:w="7081"/>
      </w:tblGrid>
      <w:tr w:rsidR="00A248D8" w14:paraId="29100A87" w14:textId="77777777" w:rsidTr="00A248D8">
        <w:trPr>
          <w:trHeight w:hRule="exact" w:val="397"/>
        </w:trPr>
        <w:tc>
          <w:tcPr>
            <w:tcW w:w="9628" w:type="dxa"/>
            <w:gridSpan w:val="2"/>
            <w:shd w:val="clear" w:color="auto" w:fill="D5D7D8" w:themeFill="background2"/>
            <w:vAlign w:val="center"/>
          </w:tcPr>
          <w:p w14:paraId="7DA2EF34" w14:textId="77777777" w:rsidR="00A248D8" w:rsidRDefault="00A248D8" w:rsidP="00A248D8">
            <w:pPr>
              <w:rPr>
                <w:rFonts w:cs="Calibri"/>
              </w:rPr>
            </w:pPr>
            <w:r w:rsidRPr="0039305C">
              <w:rPr>
                <w:rFonts w:cs="Calibri"/>
              </w:rPr>
              <w:t>Tick the web services to be tested.</w:t>
            </w:r>
          </w:p>
          <w:p w14:paraId="564ED361" w14:textId="77777777" w:rsidR="00A248D8" w:rsidRDefault="00A248D8" w:rsidP="006421C4">
            <w:pPr>
              <w:ind w:firstLine="360"/>
              <w:rPr>
                <w:rFonts w:cs="Calibri"/>
              </w:rPr>
            </w:pPr>
          </w:p>
        </w:tc>
      </w:tr>
      <w:tr w:rsidR="00DA6D74" w14:paraId="12702373" w14:textId="77777777" w:rsidTr="007013AE">
        <w:trPr>
          <w:trHeight w:hRule="exact" w:val="397"/>
        </w:trPr>
        <w:tc>
          <w:tcPr>
            <w:tcW w:w="9628" w:type="dxa"/>
            <w:gridSpan w:val="2"/>
            <w:shd w:val="clear" w:color="auto" w:fill="auto"/>
            <w:vAlign w:val="center"/>
          </w:tcPr>
          <w:p w14:paraId="651930C0" w14:textId="4B1B3FFD" w:rsidR="00DA6D74" w:rsidRPr="00E87C12" w:rsidRDefault="005D0D49" w:rsidP="006421C4">
            <w:pPr>
              <w:ind w:firstLine="360"/>
              <w:rPr>
                <w:rFonts w:ascii="Cordia New" w:hAnsi="Cordia New" w:cs="Cordia New"/>
                <w:sz w:val="28"/>
                <w:szCs w:val="28"/>
              </w:rPr>
            </w:pPr>
            <w:sdt>
              <w:sdtPr>
                <w:rPr>
                  <w:rFonts w:ascii="Cordia New" w:hAnsi="Cordia New" w:cs="Cordia New" w:hint="cs"/>
                  <w:sz w:val="28"/>
                  <w:szCs w:val="28"/>
                </w:rPr>
                <w:id w:val="-692759951"/>
                <w14:checkbox>
                  <w14:checked w14:val="0"/>
                  <w14:checkedState w14:val="2612" w14:font="MS Gothic"/>
                  <w14:uncheckedState w14:val="2610" w14:font="MS Gothic"/>
                </w14:checkbox>
              </w:sdtPr>
              <w:sdtEndPr/>
              <w:sdtContent>
                <w:r w:rsidR="00502713" w:rsidRPr="00E87C12">
                  <w:rPr>
                    <w:rFonts w:ascii="Segoe UI Symbol" w:eastAsia="MS Gothic" w:hAnsi="Segoe UI Symbol" w:cs="Segoe UI Symbol"/>
                    <w:sz w:val="28"/>
                    <w:szCs w:val="28"/>
                  </w:rPr>
                  <w:t>☐</w:t>
                </w:r>
              </w:sdtContent>
            </w:sdt>
            <w:r w:rsidR="00DA6D74" w:rsidRPr="00E87C12">
              <w:rPr>
                <w:rFonts w:ascii="Cordia New" w:hAnsi="Cordia New" w:cs="Cordia New" w:hint="cs"/>
                <w:sz w:val="28"/>
                <w:szCs w:val="28"/>
              </w:rPr>
              <w:t xml:space="preserve">   </w:t>
            </w:r>
            <w:proofErr w:type="spellStart"/>
            <w:r w:rsidR="00DA6D74" w:rsidRPr="00E87C12">
              <w:rPr>
                <w:rFonts w:ascii="Cordia New" w:hAnsi="Cordia New" w:cs="Cordia New" w:hint="cs"/>
                <w:sz w:val="28"/>
                <w:szCs w:val="28"/>
              </w:rPr>
              <w:t>GetTemplate</w:t>
            </w:r>
            <w:proofErr w:type="spellEnd"/>
            <w:r w:rsidR="00DA6D74" w:rsidRPr="00E87C12">
              <w:rPr>
                <w:rFonts w:ascii="Cordia New" w:hAnsi="Cordia New" w:cs="Cordia New" w:hint="cs"/>
                <w:sz w:val="28"/>
                <w:szCs w:val="28"/>
              </w:rPr>
              <w:t xml:space="preserve"> via B2B – v1.1</w:t>
            </w:r>
          </w:p>
        </w:tc>
      </w:tr>
      <w:tr w:rsidR="00FA45EA" w14:paraId="437FBCE6" w14:textId="77777777" w:rsidTr="007013AE">
        <w:trPr>
          <w:trHeight w:hRule="exact" w:val="397"/>
        </w:trPr>
        <w:tc>
          <w:tcPr>
            <w:tcW w:w="9628" w:type="dxa"/>
            <w:gridSpan w:val="2"/>
            <w:shd w:val="clear" w:color="auto" w:fill="auto"/>
            <w:vAlign w:val="center"/>
          </w:tcPr>
          <w:p w14:paraId="595F990F" w14:textId="20F57784" w:rsidR="00FA45EA" w:rsidRPr="00E87C12" w:rsidRDefault="005D0D49" w:rsidP="006421C4">
            <w:pPr>
              <w:ind w:firstLine="360"/>
              <w:rPr>
                <w:rFonts w:ascii="Cordia New" w:hAnsi="Cordia New" w:cs="Cordia New"/>
                <w:sz w:val="28"/>
                <w:szCs w:val="28"/>
              </w:rPr>
            </w:pPr>
            <w:sdt>
              <w:sdtPr>
                <w:rPr>
                  <w:rFonts w:ascii="Cordia New" w:hAnsi="Cordia New" w:cs="Cordia New" w:hint="cs"/>
                  <w:sz w:val="28"/>
                  <w:szCs w:val="28"/>
                </w:rPr>
                <w:id w:val="386159177"/>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w:t>
            </w:r>
            <w:proofErr w:type="spellStart"/>
            <w:r w:rsidR="00FA45EA" w:rsidRPr="00E87C12">
              <w:rPr>
                <w:rFonts w:ascii="Cordia New" w:hAnsi="Cordia New" w:cs="Cordia New" w:hint="cs"/>
                <w:sz w:val="28"/>
                <w:szCs w:val="28"/>
              </w:rPr>
              <w:t>SearchTemplate</w:t>
            </w:r>
            <w:proofErr w:type="spellEnd"/>
            <w:r w:rsidR="00FA45EA" w:rsidRPr="00E87C12">
              <w:rPr>
                <w:rFonts w:ascii="Cordia New" w:hAnsi="Cordia New" w:cs="Cordia New" w:hint="cs"/>
                <w:sz w:val="28"/>
                <w:szCs w:val="28"/>
              </w:rPr>
              <w:t xml:space="preserve"> via B2B – v1.1</w:t>
            </w:r>
          </w:p>
        </w:tc>
      </w:tr>
      <w:tr w:rsidR="00FA45EA" w14:paraId="1399AFA8" w14:textId="77777777" w:rsidTr="007013AE">
        <w:trPr>
          <w:trHeight w:hRule="exact" w:val="397"/>
        </w:trPr>
        <w:tc>
          <w:tcPr>
            <w:tcW w:w="9628" w:type="dxa"/>
            <w:gridSpan w:val="2"/>
            <w:shd w:val="clear" w:color="auto" w:fill="auto"/>
            <w:vAlign w:val="center"/>
          </w:tcPr>
          <w:p w14:paraId="167EA557" w14:textId="3D1FA411" w:rsidR="00FA45EA" w:rsidRPr="00E87C12" w:rsidRDefault="005D0D49" w:rsidP="006421C4">
            <w:pPr>
              <w:ind w:firstLine="360"/>
              <w:rPr>
                <w:rFonts w:ascii="Cordia New" w:hAnsi="Cordia New" w:cs="Cordia New"/>
                <w:sz w:val="28"/>
                <w:szCs w:val="28"/>
              </w:rPr>
            </w:pPr>
            <w:sdt>
              <w:sdtPr>
                <w:rPr>
                  <w:rFonts w:ascii="Cordia New" w:hAnsi="Cordia New" w:cs="Cordia New" w:hint="cs"/>
                  <w:sz w:val="28"/>
                  <w:szCs w:val="28"/>
                </w:rPr>
                <w:id w:val="485908817"/>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w:t>
            </w:r>
            <w:proofErr w:type="spellStart"/>
            <w:r w:rsidR="00FA45EA" w:rsidRPr="00E87C12">
              <w:rPr>
                <w:rFonts w:ascii="Cordia New" w:hAnsi="Cordia New" w:cs="Cordia New" w:hint="cs"/>
                <w:sz w:val="28"/>
                <w:szCs w:val="28"/>
              </w:rPr>
              <w:t>RemoveDocument</w:t>
            </w:r>
            <w:proofErr w:type="spellEnd"/>
            <w:r w:rsidR="00FA45EA" w:rsidRPr="00E87C12">
              <w:rPr>
                <w:rFonts w:ascii="Cordia New" w:hAnsi="Cordia New" w:cs="Cordia New" w:hint="cs"/>
                <w:sz w:val="28"/>
                <w:szCs w:val="28"/>
              </w:rPr>
              <w:t>/</w:t>
            </w:r>
            <w:proofErr w:type="spellStart"/>
            <w:r w:rsidR="00FA45EA" w:rsidRPr="00E87C12">
              <w:rPr>
                <w:rFonts w:ascii="Cordia New" w:hAnsi="Cordia New" w:cs="Cordia New" w:hint="cs"/>
                <w:sz w:val="28"/>
                <w:szCs w:val="28"/>
              </w:rPr>
              <w:t>DeregisterDocument</w:t>
            </w:r>
            <w:proofErr w:type="spellEnd"/>
            <w:r w:rsidR="00FA45EA" w:rsidRPr="00E87C12">
              <w:rPr>
                <w:rFonts w:ascii="Cordia New" w:hAnsi="Cordia New" w:cs="Cordia New" w:hint="cs"/>
                <w:sz w:val="28"/>
                <w:szCs w:val="28"/>
              </w:rPr>
              <w:t xml:space="preserve"> via B2B – v1.1</w:t>
            </w:r>
          </w:p>
        </w:tc>
      </w:tr>
      <w:tr w:rsidR="00FA45EA" w14:paraId="05756C12" w14:textId="77777777" w:rsidTr="007013AE">
        <w:trPr>
          <w:trHeight w:hRule="exact" w:val="397"/>
        </w:trPr>
        <w:tc>
          <w:tcPr>
            <w:tcW w:w="9628" w:type="dxa"/>
            <w:gridSpan w:val="2"/>
            <w:shd w:val="clear" w:color="auto" w:fill="auto"/>
            <w:vAlign w:val="center"/>
          </w:tcPr>
          <w:p w14:paraId="09F48A97" w14:textId="216D5E52" w:rsidR="00FA45EA" w:rsidRPr="00E87C12" w:rsidRDefault="005D0D49" w:rsidP="006421C4">
            <w:pPr>
              <w:ind w:firstLine="360"/>
              <w:rPr>
                <w:rFonts w:ascii="Cordia New" w:hAnsi="Cordia New" w:cs="Cordia New"/>
                <w:sz w:val="28"/>
                <w:szCs w:val="28"/>
              </w:rPr>
            </w:pPr>
            <w:sdt>
              <w:sdtPr>
                <w:rPr>
                  <w:rFonts w:ascii="Cordia New" w:hAnsi="Cordia New" w:cs="Cordia New" w:hint="cs"/>
                  <w:sz w:val="28"/>
                  <w:szCs w:val="28"/>
                </w:rPr>
                <w:id w:val="-1171023964"/>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TI-43 Retrieve Document Set via B2B – v1.1</w:t>
            </w:r>
          </w:p>
        </w:tc>
      </w:tr>
      <w:tr w:rsidR="00DA6D74" w14:paraId="7FE3D5C4" w14:textId="77777777" w:rsidTr="00E54E14">
        <w:trPr>
          <w:trHeight w:hRule="exact" w:val="397"/>
        </w:trPr>
        <w:tc>
          <w:tcPr>
            <w:tcW w:w="9628" w:type="dxa"/>
            <w:gridSpan w:val="2"/>
            <w:shd w:val="clear" w:color="auto" w:fill="D5D7D8" w:themeFill="background2"/>
            <w:vAlign w:val="center"/>
          </w:tcPr>
          <w:p w14:paraId="5D9A34AE" w14:textId="5A70C007" w:rsidR="00DA6D74" w:rsidRDefault="00E54E14" w:rsidP="00DA6D74">
            <w:pPr>
              <w:rPr>
                <w:rFonts w:cs="Calibri"/>
              </w:rPr>
            </w:pPr>
            <w:r>
              <w:rPr>
                <w:rFonts w:cs="Calibri"/>
              </w:rPr>
              <w:t xml:space="preserve">Provide </w:t>
            </w:r>
            <w:r w:rsidR="00210A05">
              <w:rPr>
                <w:rFonts w:cs="Calibri"/>
              </w:rPr>
              <w:t xml:space="preserve">connection </w:t>
            </w:r>
            <w:r>
              <w:rPr>
                <w:rFonts w:cs="Calibri"/>
              </w:rPr>
              <w:t>details below:</w:t>
            </w:r>
          </w:p>
        </w:tc>
      </w:tr>
      <w:tr w:rsidR="00DA6D74" w14:paraId="4F2A8304" w14:textId="77777777" w:rsidTr="00502713">
        <w:trPr>
          <w:trHeight w:hRule="exact" w:val="397"/>
        </w:trPr>
        <w:tc>
          <w:tcPr>
            <w:tcW w:w="2547" w:type="dxa"/>
            <w:shd w:val="clear" w:color="auto" w:fill="auto"/>
            <w:vAlign w:val="center"/>
          </w:tcPr>
          <w:p w14:paraId="08832B4C" w14:textId="77777777" w:rsidR="00DA6D74" w:rsidRPr="00E87C12" w:rsidRDefault="00DA6D74" w:rsidP="00502713">
            <w:pPr>
              <w:ind w:firstLine="176"/>
              <w:rPr>
                <w:rFonts w:cs="Calibri"/>
                <w:b/>
                <w:bCs/>
              </w:rPr>
            </w:pPr>
            <w:r w:rsidRPr="00E87C12">
              <w:rPr>
                <w:rFonts w:cs="Calibri"/>
                <w:b/>
                <w:bCs/>
              </w:rPr>
              <w:t>Endpoint</w:t>
            </w:r>
          </w:p>
        </w:tc>
        <w:tc>
          <w:tcPr>
            <w:tcW w:w="7081" w:type="dxa"/>
            <w:shd w:val="clear" w:color="auto" w:fill="auto"/>
            <w:vAlign w:val="center"/>
          </w:tcPr>
          <w:p w14:paraId="01E5278A" w14:textId="69695232" w:rsidR="00DA6D74" w:rsidRPr="00E87C12" w:rsidRDefault="00DA6D74" w:rsidP="006421C4">
            <w:pPr>
              <w:ind w:firstLine="360"/>
              <w:rPr>
                <w:rFonts w:ascii="Cordia New" w:hAnsi="Cordia New" w:cs="Cordia New"/>
                <w:sz w:val="28"/>
                <w:szCs w:val="28"/>
              </w:rPr>
            </w:pPr>
          </w:p>
        </w:tc>
      </w:tr>
      <w:tr w:rsidR="00DA6D74" w14:paraId="4916D159" w14:textId="77777777" w:rsidTr="00502713">
        <w:trPr>
          <w:trHeight w:hRule="exact" w:val="397"/>
        </w:trPr>
        <w:tc>
          <w:tcPr>
            <w:tcW w:w="2547" w:type="dxa"/>
            <w:shd w:val="clear" w:color="auto" w:fill="auto"/>
            <w:vAlign w:val="center"/>
          </w:tcPr>
          <w:p w14:paraId="20D43D80" w14:textId="77777777" w:rsidR="00DA6D74" w:rsidRPr="00E87C12" w:rsidRDefault="00DA6D74" w:rsidP="00502713">
            <w:pPr>
              <w:ind w:firstLine="176"/>
              <w:rPr>
                <w:rFonts w:cs="Calibri"/>
                <w:b/>
                <w:bCs/>
              </w:rPr>
            </w:pPr>
            <w:r w:rsidRPr="00E87C12">
              <w:rPr>
                <w:rFonts w:cs="Calibri"/>
                <w:b/>
                <w:bCs/>
              </w:rPr>
              <w:t>Repository unique ID</w:t>
            </w:r>
          </w:p>
        </w:tc>
        <w:tc>
          <w:tcPr>
            <w:tcW w:w="7081" w:type="dxa"/>
            <w:shd w:val="clear" w:color="auto" w:fill="auto"/>
            <w:vAlign w:val="center"/>
          </w:tcPr>
          <w:p w14:paraId="22699F73" w14:textId="7AF19453" w:rsidR="00DA6D74" w:rsidRPr="00E87C12" w:rsidRDefault="00DA6D74" w:rsidP="006421C4">
            <w:pPr>
              <w:ind w:firstLine="360"/>
              <w:rPr>
                <w:rFonts w:ascii="Cordia New" w:hAnsi="Cordia New" w:cs="Cordia New"/>
                <w:sz w:val="28"/>
                <w:szCs w:val="28"/>
              </w:rPr>
            </w:pPr>
          </w:p>
        </w:tc>
      </w:tr>
    </w:tbl>
    <w:p w14:paraId="6F8B33A2" w14:textId="77777777" w:rsidR="00A279B8" w:rsidRDefault="00A279B8" w:rsidP="00A279B8">
      <w:pPr>
        <w:pStyle w:val="BodyText"/>
      </w:pPr>
    </w:p>
    <w:p w14:paraId="75363C53" w14:textId="77777777" w:rsidR="00124235" w:rsidRPr="00BF697A" w:rsidRDefault="00124235" w:rsidP="00124235">
      <w:pPr>
        <w:pStyle w:val="BodyText"/>
      </w:pPr>
    </w:p>
    <w:p w14:paraId="1F583E62" w14:textId="7D557FFA" w:rsidR="003F3E90" w:rsidRDefault="003F3E90" w:rsidP="00124235">
      <w:pPr>
        <w:pStyle w:val="Heading1"/>
        <w:rPr>
          <w:b/>
          <w:bCs w:val="0"/>
        </w:rPr>
      </w:pPr>
      <w:r w:rsidRPr="00124235">
        <w:rPr>
          <w:b/>
          <w:bCs w:val="0"/>
        </w:rPr>
        <w:t xml:space="preserve">Submit </w:t>
      </w:r>
      <w:proofErr w:type="gramStart"/>
      <w:r w:rsidRPr="00124235">
        <w:rPr>
          <w:b/>
          <w:bCs w:val="0"/>
        </w:rPr>
        <w:t>form</w:t>
      </w:r>
      <w:proofErr w:type="gramEnd"/>
    </w:p>
    <w:p w14:paraId="5B1E034E" w14:textId="6207B36B" w:rsidR="00124235" w:rsidRDefault="003F3E90" w:rsidP="00124235">
      <w:pPr>
        <w:pStyle w:val="BodyText"/>
      </w:pPr>
      <w:r w:rsidRPr="00D43150">
        <w:t xml:space="preserve">Email completed Vendor Product Details Form to: </w:t>
      </w:r>
      <w:hyperlink r:id="rId20" w:history="1">
        <w:r w:rsidRPr="00D43150">
          <w:rPr>
            <w:rStyle w:val="Hyperlink"/>
            <w:rFonts w:cs="Calibri"/>
          </w:rPr>
          <w:t>help@digitalhealth.gov.au</w:t>
        </w:r>
      </w:hyperlink>
      <w:r>
        <w:t xml:space="preserve"> </w:t>
      </w:r>
    </w:p>
    <w:p w14:paraId="1D02A21D" w14:textId="77777777" w:rsidR="00124235" w:rsidRDefault="00124235" w:rsidP="00124235">
      <w:pPr>
        <w:pStyle w:val="BodyText"/>
      </w:pPr>
      <w:r>
        <w:t xml:space="preserve">Submission Date </w:t>
      </w:r>
      <w:sdt>
        <w:sdtPr>
          <w:id w:val="-1467896167"/>
          <w:placeholder>
            <w:docPart w:val="1B4C2D7DF6FF4E37B163AF290F512CC0"/>
          </w:placeholder>
          <w:showingPlcHdr/>
          <w:date>
            <w:dateFormat w:val="d/MM/yyyy"/>
            <w:lid w:val="en-AU"/>
            <w:storeMappedDataAs w:val="dateTime"/>
            <w:calendar w:val="gregorian"/>
          </w:date>
        </w:sdtPr>
        <w:sdtEndPr/>
        <w:sdtContent>
          <w:r w:rsidRPr="0077064F">
            <w:rPr>
              <w:rStyle w:val="PlaceholderText"/>
            </w:rPr>
            <w:t>Click here to enter a date.</w:t>
          </w:r>
        </w:sdtContent>
      </w:sdt>
    </w:p>
    <w:p w14:paraId="487A8AA1" w14:textId="24201BF4" w:rsidR="003F3E90" w:rsidRPr="0039151A" w:rsidRDefault="00362F2D" w:rsidP="00124235">
      <w:r w:rsidRPr="00362F2D">
        <w:rPr>
          <w:noProof/>
          <w:lang w:eastAsia="en-AU"/>
        </w:rPr>
        <mc:AlternateContent>
          <mc:Choice Requires="wps">
            <w:drawing>
              <wp:anchor distT="0" distB="0" distL="114300" distR="114300" simplePos="0" relativeHeight="251676672" behindDoc="0" locked="0" layoutInCell="0" allowOverlap="0" wp14:anchorId="6AC0C1B7" wp14:editId="4114D0D5">
                <wp:simplePos x="0" y="0"/>
                <wp:positionH relativeFrom="margin">
                  <wp:posOffset>0</wp:posOffset>
                </wp:positionH>
                <wp:positionV relativeFrom="bottomMargin">
                  <wp:posOffset>-3765127</wp:posOffset>
                </wp:positionV>
                <wp:extent cx="6127115" cy="3625215"/>
                <wp:effectExtent l="0" t="0" r="26670" b="13335"/>
                <wp:wrapSquare wrapText="bothSides"/>
                <wp:docPr id="1643641955" name="Text Box 1643641955"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25215"/>
                        </a:xfrm>
                        <a:prstGeom prst="rect">
                          <a:avLst/>
                        </a:prstGeom>
                        <a:noFill/>
                        <a:ln w="6350">
                          <a:solidFill>
                            <a:prstClr val="black"/>
                          </a:solidFill>
                        </a:ln>
                        <a:effectLst/>
                      </wps:spPr>
                      <wps:txbx>
                        <w:txbxContent>
                          <w:p w14:paraId="093F87B4" w14:textId="6715AED4" w:rsidR="00362F2D" w:rsidRDefault="00362F2D" w:rsidP="00362F2D">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1027102555"/>
                                <w:placeholder>
                                  <w:docPart w:val="6DA6D64CDB4148AF8AAC87AEA1AFE6A3"/>
                                </w:placeholder>
                                <w:dataBinding w:xpath="/root[1]/dateOfApproval[1]" w:storeItemID="{04FCC22D-C615-4C5D-9373-0A3A21D4C977}"/>
                                <w:date w:fullDate="2023-12-13T00:00:00Z">
                                  <w:dateFormat w:val="d MMMM yyyy"/>
                                  <w:lid w:val="en-AU"/>
                                  <w:storeMappedDataAs w:val="dateTime"/>
                                  <w:calendar w:val="gregorian"/>
                                </w:date>
                              </w:sdtPr>
                              <w:sdtEndPr>
                                <w:rPr>
                                  <w:rStyle w:val="DateChar"/>
                                </w:rPr>
                              </w:sdtEndPr>
                              <w:sdtContent>
                                <w:r w:rsidR="00FC6845">
                                  <w:rPr>
                                    <w:rStyle w:val="DateChar"/>
                                    <w:noProof/>
                                  </w:rPr>
                                  <w:t>13 December 2023</w:t>
                                </w:r>
                              </w:sdtContent>
                            </w:sdt>
                            <w:r w:rsidRPr="006D72DD">
                              <w:rPr>
                                <w:rStyle w:val="InstructionsChar"/>
                              </w:rPr>
                              <w:t xml:space="preserve"> </w:t>
                            </w:r>
                          </w:p>
                          <w:p w14:paraId="6545B6AA" w14:textId="77777777" w:rsidR="00362F2D" w:rsidRPr="009F6218" w:rsidRDefault="00362F2D" w:rsidP="00362F2D">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1" w:history="1">
                              <w:r w:rsidRPr="00AC4F04">
                                <w:rPr>
                                  <w:rStyle w:val="Hyperlink"/>
                                  <w:szCs w:val="18"/>
                                </w:rPr>
                                <w:t>digitalhealth.gov.au</w:t>
                              </w:r>
                            </w:hyperlink>
                          </w:p>
                          <w:p w14:paraId="3E7D9364" w14:textId="77777777" w:rsidR="00362F2D" w:rsidRDefault="00362F2D" w:rsidP="00362F2D">
                            <w:pPr>
                              <w:pStyle w:val="Smallprint"/>
                              <w:rPr>
                                <w:szCs w:val="18"/>
                              </w:rPr>
                            </w:pPr>
                            <w:r>
                              <w:rPr>
                                <w:noProof/>
                              </w:rPr>
                              <w:t>Telephone 1300 901 001 or email</w:t>
                            </w:r>
                            <w:r w:rsidRPr="00A25F15">
                              <w:rPr>
                                <w:noProof/>
                              </w:rPr>
                              <w:t xml:space="preserve"> </w:t>
                            </w:r>
                            <w:hyperlink r:id="rId22" w:history="1">
                              <w:r>
                                <w:rPr>
                                  <w:rStyle w:val="Hyperlink"/>
                                  <w:noProof/>
                                </w:rPr>
                                <w:t>help@digitalhealth.gov.au</w:t>
                              </w:r>
                            </w:hyperlink>
                            <w:r>
                              <w:rPr>
                                <w:noProof/>
                              </w:rPr>
                              <w:t xml:space="preserve"> </w:t>
                            </w:r>
                          </w:p>
                          <w:p w14:paraId="728C31ED" w14:textId="77777777" w:rsidR="00362F2D" w:rsidRPr="009F6218" w:rsidRDefault="00362F2D" w:rsidP="00362F2D">
                            <w:pPr>
                              <w:pStyle w:val="Smallprintbold"/>
                            </w:pPr>
                            <w:r w:rsidRPr="009F6218">
                              <w:t>Disclaimer</w:t>
                            </w:r>
                          </w:p>
                          <w:p w14:paraId="07643FB2" w14:textId="77777777" w:rsidR="00362F2D" w:rsidRPr="00A0125A" w:rsidRDefault="00362F2D" w:rsidP="00362F2D">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EC470A" w14:textId="77777777" w:rsidR="00362F2D" w:rsidRPr="00A0125A" w:rsidRDefault="00362F2D" w:rsidP="00362F2D">
                            <w:pPr>
                              <w:pStyle w:val="Smallprintbold"/>
                            </w:pPr>
                            <w:r w:rsidRPr="00A0125A">
                              <w:t>Document control</w:t>
                            </w:r>
                          </w:p>
                          <w:p w14:paraId="226E0707" w14:textId="77777777" w:rsidR="00362F2D" w:rsidRPr="001F025A" w:rsidRDefault="00362F2D" w:rsidP="00362F2D">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72105A74" w14:textId="77777777" w:rsidR="00362F2D" w:rsidRPr="001F025A" w:rsidRDefault="00362F2D" w:rsidP="00362F2D">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6AF5D8" w14:textId="77777777" w:rsidR="00362F2D" w:rsidRDefault="00362F2D" w:rsidP="00362F2D">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3A665A47" w14:textId="77777777" w:rsidR="00362F2D" w:rsidRPr="005A37F1" w:rsidRDefault="005D0D49" w:rsidP="00362F2D">
                            <w:pPr>
                              <w:pStyle w:val="Smallprint"/>
                              <w:rPr>
                                <w:rStyle w:val="DateChar"/>
                              </w:rPr>
                            </w:pPr>
                            <w:sdt>
                              <w:sdtPr>
                                <w:alias w:val="Protective marking"/>
                                <w:tag w:val="Protective marking"/>
                                <w:id w:val="566687754"/>
                                <w:placeholder>
                                  <w:docPart w:val="51B8450274B54A49B1B96796146530BA"/>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362F2D">
                                  <w:t>OFFICIAL</w:t>
                                </w:r>
                              </w:sdtContent>
                            </w:sdt>
                            <w:r w:rsidR="00362F2D">
                              <w:t xml:space="preserve"> </w:t>
                            </w:r>
                          </w:p>
                          <w:p w14:paraId="03A2248C" w14:textId="77777777" w:rsidR="00362F2D" w:rsidRDefault="00362F2D" w:rsidP="00362F2D">
                            <w:pPr>
                              <w:pStyle w:val="Smallprintbold"/>
                            </w:pPr>
                            <w:r>
                              <w:t>Acknowledgements</w:t>
                            </w:r>
                          </w:p>
                          <w:p w14:paraId="7E60BEA9" w14:textId="77777777" w:rsidR="00362F2D" w:rsidRPr="00C82778" w:rsidRDefault="00362F2D" w:rsidP="00362F2D">
                            <w:pPr>
                              <w:pStyle w:val="Smallprintbold"/>
                            </w:pPr>
                            <w:r w:rsidRPr="00C82778">
                              <w:t>Council of Australian Governments</w:t>
                            </w:r>
                          </w:p>
                          <w:p w14:paraId="607F5540" w14:textId="77777777" w:rsidR="00362F2D" w:rsidRPr="00A0125A" w:rsidRDefault="00362F2D" w:rsidP="00362F2D">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C0C1B7" id="_x0000_t202" coordsize="21600,21600" o:spt="202" path="m,l,21600r21600,l21600,xe">
                <v:stroke joinstyle="miter"/>
                <v:path gradientshapeok="t" o:connecttype="rect"/>
              </v:shapetype>
              <v:shape id="Text Box 1643641955" o:spid="_x0000_s1026" type="#_x0000_t202" alt="Contact details, disclaimer, document control, copyright statement and acknowledgements." style="position:absolute;margin-left:0;margin-top:-296.45pt;width:482.45pt;height:285.45pt;z-index:251676672;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" o:allowincell="f" o:allowoverlap="f" filled="f" strokeweight=".5pt">
                <v:textbox>
                  <w:txbxContent>
                    <w:p w14:paraId="093F87B4" w14:textId="6715AED4" w:rsidR="00362F2D" w:rsidRDefault="00362F2D" w:rsidP="00362F2D">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1027102555"/>
                          <w:placeholder>
                            <w:docPart w:val="6DA6D64CDB4148AF8AAC87AEA1AFE6A3"/>
                          </w:placeholder>
                          <w:dataBinding w:xpath="/root[1]/dateOfApproval[1]" w:storeItemID="{04FCC22D-C615-4C5D-9373-0A3A21D4C977}"/>
                          <w:date w:fullDate="2023-12-13T00:00:00Z">
                            <w:dateFormat w:val="d MMMM yyyy"/>
                            <w:lid w:val="en-AU"/>
                            <w:storeMappedDataAs w:val="dateTime"/>
                            <w:calendar w:val="gregorian"/>
                          </w:date>
                        </w:sdtPr>
                        <w:sdtEndPr>
                          <w:rPr>
                            <w:rStyle w:val="DateChar"/>
                          </w:rPr>
                        </w:sdtEndPr>
                        <w:sdtContent>
                          <w:r w:rsidR="00FC6845">
                            <w:rPr>
                              <w:rStyle w:val="DateChar"/>
                              <w:noProof/>
                            </w:rPr>
                            <w:t>13 December 2023</w:t>
                          </w:r>
                        </w:sdtContent>
                      </w:sdt>
                      <w:r w:rsidRPr="006D72DD">
                        <w:rPr>
                          <w:rStyle w:val="InstructionsChar"/>
                        </w:rPr>
                        <w:t xml:space="preserve"> </w:t>
                      </w:r>
                    </w:p>
                    <w:p w14:paraId="6545B6AA" w14:textId="77777777" w:rsidR="00362F2D" w:rsidRPr="009F6218" w:rsidRDefault="00362F2D" w:rsidP="00362F2D">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3" w:history="1">
                        <w:r w:rsidRPr="00AC4F04">
                          <w:rPr>
                            <w:rStyle w:val="Hyperlink"/>
                            <w:szCs w:val="18"/>
                          </w:rPr>
                          <w:t>digitalhealth.gov.au</w:t>
                        </w:r>
                      </w:hyperlink>
                    </w:p>
                    <w:p w14:paraId="3E7D9364" w14:textId="77777777" w:rsidR="00362F2D" w:rsidRDefault="00362F2D" w:rsidP="00362F2D">
                      <w:pPr>
                        <w:pStyle w:val="Smallprint"/>
                        <w:rPr>
                          <w:szCs w:val="18"/>
                        </w:rPr>
                      </w:pPr>
                      <w:r>
                        <w:rPr>
                          <w:noProof/>
                        </w:rPr>
                        <w:t>Telephone 1300 901 001 or email</w:t>
                      </w:r>
                      <w:r w:rsidRPr="00A25F15">
                        <w:rPr>
                          <w:noProof/>
                        </w:rPr>
                        <w:t xml:space="preserve"> </w:t>
                      </w:r>
                      <w:hyperlink r:id="rId24" w:history="1">
                        <w:r>
                          <w:rPr>
                            <w:rStyle w:val="Hyperlink"/>
                            <w:noProof/>
                          </w:rPr>
                          <w:t>help@digitalhealth.gov.au</w:t>
                        </w:r>
                      </w:hyperlink>
                      <w:r>
                        <w:rPr>
                          <w:noProof/>
                        </w:rPr>
                        <w:t xml:space="preserve"> </w:t>
                      </w:r>
                    </w:p>
                    <w:p w14:paraId="728C31ED" w14:textId="77777777" w:rsidR="00362F2D" w:rsidRPr="009F6218" w:rsidRDefault="00362F2D" w:rsidP="00362F2D">
                      <w:pPr>
                        <w:pStyle w:val="Smallprintbold"/>
                      </w:pPr>
                      <w:r w:rsidRPr="009F6218">
                        <w:t>Disclaimer</w:t>
                      </w:r>
                    </w:p>
                    <w:p w14:paraId="07643FB2" w14:textId="77777777" w:rsidR="00362F2D" w:rsidRPr="00A0125A" w:rsidRDefault="00362F2D" w:rsidP="00362F2D">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EC470A" w14:textId="77777777" w:rsidR="00362F2D" w:rsidRPr="00A0125A" w:rsidRDefault="00362F2D" w:rsidP="00362F2D">
                      <w:pPr>
                        <w:pStyle w:val="Smallprintbold"/>
                      </w:pPr>
                      <w:r w:rsidRPr="00A0125A">
                        <w:t>Document control</w:t>
                      </w:r>
                    </w:p>
                    <w:p w14:paraId="226E0707" w14:textId="77777777" w:rsidR="00362F2D" w:rsidRPr="001F025A" w:rsidRDefault="00362F2D" w:rsidP="00362F2D">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72105A74" w14:textId="77777777" w:rsidR="00362F2D" w:rsidRPr="001F025A" w:rsidRDefault="00362F2D" w:rsidP="00362F2D">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6AF5D8" w14:textId="77777777" w:rsidR="00362F2D" w:rsidRDefault="00362F2D" w:rsidP="00362F2D">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3A665A47" w14:textId="77777777" w:rsidR="00362F2D" w:rsidRPr="005A37F1" w:rsidRDefault="00DA1FD6" w:rsidP="00362F2D">
                      <w:pPr>
                        <w:pStyle w:val="Smallprint"/>
                        <w:rPr>
                          <w:rStyle w:val="DateChar"/>
                        </w:rPr>
                      </w:pPr>
                      <w:sdt>
                        <w:sdtPr>
                          <w:alias w:val="Protective marking"/>
                          <w:tag w:val="Protective marking"/>
                          <w:id w:val="566687754"/>
                          <w:placeholder>
                            <w:docPart w:val="51B8450274B54A49B1B96796146530BA"/>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362F2D">
                            <w:t>OFFICIAL</w:t>
                          </w:r>
                        </w:sdtContent>
                      </w:sdt>
                      <w:r w:rsidR="00362F2D">
                        <w:t xml:space="preserve"> </w:t>
                      </w:r>
                    </w:p>
                    <w:p w14:paraId="03A2248C" w14:textId="77777777" w:rsidR="00362F2D" w:rsidRDefault="00362F2D" w:rsidP="00362F2D">
                      <w:pPr>
                        <w:pStyle w:val="Smallprintbold"/>
                      </w:pPr>
                      <w:r>
                        <w:t>Acknowledgements</w:t>
                      </w:r>
                    </w:p>
                    <w:p w14:paraId="7E60BEA9" w14:textId="77777777" w:rsidR="00362F2D" w:rsidRPr="00C82778" w:rsidRDefault="00362F2D" w:rsidP="00362F2D">
                      <w:pPr>
                        <w:pStyle w:val="Smallprintbold"/>
                      </w:pPr>
                      <w:r w:rsidRPr="00C82778">
                        <w:t>Council of Australian Governments</w:t>
                      </w:r>
                    </w:p>
                    <w:p w14:paraId="607F5540" w14:textId="77777777" w:rsidR="00362F2D" w:rsidRPr="00A0125A" w:rsidRDefault="00362F2D" w:rsidP="00362F2D">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3F3E90" w:rsidRPr="0039151A" w:rsidSect="00AA5343">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9D2BA" w14:textId="77777777" w:rsidR="00A55554" w:rsidRDefault="00A55554" w:rsidP="00763374">
      <w:r>
        <w:separator/>
      </w:r>
    </w:p>
  </w:endnote>
  <w:endnote w:type="continuationSeparator" w:id="0">
    <w:p w14:paraId="65496AC3" w14:textId="77777777" w:rsidR="00A55554" w:rsidRDefault="00A55554"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9399535"/>
      <w:docPartObj>
        <w:docPartGallery w:val="Page Numbers (Bottom of Page)"/>
        <w:docPartUnique/>
      </w:docPartObj>
    </w:sdtPr>
    <w:sdtEndPr>
      <w:rPr>
        <w:noProof/>
      </w:rPr>
    </w:sdtEndPr>
    <w:sdtContent>
      <w:p w14:paraId="1EF9C375" w14:textId="51EBF81C" w:rsidR="00DA1FD6" w:rsidRDefault="00DA1F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B72113" w14:textId="77777777" w:rsidR="00DA1FD6" w:rsidRDefault="00DA1F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828122"/>
      <w:docPartObj>
        <w:docPartGallery w:val="Page Numbers (Bottom of Page)"/>
        <w:docPartUnique/>
      </w:docPartObj>
    </w:sdtPr>
    <w:sdtEndPr>
      <w:rPr>
        <w:noProof/>
      </w:rPr>
    </w:sdtEndPr>
    <w:sdtContent>
      <w:p w14:paraId="0298367F" w14:textId="30E8BC31" w:rsidR="00DA1FD6" w:rsidRDefault="00DA1F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BFB118" w14:textId="09259A2C" w:rsidR="00DA1FD6" w:rsidRDefault="00DA1F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339215"/>
      <w:docPartObj>
        <w:docPartGallery w:val="Page Numbers (Bottom of Page)"/>
        <w:docPartUnique/>
      </w:docPartObj>
    </w:sdtPr>
    <w:sdtEndPr>
      <w:rPr>
        <w:noProof/>
      </w:rPr>
    </w:sdtEndPr>
    <w:sdtContent>
      <w:p w14:paraId="3B3A700A" w14:textId="5D56A5F5" w:rsidR="00584B72" w:rsidRDefault="00584B7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71131D" w14:textId="0EDC79D4" w:rsidR="00584B72" w:rsidRPr="00584B72" w:rsidRDefault="00584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FE2E2" w14:textId="77777777" w:rsidR="00A55554" w:rsidRDefault="00A55554" w:rsidP="00763374">
      <w:r>
        <w:separator/>
      </w:r>
    </w:p>
  </w:footnote>
  <w:footnote w:type="continuationSeparator" w:id="0">
    <w:p w14:paraId="4CCA3761" w14:textId="77777777" w:rsidR="00A55554" w:rsidRDefault="00A55554"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44524" w14:textId="3CB02E1B" w:rsidR="00316A8E" w:rsidRDefault="00316A8E" w:rsidP="00316A8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2D1A" w14:textId="5832F871" w:rsidR="00BF25FB" w:rsidRPr="00137837" w:rsidRDefault="005D0D49" w:rsidP="00062598">
    <w:pPr>
      <w:pStyle w:val="Header"/>
      <w:spacing w:after="600"/>
      <w:jc w:val="right"/>
    </w:pPr>
    <w:sdt>
      <w:sdtPr>
        <w:alias w:val="Subject"/>
        <w:tag w:val=""/>
        <w:id w:val="560222303"/>
        <w:placeholder>
          <w:docPart w:val="0D12D127511D479D805282364B01856D"/>
        </w:placeholder>
        <w:dataBinding w:xpath="/root[1]/Subject[1]" w:storeItemID="{04FCC22D-C615-4C5D-9373-0A3A21D4C977}"/>
        <w:text/>
      </w:sdtPr>
      <w:sdtEndPr/>
      <w:sdtContent>
        <w:r w:rsidR="00BF25FB">
          <w:t>My Health Record</w:t>
        </w:r>
      </w:sdtContent>
    </w:sdt>
    <w:r w:rsidR="00BF25FB" w:rsidRPr="00A94CA2">
      <w:t xml:space="preserve"> </w:t>
    </w:r>
    <w:r w:rsidR="00BF25FB">
      <w:br/>
    </w:r>
    <w:sdt>
      <w:sdtPr>
        <w:alias w:val="Title"/>
        <w:tag w:val=""/>
        <w:id w:val="-1446463978"/>
        <w:lock w:val="sdtLocked"/>
        <w:placeholder>
          <w:docPart w:val="C70717EDB82D46B6992FA3A60BC059B1"/>
        </w:placeholder>
        <w:dataBinding w:xpath="/root[1]/Title[1]" w:storeItemID="{04FCC22D-C615-4C5D-9373-0A3A21D4C977}"/>
        <w:text/>
      </w:sdtPr>
      <w:sdtEndPr/>
      <w:sdtContent>
        <w:r w:rsidR="00486CBB">
          <w:t>Software Vendor Product Details Form</w:t>
        </w:r>
      </w:sdtContent>
    </w:sdt>
    <w:r w:rsidR="00BF25FB">
      <w:t xml:space="preserve"> </w:t>
    </w:r>
    <w:sdt>
      <w:sdtPr>
        <w:alias w:val="Version"/>
        <w:tag w:val="Version"/>
        <w:id w:val="-2023463911"/>
        <w:placeholder>
          <w:docPart w:val="D36458CE55C04311A9FFACA0818110F3"/>
        </w:placeholder>
        <w:dataBinding w:xpath="/root[1]/DocVersion[1]" w:storeItemID="{04FCC22D-C615-4C5D-9373-0A3A21D4C977}"/>
        <w:text/>
      </w:sdtPr>
      <w:sdtEndPr/>
      <w:sdtContent>
        <w:r w:rsidR="00285ABE">
          <w:t>v20231213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671F" w14:textId="4479EB66" w:rsidR="00316A8E" w:rsidRDefault="00316A8E" w:rsidP="00316A8E">
    <w:pPr>
      <w:jc w:val="center"/>
    </w:pPr>
    <w:r w:rsidRPr="00540AD9">
      <w:rPr>
        <w:b/>
        <w:noProof/>
        <w:color w:val="FF0000"/>
        <w:sz w:val="32"/>
        <w:szCs w:val="32"/>
        <w:lang w:eastAsia="en-AU"/>
      </w:rPr>
      <w:drawing>
        <wp:anchor distT="0" distB="0" distL="114300" distR="114300" simplePos="0" relativeHeight="251659264" behindDoc="1" locked="1" layoutInCell="1" allowOverlap="1" wp14:anchorId="36C9B830" wp14:editId="73ABDB7B">
          <wp:simplePos x="0" y="0"/>
          <wp:positionH relativeFrom="page">
            <wp:posOffset>540385</wp:posOffset>
          </wp:positionH>
          <wp:positionV relativeFrom="page">
            <wp:posOffset>530860</wp:posOffset>
          </wp:positionV>
          <wp:extent cx="2951480" cy="589915"/>
          <wp:effectExtent l="0" t="0" r="1270" b="635"/>
          <wp:wrapNone/>
          <wp:docPr id="177882604" name="Picture 177882604"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0288" behindDoc="1" locked="1" layoutInCell="1" allowOverlap="1" wp14:anchorId="230FF9EB" wp14:editId="36F36624">
          <wp:simplePos x="0" y="0"/>
          <wp:positionH relativeFrom="page">
            <wp:posOffset>720090</wp:posOffset>
          </wp:positionH>
          <wp:positionV relativeFrom="page">
            <wp:posOffset>1871980</wp:posOffset>
          </wp:positionV>
          <wp:extent cx="6120000" cy="54000"/>
          <wp:effectExtent l="0" t="0" r="0" b="3175"/>
          <wp:wrapNone/>
          <wp:docPr id="879142606" name="Picture 879142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2D8"/>
    <w:multiLevelType w:val="hybridMultilevel"/>
    <w:tmpl w:val="993AC970"/>
    <w:lvl w:ilvl="0" w:tplc="B546E6E2">
      <w:start w:val="1"/>
      <w:numFmt w:val="decimal"/>
      <w:lvlText w:val="%1"/>
      <w:lvlJc w:val="left"/>
      <w:pPr>
        <w:tabs>
          <w:tab w:val="num" w:pos="900"/>
        </w:tabs>
        <w:ind w:left="900" w:hanging="540"/>
      </w:pPr>
      <w:rPr>
        <w:rFonts w:hint="default"/>
      </w:rPr>
    </w:lvl>
    <w:lvl w:ilvl="1" w:tplc="15CC7258" w:tentative="1">
      <w:start w:val="1"/>
      <w:numFmt w:val="lowerLetter"/>
      <w:lvlText w:val="%2."/>
      <w:lvlJc w:val="left"/>
      <w:pPr>
        <w:tabs>
          <w:tab w:val="num" w:pos="1440"/>
        </w:tabs>
        <w:ind w:left="1440" w:hanging="360"/>
      </w:pPr>
    </w:lvl>
    <w:lvl w:ilvl="2" w:tplc="0640317A" w:tentative="1">
      <w:start w:val="1"/>
      <w:numFmt w:val="lowerRoman"/>
      <w:lvlText w:val="%3."/>
      <w:lvlJc w:val="right"/>
      <w:pPr>
        <w:tabs>
          <w:tab w:val="num" w:pos="2160"/>
        </w:tabs>
        <w:ind w:left="2160" w:hanging="180"/>
      </w:pPr>
    </w:lvl>
    <w:lvl w:ilvl="3" w:tplc="5E0A3B82" w:tentative="1">
      <w:start w:val="1"/>
      <w:numFmt w:val="decimal"/>
      <w:lvlText w:val="%4."/>
      <w:lvlJc w:val="left"/>
      <w:pPr>
        <w:tabs>
          <w:tab w:val="num" w:pos="2880"/>
        </w:tabs>
        <w:ind w:left="2880" w:hanging="360"/>
      </w:pPr>
    </w:lvl>
    <w:lvl w:ilvl="4" w:tplc="638ED47E" w:tentative="1">
      <w:start w:val="1"/>
      <w:numFmt w:val="lowerLetter"/>
      <w:lvlText w:val="%5."/>
      <w:lvlJc w:val="left"/>
      <w:pPr>
        <w:tabs>
          <w:tab w:val="num" w:pos="3600"/>
        </w:tabs>
        <w:ind w:left="3600" w:hanging="360"/>
      </w:pPr>
    </w:lvl>
    <w:lvl w:ilvl="5" w:tplc="90521BAA" w:tentative="1">
      <w:start w:val="1"/>
      <w:numFmt w:val="lowerRoman"/>
      <w:lvlText w:val="%6."/>
      <w:lvlJc w:val="right"/>
      <w:pPr>
        <w:tabs>
          <w:tab w:val="num" w:pos="4320"/>
        </w:tabs>
        <w:ind w:left="4320" w:hanging="180"/>
      </w:pPr>
    </w:lvl>
    <w:lvl w:ilvl="6" w:tplc="C7965598" w:tentative="1">
      <w:start w:val="1"/>
      <w:numFmt w:val="decimal"/>
      <w:lvlText w:val="%7."/>
      <w:lvlJc w:val="left"/>
      <w:pPr>
        <w:tabs>
          <w:tab w:val="num" w:pos="5040"/>
        </w:tabs>
        <w:ind w:left="5040" w:hanging="360"/>
      </w:pPr>
    </w:lvl>
    <w:lvl w:ilvl="7" w:tplc="2EB41C3C" w:tentative="1">
      <w:start w:val="1"/>
      <w:numFmt w:val="lowerLetter"/>
      <w:lvlText w:val="%8."/>
      <w:lvlJc w:val="left"/>
      <w:pPr>
        <w:tabs>
          <w:tab w:val="num" w:pos="5760"/>
        </w:tabs>
        <w:ind w:left="5760" w:hanging="360"/>
      </w:pPr>
    </w:lvl>
    <w:lvl w:ilvl="8" w:tplc="68C482D4" w:tentative="1">
      <w:start w:val="1"/>
      <w:numFmt w:val="lowerRoman"/>
      <w:lvlText w:val="%9."/>
      <w:lvlJc w:val="right"/>
      <w:pPr>
        <w:tabs>
          <w:tab w:val="num" w:pos="6480"/>
        </w:tabs>
        <w:ind w:left="6480" w:hanging="180"/>
      </w:pPr>
    </w:lvl>
  </w:abstractNum>
  <w:abstractNum w:abstractNumId="1" w15:restartNumberingAfterBreak="0">
    <w:nsid w:val="047F236C"/>
    <w:multiLevelType w:val="multilevel"/>
    <w:tmpl w:val="5CB64978"/>
    <w:lvl w:ilvl="0">
      <w:start w:val="1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D6231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D622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271006"/>
    <w:multiLevelType w:val="hybridMultilevel"/>
    <w:tmpl w:val="616E23C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87369C"/>
    <w:multiLevelType w:val="multilevel"/>
    <w:tmpl w:val="5ACA8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7"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8"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9" w15:restartNumberingAfterBreak="0">
    <w:nsid w:val="1D1B4C46"/>
    <w:multiLevelType w:val="multilevel"/>
    <w:tmpl w:val="305CA9EC"/>
    <w:lvl w:ilvl="0">
      <w:start w:val="1"/>
      <w:numFmt w:val="decimal"/>
      <w:pStyle w:val="Heading1"/>
      <w:lvlText w:val="%1"/>
      <w:lvlJc w:val="left"/>
      <w:pPr>
        <w:tabs>
          <w:tab w:val="num" w:pos="567"/>
        </w:tabs>
        <w:ind w:left="567" w:hanging="567"/>
      </w:pPr>
      <w:rPr>
        <w:rFonts w:hint="default"/>
      </w:rPr>
    </w:lvl>
    <w:lvl w:ilv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6947"/>
        </w:tabs>
        <w:ind w:left="6947"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01172BA"/>
    <w:multiLevelType w:val="hybridMultilevel"/>
    <w:tmpl w:val="24148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AF0B5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EE76A1"/>
    <w:multiLevelType w:val="multilevel"/>
    <w:tmpl w:val="AA364948"/>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4" w15:restartNumberingAfterBreak="0">
    <w:nsid w:val="2388561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A87357F"/>
    <w:multiLevelType w:val="multilevel"/>
    <w:tmpl w:val="2266F7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5D544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0"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1" w15:restartNumberingAfterBreak="0">
    <w:nsid w:val="4264420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82179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8D212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BB19F0"/>
    <w:multiLevelType w:val="hybridMultilevel"/>
    <w:tmpl w:val="8418F416"/>
    <w:lvl w:ilvl="0" w:tplc="8D1611EA">
      <w:start w:val="14"/>
      <w:numFmt w:val="decimal"/>
      <w:lvlText w:val="%1."/>
      <w:lvlJc w:val="left"/>
      <w:pPr>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C4F2826"/>
    <w:multiLevelType w:val="hybridMultilevel"/>
    <w:tmpl w:val="9EDE2FAE"/>
    <w:lvl w:ilvl="0" w:tplc="6AE40D72">
      <w:start w:val="1"/>
      <w:numFmt w:val="decimal"/>
      <w:pStyle w:val="IsabelleHeading1"/>
      <w:lvlText w:val="%1."/>
      <w:lvlJc w:val="left"/>
      <w:pPr>
        <w:ind w:left="360" w:hanging="360"/>
      </w:pPr>
      <w:rPr>
        <w:rFonts w:cstheme="majorBidi"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4D7D084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8" w15:restartNumberingAfterBreak="0">
    <w:nsid w:val="4F3D1DC6"/>
    <w:multiLevelType w:val="hybridMultilevel"/>
    <w:tmpl w:val="D6503B38"/>
    <w:lvl w:ilvl="0" w:tplc="0C090005">
      <w:start w:val="1"/>
      <w:numFmt w:val="bullet"/>
      <w:lvlText w:val=""/>
      <w:lvlJc w:val="left"/>
      <w:pPr>
        <w:ind w:left="755" w:hanging="360"/>
      </w:pPr>
      <w:rPr>
        <w:rFonts w:ascii="Wingdings" w:hAnsi="Wingdings"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29"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0" w15:restartNumberingAfterBreak="0">
    <w:nsid w:val="558A5DA4"/>
    <w:multiLevelType w:val="hybridMultilevel"/>
    <w:tmpl w:val="6590AE70"/>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56780531"/>
    <w:multiLevelType w:val="hybridMultilevel"/>
    <w:tmpl w:val="BDEA6A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3"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4" w15:restartNumberingAfterBreak="0">
    <w:nsid w:val="697A364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6" w15:restartNumberingAfterBreak="0">
    <w:nsid w:val="79B5707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62530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420742"/>
    <w:multiLevelType w:val="multilevel"/>
    <w:tmpl w:val="0B8A1304"/>
    <w:numStyleLink w:val="Tablebullets"/>
  </w:abstractNum>
  <w:num w:numId="1" w16cid:durableId="1662267845">
    <w:abstractNumId w:val="6"/>
  </w:num>
  <w:num w:numId="2" w16cid:durableId="1267228969">
    <w:abstractNumId w:val="35"/>
  </w:num>
  <w:num w:numId="3" w16cid:durableId="181407282">
    <w:abstractNumId w:val="27"/>
  </w:num>
  <w:num w:numId="4" w16cid:durableId="49618008">
    <w:abstractNumId w:val="19"/>
  </w:num>
  <w:num w:numId="5" w16cid:durableId="1217353701">
    <w:abstractNumId w:val="7"/>
  </w:num>
  <w:num w:numId="6" w16cid:durableId="1293439392">
    <w:abstractNumId w:val="20"/>
  </w:num>
  <w:num w:numId="7" w16cid:durableId="1555391435">
    <w:abstractNumId w:val="15"/>
  </w:num>
  <w:num w:numId="8" w16cid:durableId="110128837">
    <w:abstractNumId w:val="32"/>
  </w:num>
  <w:num w:numId="9" w16cid:durableId="1881085764">
    <w:abstractNumId w:val="13"/>
  </w:num>
  <w:num w:numId="10" w16cid:durableId="860510758">
    <w:abstractNumId w:val="39"/>
  </w:num>
  <w:num w:numId="11" w16cid:durableId="1837722819">
    <w:abstractNumId w:val="29"/>
  </w:num>
  <w:num w:numId="12" w16cid:durableId="487400042">
    <w:abstractNumId w:val="8"/>
  </w:num>
  <w:num w:numId="13" w16cid:durableId="410129562">
    <w:abstractNumId w:val="33"/>
  </w:num>
  <w:num w:numId="14" w16cid:durableId="1336033359">
    <w:abstractNumId w:val="16"/>
  </w:num>
  <w:num w:numId="15" w16cid:durableId="975918689">
    <w:abstractNumId w:val="38"/>
  </w:num>
  <w:num w:numId="16" w16cid:durableId="2070180768">
    <w:abstractNumId w:val="9"/>
  </w:num>
  <w:num w:numId="17" w16cid:durableId="1250695834">
    <w:abstractNumId w:val="31"/>
  </w:num>
  <w:num w:numId="18" w16cid:durableId="2123837078">
    <w:abstractNumId w:val="4"/>
  </w:num>
  <w:num w:numId="19" w16cid:durableId="1823156106">
    <w:abstractNumId w:val="37"/>
  </w:num>
  <w:num w:numId="20" w16cid:durableId="1961765008">
    <w:abstractNumId w:val="18"/>
  </w:num>
  <w:num w:numId="21" w16cid:durableId="1553270437">
    <w:abstractNumId w:val="11"/>
  </w:num>
  <w:num w:numId="22" w16cid:durableId="1561401644">
    <w:abstractNumId w:val="14"/>
  </w:num>
  <w:num w:numId="23" w16cid:durableId="393699714">
    <w:abstractNumId w:val="21"/>
  </w:num>
  <w:num w:numId="24" w16cid:durableId="1280718094">
    <w:abstractNumId w:val="2"/>
  </w:num>
  <w:num w:numId="25" w16cid:durableId="2040931839">
    <w:abstractNumId w:val="36"/>
  </w:num>
  <w:num w:numId="26" w16cid:durableId="1710186593">
    <w:abstractNumId w:val="12"/>
  </w:num>
  <w:num w:numId="27" w16cid:durableId="1159808699">
    <w:abstractNumId w:val="26"/>
  </w:num>
  <w:num w:numId="28" w16cid:durableId="891694655">
    <w:abstractNumId w:val="23"/>
  </w:num>
  <w:num w:numId="29" w16cid:durableId="1578637358">
    <w:abstractNumId w:val="22"/>
  </w:num>
  <w:num w:numId="30" w16cid:durableId="1024669597">
    <w:abstractNumId w:val="0"/>
  </w:num>
  <w:num w:numId="31" w16cid:durableId="1752966142">
    <w:abstractNumId w:val="10"/>
  </w:num>
  <w:num w:numId="32" w16cid:durableId="1231694490">
    <w:abstractNumId w:val="34"/>
  </w:num>
  <w:num w:numId="33" w16cid:durableId="564604489">
    <w:abstractNumId w:val="3"/>
  </w:num>
  <w:num w:numId="34" w16cid:durableId="466244935">
    <w:abstractNumId w:val="24"/>
  </w:num>
  <w:num w:numId="35" w16cid:durableId="1312826961">
    <w:abstractNumId w:val="1"/>
  </w:num>
  <w:num w:numId="36" w16cid:durableId="687753213">
    <w:abstractNumId w:val="5"/>
  </w:num>
  <w:num w:numId="37" w16cid:durableId="1075667840">
    <w:abstractNumId w:val="25"/>
  </w:num>
  <w:num w:numId="38" w16cid:durableId="1197617403">
    <w:abstractNumId w:val="17"/>
  </w:num>
  <w:num w:numId="39" w16cid:durableId="1462462439">
    <w:abstractNumId w:val="30"/>
  </w:num>
  <w:num w:numId="40" w16cid:durableId="1770390420">
    <w:abstractNumId w:val="9"/>
  </w:num>
  <w:num w:numId="41" w16cid:durableId="110796215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078552">
    <w:abstractNumId w:val="28"/>
  </w:num>
  <w:num w:numId="43" w16cid:durableId="1995792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41931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3EC"/>
    <w:rsid w:val="00000B66"/>
    <w:rsid w:val="00001331"/>
    <w:rsid w:val="00001A41"/>
    <w:rsid w:val="00003637"/>
    <w:rsid w:val="00004360"/>
    <w:rsid w:val="0000532A"/>
    <w:rsid w:val="0001042C"/>
    <w:rsid w:val="00012AF6"/>
    <w:rsid w:val="00015FF3"/>
    <w:rsid w:val="00022471"/>
    <w:rsid w:val="00027ACE"/>
    <w:rsid w:val="00031F12"/>
    <w:rsid w:val="00032580"/>
    <w:rsid w:val="0003294A"/>
    <w:rsid w:val="00032BD2"/>
    <w:rsid w:val="00037ED4"/>
    <w:rsid w:val="000431F7"/>
    <w:rsid w:val="00057031"/>
    <w:rsid w:val="00060D23"/>
    <w:rsid w:val="00061741"/>
    <w:rsid w:val="0006251D"/>
    <w:rsid w:val="00062598"/>
    <w:rsid w:val="00062969"/>
    <w:rsid w:val="000647C4"/>
    <w:rsid w:val="00066A39"/>
    <w:rsid w:val="00071EEE"/>
    <w:rsid w:val="0007207E"/>
    <w:rsid w:val="000735D1"/>
    <w:rsid w:val="00075472"/>
    <w:rsid w:val="0008019D"/>
    <w:rsid w:val="00083E47"/>
    <w:rsid w:val="00095BA6"/>
    <w:rsid w:val="000976F9"/>
    <w:rsid w:val="0009771B"/>
    <w:rsid w:val="000A2380"/>
    <w:rsid w:val="000A3D95"/>
    <w:rsid w:val="000B415B"/>
    <w:rsid w:val="000B5067"/>
    <w:rsid w:val="000C6A0D"/>
    <w:rsid w:val="000C6DCB"/>
    <w:rsid w:val="000D22FD"/>
    <w:rsid w:val="000D361C"/>
    <w:rsid w:val="000D3A36"/>
    <w:rsid w:val="000E1E7B"/>
    <w:rsid w:val="000E2192"/>
    <w:rsid w:val="000E5AEC"/>
    <w:rsid w:val="000E7542"/>
    <w:rsid w:val="000F208C"/>
    <w:rsid w:val="000F22BC"/>
    <w:rsid w:val="000F45C0"/>
    <w:rsid w:val="000F51A3"/>
    <w:rsid w:val="000F5D99"/>
    <w:rsid w:val="000F74B3"/>
    <w:rsid w:val="00100F65"/>
    <w:rsid w:val="00105D9B"/>
    <w:rsid w:val="00106CF4"/>
    <w:rsid w:val="00110044"/>
    <w:rsid w:val="00110900"/>
    <w:rsid w:val="00111FBD"/>
    <w:rsid w:val="00112122"/>
    <w:rsid w:val="001155CA"/>
    <w:rsid w:val="001175E0"/>
    <w:rsid w:val="001209FE"/>
    <w:rsid w:val="001226DE"/>
    <w:rsid w:val="00124235"/>
    <w:rsid w:val="00127588"/>
    <w:rsid w:val="00130DBB"/>
    <w:rsid w:val="00132193"/>
    <w:rsid w:val="001334F2"/>
    <w:rsid w:val="001361ED"/>
    <w:rsid w:val="00137837"/>
    <w:rsid w:val="00137BFB"/>
    <w:rsid w:val="00140AF1"/>
    <w:rsid w:val="00142643"/>
    <w:rsid w:val="00143A54"/>
    <w:rsid w:val="00143DA1"/>
    <w:rsid w:val="0014457F"/>
    <w:rsid w:val="00150079"/>
    <w:rsid w:val="00153006"/>
    <w:rsid w:val="00161067"/>
    <w:rsid w:val="0016497D"/>
    <w:rsid w:val="00166EC1"/>
    <w:rsid w:val="00170783"/>
    <w:rsid w:val="0017113A"/>
    <w:rsid w:val="00183FAB"/>
    <w:rsid w:val="001911C4"/>
    <w:rsid w:val="00191C78"/>
    <w:rsid w:val="0019507C"/>
    <w:rsid w:val="001A7F24"/>
    <w:rsid w:val="001B2156"/>
    <w:rsid w:val="001B6784"/>
    <w:rsid w:val="001C0302"/>
    <w:rsid w:val="001C4614"/>
    <w:rsid w:val="001C5923"/>
    <w:rsid w:val="001C5C7F"/>
    <w:rsid w:val="001D17B1"/>
    <w:rsid w:val="001D19C2"/>
    <w:rsid w:val="001D3765"/>
    <w:rsid w:val="001D57BC"/>
    <w:rsid w:val="001E2A57"/>
    <w:rsid w:val="001E5585"/>
    <w:rsid w:val="001E6DAE"/>
    <w:rsid w:val="001E7863"/>
    <w:rsid w:val="001F017A"/>
    <w:rsid w:val="001F3117"/>
    <w:rsid w:val="001F3C02"/>
    <w:rsid w:val="001F3E30"/>
    <w:rsid w:val="001F6AFE"/>
    <w:rsid w:val="00203F33"/>
    <w:rsid w:val="002049F2"/>
    <w:rsid w:val="00205C72"/>
    <w:rsid w:val="00210447"/>
    <w:rsid w:val="00210A05"/>
    <w:rsid w:val="00211C32"/>
    <w:rsid w:val="00212495"/>
    <w:rsid w:val="002127D7"/>
    <w:rsid w:val="00214663"/>
    <w:rsid w:val="00215BFD"/>
    <w:rsid w:val="00215CD7"/>
    <w:rsid w:val="00231F6E"/>
    <w:rsid w:val="0023640A"/>
    <w:rsid w:val="00245F6C"/>
    <w:rsid w:val="002468B4"/>
    <w:rsid w:val="00254032"/>
    <w:rsid w:val="0025437B"/>
    <w:rsid w:val="00255140"/>
    <w:rsid w:val="0025519A"/>
    <w:rsid w:val="00262375"/>
    <w:rsid w:val="00264A4A"/>
    <w:rsid w:val="00271E2C"/>
    <w:rsid w:val="00272276"/>
    <w:rsid w:val="002731BE"/>
    <w:rsid w:val="00276717"/>
    <w:rsid w:val="002768AE"/>
    <w:rsid w:val="00276C8A"/>
    <w:rsid w:val="002772CF"/>
    <w:rsid w:val="002827ED"/>
    <w:rsid w:val="00284074"/>
    <w:rsid w:val="00285A76"/>
    <w:rsid w:val="00285ABE"/>
    <w:rsid w:val="0028666D"/>
    <w:rsid w:val="002869D6"/>
    <w:rsid w:val="002906F6"/>
    <w:rsid w:val="002A18A5"/>
    <w:rsid w:val="002A42F5"/>
    <w:rsid w:val="002A57EB"/>
    <w:rsid w:val="002A65A2"/>
    <w:rsid w:val="002A680E"/>
    <w:rsid w:val="002B3BCA"/>
    <w:rsid w:val="002B67CC"/>
    <w:rsid w:val="002C034B"/>
    <w:rsid w:val="002C5BF9"/>
    <w:rsid w:val="002D04CB"/>
    <w:rsid w:val="002D2445"/>
    <w:rsid w:val="002D4AFC"/>
    <w:rsid w:val="002D59AB"/>
    <w:rsid w:val="002E136F"/>
    <w:rsid w:val="002E778F"/>
    <w:rsid w:val="002F15AD"/>
    <w:rsid w:val="002F1663"/>
    <w:rsid w:val="002F503F"/>
    <w:rsid w:val="002F785F"/>
    <w:rsid w:val="00300FD5"/>
    <w:rsid w:val="003017B6"/>
    <w:rsid w:val="00301A15"/>
    <w:rsid w:val="003043A9"/>
    <w:rsid w:val="0030747F"/>
    <w:rsid w:val="0031527D"/>
    <w:rsid w:val="00315736"/>
    <w:rsid w:val="00316A8E"/>
    <w:rsid w:val="00320CC1"/>
    <w:rsid w:val="00321842"/>
    <w:rsid w:val="00322271"/>
    <w:rsid w:val="00324303"/>
    <w:rsid w:val="003268A5"/>
    <w:rsid w:val="00327657"/>
    <w:rsid w:val="00331C22"/>
    <w:rsid w:val="00333913"/>
    <w:rsid w:val="00333AC8"/>
    <w:rsid w:val="00336E90"/>
    <w:rsid w:val="00340075"/>
    <w:rsid w:val="00344679"/>
    <w:rsid w:val="00344D51"/>
    <w:rsid w:val="0035066F"/>
    <w:rsid w:val="00356183"/>
    <w:rsid w:val="00357DA5"/>
    <w:rsid w:val="00360760"/>
    <w:rsid w:val="003616E6"/>
    <w:rsid w:val="00362481"/>
    <w:rsid w:val="00362F2D"/>
    <w:rsid w:val="00365883"/>
    <w:rsid w:val="003675E2"/>
    <w:rsid w:val="00367EB2"/>
    <w:rsid w:val="00371018"/>
    <w:rsid w:val="00372BAC"/>
    <w:rsid w:val="00373F59"/>
    <w:rsid w:val="0037411C"/>
    <w:rsid w:val="00374EDC"/>
    <w:rsid w:val="00383C38"/>
    <w:rsid w:val="00385352"/>
    <w:rsid w:val="0039151A"/>
    <w:rsid w:val="00392521"/>
    <w:rsid w:val="0039305C"/>
    <w:rsid w:val="0039635F"/>
    <w:rsid w:val="003A0B82"/>
    <w:rsid w:val="003A335C"/>
    <w:rsid w:val="003A6F0E"/>
    <w:rsid w:val="003B157E"/>
    <w:rsid w:val="003B476F"/>
    <w:rsid w:val="003B4BAD"/>
    <w:rsid w:val="003B4C93"/>
    <w:rsid w:val="003B7845"/>
    <w:rsid w:val="003C0725"/>
    <w:rsid w:val="003C2C91"/>
    <w:rsid w:val="003C5F21"/>
    <w:rsid w:val="003C5FFE"/>
    <w:rsid w:val="003D2C99"/>
    <w:rsid w:val="003D5D59"/>
    <w:rsid w:val="003D6C4B"/>
    <w:rsid w:val="003E4F3E"/>
    <w:rsid w:val="003F3E90"/>
    <w:rsid w:val="004026C9"/>
    <w:rsid w:val="00407A5C"/>
    <w:rsid w:val="0041210F"/>
    <w:rsid w:val="00421B54"/>
    <w:rsid w:val="00423CAA"/>
    <w:rsid w:val="00425C6D"/>
    <w:rsid w:val="00431016"/>
    <w:rsid w:val="004355FC"/>
    <w:rsid w:val="0044137A"/>
    <w:rsid w:val="0044513C"/>
    <w:rsid w:val="00446BB3"/>
    <w:rsid w:val="00451137"/>
    <w:rsid w:val="004540D9"/>
    <w:rsid w:val="00457F94"/>
    <w:rsid w:val="004616FE"/>
    <w:rsid w:val="004621C2"/>
    <w:rsid w:val="0046232F"/>
    <w:rsid w:val="00463826"/>
    <w:rsid w:val="00465070"/>
    <w:rsid w:val="004669C3"/>
    <w:rsid w:val="00467F64"/>
    <w:rsid w:val="004705D4"/>
    <w:rsid w:val="004839CD"/>
    <w:rsid w:val="00483B8D"/>
    <w:rsid w:val="00484852"/>
    <w:rsid w:val="00486CBB"/>
    <w:rsid w:val="00487B57"/>
    <w:rsid w:val="004A6369"/>
    <w:rsid w:val="004A7B0F"/>
    <w:rsid w:val="004A7DD2"/>
    <w:rsid w:val="004A7FF0"/>
    <w:rsid w:val="004B0482"/>
    <w:rsid w:val="004B5C5F"/>
    <w:rsid w:val="004B677F"/>
    <w:rsid w:val="004C3165"/>
    <w:rsid w:val="004C3809"/>
    <w:rsid w:val="004C4FFB"/>
    <w:rsid w:val="004C550A"/>
    <w:rsid w:val="004C7226"/>
    <w:rsid w:val="004C75C7"/>
    <w:rsid w:val="004D16C6"/>
    <w:rsid w:val="004E2D0A"/>
    <w:rsid w:val="004E3309"/>
    <w:rsid w:val="004E4B66"/>
    <w:rsid w:val="004F1F9B"/>
    <w:rsid w:val="004F4228"/>
    <w:rsid w:val="004F4E88"/>
    <w:rsid w:val="004F5835"/>
    <w:rsid w:val="00502713"/>
    <w:rsid w:val="0051401E"/>
    <w:rsid w:val="0051433C"/>
    <w:rsid w:val="0051433F"/>
    <w:rsid w:val="005152E9"/>
    <w:rsid w:val="0051663F"/>
    <w:rsid w:val="0051775C"/>
    <w:rsid w:val="005267B5"/>
    <w:rsid w:val="0053011D"/>
    <w:rsid w:val="0053201B"/>
    <w:rsid w:val="00532890"/>
    <w:rsid w:val="00537481"/>
    <w:rsid w:val="00540AD9"/>
    <w:rsid w:val="00542438"/>
    <w:rsid w:val="005425BC"/>
    <w:rsid w:val="00543287"/>
    <w:rsid w:val="00543ED1"/>
    <w:rsid w:val="00552DC6"/>
    <w:rsid w:val="00553AF2"/>
    <w:rsid w:val="00556084"/>
    <w:rsid w:val="005563F1"/>
    <w:rsid w:val="00564D53"/>
    <w:rsid w:val="00570734"/>
    <w:rsid w:val="00574F5A"/>
    <w:rsid w:val="005842BB"/>
    <w:rsid w:val="0058478B"/>
    <w:rsid w:val="00584B72"/>
    <w:rsid w:val="0058504A"/>
    <w:rsid w:val="005979AA"/>
    <w:rsid w:val="005A1905"/>
    <w:rsid w:val="005A3F8D"/>
    <w:rsid w:val="005A5B0C"/>
    <w:rsid w:val="005A75B7"/>
    <w:rsid w:val="005A7E33"/>
    <w:rsid w:val="005B18FE"/>
    <w:rsid w:val="005B2FAB"/>
    <w:rsid w:val="005C4374"/>
    <w:rsid w:val="005D0D49"/>
    <w:rsid w:val="005D38E9"/>
    <w:rsid w:val="005D5A4C"/>
    <w:rsid w:val="005D5A7E"/>
    <w:rsid w:val="005E10E1"/>
    <w:rsid w:val="005E3414"/>
    <w:rsid w:val="005F0A4E"/>
    <w:rsid w:val="005F13D7"/>
    <w:rsid w:val="005F41B7"/>
    <w:rsid w:val="005F57E9"/>
    <w:rsid w:val="005F5D9E"/>
    <w:rsid w:val="005F7C62"/>
    <w:rsid w:val="00600C64"/>
    <w:rsid w:val="00606244"/>
    <w:rsid w:val="0060703A"/>
    <w:rsid w:val="006124CD"/>
    <w:rsid w:val="006312B1"/>
    <w:rsid w:val="006400BD"/>
    <w:rsid w:val="0065246B"/>
    <w:rsid w:val="00653EB1"/>
    <w:rsid w:val="00655098"/>
    <w:rsid w:val="00656DB3"/>
    <w:rsid w:val="00657573"/>
    <w:rsid w:val="00661CD4"/>
    <w:rsid w:val="006634A1"/>
    <w:rsid w:val="00675A93"/>
    <w:rsid w:val="00681B2A"/>
    <w:rsid w:val="006A1C87"/>
    <w:rsid w:val="006A2218"/>
    <w:rsid w:val="006A59CF"/>
    <w:rsid w:val="006A75DB"/>
    <w:rsid w:val="006B1526"/>
    <w:rsid w:val="006B1887"/>
    <w:rsid w:val="006B3DA8"/>
    <w:rsid w:val="006B6AEE"/>
    <w:rsid w:val="006C7F85"/>
    <w:rsid w:val="006D025C"/>
    <w:rsid w:val="006D0724"/>
    <w:rsid w:val="006D07D2"/>
    <w:rsid w:val="006D0DF2"/>
    <w:rsid w:val="006D38F4"/>
    <w:rsid w:val="006D40C1"/>
    <w:rsid w:val="006D60C4"/>
    <w:rsid w:val="006D7A9E"/>
    <w:rsid w:val="006E205A"/>
    <w:rsid w:val="006E31C2"/>
    <w:rsid w:val="006E48F1"/>
    <w:rsid w:val="006E5F28"/>
    <w:rsid w:val="006E6ED6"/>
    <w:rsid w:val="006E7310"/>
    <w:rsid w:val="006F2109"/>
    <w:rsid w:val="006F25E6"/>
    <w:rsid w:val="006F353E"/>
    <w:rsid w:val="006F7BDE"/>
    <w:rsid w:val="00700667"/>
    <w:rsid w:val="007013AE"/>
    <w:rsid w:val="0070760D"/>
    <w:rsid w:val="00710211"/>
    <w:rsid w:val="007158F3"/>
    <w:rsid w:val="007237D8"/>
    <w:rsid w:val="00736465"/>
    <w:rsid w:val="00736C96"/>
    <w:rsid w:val="00740926"/>
    <w:rsid w:val="00743DFF"/>
    <w:rsid w:val="007460A6"/>
    <w:rsid w:val="00746B8B"/>
    <w:rsid w:val="00746E1A"/>
    <w:rsid w:val="00747A4E"/>
    <w:rsid w:val="00754C87"/>
    <w:rsid w:val="007555B7"/>
    <w:rsid w:val="00760B40"/>
    <w:rsid w:val="007614BA"/>
    <w:rsid w:val="00763374"/>
    <w:rsid w:val="00771173"/>
    <w:rsid w:val="00775879"/>
    <w:rsid w:val="00775EC7"/>
    <w:rsid w:val="00781E44"/>
    <w:rsid w:val="00782386"/>
    <w:rsid w:val="00783572"/>
    <w:rsid w:val="00784379"/>
    <w:rsid w:val="0078531C"/>
    <w:rsid w:val="00785E2D"/>
    <w:rsid w:val="00790BA1"/>
    <w:rsid w:val="00795B9C"/>
    <w:rsid w:val="0079698F"/>
    <w:rsid w:val="007A5347"/>
    <w:rsid w:val="007B188E"/>
    <w:rsid w:val="007B3832"/>
    <w:rsid w:val="007B4F9F"/>
    <w:rsid w:val="007B6EAD"/>
    <w:rsid w:val="007C2E6F"/>
    <w:rsid w:val="007D30F5"/>
    <w:rsid w:val="007D4297"/>
    <w:rsid w:val="007E04A8"/>
    <w:rsid w:val="007E0A98"/>
    <w:rsid w:val="007E40FC"/>
    <w:rsid w:val="007E4E60"/>
    <w:rsid w:val="007E5A92"/>
    <w:rsid w:val="007E7877"/>
    <w:rsid w:val="007F2499"/>
    <w:rsid w:val="007F3E73"/>
    <w:rsid w:val="00800113"/>
    <w:rsid w:val="00800312"/>
    <w:rsid w:val="00800FBE"/>
    <w:rsid w:val="00801578"/>
    <w:rsid w:val="008024C5"/>
    <w:rsid w:val="0080298D"/>
    <w:rsid w:val="00802F5B"/>
    <w:rsid w:val="00803880"/>
    <w:rsid w:val="00804C31"/>
    <w:rsid w:val="00807767"/>
    <w:rsid w:val="00811BE3"/>
    <w:rsid w:val="0081759B"/>
    <w:rsid w:val="008242A3"/>
    <w:rsid w:val="00824C48"/>
    <w:rsid w:val="008256F8"/>
    <w:rsid w:val="00827091"/>
    <w:rsid w:val="00840A2D"/>
    <w:rsid w:val="00842CCB"/>
    <w:rsid w:val="0084306A"/>
    <w:rsid w:val="00843791"/>
    <w:rsid w:val="008442C0"/>
    <w:rsid w:val="00844A67"/>
    <w:rsid w:val="0085012D"/>
    <w:rsid w:val="008517D5"/>
    <w:rsid w:val="00855102"/>
    <w:rsid w:val="00855473"/>
    <w:rsid w:val="00861641"/>
    <w:rsid w:val="0086221F"/>
    <w:rsid w:val="00864ED3"/>
    <w:rsid w:val="00867061"/>
    <w:rsid w:val="00873E09"/>
    <w:rsid w:val="00884ED8"/>
    <w:rsid w:val="008868D5"/>
    <w:rsid w:val="008905F6"/>
    <w:rsid w:val="0089147C"/>
    <w:rsid w:val="00891970"/>
    <w:rsid w:val="00891C08"/>
    <w:rsid w:val="008922A2"/>
    <w:rsid w:val="008930C6"/>
    <w:rsid w:val="00894FAB"/>
    <w:rsid w:val="00896AAF"/>
    <w:rsid w:val="008A0755"/>
    <w:rsid w:val="008A1998"/>
    <w:rsid w:val="008A22B0"/>
    <w:rsid w:val="008A4987"/>
    <w:rsid w:val="008A5AFF"/>
    <w:rsid w:val="008B194E"/>
    <w:rsid w:val="008B4382"/>
    <w:rsid w:val="008C0679"/>
    <w:rsid w:val="008C07CA"/>
    <w:rsid w:val="008C4956"/>
    <w:rsid w:val="008D3853"/>
    <w:rsid w:val="008E0D2A"/>
    <w:rsid w:val="008E1A1E"/>
    <w:rsid w:val="008E3A56"/>
    <w:rsid w:val="008E51C7"/>
    <w:rsid w:val="008E6024"/>
    <w:rsid w:val="008F4DF6"/>
    <w:rsid w:val="008F6F7F"/>
    <w:rsid w:val="0090114B"/>
    <w:rsid w:val="00903F59"/>
    <w:rsid w:val="0090420C"/>
    <w:rsid w:val="00910DE0"/>
    <w:rsid w:val="0091196F"/>
    <w:rsid w:val="009144B1"/>
    <w:rsid w:val="00917DF5"/>
    <w:rsid w:val="00922CA0"/>
    <w:rsid w:val="00922D94"/>
    <w:rsid w:val="0092338C"/>
    <w:rsid w:val="009276D9"/>
    <w:rsid w:val="00930143"/>
    <w:rsid w:val="00931020"/>
    <w:rsid w:val="00934D18"/>
    <w:rsid w:val="0093762A"/>
    <w:rsid w:val="00940BF3"/>
    <w:rsid w:val="00940D8C"/>
    <w:rsid w:val="009433D7"/>
    <w:rsid w:val="0094544A"/>
    <w:rsid w:val="00946CC3"/>
    <w:rsid w:val="0095072D"/>
    <w:rsid w:val="00952549"/>
    <w:rsid w:val="00954CB1"/>
    <w:rsid w:val="00961CF9"/>
    <w:rsid w:val="00966DD5"/>
    <w:rsid w:val="00973788"/>
    <w:rsid w:val="00975393"/>
    <w:rsid w:val="009819C2"/>
    <w:rsid w:val="00981A6E"/>
    <w:rsid w:val="00983363"/>
    <w:rsid w:val="00983BD9"/>
    <w:rsid w:val="009904E9"/>
    <w:rsid w:val="00990F1A"/>
    <w:rsid w:val="00992EAA"/>
    <w:rsid w:val="00993F6B"/>
    <w:rsid w:val="0099408D"/>
    <w:rsid w:val="0099671A"/>
    <w:rsid w:val="00997350"/>
    <w:rsid w:val="009A0D0C"/>
    <w:rsid w:val="009A14AB"/>
    <w:rsid w:val="009B1275"/>
    <w:rsid w:val="009B1CC5"/>
    <w:rsid w:val="009C2175"/>
    <w:rsid w:val="009C6E25"/>
    <w:rsid w:val="009D0744"/>
    <w:rsid w:val="009D7838"/>
    <w:rsid w:val="009E0001"/>
    <w:rsid w:val="009E0F61"/>
    <w:rsid w:val="009E20B2"/>
    <w:rsid w:val="009E3240"/>
    <w:rsid w:val="009E610A"/>
    <w:rsid w:val="009E71DD"/>
    <w:rsid w:val="009E7343"/>
    <w:rsid w:val="009F06CF"/>
    <w:rsid w:val="009F25DB"/>
    <w:rsid w:val="009F2944"/>
    <w:rsid w:val="009F43F3"/>
    <w:rsid w:val="00A00BC8"/>
    <w:rsid w:val="00A0278F"/>
    <w:rsid w:val="00A02835"/>
    <w:rsid w:val="00A04FA6"/>
    <w:rsid w:val="00A05EFE"/>
    <w:rsid w:val="00A06CA3"/>
    <w:rsid w:val="00A07A4E"/>
    <w:rsid w:val="00A13E18"/>
    <w:rsid w:val="00A15BB7"/>
    <w:rsid w:val="00A17F71"/>
    <w:rsid w:val="00A21B52"/>
    <w:rsid w:val="00A22FB2"/>
    <w:rsid w:val="00A247F0"/>
    <w:rsid w:val="00A248D8"/>
    <w:rsid w:val="00A27998"/>
    <w:rsid w:val="00A279B8"/>
    <w:rsid w:val="00A325A7"/>
    <w:rsid w:val="00A42970"/>
    <w:rsid w:val="00A42A88"/>
    <w:rsid w:val="00A44394"/>
    <w:rsid w:val="00A44423"/>
    <w:rsid w:val="00A45596"/>
    <w:rsid w:val="00A518A3"/>
    <w:rsid w:val="00A53E17"/>
    <w:rsid w:val="00A53FB6"/>
    <w:rsid w:val="00A553ED"/>
    <w:rsid w:val="00A55554"/>
    <w:rsid w:val="00A5617A"/>
    <w:rsid w:val="00A621C3"/>
    <w:rsid w:val="00A700B0"/>
    <w:rsid w:val="00A7540B"/>
    <w:rsid w:val="00A8213F"/>
    <w:rsid w:val="00A82D0D"/>
    <w:rsid w:val="00A83C3A"/>
    <w:rsid w:val="00A8649B"/>
    <w:rsid w:val="00A87CFE"/>
    <w:rsid w:val="00A9031C"/>
    <w:rsid w:val="00A91564"/>
    <w:rsid w:val="00A919BB"/>
    <w:rsid w:val="00A93115"/>
    <w:rsid w:val="00A93A25"/>
    <w:rsid w:val="00A94CA2"/>
    <w:rsid w:val="00A96DA1"/>
    <w:rsid w:val="00AA0210"/>
    <w:rsid w:val="00AA1BBA"/>
    <w:rsid w:val="00AA2892"/>
    <w:rsid w:val="00AA5343"/>
    <w:rsid w:val="00AA58FD"/>
    <w:rsid w:val="00AB0FCB"/>
    <w:rsid w:val="00AB74F2"/>
    <w:rsid w:val="00AC5E38"/>
    <w:rsid w:val="00AE0375"/>
    <w:rsid w:val="00AE37AF"/>
    <w:rsid w:val="00AE6D5F"/>
    <w:rsid w:val="00AF3A7E"/>
    <w:rsid w:val="00AF47E5"/>
    <w:rsid w:val="00AF5091"/>
    <w:rsid w:val="00AF7968"/>
    <w:rsid w:val="00B010EC"/>
    <w:rsid w:val="00B01B31"/>
    <w:rsid w:val="00B02376"/>
    <w:rsid w:val="00B02A57"/>
    <w:rsid w:val="00B04815"/>
    <w:rsid w:val="00B11635"/>
    <w:rsid w:val="00B1658D"/>
    <w:rsid w:val="00B23881"/>
    <w:rsid w:val="00B25D1A"/>
    <w:rsid w:val="00B275CD"/>
    <w:rsid w:val="00B32067"/>
    <w:rsid w:val="00B36BEF"/>
    <w:rsid w:val="00B40730"/>
    <w:rsid w:val="00B4489C"/>
    <w:rsid w:val="00B458AC"/>
    <w:rsid w:val="00B47F53"/>
    <w:rsid w:val="00B51DA4"/>
    <w:rsid w:val="00B57F66"/>
    <w:rsid w:val="00B600AD"/>
    <w:rsid w:val="00B60BF2"/>
    <w:rsid w:val="00B60FCA"/>
    <w:rsid w:val="00B6351D"/>
    <w:rsid w:val="00B63925"/>
    <w:rsid w:val="00B669D4"/>
    <w:rsid w:val="00B700A3"/>
    <w:rsid w:val="00B72DBD"/>
    <w:rsid w:val="00B73A8E"/>
    <w:rsid w:val="00B81174"/>
    <w:rsid w:val="00B81514"/>
    <w:rsid w:val="00B82A66"/>
    <w:rsid w:val="00B84D0B"/>
    <w:rsid w:val="00B91F55"/>
    <w:rsid w:val="00B92AA8"/>
    <w:rsid w:val="00B94AFC"/>
    <w:rsid w:val="00BA54E7"/>
    <w:rsid w:val="00BB23E5"/>
    <w:rsid w:val="00BB3489"/>
    <w:rsid w:val="00BB61F2"/>
    <w:rsid w:val="00BC2784"/>
    <w:rsid w:val="00BC3D7C"/>
    <w:rsid w:val="00BD03D9"/>
    <w:rsid w:val="00BD1FD6"/>
    <w:rsid w:val="00BD37E5"/>
    <w:rsid w:val="00BD3EA4"/>
    <w:rsid w:val="00BD5D3F"/>
    <w:rsid w:val="00BD6A90"/>
    <w:rsid w:val="00BE2A75"/>
    <w:rsid w:val="00BE2E0E"/>
    <w:rsid w:val="00BF25FB"/>
    <w:rsid w:val="00BF697A"/>
    <w:rsid w:val="00BF7B2A"/>
    <w:rsid w:val="00C02B1F"/>
    <w:rsid w:val="00C03776"/>
    <w:rsid w:val="00C05F8D"/>
    <w:rsid w:val="00C07987"/>
    <w:rsid w:val="00C11CE3"/>
    <w:rsid w:val="00C11EA1"/>
    <w:rsid w:val="00C12A53"/>
    <w:rsid w:val="00C14167"/>
    <w:rsid w:val="00C17F1B"/>
    <w:rsid w:val="00C2043E"/>
    <w:rsid w:val="00C216D0"/>
    <w:rsid w:val="00C233A0"/>
    <w:rsid w:val="00C2372C"/>
    <w:rsid w:val="00C27946"/>
    <w:rsid w:val="00C30556"/>
    <w:rsid w:val="00C31D85"/>
    <w:rsid w:val="00C32B5A"/>
    <w:rsid w:val="00C32F49"/>
    <w:rsid w:val="00C34B56"/>
    <w:rsid w:val="00C359EE"/>
    <w:rsid w:val="00C35C6E"/>
    <w:rsid w:val="00C3781D"/>
    <w:rsid w:val="00C42929"/>
    <w:rsid w:val="00C44DC9"/>
    <w:rsid w:val="00C46697"/>
    <w:rsid w:val="00C5129E"/>
    <w:rsid w:val="00C5393C"/>
    <w:rsid w:val="00C56443"/>
    <w:rsid w:val="00C5663C"/>
    <w:rsid w:val="00C56675"/>
    <w:rsid w:val="00C63EA9"/>
    <w:rsid w:val="00C71B66"/>
    <w:rsid w:val="00C720C7"/>
    <w:rsid w:val="00C728EF"/>
    <w:rsid w:val="00C72E6B"/>
    <w:rsid w:val="00C75949"/>
    <w:rsid w:val="00C77207"/>
    <w:rsid w:val="00C77B69"/>
    <w:rsid w:val="00C81AEB"/>
    <w:rsid w:val="00C8799C"/>
    <w:rsid w:val="00CA2CEF"/>
    <w:rsid w:val="00CB2008"/>
    <w:rsid w:val="00CB3E2B"/>
    <w:rsid w:val="00CB73E5"/>
    <w:rsid w:val="00CC1223"/>
    <w:rsid w:val="00CC1AC1"/>
    <w:rsid w:val="00CC45BB"/>
    <w:rsid w:val="00CC55EF"/>
    <w:rsid w:val="00CC7778"/>
    <w:rsid w:val="00CD2BE0"/>
    <w:rsid w:val="00CD680B"/>
    <w:rsid w:val="00CE22AE"/>
    <w:rsid w:val="00CE3B44"/>
    <w:rsid w:val="00CE5B8E"/>
    <w:rsid w:val="00CF1080"/>
    <w:rsid w:val="00CF2F3A"/>
    <w:rsid w:val="00CF6E4B"/>
    <w:rsid w:val="00D03FE7"/>
    <w:rsid w:val="00D04232"/>
    <w:rsid w:val="00D044EE"/>
    <w:rsid w:val="00D06BD3"/>
    <w:rsid w:val="00D1000A"/>
    <w:rsid w:val="00D1430C"/>
    <w:rsid w:val="00D16420"/>
    <w:rsid w:val="00D217F5"/>
    <w:rsid w:val="00D22ADB"/>
    <w:rsid w:val="00D24BB4"/>
    <w:rsid w:val="00D261F6"/>
    <w:rsid w:val="00D268C9"/>
    <w:rsid w:val="00D27D39"/>
    <w:rsid w:val="00D31AB9"/>
    <w:rsid w:val="00D32B25"/>
    <w:rsid w:val="00D372D9"/>
    <w:rsid w:val="00D4322C"/>
    <w:rsid w:val="00D43470"/>
    <w:rsid w:val="00D43753"/>
    <w:rsid w:val="00D45595"/>
    <w:rsid w:val="00D4694F"/>
    <w:rsid w:val="00D53CA0"/>
    <w:rsid w:val="00D57FE8"/>
    <w:rsid w:val="00D61127"/>
    <w:rsid w:val="00D613D1"/>
    <w:rsid w:val="00D64BE6"/>
    <w:rsid w:val="00D659DF"/>
    <w:rsid w:val="00D66C8E"/>
    <w:rsid w:val="00D731F2"/>
    <w:rsid w:val="00D757E1"/>
    <w:rsid w:val="00D779E2"/>
    <w:rsid w:val="00D8431A"/>
    <w:rsid w:val="00D84C6D"/>
    <w:rsid w:val="00D8593E"/>
    <w:rsid w:val="00D86C9C"/>
    <w:rsid w:val="00D94605"/>
    <w:rsid w:val="00D9682C"/>
    <w:rsid w:val="00DA1FD6"/>
    <w:rsid w:val="00DA5285"/>
    <w:rsid w:val="00DA62D7"/>
    <w:rsid w:val="00DA6D74"/>
    <w:rsid w:val="00DB15A8"/>
    <w:rsid w:val="00DB2D5D"/>
    <w:rsid w:val="00DB461E"/>
    <w:rsid w:val="00DB7D65"/>
    <w:rsid w:val="00DC1809"/>
    <w:rsid w:val="00DC3606"/>
    <w:rsid w:val="00DC3DCF"/>
    <w:rsid w:val="00DC47B8"/>
    <w:rsid w:val="00DC512E"/>
    <w:rsid w:val="00DC5596"/>
    <w:rsid w:val="00DC7CFF"/>
    <w:rsid w:val="00DD346F"/>
    <w:rsid w:val="00DD3ED8"/>
    <w:rsid w:val="00DE03CC"/>
    <w:rsid w:val="00DE06E1"/>
    <w:rsid w:val="00DE12B4"/>
    <w:rsid w:val="00DE4CC1"/>
    <w:rsid w:val="00DE6B23"/>
    <w:rsid w:val="00DE6DDC"/>
    <w:rsid w:val="00DF1E12"/>
    <w:rsid w:val="00DF1FA0"/>
    <w:rsid w:val="00DF319F"/>
    <w:rsid w:val="00DF432E"/>
    <w:rsid w:val="00DF618D"/>
    <w:rsid w:val="00DF665E"/>
    <w:rsid w:val="00E002F2"/>
    <w:rsid w:val="00E00369"/>
    <w:rsid w:val="00E05DFF"/>
    <w:rsid w:val="00E07269"/>
    <w:rsid w:val="00E07786"/>
    <w:rsid w:val="00E07C82"/>
    <w:rsid w:val="00E121E7"/>
    <w:rsid w:val="00E13B90"/>
    <w:rsid w:val="00E168A5"/>
    <w:rsid w:val="00E20277"/>
    <w:rsid w:val="00E27CB0"/>
    <w:rsid w:val="00E37B96"/>
    <w:rsid w:val="00E41811"/>
    <w:rsid w:val="00E43C8A"/>
    <w:rsid w:val="00E46E6A"/>
    <w:rsid w:val="00E479B2"/>
    <w:rsid w:val="00E47E11"/>
    <w:rsid w:val="00E507E4"/>
    <w:rsid w:val="00E53B1D"/>
    <w:rsid w:val="00E53F6D"/>
    <w:rsid w:val="00E54E14"/>
    <w:rsid w:val="00E60545"/>
    <w:rsid w:val="00E6087A"/>
    <w:rsid w:val="00E66AC0"/>
    <w:rsid w:val="00E67F7E"/>
    <w:rsid w:val="00E726E5"/>
    <w:rsid w:val="00E73959"/>
    <w:rsid w:val="00E761C7"/>
    <w:rsid w:val="00E77F00"/>
    <w:rsid w:val="00E83258"/>
    <w:rsid w:val="00E8485A"/>
    <w:rsid w:val="00E85C54"/>
    <w:rsid w:val="00E85F09"/>
    <w:rsid w:val="00E87C12"/>
    <w:rsid w:val="00EA18C1"/>
    <w:rsid w:val="00EA2C3B"/>
    <w:rsid w:val="00EA4F25"/>
    <w:rsid w:val="00EA5107"/>
    <w:rsid w:val="00EA542A"/>
    <w:rsid w:val="00EB1416"/>
    <w:rsid w:val="00EB450C"/>
    <w:rsid w:val="00EB5DEA"/>
    <w:rsid w:val="00EB6B79"/>
    <w:rsid w:val="00EC0550"/>
    <w:rsid w:val="00EC1D00"/>
    <w:rsid w:val="00EC2A75"/>
    <w:rsid w:val="00EC717A"/>
    <w:rsid w:val="00EC7D44"/>
    <w:rsid w:val="00ED393D"/>
    <w:rsid w:val="00ED3C06"/>
    <w:rsid w:val="00EE466D"/>
    <w:rsid w:val="00EF28CD"/>
    <w:rsid w:val="00EF5B85"/>
    <w:rsid w:val="00EF6404"/>
    <w:rsid w:val="00F02A23"/>
    <w:rsid w:val="00F10AED"/>
    <w:rsid w:val="00F1420F"/>
    <w:rsid w:val="00F14BE3"/>
    <w:rsid w:val="00F15B95"/>
    <w:rsid w:val="00F1744F"/>
    <w:rsid w:val="00F23609"/>
    <w:rsid w:val="00F23951"/>
    <w:rsid w:val="00F279C9"/>
    <w:rsid w:val="00F3573A"/>
    <w:rsid w:val="00F368D1"/>
    <w:rsid w:val="00F37310"/>
    <w:rsid w:val="00F424E0"/>
    <w:rsid w:val="00F42982"/>
    <w:rsid w:val="00F42AC8"/>
    <w:rsid w:val="00F43CA7"/>
    <w:rsid w:val="00F44DEA"/>
    <w:rsid w:val="00F45E06"/>
    <w:rsid w:val="00F47E31"/>
    <w:rsid w:val="00F51B14"/>
    <w:rsid w:val="00F51E6B"/>
    <w:rsid w:val="00F575B5"/>
    <w:rsid w:val="00F62C57"/>
    <w:rsid w:val="00F73514"/>
    <w:rsid w:val="00F7371F"/>
    <w:rsid w:val="00F74614"/>
    <w:rsid w:val="00F75735"/>
    <w:rsid w:val="00F75BD6"/>
    <w:rsid w:val="00F774CA"/>
    <w:rsid w:val="00F82BBA"/>
    <w:rsid w:val="00F90BA6"/>
    <w:rsid w:val="00F934F1"/>
    <w:rsid w:val="00F938EF"/>
    <w:rsid w:val="00F96C3D"/>
    <w:rsid w:val="00FA10D7"/>
    <w:rsid w:val="00FA45EA"/>
    <w:rsid w:val="00FA68AA"/>
    <w:rsid w:val="00FA7179"/>
    <w:rsid w:val="00FA7667"/>
    <w:rsid w:val="00FA79BF"/>
    <w:rsid w:val="00FB33EC"/>
    <w:rsid w:val="00FB383D"/>
    <w:rsid w:val="00FB4C45"/>
    <w:rsid w:val="00FB5A95"/>
    <w:rsid w:val="00FB6483"/>
    <w:rsid w:val="00FC0387"/>
    <w:rsid w:val="00FC165C"/>
    <w:rsid w:val="00FC1FBF"/>
    <w:rsid w:val="00FC395D"/>
    <w:rsid w:val="00FC53BE"/>
    <w:rsid w:val="00FC5501"/>
    <w:rsid w:val="00FC6845"/>
    <w:rsid w:val="00FC7A24"/>
    <w:rsid w:val="00FD4F09"/>
    <w:rsid w:val="00FD7230"/>
    <w:rsid w:val="00FE1CAE"/>
    <w:rsid w:val="00FE3D50"/>
    <w:rsid w:val="00FE754B"/>
    <w:rsid w:val="00FE774D"/>
    <w:rsid w:val="00FF15A6"/>
    <w:rsid w:val="00FF27E5"/>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D377"/>
  <w15:docId w15:val="{FC3E3BDE-9591-4326-B50B-6160BFDC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D3853"/>
  </w:style>
  <w:style w:type="paragraph" w:styleId="Heading1">
    <w:name w:val="heading 1"/>
    <w:next w:val="BodyText"/>
    <w:link w:val="Heading1Char"/>
    <w:uiPriority w:val="9"/>
    <w:qFormat/>
    <w:rsid w:val="00B010EC"/>
    <w:pPr>
      <w:keepNext/>
      <w:numPr>
        <w:numId w:val="44"/>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tabs>
        <w:tab w:val="clear" w:pos="6947"/>
        <w:tab w:val="num" w:pos="709"/>
      </w:tabs>
      <w:spacing w:before="120"/>
      <w:ind w:left="709"/>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uiPriority w:val="10"/>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tabs>
        <w:tab w:val="num" w:pos="360"/>
      </w:tabs>
      <w:spacing w:after="240" w:line="240" w:lineRule="atLeast"/>
      <w:ind w:left="0"/>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semiHidden/>
    <w:unhideWhenUsed/>
    <w:rsid w:val="0086221F"/>
    <w:rPr>
      <w:rFonts w:ascii="Tahoma" w:hAnsi="Tahoma" w:cs="Tahoma"/>
      <w:sz w:val="16"/>
      <w:szCs w:val="16"/>
    </w:rPr>
  </w:style>
  <w:style w:type="character" w:customStyle="1" w:styleId="BalloonTextChar">
    <w:name w:val="Balloon Text Char"/>
    <w:basedOn w:val="DefaultParagraphFont"/>
    <w:link w:val="BalloonText"/>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383C38"/>
    <w:pPr>
      <w:spacing w:after="200" w:line="276" w:lineRule="auto"/>
      <w:ind w:left="720"/>
      <w:contextualSpacing/>
    </w:pPr>
    <w:rPr>
      <w:rFonts w:ascii="Arial" w:eastAsia="Calibri" w:hAnsi="Arial" w:cstheme="minorHAnsi"/>
      <w:sz w:val="20"/>
    </w:rPr>
  </w:style>
  <w:style w:type="character" w:styleId="FollowedHyperlink">
    <w:name w:val="FollowedHyperlink"/>
    <w:uiPriority w:val="99"/>
    <w:semiHidden/>
    <w:unhideWhenUsed/>
    <w:rsid w:val="00383C38"/>
    <w:rPr>
      <w:color w:val="800080"/>
      <w:u w:val="single"/>
    </w:rPr>
  </w:style>
  <w:style w:type="paragraph" w:customStyle="1" w:styleId="StyleArial10ptLinespacing15lines">
    <w:name w:val="Style Arial 10 pt Line spacing:  1.5 lines"/>
    <w:basedOn w:val="Normal"/>
    <w:rsid w:val="00383C38"/>
    <w:rPr>
      <w:rFonts w:ascii="Arial" w:eastAsia="Times New Roman" w:hAnsi="Arial" w:cstheme="minorHAnsi"/>
      <w:sz w:val="20"/>
      <w:szCs w:val="20"/>
      <w:lang w:eastAsia="en-AU"/>
    </w:rPr>
  </w:style>
  <w:style w:type="paragraph" w:customStyle="1" w:styleId="TableHeading">
    <w:name w:val="Table Heading"/>
    <w:basedOn w:val="Normal"/>
    <w:rsid w:val="00383C38"/>
    <w:pPr>
      <w:spacing w:before="60" w:after="60"/>
    </w:pPr>
    <w:rPr>
      <w:rFonts w:ascii="Arial" w:eastAsia="Times New Roman" w:hAnsi="Arial" w:cstheme="minorHAnsi"/>
      <w:b/>
      <w:bCs/>
      <w:color w:val="FFFFFF"/>
      <w:szCs w:val="20"/>
      <w:lang w:eastAsia="en-AU"/>
    </w:rPr>
  </w:style>
  <w:style w:type="character" w:styleId="UnresolvedMention">
    <w:name w:val="Unresolved Mention"/>
    <w:basedOn w:val="DefaultParagraphFont"/>
    <w:uiPriority w:val="99"/>
    <w:semiHidden/>
    <w:unhideWhenUsed/>
    <w:rsid w:val="000E1E7B"/>
    <w:rPr>
      <w:color w:val="605E5C"/>
      <w:shd w:val="clear" w:color="auto" w:fill="E1DFDD"/>
    </w:rPr>
  </w:style>
  <w:style w:type="paragraph" w:customStyle="1" w:styleId="IsabelleHeading1">
    <w:name w:val="Isabelle Heading 1"/>
    <w:basedOn w:val="Heading1"/>
    <w:link w:val="IsabelleHeading1Char"/>
    <w:qFormat/>
    <w:rsid w:val="005A5B0C"/>
    <w:pPr>
      <w:numPr>
        <w:numId w:val="37"/>
      </w:numPr>
      <w:spacing w:before="240" w:after="120"/>
    </w:pPr>
    <w:rPr>
      <w:b/>
      <w:bCs w:val="0"/>
      <w:sz w:val="24"/>
      <w:szCs w:val="24"/>
    </w:rPr>
  </w:style>
  <w:style w:type="character" w:customStyle="1" w:styleId="IsabelleHeading1Char">
    <w:name w:val="Isabelle Heading 1 Char"/>
    <w:basedOn w:val="Heading1Char"/>
    <w:link w:val="IsabelleHeading1"/>
    <w:rsid w:val="005A5B0C"/>
    <w:rPr>
      <w:rFonts w:eastAsiaTheme="majorEastAsia" w:cstheme="majorBidi"/>
      <w:b/>
      <w:bCs w:val="0"/>
      <w:sz w:val="24"/>
      <w:szCs w:val="24"/>
    </w:rPr>
  </w:style>
  <w:style w:type="paragraph" w:styleId="Revision">
    <w:name w:val="Revision"/>
    <w:hidden/>
    <w:uiPriority w:val="99"/>
    <w:semiHidden/>
    <w:rsid w:val="00284074"/>
  </w:style>
  <w:style w:type="character" w:customStyle="1" w:styleId="ui-provider">
    <w:name w:val="ui-provider"/>
    <w:basedOn w:val="DefaultParagraphFont"/>
    <w:rsid w:val="00946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4023">
      <w:bodyDiv w:val="1"/>
      <w:marLeft w:val="0"/>
      <w:marRight w:val="0"/>
      <w:marTop w:val="0"/>
      <w:marBottom w:val="0"/>
      <w:divBdr>
        <w:top w:val="none" w:sz="0" w:space="0" w:color="auto"/>
        <w:left w:val="none" w:sz="0" w:space="0" w:color="auto"/>
        <w:bottom w:val="none" w:sz="0" w:space="0" w:color="auto"/>
        <w:right w:val="none" w:sz="0" w:space="0" w:color="auto"/>
      </w:divBdr>
    </w:div>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85077620">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29805797">
      <w:bodyDiv w:val="1"/>
      <w:marLeft w:val="0"/>
      <w:marRight w:val="0"/>
      <w:marTop w:val="0"/>
      <w:marBottom w:val="0"/>
      <w:divBdr>
        <w:top w:val="none" w:sz="0" w:space="0" w:color="auto"/>
        <w:left w:val="none" w:sz="0" w:space="0" w:color="auto"/>
        <w:bottom w:val="none" w:sz="0" w:space="0" w:color="auto"/>
        <w:right w:val="none" w:sz="0" w:space="0" w:color="auto"/>
      </w:divBdr>
    </w:div>
    <w:div w:id="530923884">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31341876">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22225387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686403755">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veloper.digitalhealth.gov.au/specifications/national-infrastructure/ep-3651-2022/dh-3650-2022" TargetMode="External"/><Relationship Id="rId18" Type="http://schemas.openxmlformats.org/officeDocument/2006/relationships/header" Target="header3.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yperlink" Target="http://www.digitalhealth.gov.au/" TargetMode="External"/><Relationship Id="rId7" Type="http://schemas.openxmlformats.org/officeDocument/2006/relationships/footnotes" Target="footnotes.xml"/><Relationship Id="rId12" Type="http://schemas.openxmlformats.org/officeDocument/2006/relationships/hyperlink" Target="https://www.servicesaustralia.gov.au/organisations/health-professionals/services/medicare/healthcare-identifiers-service-health-professionals"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help@digitalhealth.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veloperliaison@servicesaustralia.gov.au" TargetMode="External"/><Relationship Id="rId24" Type="http://schemas.openxmlformats.org/officeDocument/2006/relationships/hyperlink" Target="mailto:help@digitalhealth.gov.au"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digitalhealth.gov.au/" TargetMode="External"/><Relationship Id="rId10" Type="http://schemas.openxmlformats.org/officeDocument/2006/relationships/hyperlink" Target="https://developer.digitalhealth.gov.au/resources/clinical-information-system-cis-vs-contracted-service-provider-csp-software"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help@digitalhealth.gov.au" TargetMode="External"/><Relationship Id="rId14" Type="http://schemas.openxmlformats.org/officeDocument/2006/relationships/header" Target="header1.xml"/><Relationship Id="rId22" Type="http://schemas.openxmlformats.org/officeDocument/2006/relationships/hyperlink" Target="mailto:help@digitalhealth.gov.au"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34831AE50C4D5FB5DC8D5E696185ED"/>
        <w:category>
          <w:name w:val="General"/>
          <w:gallery w:val="placeholder"/>
        </w:category>
        <w:types>
          <w:type w:val="bbPlcHdr"/>
        </w:types>
        <w:behaviors>
          <w:behavior w:val="content"/>
        </w:behaviors>
        <w:guid w:val="{3125A02F-17BD-4046-96E4-4E549578D034}"/>
      </w:docPartPr>
      <w:docPartBody>
        <w:p w:rsidR="0051661F" w:rsidRDefault="0051661F">
          <w:pPr>
            <w:pStyle w:val="F434831AE50C4D5FB5DC8D5E696185ED"/>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B6D04F6F1B964D45847AE4E40D5C1BB9"/>
        <w:category>
          <w:name w:val="General"/>
          <w:gallery w:val="placeholder"/>
        </w:category>
        <w:types>
          <w:type w:val="bbPlcHdr"/>
        </w:types>
        <w:behaviors>
          <w:behavior w:val="content"/>
        </w:behaviors>
        <w:guid w:val="{296F06BF-B6B6-456F-83D1-4160AA9F6754}"/>
      </w:docPartPr>
      <w:docPartBody>
        <w:p w:rsidR="0051661F" w:rsidRDefault="0051661F">
          <w:pPr>
            <w:pStyle w:val="B6D04F6F1B964D45847AE4E40D5C1BB9"/>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CDFB2047C8FB4CA3B161A2C9044F5A7B"/>
        <w:category>
          <w:name w:val="General"/>
          <w:gallery w:val="placeholder"/>
        </w:category>
        <w:types>
          <w:type w:val="bbPlcHdr"/>
        </w:types>
        <w:behaviors>
          <w:behavior w:val="content"/>
        </w:behaviors>
        <w:guid w:val="{E966E20E-7A45-4E0F-8455-E2E1013BFEC7}"/>
      </w:docPartPr>
      <w:docPartBody>
        <w:p w:rsidR="0051661F" w:rsidRDefault="00D1064B" w:rsidP="00D1064B">
          <w:pPr>
            <w:pStyle w:val="CDFB2047C8FB4CA3B161A2C9044F5A7B7"/>
          </w:pPr>
          <w:r w:rsidRPr="00143A54">
            <w:rPr>
              <w:rStyle w:val="PlaceholderText"/>
            </w:rPr>
            <w:t>[To be approved]</w:t>
          </w:r>
        </w:p>
      </w:docPartBody>
    </w:docPart>
    <w:docPart>
      <w:docPartPr>
        <w:name w:val="9291FBF10CC3461185E23F33CF19EA65"/>
        <w:category>
          <w:name w:val="General"/>
          <w:gallery w:val="placeholder"/>
        </w:category>
        <w:types>
          <w:type w:val="bbPlcHdr"/>
        </w:types>
        <w:behaviors>
          <w:behavior w:val="content"/>
        </w:behaviors>
        <w:guid w:val="{88F46E4F-A6C9-4702-8050-732F390705C1}"/>
      </w:docPartPr>
      <w:docPartBody>
        <w:p w:rsidR="0051661F" w:rsidRDefault="0051661F" w:rsidP="0051661F">
          <w:pPr>
            <w:pStyle w:val="9291FBF10CC3461185E23F33CF19EA656"/>
          </w:pPr>
          <w:r>
            <w:rPr>
              <w:rStyle w:val="PlaceholderText"/>
            </w:rPr>
            <w:t>[Type version number to appear on approved document e.g. v1.0]</w:t>
          </w:r>
        </w:p>
      </w:docPartBody>
    </w:docPart>
    <w:docPart>
      <w:docPartPr>
        <w:name w:val="146A0AEDDCE54B8580AFDCAFC41FDB50"/>
        <w:category>
          <w:name w:val="General"/>
          <w:gallery w:val="placeholder"/>
        </w:category>
        <w:types>
          <w:type w:val="bbPlcHdr"/>
        </w:types>
        <w:behaviors>
          <w:behavior w:val="content"/>
        </w:behaviors>
        <w:guid w:val="{1F00D89B-5489-4449-A432-2028A4B87B85}"/>
      </w:docPartPr>
      <w:docPartBody>
        <w:p w:rsidR="0051661F" w:rsidRDefault="0051661F">
          <w:pPr>
            <w:pStyle w:val="146A0AEDDCE54B8580AFDCAFC41FDB50"/>
          </w:pPr>
          <w:r w:rsidRPr="00E76947">
            <w:rPr>
              <w:rStyle w:val="PlaceholderText"/>
            </w:rPr>
            <w:t xml:space="preserve">Choose </w:t>
          </w:r>
          <w:r>
            <w:rPr>
              <w:rStyle w:val="PlaceholderText"/>
            </w:rPr>
            <w:t>status.</w:t>
          </w:r>
        </w:p>
      </w:docPartBody>
    </w:docPart>
    <w:docPart>
      <w:docPartPr>
        <w:name w:val="98CD8C0738BC42C796273D1D58973E2A"/>
        <w:category>
          <w:name w:val="General"/>
          <w:gallery w:val="placeholder"/>
        </w:category>
        <w:types>
          <w:type w:val="bbPlcHdr"/>
        </w:types>
        <w:behaviors>
          <w:behavior w:val="content"/>
        </w:behaviors>
        <w:guid w:val="{9F05881F-2B32-4299-9F94-745031FEF148}"/>
      </w:docPartPr>
      <w:docPartBody>
        <w:p w:rsidR="0051661F" w:rsidRDefault="0051661F">
          <w:pPr>
            <w:pStyle w:val="98CD8C0738BC42C796273D1D58973E2A"/>
          </w:pPr>
          <w:r w:rsidRPr="00E76947">
            <w:rPr>
              <w:rStyle w:val="PlaceholderText"/>
            </w:rPr>
            <w:t xml:space="preserve">Choose </w:t>
          </w:r>
          <w:r>
            <w:rPr>
              <w:rStyle w:val="PlaceholderText"/>
            </w:rPr>
            <w:t>audience</w:t>
          </w:r>
          <w:r w:rsidRPr="00E76947">
            <w:rPr>
              <w:rStyle w:val="PlaceholderText"/>
            </w:rPr>
            <w:t>.</w:t>
          </w:r>
        </w:p>
      </w:docPartBody>
    </w:docPart>
    <w:docPart>
      <w:docPartPr>
        <w:name w:val="D6BD5BF0A6C54F4F996CD1FA8EA2B159"/>
        <w:category>
          <w:name w:val="General"/>
          <w:gallery w:val="placeholder"/>
        </w:category>
        <w:types>
          <w:type w:val="bbPlcHdr"/>
        </w:types>
        <w:behaviors>
          <w:behavior w:val="content"/>
        </w:behaviors>
        <w:guid w:val="{069E7849-5F77-468A-A04D-D799C56E74B0}"/>
      </w:docPartPr>
      <w:docPartBody>
        <w:p w:rsidR="0051661F" w:rsidRDefault="0051661F">
          <w:pPr>
            <w:pStyle w:val="D6BD5BF0A6C54F4F996CD1FA8EA2B159"/>
          </w:pPr>
          <w:r w:rsidRPr="00E76947">
            <w:rPr>
              <w:rStyle w:val="PlaceholderText"/>
            </w:rPr>
            <w:t xml:space="preserve">Choose </w:t>
          </w:r>
          <w:r>
            <w:rPr>
              <w:rStyle w:val="PlaceholderText"/>
            </w:rPr>
            <w:t>intended use</w:t>
          </w:r>
          <w:r w:rsidRPr="00E76947">
            <w:rPr>
              <w:rStyle w:val="PlaceholderText"/>
            </w:rPr>
            <w:t>.</w:t>
          </w:r>
        </w:p>
      </w:docPartBody>
    </w:docPart>
    <w:docPart>
      <w:docPartPr>
        <w:name w:val="363B8691C42E47739F7F14DCE1871942"/>
        <w:category>
          <w:name w:val="General"/>
          <w:gallery w:val="placeholder"/>
        </w:category>
        <w:types>
          <w:type w:val="bbPlcHdr"/>
        </w:types>
        <w:behaviors>
          <w:behavior w:val="content"/>
        </w:behaviors>
        <w:guid w:val="{F1F5C2D3-1E6C-4E32-964F-64E98623BE17}"/>
      </w:docPartPr>
      <w:docPartBody>
        <w:p w:rsidR="0051661F" w:rsidRDefault="0051661F">
          <w:pPr>
            <w:pStyle w:val="363B8691C42E47739F7F14DCE1871942"/>
          </w:pPr>
          <w:r w:rsidRPr="00B82A66">
            <w:rPr>
              <w:rStyle w:val="PlaceholderText"/>
              <w:szCs w:val="18"/>
            </w:rPr>
            <w:t>Type space to delete label.</w:t>
          </w:r>
        </w:p>
      </w:docPartBody>
    </w:docPart>
    <w:docPart>
      <w:docPartPr>
        <w:name w:val="7A2CA64B84624B5C9444D4B1E4CCD0E2"/>
        <w:category>
          <w:name w:val="General"/>
          <w:gallery w:val="placeholder"/>
        </w:category>
        <w:types>
          <w:type w:val="bbPlcHdr"/>
        </w:types>
        <w:behaviors>
          <w:behavior w:val="content"/>
        </w:behaviors>
        <w:guid w:val="{D882F74B-E0DA-4391-B279-75FA5AE7163A}"/>
      </w:docPartPr>
      <w:docPartBody>
        <w:p w:rsidR="0051661F" w:rsidRDefault="0051661F">
          <w:pPr>
            <w:pStyle w:val="7A2CA64B84624B5C9444D4B1E4CCD0E2"/>
          </w:pPr>
          <w:r w:rsidRPr="00B82A66">
            <w:rPr>
              <w:rStyle w:val="PlaceholderText"/>
            </w:rPr>
            <w:t>[Click here and type document identifier]</w:t>
          </w:r>
        </w:p>
      </w:docPartBody>
    </w:docPart>
    <w:docPart>
      <w:docPartPr>
        <w:name w:val="DBCAE163D5704797B15F52610DB5B3AE"/>
        <w:category>
          <w:name w:val="General"/>
          <w:gallery w:val="placeholder"/>
        </w:category>
        <w:types>
          <w:type w:val="bbPlcHdr"/>
        </w:types>
        <w:behaviors>
          <w:behavior w:val="content"/>
        </w:behaviors>
        <w:guid w:val="{C85BF00E-3012-428A-ADE3-F99E813567B3}"/>
      </w:docPartPr>
      <w:docPartBody>
        <w:p w:rsidR="0051661F" w:rsidRDefault="0051661F">
          <w:pPr>
            <w:pStyle w:val="DBCAE163D5704797B15F52610DB5B3AE"/>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0D12D127511D479D805282364B01856D"/>
        <w:category>
          <w:name w:val="General"/>
          <w:gallery w:val="placeholder"/>
        </w:category>
        <w:types>
          <w:type w:val="bbPlcHdr"/>
        </w:types>
        <w:behaviors>
          <w:behavior w:val="content"/>
        </w:behaviors>
        <w:guid w:val="{9BC45162-DF44-40A4-B876-994BD5194B38}"/>
      </w:docPartPr>
      <w:docPartBody>
        <w:p w:rsidR="0051661F" w:rsidRDefault="0051661F">
          <w:pPr>
            <w:pStyle w:val="0D12D127511D479D805282364B01856D"/>
          </w:pPr>
          <w:r w:rsidRPr="00782386">
            <w:rPr>
              <w:rStyle w:val="PlaceholderText"/>
            </w:rPr>
            <w:t>[</w:t>
          </w:r>
          <w:r>
            <w:rPr>
              <w:rStyle w:val="PlaceholderText"/>
            </w:rPr>
            <w:t>Subject</w:t>
          </w:r>
          <w:r w:rsidRPr="00782386">
            <w:rPr>
              <w:rStyle w:val="PlaceholderText"/>
            </w:rPr>
            <w:t>]</w:t>
          </w:r>
        </w:p>
      </w:docPartBody>
    </w:docPart>
    <w:docPart>
      <w:docPartPr>
        <w:name w:val="C70717EDB82D46B6992FA3A60BC059B1"/>
        <w:category>
          <w:name w:val="General"/>
          <w:gallery w:val="placeholder"/>
        </w:category>
        <w:types>
          <w:type w:val="bbPlcHdr"/>
        </w:types>
        <w:behaviors>
          <w:behavior w:val="content"/>
        </w:behaviors>
        <w:guid w:val="{4417D712-EEB3-49C1-8EAB-C112A5322235}"/>
      </w:docPartPr>
      <w:docPartBody>
        <w:p w:rsidR="0051661F" w:rsidRDefault="0051661F">
          <w:pPr>
            <w:pStyle w:val="C70717EDB82D46B6992FA3A60BC059B1"/>
          </w:pPr>
          <w:r w:rsidRPr="00782386">
            <w:rPr>
              <w:rStyle w:val="PlaceholderText"/>
            </w:rPr>
            <w:t>[</w:t>
          </w:r>
          <w:r>
            <w:rPr>
              <w:rStyle w:val="PlaceholderText"/>
            </w:rPr>
            <w:t>T</w:t>
          </w:r>
          <w:r w:rsidRPr="00782386">
            <w:rPr>
              <w:rStyle w:val="PlaceholderText"/>
            </w:rPr>
            <w:t>itle]</w:t>
          </w:r>
        </w:p>
      </w:docPartBody>
    </w:docPart>
    <w:docPart>
      <w:docPartPr>
        <w:name w:val="D36458CE55C04311A9FFACA0818110F3"/>
        <w:category>
          <w:name w:val="General"/>
          <w:gallery w:val="placeholder"/>
        </w:category>
        <w:types>
          <w:type w:val="bbPlcHdr"/>
        </w:types>
        <w:behaviors>
          <w:behavior w:val="content"/>
        </w:behaviors>
        <w:guid w:val="{7EF4A6AD-224E-4D10-B9EA-F20BD65A6C52}"/>
      </w:docPartPr>
      <w:docPartBody>
        <w:p w:rsidR="0051661F" w:rsidRDefault="0051661F" w:rsidP="0051661F">
          <w:pPr>
            <w:pStyle w:val="D36458CE55C04311A9FFACA0818110F36"/>
          </w:pPr>
          <w:r>
            <w:rPr>
              <w:rStyle w:val="PlaceholderText"/>
            </w:rPr>
            <w:t>Version to appear on approved document e.g. v1.0</w:t>
          </w:r>
        </w:p>
      </w:docPartBody>
    </w:docPart>
    <w:docPart>
      <w:docPartPr>
        <w:name w:val="1B4C2D7DF6FF4E37B163AF290F512CC0"/>
        <w:category>
          <w:name w:val="General"/>
          <w:gallery w:val="placeholder"/>
        </w:category>
        <w:types>
          <w:type w:val="bbPlcHdr"/>
        </w:types>
        <w:behaviors>
          <w:behavior w:val="content"/>
        </w:behaviors>
        <w:guid w:val="{71E6F1EF-B470-49B5-9CC8-D697684EB05D}"/>
      </w:docPartPr>
      <w:docPartBody>
        <w:p w:rsidR="001753C3" w:rsidRDefault="008278F5" w:rsidP="008278F5">
          <w:pPr>
            <w:pStyle w:val="1B4C2D7DF6FF4E37B163AF290F512CC0"/>
          </w:pPr>
          <w:r w:rsidRPr="0077064F">
            <w:rPr>
              <w:rStyle w:val="PlaceholderText"/>
            </w:rPr>
            <w:t>Click here to enter a date.</w:t>
          </w:r>
        </w:p>
      </w:docPartBody>
    </w:docPart>
    <w:docPart>
      <w:docPartPr>
        <w:name w:val="6DA6D64CDB4148AF8AAC87AEA1AFE6A3"/>
        <w:category>
          <w:name w:val="General"/>
          <w:gallery w:val="placeholder"/>
        </w:category>
        <w:types>
          <w:type w:val="bbPlcHdr"/>
        </w:types>
        <w:behaviors>
          <w:behavior w:val="content"/>
        </w:behaviors>
        <w:guid w:val="{880759FE-E4B2-4384-88FA-57F1613F6A50}"/>
      </w:docPartPr>
      <w:docPartBody>
        <w:p w:rsidR="005B44D5" w:rsidRDefault="00076898" w:rsidP="00076898">
          <w:pPr>
            <w:pStyle w:val="6DA6D64CDB4148AF8AAC87AEA1AFE6A3"/>
          </w:pPr>
          <w:r w:rsidRPr="001C55F2">
            <w:rPr>
              <w:rStyle w:val="PlaceholderText"/>
            </w:rPr>
            <w:t>[To be approved]</w:t>
          </w:r>
        </w:p>
      </w:docPartBody>
    </w:docPart>
    <w:docPart>
      <w:docPartPr>
        <w:name w:val="51B8450274B54A49B1B96796146530BA"/>
        <w:category>
          <w:name w:val="General"/>
          <w:gallery w:val="placeholder"/>
        </w:category>
        <w:types>
          <w:type w:val="bbPlcHdr"/>
        </w:types>
        <w:behaviors>
          <w:behavior w:val="content"/>
        </w:behaviors>
        <w:guid w:val="{8A589766-465E-4E7B-B5BD-ACBC13056A9C}"/>
      </w:docPartPr>
      <w:docPartBody>
        <w:p w:rsidR="005B44D5" w:rsidRDefault="00076898" w:rsidP="00076898">
          <w:pPr>
            <w:pStyle w:val="51B8450274B54A49B1B96796146530BA"/>
          </w:pPr>
          <w:r w:rsidRPr="00E12251">
            <w:rPr>
              <w:rStyle w:val="PlaceholderText"/>
              <w:b/>
              <w:color w:val="FF0000"/>
              <w:sz w:val="28"/>
              <w:szCs w:val="28"/>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61F"/>
    <w:rsid w:val="0006313F"/>
    <w:rsid w:val="00076898"/>
    <w:rsid w:val="00084DA0"/>
    <w:rsid w:val="0009370C"/>
    <w:rsid w:val="00111916"/>
    <w:rsid w:val="001445D7"/>
    <w:rsid w:val="001567A2"/>
    <w:rsid w:val="001753C3"/>
    <w:rsid w:val="001B5A3E"/>
    <w:rsid w:val="001B7598"/>
    <w:rsid w:val="00370292"/>
    <w:rsid w:val="003817A9"/>
    <w:rsid w:val="003F0F38"/>
    <w:rsid w:val="0046424C"/>
    <w:rsid w:val="00467A0F"/>
    <w:rsid w:val="004A4EED"/>
    <w:rsid w:val="004C317D"/>
    <w:rsid w:val="0051661F"/>
    <w:rsid w:val="00516D02"/>
    <w:rsid w:val="00594DA5"/>
    <w:rsid w:val="005B44D5"/>
    <w:rsid w:val="005B7C7C"/>
    <w:rsid w:val="00636479"/>
    <w:rsid w:val="00644B25"/>
    <w:rsid w:val="00706A0C"/>
    <w:rsid w:val="007B2F48"/>
    <w:rsid w:val="007F60F9"/>
    <w:rsid w:val="008278F5"/>
    <w:rsid w:val="00846675"/>
    <w:rsid w:val="00895119"/>
    <w:rsid w:val="00905A7A"/>
    <w:rsid w:val="0093191E"/>
    <w:rsid w:val="00940C3D"/>
    <w:rsid w:val="00985DA0"/>
    <w:rsid w:val="009C5AD8"/>
    <w:rsid w:val="009E3E7F"/>
    <w:rsid w:val="009F047D"/>
    <w:rsid w:val="00A0645E"/>
    <w:rsid w:val="00A34265"/>
    <w:rsid w:val="00A4747C"/>
    <w:rsid w:val="00BD15B0"/>
    <w:rsid w:val="00C20A9E"/>
    <w:rsid w:val="00C26BB1"/>
    <w:rsid w:val="00C57E9E"/>
    <w:rsid w:val="00D1064B"/>
    <w:rsid w:val="00D6611A"/>
    <w:rsid w:val="00D70F5A"/>
    <w:rsid w:val="00DA008D"/>
    <w:rsid w:val="00DB65B5"/>
    <w:rsid w:val="00DC231D"/>
    <w:rsid w:val="00E27325"/>
    <w:rsid w:val="00E80654"/>
    <w:rsid w:val="00EA776A"/>
    <w:rsid w:val="00ED14D2"/>
    <w:rsid w:val="00EF6EB8"/>
    <w:rsid w:val="00F3594C"/>
    <w:rsid w:val="00F559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6675"/>
    <w:rPr>
      <w:color w:val="808080"/>
    </w:rPr>
  </w:style>
  <w:style w:type="paragraph" w:customStyle="1" w:styleId="F434831AE50C4D5FB5DC8D5E696185ED">
    <w:name w:val="F434831AE50C4D5FB5DC8D5E696185ED"/>
  </w:style>
  <w:style w:type="paragraph" w:customStyle="1" w:styleId="B6D04F6F1B964D45847AE4E40D5C1BB9">
    <w:name w:val="B6D04F6F1B964D45847AE4E40D5C1BB9"/>
  </w:style>
  <w:style w:type="paragraph" w:customStyle="1" w:styleId="146A0AEDDCE54B8580AFDCAFC41FDB50">
    <w:name w:val="146A0AEDDCE54B8580AFDCAFC41FDB50"/>
  </w:style>
  <w:style w:type="paragraph" w:customStyle="1" w:styleId="98CD8C0738BC42C796273D1D58973E2A">
    <w:name w:val="98CD8C0738BC42C796273D1D58973E2A"/>
  </w:style>
  <w:style w:type="paragraph" w:customStyle="1" w:styleId="D6BD5BF0A6C54F4F996CD1FA8EA2B159">
    <w:name w:val="D6BD5BF0A6C54F4F996CD1FA8EA2B159"/>
  </w:style>
  <w:style w:type="paragraph" w:customStyle="1" w:styleId="363B8691C42E47739F7F14DCE1871942">
    <w:name w:val="363B8691C42E47739F7F14DCE1871942"/>
  </w:style>
  <w:style w:type="paragraph" w:customStyle="1" w:styleId="7A2CA64B84624B5C9444D4B1E4CCD0E2">
    <w:name w:val="7A2CA64B84624B5C9444D4B1E4CCD0E2"/>
  </w:style>
  <w:style w:type="paragraph" w:customStyle="1" w:styleId="DBCAE163D5704797B15F52610DB5B3AE">
    <w:name w:val="DBCAE163D5704797B15F52610DB5B3AE"/>
  </w:style>
  <w:style w:type="paragraph" w:customStyle="1" w:styleId="0D12D127511D479D805282364B01856D">
    <w:name w:val="0D12D127511D479D805282364B01856D"/>
  </w:style>
  <w:style w:type="paragraph" w:customStyle="1" w:styleId="C70717EDB82D46B6992FA3A60BC059B1">
    <w:name w:val="C70717EDB82D46B6992FA3A60BC059B1"/>
  </w:style>
  <w:style w:type="paragraph" w:customStyle="1" w:styleId="9291FBF10CC3461185E23F33CF19EA656">
    <w:name w:val="9291FBF10CC3461185E23F33CF19EA656"/>
    <w:rsid w:val="0051661F"/>
    <w:pPr>
      <w:spacing w:after="120" w:line="240" w:lineRule="auto"/>
    </w:pPr>
    <w:rPr>
      <w:rFonts w:ascii="Calibri" w:eastAsiaTheme="minorHAnsi" w:hAnsi="Calibri"/>
      <w:lang w:eastAsia="en-US"/>
    </w:rPr>
  </w:style>
  <w:style w:type="paragraph" w:customStyle="1" w:styleId="D36458CE55C04311A9FFACA0818110F36">
    <w:name w:val="D36458CE55C04311A9FFACA0818110F36"/>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7">
    <w:name w:val="CDFB2047C8FB4CA3B161A2C9044F5A7B7"/>
    <w:rsid w:val="00D1064B"/>
    <w:pPr>
      <w:spacing w:after="120" w:line="240" w:lineRule="auto"/>
    </w:pPr>
    <w:rPr>
      <w:rFonts w:ascii="Calibri" w:eastAsiaTheme="minorHAnsi" w:hAnsi="Calibri"/>
      <w:lang w:eastAsia="en-US"/>
    </w:rPr>
  </w:style>
  <w:style w:type="paragraph" w:customStyle="1" w:styleId="1B4C2D7DF6FF4E37B163AF290F512CC0">
    <w:name w:val="1B4C2D7DF6FF4E37B163AF290F512CC0"/>
    <w:rsid w:val="008278F5"/>
  </w:style>
  <w:style w:type="paragraph" w:customStyle="1" w:styleId="6DA6D64CDB4148AF8AAC87AEA1AFE6A3">
    <w:name w:val="6DA6D64CDB4148AF8AAC87AEA1AFE6A3"/>
    <w:rsid w:val="00076898"/>
    <w:rPr>
      <w:kern w:val="2"/>
      <w14:ligatures w14:val="standardContextual"/>
    </w:rPr>
  </w:style>
  <w:style w:type="paragraph" w:customStyle="1" w:styleId="51B8450274B54A49B1B96796146530BA">
    <w:name w:val="51B8450274B54A49B1B96796146530BA"/>
    <w:rsid w:val="0007689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v20231213</DocVersion>
  <DocStatus>Approved</DocStatus>
  <Audience>for external</Audience>
  <IntendedUse>use</IntendedUse>
  <dateOfApproval>2023-12-13T00:00:00</dateOfApproval>
  <Subject>My Health Record</Subject>
  <Title>Software Vendor Product Details Form</Title>
  <DocumentID>DH-3876:2023</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3FFD8D75-AD23-4FD3-B36F-B33F36E5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243</TotalTime>
  <Pages>9</Pages>
  <Words>1381</Words>
  <Characters>7877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Software Vendor Product Details Form</vt:lpstr>
    </vt:vector>
  </TitlesOfParts>
  <Company>Australian Digital Health Agency</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Vendor Product Details Form</dc:title>
  <dc:subject>My Health Record</dc:subject>
  <dc:creator>Australian Digital Health Agency</dc:creator>
  <cp:lastModifiedBy>Piya Chakma</cp:lastModifiedBy>
  <cp:revision>29</cp:revision>
  <cp:lastPrinted>2017-06-13T00:34:00Z</cp:lastPrinted>
  <dcterms:created xsi:type="dcterms:W3CDTF">2023-11-20T01:43:00Z</dcterms:created>
  <dcterms:modified xsi:type="dcterms:W3CDTF">2023-12-21T00:27:00Z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