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F2EC6" w14:textId="77777777" w:rsidR="000E5AEC" w:rsidRPr="00D64BE6" w:rsidRDefault="000E5AEC" w:rsidP="00FE754B">
      <w:pPr>
        <w:pStyle w:val="BodyText"/>
        <w:spacing w:after="0"/>
        <w:rPr>
          <w:sz w:val="4"/>
          <w:szCs w:val="4"/>
        </w:rPr>
        <w:sectPr w:rsidR="000E5AEC" w:rsidRPr="00D64BE6" w:rsidSect="00EC121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3345" w:right="1134" w:bottom="1134" w:left="1134" w:header="284" w:footer="567" w:gutter="0"/>
          <w:cols w:space="708"/>
          <w:docGrid w:linePitch="360"/>
        </w:sectPr>
      </w:pPr>
    </w:p>
    <w:p w14:paraId="47223FE4" w14:textId="1572AC17" w:rsidR="00374EDC" w:rsidRPr="00FC0387" w:rsidRDefault="00025D07" w:rsidP="005D5A7E">
      <w:pPr>
        <w:rPr>
          <w:rStyle w:val="Subject"/>
        </w:rPr>
      </w:pPr>
      <w:sdt>
        <w:sdtPr>
          <w:rPr>
            <w:rStyle w:val="Subject"/>
            <w:szCs w:val="28"/>
          </w:rPr>
          <w:alias w:val="Subject"/>
          <w:tag w:val=""/>
          <w:id w:val="439959842"/>
          <w:lock w:val="sdtLocked"/>
          <w:placeholder>
            <w:docPart w:val="1D498D46125A4D4397C327D4CBCEEA92"/>
          </w:placeholder>
          <w:dataBinding w:xpath="/root[1]/Subject[1]" w:storeItemID="{04FCC22D-C615-4C5D-9373-0A3A21D4C977}"/>
          <w:text/>
        </w:sdtPr>
        <w:sdtEndPr>
          <w:rPr>
            <w:rStyle w:val="DefaultParagraphFont"/>
            <w:b w:val="0"/>
            <w:sz w:val="22"/>
          </w:rPr>
        </w:sdtEndPr>
        <w:sdtContent>
          <w:r w:rsidR="00697F87">
            <w:rPr>
              <w:rStyle w:val="Subject"/>
              <w:szCs w:val="28"/>
            </w:rPr>
            <w:t>Health</w:t>
          </w:r>
          <w:r w:rsidR="00E15D06">
            <w:rPr>
              <w:rStyle w:val="Subject"/>
              <w:szCs w:val="28"/>
            </w:rPr>
            <w:t>care</w:t>
          </w:r>
          <w:r w:rsidR="00697F87">
            <w:rPr>
              <w:rStyle w:val="Subject"/>
              <w:szCs w:val="28"/>
            </w:rPr>
            <w:t xml:space="preserve"> Identifiers</w:t>
          </w:r>
        </w:sdtContent>
      </w:sdt>
    </w:p>
    <w:p w14:paraId="07F9DF21" w14:textId="77777777" w:rsidR="00DB2D5D" w:rsidRPr="008A0755" w:rsidRDefault="00025D07" w:rsidP="00143A54">
      <w:pPr>
        <w:pStyle w:val="Title"/>
      </w:pPr>
      <w:sdt>
        <w:sdtPr>
          <w:alias w:val="Title"/>
          <w:tag w:val=""/>
          <w:id w:val="962547465"/>
          <w:lock w:val="sdtLocked"/>
          <w:placeholder>
            <w:docPart w:val="4F9ACD3DB9E24C689DFDFA2EE9ECDEA5"/>
          </w:placeholder>
          <w:dataBinding w:xpath="/root[1]/Title[1]" w:storeItemID="{04FCC22D-C615-4C5D-9373-0A3A21D4C977}"/>
          <w:text/>
        </w:sdtPr>
        <w:sdtEndPr/>
        <w:sdtContent>
          <w:r w:rsidR="00160879">
            <w:t>Conformance Vendor Declaration F</w:t>
          </w:r>
          <w:r w:rsidR="00CD124B">
            <w:t>orm</w:t>
          </w:r>
        </w:sdtContent>
      </w:sdt>
    </w:p>
    <w:p w14:paraId="17F1AB8A" w14:textId="2697B875" w:rsidR="001C4614" w:rsidRDefault="00025D07" w:rsidP="00463826">
      <w:pPr>
        <w:pStyle w:val="BodyText"/>
        <w:spacing w:after="0"/>
      </w:pPr>
      <w:sdt>
        <w:sdtPr>
          <w:alias w:val="Date of approval (complete AFTER approval)"/>
          <w:tag w:val="DateOfApproval"/>
          <w:id w:val="1102925292"/>
          <w:lock w:val="sdtLocked"/>
          <w:placeholder>
            <w:docPart w:val="1CD5D75F6F9F460198109938F0744C5C"/>
          </w:placeholder>
          <w:dataBinding w:xpath="/root[1]/dateOfApproval[1]" w:storeItemID="{04FCC22D-C615-4C5D-9373-0A3A21D4C977}"/>
          <w:date w:fullDate="2024-07-23T00:00:00Z">
            <w:dateFormat w:val="d MMMM yyyy"/>
            <w:lid w:val="en-AU"/>
            <w:storeMappedDataAs w:val="dateTime"/>
            <w:calendar w:val="gregorian"/>
          </w:date>
        </w:sdtPr>
        <w:sdtEndPr/>
        <w:sdtContent>
          <w:r w:rsidR="00B53B1F">
            <w:t>23 July 2024</w:t>
          </w:r>
        </w:sdtContent>
      </w:sdt>
      <w:r w:rsidR="00934D18">
        <w:t xml:space="preserve"> </w:t>
      </w:r>
      <w:r w:rsidR="00463826">
        <w:t xml:space="preserve">  </w:t>
      </w:r>
      <w:sdt>
        <w:sdtPr>
          <w:alias w:val="Version"/>
          <w:tag w:val="Version"/>
          <w:id w:val="-1822030721"/>
          <w:lock w:val="sdtLocked"/>
          <w:placeholder>
            <w:docPart w:val="B7ADE4BC3236442B991BE812BED2A2FF"/>
          </w:placeholder>
          <w:dataBinding w:xpath="/root[1]/DocVersion[1]" w:storeItemID="{04FCC22D-C615-4C5D-9373-0A3A21D4C977}"/>
          <w:text/>
        </w:sdtPr>
        <w:sdtEndPr/>
        <w:sdtContent>
          <w:r w:rsidR="00B414AF">
            <w:t>v4.1</w:t>
          </w:r>
        </w:sdtContent>
      </w:sdt>
    </w:p>
    <w:p w14:paraId="2D4E899A" w14:textId="51FB85A6" w:rsidR="00A42970" w:rsidRDefault="00025D07" w:rsidP="004616FE">
      <w:pPr>
        <w:pStyle w:val="BodyText"/>
        <w:spacing w:after="0"/>
      </w:pPr>
      <w:sdt>
        <w:sdtPr>
          <w:rPr>
            <w:szCs w:val="16"/>
          </w:rPr>
          <w:alias w:val="Status"/>
          <w:tag w:val="DocStatus"/>
          <w:id w:val="-924804483"/>
          <w:lock w:val="sdtLocked"/>
          <w:placeholder>
            <w:docPart w:val="987F3D8FA5174B53B1696B8588F8DBBB"/>
          </w:placeholder>
          <w:dataBinding w:xpath="/root[1]/DocStatus[1]" w:storeItemID="{04FCC22D-C615-4C5D-9373-0A3A21D4C977}"/>
          <w:comboBox w:lastValue="Approved">
            <w:listItem w:value="Choose an item."/>
            <w:listItem w:displayText="Draft" w:value="Draft"/>
            <w:listItem w:displayText="Awaiting approval" w:value="Awaiting approval"/>
            <w:listItem w:displayText="Approved" w:value="Approved"/>
            <w:listItem w:displayText=" " w:value="  "/>
          </w:comboBox>
        </w:sdtPr>
        <w:sdtEndPr/>
        <w:sdtContent>
          <w:r w:rsidR="007F3EFF">
            <w:rPr>
              <w:szCs w:val="16"/>
            </w:rPr>
            <w:t>Approved</w:t>
          </w:r>
        </w:sdtContent>
      </w:sdt>
      <w:r w:rsidR="00A42970" w:rsidRPr="00877406">
        <w:rPr>
          <w:szCs w:val="16"/>
        </w:rPr>
        <w:t xml:space="preserve"> </w:t>
      </w:r>
      <w:sdt>
        <w:sdtPr>
          <w:rPr>
            <w:szCs w:val="16"/>
          </w:rPr>
          <w:alias w:val="Audience"/>
          <w:tag w:val="Audience"/>
          <w:id w:val="358949364"/>
          <w:lock w:val="sdtLocked"/>
          <w:placeholder>
            <w:docPart w:val="BD4D5DB296614796A83876FF87D11E70"/>
          </w:placeholder>
          <w:dataBinding w:xpath="/root[1]/Audience[1]" w:storeItemID="{04FCC22D-C615-4C5D-9373-0A3A21D4C977}"/>
          <w:comboBox w:lastValue="for external">
            <w:listItem w:value="Choose an item."/>
            <w:listItem w:displayText="for external" w:value="for external"/>
            <w:listItem w:displayText="for internal" w:value="for internal"/>
            <w:listItem w:displayText=" " w:value="  "/>
          </w:comboBox>
        </w:sdtPr>
        <w:sdtEndPr/>
        <w:sdtContent>
          <w:r w:rsidR="004437D4">
            <w:rPr>
              <w:szCs w:val="16"/>
            </w:rPr>
            <w:t>for external</w:t>
          </w:r>
        </w:sdtContent>
      </w:sdt>
      <w:r w:rsidR="00A42970" w:rsidRPr="00877406">
        <w:rPr>
          <w:szCs w:val="16"/>
        </w:rPr>
        <w:t xml:space="preserve"> </w:t>
      </w:r>
      <w:sdt>
        <w:sdtPr>
          <w:alias w:val="Intended use of approved document"/>
          <w:tag w:val="IntendedUse"/>
          <w:id w:val="-554928871"/>
          <w:lock w:val="sdtLocked"/>
          <w:placeholder>
            <w:docPart w:val="0890339207E54F65862B2E7BDAE0191A"/>
          </w:placeholder>
          <w:dataBinding w:xpath="/root[1]/IntendedUse[1]" w:storeItemID="{04FCC22D-C615-4C5D-9373-0A3A21D4C977}"/>
          <w:comboBox w:lastValue="use">
            <w:listItem w:value="Choose an item."/>
            <w:listItem w:displayText="trial use" w:value="trial use"/>
            <w:listItem w:displayText="consultation" w:value="consultation"/>
            <w:listItem w:displayText="review" w:value="review"/>
            <w:listItem w:displayText="use" w:value="use"/>
            <w:listItem w:displayText="information" w:value="information"/>
            <w:listItem w:displayText=" " w:value="  "/>
          </w:comboBox>
        </w:sdtPr>
        <w:sdtEndPr/>
        <w:sdtContent>
          <w:r w:rsidR="004437D4">
            <w:t>use</w:t>
          </w:r>
        </w:sdtContent>
      </w:sdt>
    </w:p>
    <w:p w14:paraId="3901A2D3" w14:textId="2989785B" w:rsidR="00B82A66" w:rsidRPr="00B82A66" w:rsidRDefault="00025D07" w:rsidP="00B82A66">
      <w:pPr>
        <w:pStyle w:val="BodyText"/>
        <w:rPr>
          <w:b/>
        </w:rPr>
      </w:pPr>
      <w:sdt>
        <w:sdtPr>
          <w:rPr>
            <w:b/>
          </w:rPr>
          <w:alias w:val="Document identifer label"/>
          <w:tag w:val="Document identifer label"/>
          <w:id w:val="1531763492"/>
          <w:lock w:val="sdtLocked"/>
          <w:placeholder>
            <w:docPart w:val="3CF40EA4B7D2421DA36B5583A6F20BD7"/>
          </w:placeholder>
        </w:sdtPr>
        <w:sdtEndPr>
          <w:rPr>
            <w:b w:val="0"/>
          </w:rPr>
        </w:sdtEndPr>
        <w:sdtContent>
          <w:r w:rsidR="00A941F9">
            <w:t>Reference Number</w:t>
          </w:r>
          <w:r w:rsidR="00B82A66" w:rsidRPr="00804C31">
            <w:t>:</w:t>
          </w:r>
        </w:sdtContent>
      </w:sdt>
      <w:r w:rsidR="00B82A66" w:rsidRPr="00804C31">
        <w:t xml:space="preserve"> </w:t>
      </w:r>
      <w:sdt>
        <w:sdtPr>
          <w:rPr>
            <w:rFonts w:cs="Calibri"/>
            <w:color w:val="252423"/>
            <w:shd w:val="clear" w:color="auto" w:fill="FFFFFF"/>
          </w:rPr>
          <w:alias w:val="Document identifier"/>
          <w:tag w:val="DocumentID"/>
          <w:id w:val="1408191130"/>
          <w:lock w:val="sdtLocked"/>
          <w:placeholder>
            <w:docPart w:val="80A396CA1B9946D5983C23EE3B600321"/>
          </w:placeholder>
          <w:dataBinding w:xpath="/root[1]/DocumentID[1]" w:storeItemID="{04FCC22D-C615-4C5D-9373-0A3A21D4C977}"/>
          <w:text/>
        </w:sdtPr>
        <w:sdtEndPr/>
        <w:sdtContent>
          <w:r w:rsidR="00730554" w:rsidRPr="00AE3215">
            <w:rPr>
              <w:rFonts w:cs="Calibri"/>
              <w:color w:val="252423"/>
              <w:shd w:val="clear" w:color="auto" w:fill="FFFFFF"/>
            </w:rPr>
            <w:t>CRM Reference Number</w:t>
          </w:r>
        </w:sdtContent>
      </w:sdt>
    </w:p>
    <w:p w14:paraId="0ED0563E" w14:textId="73495D3F" w:rsidR="00CD124B" w:rsidRDefault="00B53B1F" w:rsidP="00B6301C">
      <w:pPr>
        <w:pStyle w:val="BodyText"/>
      </w:pPr>
      <w:fldSimple w:instr=" USERADDRESS  &quot;Document ID:&quot;  \* MERGEFORMAT ">
        <w:r w:rsidR="00B23F52">
          <w:rPr>
            <w:noProof/>
          </w:rPr>
          <w:t>Document ID:</w:t>
        </w:r>
      </w:fldSimple>
      <w:r w:rsidR="00B23F52">
        <w:t xml:space="preserve"> </w:t>
      </w:r>
      <w:r w:rsidR="00884E3D" w:rsidRPr="00025D07">
        <w:rPr>
          <w:rFonts w:cs="Calibri"/>
          <w:spacing w:val="2"/>
          <w:sz w:val="21"/>
          <w:szCs w:val="21"/>
          <w:shd w:val="clear" w:color="auto" w:fill="FFFFFF"/>
        </w:rPr>
        <w:t>DH-3925:2024</w:t>
      </w:r>
    </w:p>
    <w:tbl>
      <w:tblPr>
        <w:tblStyle w:val="TableGrid1"/>
        <w:tblW w:w="5433" w:type="pct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2243"/>
        <w:gridCol w:w="734"/>
        <w:gridCol w:w="142"/>
        <w:gridCol w:w="1421"/>
        <w:gridCol w:w="707"/>
        <w:gridCol w:w="2668"/>
      </w:tblGrid>
      <w:tr w:rsidR="00CD124B" w:rsidRPr="00CD124B" w14:paraId="500F0656" w14:textId="77777777" w:rsidTr="00F873CC">
        <w:trPr>
          <w:jc w:val="center"/>
        </w:trPr>
        <w:tc>
          <w:tcPr>
            <w:tcW w:w="5000" w:type="pct"/>
            <w:gridSpan w:val="8"/>
            <w:shd w:val="clear" w:color="auto" w:fill="FFFFFF"/>
          </w:tcPr>
          <w:p w14:paraId="698936FA" w14:textId="5E3B5CE1" w:rsidR="00CD124B" w:rsidRPr="00452D7A" w:rsidRDefault="00AE263D" w:rsidP="00452D7A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9922C0">
              <w:rPr>
                <w:rFonts w:ascii="Calibri" w:hAnsi="Calibri" w:cs="Calibri"/>
                <w:iCs/>
                <w:sz w:val="22"/>
                <w:szCs w:val="22"/>
              </w:rPr>
              <w:t xml:space="preserve">This form facilitates a vendor’s declaration that their </w:t>
            </w:r>
            <w:r w:rsidR="00FD3E7C" w:rsidRPr="009922C0">
              <w:rPr>
                <w:rFonts w:ascii="Calibri" w:hAnsi="Calibri" w:cs="Calibri"/>
                <w:iCs/>
                <w:sz w:val="22"/>
                <w:szCs w:val="22"/>
              </w:rPr>
              <w:t>software product conform</w:t>
            </w:r>
            <w:r w:rsidRPr="009922C0">
              <w:rPr>
                <w:rFonts w:ascii="Calibri" w:hAnsi="Calibri" w:cs="Calibri"/>
                <w:iCs/>
                <w:sz w:val="22"/>
                <w:szCs w:val="22"/>
              </w:rPr>
              <w:t>s</w:t>
            </w:r>
            <w:r w:rsidR="00FD3E7C" w:rsidRPr="009922C0">
              <w:rPr>
                <w:rFonts w:ascii="Calibri" w:hAnsi="Calibri" w:cs="Calibri"/>
                <w:iCs/>
                <w:sz w:val="22"/>
                <w:szCs w:val="22"/>
              </w:rPr>
              <w:t xml:space="preserve"> to the mandatory and relevant conditional requirements </w:t>
            </w:r>
            <w:r w:rsidR="00D203E8">
              <w:rPr>
                <w:rFonts w:ascii="Calibri" w:hAnsi="Calibri" w:cs="Calibri"/>
                <w:iCs/>
                <w:sz w:val="22"/>
                <w:szCs w:val="22"/>
              </w:rPr>
              <w:t>of</w:t>
            </w:r>
            <w:r w:rsidR="0046603C">
              <w:rPr>
                <w:rFonts w:ascii="Calibri" w:hAnsi="Calibri" w:cs="Calibri"/>
                <w:iCs/>
                <w:sz w:val="22"/>
                <w:szCs w:val="22"/>
              </w:rPr>
              <w:t xml:space="preserve"> the</w:t>
            </w:r>
            <w:r w:rsidR="00FD3E7C" w:rsidRPr="009922C0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452D7A" w:rsidRPr="005F2C2D">
              <w:rPr>
                <w:rFonts w:ascii="Calibri" w:hAnsi="Calibri" w:cs="Calibri"/>
                <w:i/>
                <w:sz w:val="22"/>
                <w:szCs w:val="22"/>
              </w:rPr>
              <w:t>Use of Healthcare Identifiers in Health Software Systems – Software Conformance Profile</w:t>
            </w:r>
            <w:r w:rsidR="00452D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46603C">
              <w:rPr>
                <w:rFonts w:ascii="Calibri" w:hAnsi="Calibri" w:cs="Calibri"/>
                <w:iCs/>
                <w:sz w:val="22"/>
                <w:szCs w:val="22"/>
              </w:rPr>
              <w:t>stated in section 2.</w:t>
            </w:r>
            <w:r w:rsidR="00452D7A">
              <w:rPr>
                <w:rFonts w:ascii="Calibri" w:hAnsi="Calibri" w:cs="Calibri"/>
                <w:iCs/>
                <w:sz w:val="22"/>
                <w:szCs w:val="22"/>
              </w:rPr>
              <w:t>3</w:t>
            </w:r>
            <w:r w:rsidRPr="009922C0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</w:tc>
      </w:tr>
      <w:tr w:rsidR="00CD124B" w:rsidRPr="00CD124B" w14:paraId="33C26A04" w14:textId="77777777" w:rsidTr="00F873CC">
        <w:trPr>
          <w:jc w:val="center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000000"/>
          </w:tcPr>
          <w:p w14:paraId="6B72F232" w14:textId="77777777" w:rsidR="00CD124B" w:rsidRPr="009922C0" w:rsidRDefault="00CD124B" w:rsidP="00CD124B">
            <w:pPr>
              <w:rPr>
                <w:rFonts w:ascii="Calibri" w:hAnsi="Calibri" w:cs="Calibri"/>
                <w:b/>
                <w:bCs/>
                <w:smallCaps/>
                <w:color w:val="000000"/>
                <w:spacing w:val="5"/>
                <w:sz w:val="22"/>
                <w:szCs w:val="22"/>
              </w:rPr>
            </w:pPr>
            <w:r w:rsidRPr="009922C0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Vendor instructions</w:t>
            </w:r>
          </w:p>
        </w:tc>
      </w:tr>
      <w:tr w:rsidR="00CD124B" w:rsidRPr="00CD124B" w14:paraId="2BA05FBB" w14:textId="77777777" w:rsidTr="00F873CC">
        <w:trPr>
          <w:jc w:val="center"/>
        </w:trPr>
        <w:tc>
          <w:tcPr>
            <w:tcW w:w="5000" w:type="pct"/>
            <w:gridSpan w:val="8"/>
            <w:tcBorders>
              <w:bottom w:val="nil"/>
            </w:tcBorders>
            <w:shd w:val="clear" w:color="auto" w:fill="FFFFFF"/>
          </w:tcPr>
          <w:p w14:paraId="1A4A3357" w14:textId="118752D9" w:rsidR="00CD124B" w:rsidRPr="002D7D12" w:rsidRDefault="00CD124B" w:rsidP="002D7D12">
            <w:pPr>
              <w:pStyle w:val="ListParagraph"/>
              <w:numPr>
                <w:ilvl w:val="0"/>
                <w:numId w:val="36"/>
              </w:numPr>
              <w:shd w:val="clear" w:color="auto" w:fill="FFFFFF"/>
              <w:ind w:left="714" w:hanging="357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22C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Please complete </w:t>
            </w:r>
            <w:r w:rsidR="00452D7A">
              <w:rPr>
                <w:rFonts w:ascii="Calibri" w:hAnsi="Calibri" w:cs="Calibri"/>
                <w:color w:val="000000"/>
                <w:sz w:val="22"/>
                <w:szCs w:val="22"/>
              </w:rPr>
              <w:t>and sign Section 3 – Vendor declaration</w:t>
            </w:r>
            <w:r w:rsidRPr="009922C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CD124B" w:rsidRPr="00CD124B" w14:paraId="11172405" w14:textId="77777777" w:rsidTr="00F873CC">
        <w:trPr>
          <w:jc w:val="center"/>
        </w:trPr>
        <w:tc>
          <w:tcPr>
            <w:tcW w:w="5000" w:type="pct"/>
            <w:gridSpan w:val="8"/>
            <w:tcBorders>
              <w:top w:val="nil"/>
            </w:tcBorders>
            <w:shd w:val="clear" w:color="auto" w:fill="FFC000"/>
          </w:tcPr>
          <w:p w14:paraId="42855B94" w14:textId="0AE1B4DE" w:rsidR="00CD124B" w:rsidRPr="00CD124B" w:rsidRDefault="00CD124B" w:rsidP="00CD124B">
            <w:pPr>
              <w:tabs>
                <w:tab w:val="left" w:pos="9690"/>
              </w:tabs>
              <w:spacing w:before="60" w:after="60"/>
              <w:rPr>
                <w:rFonts w:ascii="Calibri" w:hAnsi="Calibri" w:cs="Calibri"/>
                <w:b/>
                <w:smallCaps/>
                <w:sz w:val="24"/>
              </w:rPr>
            </w:pPr>
            <w:r w:rsidRPr="00CD124B">
              <w:rPr>
                <w:rFonts w:ascii="Calibri" w:hAnsi="Calibri" w:cs="Calibri"/>
                <w:b/>
                <w:smallCaps/>
                <w:sz w:val="24"/>
              </w:rPr>
              <w:t>SECTION 1</w:t>
            </w:r>
            <w:r w:rsidR="002D3405">
              <w:rPr>
                <w:rFonts w:ascii="Calibri" w:hAnsi="Calibri" w:cs="Calibri"/>
                <w:b/>
                <w:smallCaps/>
                <w:sz w:val="24"/>
              </w:rPr>
              <w:t xml:space="preserve"> </w:t>
            </w:r>
            <w:r w:rsidR="00261304">
              <w:rPr>
                <w:rFonts w:ascii="Calibri" w:hAnsi="Calibri" w:cs="Calibri"/>
                <w:b/>
                <w:smallCaps/>
                <w:sz w:val="24"/>
              </w:rPr>
              <w:t>–</w:t>
            </w:r>
            <w:r w:rsidR="002D3405">
              <w:rPr>
                <w:rFonts w:ascii="Calibri" w:hAnsi="Calibri" w:cs="Calibri"/>
                <w:b/>
                <w:smallCaps/>
                <w:sz w:val="24"/>
              </w:rPr>
              <w:t xml:space="preserve"> </w:t>
            </w:r>
            <w:r w:rsidR="00261304">
              <w:rPr>
                <w:rFonts w:ascii="Calibri" w:hAnsi="Calibri" w:cs="Calibri"/>
                <w:b/>
                <w:smallCaps/>
                <w:sz w:val="24"/>
              </w:rPr>
              <w:t>Organisation c</w:t>
            </w:r>
            <w:r w:rsidRPr="00CD124B">
              <w:rPr>
                <w:rFonts w:ascii="Calibri" w:hAnsi="Calibri" w:cs="Calibri"/>
                <w:b/>
                <w:smallCaps/>
                <w:sz w:val="24"/>
              </w:rPr>
              <w:t>ontact and software details</w:t>
            </w:r>
          </w:p>
        </w:tc>
      </w:tr>
      <w:tr w:rsidR="00CD124B" w:rsidRPr="00CD124B" w14:paraId="4C86C600" w14:textId="77777777" w:rsidTr="00F873CC">
        <w:trPr>
          <w:jc w:val="center"/>
        </w:trPr>
        <w:tc>
          <w:tcPr>
            <w:tcW w:w="5000" w:type="pct"/>
            <w:gridSpan w:val="8"/>
            <w:shd w:val="clear" w:color="auto" w:fill="000000"/>
          </w:tcPr>
          <w:p w14:paraId="3FCD92D5" w14:textId="77777777" w:rsidR="00CD124B" w:rsidRPr="00CD124B" w:rsidRDefault="00CD124B" w:rsidP="00CD124B">
            <w:pPr>
              <w:spacing w:before="60" w:after="60"/>
              <w:rPr>
                <w:rFonts w:ascii="Calibri" w:hAnsi="Calibri" w:cs="Calibri"/>
                <w:b/>
                <w:color w:val="FFFFFF"/>
                <w:sz w:val="24"/>
              </w:rPr>
            </w:pPr>
            <w:r w:rsidRPr="00CD124B">
              <w:rPr>
                <w:rFonts w:ascii="Calibri" w:hAnsi="Calibri" w:cs="Calibri"/>
                <w:b/>
                <w:sz w:val="24"/>
              </w:rPr>
              <w:t>1.1 Vendor details</w:t>
            </w:r>
            <w:r w:rsidRPr="00CD124B">
              <w:rPr>
                <w:rFonts w:ascii="Calibri" w:hAnsi="Calibri" w:cs="Calibri"/>
                <w:b/>
                <w:color w:val="FFFFFF"/>
                <w:sz w:val="24"/>
              </w:rPr>
              <w:t xml:space="preserve"> </w:t>
            </w:r>
          </w:p>
        </w:tc>
      </w:tr>
      <w:tr w:rsidR="00D203E8" w:rsidRPr="00CD124B" w14:paraId="7C307EC0" w14:textId="77777777" w:rsidTr="00D203E8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6966D8EC" w14:textId="432E9935" w:rsidR="00CD124B" w:rsidRPr="00684AD3" w:rsidRDefault="00261304" w:rsidP="00CD124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Organisation</w:t>
            </w:r>
            <w:r w:rsidR="00CD124B" w:rsidRPr="00684AD3">
              <w:rPr>
                <w:rFonts w:ascii="Calibri" w:hAnsi="Calibri" w:cs="Calibri"/>
                <w:sz w:val="22"/>
                <w:szCs w:val="22"/>
              </w:rPr>
              <w:t xml:space="preserve"> name</w:t>
            </w:r>
          </w:p>
        </w:tc>
        <w:tc>
          <w:tcPr>
            <w:tcW w:w="3783" w:type="pct"/>
            <w:gridSpan w:val="6"/>
            <w:vAlign w:val="bottom"/>
          </w:tcPr>
          <w:p w14:paraId="299CB74B" w14:textId="3146B8DE" w:rsidR="00CD124B" w:rsidRPr="000638F4" w:rsidRDefault="00CD124B" w:rsidP="00CD124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203E8" w:rsidRPr="00CD124B" w14:paraId="175A3EA4" w14:textId="77777777" w:rsidTr="00D203E8">
        <w:trPr>
          <w:trHeight w:val="325"/>
          <w:jc w:val="center"/>
        </w:trPr>
        <w:tc>
          <w:tcPr>
            <w:tcW w:w="1217" w:type="pct"/>
            <w:gridSpan w:val="2"/>
            <w:vMerge w:val="restart"/>
            <w:shd w:val="clear" w:color="auto" w:fill="D9D9D9"/>
            <w:vAlign w:val="center"/>
          </w:tcPr>
          <w:p w14:paraId="3E6C3F67" w14:textId="77777777" w:rsidR="00CD124B" w:rsidRPr="00684AD3" w:rsidRDefault="00CD124B" w:rsidP="00CD124B">
            <w:pPr>
              <w:rPr>
                <w:rFonts w:ascii="Calibri" w:hAnsi="Calibri" w:cs="Calibri"/>
                <w:sz w:val="22"/>
                <w:szCs w:val="22"/>
              </w:rPr>
            </w:pPr>
            <w:r w:rsidRPr="00684AD3">
              <w:rPr>
                <w:rFonts w:ascii="Calibri" w:hAnsi="Calibri" w:cs="Calibri"/>
                <w:sz w:val="22"/>
                <w:szCs w:val="22"/>
              </w:rPr>
              <w:t>Address</w:t>
            </w:r>
          </w:p>
        </w:tc>
        <w:tc>
          <w:tcPr>
            <w:tcW w:w="3783" w:type="pct"/>
            <w:gridSpan w:val="6"/>
            <w:vAlign w:val="bottom"/>
          </w:tcPr>
          <w:p w14:paraId="59C93745" w14:textId="715770A4" w:rsidR="00CD124B" w:rsidRPr="000638F4" w:rsidRDefault="00CD124B" w:rsidP="00CD124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E31" w:rsidRPr="00CD124B" w14:paraId="15E8BB4A" w14:textId="77777777" w:rsidTr="00D203E8">
        <w:trPr>
          <w:trHeight w:val="325"/>
          <w:jc w:val="center"/>
        </w:trPr>
        <w:tc>
          <w:tcPr>
            <w:tcW w:w="1217" w:type="pct"/>
            <w:gridSpan w:val="2"/>
            <w:vMerge/>
            <w:shd w:val="clear" w:color="auto" w:fill="D9D9D9"/>
          </w:tcPr>
          <w:p w14:paraId="7C21D49E" w14:textId="77777777" w:rsidR="00CD124B" w:rsidRPr="00CD124B" w:rsidRDefault="00CD124B" w:rsidP="00CD124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91" w:type="pct"/>
            <w:gridSpan w:val="3"/>
            <w:vAlign w:val="bottom"/>
          </w:tcPr>
          <w:p w14:paraId="38E6B6B2" w14:textId="0B0402B4" w:rsidR="00CD124B" w:rsidRPr="000638F4" w:rsidRDefault="00CD124B" w:rsidP="00CD124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638F4">
              <w:rPr>
                <w:rFonts w:ascii="Calibri" w:hAnsi="Calibri" w:cs="Calibri"/>
                <w:sz w:val="22"/>
                <w:szCs w:val="22"/>
              </w:rPr>
              <w:t xml:space="preserve">Suburb: </w:t>
            </w:r>
          </w:p>
        </w:tc>
        <w:tc>
          <w:tcPr>
            <w:tcW w:w="1017" w:type="pct"/>
            <w:gridSpan w:val="2"/>
            <w:vAlign w:val="bottom"/>
          </w:tcPr>
          <w:p w14:paraId="05FBA9E7" w14:textId="58ACD0CD" w:rsidR="00CD124B" w:rsidRPr="000638F4" w:rsidRDefault="00CD124B" w:rsidP="00CD124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638F4">
              <w:rPr>
                <w:rFonts w:ascii="Calibri" w:hAnsi="Calibri" w:cs="Calibri"/>
                <w:sz w:val="22"/>
                <w:szCs w:val="22"/>
              </w:rPr>
              <w:t xml:space="preserve">State: </w:t>
            </w:r>
          </w:p>
        </w:tc>
        <w:tc>
          <w:tcPr>
            <w:tcW w:w="1275" w:type="pct"/>
            <w:vAlign w:val="bottom"/>
          </w:tcPr>
          <w:p w14:paraId="22B1B13A" w14:textId="6B11A2A6" w:rsidR="00CD124B" w:rsidRPr="000638F4" w:rsidRDefault="00CD124B" w:rsidP="00CD124B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638F4">
              <w:rPr>
                <w:rFonts w:ascii="Calibri" w:hAnsi="Calibri" w:cs="Calibri"/>
                <w:sz w:val="22"/>
                <w:szCs w:val="22"/>
              </w:rPr>
              <w:t xml:space="preserve">Postcode:  </w:t>
            </w:r>
          </w:p>
        </w:tc>
      </w:tr>
      <w:tr w:rsidR="00D203E8" w:rsidRPr="00CD124B" w14:paraId="1720BAB8" w14:textId="77777777" w:rsidTr="00D203E8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6318BF34" w14:textId="22A72AB3" w:rsidR="00730554" w:rsidRPr="00730554" w:rsidRDefault="00730554" w:rsidP="007F0743">
            <w:pPr>
              <w:rPr>
                <w:rFonts w:ascii="Calibri" w:hAnsi="Calibri" w:cs="Calibri"/>
                <w:sz w:val="22"/>
                <w:szCs w:val="22"/>
              </w:rPr>
            </w:pPr>
            <w:r w:rsidRPr="00730554">
              <w:rPr>
                <w:rFonts w:ascii="Calibri" w:hAnsi="Calibri" w:cs="Calibri"/>
                <w:sz w:val="22"/>
                <w:szCs w:val="22"/>
              </w:rPr>
              <w:t>Website</w:t>
            </w:r>
          </w:p>
        </w:tc>
        <w:tc>
          <w:tcPr>
            <w:tcW w:w="3783" w:type="pct"/>
            <w:gridSpan w:val="6"/>
            <w:vAlign w:val="bottom"/>
          </w:tcPr>
          <w:p w14:paraId="476C0C4D" w14:textId="43705344" w:rsidR="00730554" w:rsidRPr="000E219D" w:rsidRDefault="00730554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24B" w:rsidRPr="00CD124B" w14:paraId="07D21596" w14:textId="77777777" w:rsidTr="00F873CC">
        <w:trPr>
          <w:trHeight w:val="325"/>
          <w:jc w:val="center"/>
        </w:trPr>
        <w:tc>
          <w:tcPr>
            <w:tcW w:w="5000" w:type="pct"/>
            <w:gridSpan w:val="8"/>
            <w:shd w:val="clear" w:color="auto" w:fill="000000"/>
          </w:tcPr>
          <w:p w14:paraId="1C65C8B9" w14:textId="38DD956F" w:rsidR="00CD124B" w:rsidRPr="00730554" w:rsidRDefault="00CD124B" w:rsidP="00CD124B">
            <w:pPr>
              <w:spacing w:before="60" w:after="60"/>
              <w:rPr>
                <w:rFonts w:ascii="Calibri" w:hAnsi="Calibri" w:cs="Calibri"/>
                <w:b/>
                <w:bCs/>
                <w:i/>
                <w:iCs/>
              </w:rPr>
            </w:pPr>
            <w:r w:rsidRPr="00CD124B">
              <w:rPr>
                <w:rFonts w:ascii="Calibri" w:hAnsi="Calibri" w:cs="Calibri"/>
                <w:b/>
                <w:sz w:val="24"/>
              </w:rPr>
              <w:t xml:space="preserve">1.2 Contact details </w:t>
            </w:r>
          </w:p>
        </w:tc>
      </w:tr>
      <w:tr w:rsidR="00D203E8" w:rsidRPr="00CD124B" w14:paraId="588C8702" w14:textId="77777777" w:rsidTr="00D203E8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37460B8E" w14:textId="13154B5C" w:rsidR="00AE3215" w:rsidRPr="00684AD3" w:rsidRDefault="00AE3215" w:rsidP="007F074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of contact</w:t>
            </w:r>
          </w:p>
        </w:tc>
        <w:tc>
          <w:tcPr>
            <w:tcW w:w="3783" w:type="pct"/>
            <w:gridSpan w:val="6"/>
            <w:vAlign w:val="bottom"/>
          </w:tcPr>
          <w:p w14:paraId="15362094" w14:textId="37A9CA7B" w:rsidR="00AE3215" w:rsidRPr="000638F4" w:rsidRDefault="00AE3215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203E8" w:rsidRPr="00CD124B" w14:paraId="41F2516D" w14:textId="77777777" w:rsidTr="00D203E8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22244F3D" w14:textId="73FB9485" w:rsidR="00AE3215" w:rsidRPr="00684AD3" w:rsidRDefault="00AE3215" w:rsidP="007F074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Position</w:t>
            </w:r>
          </w:p>
        </w:tc>
        <w:tc>
          <w:tcPr>
            <w:tcW w:w="3783" w:type="pct"/>
            <w:gridSpan w:val="6"/>
            <w:vAlign w:val="bottom"/>
          </w:tcPr>
          <w:p w14:paraId="6600A622" w14:textId="6D16EC0D" w:rsidR="00AE3215" w:rsidRPr="000638F4" w:rsidRDefault="00AE3215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203E8" w:rsidRPr="00CD124B" w14:paraId="0D01D332" w14:textId="77777777" w:rsidTr="00D203E8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082A8BBB" w14:textId="7F9580B5" w:rsidR="00AE3215" w:rsidRPr="00684AD3" w:rsidRDefault="00AE3215" w:rsidP="007F074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Telephone </w:t>
            </w:r>
          </w:p>
        </w:tc>
        <w:tc>
          <w:tcPr>
            <w:tcW w:w="3783" w:type="pct"/>
            <w:gridSpan w:val="6"/>
            <w:vAlign w:val="bottom"/>
          </w:tcPr>
          <w:p w14:paraId="633F4332" w14:textId="0232467D" w:rsidR="00AE3215" w:rsidRPr="000638F4" w:rsidRDefault="00AE3215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203E8" w:rsidRPr="00CD124B" w14:paraId="6ABCC08E" w14:textId="77777777" w:rsidTr="00D203E8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1A0FEC93" w14:textId="75066AC9" w:rsidR="00AE3215" w:rsidRPr="00684AD3" w:rsidRDefault="00AE3215" w:rsidP="007F074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Email</w:t>
            </w:r>
          </w:p>
        </w:tc>
        <w:tc>
          <w:tcPr>
            <w:tcW w:w="3783" w:type="pct"/>
            <w:gridSpan w:val="6"/>
            <w:vAlign w:val="bottom"/>
          </w:tcPr>
          <w:p w14:paraId="6FF37AD9" w14:textId="550FB014" w:rsidR="00AE3215" w:rsidRPr="000638F4" w:rsidRDefault="00AE3215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24B" w:rsidRPr="00CD124B" w14:paraId="4C73007C" w14:textId="77777777" w:rsidTr="00F873CC">
        <w:trPr>
          <w:trHeight w:val="325"/>
          <w:jc w:val="center"/>
        </w:trPr>
        <w:tc>
          <w:tcPr>
            <w:tcW w:w="5000" w:type="pct"/>
            <w:gridSpan w:val="8"/>
            <w:shd w:val="clear" w:color="auto" w:fill="000000"/>
          </w:tcPr>
          <w:p w14:paraId="289DE550" w14:textId="26FDD306" w:rsidR="00CD124B" w:rsidRPr="00CD124B" w:rsidRDefault="00CD124B" w:rsidP="00CD124B">
            <w:pPr>
              <w:spacing w:before="60" w:after="60"/>
              <w:rPr>
                <w:rFonts w:ascii="Calibri" w:hAnsi="Calibri" w:cs="Calibri"/>
                <w:b/>
                <w:sz w:val="24"/>
              </w:rPr>
            </w:pPr>
            <w:r w:rsidRPr="00CD124B">
              <w:rPr>
                <w:rFonts w:ascii="Calibri" w:hAnsi="Calibri" w:cs="Calibri"/>
                <w:b/>
                <w:sz w:val="24"/>
              </w:rPr>
              <w:t>1.3 Software product details</w:t>
            </w:r>
            <w:r w:rsidR="00163B9F">
              <w:rPr>
                <w:rFonts w:ascii="Calibri" w:hAnsi="Calibri" w:cs="Calibri"/>
                <w:b/>
                <w:sz w:val="24"/>
              </w:rPr>
              <w:t xml:space="preserve"> </w:t>
            </w:r>
          </w:p>
        </w:tc>
      </w:tr>
      <w:tr w:rsidR="00D203E8" w:rsidRPr="00CD124B" w14:paraId="24AE0972" w14:textId="77777777" w:rsidTr="007F0743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24DA3D38" w14:textId="3A65D9C9" w:rsidR="00D203E8" w:rsidRPr="00684AD3" w:rsidRDefault="00D203E8" w:rsidP="007F074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Commercial product name and version</w:t>
            </w:r>
          </w:p>
        </w:tc>
        <w:tc>
          <w:tcPr>
            <w:tcW w:w="3783" w:type="pct"/>
            <w:gridSpan w:val="6"/>
            <w:vAlign w:val="bottom"/>
          </w:tcPr>
          <w:p w14:paraId="636B411E" w14:textId="77777777" w:rsidR="00D203E8" w:rsidRPr="000638F4" w:rsidRDefault="00D203E8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7D12" w:rsidRPr="00CD124B" w14:paraId="425E83D2" w14:textId="77777777" w:rsidTr="007F0743">
        <w:trPr>
          <w:trHeight w:val="277"/>
          <w:jc w:val="center"/>
        </w:trPr>
        <w:tc>
          <w:tcPr>
            <w:tcW w:w="1217" w:type="pct"/>
            <w:gridSpan w:val="2"/>
            <w:shd w:val="clear" w:color="auto" w:fill="D9D9D9"/>
            <w:vAlign w:val="center"/>
          </w:tcPr>
          <w:p w14:paraId="0EEE1C15" w14:textId="77777777" w:rsidR="002D7D12" w:rsidRPr="00684AD3" w:rsidRDefault="002D7D12" w:rsidP="007F074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General d</w:t>
            </w:r>
            <w:r w:rsidRPr="00684AD3">
              <w:rPr>
                <w:rFonts w:ascii="Calibri" w:hAnsi="Calibri" w:cs="Calibri"/>
                <w:sz w:val="22"/>
                <w:szCs w:val="22"/>
              </w:rPr>
              <w:t xml:space="preserve">escription of software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684AD3">
              <w:rPr>
                <w:rFonts w:ascii="Calibri" w:hAnsi="Calibri" w:cs="Calibri"/>
                <w:sz w:val="22"/>
                <w:szCs w:val="22"/>
              </w:rPr>
              <w:t>roduct</w:t>
            </w:r>
          </w:p>
        </w:tc>
        <w:tc>
          <w:tcPr>
            <w:tcW w:w="3783" w:type="pct"/>
            <w:gridSpan w:val="6"/>
            <w:vAlign w:val="bottom"/>
          </w:tcPr>
          <w:p w14:paraId="752742E8" w14:textId="77777777" w:rsidR="002D7D12" w:rsidRPr="000638F4" w:rsidRDefault="002D7D12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34198C55" w14:textId="77777777" w:rsidR="000638F4" w:rsidRDefault="000638F4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34F8A855" w14:textId="231D3F7E" w:rsidR="000638F4" w:rsidRPr="000638F4" w:rsidRDefault="000638F4" w:rsidP="007F074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75E8" w:rsidRPr="00CD124B" w14:paraId="33FCB165" w14:textId="77777777" w:rsidTr="00F873CC">
        <w:trPr>
          <w:jc w:val="center"/>
        </w:trPr>
        <w:tc>
          <w:tcPr>
            <w:tcW w:w="3387" w:type="pct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8D08CC" w14:textId="374845F2" w:rsidR="00AE3215" w:rsidRPr="003B7507" w:rsidRDefault="002D7D12" w:rsidP="00AE3215">
            <w:pPr>
              <w:spacing w:before="60" w:after="60"/>
              <w:rPr>
                <w:rFonts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Implementation</w:t>
            </w:r>
            <w:r w:rsidR="00AE3215" w:rsidRPr="00414EF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E3215">
              <w:rPr>
                <w:rFonts w:ascii="Calibri" w:hAnsi="Calibri" w:cs="Calibri"/>
                <w:sz w:val="22"/>
                <w:szCs w:val="22"/>
              </w:rPr>
              <w:t xml:space="preserve">or </w:t>
            </w:r>
            <w:r w:rsidR="00AE3215" w:rsidRPr="00414EFF">
              <w:rPr>
                <w:rFonts w:ascii="Calibri" w:hAnsi="Calibri" w:cs="Calibri"/>
                <w:sz w:val="22"/>
                <w:szCs w:val="22"/>
              </w:rPr>
              <w:t>component name</w:t>
            </w:r>
            <w:r w:rsidR="00452D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203E8">
              <w:rPr>
                <w:rFonts w:ascii="Calibri" w:hAnsi="Calibri" w:cs="Calibri"/>
                <w:sz w:val="22"/>
                <w:szCs w:val="22"/>
              </w:rPr>
              <w:t>(</w:t>
            </w:r>
            <w:r w:rsidR="00D203E8" w:rsidRPr="00D203E8">
              <w:rPr>
                <w:rFonts w:ascii="Calibri" w:hAnsi="Calibri" w:cs="Calibri"/>
                <w:i/>
                <w:iCs/>
                <w:sz w:val="22"/>
                <w:szCs w:val="22"/>
              </w:rPr>
              <w:t>as presenting to the HI Service</w:t>
            </w:r>
            <w:r w:rsidR="00D203E8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613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976495" w14:textId="77777777" w:rsidR="00AE3215" w:rsidRPr="00414EFF" w:rsidRDefault="00AE3215" w:rsidP="00AE3215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414EFF">
              <w:rPr>
                <w:rFonts w:ascii="Calibri" w:hAnsi="Calibri" w:cs="Calibri"/>
                <w:sz w:val="22"/>
                <w:szCs w:val="22"/>
              </w:rPr>
              <w:t>Version number</w:t>
            </w:r>
          </w:p>
        </w:tc>
      </w:tr>
      <w:tr w:rsidR="00C575E8" w:rsidRPr="00CD124B" w14:paraId="6BE9E4BC" w14:textId="77777777" w:rsidTr="00F873CC">
        <w:trPr>
          <w:jc w:val="center"/>
        </w:trPr>
        <w:tc>
          <w:tcPr>
            <w:tcW w:w="3387" w:type="pct"/>
            <w:gridSpan w:val="6"/>
            <w:shd w:val="clear" w:color="auto" w:fill="auto"/>
            <w:vAlign w:val="center"/>
          </w:tcPr>
          <w:p w14:paraId="3C24B5FF" w14:textId="054CCA1A" w:rsidR="00AE3215" w:rsidRPr="000638F4" w:rsidRDefault="00AE3215" w:rsidP="00AE3215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3" w:type="pct"/>
            <w:gridSpan w:val="2"/>
            <w:shd w:val="clear" w:color="auto" w:fill="auto"/>
            <w:vAlign w:val="center"/>
          </w:tcPr>
          <w:p w14:paraId="6766C03D" w14:textId="606E5F59" w:rsidR="00AE3215" w:rsidRPr="000638F4" w:rsidRDefault="00AE3215" w:rsidP="00AE3215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75E8" w:rsidRPr="00CD124B" w14:paraId="36AC9758" w14:textId="77777777" w:rsidTr="00452D7A">
        <w:trPr>
          <w:trHeight w:val="428"/>
          <w:jc w:val="center"/>
        </w:trPr>
        <w:tc>
          <w:tcPr>
            <w:tcW w:w="3387" w:type="pct"/>
            <w:gridSpan w:val="6"/>
            <w:shd w:val="clear" w:color="auto" w:fill="auto"/>
            <w:vAlign w:val="center"/>
          </w:tcPr>
          <w:p w14:paraId="12CDC179" w14:textId="57CD987A" w:rsidR="00AE3215" w:rsidRPr="000638F4" w:rsidRDefault="00AE3215" w:rsidP="007F074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13" w:type="pct"/>
            <w:gridSpan w:val="2"/>
            <w:shd w:val="clear" w:color="auto" w:fill="auto"/>
            <w:vAlign w:val="center"/>
          </w:tcPr>
          <w:p w14:paraId="7A840B26" w14:textId="0B22F996" w:rsidR="00AE3215" w:rsidRPr="000638F4" w:rsidRDefault="00AE3215" w:rsidP="007F074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24B" w:rsidRPr="00CD124B" w14:paraId="7BA4F372" w14:textId="77777777" w:rsidTr="00F873CC">
        <w:trPr>
          <w:trHeight w:val="261"/>
          <w:jc w:val="center"/>
        </w:trPr>
        <w:tc>
          <w:tcPr>
            <w:tcW w:w="5000" w:type="pct"/>
            <w:gridSpan w:val="8"/>
            <w:shd w:val="clear" w:color="auto" w:fill="FFC000"/>
            <w:vAlign w:val="center"/>
          </w:tcPr>
          <w:p w14:paraId="1BED5A11" w14:textId="78DEB4C4" w:rsidR="00CD124B" w:rsidRPr="00CD124B" w:rsidRDefault="00CD124B" w:rsidP="00CD124B">
            <w:pPr>
              <w:spacing w:before="60" w:after="60"/>
              <w:rPr>
                <w:rFonts w:ascii="Calibri" w:hAnsi="Calibri" w:cs="Calibri"/>
                <w:b/>
                <w:smallCaps/>
                <w:sz w:val="24"/>
              </w:rPr>
            </w:pPr>
            <w:r w:rsidRPr="00CD124B">
              <w:rPr>
                <w:rFonts w:ascii="Calibri" w:hAnsi="Calibri" w:cs="Calibri"/>
                <w:b/>
                <w:smallCaps/>
                <w:sz w:val="24"/>
              </w:rPr>
              <w:lastRenderedPageBreak/>
              <w:t xml:space="preserve">SECTION 2 Software </w:t>
            </w:r>
            <w:r w:rsidR="00AE3215">
              <w:rPr>
                <w:rFonts w:ascii="Calibri" w:hAnsi="Calibri" w:cs="Calibri"/>
                <w:b/>
                <w:smallCaps/>
                <w:sz w:val="24"/>
              </w:rPr>
              <w:t>conformance</w:t>
            </w:r>
          </w:p>
        </w:tc>
      </w:tr>
      <w:tr w:rsidR="00CD124B" w:rsidRPr="00CD124B" w14:paraId="15F18186" w14:textId="77777777" w:rsidTr="00F873CC">
        <w:trPr>
          <w:jc w:val="center"/>
        </w:trPr>
        <w:tc>
          <w:tcPr>
            <w:tcW w:w="5000" w:type="pct"/>
            <w:gridSpan w:val="8"/>
            <w:shd w:val="clear" w:color="auto" w:fill="000000"/>
            <w:vAlign w:val="center"/>
          </w:tcPr>
          <w:p w14:paraId="021C623D" w14:textId="287A091B" w:rsidR="00CD124B" w:rsidRPr="00CD124B" w:rsidRDefault="00CD124B" w:rsidP="00CD124B">
            <w:pPr>
              <w:spacing w:before="60" w:after="60"/>
              <w:rPr>
                <w:rFonts w:ascii="Calibri" w:hAnsi="Calibri" w:cs="Calibri"/>
                <w:b/>
                <w:sz w:val="24"/>
              </w:rPr>
            </w:pPr>
            <w:r w:rsidRPr="00CD124B">
              <w:rPr>
                <w:rFonts w:ascii="Calibri" w:hAnsi="Calibri" w:cs="Calibri"/>
                <w:b/>
                <w:sz w:val="24"/>
              </w:rPr>
              <w:t>2.</w:t>
            </w:r>
            <w:r w:rsidR="005F2C2D">
              <w:rPr>
                <w:rFonts w:ascii="Calibri" w:hAnsi="Calibri" w:cs="Calibri"/>
                <w:b/>
                <w:sz w:val="24"/>
              </w:rPr>
              <w:t>1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Software </w:t>
            </w:r>
            <w:r w:rsidR="00EE26C0">
              <w:rPr>
                <w:rFonts w:ascii="Calibri" w:hAnsi="Calibri" w:cs="Calibri"/>
                <w:b/>
                <w:sz w:val="24"/>
              </w:rPr>
              <w:t>conformance – web services</w:t>
            </w:r>
          </w:p>
        </w:tc>
      </w:tr>
      <w:tr w:rsidR="00CB21FD" w:rsidRPr="00CD124B" w14:paraId="38AE006F" w14:textId="77777777" w:rsidTr="00F873CC">
        <w:trPr>
          <w:jc w:val="center"/>
        </w:trPr>
        <w:tc>
          <w:tcPr>
            <w:tcW w:w="5000" w:type="pct"/>
            <w:gridSpan w:val="8"/>
            <w:shd w:val="clear" w:color="auto" w:fill="D9D9D9"/>
            <w:vAlign w:val="center"/>
          </w:tcPr>
          <w:p w14:paraId="70A9AF11" w14:textId="101051B0" w:rsidR="00CB21FD" w:rsidRPr="00CD124B" w:rsidRDefault="00EE26C0" w:rsidP="00FC006C">
            <w:pPr>
              <w:spacing w:after="12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The implementation(s) accesses the following HI Service web services:</w:t>
            </w:r>
          </w:p>
        </w:tc>
      </w:tr>
      <w:tr w:rsidR="00F873CC" w:rsidRPr="00EE26C0" w14:paraId="61AA6D55" w14:textId="77777777" w:rsidTr="00D203E8">
        <w:trPr>
          <w:jc w:val="center"/>
        </w:trPr>
        <w:tc>
          <w:tcPr>
            <w:tcW w:w="607" w:type="pct"/>
            <w:shd w:val="clear" w:color="auto" w:fill="D9D9D9" w:themeFill="background1" w:themeFillShade="D9"/>
            <w:tcMar>
              <w:bottom w:w="170" w:type="dxa"/>
            </w:tcMar>
            <w:vAlign w:val="center"/>
          </w:tcPr>
          <w:p w14:paraId="6AEA78A1" w14:textId="77777777" w:rsidR="00F873CC" w:rsidRPr="00F873CC" w:rsidRDefault="00F873CC" w:rsidP="007F0743">
            <w:pPr>
              <w:ind w:left="317" w:hanging="283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F873CC">
              <w:rPr>
                <w:rFonts w:ascii="Arial" w:hAnsi="Arial" w:cs="Arial"/>
                <w:b/>
                <w:bCs/>
                <w:iCs/>
              </w:rPr>
              <w:t>TECH.SIS</w:t>
            </w:r>
          </w:p>
        </w:tc>
        <w:tc>
          <w:tcPr>
            <w:tcW w:w="2033" w:type="pct"/>
            <w:gridSpan w:val="3"/>
            <w:shd w:val="clear" w:color="auto" w:fill="D9D9D9" w:themeFill="background1" w:themeFillShade="D9"/>
            <w:vAlign w:val="center"/>
          </w:tcPr>
          <w:p w14:paraId="4022A2A9" w14:textId="77777777" w:rsidR="00F873CC" w:rsidRPr="00EE26C0" w:rsidRDefault="00F873CC" w:rsidP="007F0743">
            <w:pPr>
              <w:ind w:left="317" w:hanging="283"/>
              <w:rPr>
                <w:rFonts w:ascii="Arial" w:hAnsi="Arial" w:cs="Arial"/>
                <w:b/>
                <w:bCs/>
                <w:iCs/>
              </w:rPr>
            </w:pPr>
            <w:r w:rsidRPr="00EE26C0">
              <w:rPr>
                <w:rFonts w:ascii="Arial" w:hAnsi="Arial" w:cs="Arial"/>
                <w:b/>
                <w:bCs/>
                <w:iCs/>
              </w:rPr>
              <w:t>Web Service</w:t>
            </w:r>
          </w:p>
        </w:tc>
        <w:tc>
          <w:tcPr>
            <w:tcW w:w="1085" w:type="pct"/>
            <w:gridSpan w:val="3"/>
            <w:shd w:val="clear" w:color="auto" w:fill="D9D9D9" w:themeFill="background1" w:themeFillShade="D9"/>
            <w:vAlign w:val="center"/>
          </w:tcPr>
          <w:p w14:paraId="0BC71613" w14:textId="252EEF46" w:rsidR="00F873CC" w:rsidRPr="00EE26C0" w:rsidRDefault="00F873CC" w:rsidP="007F0743">
            <w:pPr>
              <w:ind w:left="317" w:hanging="283"/>
              <w:rPr>
                <w:rFonts w:ascii="Arial" w:hAnsi="Arial" w:cs="Arial"/>
                <w:b/>
                <w:bCs/>
                <w:iCs/>
              </w:rPr>
            </w:pPr>
            <w:r w:rsidRPr="00EE26C0">
              <w:rPr>
                <w:rFonts w:ascii="Arial" w:hAnsi="Arial" w:cs="Arial"/>
                <w:b/>
                <w:bCs/>
                <w:iCs/>
              </w:rPr>
              <w:t xml:space="preserve">Supported </w:t>
            </w:r>
            <w:r w:rsidR="00617E31">
              <w:rPr>
                <w:rFonts w:ascii="Arial" w:hAnsi="Arial" w:cs="Arial"/>
                <w:b/>
                <w:bCs/>
                <w:iCs/>
              </w:rPr>
              <w:t>v</w:t>
            </w:r>
            <w:r w:rsidRPr="00EE26C0">
              <w:rPr>
                <w:rFonts w:ascii="Arial" w:hAnsi="Arial" w:cs="Arial"/>
                <w:b/>
                <w:bCs/>
                <w:iCs/>
              </w:rPr>
              <w:t>ersions</w:t>
            </w:r>
          </w:p>
        </w:tc>
        <w:tc>
          <w:tcPr>
            <w:tcW w:w="1275" w:type="pct"/>
            <w:shd w:val="clear" w:color="auto" w:fill="D9D9D9" w:themeFill="background1" w:themeFillShade="D9"/>
            <w:vAlign w:val="center"/>
          </w:tcPr>
          <w:p w14:paraId="6FA680DC" w14:textId="5E3372F3" w:rsidR="00F873CC" w:rsidRPr="00EE26C0" w:rsidRDefault="00F873CC" w:rsidP="007F0743">
            <w:pPr>
              <w:ind w:left="317" w:hanging="283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EE26C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NOC tested as Contracted Service Provider </w:t>
            </w: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br/>
            </w:r>
            <w:r w:rsidRPr="00EE26C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(if applicable)</w:t>
            </w:r>
          </w:p>
        </w:tc>
      </w:tr>
      <w:tr w:rsidR="00F873CC" w:rsidRPr="00CD124B" w14:paraId="0B3FDF7A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623147FE" w14:textId="77777777" w:rsidR="00F873CC" w:rsidRPr="00310364" w:rsidRDefault="00F873CC" w:rsidP="007F0743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2033" w:type="pct"/>
            <w:gridSpan w:val="3"/>
            <w:vAlign w:val="center"/>
          </w:tcPr>
          <w:p w14:paraId="17A3CD9E" w14:textId="77777777" w:rsidR="00F873CC" w:rsidRPr="00310364" w:rsidRDefault="00F873CC" w:rsidP="007F0743">
            <w:pPr>
              <w:ind w:left="317" w:hanging="283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No web services have been implemented</w:t>
            </w:r>
          </w:p>
        </w:tc>
        <w:tc>
          <w:tcPr>
            <w:tcW w:w="1085" w:type="pct"/>
            <w:gridSpan w:val="3"/>
            <w:vAlign w:val="center"/>
          </w:tcPr>
          <w:p w14:paraId="0213E0EC" w14:textId="77777777" w:rsidR="00F873CC" w:rsidRDefault="00025D07" w:rsidP="007F0743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49130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4FA86BE4" w14:textId="77777777" w:rsidR="00F873CC" w:rsidRPr="0071326C" w:rsidRDefault="00025D07" w:rsidP="007F0743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172926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F873CC" w:rsidRPr="00CD124B" w14:paraId="7873D1B4" w14:textId="77777777" w:rsidTr="00D203E8">
        <w:trPr>
          <w:trHeight w:val="372"/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2C6D070A" w14:textId="77777777" w:rsidR="00F873CC" w:rsidRPr="00310364" w:rsidRDefault="00F873CC" w:rsidP="007F0743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05</w:t>
            </w:r>
          </w:p>
        </w:tc>
        <w:tc>
          <w:tcPr>
            <w:tcW w:w="2033" w:type="pct"/>
            <w:gridSpan w:val="3"/>
            <w:vAlign w:val="center"/>
          </w:tcPr>
          <w:p w14:paraId="6DB3DB8E" w14:textId="77777777" w:rsidR="00F873CC" w:rsidRPr="00310364" w:rsidRDefault="00F873CC" w:rsidP="007F0743">
            <w:pPr>
              <w:ind w:left="317" w:hanging="283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Update IHI via B2b</w:t>
            </w:r>
          </w:p>
        </w:tc>
        <w:tc>
          <w:tcPr>
            <w:tcW w:w="1085" w:type="pct"/>
            <w:gridSpan w:val="3"/>
            <w:vAlign w:val="center"/>
          </w:tcPr>
          <w:p w14:paraId="27FAB705" w14:textId="1D1DD0C8" w:rsidR="00F873CC" w:rsidRPr="00F873CC" w:rsidRDefault="00025D07" w:rsidP="007F0743">
            <w:pPr>
              <w:ind w:left="317" w:hanging="283"/>
              <w:rPr>
                <w:rFonts w:ascii="Calibri" w:hAnsi="Calibri" w:cs="Calibri"/>
              </w:rPr>
            </w:pPr>
            <w:sdt>
              <w:sdtPr>
                <w:rPr>
                  <w:rFonts w:cs="Calibri"/>
                </w:rPr>
                <w:id w:val="-91013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873C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84C0BF6" w14:textId="77777777" w:rsidR="00F873CC" w:rsidRPr="00F873CC" w:rsidRDefault="00025D07" w:rsidP="007F0743">
            <w:pPr>
              <w:ind w:left="317" w:hanging="283"/>
              <w:rPr>
                <w:rFonts w:ascii="Calibri" w:hAnsi="Calibri" w:cs="Calibri"/>
              </w:rPr>
            </w:pPr>
            <w:sdt>
              <w:sdtPr>
                <w:rPr>
                  <w:rFonts w:cs="Calibri"/>
                </w:rPr>
                <w:id w:val="194504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873C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</w:tr>
      <w:tr w:rsidR="00F873CC" w:rsidRPr="00CD124B" w14:paraId="7536CB02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0E40D177" w14:textId="77777777" w:rsidR="00F873CC" w:rsidRPr="00310364" w:rsidRDefault="00F873CC" w:rsidP="007F0743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06</w:t>
            </w:r>
          </w:p>
        </w:tc>
        <w:tc>
          <w:tcPr>
            <w:tcW w:w="2033" w:type="pct"/>
            <w:gridSpan w:val="3"/>
            <w:vAlign w:val="center"/>
          </w:tcPr>
          <w:p w14:paraId="67B08B6F" w14:textId="77777777" w:rsidR="00F873CC" w:rsidRPr="00310364" w:rsidRDefault="00F873CC" w:rsidP="007F0743">
            <w:pPr>
              <w:ind w:left="317" w:hanging="283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IHI Inquiry – Search via B2B</w:t>
            </w:r>
          </w:p>
        </w:tc>
        <w:tc>
          <w:tcPr>
            <w:tcW w:w="1085" w:type="pct"/>
            <w:gridSpan w:val="3"/>
            <w:vAlign w:val="center"/>
          </w:tcPr>
          <w:p w14:paraId="7AE20CEB" w14:textId="5C9DD987" w:rsidR="00F873CC" w:rsidRPr="00F873CC" w:rsidRDefault="00025D07" w:rsidP="007F0743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305676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873CC">
              <w:rPr>
                <w:rFonts w:ascii="Calibri" w:hAnsi="Calibri" w:cs="Calibri"/>
                <w:sz w:val="22"/>
                <w:szCs w:val="22"/>
              </w:rPr>
              <w:t>v3.0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4D168D47" w14:textId="77777777" w:rsidR="00F873CC" w:rsidRPr="00F873CC" w:rsidRDefault="00025D07" w:rsidP="007F0743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214515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873CC">
              <w:rPr>
                <w:rFonts w:ascii="Calibri" w:hAnsi="Calibri" w:cs="Calibri"/>
                <w:sz w:val="22"/>
                <w:szCs w:val="22"/>
              </w:rPr>
              <w:t>v3.0</w:t>
            </w:r>
          </w:p>
        </w:tc>
      </w:tr>
      <w:tr w:rsidR="00F873CC" w:rsidRPr="00CD124B" w14:paraId="0B38D37F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5CAE4C00" w14:textId="5BB983CE" w:rsidR="00F873CC" w:rsidRPr="00310364" w:rsidRDefault="00F873CC" w:rsidP="00F873CC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12</w:t>
            </w:r>
          </w:p>
        </w:tc>
        <w:tc>
          <w:tcPr>
            <w:tcW w:w="2033" w:type="pct"/>
            <w:gridSpan w:val="3"/>
            <w:vAlign w:val="center"/>
          </w:tcPr>
          <w:p w14:paraId="25A68893" w14:textId="56494119" w:rsidR="00F873CC" w:rsidRPr="00310364" w:rsidRDefault="00F873CC" w:rsidP="00F873CC">
            <w:pPr>
              <w:ind w:left="317" w:hanging="283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Consumer Search IHI Batch Synchronous</w:t>
            </w:r>
          </w:p>
        </w:tc>
        <w:tc>
          <w:tcPr>
            <w:tcW w:w="1085" w:type="pct"/>
            <w:gridSpan w:val="3"/>
            <w:vAlign w:val="center"/>
          </w:tcPr>
          <w:p w14:paraId="00D22A73" w14:textId="1CA2D27E" w:rsidR="00F873CC" w:rsidRDefault="00025D07" w:rsidP="00F873CC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346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873CC">
              <w:rPr>
                <w:rFonts w:ascii="Calibri" w:hAnsi="Calibri" w:cs="Calibri"/>
                <w:sz w:val="22"/>
                <w:szCs w:val="22"/>
              </w:rPr>
              <w:t>v3.0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19B3365A" w14:textId="65B24B69" w:rsidR="00F873CC" w:rsidRDefault="00025D07" w:rsidP="00F873CC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56175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73CC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F873C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873CC">
              <w:rPr>
                <w:rFonts w:ascii="Calibri" w:hAnsi="Calibri" w:cs="Calibri"/>
                <w:sz w:val="22"/>
                <w:szCs w:val="22"/>
              </w:rPr>
              <w:t>v3.0</w:t>
            </w:r>
          </w:p>
        </w:tc>
      </w:tr>
      <w:tr w:rsidR="00310364" w:rsidRPr="00CD124B" w14:paraId="4BF6D0AA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06B7D88D" w14:textId="76A1E37D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13</w:t>
            </w:r>
          </w:p>
        </w:tc>
        <w:tc>
          <w:tcPr>
            <w:tcW w:w="2033" w:type="pct"/>
            <w:gridSpan w:val="3"/>
            <w:vAlign w:val="center"/>
          </w:tcPr>
          <w:p w14:paraId="55FB4BCC" w14:textId="1C19A1B3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Manage Provider or Administrative Individual Details</w:t>
            </w:r>
          </w:p>
        </w:tc>
        <w:tc>
          <w:tcPr>
            <w:tcW w:w="1085" w:type="pct"/>
            <w:gridSpan w:val="3"/>
            <w:vAlign w:val="bottom"/>
          </w:tcPr>
          <w:p w14:paraId="2497C241" w14:textId="7DE04533" w:rsidR="00310364" w:rsidRPr="00310364" w:rsidRDefault="00025D07" w:rsidP="00310364">
            <w:pPr>
              <w:ind w:left="317" w:hanging="283"/>
              <w:rPr>
                <w:rFonts w:ascii="Calibri" w:hAnsi="Calibri" w:cs="Calibri"/>
                <w:iCs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-82697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6D03F5BA" w14:textId="77777777" w:rsidR="00310364" w:rsidRPr="00F873CC" w:rsidRDefault="00310364" w:rsidP="00310364">
            <w:pPr>
              <w:ind w:left="317" w:hanging="283"/>
              <w:rPr>
                <w:rFonts w:cs="Calibri"/>
              </w:rPr>
            </w:pPr>
          </w:p>
        </w:tc>
      </w:tr>
      <w:tr w:rsidR="00310364" w:rsidRPr="00CD124B" w14:paraId="1AAA8A79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35148440" w14:textId="738FA42F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14</w:t>
            </w:r>
          </w:p>
        </w:tc>
        <w:tc>
          <w:tcPr>
            <w:tcW w:w="2033" w:type="pct"/>
            <w:gridSpan w:val="3"/>
            <w:vAlign w:val="center"/>
          </w:tcPr>
          <w:p w14:paraId="6F225E45" w14:textId="1F2E1A98" w:rsidR="00310364" w:rsidRPr="00310364" w:rsidRDefault="00310364" w:rsidP="00310364">
            <w:pPr>
              <w:ind w:left="317" w:hanging="283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Manage provider Organisation Details</w:t>
            </w:r>
          </w:p>
        </w:tc>
        <w:tc>
          <w:tcPr>
            <w:tcW w:w="1085" w:type="pct"/>
            <w:gridSpan w:val="3"/>
            <w:vAlign w:val="bottom"/>
          </w:tcPr>
          <w:p w14:paraId="148760CD" w14:textId="61EB5C94" w:rsidR="00310364" w:rsidRPr="00310364" w:rsidRDefault="00025D07" w:rsidP="00310364">
            <w:pPr>
              <w:ind w:left="317" w:hanging="283"/>
              <w:rPr>
                <w:rFonts w:ascii="Calibri" w:hAnsi="Calibri" w:cs="Calibri"/>
                <w:iCs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-79167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289942F5" w14:textId="77777777" w:rsidR="00310364" w:rsidRPr="00F873CC" w:rsidRDefault="00310364" w:rsidP="00310364">
            <w:pPr>
              <w:ind w:left="317" w:hanging="283"/>
              <w:rPr>
                <w:rFonts w:cs="Calibri"/>
              </w:rPr>
            </w:pPr>
          </w:p>
        </w:tc>
      </w:tr>
      <w:tr w:rsidR="00310364" w:rsidRPr="00CD124B" w14:paraId="1805D072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1B8EF2CA" w14:textId="29C9C974" w:rsidR="00310364" w:rsidRPr="00310364" w:rsidRDefault="00310364" w:rsidP="007F0743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15</w:t>
            </w:r>
          </w:p>
        </w:tc>
        <w:tc>
          <w:tcPr>
            <w:tcW w:w="2033" w:type="pct"/>
            <w:gridSpan w:val="3"/>
            <w:vAlign w:val="center"/>
          </w:tcPr>
          <w:p w14:paraId="5604F703" w14:textId="13D208F7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</w:rPr>
              <w:t>Read Provider or Administrative Individual Details</w:t>
            </w:r>
          </w:p>
        </w:tc>
        <w:tc>
          <w:tcPr>
            <w:tcW w:w="1085" w:type="pct"/>
            <w:gridSpan w:val="3"/>
            <w:vAlign w:val="center"/>
          </w:tcPr>
          <w:p w14:paraId="178520CF" w14:textId="693F6D30" w:rsidR="00310364" w:rsidRPr="00F873CC" w:rsidRDefault="00025D07" w:rsidP="007F0743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935248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69485C32" w14:textId="77777777" w:rsidR="00310364" w:rsidRPr="00F873CC" w:rsidRDefault="00310364" w:rsidP="007F0743">
            <w:pPr>
              <w:ind w:left="317" w:hanging="283"/>
              <w:rPr>
                <w:rFonts w:cs="Calibri"/>
              </w:rPr>
            </w:pPr>
          </w:p>
        </w:tc>
      </w:tr>
      <w:tr w:rsidR="00310364" w:rsidRPr="00CD124B" w14:paraId="42A08866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321A5691" w14:textId="548F881E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16</w:t>
            </w:r>
          </w:p>
        </w:tc>
        <w:tc>
          <w:tcPr>
            <w:tcW w:w="2033" w:type="pct"/>
            <w:gridSpan w:val="3"/>
            <w:vAlign w:val="bottom"/>
          </w:tcPr>
          <w:p w14:paraId="3777D883" w14:textId="2165D39F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Read Provider Organisation Details</w:t>
            </w:r>
          </w:p>
        </w:tc>
        <w:tc>
          <w:tcPr>
            <w:tcW w:w="1085" w:type="pct"/>
            <w:gridSpan w:val="3"/>
            <w:vAlign w:val="center"/>
          </w:tcPr>
          <w:p w14:paraId="0BB9D948" w14:textId="366930E5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3057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3D161C4" w14:textId="77777777" w:rsidR="00310364" w:rsidRPr="00F873CC" w:rsidRDefault="00310364" w:rsidP="00310364">
            <w:pPr>
              <w:ind w:left="317" w:hanging="283"/>
              <w:rPr>
                <w:rFonts w:cs="Calibri"/>
              </w:rPr>
            </w:pPr>
          </w:p>
        </w:tc>
      </w:tr>
      <w:tr w:rsidR="00310364" w:rsidRPr="00CD124B" w14:paraId="22144183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7E2EC94C" w14:textId="5A7443BE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17</w:t>
            </w:r>
          </w:p>
        </w:tc>
        <w:tc>
          <w:tcPr>
            <w:tcW w:w="2033" w:type="pct"/>
            <w:gridSpan w:val="3"/>
            <w:vAlign w:val="bottom"/>
          </w:tcPr>
          <w:p w14:paraId="63ED6523" w14:textId="3957A6B7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Healthcare Provider Directory – Search for Individual Provider Directory Entry</w:t>
            </w:r>
          </w:p>
        </w:tc>
        <w:tc>
          <w:tcPr>
            <w:tcW w:w="1085" w:type="pct"/>
            <w:gridSpan w:val="3"/>
            <w:vAlign w:val="center"/>
          </w:tcPr>
          <w:p w14:paraId="254DEBB9" w14:textId="2A2C6F84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577623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958E349" w14:textId="052196B4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61112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</w:tr>
      <w:tr w:rsidR="00310364" w:rsidRPr="00CD124B" w14:paraId="11B9D6C1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7E21F7D5" w14:textId="72A39A63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18</w:t>
            </w:r>
          </w:p>
        </w:tc>
        <w:tc>
          <w:tcPr>
            <w:tcW w:w="2033" w:type="pct"/>
            <w:gridSpan w:val="3"/>
            <w:vAlign w:val="bottom"/>
          </w:tcPr>
          <w:p w14:paraId="782D9DE3" w14:textId="0966B4FD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Healthcare Provider Directory – Search for Organisation Provider Directory Entry</w:t>
            </w:r>
          </w:p>
        </w:tc>
        <w:tc>
          <w:tcPr>
            <w:tcW w:w="1085" w:type="pct"/>
            <w:gridSpan w:val="3"/>
            <w:vAlign w:val="center"/>
          </w:tcPr>
          <w:p w14:paraId="090F02E2" w14:textId="36614C5D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38186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1FEE3D7E" w14:textId="2664FD42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49949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36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310364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0364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</w:tr>
      <w:tr w:rsidR="00310364" w:rsidRPr="00CD124B" w14:paraId="382A6C88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217064A2" w14:textId="443A0C7A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19</w:t>
            </w:r>
          </w:p>
        </w:tc>
        <w:tc>
          <w:tcPr>
            <w:tcW w:w="2033" w:type="pct"/>
            <w:gridSpan w:val="3"/>
            <w:vAlign w:val="bottom"/>
          </w:tcPr>
          <w:p w14:paraId="6FD16F5E" w14:textId="01FD7180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Healthcare Provider Directory – Manage Provider Directory Entry</w:t>
            </w:r>
          </w:p>
        </w:tc>
        <w:tc>
          <w:tcPr>
            <w:tcW w:w="1085" w:type="pct"/>
            <w:gridSpan w:val="3"/>
            <w:vAlign w:val="center"/>
          </w:tcPr>
          <w:p w14:paraId="50AA6527" w14:textId="06E1B907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136531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3F77AAF" w14:textId="77777777" w:rsidR="00310364" w:rsidRPr="00F873CC" w:rsidRDefault="00310364" w:rsidP="00310364">
            <w:pPr>
              <w:ind w:left="317" w:hanging="283"/>
              <w:rPr>
                <w:rFonts w:cs="Calibri"/>
              </w:rPr>
            </w:pPr>
          </w:p>
        </w:tc>
      </w:tr>
      <w:tr w:rsidR="00310364" w:rsidRPr="00CD124B" w14:paraId="08BE78F2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4190558A" w14:textId="0B389596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22</w:t>
            </w:r>
          </w:p>
        </w:tc>
        <w:tc>
          <w:tcPr>
            <w:tcW w:w="2033" w:type="pct"/>
            <w:gridSpan w:val="3"/>
            <w:vAlign w:val="bottom"/>
          </w:tcPr>
          <w:p w14:paraId="592E6047" w14:textId="14CF515E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Read Reference Data</w:t>
            </w:r>
          </w:p>
        </w:tc>
        <w:tc>
          <w:tcPr>
            <w:tcW w:w="1085" w:type="pct"/>
            <w:gridSpan w:val="3"/>
            <w:vAlign w:val="center"/>
          </w:tcPr>
          <w:p w14:paraId="63307921" w14:textId="206CB3A9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95676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5A3D20F" w14:textId="6494D9CE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93501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</w:tr>
      <w:tr w:rsidR="00310364" w:rsidRPr="00CD124B" w14:paraId="4845C079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0E329A2F" w14:textId="70714DA0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24</w:t>
            </w:r>
          </w:p>
        </w:tc>
        <w:tc>
          <w:tcPr>
            <w:tcW w:w="2033" w:type="pct"/>
            <w:gridSpan w:val="3"/>
            <w:vAlign w:val="bottom"/>
          </w:tcPr>
          <w:p w14:paraId="4651AE61" w14:textId="45BBE218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Notify of Duplicate IHI via B2B</w:t>
            </w:r>
          </w:p>
        </w:tc>
        <w:tc>
          <w:tcPr>
            <w:tcW w:w="1085" w:type="pct"/>
            <w:gridSpan w:val="3"/>
            <w:vAlign w:val="center"/>
          </w:tcPr>
          <w:p w14:paraId="469B86A5" w14:textId="5317437A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82889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78945C0" w14:textId="7AEC8E47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483899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</w:tr>
      <w:tr w:rsidR="00310364" w:rsidRPr="00CD124B" w14:paraId="45E0BCF7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36F5C71C" w14:textId="53DD8D02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25</w:t>
            </w:r>
          </w:p>
        </w:tc>
        <w:tc>
          <w:tcPr>
            <w:tcW w:w="2033" w:type="pct"/>
            <w:gridSpan w:val="3"/>
            <w:vAlign w:val="bottom"/>
          </w:tcPr>
          <w:p w14:paraId="0DE45F42" w14:textId="75775AD8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Notify of Replica IHI via B2B</w:t>
            </w:r>
          </w:p>
        </w:tc>
        <w:tc>
          <w:tcPr>
            <w:tcW w:w="1085" w:type="pct"/>
            <w:gridSpan w:val="3"/>
            <w:vAlign w:val="center"/>
          </w:tcPr>
          <w:p w14:paraId="0D27118A" w14:textId="23855FEB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07025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2ED89534" w14:textId="54C72885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293361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v3.2.0</w:t>
            </w:r>
          </w:p>
        </w:tc>
      </w:tr>
      <w:tr w:rsidR="00310364" w:rsidRPr="00CD124B" w14:paraId="72A2F387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128C9406" w14:textId="7EE4F77E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26</w:t>
            </w:r>
          </w:p>
        </w:tc>
        <w:tc>
          <w:tcPr>
            <w:tcW w:w="2033" w:type="pct"/>
            <w:gridSpan w:val="3"/>
            <w:vAlign w:val="bottom"/>
          </w:tcPr>
          <w:p w14:paraId="36175F01" w14:textId="30F793B0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Create verified IHI for newborns</w:t>
            </w:r>
          </w:p>
        </w:tc>
        <w:tc>
          <w:tcPr>
            <w:tcW w:w="1085" w:type="pct"/>
            <w:gridSpan w:val="3"/>
            <w:vAlign w:val="center"/>
          </w:tcPr>
          <w:p w14:paraId="39A48560" w14:textId="4DFF98F2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28812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v4.0.0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79D8FCF" w14:textId="5E8F758F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092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</w:tr>
      <w:tr w:rsidR="00310364" w:rsidRPr="00CD124B" w14:paraId="468707D0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bottom"/>
          </w:tcPr>
          <w:p w14:paraId="706581A5" w14:textId="24E9849B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30</w:t>
            </w:r>
          </w:p>
        </w:tc>
        <w:tc>
          <w:tcPr>
            <w:tcW w:w="2033" w:type="pct"/>
            <w:gridSpan w:val="3"/>
            <w:vAlign w:val="bottom"/>
          </w:tcPr>
          <w:p w14:paraId="012B7DAC" w14:textId="2D90F498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Consumer Search IHI Batch Asynchronous</w:t>
            </w:r>
          </w:p>
        </w:tc>
        <w:tc>
          <w:tcPr>
            <w:tcW w:w="1085" w:type="pct"/>
            <w:gridSpan w:val="3"/>
            <w:vAlign w:val="center"/>
          </w:tcPr>
          <w:p w14:paraId="7C80E428" w14:textId="6D1A1EF2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01992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77BDC6F8" w14:textId="68DCD802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533461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v3.0</w:t>
            </w:r>
          </w:p>
        </w:tc>
      </w:tr>
      <w:tr w:rsidR="00310364" w:rsidRPr="00CD124B" w14:paraId="7CAC9B50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454389CF" w14:textId="26ED29B3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31</w:t>
            </w:r>
          </w:p>
        </w:tc>
        <w:tc>
          <w:tcPr>
            <w:tcW w:w="2033" w:type="pct"/>
            <w:gridSpan w:val="3"/>
            <w:vAlign w:val="center"/>
          </w:tcPr>
          <w:p w14:paraId="4B0A9C78" w14:textId="7365788A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Search for Provider Individual Details</w:t>
            </w:r>
          </w:p>
        </w:tc>
        <w:tc>
          <w:tcPr>
            <w:tcW w:w="1085" w:type="pct"/>
            <w:gridSpan w:val="3"/>
            <w:vAlign w:val="center"/>
          </w:tcPr>
          <w:p w14:paraId="7121925D" w14:textId="42E76216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20626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2FF8F3C5" w14:textId="2B749E59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87612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</w:tr>
      <w:tr w:rsidR="00310364" w:rsidRPr="00CD124B" w14:paraId="5B0D29D4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48076A88" w14:textId="16CE2F09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32</w:t>
            </w:r>
          </w:p>
        </w:tc>
        <w:tc>
          <w:tcPr>
            <w:tcW w:w="2033" w:type="pct"/>
            <w:gridSpan w:val="3"/>
            <w:vAlign w:val="center"/>
          </w:tcPr>
          <w:p w14:paraId="5F8EACFC" w14:textId="7EEF2B21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Search for Provider Organisation Details</w:t>
            </w:r>
          </w:p>
        </w:tc>
        <w:tc>
          <w:tcPr>
            <w:tcW w:w="1085" w:type="pct"/>
            <w:gridSpan w:val="3"/>
            <w:vAlign w:val="center"/>
          </w:tcPr>
          <w:p w14:paraId="7F8F279E" w14:textId="7CC916B8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742133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1EFE411" w14:textId="51E18A93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82958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</w:tr>
      <w:tr w:rsidR="00310364" w:rsidRPr="00CD124B" w14:paraId="3BA526EB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230A9910" w14:textId="3856A067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33</w:t>
            </w:r>
          </w:p>
        </w:tc>
        <w:tc>
          <w:tcPr>
            <w:tcW w:w="2033" w:type="pct"/>
            <w:gridSpan w:val="3"/>
            <w:vAlign w:val="center"/>
          </w:tcPr>
          <w:p w14:paraId="689EB5A1" w14:textId="6E545C5E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Search for Provider Individual Batch Asynchronous</w:t>
            </w:r>
          </w:p>
        </w:tc>
        <w:tc>
          <w:tcPr>
            <w:tcW w:w="1085" w:type="pct"/>
            <w:gridSpan w:val="3"/>
            <w:vAlign w:val="center"/>
          </w:tcPr>
          <w:p w14:paraId="2BAAD1E2" w14:textId="32FBDE8E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45779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53429042" w14:textId="52660508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865755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</w:tr>
      <w:tr w:rsidR="00310364" w:rsidRPr="00CD124B" w14:paraId="2D597FB8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531CA06B" w14:textId="356870E5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34</w:t>
            </w:r>
          </w:p>
        </w:tc>
        <w:tc>
          <w:tcPr>
            <w:tcW w:w="2033" w:type="pct"/>
            <w:gridSpan w:val="3"/>
            <w:vAlign w:val="center"/>
          </w:tcPr>
          <w:p w14:paraId="0C431CCA" w14:textId="02BFC6A7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Search for Provider Organisation Batch Asynchronous</w:t>
            </w:r>
          </w:p>
        </w:tc>
        <w:tc>
          <w:tcPr>
            <w:tcW w:w="1085" w:type="pct"/>
            <w:gridSpan w:val="3"/>
            <w:vAlign w:val="center"/>
          </w:tcPr>
          <w:p w14:paraId="05B424CA" w14:textId="44B817B6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53399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6AF3FDB9" w14:textId="2ABF80A6" w:rsidR="00310364" w:rsidRPr="00F873CC" w:rsidRDefault="00025D07" w:rsidP="00310364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210500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138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v5.0.0</w:t>
            </w:r>
          </w:p>
        </w:tc>
      </w:tr>
      <w:tr w:rsidR="00310364" w:rsidRPr="00CD124B" w14:paraId="467DB803" w14:textId="77777777" w:rsidTr="00D203E8">
        <w:trPr>
          <w:jc w:val="center"/>
        </w:trPr>
        <w:tc>
          <w:tcPr>
            <w:tcW w:w="607" w:type="pct"/>
            <w:shd w:val="clear" w:color="auto" w:fill="FFFFFF"/>
            <w:tcMar>
              <w:bottom w:w="170" w:type="dxa"/>
            </w:tcMar>
            <w:vAlign w:val="center"/>
          </w:tcPr>
          <w:p w14:paraId="52171359" w14:textId="1234B6C2" w:rsidR="00310364" w:rsidRPr="00310364" w:rsidRDefault="00310364" w:rsidP="00310364">
            <w:pPr>
              <w:ind w:left="317" w:hanging="283"/>
              <w:jc w:val="center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36</w:t>
            </w:r>
          </w:p>
        </w:tc>
        <w:tc>
          <w:tcPr>
            <w:tcW w:w="2033" w:type="pct"/>
            <w:gridSpan w:val="3"/>
            <w:vAlign w:val="center"/>
          </w:tcPr>
          <w:p w14:paraId="5A4E0E7A" w14:textId="0B53EBE7" w:rsidR="00310364" w:rsidRPr="00310364" w:rsidRDefault="00310364" w:rsidP="00310364">
            <w:pPr>
              <w:ind w:left="34"/>
              <w:rPr>
                <w:rFonts w:ascii="Calibri" w:hAnsi="Calibri" w:cs="Calibri"/>
                <w:iCs/>
              </w:rPr>
            </w:pPr>
            <w:r w:rsidRPr="00310364">
              <w:rPr>
                <w:rFonts w:ascii="Calibri" w:hAnsi="Calibri" w:cs="Calibri"/>
                <w:iCs/>
                <w:noProof/>
              </w:rPr>
              <w:t>Match Provider or Administrative Individual Details</w:t>
            </w:r>
          </w:p>
        </w:tc>
        <w:tc>
          <w:tcPr>
            <w:tcW w:w="1085" w:type="pct"/>
            <w:gridSpan w:val="3"/>
            <w:vAlign w:val="center"/>
          </w:tcPr>
          <w:p w14:paraId="7F8E53A8" w14:textId="71E948D0" w:rsidR="00310364" w:rsidRPr="00F873CC" w:rsidRDefault="00025D07" w:rsidP="00310364">
            <w:pPr>
              <w:ind w:left="317" w:hanging="283"/>
              <w:rPr>
                <w:rFonts w:ascii="Calibri" w:hAnsi="Calibri" w:cs="Calibri"/>
              </w:rPr>
            </w:pPr>
            <w:sdt>
              <w:sdtPr>
                <w:rPr>
                  <w:rFonts w:cs="Calibri"/>
                </w:rPr>
                <w:id w:val="-2017834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D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E8138C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138C">
              <w:rPr>
                <w:rFonts w:ascii="Calibri" w:hAnsi="Calibri" w:cs="Calibri"/>
                <w:sz w:val="22"/>
                <w:szCs w:val="22"/>
              </w:rPr>
              <w:t>v3.2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122C3F1B" w14:textId="77777777" w:rsidR="00310364" w:rsidRPr="00F873CC" w:rsidRDefault="00310364" w:rsidP="00310364">
            <w:pPr>
              <w:ind w:left="317" w:hanging="283"/>
              <w:rPr>
                <w:rFonts w:ascii="Calibri" w:hAnsi="Calibri" w:cs="Calibri"/>
              </w:rPr>
            </w:pPr>
          </w:p>
        </w:tc>
      </w:tr>
      <w:tr w:rsidR="005F2C2D" w:rsidRPr="00CD124B" w14:paraId="51ADE964" w14:textId="77777777" w:rsidTr="007F0743">
        <w:trPr>
          <w:jc w:val="center"/>
        </w:trPr>
        <w:tc>
          <w:tcPr>
            <w:tcW w:w="5000" w:type="pct"/>
            <w:gridSpan w:val="8"/>
            <w:shd w:val="clear" w:color="auto" w:fill="000000"/>
            <w:vAlign w:val="center"/>
          </w:tcPr>
          <w:p w14:paraId="5732C49F" w14:textId="07670EE1" w:rsidR="005F2C2D" w:rsidRPr="00CD124B" w:rsidRDefault="005F2C2D" w:rsidP="007F0743">
            <w:pPr>
              <w:spacing w:before="60" w:after="60"/>
              <w:rPr>
                <w:rFonts w:ascii="Calibri" w:hAnsi="Calibri" w:cs="Calibri"/>
                <w:b/>
                <w:sz w:val="24"/>
              </w:rPr>
            </w:pPr>
            <w:r w:rsidRPr="00CD124B">
              <w:rPr>
                <w:rFonts w:ascii="Calibri" w:hAnsi="Calibri" w:cs="Calibri"/>
                <w:b/>
                <w:sz w:val="24"/>
              </w:rPr>
              <w:lastRenderedPageBreak/>
              <w:t>2.</w:t>
            </w:r>
            <w:r>
              <w:rPr>
                <w:rFonts w:ascii="Calibri" w:hAnsi="Calibri" w:cs="Calibri"/>
                <w:b/>
                <w:sz w:val="24"/>
              </w:rPr>
              <w:t>2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Software co</w:t>
            </w:r>
            <w:r>
              <w:rPr>
                <w:rFonts w:ascii="Calibri" w:hAnsi="Calibri" w:cs="Calibri"/>
                <w:b/>
                <w:sz w:val="24"/>
              </w:rPr>
              <w:t>nformance – use cases</w:t>
            </w:r>
          </w:p>
        </w:tc>
      </w:tr>
      <w:tr w:rsidR="005F2C2D" w:rsidRPr="00CD124B" w14:paraId="776A656A" w14:textId="77777777" w:rsidTr="007F0743">
        <w:trPr>
          <w:jc w:val="center"/>
        </w:trPr>
        <w:tc>
          <w:tcPr>
            <w:tcW w:w="5000" w:type="pct"/>
            <w:gridSpan w:val="8"/>
            <w:shd w:val="clear" w:color="auto" w:fill="D9D9D9"/>
            <w:vAlign w:val="center"/>
          </w:tcPr>
          <w:p w14:paraId="17DF952C" w14:textId="77777777" w:rsidR="005F2C2D" w:rsidRPr="00CD124B" w:rsidRDefault="005F2C2D" w:rsidP="007F0743">
            <w:pPr>
              <w:spacing w:after="12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The implementation(s) supports the HI business use cases listed below:</w:t>
            </w:r>
          </w:p>
        </w:tc>
      </w:tr>
      <w:tr w:rsidR="00144889" w:rsidRPr="00CD124B" w14:paraId="073A16D9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47C188B2" w14:textId="77777777" w:rsidR="00144889" w:rsidRPr="005B00B7" w:rsidRDefault="00025D07" w:rsidP="00144889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987634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UC.005 – Search for a patient health record</w:t>
            </w:r>
          </w:p>
        </w:tc>
        <w:tc>
          <w:tcPr>
            <w:tcW w:w="2711" w:type="pct"/>
            <w:gridSpan w:val="5"/>
            <w:shd w:val="clear" w:color="auto" w:fill="FFFFFF"/>
            <w:vAlign w:val="center"/>
          </w:tcPr>
          <w:p w14:paraId="66A5F1CC" w14:textId="72E8B945" w:rsidR="00144889" w:rsidRPr="005B00B7" w:rsidRDefault="00025D07" w:rsidP="00144889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-204343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 xml:space="preserve">UC.150 – Register network HPI-O </w:t>
            </w:r>
          </w:p>
        </w:tc>
      </w:tr>
      <w:tr w:rsidR="00144889" w:rsidRPr="00CD124B" w14:paraId="7D06F13F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5A8B4059" w14:textId="77777777" w:rsidR="00144889" w:rsidRDefault="00025D07" w:rsidP="00144889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0088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UC.010 – Register patient</w:t>
            </w:r>
          </w:p>
        </w:tc>
        <w:tc>
          <w:tcPr>
            <w:tcW w:w="2711" w:type="pct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30750B" w14:textId="124A5FE4" w:rsidR="00144889" w:rsidRDefault="00025D07" w:rsidP="00144889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-22884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UC.240 – Search for HPI-I in HI Service HPD</w:t>
            </w:r>
          </w:p>
        </w:tc>
      </w:tr>
      <w:tr w:rsidR="00144889" w:rsidRPr="00CD124B" w14:paraId="4A5E0558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0E61FE51" w14:textId="59EE6FD8" w:rsidR="00144889" w:rsidRPr="005B00B7" w:rsidRDefault="00025D07" w:rsidP="00144889">
            <w:pPr>
              <w:ind w:left="317" w:hanging="283"/>
              <w:rPr>
                <w:rFonts w:cs="Calibri"/>
                <w:i/>
              </w:rPr>
            </w:pPr>
            <w:sdt>
              <w:sdtPr>
                <w:rPr>
                  <w:rFonts w:cs="Calibri"/>
                </w:rPr>
                <w:id w:val="2145620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UC.015 – Update patient health record</w:t>
            </w:r>
            <w:r w:rsidR="00144889" w:rsidDel="001262B7">
              <w:rPr>
                <w:rFonts w:cs="Calibri"/>
              </w:rPr>
              <w:t xml:space="preserve"> 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606629CA" w14:textId="0D834060" w:rsidR="00144889" w:rsidRPr="0071326C" w:rsidRDefault="00025D07" w:rsidP="00144889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84058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UC.241 – Search for HPI-O in HI Service HPD</w:t>
            </w:r>
          </w:p>
        </w:tc>
      </w:tr>
      <w:tr w:rsidR="00144889" w:rsidRPr="00CD124B" w14:paraId="15C38BC2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13FFEE71" w14:textId="4E338162" w:rsidR="00144889" w:rsidRPr="005B00B7" w:rsidRDefault="00025D07" w:rsidP="00144889">
            <w:pPr>
              <w:ind w:left="317" w:hanging="283"/>
              <w:rPr>
                <w:rFonts w:cs="Calibri"/>
                <w:i/>
              </w:rPr>
            </w:pPr>
            <w:sdt>
              <w:sdtPr>
                <w:rPr>
                  <w:rFonts w:cs="Calibri"/>
                </w:rPr>
                <w:id w:val="-41054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UC.025 – Bulk update of IHI details</w:t>
            </w:r>
            <w:r w:rsidR="00144889" w:rsidDel="001262B7">
              <w:rPr>
                <w:rFonts w:cs="Calibri"/>
              </w:rPr>
              <w:t xml:space="preserve"> 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5C6B26FC" w14:textId="7C1F7A10" w:rsidR="00144889" w:rsidRPr="0071326C" w:rsidRDefault="00025D07" w:rsidP="00144889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2083796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UC.305 – Validate HPI-O</w:t>
            </w:r>
          </w:p>
        </w:tc>
      </w:tr>
      <w:tr w:rsidR="00144889" w:rsidRPr="00CD124B" w14:paraId="26440421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09D54EC6" w14:textId="0AFF919E" w:rsidR="00144889" w:rsidRPr="005B00B7" w:rsidRDefault="00025D07" w:rsidP="00144889">
            <w:pPr>
              <w:ind w:left="317" w:hanging="283"/>
              <w:rPr>
                <w:rFonts w:cs="Calibri"/>
                <w:i/>
              </w:rPr>
            </w:pPr>
            <w:sdt>
              <w:sdtPr>
                <w:rPr>
                  <w:rFonts w:cs="Calibri"/>
                </w:rPr>
                <w:id w:val="187172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UC.035 – Merge patient health records</w:t>
            </w:r>
            <w:r w:rsidR="00144889" w:rsidDel="001262B7">
              <w:rPr>
                <w:rFonts w:cs="Calibri"/>
              </w:rPr>
              <w:t xml:space="preserve"> 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573BA55F" w14:textId="756BBEF8" w:rsidR="00144889" w:rsidRPr="0071326C" w:rsidRDefault="00025D07" w:rsidP="00144889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-45595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UC.306 – Get HPI-O status</w:t>
            </w:r>
          </w:p>
        </w:tc>
      </w:tr>
      <w:tr w:rsidR="00144889" w:rsidRPr="00CD124B" w14:paraId="749C37A3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1A5F3EEE" w14:textId="7A58BF5E" w:rsidR="00144889" w:rsidRPr="005B00B7" w:rsidRDefault="00025D07" w:rsidP="00144889">
            <w:pPr>
              <w:ind w:left="317" w:hanging="283"/>
              <w:rPr>
                <w:rFonts w:cs="Calibri"/>
                <w:i/>
              </w:rPr>
            </w:pPr>
            <w:sdt>
              <w:sdtPr>
                <w:rPr>
                  <w:rFonts w:cs="Calibri"/>
                </w:rPr>
                <w:id w:val="-113578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UC.045 – Logon to software system</w:t>
            </w:r>
            <w:r w:rsidR="00144889" w:rsidDel="001262B7">
              <w:rPr>
                <w:rFonts w:cs="Calibri"/>
              </w:rPr>
              <w:t xml:space="preserve"> 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52FDFB3D" w14:textId="7C588BF1" w:rsidR="00144889" w:rsidRPr="0071326C" w:rsidRDefault="00025D07" w:rsidP="00144889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-63293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UC.320 – Request an electronic clinical document</w:t>
            </w:r>
          </w:p>
        </w:tc>
      </w:tr>
      <w:tr w:rsidR="00144889" w:rsidRPr="00CD124B" w14:paraId="0BB69966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280F584F" w14:textId="41C93A1A" w:rsidR="00144889" w:rsidRPr="005B00B7" w:rsidRDefault="00025D07" w:rsidP="00144889">
            <w:pPr>
              <w:ind w:left="317" w:hanging="283"/>
              <w:rPr>
                <w:rFonts w:cs="Calibri"/>
                <w:i/>
              </w:rPr>
            </w:pPr>
            <w:sdt>
              <w:sdtPr>
                <w:rPr>
                  <w:rFonts w:cs="Calibri"/>
                </w:rPr>
                <w:id w:val="52214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UC.080 – Maintain HPI-O details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6FBB9E58" w14:textId="3CA09756" w:rsidR="00144889" w:rsidRPr="0071326C" w:rsidRDefault="00025D07" w:rsidP="00144889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cs="Calibri"/>
                </w:rPr>
                <w:id w:val="-92854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 xml:space="preserve">UC.325 – Receive an electronic clinical document </w:t>
            </w:r>
          </w:p>
        </w:tc>
      </w:tr>
      <w:tr w:rsidR="00144889" w:rsidRPr="00CD124B" w14:paraId="76B2D71B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7727823E" w14:textId="6AB37F8A" w:rsidR="00144889" w:rsidRDefault="00025D07" w:rsidP="00144889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0702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 w:rsidRPr="005B00B7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UC.130 – Validate HPI-I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41BC7A76" w14:textId="18C9C6A3" w:rsidR="00144889" w:rsidRPr="0071326C" w:rsidRDefault="00025D07" w:rsidP="00144889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531385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UC.330 – Send an electronic clinical document</w:t>
            </w:r>
          </w:p>
        </w:tc>
      </w:tr>
      <w:tr w:rsidR="005F2C2D" w:rsidRPr="00CD124B" w14:paraId="036E9F26" w14:textId="77777777" w:rsidTr="007F0743">
        <w:trPr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45F329A2" w14:textId="4AD37904" w:rsidR="005F2C2D" w:rsidRDefault="00025D07" w:rsidP="007F0743">
            <w:pPr>
              <w:ind w:left="317" w:hanging="283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173573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889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44889" w:rsidRPr="005B00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44889">
              <w:rPr>
                <w:rFonts w:ascii="Calibri" w:hAnsi="Calibri" w:cs="Calibri"/>
                <w:sz w:val="22"/>
                <w:szCs w:val="22"/>
              </w:rPr>
              <w:t>UC.131 – Validate HPI-I via the HI Services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1C910B63" w14:textId="77B51403" w:rsidR="005F2C2D" w:rsidRPr="0071326C" w:rsidRDefault="005F2C2D" w:rsidP="007F0743">
            <w:pPr>
              <w:ind w:left="317" w:hanging="283"/>
              <w:rPr>
                <w:rFonts w:cs="Calibri"/>
              </w:rPr>
            </w:pPr>
          </w:p>
        </w:tc>
      </w:tr>
      <w:tr w:rsidR="00CB21FD" w:rsidRPr="00CD124B" w14:paraId="22986FAF" w14:textId="77777777" w:rsidTr="00BA2297">
        <w:trPr>
          <w:trHeight w:val="503"/>
          <w:jc w:val="center"/>
        </w:trPr>
        <w:tc>
          <w:tcPr>
            <w:tcW w:w="5000" w:type="pct"/>
            <w:gridSpan w:val="8"/>
            <w:shd w:val="clear" w:color="auto" w:fill="000000"/>
          </w:tcPr>
          <w:p w14:paraId="6CBCD085" w14:textId="460E69F4" w:rsidR="00CB21FD" w:rsidRPr="00CD124B" w:rsidRDefault="00CB21FD" w:rsidP="00CB21FD">
            <w:pPr>
              <w:spacing w:before="60" w:after="6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2.</w:t>
            </w:r>
            <w:r w:rsidR="005F2C2D">
              <w:rPr>
                <w:rFonts w:ascii="Calibri" w:hAnsi="Calibri" w:cs="Calibri"/>
                <w:b/>
                <w:sz w:val="24"/>
              </w:rPr>
              <w:t>3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Software c</w:t>
            </w:r>
            <w:r w:rsidR="00617E31">
              <w:rPr>
                <w:rFonts w:ascii="Calibri" w:hAnsi="Calibri" w:cs="Calibri"/>
                <w:b/>
                <w:sz w:val="24"/>
              </w:rPr>
              <w:t>onformance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– </w:t>
            </w:r>
            <w:r w:rsidR="00617E31">
              <w:rPr>
                <w:rFonts w:ascii="Calibri" w:hAnsi="Calibri" w:cs="Calibri"/>
                <w:b/>
                <w:sz w:val="24"/>
              </w:rPr>
              <w:t>Conformance Profile</w:t>
            </w:r>
          </w:p>
        </w:tc>
      </w:tr>
      <w:tr w:rsidR="00CB21FD" w:rsidRPr="00CD124B" w14:paraId="27C0D96C" w14:textId="77777777" w:rsidTr="00BA2297">
        <w:trPr>
          <w:trHeight w:val="690"/>
          <w:jc w:val="center"/>
        </w:trPr>
        <w:tc>
          <w:tcPr>
            <w:tcW w:w="5000" w:type="pct"/>
            <w:gridSpan w:val="8"/>
            <w:shd w:val="clear" w:color="auto" w:fill="D9D9D9"/>
            <w:vAlign w:val="center"/>
          </w:tcPr>
          <w:p w14:paraId="0ADEFDF2" w14:textId="63355A22" w:rsidR="00CB21FD" w:rsidRPr="005F2C2D" w:rsidRDefault="005F2C2D" w:rsidP="005F2C2D">
            <w:pPr>
              <w:rPr>
                <w:rFonts w:ascii="Calibri" w:hAnsi="Calibri" w:cs="Calibri"/>
                <w:sz w:val="22"/>
                <w:szCs w:val="22"/>
              </w:rPr>
            </w:pPr>
            <w:r w:rsidRPr="005F2C2D">
              <w:rPr>
                <w:rFonts w:ascii="Calibri" w:hAnsi="Calibri" w:cs="Calibri"/>
                <w:sz w:val="22"/>
                <w:szCs w:val="22"/>
              </w:rPr>
              <w:t>The implementation conforms to all the mandatory and conditional conformance requirements applicable to the indicated HI business use cases, as specified in the “</w:t>
            </w:r>
            <w:r w:rsidRPr="005F2C2D">
              <w:rPr>
                <w:rFonts w:ascii="Calibri" w:hAnsi="Calibri" w:cs="Calibri"/>
                <w:i/>
                <w:sz w:val="22"/>
                <w:szCs w:val="22"/>
              </w:rPr>
              <w:t xml:space="preserve">Use of Healthcare Identifiers in Health Software Systems – Software Conformance Profile” </w:t>
            </w:r>
            <w:r w:rsidRPr="005F2C2D">
              <w:rPr>
                <w:rFonts w:ascii="Calibri" w:hAnsi="Calibri" w:cs="Calibri"/>
                <w:sz w:val="22"/>
                <w:szCs w:val="22"/>
              </w:rPr>
              <w:t xml:space="preserve">in accordance </w:t>
            </w:r>
            <w:r w:rsidR="00617E31" w:rsidRPr="005F2C2D">
              <w:rPr>
                <w:rFonts w:ascii="Calibri" w:hAnsi="Calibri" w:cs="Calibri"/>
                <w:sz w:val="22"/>
                <w:szCs w:val="22"/>
              </w:rPr>
              <w:t>with</w:t>
            </w:r>
            <w:r w:rsidRPr="005F2C2D">
              <w:rPr>
                <w:rFonts w:ascii="Calibri" w:hAnsi="Calibri" w:cs="Calibri"/>
                <w:sz w:val="22"/>
                <w:szCs w:val="22"/>
              </w:rPr>
              <w:t xml:space="preserve"> the version indicated below:</w:t>
            </w:r>
          </w:p>
        </w:tc>
      </w:tr>
      <w:tr w:rsidR="00D26A7A" w:rsidRPr="00CD124B" w14:paraId="53F97D81" w14:textId="77777777" w:rsidTr="00D26A7A">
        <w:trPr>
          <w:trHeight w:val="567"/>
          <w:jc w:val="center"/>
        </w:trPr>
        <w:tc>
          <w:tcPr>
            <w:tcW w:w="5000" w:type="pct"/>
            <w:gridSpan w:val="8"/>
            <w:shd w:val="clear" w:color="auto" w:fill="FFFFFF"/>
            <w:tcMar>
              <w:bottom w:w="170" w:type="dxa"/>
            </w:tcMar>
            <w:vAlign w:val="center"/>
          </w:tcPr>
          <w:p w14:paraId="427D1773" w14:textId="374279EB" w:rsidR="00D26A7A" w:rsidRPr="0071326C" w:rsidRDefault="00D26A7A" w:rsidP="007F0743">
            <w:pPr>
              <w:ind w:left="317" w:hanging="283"/>
              <w:rPr>
                <w:rFonts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84EA9">
              <w:rPr>
                <w:rFonts w:ascii="Calibri" w:hAnsi="Calibri" w:cs="Calibri"/>
                <w:sz w:val="22"/>
                <w:szCs w:val="22"/>
              </w:rPr>
              <w:t>HI Conformance Profile version: _________________________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17E31" w:rsidRPr="00CD124B" w14:paraId="1C54212E" w14:textId="77777777" w:rsidTr="007F0743">
        <w:trPr>
          <w:trHeight w:val="503"/>
          <w:jc w:val="center"/>
        </w:trPr>
        <w:tc>
          <w:tcPr>
            <w:tcW w:w="5000" w:type="pct"/>
            <w:gridSpan w:val="8"/>
            <w:shd w:val="clear" w:color="auto" w:fill="000000"/>
          </w:tcPr>
          <w:p w14:paraId="156344D3" w14:textId="4795CFF3" w:rsidR="00617E31" w:rsidRPr="00CD124B" w:rsidRDefault="00617E31" w:rsidP="007F0743">
            <w:pPr>
              <w:spacing w:before="60" w:after="6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2.4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Software c</w:t>
            </w:r>
            <w:r>
              <w:rPr>
                <w:rFonts w:ascii="Calibri" w:hAnsi="Calibri" w:cs="Calibri"/>
                <w:b/>
                <w:sz w:val="24"/>
              </w:rPr>
              <w:t>onformance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– </w:t>
            </w:r>
            <w:r>
              <w:rPr>
                <w:rFonts w:ascii="Calibri" w:hAnsi="Calibri" w:cs="Calibri"/>
                <w:b/>
                <w:sz w:val="24"/>
              </w:rPr>
              <w:t>Conformance Testing</w:t>
            </w:r>
          </w:p>
        </w:tc>
      </w:tr>
      <w:tr w:rsidR="00617E31" w:rsidRPr="00CD124B" w14:paraId="6F4836C7" w14:textId="77777777" w:rsidTr="007F0743">
        <w:trPr>
          <w:trHeight w:val="567"/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486B3B71" w14:textId="374DA85B" w:rsidR="00617E31" w:rsidRPr="00617E31" w:rsidRDefault="00617E31" w:rsidP="007F0743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r w:rsidRPr="00617E31">
              <w:rPr>
                <w:rFonts w:ascii="Calibri" w:hAnsi="Calibri" w:cs="Calibri"/>
                <w:sz w:val="22"/>
                <w:szCs w:val="22"/>
              </w:rPr>
              <w:t>Conformance testing completion date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54D44AD9" w14:textId="59C03077" w:rsidR="00617E31" w:rsidRPr="000638F4" w:rsidRDefault="00617E31" w:rsidP="007F0743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E31" w:rsidRPr="00CD124B" w14:paraId="25E88D16" w14:textId="77777777" w:rsidTr="007F0743">
        <w:trPr>
          <w:trHeight w:val="567"/>
          <w:jc w:val="center"/>
        </w:trPr>
        <w:tc>
          <w:tcPr>
            <w:tcW w:w="2289" w:type="pct"/>
            <w:gridSpan w:val="3"/>
            <w:shd w:val="clear" w:color="auto" w:fill="FFFFFF"/>
            <w:tcMar>
              <w:bottom w:w="170" w:type="dxa"/>
            </w:tcMar>
            <w:vAlign w:val="center"/>
          </w:tcPr>
          <w:p w14:paraId="0CBE1D51" w14:textId="39408978" w:rsidR="00617E31" w:rsidRPr="00617E31" w:rsidRDefault="00617E31" w:rsidP="007F0743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  <w:r w:rsidRPr="00617E31">
              <w:rPr>
                <w:rFonts w:ascii="Calibri" w:hAnsi="Calibri" w:cs="Calibri"/>
                <w:sz w:val="22"/>
                <w:szCs w:val="22"/>
              </w:rPr>
              <w:t>Test Summary Report identification number/code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2711" w:type="pct"/>
            <w:gridSpan w:val="5"/>
            <w:shd w:val="clear" w:color="auto" w:fill="auto"/>
            <w:vAlign w:val="center"/>
          </w:tcPr>
          <w:p w14:paraId="747775A1" w14:textId="77777777" w:rsidR="00617E31" w:rsidRPr="000638F4" w:rsidRDefault="00617E31" w:rsidP="007F0743">
            <w:pPr>
              <w:ind w:left="317" w:hanging="28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E31" w:rsidRPr="00CD124B" w14:paraId="0AC8C51B" w14:textId="77777777" w:rsidTr="007F0743">
        <w:trPr>
          <w:trHeight w:val="503"/>
          <w:jc w:val="center"/>
        </w:trPr>
        <w:tc>
          <w:tcPr>
            <w:tcW w:w="5000" w:type="pct"/>
            <w:gridSpan w:val="8"/>
            <w:shd w:val="clear" w:color="auto" w:fill="000000"/>
          </w:tcPr>
          <w:p w14:paraId="5D290C46" w14:textId="745066A8" w:rsidR="00617E31" w:rsidRPr="00CD124B" w:rsidRDefault="00617E31" w:rsidP="007F0743">
            <w:pPr>
              <w:spacing w:before="60" w:after="60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2.5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Software c</w:t>
            </w:r>
            <w:r>
              <w:rPr>
                <w:rFonts w:ascii="Calibri" w:hAnsi="Calibri" w:cs="Calibri"/>
                <w:b/>
                <w:sz w:val="24"/>
              </w:rPr>
              <w:t>onformance</w:t>
            </w:r>
            <w:r w:rsidRPr="00CD124B">
              <w:rPr>
                <w:rFonts w:ascii="Calibri" w:hAnsi="Calibri" w:cs="Calibri"/>
                <w:b/>
                <w:sz w:val="24"/>
              </w:rPr>
              <w:t xml:space="preserve"> – </w:t>
            </w:r>
            <w:r>
              <w:rPr>
                <w:rFonts w:ascii="Calibri" w:hAnsi="Calibri" w:cs="Calibri"/>
                <w:b/>
                <w:sz w:val="24"/>
              </w:rPr>
              <w:t>Additional information</w:t>
            </w:r>
          </w:p>
        </w:tc>
      </w:tr>
      <w:tr w:rsidR="00617E31" w:rsidRPr="00CD124B" w14:paraId="47EB1D7A" w14:textId="77777777" w:rsidTr="007F0743">
        <w:trPr>
          <w:trHeight w:val="20"/>
          <w:jc w:val="center"/>
        </w:trPr>
        <w:tc>
          <w:tcPr>
            <w:tcW w:w="5000" w:type="pct"/>
            <w:gridSpan w:val="8"/>
            <w:shd w:val="clear" w:color="auto" w:fill="auto"/>
          </w:tcPr>
          <w:p w14:paraId="4DB7D85B" w14:textId="77777777" w:rsidR="00617E31" w:rsidRDefault="00617E31" w:rsidP="007F0743">
            <w:pPr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51211D2" w14:textId="77777777" w:rsidR="00617E31" w:rsidRDefault="00617E31" w:rsidP="007F0743">
            <w:pPr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2B07E54" w14:textId="53295E43" w:rsidR="000638F4" w:rsidRPr="006C6894" w:rsidRDefault="000638F4" w:rsidP="007F0743">
            <w:pPr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3F04792" w14:textId="77777777" w:rsidR="00163B9F" w:rsidRDefault="00163B9F">
      <w:r>
        <w:br w:type="page"/>
      </w:r>
    </w:p>
    <w:tbl>
      <w:tblPr>
        <w:tblStyle w:val="TableGrid1"/>
        <w:tblW w:w="5433" w:type="pct"/>
        <w:jc w:val="center"/>
        <w:tblLayout w:type="fixed"/>
        <w:tblLook w:val="04A0" w:firstRow="1" w:lastRow="0" w:firstColumn="1" w:lastColumn="0" w:noHBand="0" w:noVBand="1"/>
      </w:tblPr>
      <w:tblGrid>
        <w:gridCol w:w="2546"/>
        <w:gridCol w:w="7916"/>
      </w:tblGrid>
      <w:tr w:rsidR="00CB21FD" w:rsidRPr="00CD124B" w14:paraId="70B0C81D" w14:textId="77777777" w:rsidTr="00F873CC">
        <w:trPr>
          <w:jc w:val="center"/>
        </w:trPr>
        <w:tc>
          <w:tcPr>
            <w:tcW w:w="5000" w:type="pct"/>
            <w:gridSpan w:val="2"/>
            <w:shd w:val="clear" w:color="auto" w:fill="FFC000"/>
          </w:tcPr>
          <w:p w14:paraId="134F9FC3" w14:textId="188F7E62" w:rsidR="00CB21FD" w:rsidRPr="00CD124B" w:rsidRDefault="00CB21FD" w:rsidP="00CB21FD">
            <w:pPr>
              <w:spacing w:before="60" w:after="60"/>
              <w:rPr>
                <w:rFonts w:ascii="Calibri" w:hAnsi="Calibri" w:cs="Calibri"/>
                <w:b/>
                <w:smallCaps/>
                <w:sz w:val="24"/>
              </w:rPr>
            </w:pPr>
            <w:r w:rsidRPr="00CD124B">
              <w:rPr>
                <w:rFonts w:ascii="Calibri" w:hAnsi="Calibri" w:cs="Calibri"/>
                <w:b/>
                <w:smallCaps/>
                <w:sz w:val="24"/>
              </w:rPr>
              <w:lastRenderedPageBreak/>
              <w:t xml:space="preserve">SECTION </w:t>
            </w:r>
            <w:r w:rsidR="00452D7A">
              <w:rPr>
                <w:rFonts w:ascii="Calibri" w:hAnsi="Calibri" w:cs="Calibri"/>
                <w:b/>
                <w:smallCaps/>
                <w:sz w:val="24"/>
              </w:rPr>
              <w:t>3</w:t>
            </w:r>
            <w:r w:rsidRPr="00CD124B">
              <w:rPr>
                <w:rFonts w:ascii="Calibri" w:hAnsi="Calibri" w:cs="Calibri"/>
                <w:b/>
                <w:smallCaps/>
                <w:sz w:val="24"/>
              </w:rPr>
              <w:t xml:space="preserve"> </w:t>
            </w:r>
            <w:r w:rsidR="00C575E8">
              <w:rPr>
                <w:rFonts w:ascii="Calibri" w:hAnsi="Calibri" w:cs="Calibri"/>
                <w:b/>
                <w:smallCaps/>
                <w:sz w:val="24"/>
              </w:rPr>
              <w:t>Vendor Declaration</w:t>
            </w:r>
            <w:r w:rsidRPr="00CD124B">
              <w:rPr>
                <w:rFonts w:ascii="Calibri" w:hAnsi="Calibri" w:cs="Calibri"/>
                <w:b/>
                <w:smallCaps/>
                <w:sz w:val="24"/>
              </w:rPr>
              <w:t xml:space="preserve"> </w:t>
            </w:r>
          </w:p>
        </w:tc>
      </w:tr>
      <w:tr w:rsidR="00C575E8" w:rsidRPr="00CD124B" w14:paraId="53D87C8B" w14:textId="77777777" w:rsidTr="00F873CC">
        <w:trPr>
          <w:trHeight w:val="624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76CE8DBC" w14:textId="21D881EE" w:rsidR="006E1388" w:rsidRDefault="006E1388" w:rsidP="006E1388">
            <w:pPr>
              <w:keepNext/>
              <w:spacing w:before="120" w:after="60"/>
              <w:outlineLvl w:val="2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Do you want the </w:t>
            </w:r>
            <w:r w:rsidRPr="00A96E02">
              <w:rPr>
                <w:rFonts w:ascii="Arial" w:hAnsi="Arial"/>
              </w:rPr>
              <w:t xml:space="preserve">implementation </w:t>
            </w:r>
            <w:r>
              <w:rPr>
                <w:rFonts w:ascii="Arial" w:hAnsi="Arial"/>
              </w:rPr>
              <w:t xml:space="preserve">listed </w:t>
            </w:r>
            <w:r w:rsidR="000D14CF"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 the Practice Incentives Program (PIP) eHealth Product Register</w:t>
            </w:r>
            <w:r w:rsidRPr="00D815A5">
              <w:rPr>
                <w:rFonts w:ascii="Arial" w:hAnsi="Arial"/>
              </w:rPr>
              <w:t>?</w:t>
            </w:r>
            <w:r w:rsidRPr="00204BCE">
              <w:rPr>
                <w:rFonts w:ascii="Arial" w:hAnsi="Arial"/>
                <w:b/>
              </w:rPr>
              <w:t xml:space="preserve">  </w:t>
            </w:r>
          </w:p>
          <w:p w14:paraId="6D205F6D" w14:textId="1C6DB841" w:rsidR="006E1388" w:rsidRDefault="006E1388" w:rsidP="006E1388">
            <w:pPr>
              <w:keepNext/>
              <w:spacing w:after="120"/>
              <w:outlineLvl w:val="2"/>
              <w:rPr>
                <w:rFonts w:ascii="Arial" w:hAnsi="Arial"/>
                <w:i/>
                <w:sz w:val="16"/>
                <w:szCs w:val="16"/>
              </w:rPr>
            </w:pPr>
            <w:r w:rsidRPr="00131B39">
              <w:rPr>
                <w:rFonts w:ascii="Arial" w:hAnsi="Arial"/>
                <w:i/>
                <w:sz w:val="16"/>
                <w:szCs w:val="16"/>
              </w:rPr>
              <w:t xml:space="preserve">(for information </w:t>
            </w:r>
            <w:r>
              <w:rPr>
                <w:rFonts w:ascii="Arial" w:hAnsi="Arial"/>
                <w:i/>
                <w:sz w:val="16"/>
                <w:szCs w:val="16"/>
              </w:rPr>
              <w:t>about</w:t>
            </w:r>
            <w:r w:rsidRPr="00131B39">
              <w:rPr>
                <w:rFonts w:ascii="Arial" w:hAnsi="Arial"/>
                <w:i/>
                <w:sz w:val="16"/>
                <w:szCs w:val="16"/>
              </w:rPr>
              <w:t xml:space="preserve"> PIP, refer to </w:t>
            </w:r>
            <w:hyperlink r:id="rId13" w:tgtFrame="_blank" w:history="1">
              <w:r w:rsidR="006D3890">
                <w:rPr>
                  <w:rStyle w:val="Hyperlink"/>
                  <w:rFonts w:ascii="Arial" w:hAnsi="Arial" w:cs="Arial"/>
                  <w:i/>
                  <w:iCs/>
                  <w:sz w:val="16"/>
                  <w:szCs w:val="16"/>
                  <w:shd w:val="clear" w:color="auto" w:fill="FFFFFF"/>
                </w:rPr>
                <w:t>Practice Incentives Program eHealth Incentive webpage</w:t>
              </w:r>
            </w:hyperlink>
            <w:r w:rsidR="006D3890">
              <w:rPr>
                <w:rFonts w:ascii="Arial" w:hAnsi="Arial"/>
                <w:i/>
                <w:sz w:val="16"/>
                <w:szCs w:val="16"/>
              </w:rPr>
              <w:t>)</w:t>
            </w:r>
          </w:p>
          <w:tbl>
            <w:tblPr>
              <w:tblW w:w="0" w:type="auto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9639"/>
            </w:tblGrid>
            <w:tr w:rsidR="006E1388" w:rsidRPr="004840AC" w14:paraId="4571FD0C" w14:textId="77777777" w:rsidTr="007F0743">
              <w:trPr>
                <w:trHeight w:val="434"/>
              </w:trPr>
              <w:tc>
                <w:tcPr>
                  <w:tcW w:w="9639" w:type="dxa"/>
                  <w:shd w:val="clear" w:color="auto" w:fill="auto"/>
                </w:tcPr>
                <w:p w14:paraId="0DF9DBCD" w14:textId="77777777" w:rsidR="006E1388" w:rsidRPr="00080F31" w:rsidRDefault="006E1388" w:rsidP="006E1388">
                  <w:pPr>
                    <w:keepNext/>
                    <w:spacing w:before="120" w:after="120"/>
                    <w:outlineLvl w:val="2"/>
                    <w:rPr>
                      <w:rFonts w:ascii="Arial" w:hAnsi="Arial"/>
                      <w:i/>
                      <w:sz w:val="20"/>
                      <w:szCs w:val="20"/>
                    </w:rPr>
                  </w:pP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separate"/>
                  </w: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end"/>
                  </w: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t xml:space="preserve"> No               </w:t>
                  </w:r>
                </w:p>
              </w:tc>
            </w:tr>
            <w:tr w:rsidR="006E1388" w:rsidRPr="004840AC" w14:paraId="0B850D5A" w14:textId="77777777" w:rsidTr="007F0743">
              <w:trPr>
                <w:trHeight w:val="1124"/>
              </w:trPr>
              <w:tc>
                <w:tcPr>
                  <w:tcW w:w="9639" w:type="dxa"/>
                  <w:shd w:val="clear" w:color="auto" w:fill="auto"/>
                </w:tcPr>
                <w:p w14:paraId="41058A54" w14:textId="77777777" w:rsidR="006E1388" w:rsidRPr="00080F31" w:rsidRDefault="006E1388" w:rsidP="006E1388">
                  <w:pPr>
                    <w:keepNext/>
                    <w:spacing w:before="120" w:after="120"/>
                    <w:outlineLvl w:val="2"/>
                    <w:rPr>
                      <w:rFonts w:ascii="Arial" w:hAnsi="Arial"/>
                      <w:i/>
                      <w:sz w:val="20"/>
                      <w:szCs w:val="20"/>
                    </w:rPr>
                  </w:pP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separate"/>
                  </w: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end"/>
                  </w:r>
                  <w:r w:rsidRPr="00080F31">
                    <w:rPr>
                      <w:rFonts w:ascii="Arial" w:hAnsi="Arial"/>
                      <w:i/>
                      <w:sz w:val="20"/>
                      <w:szCs w:val="20"/>
                    </w:rPr>
                    <w:t xml:space="preserve"> Yes </w:t>
                  </w:r>
                  <w:r w:rsidRPr="00080F31">
                    <w:rPr>
                      <w:rFonts w:ascii="Arial" w:hAnsi="Arial"/>
                      <w:i/>
                      <w:sz w:val="16"/>
                      <w:szCs w:val="16"/>
                    </w:rPr>
                    <w:t>(additional requirements must be completed if your product is intended for inclusion in the PIP eHealth Product Register)</w:t>
                  </w:r>
                </w:p>
                <w:p w14:paraId="0C98919C" w14:textId="77777777" w:rsidR="006E1388" w:rsidRPr="00080F31" w:rsidRDefault="006E1388" w:rsidP="006E1388">
                  <w:pPr>
                    <w:tabs>
                      <w:tab w:val="left" w:pos="2268"/>
                      <w:tab w:val="left" w:pos="9639"/>
                    </w:tabs>
                    <w:ind w:left="568" w:hanging="284"/>
                    <w:rPr>
                      <w:rFonts w:ascii="Arial" w:hAnsi="Arial"/>
                      <w:sz w:val="20"/>
                    </w:rPr>
                  </w:pPr>
                  <w:r w:rsidRPr="00080F31">
                    <w:rPr>
                      <w:rFonts w:ascii="Arial" w:hAnsi="Arial"/>
                      <w:i/>
                      <w:sz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80F31">
                    <w:rPr>
                      <w:rFonts w:ascii="Arial" w:hAnsi="Arial"/>
                      <w:i/>
                      <w:sz w:val="20"/>
                    </w:rPr>
                    <w:instrText xml:space="preserve"> FORMCHECKBOX </w:instrText>
                  </w:r>
                  <w:r w:rsidR="00025D07">
                    <w:rPr>
                      <w:rFonts w:ascii="Arial" w:hAnsi="Arial"/>
                      <w:i/>
                      <w:sz w:val="20"/>
                    </w:rPr>
                  </w:r>
                  <w:r w:rsidR="00025D07">
                    <w:rPr>
                      <w:rFonts w:ascii="Arial" w:hAnsi="Arial"/>
                      <w:i/>
                      <w:sz w:val="20"/>
                    </w:rPr>
                    <w:fldChar w:fldCharType="separate"/>
                  </w:r>
                  <w:r w:rsidRPr="00080F31">
                    <w:rPr>
                      <w:rFonts w:ascii="Arial" w:hAnsi="Arial"/>
                      <w:i/>
                      <w:sz w:val="20"/>
                    </w:rPr>
                    <w:fldChar w:fldCharType="end"/>
                  </w:r>
                  <w:r w:rsidRPr="00080F31">
                    <w:rPr>
                      <w:rFonts w:ascii="Arial" w:hAnsi="Arial"/>
                      <w:i/>
                      <w:sz w:val="20"/>
                      <w:lang w:val="en-US"/>
                    </w:rPr>
                    <w:t xml:space="preserve"> </w:t>
                  </w:r>
                  <w:r w:rsidRPr="00080F31">
                    <w:rPr>
                      <w:rFonts w:ascii="Arial" w:hAnsi="Arial"/>
                      <w:i/>
                      <w:sz w:val="18"/>
                      <w:szCs w:val="18"/>
                      <w:lang w:val="en-US"/>
                    </w:rPr>
                    <w:t xml:space="preserve">The product </w:t>
                  </w:r>
                  <w:proofErr w:type="gramStart"/>
                  <w:r w:rsidRPr="00080F31">
                    <w:rPr>
                      <w:rFonts w:ascii="Arial" w:hAnsi="Arial"/>
                      <w:i/>
                      <w:sz w:val="18"/>
                      <w:szCs w:val="18"/>
                      <w:lang w:val="en-US"/>
                    </w:rPr>
                    <w:t>is capable of recording</w:t>
                  </w:r>
                  <w:proofErr w:type="gramEnd"/>
                  <w:r w:rsidRPr="00080F31">
                    <w:rPr>
                      <w:rFonts w:ascii="Arial" w:hAnsi="Arial"/>
                      <w:i/>
                      <w:sz w:val="18"/>
                      <w:szCs w:val="18"/>
                      <w:lang w:val="en-US"/>
                    </w:rPr>
                    <w:t xml:space="preserve"> the HPI-O for the practice</w:t>
                  </w:r>
                  <w:r w:rsidRPr="00080F31">
                    <w:rPr>
                      <w:rFonts w:ascii="Arial" w:hAnsi="Arial"/>
                      <w:sz w:val="20"/>
                    </w:rPr>
                    <w:tab/>
                  </w:r>
                </w:p>
                <w:p w14:paraId="5416C006" w14:textId="77777777" w:rsidR="006E1388" w:rsidRPr="00080F31" w:rsidRDefault="006E1388" w:rsidP="006E1388">
                  <w:pPr>
                    <w:tabs>
                      <w:tab w:val="left" w:pos="2268"/>
                      <w:tab w:val="left" w:pos="9639"/>
                    </w:tabs>
                    <w:spacing w:before="120"/>
                    <w:ind w:left="568" w:hanging="284"/>
                    <w:rPr>
                      <w:rFonts w:ascii="Arial" w:hAnsi="Arial"/>
                      <w:sz w:val="18"/>
                      <w:szCs w:val="18"/>
                    </w:rPr>
                  </w:pPr>
                  <w:r w:rsidRPr="00080F31">
                    <w:rPr>
                      <w:rFonts w:ascii="Arial" w:hAnsi="Arial"/>
                      <w:i/>
                      <w:sz w:val="20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80F31">
                    <w:rPr>
                      <w:rFonts w:ascii="Arial" w:hAnsi="Arial"/>
                      <w:i/>
                      <w:sz w:val="20"/>
                    </w:rPr>
                    <w:instrText xml:space="preserve"> FORMCHECKBOX </w:instrText>
                  </w:r>
                  <w:r w:rsidR="00025D07">
                    <w:rPr>
                      <w:rFonts w:ascii="Arial" w:hAnsi="Arial"/>
                      <w:i/>
                      <w:sz w:val="20"/>
                    </w:rPr>
                  </w:r>
                  <w:r w:rsidR="00025D07">
                    <w:rPr>
                      <w:rFonts w:ascii="Arial" w:hAnsi="Arial"/>
                      <w:i/>
                      <w:sz w:val="20"/>
                    </w:rPr>
                    <w:fldChar w:fldCharType="separate"/>
                  </w:r>
                  <w:r w:rsidRPr="00080F31">
                    <w:rPr>
                      <w:rFonts w:ascii="Arial" w:hAnsi="Arial"/>
                      <w:i/>
                      <w:sz w:val="20"/>
                    </w:rPr>
                    <w:fldChar w:fldCharType="end"/>
                  </w:r>
                  <w:r w:rsidRPr="00080F31">
                    <w:rPr>
                      <w:rFonts w:ascii="Arial" w:hAnsi="Arial"/>
                      <w:i/>
                      <w:sz w:val="20"/>
                      <w:lang w:val="en-US"/>
                    </w:rPr>
                    <w:t xml:space="preserve"> </w:t>
                  </w:r>
                  <w:r w:rsidRPr="00080F31">
                    <w:rPr>
                      <w:rFonts w:ascii="Arial" w:hAnsi="Arial"/>
                      <w:i/>
                      <w:sz w:val="18"/>
                      <w:szCs w:val="18"/>
                      <w:lang w:val="en-US"/>
                    </w:rPr>
                    <w:t xml:space="preserve">The product </w:t>
                  </w:r>
                  <w:proofErr w:type="gramStart"/>
                  <w:r w:rsidRPr="00080F31">
                    <w:rPr>
                      <w:rFonts w:ascii="Arial" w:hAnsi="Arial"/>
                      <w:i/>
                      <w:sz w:val="18"/>
                      <w:szCs w:val="18"/>
                      <w:lang w:val="en-US"/>
                    </w:rPr>
                    <w:t>is capable of recording</w:t>
                  </w:r>
                  <w:proofErr w:type="gramEnd"/>
                  <w:r w:rsidRPr="00080F31">
                    <w:rPr>
                      <w:rFonts w:ascii="Arial" w:hAnsi="Arial"/>
                      <w:i/>
                      <w:sz w:val="18"/>
                      <w:szCs w:val="18"/>
                      <w:lang w:val="en-US"/>
                    </w:rPr>
                    <w:t xml:space="preserve"> the HPI-I for each general practitioner within a practice</w:t>
                  </w:r>
                </w:p>
                <w:p w14:paraId="07D1826C" w14:textId="5C93DF32" w:rsidR="006E1388" w:rsidRPr="00080F31" w:rsidRDefault="006E1388" w:rsidP="006E1388">
                  <w:pPr>
                    <w:tabs>
                      <w:tab w:val="left" w:pos="2268"/>
                      <w:tab w:val="left" w:pos="9639"/>
                    </w:tabs>
                    <w:spacing w:before="120" w:after="120"/>
                    <w:ind w:left="568" w:hanging="284"/>
                    <w:rPr>
                      <w:rFonts w:ascii="Arial" w:hAnsi="Arial"/>
                      <w:i/>
                      <w:sz w:val="20"/>
                      <w:lang w:val="en-US"/>
                    </w:rPr>
                  </w:pPr>
                </w:p>
              </w:tc>
            </w:tr>
          </w:tbl>
          <w:p w14:paraId="1A51EC07" w14:textId="77777777" w:rsidR="00C575E8" w:rsidRDefault="00C575E8" w:rsidP="00913790">
            <w:pPr>
              <w:spacing w:after="120"/>
              <w:rPr>
                <w:rFonts w:cs="Calibri"/>
                <w:b/>
                <w:bCs/>
              </w:rPr>
            </w:pPr>
          </w:p>
        </w:tc>
      </w:tr>
      <w:tr w:rsidR="00C575E8" w:rsidRPr="00CD124B" w14:paraId="15D485C9" w14:textId="77777777" w:rsidTr="00F873CC">
        <w:trPr>
          <w:trHeight w:val="624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0E7AFD06" w14:textId="47FE1C1D" w:rsidR="00C575E8" w:rsidRDefault="00C575E8" w:rsidP="00C575E8">
            <w:pPr>
              <w:keepNext/>
              <w:spacing w:before="160" w:after="60"/>
              <w:outlineLvl w:val="2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Do you want the </w:t>
            </w:r>
            <w:r w:rsidRPr="00A96E02">
              <w:rPr>
                <w:rFonts w:ascii="Arial" w:hAnsi="Arial"/>
              </w:rPr>
              <w:t xml:space="preserve">implementation </w:t>
            </w:r>
            <w:r>
              <w:rPr>
                <w:rFonts w:ascii="Arial" w:hAnsi="Arial"/>
              </w:rPr>
              <w:t xml:space="preserve">listed </w:t>
            </w:r>
            <w:r w:rsidR="000D14CF"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 xml:space="preserve">n the </w:t>
            </w:r>
            <w:bookmarkStart w:id="0" w:name="_Hlk163125261"/>
            <w:r w:rsidR="006D3890">
              <w:rPr>
                <w:rFonts w:ascii="Arial" w:hAnsi="Arial"/>
              </w:rPr>
              <w:fldChar w:fldCharType="begin"/>
            </w:r>
            <w:r w:rsidR="006D3890">
              <w:rPr>
                <w:rFonts w:ascii="Arial" w:hAnsi="Arial"/>
              </w:rPr>
              <w:instrText>HYPERLINK "https://www.digitalhealth.gov.au/about-us/policies-privacy-and-reporting/registers"</w:instrText>
            </w:r>
            <w:r w:rsidR="006D3890">
              <w:rPr>
                <w:rFonts w:ascii="Arial" w:hAnsi="Arial"/>
              </w:rPr>
            </w:r>
            <w:r w:rsidR="006D3890">
              <w:rPr>
                <w:rFonts w:ascii="Arial" w:hAnsi="Arial"/>
              </w:rPr>
              <w:fldChar w:fldCharType="separate"/>
            </w:r>
            <w:r w:rsidR="00500A4A" w:rsidRPr="006D3890">
              <w:rPr>
                <w:rStyle w:val="Hyperlink"/>
                <w:rFonts w:ascii="Arial" w:hAnsi="Arial"/>
              </w:rPr>
              <w:t>Healthcare Identifiers Service (HI Service) Conformance Register</w:t>
            </w:r>
            <w:bookmarkEnd w:id="0"/>
            <w:r w:rsidRPr="006D3890">
              <w:rPr>
                <w:rStyle w:val="Hyperlink"/>
                <w:rFonts w:ascii="Arial" w:hAnsi="Arial"/>
              </w:rPr>
              <w:t>?</w:t>
            </w:r>
            <w:r w:rsidRPr="006D3890">
              <w:rPr>
                <w:rStyle w:val="Hyperlink"/>
                <w:rFonts w:ascii="Arial" w:hAnsi="Arial"/>
                <w:b/>
              </w:rPr>
              <w:t xml:space="preserve"> </w:t>
            </w:r>
            <w:r w:rsidR="006D3890">
              <w:rPr>
                <w:rFonts w:ascii="Arial" w:hAnsi="Arial"/>
              </w:rPr>
              <w:fldChar w:fldCharType="end"/>
            </w:r>
            <w:r w:rsidRPr="00204BCE">
              <w:rPr>
                <w:rFonts w:ascii="Arial" w:hAnsi="Arial"/>
                <w:b/>
              </w:rPr>
              <w:t xml:space="preserve"> </w:t>
            </w:r>
          </w:p>
          <w:tbl>
            <w:tblPr>
              <w:tblW w:w="0" w:type="auto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9639"/>
            </w:tblGrid>
            <w:tr w:rsidR="00C575E8" w:rsidRPr="006F163F" w14:paraId="066B15C4" w14:textId="77777777" w:rsidTr="007F0743">
              <w:tc>
                <w:tcPr>
                  <w:tcW w:w="9639" w:type="dxa"/>
                  <w:shd w:val="clear" w:color="auto" w:fill="auto"/>
                </w:tcPr>
                <w:p w14:paraId="658A51A5" w14:textId="77777777" w:rsidR="00C575E8" w:rsidRPr="007B09AB" w:rsidRDefault="00C575E8" w:rsidP="00C575E8">
                  <w:pPr>
                    <w:keepNext/>
                    <w:spacing w:before="120" w:after="120"/>
                    <w:outlineLvl w:val="2"/>
                    <w:rPr>
                      <w:rFonts w:ascii="Arial" w:hAnsi="Arial"/>
                      <w:i/>
                      <w:sz w:val="20"/>
                      <w:szCs w:val="20"/>
                    </w:rPr>
                  </w:pP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separate"/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end"/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t xml:space="preserve"> No               </w:t>
                  </w:r>
                </w:p>
              </w:tc>
            </w:tr>
            <w:tr w:rsidR="00C575E8" w:rsidRPr="006F163F" w14:paraId="2F303848" w14:textId="77777777" w:rsidTr="007F0743">
              <w:trPr>
                <w:trHeight w:val="765"/>
              </w:trPr>
              <w:tc>
                <w:tcPr>
                  <w:tcW w:w="9639" w:type="dxa"/>
                  <w:shd w:val="clear" w:color="auto" w:fill="auto"/>
                </w:tcPr>
                <w:p w14:paraId="552EA61E" w14:textId="77777777" w:rsidR="00C575E8" w:rsidRDefault="00C575E8" w:rsidP="00C575E8">
                  <w:pPr>
                    <w:keepNext/>
                    <w:spacing w:before="120" w:after="60"/>
                    <w:outlineLvl w:val="2"/>
                    <w:rPr>
                      <w:rFonts w:ascii="Arial" w:hAnsi="Arial"/>
                      <w:i/>
                      <w:sz w:val="20"/>
                      <w:szCs w:val="20"/>
                    </w:rPr>
                  </w:pP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separate"/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end"/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t xml:space="preserve"> Yes</w:t>
                  </w:r>
                  <w:r>
                    <w:rPr>
                      <w:rFonts w:ascii="Arial" w:hAnsi="Arial"/>
                      <w:i/>
                      <w:sz w:val="20"/>
                      <w:szCs w:val="20"/>
                    </w:rPr>
                    <w:t xml:space="preserve"> (additional requirement to agree with the Vendor Terms and Conditions)</w:t>
                  </w:r>
                </w:p>
                <w:p w14:paraId="79A7A34A" w14:textId="259E99EF" w:rsidR="00C575E8" w:rsidRPr="00EA7FE7" w:rsidRDefault="00C575E8" w:rsidP="00C37C1F">
                  <w:pPr>
                    <w:keepNext/>
                    <w:spacing w:before="120" w:after="60"/>
                    <w:ind w:left="318"/>
                    <w:outlineLvl w:val="2"/>
                    <w:rPr>
                      <w:rFonts w:ascii="Arial" w:hAnsi="Arial" w:cs="Arial"/>
                      <w:i/>
                      <w:sz w:val="16"/>
                      <w:szCs w:val="20"/>
                    </w:rPr>
                  </w:pP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instrText xml:space="preserve"> FORMCHECKBOX </w:instrText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</w:r>
                  <w:r w:rsidR="00025D07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separate"/>
                  </w:r>
                  <w:r w:rsidRPr="007B09AB">
                    <w:rPr>
                      <w:rFonts w:ascii="Arial" w:hAnsi="Arial"/>
                      <w:i/>
                      <w:sz w:val="20"/>
                      <w:szCs w:val="20"/>
                    </w:rPr>
                    <w:fldChar w:fldCharType="end"/>
                  </w:r>
                  <w:r w:rsidRPr="00DE3769">
                    <w:rPr>
                      <w:rFonts w:ascii="Arial" w:eastAsia="Calibri" w:hAnsi="Arial"/>
                      <w:i/>
                      <w:sz w:val="18"/>
                      <w:lang w:val="en-US"/>
                    </w:rPr>
                    <w:t>I</w:t>
                  </w:r>
                  <w:r w:rsidRPr="00DE3769">
                    <w:rPr>
                      <w:rFonts w:ascii="Arial" w:eastAsia="Calibri" w:hAnsi="Arial"/>
                      <w:i/>
                      <w:sz w:val="16"/>
                      <w:szCs w:val="20"/>
                    </w:rPr>
                    <w:t xml:space="preserve"> </w:t>
                  </w:r>
                  <w:r w:rsidRPr="00DE3769">
                    <w:rPr>
                      <w:rFonts w:ascii="Arial" w:eastAsia="Calibri" w:hAnsi="Arial"/>
                      <w:i/>
                      <w:sz w:val="18"/>
                      <w:lang w:val="en-US"/>
                    </w:rPr>
                    <w:t xml:space="preserve">agree with the Vendor Terms and Conditions on the </w:t>
                  </w:r>
                  <w:hyperlink r:id="rId14" w:history="1">
                    <w:r>
                      <w:rPr>
                        <w:rStyle w:val="Hyperlink"/>
                        <w:rFonts w:ascii="Arial" w:eastAsia="Calibri" w:hAnsi="Arial"/>
                        <w:i/>
                        <w:sz w:val="18"/>
                        <w:lang w:val="en-US"/>
                      </w:rPr>
                      <w:t>ADHA website</w:t>
                    </w:r>
                  </w:hyperlink>
                </w:p>
              </w:tc>
            </w:tr>
          </w:tbl>
          <w:p w14:paraId="304302F0" w14:textId="77777777" w:rsidR="00C575E8" w:rsidRDefault="00C575E8" w:rsidP="00913790">
            <w:pPr>
              <w:spacing w:after="120"/>
              <w:rPr>
                <w:rFonts w:cs="Calibri"/>
                <w:b/>
                <w:bCs/>
              </w:rPr>
            </w:pPr>
          </w:p>
        </w:tc>
      </w:tr>
      <w:tr w:rsidR="00F873CC" w:rsidRPr="00CD124B" w14:paraId="039B5A90" w14:textId="77777777" w:rsidTr="00452D7A">
        <w:trPr>
          <w:trHeight w:val="277"/>
          <w:jc w:val="center"/>
        </w:trPr>
        <w:tc>
          <w:tcPr>
            <w:tcW w:w="1217" w:type="pct"/>
            <w:shd w:val="clear" w:color="auto" w:fill="D9D9D9"/>
            <w:vAlign w:val="center"/>
          </w:tcPr>
          <w:p w14:paraId="14E7CB35" w14:textId="6F3B4179" w:rsidR="00C575E8" w:rsidRPr="00730554" w:rsidRDefault="00C575E8" w:rsidP="007F074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Limitation on the validity of this declaration</w:t>
            </w:r>
          </w:p>
        </w:tc>
        <w:tc>
          <w:tcPr>
            <w:tcW w:w="3783" w:type="pct"/>
            <w:vAlign w:val="bottom"/>
          </w:tcPr>
          <w:p w14:paraId="6F61730E" w14:textId="77777777" w:rsidR="00C575E8" w:rsidRDefault="00C575E8" w:rsidP="007F0743">
            <w:pPr>
              <w:spacing w:line="360" w:lineRule="auto"/>
              <w:rPr>
                <w:rFonts w:cs="Calibri"/>
                <w:sz w:val="24"/>
                <w:szCs w:val="24"/>
              </w:rPr>
            </w:pPr>
          </w:p>
          <w:p w14:paraId="1B6B6F59" w14:textId="16AFBFE5" w:rsidR="00C575E8" w:rsidRPr="00CD124B" w:rsidRDefault="00C575E8" w:rsidP="007F0743">
            <w:pPr>
              <w:spacing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C575E8" w:rsidRPr="00CD124B" w14:paraId="36C0B4AC" w14:textId="77777777" w:rsidTr="00F873CC">
        <w:trPr>
          <w:trHeight w:val="624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2580C11E" w14:textId="02B6DF7B" w:rsidR="00C575E8" w:rsidRPr="00C575E8" w:rsidRDefault="00C575E8" w:rsidP="00C575E8">
            <w:pPr>
              <w:rPr>
                <w:rFonts w:cs="Calibri"/>
                <w:b/>
                <w:bCs/>
              </w:rPr>
            </w:pPr>
            <w:r w:rsidRPr="00C575E8">
              <w:rPr>
                <w:rFonts w:ascii="Calibri" w:hAnsi="Calibri" w:cs="Calibri"/>
                <w:iCs/>
                <w:sz w:val="22"/>
                <w:szCs w:val="22"/>
              </w:rPr>
              <w:t>By signing below, I certify that I am responsible for the representations I make on this form and the information I have provided on this form is accurate, complete and up</w:t>
            </w:r>
            <w:r w:rsidRPr="00C575E8">
              <w:rPr>
                <w:rFonts w:ascii="Calibri" w:hAnsi="Calibri" w:cs="Calibri"/>
                <w:iCs/>
                <w:sz w:val="22"/>
                <w:szCs w:val="22"/>
              </w:rPr>
              <w:noBreakHyphen/>
              <w:t>to</w:t>
            </w:r>
            <w:r w:rsidRPr="00C575E8">
              <w:rPr>
                <w:rFonts w:ascii="Calibri" w:hAnsi="Calibri" w:cs="Calibri"/>
                <w:iCs/>
                <w:sz w:val="22"/>
                <w:szCs w:val="22"/>
              </w:rPr>
              <w:noBreakHyphen/>
              <w:t>date</w:t>
            </w:r>
            <w:r>
              <w:rPr>
                <w:rFonts w:ascii="Calibri" w:hAnsi="Calibri" w:cs="Calibri"/>
                <w:iCs/>
                <w:sz w:val="22"/>
                <w:szCs w:val="22"/>
              </w:rPr>
              <w:t>.</w:t>
            </w:r>
            <w:r w:rsidRPr="00C575E8">
              <w:rPr>
                <w:rFonts w:ascii="Calibri" w:hAnsi="Calibri" w:cs="Calibri"/>
                <w:iCs/>
                <w:sz w:val="22"/>
                <w:szCs w:val="22"/>
              </w:rPr>
              <w:t xml:space="preserve"> I am aware that by signing this form a copy of this form and HI Conformance Test Summary Report will be provided to Services Australia and a copy the HI Service production access letter will be provided to the Australian Digital Health Agency.</w:t>
            </w:r>
            <w:r w:rsidRPr="00C575E8">
              <w:rPr>
                <w:rFonts w:cs="Calibri"/>
                <w:b/>
                <w:bCs/>
              </w:rPr>
              <w:t xml:space="preserve">  </w:t>
            </w:r>
          </w:p>
          <w:p w14:paraId="75BB8A97" w14:textId="77777777" w:rsidR="00C575E8" w:rsidRDefault="00C575E8" w:rsidP="00C575E8">
            <w:pPr>
              <w:rPr>
                <w:rFonts w:cs="Calibri"/>
                <w:b/>
                <w:bCs/>
              </w:rPr>
            </w:pPr>
          </w:p>
        </w:tc>
      </w:tr>
      <w:tr w:rsidR="00C575E8" w:rsidRPr="00CD124B" w14:paraId="6DA8AA8C" w14:textId="77777777" w:rsidTr="00F873CC">
        <w:trPr>
          <w:trHeight w:val="2370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45953DA6" w14:textId="77777777" w:rsidR="00C575E8" w:rsidRDefault="00C575E8" w:rsidP="00C575E8">
            <w:pPr>
              <w:keepNext/>
              <w:tabs>
                <w:tab w:val="left" w:pos="540"/>
              </w:tabs>
              <w:spacing w:before="240"/>
              <w:outlineLvl w:val="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Signed by:</w:t>
            </w:r>
          </w:p>
          <w:p w14:paraId="096ADE0D" w14:textId="77777777" w:rsidR="00C575E8" w:rsidRDefault="00C575E8" w:rsidP="00C575E8">
            <w:pPr>
              <w:tabs>
                <w:tab w:val="left" w:pos="540"/>
              </w:tabs>
              <w:rPr>
                <w:rFonts w:ascii="Arial" w:hAnsi="Arial"/>
                <w:sz w:val="16"/>
              </w:rPr>
            </w:pPr>
          </w:p>
          <w:p w14:paraId="63D55CE8" w14:textId="77777777" w:rsidR="00C575E8" w:rsidRDefault="00C575E8" w:rsidP="00C575E8">
            <w:pPr>
              <w:tabs>
                <w:tab w:val="left" w:pos="5670"/>
                <w:tab w:val="left" w:pos="6521"/>
                <w:tab w:val="left" w:pos="9639"/>
              </w:tabs>
              <w:spacing w:before="120"/>
              <w:rPr>
                <w:rFonts w:ascii="Arial" w:hAnsi="Arial"/>
                <w:i/>
                <w:color w:val="333333"/>
                <w:sz w:val="16"/>
                <w:u w:val="dottedHeavy" w:color="C0C0C0"/>
              </w:rPr>
            </w:pPr>
            <w:r>
              <w:rPr>
                <w:rFonts w:ascii="Arial" w:hAnsi="Arial"/>
                <w:color w:val="333333"/>
                <w:u w:val="dottedHeavy" w:color="C0C0C0"/>
              </w:rPr>
              <w:tab/>
            </w:r>
            <w:r>
              <w:rPr>
                <w:rFonts w:ascii="Arial" w:hAnsi="Arial"/>
                <w:color w:val="333333"/>
                <w:u w:color="C0C0C0"/>
              </w:rPr>
              <w:tab/>
            </w:r>
            <w:r>
              <w:rPr>
                <w:rFonts w:ascii="Arial" w:hAnsi="Arial"/>
                <w:color w:val="333333"/>
                <w:u w:val="dottedHeavy" w:color="C0C0C0"/>
              </w:rPr>
              <w:tab/>
            </w:r>
          </w:p>
          <w:p w14:paraId="0B5A155D" w14:textId="77777777" w:rsidR="00C575E8" w:rsidRDefault="00C575E8" w:rsidP="00C575E8">
            <w:pPr>
              <w:pStyle w:val="Heading5"/>
            </w:pPr>
            <w:r w:rsidRPr="00C575E8">
              <w:rPr>
                <w:rFonts w:ascii="Arial" w:hAnsi="Arial" w:cs="Arial"/>
                <w:sz w:val="18"/>
                <w:szCs w:val="18"/>
              </w:rPr>
              <w:t>Name of issuer or authorised representative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C575E8">
              <w:rPr>
                <w:rFonts w:ascii="Arial" w:hAnsi="Arial" w:cs="Arial"/>
                <w:sz w:val="18"/>
                <w:szCs w:val="18"/>
              </w:rPr>
              <w:t>Signature</w:t>
            </w:r>
          </w:p>
          <w:p w14:paraId="19F2458A" w14:textId="77777777" w:rsidR="00C575E8" w:rsidRDefault="00C575E8" w:rsidP="00C575E8">
            <w:pPr>
              <w:tabs>
                <w:tab w:val="left" w:pos="540"/>
              </w:tabs>
              <w:spacing w:before="120"/>
              <w:rPr>
                <w:rFonts w:ascii="Arial" w:hAnsi="Arial"/>
                <w:sz w:val="16"/>
              </w:rPr>
            </w:pPr>
          </w:p>
          <w:p w14:paraId="7E626DCF" w14:textId="77777777" w:rsidR="00C575E8" w:rsidRDefault="00C575E8" w:rsidP="00C575E8">
            <w:pPr>
              <w:tabs>
                <w:tab w:val="left" w:pos="5670"/>
                <w:tab w:val="left" w:pos="6521"/>
                <w:tab w:val="left" w:pos="9639"/>
              </w:tabs>
              <w:spacing w:before="120"/>
              <w:rPr>
                <w:rFonts w:ascii="Arial" w:hAnsi="Arial"/>
                <w:i/>
                <w:color w:val="333333"/>
                <w:sz w:val="16"/>
                <w:u w:val="dottedHeavy" w:color="C0C0C0"/>
              </w:rPr>
            </w:pPr>
            <w:r>
              <w:rPr>
                <w:rFonts w:ascii="Arial" w:hAnsi="Arial"/>
                <w:color w:val="333333"/>
                <w:u w:val="dottedHeavy" w:color="C0C0C0"/>
              </w:rPr>
              <w:tab/>
            </w:r>
            <w:r>
              <w:rPr>
                <w:rFonts w:ascii="Arial" w:hAnsi="Arial"/>
                <w:color w:val="333333"/>
                <w:u w:color="C0C0C0"/>
              </w:rPr>
              <w:tab/>
            </w:r>
            <w:r>
              <w:rPr>
                <w:rFonts w:ascii="Arial" w:hAnsi="Arial"/>
                <w:color w:val="333333"/>
                <w:u w:val="dottedHeavy" w:color="C0C0C0"/>
              </w:rPr>
              <w:tab/>
            </w:r>
          </w:p>
          <w:p w14:paraId="697FFA0D" w14:textId="091504D8" w:rsidR="00C575E8" w:rsidRPr="00C575E8" w:rsidRDefault="00C575E8" w:rsidP="00C575E8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C575E8">
              <w:rPr>
                <w:rFonts w:ascii="Arial" w:hAnsi="Arial" w:cs="Arial"/>
                <w:i/>
                <w:sz w:val="18"/>
              </w:rPr>
              <w:t>Role</w:t>
            </w:r>
            <w:r>
              <w:rPr>
                <w:rFonts w:ascii="Arial" w:hAnsi="Arial" w:cs="Arial"/>
                <w:i/>
                <w:sz w:val="18"/>
              </w:rPr>
              <w:t xml:space="preserve">                                                                                                                           Date (day/month/year) </w:t>
            </w:r>
          </w:p>
        </w:tc>
      </w:tr>
    </w:tbl>
    <w:p w14:paraId="125E10E5" w14:textId="77777777" w:rsidR="00C011E3" w:rsidRDefault="00C011E3" w:rsidP="00DC47B8">
      <w:pPr>
        <w:pStyle w:val="Heading1unnumbered"/>
        <w:spacing w:before="0"/>
      </w:pPr>
    </w:p>
    <w:p w14:paraId="595AAFAD" w14:textId="58464E9D" w:rsidR="00EE26C0" w:rsidRPr="00617E31" w:rsidRDefault="00EE26C0" w:rsidP="00617E31">
      <w:pPr>
        <w:rPr>
          <w:rFonts w:eastAsiaTheme="majorEastAsia" w:cstheme="majorBidi"/>
          <w:bCs/>
          <w:sz w:val="28"/>
          <w:szCs w:val="28"/>
        </w:rPr>
      </w:pPr>
    </w:p>
    <w:sectPr w:rsidR="00EE26C0" w:rsidRPr="00617E31" w:rsidSect="00EC121B">
      <w:headerReference w:type="default" r:id="rId15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AED81" w14:textId="77777777" w:rsidR="002357F0" w:rsidRDefault="002357F0" w:rsidP="00763374">
      <w:r>
        <w:separator/>
      </w:r>
    </w:p>
  </w:endnote>
  <w:endnote w:type="continuationSeparator" w:id="0">
    <w:p w14:paraId="3244720F" w14:textId="77777777" w:rsidR="002357F0" w:rsidRDefault="002357F0" w:rsidP="0076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63B9D" w14:textId="0D7C4C9B" w:rsidR="009929F4" w:rsidRDefault="009929F4" w:rsidP="00140AF1">
    <w:pPr>
      <w:pStyle w:val="Footer"/>
      <w:pBdr>
        <w:top w:val="single" w:sz="2" w:space="3" w:color="auto"/>
      </w:pBdr>
      <w:spacing w:before="400"/>
    </w:pPr>
    <w:r w:rsidRPr="00E20277">
      <w:rPr>
        <w:rStyle w:val="PageNumber"/>
        <w:noProof/>
      </w:rPr>
      <w:fldChar w:fldCharType="begin"/>
    </w:r>
    <w:r w:rsidRPr="00E20277">
      <w:rPr>
        <w:rStyle w:val="PageNumber"/>
        <w:noProof/>
      </w:rPr>
      <w:instrText xml:space="preserve"> PAGE  \* Arabic  \* MERGEFORMAT </w:instrText>
    </w:r>
    <w:r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6</w:t>
    </w:r>
    <w:r w:rsidRPr="00E20277">
      <w:rPr>
        <w:rStyle w:val="PageNumber"/>
        <w:noProof/>
      </w:rPr>
      <w:fldChar w:fldCharType="end"/>
    </w:r>
    <w:r w:rsidRPr="00E20277">
      <w:rPr>
        <w:rStyle w:val="PageNumber"/>
        <w:noProof/>
      </w:rPr>
      <w:t xml:space="preserve"> of </w:t>
    </w:r>
    <w:r w:rsidRPr="00E20277">
      <w:rPr>
        <w:rStyle w:val="PageNumber"/>
        <w:noProof/>
      </w:rPr>
      <w:fldChar w:fldCharType="begin"/>
    </w:r>
    <w:r w:rsidRPr="00E20277">
      <w:rPr>
        <w:rStyle w:val="PageNumber"/>
        <w:noProof/>
      </w:rPr>
      <w:instrText xml:space="preserve"> NUMPAGES  \* Arabic  \* MERGEFORMAT </w:instrText>
    </w:r>
    <w:r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6</w:t>
    </w:r>
    <w:r w:rsidRPr="00E20277">
      <w:rPr>
        <w:rStyle w:val="PageNumber"/>
        <w:noProof/>
      </w:rPr>
      <w:fldChar w:fldCharType="end"/>
    </w:r>
    <w:r>
      <w:t xml:space="preserve"> </w:t>
    </w:r>
    <w:r>
      <w:ptab w:relativeTo="margin" w:alignment="center" w:leader="none"/>
    </w:r>
    <w:sdt>
      <w:sdtPr>
        <w:rPr>
          <w:szCs w:val="16"/>
        </w:rPr>
        <w:alias w:val="Status"/>
        <w:tag w:val="DocStatus"/>
        <w:id w:val="776370498"/>
        <w:lock w:val="sdtLocked"/>
        <w:placeholder>
          <w:docPart w:val="422EF8D27E7E45709CE7DA45511874E6"/>
        </w:placeholder>
        <w:dataBinding w:xpath="/root[1]/DocStatus[1]" w:storeItemID="{04FCC22D-C615-4C5D-9373-0A3A21D4C977}"/>
        <w:comboBox w:lastValue="Approved">
          <w:listItem w:value="Choose an item."/>
          <w:listItem w:displayText="Draft" w:value="Draft"/>
          <w:listItem w:displayText="Awaiting approval" w:value="Awaiting approval"/>
          <w:listItem w:displayText="Approved" w:value="Approved"/>
          <w:listItem w:displayText=" " w:value="  "/>
        </w:comboBox>
      </w:sdtPr>
      <w:sdtEndPr/>
      <w:sdtContent>
        <w:r w:rsidR="007F3EFF">
          <w:rPr>
            <w:szCs w:val="16"/>
          </w:rPr>
          <w:t>Approved</w:t>
        </w:r>
      </w:sdtContent>
    </w:sdt>
    <w:r w:rsidRPr="00877406">
      <w:rPr>
        <w:szCs w:val="16"/>
      </w:rPr>
      <w:t xml:space="preserve"> </w:t>
    </w:r>
    <w:sdt>
      <w:sdtPr>
        <w:rPr>
          <w:szCs w:val="16"/>
        </w:rPr>
        <w:alias w:val="Audience"/>
        <w:tag w:val="Audience"/>
        <w:id w:val="751858182"/>
        <w:lock w:val="sdtLocked"/>
        <w:placeholder>
          <w:docPart w:val="19CC5F399E5B4CDDAADC743CE493C235"/>
        </w:placeholder>
        <w:dataBinding w:xpath="/root[1]/Audience[1]" w:storeItemID="{04FCC22D-C615-4C5D-9373-0A3A21D4C977}"/>
        <w:comboBox w:lastValue="for external">
          <w:listItem w:value="Choose an item."/>
          <w:listItem w:displayText="for internal" w:value="for internal"/>
          <w:listItem w:displayText=" " w:value="  "/>
        </w:comboBox>
      </w:sdtPr>
      <w:sdtEndPr/>
      <w:sdtContent>
        <w:r w:rsidR="004437D4">
          <w:rPr>
            <w:szCs w:val="16"/>
          </w:rPr>
          <w:t>for external</w:t>
        </w:r>
      </w:sdtContent>
    </w:sdt>
    <w:r w:rsidRPr="00877406">
      <w:rPr>
        <w:szCs w:val="16"/>
      </w:rPr>
      <w:t xml:space="preserve"> </w:t>
    </w:r>
    <w:sdt>
      <w:sdtPr>
        <w:alias w:val="Intended use of approved document"/>
        <w:tag w:val="IntendedUse"/>
        <w:id w:val="-1537964430"/>
        <w:lock w:val="sdtLocked"/>
        <w:placeholder>
          <w:docPart w:val="ABE1FAB21626496AB43DC26B278BF744"/>
        </w:placeholder>
        <w:dataBinding w:xpath="/root[1]/IntendedUse[1]" w:storeItemID="{04FCC22D-C615-4C5D-9373-0A3A21D4C977}"/>
        <w:comboBox w:lastValue="use">
          <w:listItem w:value="Choose an item."/>
          <w:listItem w:displayText="trial use" w:value="trial use"/>
          <w:listItem w:displayText="consultation" w:value="consultation"/>
          <w:listItem w:displayText="review" w:value="review"/>
          <w:listItem w:displayText="use" w:value="use"/>
          <w:listItem w:displayText="information" w:value="information"/>
          <w:listItem w:displayText=" " w:value="  "/>
        </w:comboBox>
      </w:sdtPr>
      <w:sdtEndPr>
        <w:rPr>
          <w:rStyle w:val="PlaceholderText"/>
          <w:color w:val="808080"/>
        </w:rPr>
      </w:sdtEndPr>
      <w:sdtContent>
        <w:r w:rsidR="004437D4">
          <w:t>use</w:t>
        </w:r>
      </w:sdtContent>
    </w:sdt>
    <w:r>
      <w:rPr>
        <w:noProof/>
      </w:rPr>
      <w:ptab w:relativeTo="margin" w:alignment="right" w:leader="none"/>
    </w:r>
    <w:r w:rsidRPr="008C4956">
      <w:t xml:space="preserve"> </w:t>
    </w:r>
    <w:sdt>
      <w:sdtPr>
        <w:alias w:val="Date of approval (complete AFTER approval)"/>
        <w:tag w:val="DateOfApproval"/>
        <w:id w:val="803659021"/>
        <w:lock w:val="sdtLocked"/>
        <w:placeholder>
          <w:docPart w:val="A5BFF01E72DF40908F15DB04DCF1C827"/>
        </w:placeholder>
        <w:dataBinding w:xpath="/root[1]/dateOfApproval[1]" w:storeItemID="{04FCC22D-C615-4C5D-9373-0A3A21D4C977}"/>
        <w:date w:fullDate="2024-07-23T00:00:00Z">
          <w:dateFormat w:val="d MMMM yyyy"/>
          <w:lid w:val="en-AU"/>
          <w:storeMappedDataAs w:val="dateTime"/>
          <w:calendar w:val="gregorian"/>
        </w:date>
      </w:sdtPr>
      <w:sdtEndPr/>
      <w:sdtContent>
        <w:r w:rsidR="00B53B1F">
          <w:t>23 July 2024</w:t>
        </w:r>
      </w:sdtContent>
    </w:sdt>
  </w:p>
  <w:p w14:paraId="7959E2FA" w14:textId="4D8F067F" w:rsidR="009929F4" w:rsidRPr="00FE1CAE" w:rsidRDefault="00025D07" w:rsidP="00FE1CAE">
    <w:pPr>
      <w:pStyle w:val="Footer"/>
      <w:pBdr>
        <w:top w:val="none" w:sz="0" w:space="0" w:color="auto"/>
      </w:pBdr>
      <w:spacing w:before="0"/>
    </w:pPr>
    <w:sdt>
      <w:sdtPr>
        <w:alias w:val="Draft version number"/>
        <w:tag w:val="DocumentVersionNumber"/>
        <w:id w:val="-1489931029"/>
        <w:lock w:val="sdtLocked"/>
        <w:placeholder>
          <w:docPart w:val="3CF40EA4B7D2421DA36B5583A6F20BD7"/>
        </w:placeholder>
        <w:dataBinding w:xpath="/root[1]/DraftVersionNumber[1]" w:storeItemID="{04FCC22D-C615-4C5D-9373-0A3A21D4C977}"/>
        <w:comboBox w:lastValue=" ">
          <w:listItem w:displayText="Select the version number or select blank for approved document" w:value="Select the version number or select blank for approved document"/>
          <w:listItem w:displayText=" " w:value=" "/>
          <w:listItem w:displayText="Draft version 001" w:value="Draft version 001"/>
          <w:listItem w:displayText="Draft version 002" w:value="Draft version 002"/>
          <w:listItem w:displayText="Draft version 003" w:value="Draft version 003"/>
          <w:listItem w:displayText="Draft version 004" w:value="Draft version 004"/>
          <w:listItem w:displayText="Draft version 005" w:value="Draft version005"/>
          <w:listItem w:displayText="Draft version 006" w:value="Draft version 006"/>
          <w:listItem w:displayText="Draft version 007" w:value="Draft version 007"/>
          <w:listItem w:displayText="Draft version 008" w:value="Draft version 008"/>
          <w:listItem w:displayText="Draft version 009" w:value="Draft version 009"/>
          <w:listItem w:displayText="Draft version 010" w:value="Draft version 010"/>
          <w:listItem w:displayText="Draft version 011" w:value="Draft version 011"/>
          <w:listItem w:displayText="Draft version 012" w:value="Draft version 012"/>
        </w:comboBox>
      </w:sdtPr>
      <w:sdtEndPr>
        <w:rPr>
          <w:rStyle w:val="PlaceholderText"/>
          <w:color w:val="808080"/>
        </w:rPr>
      </w:sdtEndPr>
      <w:sdtContent>
        <w:r w:rsidR="009929F4">
          <w:t xml:space="preserve"> </w:t>
        </w:r>
      </w:sdtContent>
    </w:sdt>
    <w:r w:rsidR="009929F4" w:rsidRPr="00FE1CAE">
      <w:t xml:space="preserve"> </w:t>
    </w:r>
    <w:r w:rsidR="009929F4" w:rsidRPr="00FE1CAE">
      <w:ptab w:relativeTo="margin" w:alignment="right" w:leader="none"/>
    </w:r>
    <w:r w:rsidR="009929F4" w:rsidRPr="00FE1CAE">
      <w:t xml:space="preserve"> </w:t>
    </w:r>
    <w:sdt>
      <w:sdtPr>
        <w:alias w:val="Document identifier"/>
        <w:tag w:val="DocumentID"/>
        <w:id w:val="1558743252"/>
        <w:lock w:val="sdtLocked"/>
        <w:dataBinding w:xpath="/root[1]/DocumentID[1]" w:storeItemID="{04FCC22D-C615-4C5D-9373-0A3A21D4C977}"/>
        <w:text/>
      </w:sdtPr>
      <w:sdtEndPr/>
      <w:sdtContent>
        <w:r w:rsidR="00730554">
          <w:t>CRM Reference Number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49DF2" w14:textId="597EA82F" w:rsidR="009929F4" w:rsidRDefault="00025D07" w:rsidP="00140AF1">
    <w:pPr>
      <w:pStyle w:val="Footer"/>
      <w:pBdr>
        <w:top w:val="single" w:sz="2" w:space="3" w:color="auto"/>
      </w:pBdr>
      <w:spacing w:before="400"/>
    </w:pPr>
    <w:sdt>
      <w:sdtPr>
        <w:alias w:val="Date of approval (complete AFTER approval)"/>
        <w:tag w:val="DateOfApproval"/>
        <w:id w:val="-1413391564"/>
        <w:lock w:val="sdtLocked"/>
        <w:placeholder>
          <w:docPart w:val="7C22727066E240D99F066AE3A7AC32C3"/>
        </w:placeholder>
        <w:dataBinding w:xpath="/root[1]/dateOfApproval[1]" w:storeItemID="{04FCC22D-C615-4C5D-9373-0A3A21D4C977}"/>
        <w:date w:fullDate="2024-07-23T00:00:00Z">
          <w:dateFormat w:val="d MMMM yyyy"/>
          <w:lid w:val="en-AU"/>
          <w:storeMappedDataAs w:val="dateTime"/>
          <w:calendar w:val="gregorian"/>
        </w:date>
      </w:sdtPr>
      <w:sdtEndPr/>
      <w:sdtContent>
        <w:r w:rsidR="00B53B1F">
          <w:t>23 July 2024</w:t>
        </w:r>
      </w:sdtContent>
    </w:sdt>
    <w:r w:rsidR="009929F4">
      <w:rPr>
        <w:noProof/>
      </w:rPr>
      <w:t xml:space="preserve"> </w:t>
    </w:r>
    <w:r w:rsidR="009929F4">
      <w:rPr>
        <w:noProof/>
      </w:rPr>
      <w:ptab w:relativeTo="margin" w:alignment="center" w:leader="none"/>
    </w:r>
    <w:sdt>
      <w:sdtPr>
        <w:rPr>
          <w:szCs w:val="16"/>
        </w:rPr>
        <w:alias w:val="Status"/>
        <w:tag w:val="DocStatus"/>
        <w:id w:val="1004325696"/>
        <w:lock w:val="sdtLocked"/>
        <w:placeholder>
          <w:docPart w:val="80A396CA1B9946D5983C23EE3B600321"/>
        </w:placeholder>
        <w:dataBinding w:xpath="/root[1]/DocStatus[1]" w:storeItemID="{04FCC22D-C615-4C5D-9373-0A3A21D4C977}"/>
        <w:comboBox w:lastValue="Approved">
          <w:listItem w:value="Choose an item."/>
          <w:listItem w:displayText="Draft" w:value="Draft"/>
          <w:listItem w:displayText="Awaiting approval" w:value="Awaiting approval"/>
          <w:listItem w:displayText="Approved" w:value="Approved"/>
          <w:listItem w:displayText=" " w:value="  "/>
        </w:comboBox>
      </w:sdtPr>
      <w:sdtEndPr/>
      <w:sdtContent>
        <w:r w:rsidR="007F3EFF">
          <w:rPr>
            <w:szCs w:val="16"/>
          </w:rPr>
          <w:t>Approved</w:t>
        </w:r>
      </w:sdtContent>
    </w:sdt>
    <w:r w:rsidR="009929F4" w:rsidRPr="00877406">
      <w:rPr>
        <w:szCs w:val="16"/>
      </w:rPr>
      <w:t xml:space="preserve"> </w:t>
    </w:r>
    <w:sdt>
      <w:sdtPr>
        <w:rPr>
          <w:szCs w:val="16"/>
        </w:rPr>
        <w:alias w:val="Audience"/>
        <w:tag w:val="Audience"/>
        <w:id w:val="-995255661"/>
        <w:lock w:val="sdtLocked"/>
        <w:placeholder>
          <w:docPart w:val="E39244FB7131408DA8660ED276057B3F"/>
        </w:placeholder>
        <w:dataBinding w:xpath="/root[1]/Audience[1]" w:storeItemID="{04FCC22D-C615-4C5D-9373-0A3A21D4C977}"/>
        <w:comboBox w:lastValue="for external">
          <w:listItem w:value="Choose an item."/>
          <w:listItem w:displayText="for internal" w:value="for internal"/>
          <w:listItem w:displayText=" " w:value="  "/>
        </w:comboBox>
      </w:sdtPr>
      <w:sdtEndPr/>
      <w:sdtContent>
        <w:r w:rsidR="004437D4">
          <w:rPr>
            <w:szCs w:val="16"/>
          </w:rPr>
          <w:t>for external</w:t>
        </w:r>
      </w:sdtContent>
    </w:sdt>
    <w:r w:rsidR="009929F4">
      <w:rPr>
        <w:szCs w:val="16"/>
      </w:rPr>
      <w:t xml:space="preserve"> </w:t>
    </w:r>
    <w:sdt>
      <w:sdtPr>
        <w:alias w:val="Intended use of approved document"/>
        <w:tag w:val="IntendedUse"/>
        <w:id w:val="1316214609"/>
        <w:lock w:val="sdtLocked"/>
        <w:placeholder>
          <w:docPart w:val="28CB831EC22640B9856914074BD64611"/>
        </w:placeholder>
        <w:dataBinding w:xpath="/root[1]/IntendedUse[1]" w:storeItemID="{04FCC22D-C615-4C5D-9373-0A3A21D4C977}"/>
        <w:comboBox w:lastValue="use">
          <w:listItem w:value="Choose an item."/>
          <w:listItem w:displayText="trial use" w:value="trial use"/>
          <w:listItem w:displayText="consultation" w:value="consultation"/>
          <w:listItem w:displayText="review" w:value="review"/>
          <w:listItem w:displayText="use" w:value="use"/>
          <w:listItem w:displayText="information" w:value="information"/>
          <w:listItem w:displayText=" " w:value="  "/>
        </w:comboBox>
      </w:sdtPr>
      <w:sdtEndPr>
        <w:rPr>
          <w:rStyle w:val="PlaceholderText"/>
          <w:color w:val="808080"/>
        </w:rPr>
      </w:sdtEndPr>
      <w:sdtContent>
        <w:r w:rsidR="004437D4">
          <w:t>use</w:t>
        </w:r>
      </w:sdtContent>
    </w:sdt>
    <w:r w:rsidR="009929F4">
      <w:rPr>
        <w:rStyle w:val="PageNumber"/>
        <w:noProof/>
      </w:rPr>
      <w:ptab w:relativeTo="margin" w:alignment="right" w:leader="none"/>
    </w:r>
    <w:r w:rsidR="009929F4" w:rsidRPr="00E20277">
      <w:rPr>
        <w:rStyle w:val="PageNumber"/>
        <w:noProof/>
      </w:rPr>
      <w:fldChar w:fldCharType="begin"/>
    </w:r>
    <w:r w:rsidR="009929F4" w:rsidRPr="00E20277">
      <w:rPr>
        <w:rStyle w:val="PageNumber"/>
        <w:noProof/>
      </w:rPr>
      <w:instrText xml:space="preserve"> PAGE  \* Arabic  \* MERGEFORMAT </w:instrText>
    </w:r>
    <w:r w:rsidR="009929F4"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5</w:t>
    </w:r>
    <w:r w:rsidR="009929F4" w:rsidRPr="00E20277">
      <w:rPr>
        <w:rStyle w:val="PageNumber"/>
        <w:noProof/>
      </w:rPr>
      <w:fldChar w:fldCharType="end"/>
    </w:r>
    <w:r w:rsidR="009929F4" w:rsidRPr="00E20277">
      <w:rPr>
        <w:rStyle w:val="PageNumber"/>
        <w:noProof/>
      </w:rPr>
      <w:t xml:space="preserve"> of </w:t>
    </w:r>
    <w:r w:rsidR="009929F4" w:rsidRPr="00E20277">
      <w:rPr>
        <w:rStyle w:val="PageNumber"/>
        <w:noProof/>
      </w:rPr>
      <w:fldChar w:fldCharType="begin"/>
    </w:r>
    <w:r w:rsidR="009929F4" w:rsidRPr="00E20277">
      <w:rPr>
        <w:rStyle w:val="PageNumber"/>
        <w:noProof/>
      </w:rPr>
      <w:instrText xml:space="preserve"> NUMPAGES  \* Arabic  \* MERGEFORMAT </w:instrText>
    </w:r>
    <w:r w:rsidR="009929F4" w:rsidRPr="00E20277">
      <w:rPr>
        <w:rStyle w:val="PageNumber"/>
        <w:noProof/>
      </w:rPr>
      <w:fldChar w:fldCharType="separate"/>
    </w:r>
    <w:r w:rsidR="007F4DBA">
      <w:rPr>
        <w:rStyle w:val="PageNumber"/>
        <w:noProof/>
      </w:rPr>
      <w:t>6</w:t>
    </w:r>
    <w:r w:rsidR="009929F4" w:rsidRPr="00E20277">
      <w:rPr>
        <w:rStyle w:val="PageNumber"/>
        <w:noProof/>
      </w:rPr>
      <w:fldChar w:fldCharType="end"/>
    </w:r>
  </w:p>
  <w:p w14:paraId="7DFC0E8C" w14:textId="270F2532" w:rsidR="009929F4" w:rsidRPr="00F43CA7" w:rsidRDefault="00025D07" w:rsidP="00140AF1">
    <w:pPr>
      <w:pStyle w:val="Footer"/>
      <w:pBdr>
        <w:top w:val="single" w:sz="2" w:space="3" w:color="auto"/>
      </w:pBdr>
      <w:spacing w:before="0"/>
      <w:rPr>
        <w:szCs w:val="20"/>
      </w:rPr>
    </w:pPr>
    <w:sdt>
      <w:sdtPr>
        <w:rPr>
          <w:szCs w:val="20"/>
        </w:rPr>
        <w:alias w:val="Document identifier"/>
        <w:tag w:val="DocumentID"/>
        <w:id w:val="-1846627821"/>
        <w:lock w:val="sdtLocked"/>
        <w:dataBinding w:xpath="/root[1]/DocumentID[1]" w:storeItemID="{04FCC22D-C615-4C5D-9373-0A3A21D4C977}"/>
        <w:text/>
      </w:sdtPr>
      <w:sdtEndPr/>
      <w:sdtContent>
        <w:r w:rsidR="00730554">
          <w:rPr>
            <w:szCs w:val="20"/>
          </w:rPr>
          <w:t>CRM Reference Number</w:t>
        </w:r>
      </w:sdtContent>
    </w:sdt>
    <w:r w:rsidR="009929F4" w:rsidRPr="00B60FCA">
      <w:rPr>
        <w:noProof/>
        <w:szCs w:val="20"/>
      </w:rPr>
      <w:t xml:space="preserve"> </w:t>
    </w:r>
    <w:r w:rsidR="009929F4" w:rsidRPr="00F43CA7">
      <w:rPr>
        <w:noProof/>
        <w:szCs w:val="20"/>
      </w:rPr>
      <w:ptab w:relativeTo="margin" w:alignment="right" w:leader="none"/>
    </w:r>
    <w:r w:rsidR="009929F4" w:rsidRPr="00F43CA7">
      <w:rPr>
        <w:rStyle w:val="PlaceholderText"/>
        <w:szCs w:val="20"/>
      </w:rPr>
      <w:t xml:space="preserve"> </w:t>
    </w:r>
    <w:sdt>
      <w:sdtPr>
        <w:rPr>
          <w:szCs w:val="20"/>
        </w:rPr>
        <w:alias w:val="Draft version number"/>
        <w:tag w:val="DocumentVersionNumber"/>
        <w:id w:val="-1409229784"/>
        <w:lock w:val="sdtLocked"/>
        <w:placeholder>
          <w:docPart w:val="5CE4F5C9600D4987BA0BADDD5B4D17A9"/>
        </w:placeholder>
        <w:dataBinding w:xpath="/root[1]/DraftVersionNumber[1]" w:storeItemID="{04FCC22D-C615-4C5D-9373-0A3A21D4C977}"/>
        <w:comboBox w:lastValue=" ">
          <w:listItem w:displayText="Select the version number or select blank for approved document" w:value="Select the version number or select blank for approved document"/>
          <w:listItem w:displayText=" " w:value=" "/>
          <w:listItem w:displayText="Draft version 001" w:value="Draft version 001"/>
          <w:listItem w:displayText="Draft version 002" w:value="Draft version 002"/>
          <w:listItem w:displayText="Draft version 003" w:value="Draft version 003"/>
          <w:listItem w:displayText="Draft version 004" w:value="Draft version 004"/>
          <w:listItem w:displayText="Draft version 005" w:value="Draft version005"/>
          <w:listItem w:displayText="Draft version 006" w:value="Draft version 006"/>
          <w:listItem w:displayText="Draft version 007" w:value="Draft version 007"/>
          <w:listItem w:displayText="Draft version 008" w:value="Draft version 008"/>
          <w:listItem w:displayText="Draft version 009" w:value="Draft version 009"/>
          <w:listItem w:displayText="Draft version 010" w:value="Draft version 010"/>
          <w:listItem w:displayText="Draft version 011" w:value="Draft version 011"/>
          <w:listItem w:displayText="Draft version 012" w:value="Draft version 012"/>
        </w:comboBox>
      </w:sdtPr>
      <w:sdtEndPr>
        <w:rPr>
          <w:rStyle w:val="PlaceholderText"/>
          <w:color w:val="808080"/>
        </w:rPr>
      </w:sdtEndPr>
      <w:sdtContent>
        <w:r w:rsidR="009929F4">
          <w:rPr>
            <w:szCs w:val="20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FFDA2" w14:textId="77777777" w:rsidR="002357F0" w:rsidRDefault="002357F0" w:rsidP="00763374">
      <w:r>
        <w:separator/>
      </w:r>
    </w:p>
  </w:footnote>
  <w:footnote w:type="continuationSeparator" w:id="0">
    <w:p w14:paraId="78251337" w14:textId="77777777" w:rsidR="002357F0" w:rsidRDefault="002357F0" w:rsidP="00763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1E454" w14:textId="77777777" w:rsidR="009929F4" w:rsidRPr="002B67CC" w:rsidRDefault="009929F4" w:rsidP="005D5A7E">
    <w:pPr>
      <w:pStyle w:val="Header"/>
      <w:spacing w:before="240" w:after="600"/>
    </w:pPr>
    <w:r>
      <w:t>Australian Digital Health Agency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D362F" w14:textId="77777777" w:rsidR="009929F4" w:rsidRDefault="009929F4" w:rsidP="00FE754B">
    <w:pPr>
      <w:jc w:val="center"/>
      <w:rPr>
        <w:color w:val="A3A2A6"/>
      </w:rPr>
    </w:pPr>
    <w:r w:rsidRPr="00540AD9">
      <w:rPr>
        <w:b/>
        <w:noProof/>
        <w:color w:val="FF0000"/>
        <w:sz w:val="32"/>
        <w:szCs w:val="32"/>
        <w:lang w:eastAsia="en-AU"/>
      </w:rPr>
      <w:drawing>
        <wp:anchor distT="0" distB="0" distL="114300" distR="114300" simplePos="0" relativeHeight="251661312" behindDoc="1" locked="1" layoutInCell="1" allowOverlap="1" wp14:anchorId="2EBB36D8" wp14:editId="5F33DA5A">
          <wp:simplePos x="0" y="0"/>
          <wp:positionH relativeFrom="page">
            <wp:posOffset>540385</wp:posOffset>
          </wp:positionH>
          <wp:positionV relativeFrom="page">
            <wp:posOffset>530860</wp:posOffset>
          </wp:positionV>
          <wp:extent cx="2951480" cy="589915"/>
          <wp:effectExtent l="0" t="0" r="1270" b="635"/>
          <wp:wrapNone/>
          <wp:docPr id="3" name="Picture 3" descr="Australian Government - Australian Digital Health Agenc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1480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17B77">
      <w:rPr>
        <w:noProof/>
        <w:lang w:eastAsia="en-AU"/>
      </w:rPr>
      <w:drawing>
        <wp:anchor distT="0" distB="0" distL="114300" distR="114300" simplePos="0" relativeHeight="251663360" behindDoc="1" locked="1" layoutInCell="1" allowOverlap="1" wp14:anchorId="634C9F63" wp14:editId="0D8B7A00">
          <wp:simplePos x="0" y="0"/>
          <wp:positionH relativeFrom="page">
            <wp:posOffset>720090</wp:posOffset>
          </wp:positionH>
          <wp:positionV relativeFrom="page">
            <wp:posOffset>1871980</wp:posOffset>
          </wp:positionV>
          <wp:extent cx="6120000" cy="54000"/>
          <wp:effectExtent l="0" t="0" r="0" b="3175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 preferRelativeResize="0"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A462B2" w14:textId="77777777" w:rsidR="009929F4" w:rsidRPr="00CD680B" w:rsidRDefault="009929F4" w:rsidP="00CD680B">
    <w:pPr>
      <w:pStyle w:val="BodyText"/>
      <w:spacing w:after="0"/>
      <w:rPr>
        <w:rStyle w:val="BodyTextChar"/>
        <w:color w:val="A3A2A6"/>
        <w:sz w:val="2"/>
      </w:rPr>
    </w:pPr>
    <w:r w:rsidRPr="00CD680B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2DCCC" w14:textId="5BD7B289" w:rsidR="009929F4" w:rsidRPr="00137837" w:rsidRDefault="00025D07" w:rsidP="00062598">
    <w:pPr>
      <w:pStyle w:val="Header"/>
      <w:spacing w:after="600"/>
      <w:jc w:val="right"/>
    </w:pPr>
    <w:sdt>
      <w:sdtPr>
        <w:alias w:val="Subject"/>
        <w:tag w:val=""/>
        <w:id w:val="560222303"/>
        <w:placeholder>
          <w:docPart w:val="70F59BEBD1E744729341C8023A5A4D72"/>
        </w:placeholder>
        <w:dataBinding w:xpath="/root[1]/Subject[1]" w:storeItemID="{04FCC22D-C615-4C5D-9373-0A3A21D4C977}"/>
        <w:text/>
      </w:sdtPr>
      <w:sdtEndPr/>
      <w:sdtContent>
        <w:r w:rsidR="00E15D06">
          <w:t>Healthcare Identifiers</w:t>
        </w:r>
      </w:sdtContent>
    </w:sdt>
    <w:r w:rsidR="009929F4" w:rsidRPr="00A94CA2">
      <w:t xml:space="preserve"> </w:t>
    </w:r>
    <w:r w:rsidR="009929F4">
      <w:br/>
    </w:r>
    <w:sdt>
      <w:sdtPr>
        <w:alias w:val="Title"/>
        <w:tag w:val=""/>
        <w:id w:val="-1446463978"/>
        <w:lock w:val="sdtLocked"/>
        <w:placeholder>
          <w:docPart w:val="C477CD83FF2247EFBB91F9D350A67A70"/>
        </w:placeholder>
        <w:dataBinding w:xpath="/root[1]/Title[1]" w:storeItemID="{04FCC22D-C615-4C5D-9373-0A3A21D4C977}"/>
        <w:text/>
      </w:sdtPr>
      <w:sdtEndPr/>
      <w:sdtContent>
        <w:r w:rsidR="009929F4">
          <w:t>Conformance Vendor Declaration Form</w:t>
        </w:r>
      </w:sdtContent>
    </w:sdt>
    <w:r w:rsidR="009929F4">
      <w:t xml:space="preserve"> </w:t>
    </w:r>
    <w:sdt>
      <w:sdtPr>
        <w:alias w:val="Version"/>
        <w:tag w:val="Version"/>
        <w:id w:val="-2023463911"/>
        <w:placeholder>
          <w:docPart w:val="D230E16221B741B0819530DA7FF461DC"/>
        </w:placeholder>
        <w:dataBinding w:xpath="/root[1]/DocVersion[1]" w:storeItemID="{04FCC22D-C615-4C5D-9373-0A3A21D4C977}"/>
        <w:text/>
      </w:sdtPr>
      <w:sdtEndPr/>
      <w:sdtContent>
        <w:r w:rsidR="00B414AF">
          <w:t>v4.1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0D04"/>
    <w:multiLevelType w:val="hybridMultilevel"/>
    <w:tmpl w:val="0A5A5D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D1513"/>
    <w:multiLevelType w:val="hybridMultilevel"/>
    <w:tmpl w:val="5E86B60A"/>
    <w:lvl w:ilvl="0" w:tplc="E6EA35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5803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9CA272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8ABA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1402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3D692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9880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0E0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E802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76820"/>
    <w:multiLevelType w:val="hybridMultilevel"/>
    <w:tmpl w:val="1994A4DE"/>
    <w:lvl w:ilvl="0" w:tplc="074AE3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56D4E"/>
    <w:multiLevelType w:val="hybridMultilevel"/>
    <w:tmpl w:val="CE0C250C"/>
    <w:lvl w:ilvl="0" w:tplc="0FAEEF8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7B6BED"/>
    <w:multiLevelType w:val="multilevel"/>
    <w:tmpl w:val="8DB25F20"/>
    <w:styleLink w:val="Bullets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ind w:left="1276" w:hanging="426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ind w:left="1701" w:hanging="426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ind w:left="2126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551" w:hanging="426"/>
      </w:pPr>
      <w:rPr>
        <w:rFonts w:hint="default"/>
      </w:rPr>
    </w:lvl>
    <w:lvl w:ilvl="5">
      <w:start w:val="1"/>
      <w:numFmt w:val="none"/>
      <w:lvlText w:val=""/>
      <w:lvlJc w:val="left"/>
      <w:pPr>
        <w:ind w:left="2976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3401" w:hanging="426"/>
      </w:pPr>
      <w:rPr>
        <w:rFonts w:hint="default"/>
      </w:rPr>
    </w:lvl>
    <w:lvl w:ilvl="7">
      <w:start w:val="1"/>
      <w:numFmt w:val="none"/>
      <w:lvlText w:val=""/>
      <w:lvlJc w:val="left"/>
      <w:pPr>
        <w:ind w:left="3826" w:hanging="426"/>
      </w:pPr>
      <w:rPr>
        <w:rFonts w:hint="default"/>
      </w:rPr>
    </w:lvl>
    <w:lvl w:ilvl="8">
      <w:start w:val="1"/>
      <w:numFmt w:val="none"/>
      <w:lvlText w:val=""/>
      <w:lvlJc w:val="left"/>
      <w:pPr>
        <w:ind w:left="4251" w:hanging="426"/>
      </w:pPr>
      <w:rPr>
        <w:rFonts w:hint="default"/>
      </w:rPr>
    </w:lvl>
  </w:abstractNum>
  <w:abstractNum w:abstractNumId="5" w15:restartNumberingAfterBreak="0">
    <w:nsid w:val="1490009A"/>
    <w:multiLevelType w:val="multilevel"/>
    <w:tmpl w:val="E6F294EA"/>
    <w:styleLink w:val="Numberedsteps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0" w:hanging="425"/>
      </w:pPr>
      <w:rPr>
        <w:rFonts w:ascii="Symbol" w:hAnsi="Symbol" w:hint="default"/>
        <w:color w:val="auto"/>
      </w:rPr>
    </w:lvl>
    <w:lvl w:ilvl="2">
      <w:start w:val="1"/>
      <w:numFmt w:val="bullet"/>
      <w:lvlText w:val=""/>
      <w:lvlJc w:val="left"/>
      <w:pPr>
        <w:ind w:left="1275" w:hanging="425"/>
      </w:pPr>
      <w:rPr>
        <w:rFonts w:ascii="Webdings" w:hAnsi="Webdings" w:hint="default"/>
        <w:color w:val="auto"/>
      </w:rPr>
    </w:lvl>
    <w:lvl w:ilvl="3">
      <w:start w:val="1"/>
      <w:numFmt w:val="bullet"/>
      <w:lvlText w:val="-"/>
      <w:lvlJc w:val="left"/>
      <w:pPr>
        <w:ind w:left="1700" w:hanging="425"/>
      </w:pPr>
      <w:rPr>
        <w:rFonts w:ascii="Verdana" w:hAnsi="Verdana" w:hint="default"/>
        <w:color w:val="auto"/>
      </w:rPr>
    </w:lvl>
    <w:lvl w:ilvl="4">
      <w:start w:val="1"/>
      <w:numFmt w:val="none"/>
      <w:lvlText w:val=""/>
      <w:lvlJc w:val="left"/>
      <w:pPr>
        <w:ind w:left="21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2550" w:hanging="425"/>
      </w:pPr>
      <w:rPr>
        <w:rFonts w:hint="default"/>
      </w:rPr>
    </w:lvl>
    <w:lvl w:ilvl="6">
      <w:start w:val="1"/>
      <w:numFmt w:val="none"/>
      <w:lvlText w:val=""/>
      <w:lvlJc w:val="left"/>
      <w:pPr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3825" w:hanging="425"/>
      </w:pPr>
      <w:rPr>
        <w:rFonts w:hint="default"/>
      </w:rPr>
    </w:lvl>
  </w:abstractNum>
  <w:abstractNum w:abstractNumId="6" w15:restartNumberingAfterBreak="0">
    <w:nsid w:val="155468A5"/>
    <w:multiLevelType w:val="hybridMultilevel"/>
    <w:tmpl w:val="824C3656"/>
    <w:lvl w:ilvl="0" w:tplc="0C09000B">
      <w:start w:val="1"/>
      <w:numFmt w:val="bullet"/>
      <w:lvlText w:val=""/>
      <w:lvlJc w:val="left"/>
      <w:pPr>
        <w:ind w:left="1998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2718" w:hanging="360"/>
      </w:pPr>
    </w:lvl>
    <w:lvl w:ilvl="2" w:tplc="0C09001B" w:tentative="1">
      <w:start w:val="1"/>
      <w:numFmt w:val="lowerRoman"/>
      <w:lvlText w:val="%3."/>
      <w:lvlJc w:val="right"/>
      <w:pPr>
        <w:ind w:left="3438" w:hanging="180"/>
      </w:pPr>
    </w:lvl>
    <w:lvl w:ilvl="3" w:tplc="0C09000F" w:tentative="1">
      <w:start w:val="1"/>
      <w:numFmt w:val="decimal"/>
      <w:lvlText w:val="%4."/>
      <w:lvlJc w:val="left"/>
      <w:pPr>
        <w:ind w:left="4158" w:hanging="360"/>
      </w:pPr>
    </w:lvl>
    <w:lvl w:ilvl="4" w:tplc="0C090019" w:tentative="1">
      <w:start w:val="1"/>
      <w:numFmt w:val="lowerLetter"/>
      <w:lvlText w:val="%5."/>
      <w:lvlJc w:val="left"/>
      <w:pPr>
        <w:ind w:left="4878" w:hanging="360"/>
      </w:pPr>
    </w:lvl>
    <w:lvl w:ilvl="5" w:tplc="0C09001B" w:tentative="1">
      <w:start w:val="1"/>
      <w:numFmt w:val="lowerRoman"/>
      <w:lvlText w:val="%6."/>
      <w:lvlJc w:val="right"/>
      <w:pPr>
        <w:ind w:left="5598" w:hanging="180"/>
      </w:pPr>
    </w:lvl>
    <w:lvl w:ilvl="6" w:tplc="0C09000F" w:tentative="1">
      <w:start w:val="1"/>
      <w:numFmt w:val="decimal"/>
      <w:lvlText w:val="%7."/>
      <w:lvlJc w:val="left"/>
      <w:pPr>
        <w:ind w:left="6318" w:hanging="360"/>
      </w:pPr>
    </w:lvl>
    <w:lvl w:ilvl="7" w:tplc="0C090019" w:tentative="1">
      <w:start w:val="1"/>
      <w:numFmt w:val="lowerLetter"/>
      <w:lvlText w:val="%8."/>
      <w:lvlJc w:val="left"/>
      <w:pPr>
        <w:ind w:left="7038" w:hanging="360"/>
      </w:pPr>
    </w:lvl>
    <w:lvl w:ilvl="8" w:tplc="0C0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7" w15:restartNumberingAfterBreak="0">
    <w:nsid w:val="16C35D5F"/>
    <w:multiLevelType w:val="multilevel"/>
    <w:tmpl w:val="B28045E8"/>
    <w:lvl w:ilvl="0">
      <w:start w:val="1"/>
      <w:numFmt w:val="decimal"/>
      <w:pStyle w:val="Tablenumber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178A36B0"/>
    <w:multiLevelType w:val="hybridMultilevel"/>
    <w:tmpl w:val="54A480F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164D3"/>
    <w:multiLevelType w:val="hybridMultilevel"/>
    <w:tmpl w:val="FDB83C2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B4C46"/>
    <w:multiLevelType w:val="multilevel"/>
    <w:tmpl w:val="837471AA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709" w:hanging="709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709" w:hanging="709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709" w:hanging="709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709" w:hanging="709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709" w:hanging="709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hanging="709"/>
      </w:pPr>
      <w:rPr>
        <w:rFonts w:hint="default"/>
      </w:rPr>
    </w:lvl>
  </w:abstractNum>
  <w:abstractNum w:abstractNumId="11" w15:restartNumberingAfterBreak="0">
    <w:nsid w:val="211F4826"/>
    <w:multiLevelType w:val="multilevel"/>
    <w:tmpl w:val="0B8A1304"/>
    <w:styleLink w:val="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○"/>
      <w:lvlJc w:val="left"/>
      <w:pPr>
        <w:tabs>
          <w:tab w:val="num" w:pos="568"/>
        </w:tabs>
        <w:ind w:left="568" w:hanging="284"/>
      </w:pPr>
      <w:rPr>
        <w:rFonts w:ascii="Arial" w:hAnsi="Arial" w:hint="default"/>
      </w:rPr>
    </w:lvl>
    <w:lvl w:ilvl="2">
      <w:start w:val="1"/>
      <w:numFmt w:val="bullet"/>
      <w:pStyle w:val="Tablebullet3"/>
      <w:lvlText w:val="-"/>
      <w:lvlJc w:val="left"/>
      <w:pPr>
        <w:tabs>
          <w:tab w:val="num" w:pos="852"/>
        </w:tabs>
        <w:ind w:left="852" w:hanging="284"/>
      </w:pPr>
      <w:rPr>
        <w:rFonts w:ascii="Verdana" w:hAnsi="Verdana"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2" w15:restartNumberingAfterBreak="0">
    <w:nsid w:val="2434117B"/>
    <w:multiLevelType w:val="hybridMultilevel"/>
    <w:tmpl w:val="84E82CB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51234"/>
    <w:multiLevelType w:val="multilevel"/>
    <w:tmpl w:val="6BB2E90C"/>
    <w:lvl w:ilvl="0">
      <w:start w:val="1"/>
      <w:numFmt w:val="decimal"/>
      <w:pStyle w:val="Numberedstep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Numberedstep2"/>
      <w:lvlText w:val="%2"/>
      <w:lvlJc w:val="left"/>
      <w:pPr>
        <w:tabs>
          <w:tab w:val="num" w:pos="851"/>
        </w:tabs>
        <w:ind w:left="850" w:hanging="425"/>
      </w:pPr>
      <w:rPr>
        <w:rFonts w:hint="default"/>
        <w:color w:val="auto"/>
      </w:rPr>
    </w:lvl>
    <w:lvl w:ilvl="2">
      <w:start w:val="1"/>
      <w:numFmt w:val="lowerRoman"/>
      <w:pStyle w:val="Numberedstep3"/>
      <w:lvlText w:val="%3"/>
      <w:lvlJc w:val="left"/>
      <w:pPr>
        <w:tabs>
          <w:tab w:val="num" w:pos="1276"/>
        </w:tabs>
        <w:ind w:left="1275" w:hanging="425"/>
      </w:pPr>
      <w:rPr>
        <w:rFonts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1701"/>
        </w:tabs>
        <w:ind w:left="1700" w:hanging="425"/>
      </w:pPr>
      <w:rPr>
        <w:rFonts w:hint="default"/>
        <w:color w:val="auto"/>
      </w:rPr>
    </w:lvl>
    <w:lvl w:ilvl="4">
      <w:start w:val="1"/>
      <w:numFmt w:val="none"/>
      <w:lvlRestart w:val="0"/>
      <w:lvlText w:val=""/>
      <w:lvlJc w:val="left"/>
      <w:pPr>
        <w:ind w:left="2125" w:hanging="425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550" w:hanging="425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975" w:hanging="425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3400" w:hanging="425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825" w:hanging="425"/>
      </w:pPr>
      <w:rPr>
        <w:rFonts w:hint="default"/>
      </w:rPr>
    </w:lvl>
  </w:abstractNum>
  <w:abstractNum w:abstractNumId="14" w15:restartNumberingAfterBreak="0">
    <w:nsid w:val="24D94E1F"/>
    <w:multiLevelType w:val="hybridMultilevel"/>
    <w:tmpl w:val="83CEE50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40899"/>
    <w:multiLevelType w:val="hybridMultilevel"/>
    <w:tmpl w:val="2F02E58E"/>
    <w:lvl w:ilvl="0" w:tplc="E7F09FC2">
      <w:start w:val="1"/>
      <w:numFmt w:val="bullet"/>
      <w:lvlText w:val=""/>
      <w:lvlJc w:val="left"/>
      <w:pPr>
        <w:ind w:left="1998" w:hanging="360"/>
      </w:pPr>
      <w:rPr>
        <w:rFonts w:ascii="Wingdings" w:hAnsi="Wingdings" w:hint="default"/>
        <w:sz w:val="32"/>
      </w:rPr>
    </w:lvl>
    <w:lvl w:ilvl="1" w:tplc="0C090019" w:tentative="1">
      <w:start w:val="1"/>
      <w:numFmt w:val="lowerLetter"/>
      <w:lvlText w:val="%2."/>
      <w:lvlJc w:val="left"/>
      <w:pPr>
        <w:ind w:left="2718" w:hanging="360"/>
      </w:pPr>
    </w:lvl>
    <w:lvl w:ilvl="2" w:tplc="0C09001B" w:tentative="1">
      <w:start w:val="1"/>
      <w:numFmt w:val="lowerRoman"/>
      <w:lvlText w:val="%3."/>
      <w:lvlJc w:val="right"/>
      <w:pPr>
        <w:ind w:left="3438" w:hanging="180"/>
      </w:pPr>
    </w:lvl>
    <w:lvl w:ilvl="3" w:tplc="0C09000F" w:tentative="1">
      <w:start w:val="1"/>
      <w:numFmt w:val="decimal"/>
      <w:lvlText w:val="%4."/>
      <w:lvlJc w:val="left"/>
      <w:pPr>
        <w:ind w:left="4158" w:hanging="360"/>
      </w:pPr>
    </w:lvl>
    <w:lvl w:ilvl="4" w:tplc="0C090019" w:tentative="1">
      <w:start w:val="1"/>
      <w:numFmt w:val="lowerLetter"/>
      <w:lvlText w:val="%5."/>
      <w:lvlJc w:val="left"/>
      <w:pPr>
        <w:ind w:left="4878" w:hanging="360"/>
      </w:pPr>
    </w:lvl>
    <w:lvl w:ilvl="5" w:tplc="0C09001B" w:tentative="1">
      <w:start w:val="1"/>
      <w:numFmt w:val="lowerRoman"/>
      <w:lvlText w:val="%6."/>
      <w:lvlJc w:val="right"/>
      <w:pPr>
        <w:ind w:left="5598" w:hanging="180"/>
      </w:pPr>
    </w:lvl>
    <w:lvl w:ilvl="6" w:tplc="0C09000F" w:tentative="1">
      <w:start w:val="1"/>
      <w:numFmt w:val="decimal"/>
      <w:lvlText w:val="%7."/>
      <w:lvlJc w:val="left"/>
      <w:pPr>
        <w:ind w:left="6318" w:hanging="360"/>
      </w:pPr>
    </w:lvl>
    <w:lvl w:ilvl="7" w:tplc="0C090019" w:tentative="1">
      <w:start w:val="1"/>
      <w:numFmt w:val="lowerLetter"/>
      <w:lvlText w:val="%8."/>
      <w:lvlJc w:val="left"/>
      <w:pPr>
        <w:ind w:left="7038" w:hanging="360"/>
      </w:pPr>
    </w:lvl>
    <w:lvl w:ilvl="8" w:tplc="0C0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6" w15:restartNumberingAfterBreak="0">
    <w:nsid w:val="271F1ADB"/>
    <w:multiLevelType w:val="hybridMultilevel"/>
    <w:tmpl w:val="116CD5D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75B05"/>
    <w:multiLevelType w:val="multilevel"/>
    <w:tmpl w:val="9564880A"/>
    <w:styleLink w:val="Unnumberedheadings"/>
    <w:lvl w:ilvl="0">
      <w:start w:val="1"/>
      <w:numFmt w:val="none"/>
      <w:pStyle w:val="Heading1unnumbered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unnumbered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unnumbered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C491916"/>
    <w:multiLevelType w:val="multilevel"/>
    <w:tmpl w:val="887ECC3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%4%1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%5%1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%6%1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%7%1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%8%1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DF13E41"/>
    <w:multiLevelType w:val="hybridMultilevel"/>
    <w:tmpl w:val="1EB21AD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3528D"/>
    <w:multiLevelType w:val="multilevel"/>
    <w:tmpl w:val="5DF02AE0"/>
    <w:styleLink w:val="Bulletedlist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700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21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2550" w:hanging="425"/>
      </w:pPr>
      <w:rPr>
        <w:rFonts w:hint="default"/>
      </w:rPr>
    </w:lvl>
    <w:lvl w:ilvl="6">
      <w:start w:val="1"/>
      <w:numFmt w:val="none"/>
      <w:lvlText w:val=""/>
      <w:lvlJc w:val="left"/>
      <w:pPr>
        <w:ind w:left="2975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3400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3825" w:hanging="425"/>
      </w:pPr>
      <w:rPr>
        <w:rFonts w:hint="default"/>
      </w:rPr>
    </w:lvl>
  </w:abstractNum>
  <w:abstractNum w:abstractNumId="21" w15:restartNumberingAfterBreak="0">
    <w:nsid w:val="32C32E3B"/>
    <w:multiLevelType w:val="hybridMultilevel"/>
    <w:tmpl w:val="23B8D29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47535"/>
    <w:multiLevelType w:val="hybridMultilevel"/>
    <w:tmpl w:val="9752A6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57540"/>
    <w:multiLevelType w:val="hybridMultilevel"/>
    <w:tmpl w:val="B7A2673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384C"/>
    <w:multiLevelType w:val="multilevel"/>
    <w:tmpl w:val="5EC4DC20"/>
    <w:styleLink w:val="Headings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425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6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425" w:hanging="425"/>
      </w:pPr>
      <w:rPr>
        <w:rFonts w:hint="default"/>
      </w:rPr>
    </w:lvl>
  </w:abstractNum>
  <w:abstractNum w:abstractNumId="25" w15:restartNumberingAfterBreak="0">
    <w:nsid w:val="4E2E0865"/>
    <w:multiLevelType w:val="hybridMultilevel"/>
    <w:tmpl w:val="06CAC87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0D0BC4"/>
    <w:multiLevelType w:val="multilevel"/>
    <w:tmpl w:val="3B7C529A"/>
    <w:styleLink w:val="Tablenumber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8" w:hanging="284"/>
      </w:pPr>
      <w:rPr>
        <w:rFonts w:hint="default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27" w15:restartNumberingAfterBreak="0">
    <w:nsid w:val="57AC2929"/>
    <w:multiLevelType w:val="hybridMultilevel"/>
    <w:tmpl w:val="E5047F7C"/>
    <w:lvl w:ilvl="0" w:tplc="29FE456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B2623"/>
    <w:multiLevelType w:val="hybridMultilevel"/>
    <w:tmpl w:val="8D103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C1385"/>
    <w:multiLevelType w:val="hybridMultilevel"/>
    <w:tmpl w:val="35CE9B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E16168"/>
    <w:multiLevelType w:val="multilevel"/>
    <w:tmpl w:val="3EDCCF54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>
      <w:start w:val="1"/>
      <w:numFmt w:val="bullet"/>
      <w:pStyle w:val="Bullet2"/>
      <w:lvlText w:val="○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2">
      <w:start w:val="1"/>
      <w:numFmt w:val="bullet"/>
      <w:pStyle w:val="Bullet3"/>
      <w:lvlText w:val="–"/>
      <w:lvlJc w:val="left"/>
      <w:pPr>
        <w:tabs>
          <w:tab w:val="num" w:pos="1701"/>
        </w:tabs>
        <w:ind w:left="1701" w:hanging="425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ind w:left="2421" w:hanging="426"/>
      </w:pPr>
      <w:rPr>
        <w:rFonts w:hint="default"/>
      </w:rPr>
    </w:lvl>
    <w:lvl w:ilvl="4">
      <w:start w:val="1"/>
      <w:numFmt w:val="none"/>
      <w:lvlText w:val=""/>
      <w:lvlJc w:val="left"/>
      <w:pPr>
        <w:ind w:left="2846" w:hanging="426"/>
      </w:pPr>
      <w:rPr>
        <w:rFonts w:hint="default"/>
      </w:rPr>
    </w:lvl>
    <w:lvl w:ilvl="5">
      <w:start w:val="1"/>
      <w:numFmt w:val="none"/>
      <w:lvlText w:val=""/>
      <w:lvlJc w:val="left"/>
      <w:pPr>
        <w:ind w:left="327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3696" w:hanging="426"/>
      </w:pPr>
      <w:rPr>
        <w:rFonts w:hint="default"/>
      </w:rPr>
    </w:lvl>
    <w:lvl w:ilvl="7">
      <w:start w:val="1"/>
      <w:numFmt w:val="none"/>
      <w:lvlText w:val=""/>
      <w:lvlJc w:val="left"/>
      <w:pPr>
        <w:ind w:left="4121" w:hanging="426"/>
      </w:pPr>
      <w:rPr>
        <w:rFonts w:hint="default"/>
      </w:rPr>
    </w:lvl>
    <w:lvl w:ilvl="8">
      <w:start w:val="1"/>
      <w:numFmt w:val="none"/>
      <w:lvlText w:val=""/>
      <w:lvlJc w:val="left"/>
      <w:pPr>
        <w:ind w:left="4546" w:hanging="426"/>
      </w:pPr>
      <w:rPr>
        <w:rFonts w:hint="default"/>
      </w:rPr>
    </w:lvl>
  </w:abstractNum>
  <w:abstractNum w:abstractNumId="31" w15:restartNumberingAfterBreak="0">
    <w:nsid w:val="650F319D"/>
    <w:multiLevelType w:val="multilevel"/>
    <w:tmpl w:val="E0BE60DE"/>
    <w:styleLink w:val="Numberedheadings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709" w:hanging="709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709" w:hanging="709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709" w:hanging="709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709" w:hanging="709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709" w:hanging="709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hanging="709"/>
      </w:pPr>
      <w:rPr>
        <w:rFonts w:hint="default"/>
      </w:rPr>
    </w:lvl>
  </w:abstractNum>
  <w:abstractNum w:abstractNumId="32" w15:restartNumberingAfterBreak="0">
    <w:nsid w:val="70303D10"/>
    <w:multiLevelType w:val="hybridMultilevel"/>
    <w:tmpl w:val="32F8A5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13BF0"/>
    <w:multiLevelType w:val="multilevel"/>
    <w:tmpl w:val="C74C6372"/>
    <w:lvl w:ilvl="0">
      <w:start w:val="1"/>
      <w:numFmt w:val="bullet"/>
      <w:pStyle w:val="ListBullet"/>
      <w:lvlText w:val=""/>
      <w:lvlJc w:val="left"/>
      <w:pPr>
        <w:ind w:left="425" w:firstLine="0"/>
      </w:pPr>
      <w:rPr>
        <w:rFonts w:ascii="Symbol" w:hAnsi="Symbol" w:hint="default"/>
      </w:rPr>
    </w:lvl>
    <w:lvl w:ilvl="1">
      <w:start w:val="1"/>
      <w:numFmt w:val="bullet"/>
      <w:pStyle w:val="ListBullet2"/>
      <w:lvlText w:val="○"/>
      <w:lvlJc w:val="left"/>
      <w:pPr>
        <w:ind w:left="850" w:firstLine="0"/>
      </w:pPr>
      <w:rPr>
        <w:rFonts w:ascii="Arial" w:hAnsi="Arial" w:hint="default"/>
      </w:rPr>
    </w:lvl>
    <w:lvl w:ilvl="2">
      <w:start w:val="1"/>
      <w:numFmt w:val="bullet"/>
      <w:pStyle w:val="ListBullet3"/>
      <w:lvlText w:val="–"/>
      <w:lvlJc w:val="left"/>
      <w:pPr>
        <w:ind w:left="1275" w:firstLine="0"/>
      </w:pPr>
      <w:rPr>
        <w:rFonts w:ascii="Courier New" w:hAnsi="Courier New" w:hint="default"/>
      </w:rPr>
    </w:lvl>
    <w:lvl w:ilvl="3">
      <w:start w:val="1"/>
      <w:numFmt w:val="none"/>
      <w:lvlText w:val=""/>
      <w:lvlJc w:val="left"/>
      <w:pPr>
        <w:ind w:left="170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125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55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2975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40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3825" w:firstLine="0"/>
      </w:pPr>
      <w:rPr>
        <w:rFonts w:hint="default"/>
      </w:rPr>
    </w:lvl>
  </w:abstractNum>
  <w:abstractNum w:abstractNumId="34" w15:restartNumberingAfterBreak="0">
    <w:nsid w:val="74DE40EA"/>
    <w:multiLevelType w:val="hybridMultilevel"/>
    <w:tmpl w:val="319EE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C10069"/>
    <w:multiLevelType w:val="hybridMultilevel"/>
    <w:tmpl w:val="561CFDB2"/>
    <w:lvl w:ilvl="0" w:tplc="3AA4ED7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0B144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420742"/>
    <w:multiLevelType w:val="multilevel"/>
    <w:tmpl w:val="0B8A1304"/>
    <w:numStyleLink w:val="Tablebullets"/>
  </w:abstractNum>
  <w:num w:numId="1" w16cid:durableId="258878014">
    <w:abstractNumId w:val="4"/>
  </w:num>
  <w:num w:numId="2" w16cid:durableId="1912547057">
    <w:abstractNumId w:val="33"/>
  </w:num>
  <w:num w:numId="3" w16cid:durableId="110251703">
    <w:abstractNumId w:val="24"/>
  </w:num>
  <w:num w:numId="4" w16cid:durableId="1596092588">
    <w:abstractNumId w:val="18"/>
  </w:num>
  <w:num w:numId="5" w16cid:durableId="1143933458">
    <w:abstractNumId w:val="5"/>
  </w:num>
  <w:num w:numId="6" w16cid:durableId="210575869">
    <w:abstractNumId w:val="20"/>
  </w:num>
  <w:num w:numId="7" w16cid:durableId="1411149074">
    <w:abstractNumId w:val="13"/>
  </w:num>
  <w:num w:numId="8" w16cid:durableId="651762755">
    <w:abstractNumId w:val="30"/>
  </w:num>
  <w:num w:numId="9" w16cid:durableId="1125853061">
    <w:abstractNumId w:val="11"/>
  </w:num>
  <w:num w:numId="10" w16cid:durableId="1522815579">
    <w:abstractNumId w:val="37"/>
  </w:num>
  <w:num w:numId="11" w16cid:durableId="1161888992">
    <w:abstractNumId w:val="26"/>
  </w:num>
  <w:num w:numId="12" w16cid:durableId="2049646996">
    <w:abstractNumId w:val="7"/>
  </w:num>
  <w:num w:numId="13" w16cid:durableId="1090660384">
    <w:abstractNumId w:val="31"/>
  </w:num>
  <w:num w:numId="14" w16cid:durableId="1186746437">
    <w:abstractNumId w:val="17"/>
  </w:num>
  <w:num w:numId="15" w16cid:durableId="1410924856">
    <w:abstractNumId w:val="36"/>
  </w:num>
  <w:num w:numId="16" w16cid:durableId="1468357683">
    <w:abstractNumId w:val="10"/>
  </w:num>
  <w:num w:numId="17" w16cid:durableId="1476485329">
    <w:abstractNumId w:val="22"/>
  </w:num>
  <w:num w:numId="18" w16cid:durableId="80377802">
    <w:abstractNumId w:val="2"/>
  </w:num>
  <w:num w:numId="19" w16cid:durableId="2141915794">
    <w:abstractNumId w:val="19"/>
  </w:num>
  <w:num w:numId="20" w16cid:durableId="1152792574">
    <w:abstractNumId w:val="32"/>
  </w:num>
  <w:num w:numId="21" w16cid:durableId="809785596">
    <w:abstractNumId w:val="6"/>
  </w:num>
  <w:num w:numId="22" w16cid:durableId="1333264843">
    <w:abstractNumId w:val="9"/>
  </w:num>
  <w:num w:numId="23" w16cid:durableId="895432136">
    <w:abstractNumId w:val="15"/>
  </w:num>
  <w:num w:numId="24" w16cid:durableId="455567001">
    <w:abstractNumId w:val="12"/>
  </w:num>
  <w:num w:numId="25" w16cid:durableId="935361818">
    <w:abstractNumId w:val="27"/>
  </w:num>
  <w:num w:numId="26" w16cid:durableId="1695498809">
    <w:abstractNumId w:val="0"/>
  </w:num>
  <w:num w:numId="27" w16cid:durableId="2133866152">
    <w:abstractNumId w:val="25"/>
  </w:num>
  <w:num w:numId="28" w16cid:durableId="1306010056">
    <w:abstractNumId w:val="8"/>
  </w:num>
  <w:num w:numId="29" w16cid:durableId="1511531311">
    <w:abstractNumId w:val="16"/>
  </w:num>
  <w:num w:numId="30" w16cid:durableId="521212087">
    <w:abstractNumId w:val="14"/>
  </w:num>
  <w:num w:numId="31" w16cid:durableId="57635500">
    <w:abstractNumId w:val="3"/>
  </w:num>
  <w:num w:numId="32" w16cid:durableId="672949519">
    <w:abstractNumId w:val="21"/>
  </w:num>
  <w:num w:numId="33" w16cid:durableId="1308248102">
    <w:abstractNumId w:val="23"/>
  </w:num>
  <w:num w:numId="34" w16cid:durableId="614026485">
    <w:abstractNumId w:val="28"/>
  </w:num>
  <w:num w:numId="35" w16cid:durableId="822235937">
    <w:abstractNumId w:val="29"/>
  </w:num>
  <w:num w:numId="36" w16cid:durableId="1936327076">
    <w:abstractNumId w:val="34"/>
  </w:num>
  <w:num w:numId="37" w16cid:durableId="19358385">
    <w:abstractNumId w:val="35"/>
  </w:num>
  <w:num w:numId="38" w16cid:durableId="1295214355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4B"/>
    <w:rsid w:val="00001A41"/>
    <w:rsid w:val="00003637"/>
    <w:rsid w:val="00004360"/>
    <w:rsid w:val="0000532A"/>
    <w:rsid w:val="00012AF6"/>
    <w:rsid w:val="000130E8"/>
    <w:rsid w:val="00015FF3"/>
    <w:rsid w:val="00017AFD"/>
    <w:rsid w:val="0002096E"/>
    <w:rsid w:val="00025D07"/>
    <w:rsid w:val="00027ACE"/>
    <w:rsid w:val="00031F12"/>
    <w:rsid w:val="00032580"/>
    <w:rsid w:val="0003294A"/>
    <w:rsid w:val="00032BD2"/>
    <w:rsid w:val="00036A02"/>
    <w:rsid w:val="00037ED4"/>
    <w:rsid w:val="000431F7"/>
    <w:rsid w:val="000511E1"/>
    <w:rsid w:val="00057031"/>
    <w:rsid w:val="000577F8"/>
    <w:rsid w:val="00057D77"/>
    <w:rsid w:val="00060D23"/>
    <w:rsid w:val="0006251D"/>
    <w:rsid w:val="00062598"/>
    <w:rsid w:val="00062969"/>
    <w:rsid w:val="000638F4"/>
    <w:rsid w:val="000647C4"/>
    <w:rsid w:val="00066A39"/>
    <w:rsid w:val="00066D88"/>
    <w:rsid w:val="000679A3"/>
    <w:rsid w:val="00067FC2"/>
    <w:rsid w:val="00071EEE"/>
    <w:rsid w:val="0007207E"/>
    <w:rsid w:val="0007297C"/>
    <w:rsid w:val="000735D1"/>
    <w:rsid w:val="00075472"/>
    <w:rsid w:val="00083E47"/>
    <w:rsid w:val="000870E1"/>
    <w:rsid w:val="00095BA6"/>
    <w:rsid w:val="000976F9"/>
    <w:rsid w:val="0009771B"/>
    <w:rsid w:val="000A2380"/>
    <w:rsid w:val="000A3D95"/>
    <w:rsid w:val="000B415B"/>
    <w:rsid w:val="000B5067"/>
    <w:rsid w:val="000B5ECB"/>
    <w:rsid w:val="000B6A86"/>
    <w:rsid w:val="000C6DCB"/>
    <w:rsid w:val="000D0FD2"/>
    <w:rsid w:val="000D14CF"/>
    <w:rsid w:val="000D1FE9"/>
    <w:rsid w:val="000D361C"/>
    <w:rsid w:val="000D3A36"/>
    <w:rsid w:val="000E10F5"/>
    <w:rsid w:val="000E219D"/>
    <w:rsid w:val="000E23EA"/>
    <w:rsid w:val="000E40E4"/>
    <w:rsid w:val="000E5AEC"/>
    <w:rsid w:val="000E6EC7"/>
    <w:rsid w:val="000E7542"/>
    <w:rsid w:val="000F208C"/>
    <w:rsid w:val="000F22BC"/>
    <w:rsid w:val="000F4D3D"/>
    <w:rsid w:val="000F51A3"/>
    <w:rsid w:val="000F5D99"/>
    <w:rsid w:val="000F74B3"/>
    <w:rsid w:val="00100F65"/>
    <w:rsid w:val="00105D9B"/>
    <w:rsid w:val="00106CF4"/>
    <w:rsid w:val="00110044"/>
    <w:rsid w:val="00110900"/>
    <w:rsid w:val="00111FBD"/>
    <w:rsid w:val="00112122"/>
    <w:rsid w:val="001155CA"/>
    <w:rsid w:val="001175E0"/>
    <w:rsid w:val="001209FE"/>
    <w:rsid w:val="0012442D"/>
    <w:rsid w:val="001262B7"/>
    <w:rsid w:val="00130DBB"/>
    <w:rsid w:val="00132193"/>
    <w:rsid w:val="001361ED"/>
    <w:rsid w:val="00137837"/>
    <w:rsid w:val="00137BFB"/>
    <w:rsid w:val="00140AF1"/>
    <w:rsid w:val="00141D5A"/>
    <w:rsid w:val="00143A54"/>
    <w:rsid w:val="0014457F"/>
    <w:rsid w:val="00144889"/>
    <w:rsid w:val="00153006"/>
    <w:rsid w:val="00154863"/>
    <w:rsid w:val="00160879"/>
    <w:rsid w:val="00161067"/>
    <w:rsid w:val="00163B9F"/>
    <w:rsid w:val="0016497D"/>
    <w:rsid w:val="00166EC1"/>
    <w:rsid w:val="00170783"/>
    <w:rsid w:val="00170D17"/>
    <w:rsid w:val="00172601"/>
    <w:rsid w:val="00180DCC"/>
    <w:rsid w:val="00183FAB"/>
    <w:rsid w:val="00184C39"/>
    <w:rsid w:val="001907F5"/>
    <w:rsid w:val="00191055"/>
    <w:rsid w:val="001911C4"/>
    <w:rsid w:val="00191C78"/>
    <w:rsid w:val="0019507C"/>
    <w:rsid w:val="001A7F24"/>
    <w:rsid w:val="001B2156"/>
    <w:rsid w:val="001B2D80"/>
    <w:rsid w:val="001B3118"/>
    <w:rsid w:val="001B6784"/>
    <w:rsid w:val="001C0302"/>
    <w:rsid w:val="001C4614"/>
    <w:rsid w:val="001C57C5"/>
    <w:rsid w:val="001C5C7F"/>
    <w:rsid w:val="001D17B1"/>
    <w:rsid w:val="001D19C2"/>
    <w:rsid w:val="001D3765"/>
    <w:rsid w:val="001D57BC"/>
    <w:rsid w:val="001E249C"/>
    <w:rsid w:val="001E2A57"/>
    <w:rsid w:val="001F3117"/>
    <w:rsid w:val="001F3C02"/>
    <w:rsid w:val="001F3C43"/>
    <w:rsid w:val="001F3E30"/>
    <w:rsid w:val="001F4288"/>
    <w:rsid w:val="001F6AFE"/>
    <w:rsid w:val="00200873"/>
    <w:rsid w:val="00202B22"/>
    <w:rsid w:val="00207AE0"/>
    <w:rsid w:val="00210447"/>
    <w:rsid w:val="00211C32"/>
    <w:rsid w:val="00212495"/>
    <w:rsid w:val="002127D7"/>
    <w:rsid w:val="00214663"/>
    <w:rsid w:val="00215CD7"/>
    <w:rsid w:val="00225896"/>
    <w:rsid w:val="002269CE"/>
    <w:rsid w:val="00230B0E"/>
    <w:rsid w:val="00230CDD"/>
    <w:rsid w:val="00231F6E"/>
    <w:rsid w:val="00233562"/>
    <w:rsid w:val="00234E32"/>
    <w:rsid w:val="002357F0"/>
    <w:rsid w:val="00235DC3"/>
    <w:rsid w:val="00242B9B"/>
    <w:rsid w:val="00243CB5"/>
    <w:rsid w:val="002468B4"/>
    <w:rsid w:val="00254032"/>
    <w:rsid w:val="0025437B"/>
    <w:rsid w:val="0025462F"/>
    <w:rsid w:val="0025519A"/>
    <w:rsid w:val="002602D6"/>
    <w:rsid w:val="00260E1A"/>
    <w:rsid w:val="00261304"/>
    <w:rsid w:val="00261EC7"/>
    <w:rsid w:val="00262375"/>
    <w:rsid w:val="00271E2C"/>
    <w:rsid w:val="00272276"/>
    <w:rsid w:val="002731BE"/>
    <w:rsid w:val="00275BD5"/>
    <w:rsid w:val="00276717"/>
    <w:rsid w:val="002768AE"/>
    <w:rsid w:val="002807CC"/>
    <w:rsid w:val="00282178"/>
    <w:rsid w:val="002827ED"/>
    <w:rsid w:val="00282F59"/>
    <w:rsid w:val="0028666D"/>
    <w:rsid w:val="002869D6"/>
    <w:rsid w:val="002906F6"/>
    <w:rsid w:val="00291FC7"/>
    <w:rsid w:val="00293B09"/>
    <w:rsid w:val="002A42F5"/>
    <w:rsid w:val="002A57EB"/>
    <w:rsid w:val="002A599A"/>
    <w:rsid w:val="002A65A2"/>
    <w:rsid w:val="002A680E"/>
    <w:rsid w:val="002B29C7"/>
    <w:rsid w:val="002B3BCA"/>
    <w:rsid w:val="002B67CC"/>
    <w:rsid w:val="002B6D6B"/>
    <w:rsid w:val="002C034B"/>
    <w:rsid w:val="002C16B2"/>
    <w:rsid w:val="002C42E6"/>
    <w:rsid w:val="002C77B8"/>
    <w:rsid w:val="002D2445"/>
    <w:rsid w:val="002D3405"/>
    <w:rsid w:val="002D4EF0"/>
    <w:rsid w:val="002D59AB"/>
    <w:rsid w:val="002D5A94"/>
    <w:rsid w:val="002D7D12"/>
    <w:rsid w:val="002E136F"/>
    <w:rsid w:val="002E6FCD"/>
    <w:rsid w:val="002E778F"/>
    <w:rsid w:val="002F15AD"/>
    <w:rsid w:val="002F1663"/>
    <w:rsid w:val="002F4E1C"/>
    <w:rsid w:val="002F503F"/>
    <w:rsid w:val="002F6BF0"/>
    <w:rsid w:val="00300FD5"/>
    <w:rsid w:val="003017B6"/>
    <w:rsid w:val="00301A15"/>
    <w:rsid w:val="003043A9"/>
    <w:rsid w:val="0030747F"/>
    <w:rsid w:val="00310364"/>
    <w:rsid w:val="00315736"/>
    <w:rsid w:val="00316C14"/>
    <w:rsid w:val="00320CC1"/>
    <w:rsid w:val="00320F27"/>
    <w:rsid w:val="00321842"/>
    <w:rsid w:val="00324303"/>
    <w:rsid w:val="00324757"/>
    <w:rsid w:val="00327657"/>
    <w:rsid w:val="00331C22"/>
    <w:rsid w:val="00333913"/>
    <w:rsid w:val="00333AC8"/>
    <w:rsid w:val="003361C9"/>
    <w:rsid w:val="00340075"/>
    <w:rsid w:val="00341A45"/>
    <w:rsid w:val="00344679"/>
    <w:rsid w:val="00344D51"/>
    <w:rsid w:val="00345E45"/>
    <w:rsid w:val="00353C9A"/>
    <w:rsid w:val="00356183"/>
    <w:rsid w:val="00357DA5"/>
    <w:rsid w:val="003616E6"/>
    <w:rsid w:val="003621FA"/>
    <w:rsid w:val="00362481"/>
    <w:rsid w:val="00362D3E"/>
    <w:rsid w:val="003657EA"/>
    <w:rsid w:val="003675E2"/>
    <w:rsid w:val="00367EB2"/>
    <w:rsid w:val="00371018"/>
    <w:rsid w:val="00372717"/>
    <w:rsid w:val="00372BAC"/>
    <w:rsid w:val="00373551"/>
    <w:rsid w:val="00373F59"/>
    <w:rsid w:val="00374EDC"/>
    <w:rsid w:val="00376220"/>
    <w:rsid w:val="00383C3E"/>
    <w:rsid w:val="00385352"/>
    <w:rsid w:val="0038702E"/>
    <w:rsid w:val="0039151A"/>
    <w:rsid w:val="00392521"/>
    <w:rsid w:val="0039446B"/>
    <w:rsid w:val="0039635F"/>
    <w:rsid w:val="003A0B82"/>
    <w:rsid w:val="003A335C"/>
    <w:rsid w:val="003B157E"/>
    <w:rsid w:val="003B476F"/>
    <w:rsid w:val="003B4BAD"/>
    <w:rsid w:val="003B4C93"/>
    <w:rsid w:val="003B5DBE"/>
    <w:rsid w:val="003B5EAC"/>
    <w:rsid w:val="003B7507"/>
    <w:rsid w:val="003B7845"/>
    <w:rsid w:val="003C0725"/>
    <w:rsid w:val="003C2C91"/>
    <w:rsid w:val="003C2F20"/>
    <w:rsid w:val="003C3BA6"/>
    <w:rsid w:val="003C5FFE"/>
    <w:rsid w:val="003D5D59"/>
    <w:rsid w:val="003D6C4B"/>
    <w:rsid w:val="003D6D8E"/>
    <w:rsid w:val="003E1BB8"/>
    <w:rsid w:val="003E2B41"/>
    <w:rsid w:val="003E2EAD"/>
    <w:rsid w:val="003E4F3E"/>
    <w:rsid w:val="003F502D"/>
    <w:rsid w:val="004026C9"/>
    <w:rsid w:val="00407A5C"/>
    <w:rsid w:val="0041210F"/>
    <w:rsid w:val="00414EFF"/>
    <w:rsid w:val="00421B54"/>
    <w:rsid w:val="00425C6D"/>
    <w:rsid w:val="0043139D"/>
    <w:rsid w:val="004355FC"/>
    <w:rsid w:val="0043688B"/>
    <w:rsid w:val="004437D4"/>
    <w:rsid w:val="0044513C"/>
    <w:rsid w:val="00451137"/>
    <w:rsid w:val="00452D7A"/>
    <w:rsid w:val="004540D9"/>
    <w:rsid w:val="00457F94"/>
    <w:rsid w:val="004616FE"/>
    <w:rsid w:val="004621C2"/>
    <w:rsid w:val="0046232F"/>
    <w:rsid w:val="00463826"/>
    <w:rsid w:val="00465070"/>
    <w:rsid w:val="0046603C"/>
    <w:rsid w:val="004669C3"/>
    <w:rsid w:val="004705D4"/>
    <w:rsid w:val="00483B8D"/>
    <w:rsid w:val="00484852"/>
    <w:rsid w:val="004A3624"/>
    <w:rsid w:val="004A4CED"/>
    <w:rsid w:val="004A6369"/>
    <w:rsid w:val="004A7B0F"/>
    <w:rsid w:val="004A7DD2"/>
    <w:rsid w:val="004A7FF0"/>
    <w:rsid w:val="004B5C5F"/>
    <w:rsid w:val="004B677F"/>
    <w:rsid w:val="004C1120"/>
    <w:rsid w:val="004C3165"/>
    <w:rsid w:val="004C3809"/>
    <w:rsid w:val="004C4A76"/>
    <w:rsid w:val="004C4FFB"/>
    <w:rsid w:val="004C550A"/>
    <w:rsid w:val="004C7226"/>
    <w:rsid w:val="004C75C7"/>
    <w:rsid w:val="004D16C6"/>
    <w:rsid w:val="004E129C"/>
    <w:rsid w:val="004E2D0A"/>
    <w:rsid w:val="004E3309"/>
    <w:rsid w:val="004E4B66"/>
    <w:rsid w:val="004F046A"/>
    <w:rsid w:val="004F1F9B"/>
    <w:rsid w:val="004F4E88"/>
    <w:rsid w:val="00500A4A"/>
    <w:rsid w:val="005040A8"/>
    <w:rsid w:val="0051433C"/>
    <w:rsid w:val="0051433F"/>
    <w:rsid w:val="0051775C"/>
    <w:rsid w:val="00523201"/>
    <w:rsid w:val="005267B5"/>
    <w:rsid w:val="00526D21"/>
    <w:rsid w:val="00531DA5"/>
    <w:rsid w:val="0053201B"/>
    <w:rsid w:val="00532890"/>
    <w:rsid w:val="005335F3"/>
    <w:rsid w:val="00537481"/>
    <w:rsid w:val="00537BE3"/>
    <w:rsid w:val="00540AD9"/>
    <w:rsid w:val="00542438"/>
    <w:rsid w:val="00543287"/>
    <w:rsid w:val="00544946"/>
    <w:rsid w:val="00553AF2"/>
    <w:rsid w:val="00553C54"/>
    <w:rsid w:val="00556084"/>
    <w:rsid w:val="005563F1"/>
    <w:rsid w:val="00564D53"/>
    <w:rsid w:val="00567779"/>
    <w:rsid w:val="00570734"/>
    <w:rsid w:val="0057187D"/>
    <w:rsid w:val="00580562"/>
    <w:rsid w:val="005842BB"/>
    <w:rsid w:val="0058478B"/>
    <w:rsid w:val="0058504A"/>
    <w:rsid w:val="00585F24"/>
    <w:rsid w:val="00592EC4"/>
    <w:rsid w:val="00596862"/>
    <w:rsid w:val="005A1905"/>
    <w:rsid w:val="005A264D"/>
    <w:rsid w:val="005A3F8D"/>
    <w:rsid w:val="005A75B7"/>
    <w:rsid w:val="005A7E33"/>
    <w:rsid w:val="005B00B7"/>
    <w:rsid w:val="005B18FE"/>
    <w:rsid w:val="005B2FAB"/>
    <w:rsid w:val="005C4374"/>
    <w:rsid w:val="005C72BF"/>
    <w:rsid w:val="005D38E9"/>
    <w:rsid w:val="005D5A4C"/>
    <w:rsid w:val="005D5A7E"/>
    <w:rsid w:val="005E06B1"/>
    <w:rsid w:val="005E0999"/>
    <w:rsid w:val="005E10E1"/>
    <w:rsid w:val="005F13D7"/>
    <w:rsid w:val="005F2C2D"/>
    <w:rsid w:val="005F41B7"/>
    <w:rsid w:val="005F57E9"/>
    <w:rsid w:val="005F5A6E"/>
    <w:rsid w:val="005F6D6D"/>
    <w:rsid w:val="00600C64"/>
    <w:rsid w:val="00602F60"/>
    <w:rsid w:val="0060703A"/>
    <w:rsid w:val="00613008"/>
    <w:rsid w:val="00617E31"/>
    <w:rsid w:val="00622E92"/>
    <w:rsid w:val="0063005E"/>
    <w:rsid w:val="00630567"/>
    <w:rsid w:val="006312B1"/>
    <w:rsid w:val="00640D1D"/>
    <w:rsid w:val="006426EA"/>
    <w:rsid w:val="00647551"/>
    <w:rsid w:val="0065246B"/>
    <w:rsid w:val="00653AB7"/>
    <w:rsid w:val="00653EB1"/>
    <w:rsid w:val="00655098"/>
    <w:rsid w:val="00656DB3"/>
    <w:rsid w:val="00661CD4"/>
    <w:rsid w:val="006634A1"/>
    <w:rsid w:val="0066536F"/>
    <w:rsid w:val="00671084"/>
    <w:rsid w:val="00676F44"/>
    <w:rsid w:val="00681B2A"/>
    <w:rsid w:val="0068400C"/>
    <w:rsid w:val="00684AD3"/>
    <w:rsid w:val="00697957"/>
    <w:rsid w:val="00697F87"/>
    <w:rsid w:val="006A75DB"/>
    <w:rsid w:val="006B1526"/>
    <w:rsid w:val="006B3DA8"/>
    <w:rsid w:val="006B6AEE"/>
    <w:rsid w:val="006C4874"/>
    <w:rsid w:val="006C6894"/>
    <w:rsid w:val="006D0AFB"/>
    <w:rsid w:val="006D0DF2"/>
    <w:rsid w:val="006D3890"/>
    <w:rsid w:val="006D38F4"/>
    <w:rsid w:val="006D40C1"/>
    <w:rsid w:val="006D60C4"/>
    <w:rsid w:val="006D7A9E"/>
    <w:rsid w:val="006E1388"/>
    <w:rsid w:val="006E205A"/>
    <w:rsid w:val="006E48F1"/>
    <w:rsid w:val="006E649B"/>
    <w:rsid w:val="006E69C4"/>
    <w:rsid w:val="006E6ED6"/>
    <w:rsid w:val="006E7310"/>
    <w:rsid w:val="006F2109"/>
    <w:rsid w:val="006F353E"/>
    <w:rsid w:val="006F36F5"/>
    <w:rsid w:val="006F3735"/>
    <w:rsid w:val="00700667"/>
    <w:rsid w:val="0070760D"/>
    <w:rsid w:val="00710211"/>
    <w:rsid w:val="0071326C"/>
    <w:rsid w:val="00713F46"/>
    <w:rsid w:val="007158F3"/>
    <w:rsid w:val="007170B6"/>
    <w:rsid w:val="007237D8"/>
    <w:rsid w:val="00730554"/>
    <w:rsid w:val="00734299"/>
    <w:rsid w:val="00736465"/>
    <w:rsid w:val="00740926"/>
    <w:rsid w:val="00743DFF"/>
    <w:rsid w:val="007460A6"/>
    <w:rsid w:val="00746E1A"/>
    <w:rsid w:val="00747A4E"/>
    <w:rsid w:val="0075100A"/>
    <w:rsid w:val="00754C87"/>
    <w:rsid w:val="00760D9C"/>
    <w:rsid w:val="00763374"/>
    <w:rsid w:val="007702DF"/>
    <w:rsid w:val="00775879"/>
    <w:rsid w:val="00775EC7"/>
    <w:rsid w:val="00781B7B"/>
    <w:rsid w:val="00782386"/>
    <w:rsid w:val="00783572"/>
    <w:rsid w:val="00785823"/>
    <w:rsid w:val="00794CEE"/>
    <w:rsid w:val="00795B9C"/>
    <w:rsid w:val="00795C35"/>
    <w:rsid w:val="0079698F"/>
    <w:rsid w:val="007A5347"/>
    <w:rsid w:val="007B3832"/>
    <w:rsid w:val="007B4F9F"/>
    <w:rsid w:val="007B6EAD"/>
    <w:rsid w:val="007D30F5"/>
    <w:rsid w:val="007D4297"/>
    <w:rsid w:val="007E04A8"/>
    <w:rsid w:val="007E050E"/>
    <w:rsid w:val="007E0A98"/>
    <w:rsid w:val="007E0AB9"/>
    <w:rsid w:val="007E4361"/>
    <w:rsid w:val="007E4E60"/>
    <w:rsid w:val="007E5A92"/>
    <w:rsid w:val="007E755F"/>
    <w:rsid w:val="007E7877"/>
    <w:rsid w:val="007F3E73"/>
    <w:rsid w:val="007F3EFF"/>
    <w:rsid w:val="007F4DBA"/>
    <w:rsid w:val="00800113"/>
    <w:rsid w:val="00800312"/>
    <w:rsid w:val="00800FBE"/>
    <w:rsid w:val="00801578"/>
    <w:rsid w:val="008024C5"/>
    <w:rsid w:val="0080298D"/>
    <w:rsid w:val="00802F5B"/>
    <w:rsid w:val="00802FC1"/>
    <w:rsid w:val="00803880"/>
    <w:rsid w:val="00804C31"/>
    <w:rsid w:val="00805EC9"/>
    <w:rsid w:val="00807767"/>
    <w:rsid w:val="00811BE3"/>
    <w:rsid w:val="0081759B"/>
    <w:rsid w:val="008202DD"/>
    <w:rsid w:val="008256F8"/>
    <w:rsid w:val="00827091"/>
    <w:rsid w:val="00831DB4"/>
    <w:rsid w:val="008400A7"/>
    <w:rsid w:val="00840A2D"/>
    <w:rsid w:val="00842CCB"/>
    <w:rsid w:val="0084306A"/>
    <w:rsid w:val="008436A8"/>
    <w:rsid w:val="00843791"/>
    <w:rsid w:val="008442C0"/>
    <w:rsid w:val="00844A67"/>
    <w:rsid w:val="00851562"/>
    <w:rsid w:val="008517D5"/>
    <w:rsid w:val="00851B47"/>
    <w:rsid w:val="00855102"/>
    <w:rsid w:val="00855473"/>
    <w:rsid w:val="00857F8A"/>
    <w:rsid w:val="0086221F"/>
    <w:rsid w:val="00862571"/>
    <w:rsid w:val="0086302E"/>
    <w:rsid w:val="00864ED3"/>
    <w:rsid w:val="00864FA4"/>
    <w:rsid w:val="008663A1"/>
    <w:rsid w:val="00867061"/>
    <w:rsid w:val="00875CDC"/>
    <w:rsid w:val="00881518"/>
    <w:rsid w:val="008845C7"/>
    <w:rsid w:val="00884E3D"/>
    <w:rsid w:val="00884ED8"/>
    <w:rsid w:val="00885E39"/>
    <w:rsid w:val="008868D5"/>
    <w:rsid w:val="0089147C"/>
    <w:rsid w:val="00891970"/>
    <w:rsid w:val="00891C08"/>
    <w:rsid w:val="008922A2"/>
    <w:rsid w:val="00892311"/>
    <w:rsid w:val="00892418"/>
    <w:rsid w:val="008930C6"/>
    <w:rsid w:val="00894FAB"/>
    <w:rsid w:val="00896AAF"/>
    <w:rsid w:val="008A0755"/>
    <w:rsid w:val="008A1998"/>
    <w:rsid w:val="008A4987"/>
    <w:rsid w:val="008A5AFF"/>
    <w:rsid w:val="008B194E"/>
    <w:rsid w:val="008B4382"/>
    <w:rsid w:val="008B77D3"/>
    <w:rsid w:val="008C0679"/>
    <w:rsid w:val="008C4956"/>
    <w:rsid w:val="008E1A1E"/>
    <w:rsid w:val="008E51C7"/>
    <w:rsid w:val="008E6024"/>
    <w:rsid w:val="0090114B"/>
    <w:rsid w:val="00903F59"/>
    <w:rsid w:val="0090420C"/>
    <w:rsid w:val="00910DE0"/>
    <w:rsid w:val="00911185"/>
    <w:rsid w:val="0091196F"/>
    <w:rsid w:val="00913790"/>
    <w:rsid w:val="00917DF5"/>
    <w:rsid w:val="00922CA0"/>
    <w:rsid w:val="00922D94"/>
    <w:rsid w:val="0092338C"/>
    <w:rsid w:val="009276D9"/>
    <w:rsid w:val="00930EAB"/>
    <w:rsid w:val="00931020"/>
    <w:rsid w:val="00934D18"/>
    <w:rsid w:val="00940BF3"/>
    <w:rsid w:val="00945034"/>
    <w:rsid w:val="00952A7C"/>
    <w:rsid w:val="00954CB1"/>
    <w:rsid w:val="00961CF9"/>
    <w:rsid w:val="00962653"/>
    <w:rsid w:val="009644F6"/>
    <w:rsid w:val="00971048"/>
    <w:rsid w:val="0097156B"/>
    <w:rsid w:val="00973788"/>
    <w:rsid w:val="00973D57"/>
    <w:rsid w:val="00975393"/>
    <w:rsid w:val="00977EE0"/>
    <w:rsid w:val="009819C2"/>
    <w:rsid w:val="00981A6E"/>
    <w:rsid w:val="009904E9"/>
    <w:rsid w:val="00990F1A"/>
    <w:rsid w:val="009922C0"/>
    <w:rsid w:val="009929F4"/>
    <w:rsid w:val="00992EAA"/>
    <w:rsid w:val="009938EB"/>
    <w:rsid w:val="0099408D"/>
    <w:rsid w:val="00994141"/>
    <w:rsid w:val="0099671A"/>
    <w:rsid w:val="00996A2C"/>
    <w:rsid w:val="00997350"/>
    <w:rsid w:val="009A14AB"/>
    <w:rsid w:val="009B1CC5"/>
    <w:rsid w:val="009C2175"/>
    <w:rsid w:val="009D0744"/>
    <w:rsid w:val="009D0CA3"/>
    <w:rsid w:val="009D7838"/>
    <w:rsid w:val="009E0F61"/>
    <w:rsid w:val="009E20B2"/>
    <w:rsid w:val="009E610A"/>
    <w:rsid w:val="009E71DD"/>
    <w:rsid w:val="009E7343"/>
    <w:rsid w:val="009F06CF"/>
    <w:rsid w:val="009F0DAA"/>
    <w:rsid w:val="009F2944"/>
    <w:rsid w:val="00A00BC8"/>
    <w:rsid w:val="00A0278F"/>
    <w:rsid w:val="00A02835"/>
    <w:rsid w:val="00A04FA6"/>
    <w:rsid w:val="00A06CA3"/>
    <w:rsid w:val="00A07A4E"/>
    <w:rsid w:val="00A13E18"/>
    <w:rsid w:val="00A147F8"/>
    <w:rsid w:val="00A15BB7"/>
    <w:rsid w:val="00A21B52"/>
    <w:rsid w:val="00A22FB2"/>
    <w:rsid w:val="00A2426A"/>
    <w:rsid w:val="00A30E92"/>
    <w:rsid w:val="00A325A7"/>
    <w:rsid w:val="00A35C11"/>
    <w:rsid w:val="00A37D52"/>
    <w:rsid w:val="00A40C9E"/>
    <w:rsid w:val="00A40F63"/>
    <w:rsid w:val="00A42970"/>
    <w:rsid w:val="00A44394"/>
    <w:rsid w:val="00A45596"/>
    <w:rsid w:val="00A53FB6"/>
    <w:rsid w:val="00A553ED"/>
    <w:rsid w:val="00A5617A"/>
    <w:rsid w:val="00A57803"/>
    <w:rsid w:val="00A621C3"/>
    <w:rsid w:val="00A654AF"/>
    <w:rsid w:val="00A67570"/>
    <w:rsid w:val="00A700B0"/>
    <w:rsid w:val="00A71419"/>
    <w:rsid w:val="00A7236B"/>
    <w:rsid w:val="00A74264"/>
    <w:rsid w:val="00A81774"/>
    <w:rsid w:val="00A82D0D"/>
    <w:rsid w:val="00A84EA9"/>
    <w:rsid w:val="00A8649B"/>
    <w:rsid w:val="00A86D5E"/>
    <w:rsid w:val="00A87CFE"/>
    <w:rsid w:val="00A87E71"/>
    <w:rsid w:val="00A9031C"/>
    <w:rsid w:val="00A91564"/>
    <w:rsid w:val="00A919BB"/>
    <w:rsid w:val="00A93115"/>
    <w:rsid w:val="00A93A25"/>
    <w:rsid w:val="00A941F9"/>
    <w:rsid w:val="00A94CA2"/>
    <w:rsid w:val="00A96DA1"/>
    <w:rsid w:val="00A97555"/>
    <w:rsid w:val="00A977CC"/>
    <w:rsid w:val="00AA1BBA"/>
    <w:rsid w:val="00AA424F"/>
    <w:rsid w:val="00AA58FD"/>
    <w:rsid w:val="00AB6B84"/>
    <w:rsid w:val="00AC40B2"/>
    <w:rsid w:val="00AC5EBF"/>
    <w:rsid w:val="00AE0375"/>
    <w:rsid w:val="00AE145F"/>
    <w:rsid w:val="00AE263D"/>
    <w:rsid w:val="00AE3215"/>
    <w:rsid w:val="00AE390D"/>
    <w:rsid w:val="00AE6D5F"/>
    <w:rsid w:val="00AF3A7E"/>
    <w:rsid w:val="00AF47E5"/>
    <w:rsid w:val="00AF5091"/>
    <w:rsid w:val="00AF7968"/>
    <w:rsid w:val="00B010EC"/>
    <w:rsid w:val="00B01A2A"/>
    <w:rsid w:val="00B01B31"/>
    <w:rsid w:val="00B02376"/>
    <w:rsid w:val="00B02A57"/>
    <w:rsid w:val="00B04815"/>
    <w:rsid w:val="00B11635"/>
    <w:rsid w:val="00B144C9"/>
    <w:rsid w:val="00B1658D"/>
    <w:rsid w:val="00B23881"/>
    <w:rsid w:val="00B23F52"/>
    <w:rsid w:val="00B24451"/>
    <w:rsid w:val="00B246CB"/>
    <w:rsid w:val="00B25D1A"/>
    <w:rsid w:val="00B36BEF"/>
    <w:rsid w:val="00B36DE7"/>
    <w:rsid w:val="00B37C35"/>
    <w:rsid w:val="00B40730"/>
    <w:rsid w:val="00B40B4E"/>
    <w:rsid w:val="00B414AF"/>
    <w:rsid w:val="00B4489C"/>
    <w:rsid w:val="00B458AC"/>
    <w:rsid w:val="00B51DA4"/>
    <w:rsid w:val="00B53B1F"/>
    <w:rsid w:val="00B564AF"/>
    <w:rsid w:val="00B567B4"/>
    <w:rsid w:val="00B57F66"/>
    <w:rsid w:val="00B60BF2"/>
    <w:rsid w:val="00B60FCA"/>
    <w:rsid w:val="00B6301C"/>
    <w:rsid w:val="00B6351D"/>
    <w:rsid w:val="00B63925"/>
    <w:rsid w:val="00B66FA3"/>
    <w:rsid w:val="00B700A3"/>
    <w:rsid w:val="00B72DBD"/>
    <w:rsid w:val="00B81174"/>
    <w:rsid w:val="00B81674"/>
    <w:rsid w:val="00B823D9"/>
    <w:rsid w:val="00B82A66"/>
    <w:rsid w:val="00B84324"/>
    <w:rsid w:val="00B84D0B"/>
    <w:rsid w:val="00B91F55"/>
    <w:rsid w:val="00B92AA8"/>
    <w:rsid w:val="00B95A7E"/>
    <w:rsid w:val="00BA2297"/>
    <w:rsid w:val="00BB23E5"/>
    <w:rsid w:val="00BB61F2"/>
    <w:rsid w:val="00BC2784"/>
    <w:rsid w:val="00BD03D9"/>
    <w:rsid w:val="00BD3EA4"/>
    <w:rsid w:val="00BD4A81"/>
    <w:rsid w:val="00BD5D3F"/>
    <w:rsid w:val="00BE2A75"/>
    <w:rsid w:val="00BE2E0E"/>
    <w:rsid w:val="00BE3BFD"/>
    <w:rsid w:val="00BF580A"/>
    <w:rsid w:val="00BF7B2A"/>
    <w:rsid w:val="00BF7CCA"/>
    <w:rsid w:val="00C011E3"/>
    <w:rsid w:val="00C03776"/>
    <w:rsid w:val="00C0617F"/>
    <w:rsid w:val="00C11CE3"/>
    <w:rsid w:val="00C11EA1"/>
    <w:rsid w:val="00C12A53"/>
    <w:rsid w:val="00C14167"/>
    <w:rsid w:val="00C1605E"/>
    <w:rsid w:val="00C20FC3"/>
    <w:rsid w:val="00C216D0"/>
    <w:rsid w:val="00C2372C"/>
    <w:rsid w:val="00C24CA1"/>
    <w:rsid w:val="00C27946"/>
    <w:rsid w:val="00C31D85"/>
    <w:rsid w:val="00C32F49"/>
    <w:rsid w:val="00C34B56"/>
    <w:rsid w:val="00C359EE"/>
    <w:rsid w:val="00C35C6E"/>
    <w:rsid w:val="00C3781D"/>
    <w:rsid w:val="00C37C1F"/>
    <w:rsid w:val="00C40252"/>
    <w:rsid w:val="00C4190B"/>
    <w:rsid w:val="00C42929"/>
    <w:rsid w:val="00C44DC9"/>
    <w:rsid w:val="00C56443"/>
    <w:rsid w:val="00C575E8"/>
    <w:rsid w:val="00C60CFC"/>
    <w:rsid w:val="00C612B3"/>
    <w:rsid w:val="00C64ED9"/>
    <w:rsid w:val="00C6680D"/>
    <w:rsid w:val="00C70C0D"/>
    <w:rsid w:val="00C720C7"/>
    <w:rsid w:val="00C728EF"/>
    <w:rsid w:val="00C72E6B"/>
    <w:rsid w:val="00C75949"/>
    <w:rsid w:val="00C77207"/>
    <w:rsid w:val="00C77402"/>
    <w:rsid w:val="00C77B69"/>
    <w:rsid w:val="00C81731"/>
    <w:rsid w:val="00C81AEB"/>
    <w:rsid w:val="00C8799C"/>
    <w:rsid w:val="00CA2CEF"/>
    <w:rsid w:val="00CA4C39"/>
    <w:rsid w:val="00CB2008"/>
    <w:rsid w:val="00CB21FD"/>
    <w:rsid w:val="00CB3E2B"/>
    <w:rsid w:val="00CC00CC"/>
    <w:rsid w:val="00CC1223"/>
    <w:rsid w:val="00CC45BB"/>
    <w:rsid w:val="00CC55EF"/>
    <w:rsid w:val="00CC7778"/>
    <w:rsid w:val="00CD124B"/>
    <w:rsid w:val="00CD146B"/>
    <w:rsid w:val="00CD2BE0"/>
    <w:rsid w:val="00CD680B"/>
    <w:rsid w:val="00CE22AE"/>
    <w:rsid w:val="00CE3B44"/>
    <w:rsid w:val="00CE6E45"/>
    <w:rsid w:val="00CF1080"/>
    <w:rsid w:val="00CF11E3"/>
    <w:rsid w:val="00CF2F3A"/>
    <w:rsid w:val="00CF6E4B"/>
    <w:rsid w:val="00D03FE7"/>
    <w:rsid w:val="00D04232"/>
    <w:rsid w:val="00D0429E"/>
    <w:rsid w:val="00D04A67"/>
    <w:rsid w:val="00D1000A"/>
    <w:rsid w:val="00D1430C"/>
    <w:rsid w:val="00D203E8"/>
    <w:rsid w:val="00D217F5"/>
    <w:rsid w:val="00D22ADB"/>
    <w:rsid w:val="00D261F6"/>
    <w:rsid w:val="00D268C9"/>
    <w:rsid w:val="00D26A7A"/>
    <w:rsid w:val="00D314F5"/>
    <w:rsid w:val="00D31AB9"/>
    <w:rsid w:val="00D32102"/>
    <w:rsid w:val="00D32B25"/>
    <w:rsid w:val="00D372D9"/>
    <w:rsid w:val="00D4322C"/>
    <w:rsid w:val="00D43470"/>
    <w:rsid w:val="00D434D7"/>
    <w:rsid w:val="00D43753"/>
    <w:rsid w:val="00D45595"/>
    <w:rsid w:val="00D476A0"/>
    <w:rsid w:val="00D57FE8"/>
    <w:rsid w:val="00D61127"/>
    <w:rsid w:val="00D613D1"/>
    <w:rsid w:val="00D64BE6"/>
    <w:rsid w:val="00D659DF"/>
    <w:rsid w:val="00D731F2"/>
    <w:rsid w:val="00D757E1"/>
    <w:rsid w:val="00D779E2"/>
    <w:rsid w:val="00D80DF1"/>
    <w:rsid w:val="00D8431A"/>
    <w:rsid w:val="00D84C6D"/>
    <w:rsid w:val="00D8593E"/>
    <w:rsid w:val="00D86B06"/>
    <w:rsid w:val="00D86C9C"/>
    <w:rsid w:val="00D86DE2"/>
    <w:rsid w:val="00D94605"/>
    <w:rsid w:val="00DA290F"/>
    <w:rsid w:val="00DA385D"/>
    <w:rsid w:val="00DA5285"/>
    <w:rsid w:val="00DA62D7"/>
    <w:rsid w:val="00DB15A8"/>
    <w:rsid w:val="00DB21A0"/>
    <w:rsid w:val="00DB2D5D"/>
    <w:rsid w:val="00DB461E"/>
    <w:rsid w:val="00DB7D65"/>
    <w:rsid w:val="00DC1809"/>
    <w:rsid w:val="00DC3606"/>
    <w:rsid w:val="00DC3DCF"/>
    <w:rsid w:val="00DC47B8"/>
    <w:rsid w:val="00DC512E"/>
    <w:rsid w:val="00DD346F"/>
    <w:rsid w:val="00DE03CC"/>
    <w:rsid w:val="00DE06E1"/>
    <w:rsid w:val="00DE12B4"/>
    <w:rsid w:val="00DE4CC1"/>
    <w:rsid w:val="00DE6B23"/>
    <w:rsid w:val="00DF1FA0"/>
    <w:rsid w:val="00DF319F"/>
    <w:rsid w:val="00DF432E"/>
    <w:rsid w:val="00DF618D"/>
    <w:rsid w:val="00E00369"/>
    <w:rsid w:val="00E01296"/>
    <w:rsid w:val="00E07269"/>
    <w:rsid w:val="00E07786"/>
    <w:rsid w:val="00E07C82"/>
    <w:rsid w:val="00E121E7"/>
    <w:rsid w:val="00E139F0"/>
    <w:rsid w:val="00E13B90"/>
    <w:rsid w:val="00E15D06"/>
    <w:rsid w:val="00E168A5"/>
    <w:rsid w:val="00E20277"/>
    <w:rsid w:val="00E226CC"/>
    <w:rsid w:val="00E25618"/>
    <w:rsid w:val="00E27CB0"/>
    <w:rsid w:val="00E31FD6"/>
    <w:rsid w:val="00E37B96"/>
    <w:rsid w:val="00E41811"/>
    <w:rsid w:val="00E419F0"/>
    <w:rsid w:val="00E43C8A"/>
    <w:rsid w:val="00E46E6A"/>
    <w:rsid w:val="00E5163B"/>
    <w:rsid w:val="00E53F6D"/>
    <w:rsid w:val="00E55AFA"/>
    <w:rsid w:val="00E60545"/>
    <w:rsid w:val="00E66AC0"/>
    <w:rsid w:val="00E67F7E"/>
    <w:rsid w:val="00E73959"/>
    <w:rsid w:val="00E761C7"/>
    <w:rsid w:val="00E77F00"/>
    <w:rsid w:val="00E8138C"/>
    <w:rsid w:val="00E84221"/>
    <w:rsid w:val="00E8485A"/>
    <w:rsid w:val="00E85C54"/>
    <w:rsid w:val="00E85F09"/>
    <w:rsid w:val="00E94E5A"/>
    <w:rsid w:val="00E9599D"/>
    <w:rsid w:val="00E97597"/>
    <w:rsid w:val="00EA18C1"/>
    <w:rsid w:val="00EA2C3B"/>
    <w:rsid w:val="00EA4F25"/>
    <w:rsid w:val="00EA542A"/>
    <w:rsid w:val="00EB0AB1"/>
    <w:rsid w:val="00EB450C"/>
    <w:rsid w:val="00EB5DEA"/>
    <w:rsid w:val="00EB6B79"/>
    <w:rsid w:val="00EC121B"/>
    <w:rsid w:val="00EC1992"/>
    <w:rsid w:val="00EC2A75"/>
    <w:rsid w:val="00EC717A"/>
    <w:rsid w:val="00EC7D44"/>
    <w:rsid w:val="00ED3C06"/>
    <w:rsid w:val="00ED7F2E"/>
    <w:rsid w:val="00EE26C0"/>
    <w:rsid w:val="00EE3A6F"/>
    <w:rsid w:val="00EF00F3"/>
    <w:rsid w:val="00EF5B85"/>
    <w:rsid w:val="00EF620C"/>
    <w:rsid w:val="00F020E6"/>
    <w:rsid w:val="00F02A23"/>
    <w:rsid w:val="00F1420F"/>
    <w:rsid w:val="00F14B9E"/>
    <w:rsid w:val="00F14BE3"/>
    <w:rsid w:val="00F165DB"/>
    <w:rsid w:val="00F1744F"/>
    <w:rsid w:val="00F20A89"/>
    <w:rsid w:val="00F22069"/>
    <w:rsid w:val="00F2214C"/>
    <w:rsid w:val="00F23609"/>
    <w:rsid w:val="00F23951"/>
    <w:rsid w:val="00F279C9"/>
    <w:rsid w:val="00F3573A"/>
    <w:rsid w:val="00F35BF2"/>
    <w:rsid w:val="00F368D1"/>
    <w:rsid w:val="00F424E0"/>
    <w:rsid w:val="00F42AC8"/>
    <w:rsid w:val="00F43CA7"/>
    <w:rsid w:val="00F44DEA"/>
    <w:rsid w:val="00F45E06"/>
    <w:rsid w:val="00F47E31"/>
    <w:rsid w:val="00F51B14"/>
    <w:rsid w:val="00F51E6B"/>
    <w:rsid w:val="00F575B5"/>
    <w:rsid w:val="00F66165"/>
    <w:rsid w:val="00F74614"/>
    <w:rsid w:val="00F75735"/>
    <w:rsid w:val="00F774CA"/>
    <w:rsid w:val="00F82BBA"/>
    <w:rsid w:val="00F873CC"/>
    <w:rsid w:val="00F9019F"/>
    <w:rsid w:val="00F90BA6"/>
    <w:rsid w:val="00F910A4"/>
    <w:rsid w:val="00F938EF"/>
    <w:rsid w:val="00F96C3D"/>
    <w:rsid w:val="00FA5EB9"/>
    <w:rsid w:val="00FA68AA"/>
    <w:rsid w:val="00FA7667"/>
    <w:rsid w:val="00FA79BF"/>
    <w:rsid w:val="00FB4C45"/>
    <w:rsid w:val="00FB6483"/>
    <w:rsid w:val="00FB6503"/>
    <w:rsid w:val="00FB6854"/>
    <w:rsid w:val="00FC006C"/>
    <w:rsid w:val="00FC0387"/>
    <w:rsid w:val="00FC395D"/>
    <w:rsid w:val="00FC53BE"/>
    <w:rsid w:val="00FC5501"/>
    <w:rsid w:val="00FC7A24"/>
    <w:rsid w:val="00FD3E7C"/>
    <w:rsid w:val="00FD7230"/>
    <w:rsid w:val="00FE1CAE"/>
    <w:rsid w:val="00FE3D50"/>
    <w:rsid w:val="00FE754B"/>
    <w:rsid w:val="00FE774D"/>
    <w:rsid w:val="00FF15A6"/>
    <w:rsid w:val="00FF25EA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02069"/>
  <w15:docId w15:val="{0FAF986D-E304-4D9C-ABFE-AA824429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801578"/>
  </w:style>
  <w:style w:type="paragraph" w:styleId="Heading1">
    <w:name w:val="heading 1"/>
    <w:next w:val="BodyText"/>
    <w:link w:val="Heading1Char"/>
    <w:qFormat/>
    <w:rsid w:val="00B010EC"/>
    <w:pPr>
      <w:keepNext/>
      <w:numPr>
        <w:numId w:val="16"/>
      </w:numPr>
      <w:spacing w:before="360" w:after="60"/>
      <w:outlineLvl w:val="0"/>
    </w:pPr>
    <w:rPr>
      <w:rFonts w:eastAsiaTheme="majorEastAsia" w:cstheme="majorBidi"/>
      <w:bCs/>
      <w:sz w:val="28"/>
      <w:szCs w:val="28"/>
    </w:rPr>
  </w:style>
  <w:style w:type="paragraph" w:styleId="Heading2">
    <w:name w:val="heading 2"/>
    <w:basedOn w:val="Heading1"/>
    <w:next w:val="BodyText"/>
    <w:link w:val="Heading2Char"/>
    <w:qFormat/>
    <w:rsid w:val="00B010EC"/>
    <w:pPr>
      <w:numPr>
        <w:ilvl w:val="1"/>
      </w:numPr>
      <w:spacing w:before="240"/>
      <w:outlineLvl w:val="1"/>
    </w:pPr>
    <w:rPr>
      <w:b/>
      <w:bCs w:val="0"/>
      <w:sz w:val="24"/>
      <w:szCs w:val="26"/>
    </w:rPr>
  </w:style>
  <w:style w:type="paragraph" w:styleId="Heading3">
    <w:name w:val="heading 3"/>
    <w:basedOn w:val="Heading2"/>
    <w:next w:val="BodyText"/>
    <w:link w:val="Heading3Char"/>
    <w:qFormat/>
    <w:rsid w:val="00B010EC"/>
    <w:pPr>
      <w:keepLines/>
      <w:numPr>
        <w:ilvl w:val="2"/>
      </w:numPr>
      <w:spacing w:before="120"/>
      <w:outlineLvl w:val="2"/>
    </w:pPr>
    <w:rPr>
      <w:bCs/>
      <w:sz w:val="22"/>
    </w:rPr>
  </w:style>
  <w:style w:type="paragraph" w:styleId="Heading4">
    <w:name w:val="heading 4"/>
    <w:basedOn w:val="Heading3"/>
    <w:next w:val="Boxedbold"/>
    <w:link w:val="Heading4Char"/>
    <w:unhideWhenUsed/>
    <w:qFormat/>
    <w:rsid w:val="00153006"/>
    <w:pPr>
      <w:numPr>
        <w:ilvl w:val="3"/>
        <w:numId w:val="4"/>
      </w:num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nhideWhenUsed/>
    <w:qFormat/>
    <w:rsid w:val="0058478B"/>
    <w:pPr>
      <w:numPr>
        <w:ilvl w:val="4"/>
      </w:numPr>
      <w:spacing w:after="0"/>
      <w:outlineLvl w:val="4"/>
    </w:pPr>
  </w:style>
  <w:style w:type="paragraph" w:styleId="Heading6">
    <w:name w:val="heading 6"/>
    <w:basedOn w:val="Heading5"/>
    <w:next w:val="BodyText"/>
    <w:link w:val="Heading6Char"/>
    <w:unhideWhenUsed/>
    <w:qFormat/>
    <w:rsid w:val="0058478B"/>
    <w:pPr>
      <w:numPr>
        <w:ilvl w:val="5"/>
      </w:num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unhideWhenUsed/>
    <w:qFormat/>
    <w:rsid w:val="00153006"/>
    <w:pPr>
      <w:numPr>
        <w:ilvl w:val="6"/>
      </w:numPr>
      <w:outlineLvl w:val="6"/>
    </w:pPr>
    <w:rPr>
      <w:i/>
      <w:iCs/>
    </w:rPr>
  </w:style>
  <w:style w:type="paragraph" w:styleId="Heading8">
    <w:name w:val="heading 8"/>
    <w:basedOn w:val="Heading7"/>
    <w:next w:val="BodyText"/>
    <w:link w:val="Heading8Char"/>
    <w:uiPriority w:val="9"/>
    <w:semiHidden/>
    <w:unhideWhenUsed/>
    <w:qFormat/>
    <w:rsid w:val="00153006"/>
    <w:pPr>
      <w:numPr>
        <w:ilvl w:val="7"/>
      </w:numPr>
      <w:outlineLvl w:val="7"/>
    </w:pPr>
  </w:style>
  <w:style w:type="paragraph" w:styleId="Heading9">
    <w:name w:val="heading 9"/>
    <w:basedOn w:val="Heading8"/>
    <w:next w:val="BodyText"/>
    <w:link w:val="Heading9Char"/>
    <w:uiPriority w:val="9"/>
    <w:semiHidden/>
    <w:qFormat/>
    <w:rsid w:val="00153006"/>
    <w:pPr>
      <w:numPr>
        <w:ilvl w:val="8"/>
      </w:num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27D7"/>
    <w:pPr>
      <w:pBdr>
        <w:bottom w:val="single" w:sz="2" w:space="4" w:color="auto"/>
      </w:pBd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127D7"/>
    <w:rPr>
      <w:sz w:val="18"/>
      <w:szCs w:val="18"/>
    </w:rPr>
  </w:style>
  <w:style w:type="paragraph" w:styleId="Footer">
    <w:name w:val="footer"/>
    <w:link w:val="FooterChar"/>
    <w:uiPriority w:val="99"/>
    <w:rsid w:val="002127D7"/>
    <w:pPr>
      <w:pBdr>
        <w:top w:val="single" w:sz="2" w:space="4" w:color="auto"/>
      </w:pBdr>
      <w:tabs>
        <w:tab w:val="center" w:pos="5103"/>
        <w:tab w:val="right" w:pos="9026"/>
      </w:tabs>
      <w:spacing w:before="12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127D7"/>
    <w:rPr>
      <w:sz w:val="18"/>
      <w:szCs w:val="18"/>
    </w:rPr>
  </w:style>
  <w:style w:type="paragraph" w:styleId="Title">
    <w:name w:val="Title"/>
    <w:next w:val="BodyText"/>
    <w:link w:val="TitleChar"/>
    <w:qFormat/>
    <w:rsid w:val="005D5A7E"/>
    <w:pPr>
      <w:tabs>
        <w:tab w:val="right" w:pos="9639"/>
      </w:tabs>
      <w:spacing w:after="240"/>
      <w:contextualSpacing/>
    </w:pPr>
    <w:rPr>
      <w:rFonts w:eastAsiaTheme="majorEastAsia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5D5A7E"/>
    <w:rPr>
      <w:rFonts w:ascii="Calibri" w:eastAsiaTheme="majorEastAsia" w:hAnsi="Calibri" w:cstheme="majorBidi"/>
      <w:b/>
      <w:kern w:val="28"/>
      <w:sz w:val="32"/>
      <w:szCs w:val="52"/>
    </w:rPr>
  </w:style>
  <w:style w:type="table" w:styleId="TableGrid">
    <w:name w:val="Table Grid"/>
    <w:basedOn w:val="TableNormal"/>
    <w:rsid w:val="00763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BodyText"/>
    <w:link w:val="TabletextChar"/>
    <w:uiPriority w:val="2"/>
    <w:qFormat/>
    <w:rsid w:val="00F47E31"/>
    <w:pPr>
      <w:spacing w:before="60" w:after="60"/>
    </w:pPr>
    <w:rPr>
      <w:rFonts w:eastAsia="Times New Roman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4"/>
    <w:rsid w:val="00B010EC"/>
    <w:rPr>
      <w:rFonts w:eastAsiaTheme="majorEastAsia" w:cstheme="majorBidi"/>
      <w:bCs/>
      <w:sz w:val="28"/>
      <w:szCs w:val="28"/>
    </w:rPr>
  </w:style>
  <w:style w:type="character" w:customStyle="1" w:styleId="PageNumber1">
    <w:name w:val="Page Number1"/>
    <w:basedOn w:val="BodyTextChar"/>
    <w:uiPriority w:val="1"/>
    <w:semiHidden/>
    <w:rsid w:val="005563F1"/>
    <w:rPr>
      <w:rFonts w:ascii="Verdana" w:hAnsi="Verdana"/>
      <w:i w:val="0"/>
      <w:sz w:val="20"/>
      <w:szCs w:val="20"/>
    </w:rPr>
  </w:style>
  <w:style w:type="numbering" w:customStyle="1" w:styleId="Bullets">
    <w:name w:val="Bullets"/>
    <w:uiPriority w:val="99"/>
    <w:rsid w:val="00331C22"/>
    <w:pPr>
      <w:numPr>
        <w:numId w:val="1"/>
      </w:numPr>
    </w:pPr>
  </w:style>
  <w:style w:type="paragraph" w:styleId="ListBullet">
    <w:name w:val="List Bullet"/>
    <w:basedOn w:val="Normal"/>
    <w:uiPriority w:val="99"/>
    <w:semiHidden/>
    <w:qFormat/>
    <w:rsid w:val="00A5617A"/>
    <w:pPr>
      <w:numPr>
        <w:numId w:val="2"/>
      </w:numPr>
      <w:spacing w:after="240" w:line="240" w:lineRule="atLeast"/>
    </w:pPr>
  </w:style>
  <w:style w:type="paragraph" w:styleId="ListBullet2">
    <w:name w:val="List Bullet 2"/>
    <w:basedOn w:val="Normal"/>
    <w:uiPriority w:val="99"/>
    <w:semiHidden/>
    <w:qFormat/>
    <w:rsid w:val="00A5617A"/>
    <w:pPr>
      <w:numPr>
        <w:ilvl w:val="1"/>
        <w:numId w:val="2"/>
      </w:numPr>
      <w:spacing w:after="240" w:line="240" w:lineRule="atLeast"/>
    </w:pPr>
  </w:style>
  <w:style w:type="paragraph" w:styleId="ListBullet3">
    <w:name w:val="List Bullet 3"/>
    <w:basedOn w:val="Normal"/>
    <w:uiPriority w:val="99"/>
    <w:semiHidden/>
    <w:rsid w:val="00A5617A"/>
    <w:pPr>
      <w:numPr>
        <w:ilvl w:val="2"/>
        <w:numId w:val="2"/>
      </w:numPr>
      <w:spacing w:after="240" w:line="240" w:lineRule="atLeast"/>
    </w:pPr>
  </w:style>
  <w:style w:type="numbering" w:customStyle="1" w:styleId="Headings">
    <w:name w:val="Headings"/>
    <w:uiPriority w:val="99"/>
    <w:rsid w:val="00E07C82"/>
    <w:pPr>
      <w:numPr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4"/>
    <w:rsid w:val="00B010EC"/>
    <w:rPr>
      <w:rFonts w:eastAsiaTheme="majorEastAsia" w:cstheme="majorBidi"/>
      <w:b/>
      <w:bCs/>
      <w:szCs w:val="26"/>
    </w:rPr>
  </w:style>
  <w:style w:type="character" w:styleId="CommentReference">
    <w:name w:val="annotation reference"/>
    <w:basedOn w:val="DefaultParagraphFont"/>
    <w:unhideWhenUsed/>
    <w:rsid w:val="0086221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6221F"/>
  </w:style>
  <w:style w:type="character" w:customStyle="1" w:styleId="CommentTextChar">
    <w:name w:val="Comment Text Char"/>
    <w:basedOn w:val="DefaultParagraphFont"/>
    <w:link w:val="CommentText"/>
    <w:rsid w:val="0086221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62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221F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8622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6221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4"/>
    <w:rsid w:val="00B010EC"/>
    <w:rPr>
      <w:rFonts w:eastAsiaTheme="majorEastAsia" w:cstheme="majorBidi"/>
      <w:b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006"/>
    <w:rPr>
      <w:rFonts w:eastAsiaTheme="majorEastAsia" w:cstheme="majorBidi"/>
      <w:i/>
      <w:iCs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78B"/>
    <w:rPr>
      <w:rFonts w:eastAsiaTheme="majorEastAsia" w:cstheme="majorBidi"/>
      <w:i/>
      <w:iCs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78B"/>
    <w:rPr>
      <w:rFonts w:eastAsiaTheme="majorEastAsia" w:cstheme="majorBidi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006"/>
    <w:rPr>
      <w:rFonts w:eastAsiaTheme="majorEastAsia" w:cstheme="majorBidi"/>
      <w:i/>
      <w:iCs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006"/>
    <w:rPr>
      <w:rFonts w:eastAsiaTheme="majorEastAsia" w:cstheme="majorBidi"/>
      <w:i/>
      <w:iCs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006"/>
    <w:rPr>
      <w:rFonts w:eastAsiaTheme="majorEastAsia" w:cstheme="majorBidi"/>
      <w:szCs w:val="26"/>
    </w:rPr>
  </w:style>
  <w:style w:type="paragraph" w:customStyle="1" w:styleId="Numberedstep">
    <w:name w:val="Numbered step"/>
    <w:basedOn w:val="BodyText"/>
    <w:qFormat/>
    <w:rsid w:val="0058478B"/>
    <w:pPr>
      <w:numPr>
        <w:numId w:val="7"/>
      </w:numPr>
    </w:pPr>
  </w:style>
  <w:style w:type="paragraph" w:customStyle="1" w:styleId="Bullet1">
    <w:name w:val="Bullet 1"/>
    <w:basedOn w:val="BodyText"/>
    <w:qFormat/>
    <w:rsid w:val="0058478B"/>
    <w:pPr>
      <w:numPr>
        <w:numId w:val="8"/>
      </w:numPr>
      <w:ind w:left="850" w:hanging="425"/>
    </w:pPr>
  </w:style>
  <w:style w:type="paragraph" w:customStyle="1" w:styleId="Bullet2">
    <w:name w:val="Bullet 2"/>
    <w:basedOn w:val="Bullet1"/>
    <w:rsid w:val="00E60545"/>
    <w:pPr>
      <w:numPr>
        <w:ilvl w:val="1"/>
      </w:numPr>
    </w:pPr>
  </w:style>
  <w:style w:type="paragraph" w:customStyle="1" w:styleId="Bullet3">
    <w:name w:val="Bullet 3"/>
    <w:basedOn w:val="Bullet2"/>
    <w:rsid w:val="00331C22"/>
    <w:pPr>
      <w:numPr>
        <w:ilvl w:val="2"/>
      </w:numPr>
    </w:pPr>
  </w:style>
  <w:style w:type="numbering" w:customStyle="1" w:styleId="Numberedsteps">
    <w:name w:val="Numbered steps"/>
    <w:uiPriority w:val="99"/>
    <w:rsid w:val="00212495"/>
    <w:pPr>
      <w:numPr>
        <w:numId w:val="5"/>
      </w:numPr>
    </w:pPr>
  </w:style>
  <w:style w:type="numbering" w:customStyle="1" w:styleId="Bulletedlist">
    <w:name w:val="Bulleted list"/>
    <w:uiPriority w:val="99"/>
    <w:rsid w:val="00276717"/>
    <w:pPr>
      <w:numPr>
        <w:numId w:val="6"/>
      </w:numPr>
    </w:pPr>
  </w:style>
  <w:style w:type="paragraph" w:customStyle="1" w:styleId="Tableheader">
    <w:name w:val="Table header"/>
    <w:basedOn w:val="Tabletext"/>
    <w:uiPriority w:val="2"/>
    <w:qFormat/>
    <w:rsid w:val="003616E6"/>
    <w:pPr>
      <w:keepNext/>
    </w:pPr>
    <w:rPr>
      <w:b/>
      <w:lang w:eastAsia="en-AU"/>
    </w:rPr>
  </w:style>
  <w:style w:type="paragraph" w:styleId="BodyText">
    <w:name w:val="Body Text"/>
    <w:link w:val="BodyTextChar"/>
    <w:qFormat/>
    <w:rsid w:val="00F47E3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47E31"/>
  </w:style>
  <w:style w:type="paragraph" w:customStyle="1" w:styleId="Screenshot">
    <w:name w:val="Screenshot"/>
    <w:basedOn w:val="BodyText"/>
    <w:semiHidden/>
    <w:rsid w:val="005F57E9"/>
    <w:pPr>
      <w:spacing w:after="360"/>
      <w:ind w:left="426"/>
    </w:pPr>
  </w:style>
  <w:style w:type="paragraph" w:customStyle="1" w:styleId="Note">
    <w:name w:val="Note"/>
    <w:link w:val="NoteChar"/>
    <w:semiHidden/>
    <w:rsid w:val="00F14BE3"/>
    <w:pPr>
      <w:ind w:left="425"/>
    </w:pPr>
    <w:rPr>
      <w:i/>
    </w:rPr>
  </w:style>
  <w:style w:type="character" w:customStyle="1" w:styleId="NoteChar">
    <w:name w:val="Note Char"/>
    <w:basedOn w:val="DefaultParagraphFont"/>
    <w:link w:val="Note"/>
    <w:semiHidden/>
    <w:rsid w:val="001F3E30"/>
    <w:rPr>
      <w:rFonts w:ascii="Verdana" w:hAnsi="Verdana"/>
      <w:i/>
      <w:sz w:val="20"/>
    </w:rPr>
  </w:style>
  <w:style w:type="character" w:styleId="PlaceholderText">
    <w:name w:val="Placeholder Text"/>
    <w:basedOn w:val="DefaultParagraphFont"/>
    <w:uiPriority w:val="99"/>
    <w:semiHidden/>
    <w:rsid w:val="000F51A3"/>
    <w:rPr>
      <w:color w:val="808080"/>
    </w:rPr>
  </w:style>
  <w:style w:type="paragraph" w:customStyle="1" w:styleId="Documentstatus">
    <w:name w:val="Document status"/>
    <w:basedOn w:val="Tabletext"/>
    <w:semiHidden/>
    <w:rsid w:val="00DE12B4"/>
    <w:rPr>
      <w:lang w:eastAsia="en-AU"/>
    </w:rPr>
  </w:style>
  <w:style w:type="character" w:customStyle="1" w:styleId="Documentrevision">
    <w:name w:val="Document revision"/>
    <w:basedOn w:val="DefaultParagraphFont"/>
    <w:uiPriority w:val="1"/>
    <w:semiHidden/>
    <w:rsid w:val="00783572"/>
    <w:rPr>
      <w:sz w:val="18"/>
    </w:rPr>
  </w:style>
  <w:style w:type="paragraph" w:customStyle="1" w:styleId="Numberedstep2">
    <w:name w:val="Numbered step 2"/>
    <w:basedOn w:val="Numberedstep"/>
    <w:rsid w:val="003616E6"/>
    <w:pPr>
      <w:numPr>
        <w:ilvl w:val="1"/>
      </w:numPr>
    </w:pPr>
  </w:style>
  <w:style w:type="paragraph" w:customStyle="1" w:styleId="Numberedstep3">
    <w:name w:val="Numbered step 3"/>
    <w:basedOn w:val="Numberedstep"/>
    <w:rsid w:val="00105D9B"/>
    <w:pPr>
      <w:numPr>
        <w:ilvl w:val="2"/>
      </w:numPr>
    </w:pPr>
  </w:style>
  <w:style w:type="paragraph" w:customStyle="1" w:styleId="Tablebullet1">
    <w:name w:val="Table bullet 1"/>
    <w:basedOn w:val="Tabletext"/>
    <w:uiPriority w:val="3"/>
    <w:qFormat/>
    <w:rsid w:val="001A7F24"/>
    <w:pPr>
      <w:numPr>
        <w:numId w:val="10"/>
      </w:numPr>
    </w:pPr>
    <w:rPr>
      <w:lang w:eastAsia="en-AU"/>
    </w:rPr>
  </w:style>
  <w:style w:type="paragraph" w:customStyle="1" w:styleId="Tablebullet2">
    <w:name w:val="Table bullet 2"/>
    <w:basedOn w:val="Tablebullet1"/>
    <w:uiPriority w:val="3"/>
    <w:rsid w:val="003616E6"/>
    <w:pPr>
      <w:numPr>
        <w:ilvl w:val="1"/>
      </w:numPr>
    </w:pPr>
  </w:style>
  <w:style w:type="paragraph" w:customStyle="1" w:styleId="Tablenumber1">
    <w:name w:val="Table number 1"/>
    <w:basedOn w:val="Tablebullet2"/>
    <w:uiPriority w:val="3"/>
    <w:qFormat/>
    <w:rsid w:val="001A7F24"/>
    <w:pPr>
      <w:numPr>
        <w:ilvl w:val="0"/>
        <w:numId w:val="12"/>
      </w:numPr>
    </w:pPr>
  </w:style>
  <w:style w:type="paragraph" w:customStyle="1" w:styleId="Tablenumber2">
    <w:name w:val="Table number 2"/>
    <w:basedOn w:val="Tablenumber1"/>
    <w:uiPriority w:val="3"/>
    <w:rsid w:val="003616E6"/>
    <w:pPr>
      <w:numPr>
        <w:ilvl w:val="1"/>
      </w:numPr>
    </w:pPr>
  </w:style>
  <w:style w:type="numbering" w:customStyle="1" w:styleId="Tablebullets">
    <w:name w:val="Table bullets"/>
    <w:uiPriority w:val="99"/>
    <w:rsid w:val="00105D9B"/>
    <w:pPr>
      <w:numPr>
        <w:numId w:val="9"/>
      </w:numPr>
    </w:pPr>
  </w:style>
  <w:style w:type="paragraph" w:customStyle="1" w:styleId="Tablebullet3">
    <w:name w:val="Table bullet 3"/>
    <w:basedOn w:val="Tablebullet2"/>
    <w:uiPriority w:val="3"/>
    <w:rsid w:val="00105D9B"/>
    <w:pPr>
      <w:numPr>
        <w:ilvl w:val="2"/>
      </w:numPr>
    </w:pPr>
  </w:style>
  <w:style w:type="numbering" w:customStyle="1" w:styleId="Tablenumber">
    <w:name w:val="Table number"/>
    <w:uiPriority w:val="99"/>
    <w:rsid w:val="00105D9B"/>
    <w:pPr>
      <w:numPr>
        <w:numId w:val="11"/>
      </w:numPr>
    </w:pPr>
  </w:style>
  <w:style w:type="paragraph" w:styleId="Caption">
    <w:name w:val="caption"/>
    <w:basedOn w:val="BodyText"/>
    <w:next w:val="BodyText"/>
    <w:rsid w:val="006312B1"/>
    <w:pPr>
      <w:widowControl w:val="0"/>
      <w:spacing w:before="240" w:after="240"/>
      <w:jc w:val="center"/>
    </w:pPr>
    <w:rPr>
      <w:rFonts w:eastAsia="Times New Roman" w:cs="Times New Roman"/>
      <w:bCs/>
      <w:i/>
      <w:sz w:val="20"/>
      <w:szCs w:val="18"/>
    </w:rPr>
  </w:style>
  <w:style w:type="paragraph" w:customStyle="1" w:styleId="Figure">
    <w:name w:val="Figure"/>
    <w:next w:val="BodyText"/>
    <w:rsid w:val="00C44DC9"/>
    <w:pPr>
      <w:keepNext/>
      <w:widowControl w:val="0"/>
      <w:ind w:left="-567" w:right="-567"/>
      <w:jc w:val="center"/>
    </w:pPr>
    <w:rPr>
      <w:rFonts w:eastAsia="Times New Roman" w:cs="Times New Roman"/>
      <w:noProof/>
      <w:szCs w:val="24"/>
      <w:lang w:eastAsia="en-AU"/>
    </w:rPr>
  </w:style>
  <w:style w:type="character" w:customStyle="1" w:styleId="Revisionnumber">
    <w:name w:val="Revision number"/>
    <w:basedOn w:val="DefaultParagraphFont"/>
    <w:uiPriority w:val="1"/>
    <w:semiHidden/>
    <w:rsid w:val="00333AC8"/>
    <w:rPr>
      <w:sz w:val="18"/>
    </w:rPr>
  </w:style>
  <w:style w:type="character" w:customStyle="1" w:styleId="Versionnumber">
    <w:name w:val="Version number"/>
    <w:basedOn w:val="DefaultParagraphFont"/>
    <w:uiPriority w:val="1"/>
    <w:semiHidden/>
    <w:rsid w:val="003D5D59"/>
    <w:rPr>
      <w:sz w:val="18"/>
    </w:rPr>
  </w:style>
  <w:style w:type="paragraph" w:customStyle="1" w:styleId="Instructions">
    <w:name w:val="Instructions"/>
    <w:basedOn w:val="BodyText"/>
    <w:link w:val="InstructionsChar"/>
    <w:semiHidden/>
    <w:qFormat/>
    <w:rsid w:val="00C77B69"/>
    <w:pPr>
      <w:widowControl w:val="0"/>
      <w:ind w:left="1134"/>
    </w:pPr>
    <w:rPr>
      <w:rFonts w:eastAsia="Times New Roman" w:cs="Times New Roman"/>
      <w:i/>
      <w:vanish/>
      <w:color w:val="1E6DB6" w:themeColor="accent1"/>
      <w:sz w:val="18"/>
      <w:szCs w:val="24"/>
      <w:lang w:eastAsia="en-AU"/>
    </w:rPr>
  </w:style>
  <w:style w:type="character" w:customStyle="1" w:styleId="Subject">
    <w:name w:val="Subject"/>
    <w:basedOn w:val="DefaultParagraphFont"/>
    <w:uiPriority w:val="1"/>
    <w:semiHidden/>
    <w:rsid w:val="005D5A7E"/>
    <w:rPr>
      <w:rFonts w:ascii="Calibri" w:hAnsi="Calibri"/>
      <w:b/>
      <w:color w:val="auto"/>
      <w:sz w:val="32"/>
    </w:rPr>
  </w:style>
  <w:style w:type="paragraph" w:customStyle="1" w:styleId="Heading1unnumbered">
    <w:name w:val="Heading 1 unnumbered"/>
    <w:basedOn w:val="Heading1"/>
    <w:next w:val="BodyText"/>
    <w:uiPriority w:val="1"/>
    <w:qFormat/>
    <w:rsid w:val="003616E6"/>
    <w:pPr>
      <w:numPr>
        <w:numId w:val="14"/>
      </w:numPr>
    </w:pPr>
  </w:style>
  <w:style w:type="paragraph" w:customStyle="1" w:styleId="Heading2unnumbered">
    <w:name w:val="Heading 2 unnumbered"/>
    <w:basedOn w:val="Heading2"/>
    <w:next w:val="BodyText"/>
    <w:uiPriority w:val="1"/>
    <w:qFormat/>
    <w:rsid w:val="003616E6"/>
    <w:pPr>
      <w:numPr>
        <w:numId w:val="14"/>
      </w:numPr>
    </w:pPr>
  </w:style>
  <w:style w:type="paragraph" w:customStyle="1" w:styleId="Heading3unnumbered">
    <w:name w:val="Heading 3 unnumbered"/>
    <w:basedOn w:val="Heading3"/>
    <w:next w:val="BodyText"/>
    <w:uiPriority w:val="1"/>
    <w:qFormat/>
    <w:rsid w:val="003616E6"/>
    <w:pPr>
      <w:numPr>
        <w:numId w:val="14"/>
      </w:numPr>
    </w:pPr>
  </w:style>
  <w:style w:type="numbering" w:customStyle="1" w:styleId="Numberedheadings">
    <w:name w:val="Numbered headings"/>
    <w:uiPriority w:val="99"/>
    <w:rsid w:val="00371018"/>
    <w:pPr>
      <w:numPr>
        <w:numId w:val="13"/>
      </w:numPr>
    </w:pPr>
  </w:style>
  <w:style w:type="numbering" w:customStyle="1" w:styleId="Unnumberedheadings">
    <w:name w:val="Unnumbered headings"/>
    <w:uiPriority w:val="99"/>
    <w:rsid w:val="0016497D"/>
    <w:pPr>
      <w:numPr>
        <w:numId w:val="14"/>
      </w:numPr>
    </w:pPr>
  </w:style>
  <w:style w:type="table" w:customStyle="1" w:styleId="Tablenolines">
    <w:name w:val="Table no lines"/>
    <w:basedOn w:val="TableNormal"/>
    <w:uiPriority w:val="99"/>
    <w:rsid w:val="00D261F6"/>
    <w:pPr>
      <w:spacing w:before="60" w:after="60"/>
    </w:pPr>
    <w:rPr>
      <w:rFonts w:cs="Times New Roman"/>
      <w:sz w:val="20"/>
    </w:rPr>
    <w:tblPr>
      <w:tblInd w:w="851" w:type="dxa"/>
      <w:tblCellMar>
        <w:top w:w="28" w:type="dxa"/>
        <w:left w:w="57" w:type="dxa"/>
        <w:bottom w:w="28" w:type="dxa"/>
        <w:right w:w="57" w:type="dxa"/>
      </w:tblCellMar>
    </w:tblPr>
  </w:style>
  <w:style w:type="numbering" w:styleId="111111">
    <w:name w:val="Outline List 2"/>
    <w:basedOn w:val="NoList"/>
    <w:uiPriority w:val="99"/>
    <w:semiHidden/>
    <w:unhideWhenUsed/>
    <w:rsid w:val="00DB2D5D"/>
    <w:pPr>
      <w:numPr>
        <w:numId w:val="15"/>
      </w:numPr>
    </w:pPr>
  </w:style>
  <w:style w:type="character" w:styleId="PageNumber">
    <w:name w:val="page number"/>
    <w:uiPriority w:val="99"/>
    <w:semiHidden/>
    <w:rsid w:val="00E20277"/>
    <w:rPr>
      <w:rFonts w:cs="Times New Roman"/>
    </w:rPr>
  </w:style>
  <w:style w:type="paragraph" w:customStyle="1" w:styleId="Smallprintbold">
    <w:name w:val="Small print bold"/>
    <w:next w:val="Smallprint"/>
    <w:link w:val="SmallprintboldChar"/>
    <w:semiHidden/>
    <w:rsid w:val="00DF432E"/>
    <w:pPr>
      <w:spacing w:before="120"/>
    </w:pPr>
    <w:rPr>
      <w:rFonts w:eastAsia="Times New Roman" w:cs="Times New Roman"/>
      <w:b/>
      <w:noProof/>
      <w:sz w:val="18"/>
      <w:szCs w:val="24"/>
      <w:lang w:eastAsia="en-AU"/>
    </w:rPr>
  </w:style>
  <w:style w:type="paragraph" w:customStyle="1" w:styleId="Smallprint">
    <w:name w:val="Small print"/>
    <w:basedOn w:val="Normal"/>
    <w:semiHidden/>
    <w:rsid w:val="00C44DC9"/>
    <w:pPr>
      <w:framePr w:hSpace="181" w:wrap="notBeside" w:hAnchor="text" w:yAlign="bottom"/>
      <w:spacing w:after="120"/>
    </w:pPr>
    <w:rPr>
      <w:rFonts w:eastAsia="Times New Roman" w:cs="Times New Roman"/>
      <w:sz w:val="18"/>
      <w:szCs w:val="24"/>
      <w:lang w:eastAsia="en-AU"/>
    </w:rPr>
  </w:style>
  <w:style w:type="paragraph" w:styleId="Date">
    <w:name w:val="Date"/>
    <w:next w:val="BodyText"/>
    <w:link w:val="DateChar"/>
    <w:uiPriority w:val="99"/>
    <w:semiHidden/>
    <w:rsid w:val="004B5C5F"/>
    <w:rPr>
      <w:sz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4B5C5F"/>
    <w:rPr>
      <w:rFonts w:ascii="Calibri" w:hAnsi="Calibri"/>
      <w:sz w:val="18"/>
    </w:rPr>
  </w:style>
  <w:style w:type="character" w:customStyle="1" w:styleId="SmallprintboldChar">
    <w:name w:val="Small print bold Char"/>
    <w:basedOn w:val="DefaultParagraphFont"/>
    <w:link w:val="Smallprintbold"/>
    <w:semiHidden/>
    <w:rsid w:val="00DF432E"/>
    <w:rPr>
      <w:rFonts w:ascii="Calibri" w:eastAsia="Times New Roman" w:hAnsi="Calibri" w:cs="Times New Roman"/>
      <w:b/>
      <w:noProof/>
      <w:sz w:val="18"/>
      <w:szCs w:val="24"/>
      <w:lang w:eastAsia="en-AU"/>
    </w:rPr>
  </w:style>
  <w:style w:type="paragraph" w:styleId="FootnoteText">
    <w:name w:val="footnote text"/>
    <w:link w:val="FootnoteTextChar"/>
    <w:uiPriority w:val="99"/>
    <w:semiHidden/>
    <w:rsid w:val="00532890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2890"/>
    <w:rPr>
      <w:rFonts w:ascii="Calibri" w:hAnsi="Calibri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807767"/>
    <w:rPr>
      <w:vertAlign w:val="superscript"/>
    </w:rPr>
  </w:style>
  <w:style w:type="table" w:customStyle="1" w:styleId="TableADHA">
    <w:name w:val="Table ADHA"/>
    <w:basedOn w:val="Tablenolines"/>
    <w:uiPriority w:val="99"/>
    <w:rsid w:val="00166EC1"/>
    <w:rPr>
      <w:szCs w:val="20"/>
      <w:lang w:eastAsia="en-AU"/>
    </w:rPr>
    <w:tblPr>
      <w:tblBorders>
        <w:top w:val="single" w:sz="6" w:space="0" w:color="auto"/>
        <w:bottom w:val="single" w:sz="8" w:space="0" w:color="auto"/>
        <w:insideH w:val="single" w:sz="2" w:space="0" w:color="auto"/>
      </w:tblBorders>
    </w:tblPr>
    <w:trPr>
      <w:cantSplit/>
    </w:trPr>
    <w:tblStylePr w:type="firstRow">
      <w:tblPr/>
      <w:trPr>
        <w:cantSplit/>
        <w:tblHeader/>
      </w:trPr>
      <w:tcPr>
        <w:tcBorders>
          <w:top w:val="single" w:sz="8" w:space="0" w:color="auto"/>
          <w:bottom w:val="nil"/>
        </w:tcBorders>
      </w:tcPr>
    </w:tblStylePr>
  </w:style>
  <w:style w:type="character" w:customStyle="1" w:styleId="TabletextChar">
    <w:name w:val="Table text Char"/>
    <w:link w:val="Tabletext"/>
    <w:uiPriority w:val="2"/>
    <w:locked/>
    <w:rsid w:val="00F47E31"/>
    <w:rPr>
      <w:rFonts w:eastAsia="Times New Roman" w:cs="Times New Roman"/>
      <w:sz w:val="20"/>
      <w:szCs w:val="24"/>
    </w:rPr>
  </w:style>
  <w:style w:type="paragraph" w:customStyle="1" w:styleId="Boxedbold">
    <w:name w:val="Boxed bold"/>
    <w:basedOn w:val="BodyText"/>
    <w:rsid w:val="00F02A23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240"/>
    </w:pPr>
    <w:rPr>
      <w:rFonts w:eastAsiaTheme="majorEastAsia" w:cstheme="majorBidi"/>
      <w:b/>
      <w:bCs/>
      <w:szCs w:val="26"/>
    </w:rPr>
  </w:style>
  <w:style w:type="paragraph" w:customStyle="1" w:styleId="Frontpage">
    <w:name w:val="Front page"/>
    <w:basedOn w:val="BodyText"/>
    <w:semiHidden/>
    <w:qFormat/>
    <w:rsid w:val="005A1905"/>
    <w:pPr>
      <w:spacing w:line="260" w:lineRule="atLeast"/>
      <w:ind w:left="1134"/>
    </w:pPr>
    <w:rPr>
      <w:rFonts w:eastAsia="Times New Roman" w:cs="Calibri"/>
      <w:sz w:val="24"/>
      <w:szCs w:val="24"/>
      <w:lang w:eastAsia="en-AU"/>
    </w:rPr>
  </w:style>
  <w:style w:type="paragraph" w:customStyle="1" w:styleId="Whitespacepadding">
    <w:name w:val="White space padding"/>
    <w:basedOn w:val="BodyText"/>
    <w:next w:val="BodyText"/>
    <w:uiPriority w:val="4"/>
    <w:qFormat/>
    <w:rsid w:val="003C0725"/>
    <w:pPr>
      <w:spacing w:after="0"/>
    </w:pPr>
    <w:rPr>
      <w:rFonts w:eastAsia="Times New Roman" w:cs="Times New Roman"/>
      <w:sz w:val="16"/>
      <w:szCs w:val="16"/>
      <w:lang w:eastAsia="en-AU"/>
    </w:rPr>
  </w:style>
  <w:style w:type="paragraph" w:customStyle="1" w:styleId="Code">
    <w:name w:val="Code"/>
    <w:basedOn w:val="BodyText"/>
    <w:link w:val="CodeChar"/>
    <w:uiPriority w:val="1"/>
    <w:semiHidden/>
    <w:rsid w:val="003C0725"/>
    <w:pPr>
      <w:spacing w:after="0"/>
    </w:pPr>
    <w:rPr>
      <w:rFonts w:ascii="Courier New" w:eastAsia="Times New Roman" w:hAnsi="Courier New" w:cs="Courier New"/>
      <w:sz w:val="18"/>
      <w:szCs w:val="18"/>
      <w:lang w:eastAsia="en-AU"/>
    </w:rPr>
  </w:style>
  <w:style w:type="character" w:customStyle="1" w:styleId="CodeChar">
    <w:name w:val="Code Char"/>
    <w:basedOn w:val="BodyTextChar"/>
    <w:link w:val="Code"/>
    <w:uiPriority w:val="1"/>
    <w:semiHidden/>
    <w:rsid w:val="004705D4"/>
    <w:rPr>
      <w:rFonts w:ascii="Courier New" w:eastAsia="Times New Roman" w:hAnsi="Courier New" w:cs="Courier New"/>
      <w:sz w:val="18"/>
      <w:szCs w:val="18"/>
      <w:lang w:eastAsia="en-AU"/>
    </w:rPr>
  </w:style>
  <w:style w:type="character" w:styleId="Hyperlink">
    <w:name w:val="Hyperlink"/>
    <w:basedOn w:val="DefaultParagraphFont"/>
    <w:unhideWhenUsed/>
    <w:rsid w:val="00811BE3"/>
    <w:rPr>
      <w:color w:val="0000FF"/>
      <w:u w:val="single"/>
    </w:rPr>
  </w:style>
  <w:style w:type="character" w:customStyle="1" w:styleId="InstructionsChar">
    <w:name w:val="Instructions Char"/>
    <w:basedOn w:val="BodyTextChar"/>
    <w:link w:val="Instructions"/>
    <w:semiHidden/>
    <w:rsid w:val="00C77B69"/>
    <w:rPr>
      <w:rFonts w:ascii="Calibri" w:eastAsia="Times New Roman" w:hAnsi="Calibri" w:cs="Times New Roman"/>
      <w:i/>
      <w:vanish/>
      <w:color w:val="1E6DB6" w:themeColor="accent1"/>
      <w:sz w:val="18"/>
      <w:szCs w:val="24"/>
      <w:lang w:eastAsia="en-AU"/>
    </w:rPr>
  </w:style>
  <w:style w:type="table" w:customStyle="1" w:styleId="Tablecodesample">
    <w:name w:val="Table code sample"/>
    <w:basedOn w:val="TableNormal"/>
    <w:uiPriority w:val="99"/>
    <w:rsid w:val="00803880"/>
    <w:pPr>
      <w:spacing w:before="60" w:after="60"/>
      <w:contextualSpacing/>
    </w:pPr>
    <w:rPr>
      <w:rFonts w:ascii="Courier New" w:hAnsi="Courier New" w:cs="Times New Roman"/>
      <w:sz w:val="18"/>
    </w:rPr>
    <w:tblPr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9D9D9" w:themeFill="background1" w:themeFillShade="D9"/>
    </w:tcPr>
  </w:style>
  <w:style w:type="paragraph" w:customStyle="1" w:styleId="Codeoutdented">
    <w:name w:val="Code outdented"/>
    <w:basedOn w:val="Normal"/>
    <w:link w:val="CodeoutdentedChar"/>
    <w:uiPriority w:val="1"/>
    <w:semiHidden/>
    <w:rsid w:val="00803880"/>
    <w:pPr>
      <w:spacing w:before="60" w:after="60"/>
      <w:contextualSpacing/>
    </w:pPr>
    <w:rPr>
      <w:rFonts w:ascii="Courier New" w:eastAsia="Times New Roman" w:hAnsi="Courier New" w:cs="Courier New"/>
      <w:sz w:val="18"/>
      <w:szCs w:val="18"/>
      <w:lang w:eastAsia="en-AU"/>
    </w:rPr>
  </w:style>
  <w:style w:type="character" w:customStyle="1" w:styleId="CodeoutdentedChar">
    <w:name w:val="Code outdented Char"/>
    <w:basedOn w:val="DefaultParagraphFont"/>
    <w:link w:val="Codeoutdented"/>
    <w:uiPriority w:val="1"/>
    <w:semiHidden/>
    <w:rsid w:val="004705D4"/>
    <w:rPr>
      <w:rFonts w:ascii="Courier New" w:eastAsia="Times New Roman" w:hAnsi="Courier New" w:cs="Courier New"/>
      <w:sz w:val="18"/>
      <w:szCs w:val="18"/>
      <w:lang w:eastAsia="en-AU"/>
    </w:rPr>
  </w:style>
  <w:style w:type="paragraph" w:customStyle="1" w:styleId="Frontsubtitle">
    <w:name w:val="Ω Front:subtitle"/>
    <w:basedOn w:val="Normal"/>
    <w:uiPriority w:val="99"/>
    <w:semiHidden/>
    <w:rsid w:val="00CD680B"/>
    <w:pPr>
      <w:keepLines/>
      <w:spacing w:before="200" w:after="400"/>
      <w:ind w:left="34" w:right="34"/>
      <w:jc w:val="center"/>
    </w:pPr>
    <w:rPr>
      <w:rFonts w:eastAsia="Times New Roman" w:cs="Times New Roman"/>
      <w:b/>
      <w:sz w:val="28"/>
      <w:lang w:eastAsia="en-AU"/>
    </w:rPr>
  </w:style>
  <w:style w:type="table" w:customStyle="1" w:styleId="TableADHAwide">
    <w:name w:val="Table ADHA wide"/>
    <w:basedOn w:val="TableADHA"/>
    <w:uiPriority w:val="99"/>
    <w:rsid w:val="00D261F6"/>
    <w:tblPr>
      <w:tblStyleColBandSize w:val="1"/>
      <w:tblInd w:w="0" w:type="dxa"/>
    </w:tblPr>
    <w:tblStylePr w:type="firstRow">
      <w:tblPr/>
      <w:trPr>
        <w:cantSplit/>
        <w:tblHeader/>
      </w:trPr>
      <w:tcPr>
        <w:tcBorders>
          <w:top w:val="single" w:sz="8" w:space="0" w:color="auto"/>
          <w:bottom w:val="nil"/>
        </w:tcBorders>
      </w:tcPr>
    </w:tblStylePr>
    <w:tblStylePr w:type="neCell">
      <w:rPr>
        <w:rFonts w:ascii="Calibri" w:hAnsi="Calibri"/>
      </w:rPr>
    </w:tblStylePr>
  </w:style>
  <w:style w:type="paragraph" w:styleId="NormalWeb">
    <w:name w:val="Normal (Web)"/>
    <w:basedOn w:val="Normal"/>
    <w:uiPriority w:val="99"/>
    <w:unhideWhenUsed/>
    <w:rsid w:val="00AF47E5"/>
    <w:rPr>
      <w:rFonts w:cs="Times New Roman"/>
      <w:szCs w:val="24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328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32890"/>
    <w:rPr>
      <w:rFonts w:ascii="Calibri" w:eastAsiaTheme="majorEastAsia" w:hAnsi="Calibri" w:cstheme="majorBidi"/>
      <w:sz w:val="22"/>
      <w:szCs w:val="24"/>
      <w:shd w:val="pct20" w:color="auto" w:fill="auto"/>
    </w:rPr>
  </w:style>
  <w:style w:type="paragraph" w:customStyle="1" w:styleId="Insidefineprint">
    <w:name w:val="Ω Inside:fineprint"/>
    <w:uiPriority w:val="99"/>
    <w:semiHidden/>
    <w:rsid w:val="00B82A66"/>
    <w:pPr>
      <w:spacing w:before="60"/>
    </w:pPr>
    <w:rPr>
      <w:rFonts w:eastAsia="Times New Roman" w:cs="Times New Roman"/>
      <w:sz w:val="16"/>
      <w:szCs w:val="24"/>
      <w:lang w:eastAsia="en-AU"/>
    </w:rPr>
  </w:style>
  <w:style w:type="paragraph" w:customStyle="1" w:styleId="Insideheading">
    <w:name w:val="Ω Inside:heading"/>
    <w:basedOn w:val="Insidefineprint"/>
    <w:uiPriority w:val="99"/>
    <w:semiHidden/>
    <w:rsid w:val="00B82A66"/>
    <w:pPr>
      <w:keepNext/>
      <w:keepLines/>
      <w:spacing w:before="120"/>
    </w:pPr>
    <w:rPr>
      <w:b/>
    </w:rPr>
  </w:style>
  <w:style w:type="table" w:customStyle="1" w:styleId="Default">
    <w:name w:val="Default"/>
    <w:basedOn w:val="TableADHAwide"/>
    <w:uiPriority w:val="99"/>
    <w:rsid w:val="00E07269"/>
    <w:tblPr/>
    <w:tblStylePr w:type="firstRow">
      <w:tblPr/>
      <w:trPr>
        <w:cantSplit/>
        <w:tblHeader/>
      </w:trPr>
      <w:tcPr>
        <w:tcBorders>
          <w:top w:val="single" w:sz="8" w:space="0" w:color="auto"/>
          <w:bottom w:val="nil"/>
        </w:tcBorders>
      </w:tcPr>
    </w:tblStylePr>
    <w:tblStylePr w:type="neCell">
      <w:rPr>
        <w:rFonts w:ascii="Calibri" w:hAnsi="Calibri"/>
      </w:rPr>
    </w:tblStylePr>
  </w:style>
  <w:style w:type="numbering" w:customStyle="1" w:styleId="NoList1">
    <w:name w:val="No List1"/>
    <w:next w:val="NoList"/>
    <w:uiPriority w:val="99"/>
    <w:semiHidden/>
    <w:unhideWhenUsed/>
    <w:rsid w:val="00CD124B"/>
  </w:style>
  <w:style w:type="paragraph" w:customStyle="1" w:styleId="SectionHeading26pt">
    <w:name w:val="Section Heading 2:  6 pt"/>
    <w:basedOn w:val="Normal"/>
    <w:rsid w:val="00CD124B"/>
    <w:pPr>
      <w:spacing w:before="60" w:after="60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ubtitle1">
    <w:name w:val="Subtitle1"/>
    <w:basedOn w:val="Normal"/>
    <w:next w:val="Normal"/>
    <w:rsid w:val="00CD124B"/>
    <w:pPr>
      <w:numPr>
        <w:ilvl w:val="1"/>
      </w:numPr>
    </w:pPr>
    <w:rPr>
      <w:rFonts w:ascii="Cambria" w:eastAsia="Times New Roman" w:hAnsi="Cambria" w:cs="Times New Roman"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D124B"/>
    <w:rPr>
      <w:rFonts w:ascii="Cambria" w:eastAsia="Times New Roman" w:hAnsi="Cambria" w:cs="Times New Roman"/>
      <w:iCs/>
      <w:spacing w:val="15"/>
      <w:sz w:val="24"/>
      <w:szCs w:val="24"/>
      <w:lang w:eastAsia="en-US"/>
    </w:rPr>
  </w:style>
  <w:style w:type="paragraph" w:styleId="NoSpacing">
    <w:name w:val="No Spacing"/>
    <w:uiPriority w:val="1"/>
    <w:rsid w:val="00CD124B"/>
    <w:rPr>
      <w:rFonts w:ascii="Times New Roman" w:eastAsia="Times New Roman" w:hAnsi="Times New Roman" w:cs="Times New Roman"/>
      <w:sz w:val="24"/>
      <w:szCs w:val="24"/>
    </w:rPr>
  </w:style>
  <w:style w:type="character" w:customStyle="1" w:styleId="SubtleEmphasis1">
    <w:name w:val="Subtle Emphasis1"/>
    <w:basedOn w:val="DefaultParagraphFont"/>
    <w:uiPriority w:val="19"/>
    <w:rsid w:val="00CD124B"/>
    <w:rPr>
      <w:i/>
      <w:iCs/>
      <w:color w:val="808080"/>
    </w:rPr>
  </w:style>
  <w:style w:type="character" w:customStyle="1" w:styleId="IntenseEmphasis1">
    <w:name w:val="Intense Emphasis1"/>
    <w:basedOn w:val="DefaultParagraphFont"/>
    <w:uiPriority w:val="21"/>
    <w:qFormat/>
    <w:rsid w:val="00CD124B"/>
    <w:rPr>
      <w:b/>
      <w:bCs/>
      <w:i/>
      <w:iCs/>
      <w:color w:val="4F81BD"/>
    </w:rPr>
  </w:style>
  <w:style w:type="paragraph" w:customStyle="1" w:styleId="Quote1">
    <w:name w:val="Quote1"/>
    <w:basedOn w:val="Normal"/>
    <w:next w:val="Normal"/>
    <w:uiPriority w:val="29"/>
    <w:rsid w:val="00CD124B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D124B"/>
    <w:rPr>
      <w:i/>
      <w:iCs/>
      <w:color w:val="000000"/>
      <w:sz w:val="24"/>
      <w:szCs w:val="24"/>
      <w:lang w:eastAsia="en-US"/>
    </w:rPr>
  </w:style>
  <w:style w:type="paragraph" w:customStyle="1" w:styleId="IntenseQuote1">
    <w:name w:val="Intense Quote1"/>
    <w:basedOn w:val="Normal"/>
    <w:next w:val="Normal"/>
    <w:uiPriority w:val="30"/>
    <w:qFormat/>
    <w:rsid w:val="00CD124B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24B"/>
    <w:rPr>
      <w:b/>
      <w:bCs/>
      <w:i/>
      <w:iCs/>
      <w:color w:val="4F81BD"/>
      <w:sz w:val="24"/>
      <w:szCs w:val="24"/>
      <w:lang w:eastAsia="en-US"/>
    </w:rPr>
  </w:style>
  <w:style w:type="character" w:customStyle="1" w:styleId="SubtleReference1">
    <w:name w:val="Subtle Reference1"/>
    <w:basedOn w:val="DefaultParagraphFont"/>
    <w:uiPriority w:val="31"/>
    <w:rsid w:val="00CD124B"/>
    <w:rPr>
      <w:smallCaps/>
      <w:color w:val="C0504D"/>
      <w:u w:val="single"/>
    </w:rPr>
  </w:style>
  <w:style w:type="character" w:customStyle="1" w:styleId="IntenseReference1">
    <w:name w:val="Intense Reference1"/>
    <w:basedOn w:val="DefaultParagraphFont"/>
    <w:uiPriority w:val="32"/>
    <w:qFormat/>
    <w:rsid w:val="00CD124B"/>
    <w:rPr>
      <w:b/>
      <w:bCs/>
      <w:i/>
      <w:smallCaps/>
      <w:color w:val="C0504D"/>
      <w:spacing w:val="5"/>
      <w:u w:val="none"/>
    </w:rPr>
  </w:style>
  <w:style w:type="paragraph" w:customStyle="1" w:styleId="SectionHeading13pt">
    <w:name w:val="Section Heading 1:  3 pt"/>
    <w:basedOn w:val="Normal"/>
    <w:rsid w:val="00CD124B"/>
    <w:pPr>
      <w:spacing w:before="6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styleId="ListParagraph">
    <w:name w:val="List Paragraph"/>
    <w:basedOn w:val="Normal"/>
    <w:uiPriority w:val="34"/>
    <w:qFormat/>
    <w:rsid w:val="00CD124B"/>
    <w:pPr>
      <w:spacing w:before="60" w:after="60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1">
    <w:name w:val="Table 3D effects 1"/>
    <w:basedOn w:val="TableNormal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D124B"/>
    <w:rPr>
      <w:rFonts w:ascii="Times New Roman" w:eastAsia="Times New Roman" w:hAnsi="Times New Roman" w:cs="Times New Roman"/>
      <w:color w:val="000080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D124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2">
    <w:name w:val="Table Columns 2"/>
    <w:basedOn w:val="TableNormal"/>
    <w:rsid w:val="00CD124B"/>
    <w:rPr>
      <w:rFonts w:ascii="Times New Roman" w:eastAsia="Times New Roman" w:hAnsi="Times New Roman" w:cs="Times New Roman"/>
      <w:b/>
      <w:bCs/>
      <w:sz w:val="20"/>
      <w:szCs w:val="20"/>
      <w:lang w:eastAsia="en-A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llowedHyperlink1">
    <w:name w:val="FollowedHyperlink1"/>
    <w:basedOn w:val="DefaultParagraphFont"/>
    <w:rsid w:val="00CD124B"/>
    <w:rPr>
      <w:color w:val="800080"/>
      <w:u w:val="single"/>
    </w:rPr>
  </w:style>
  <w:style w:type="character" w:customStyle="1" w:styleId="Style1">
    <w:name w:val="Style1"/>
    <w:basedOn w:val="DefaultParagraphFont"/>
    <w:uiPriority w:val="1"/>
    <w:rsid w:val="00CD124B"/>
    <w:rPr>
      <w:rFonts w:ascii="Times New Roman" w:hAnsi="Times New Roman"/>
      <w:sz w:val="22"/>
    </w:rPr>
  </w:style>
  <w:style w:type="character" w:customStyle="1" w:styleId="zDPDocumentType">
    <w:name w:val="zDP Document Type"/>
    <w:semiHidden/>
    <w:rsid w:val="00CD124B"/>
  </w:style>
  <w:style w:type="paragraph" w:customStyle="1" w:styleId="Style5">
    <w:name w:val="Style5"/>
    <w:rsid w:val="00CD124B"/>
    <w:pPr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val="en-US"/>
    </w:rPr>
  </w:style>
  <w:style w:type="character" w:styleId="Strong">
    <w:name w:val="Strong"/>
    <w:basedOn w:val="DefaultParagraphFont"/>
    <w:qFormat/>
    <w:rsid w:val="00CD124B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124B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link w:val="SubtitleChar"/>
    <w:semiHidden/>
    <w:rsid w:val="00CD124B"/>
    <w:pPr>
      <w:numPr>
        <w:ilvl w:val="1"/>
      </w:numPr>
      <w:spacing w:after="160"/>
    </w:pPr>
    <w:rPr>
      <w:rFonts w:ascii="Cambria" w:eastAsia="Times New Roman" w:hAnsi="Cambria" w:cs="Times New Roman"/>
      <w:iCs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semiHidden/>
    <w:rsid w:val="00CD124B"/>
    <w:rPr>
      <w:rFonts w:asciiTheme="minorHAnsi" w:eastAsiaTheme="minorEastAsia" w:hAnsiTheme="minorHAns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rsid w:val="00CD124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rsid w:val="00CD124B"/>
    <w:rPr>
      <w:i/>
      <w:iCs/>
      <w:color w:val="1E6DB6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rsid w:val="00CD124B"/>
    <w:pPr>
      <w:spacing w:before="200" w:after="160"/>
      <w:ind w:left="864" w:right="864"/>
      <w:jc w:val="center"/>
    </w:pPr>
    <w:rPr>
      <w:i/>
      <w:iCs/>
      <w:color w:val="000000"/>
      <w:sz w:val="24"/>
      <w:szCs w:val="24"/>
    </w:rPr>
  </w:style>
  <w:style w:type="character" w:customStyle="1" w:styleId="QuoteChar1">
    <w:name w:val="Quote Char1"/>
    <w:basedOn w:val="DefaultParagraphFont"/>
    <w:uiPriority w:val="29"/>
    <w:semiHidden/>
    <w:rsid w:val="00CD124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CD124B"/>
    <w:pPr>
      <w:pBdr>
        <w:top w:val="single" w:sz="4" w:space="10" w:color="1E6DB6" w:themeColor="accent1"/>
        <w:bottom w:val="single" w:sz="4" w:space="10" w:color="1E6DB6" w:themeColor="accent1"/>
      </w:pBdr>
      <w:spacing w:before="360" w:after="360"/>
      <w:ind w:left="864" w:right="864"/>
      <w:jc w:val="center"/>
    </w:pPr>
    <w:rPr>
      <w:b/>
      <w:bCs/>
      <w:i/>
      <w:iCs/>
      <w:color w:val="4F81BD"/>
      <w:sz w:val="24"/>
      <w:szCs w:val="24"/>
    </w:rPr>
  </w:style>
  <w:style w:type="character" w:customStyle="1" w:styleId="IntenseQuoteChar1">
    <w:name w:val="Intense Quote Char1"/>
    <w:basedOn w:val="DefaultParagraphFont"/>
    <w:uiPriority w:val="30"/>
    <w:semiHidden/>
    <w:rsid w:val="00CD124B"/>
    <w:rPr>
      <w:i/>
      <w:iCs/>
      <w:color w:val="1E6DB6" w:themeColor="accent1"/>
    </w:rPr>
  </w:style>
  <w:style w:type="character" w:styleId="SubtleReference">
    <w:name w:val="Subtle Reference"/>
    <w:basedOn w:val="DefaultParagraphFont"/>
    <w:uiPriority w:val="31"/>
    <w:semiHidden/>
    <w:rsid w:val="00CD124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rsid w:val="00CD124B"/>
    <w:rPr>
      <w:b/>
      <w:bCs/>
      <w:smallCaps/>
      <w:color w:val="1E6DB6" w:themeColor="accent1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CD124B"/>
    <w:rPr>
      <w:color w:val="954F72" w:themeColor="followedHyperlink"/>
      <w:u w:val="single"/>
    </w:rPr>
  </w:style>
  <w:style w:type="table" w:customStyle="1" w:styleId="TableGrid2">
    <w:name w:val="Table Grid2"/>
    <w:basedOn w:val="TableNormal"/>
    <w:next w:val="TableGrid"/>
    <w:rsid w:val="00C011E3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30EAB"/>
  </w:style>
  <w:style w:type="character" w:styleId="UnresolvedMention">
    <w:name w:val="Unresolved Mention"/>
    <w:basedOn w:val="DefaultParagraphFont"/>
    <w:uiPriority w:val="99"/>
    <w:semiHidden/>
    <w:unhideWhenUsed/>
    <w:rsid w:val="00CF1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digitalhealth.gov.au/healthcare-providers/practice-incentives-program-ehealth-incentive-epip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s://www.myhealthrecord.gov.au/for-healthcare-professionals/conformant-clinical-software-produc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ryn.Fraser\Documents\Agency%20Office%20Templates\External%20Short%20Document%20v2.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D498D46125A4D4397C327D4CBCEE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4CFA1-A2E6-4558-824C-AE73E5C4AD37}"/>
      </w:docPartPr>
      <w:docPartBody>
        <w:p w:rsidR="00C92FFD" w:rsidRDefault="00C92FFD">
          <w:pPr>
            <w:pStyle w:val="1D498D46125A4D4397C327D4CBCEEA92"/>
          </w:pPr>
          <w:r w:rsidRPr="005D5A7E">
            <w:rPr>
              <w:rStyle w:val="PlaceholderText"/>
              <w:b/>
              <w:sz w:val="32"/>
              <w:szCs w:val="32"/>
            </w:rPr>
            <w:t xml:space="preserve">[Click and type </w:t>
          </w:r>
          <w:r>
            <w:rPr>
              <w:rStyle w:val="PlaceholderText"/>
              <w:b/>
              <w:sz w:val="32"/>
              <w:szCs w:val="32"/>
            </w:rPr>
            <w:t xml:space="preserve">product or </w:t>
          </w:r>
          <w:r w:rsidRPr="005D5A7E">
            <w:rPr>
              <w:rStyle w:val="PlaceholderText"/>
              <w:b/>
              <w:sz w:val="32"/>
              <w:szCs w:val="32"/>
            </w:rPr>
            <w:t>subject</w:t>
          </w:r>
          <w:r>
            <w:rPr>
              <w:rStyle w:val="PlaceholderText"/>
              <w:b/>
              <w:sz w:val="32"/>
              <w:szCs w:val="32"/>
            </w:rPr>
            <w:t xml:space="preserve"> matter</w:t>
          </w:r>
          <w:r w:rsidRPr="005D5A7E">
            <w:rPr>
              <w:rStyle w:val="PlaceholderText"/>
              <w:b/>
              <w:sz w:val="32"/>
              <w:szCs w:val="32"/>
            </w:rPr>
            <w:t xml:space="preserve"> or type space if no</w:t>
          </w:r>
          <w:r>
            <w:rPr>
              <w:rStyle w:val="PlaceholderText"/>
              <w:b/>
              <w:sz w:val="32"/>
              <w:szCs w:val="32"/>
            </w:rPr>
            <w:t>t required</w:t>
          </w:r>
          <w:r w:rsidRPr="005D5A7E">
            <w:rPr>
              <w:rStyle w:val="PlaceholderText"/>
              <w:b/>
              <w:sz w:val="32"/>
              <w:szCs w:val="32"/>
            </w:rPr>
            <w:t>]</w:t>
          </w:r>
        </w:p>
      </w:docPartBody>
    </w:docPart>
    <w:docPart>
      <w:docPartPr>
        <w:name w:val="4F9ACD3DB9E24C689DFDFA2EE9ECD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9E787-59DF-4F6F-816F-02B1C4C08D58}"/>
      </w:docPartPr>
      <w:docPartBody>
        <w:p w:rsidR="00C92FFD" w:rsidRDefault="00C92FFD">
          <w:pPr>
            <w:pStyle w:val="4F9ACD3DB9E24C689DFDFA2EE9ECDEA5"/>
          </w:pPr>
          <w:r w:rsidRPr="006B3DA8">
            <w:rPr>
              <w:rStyle w:val="PlaceholderText"/>
            </w:rPr>
            <w:t>[Click and type title</w:t>
          </w:r>
          <w:r>
            <w:rPr>
              <w:rStyle w:val="PlaceholderText"/>
            </w:rPr>
            <w:t xml:space="preserve"> or document type</w:t>
          </w:r>
          <w:r w:rsidRPr="006B3DA8">
            <w:rPr>
              <w:rStyle w:val="PlaceholderText"/>
            </w:rPr>
            <w:t>]</w:t>
          </w:r>
        </w:p>
      </w:docPartBody>
    </w:docPart>
    <w:docPart>
      <w:docPartPr>
        <w:name w:val="1CD5D75F6F9F460198109938F0744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49035-9CCA-4AAF-9F15-94BC52682BB5}"/>
      </w:docPartPr>
      <w:docPartBody>
        <w:p w:rsidR="00C92FFD" w:rsidRDefault="00B608EB" w:rsidP="00B608EB">
          <w:pPr>
            <w:pStyle w:val="1CD5D75F6F9F460198109938F0744C5C4"/>
          </w:pPr>
          <w:r w:rsidRPr="00143A54">
            <w:rPr>
              <w:rStyle w:val="PlaceholderText"/>
            </w:rPr>
            <w:t>[To be approved]</w:t>
          </w:r>
        </w:p>
      </w:docPartBody>
    </w:docPart>
    <w:docPart>
      <w:docPartPr>
        <w:name w:val="B7ADE4BC3236442B991BE812BED2A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C0EE-EB2B-4FFF-8F04-1972AA0EBFE2}"/>
      </w:docPartPr>
      <w:docPartBody>
        <w:p w:rsidR="00C92FFD" w:rsidRDefault="00C92FFD">
          <w:pPr>
            <w:pStyle w:val="B7ADE4BC3236442B991BE812BED2A2FF"/>
          </w:pPr>
          <w:r>
            <w:rPr>
              <w:rStyle w:val="PlaceholderText"/>
            </w:rPr>
            <w:t>[Type version number to appear on approved document e.g. v1.0]</w:t>
          </w:r>
        </w:p>
      </w:docPartBody>
    </w:docPart>
    <w:docPart>
      <w:docPartPr>
        <w:name w:val="987F3D8FA5174B53B1696B8588F8D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A8AD3-BB75-408C-9CEA-5EEFA35ED8F0}"/>
      </w:docPartPr>
      <w:docPartBody>
        <w:p w:rsidR="00C92FFD" w:rsidRDefault="00C92FFD">
          <w:pPr>
            <w:pStyle w:val="987F3D8FA5174B53B1696B8588F8DBBB"/>
          </w:pPr>
          <w:r w:rsidRPr="00E7694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status.</w:t>
          </w:r>
        </w:p>
      </w:docPartBody>
    </w:docPart>
    <w:docPart>
      <w:docPartPr>
        <w:name w:val="BD4D5DB296614796A83876FF87D11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3CE1E-161B-4342-B9F4-6D52A0AB26EB}"/>
      </w:docPartPr>
      <w:docPartBody>
        <w:p w:rsidR="00C92FFD" w:rsidRDefault="00C92FFD">
          <w:pPr>
            <w:pStyle w:val="BD4D5DB296614796A83876FF87D11E70"/>
          </w:pPr>
          <w:r w:rsidRPr="00E7694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audience</w:t>
          </w:r>
          <w:r w:rsidRPr="00E76947">
            <w:rPr>
              <w:rStyle w:val="PlaceholderText"/>
            </w:rPr>
            <w:t>.</w:t>
          </w:r>
        </w:p>
      </w:docPartBody>
    </w:docPart>
    <w:docPart>
      <w:docPartPr>
        <w:name w:val="0890339207E54F65862B2E7BDAE01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D38EE-ACED-4314-A85B-7DE25585F614}"/>
      </w:docPartPr>
      <w:docPartBody>
        <w:p w:rsidR="00C92FFD" w:rsidRDefault="00C92FFD">
          <w:pPr>
            <w:pStyle w:val="0890339207E54F65862B2E7BDAE0191A"/>
          </w:pPr>
          <w:r w:rsidRPr="00E7694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intended use</w:t>
          </w:r>
          <w:r w:rsidRPr="00E76947">
            <w:rPr>
              <w:rStyle w:val="PlaceholderText"/>
            </w:rPr>
            <w:t>.</w:t>
          </w:r>
        </w:p>
      </w:docPartBody>
    </w:docPart>
    <w:docPart>
      <w:docPartPr>
        <w:name w:val="3CF40EA4B7D2421DA36B5583A6F20B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2CF2A-4197-4BD2-ABF6-16F6F523A659}"/>
      </w:docPartPr>
      <w:docPartBody>
        <w:p w:rsidR="00C92FFD" w:rsidRDefault="00514577" w:rsidP="00514577">
          <w:pPr>
            <w:pStyle w:val="3CF40EA4B7D2421DA36B5583A6F20BD71"/>
          </w:pPr>
          <w:r w:rsidRPr="00B82A66">
            <w:rPr>
              <w:rStyle w:val="PlaceholderText"/>
            </w:rPr>
            <w:t>Type space to delete label.</w:t>
          </w:r>
        </w:p>
      </w:docPartBody>
    </w:docPart>
    <w:docPart>
      <w:docPartPr>
        <w:name w:val="80A396CA1B9946D5983C23EE3B600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76A79-E46A-484F-852C-2CF8D1E03212}"/>
      </w:docPartPr>
      <w:docPartBody>
        <w:p w:rsidR="00C92FFD" w:rsidRDefault="00C92FFD">
          <w:pPr>
            <w:pStyle w:val="80A396CA1B9946D5983C23EE3B600321"/>
          </w:pPr>
          <w:r w:rsidRPr="00B82A66">
            <w:rPr>
              <w:rStyle w:val="PlaceholderText"/>
            </w:rPr>
            <w:t>[Click here and type document identifier]</w:t>
          </w:r>
        </w:p>
      </w:docPartBody>
    </w:docPart>
    <w:docPart>
      <w:docPartPr>
        <w:name w:val="E39244FB7131408DA8660ED276057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D1719-5C0D-448E-AEF7-B870A331A862}"/>
      </w:docPartPr>
      <w:docPartBody>
        <w:p w:rsidR="00C92FFD" w:rsidRDefault="00C92FFD">
          <w:pPr>
            <w:pStyle w:val="E39244FB7131408DA8660ED276057B3F"/>
          </w:pPr>
          <w:r w:rsidRPr="004A7FF0">
            <w:rPr>
              <w:rStyle w:val="PlaceholderText"/>
            </w:rPr>
            <w:t xml:space="preserve">[Select </w:t>
          </w:r>
          <w:r>
            <w:rPr>
              <w:rStyle w:val="PlaceholderText"/>
            </w:rPr>
            <w:t>draft</w:t>
          </w:r>
          <w:r w:rsidRPr="004A7FF0">
            <w:rPr>
              <w:rStyle w:val="PlaceholderText"/>
            </w:rPr>
            <w:t xml:space="preserve"> version or blank]</w:t>
          </w:r>
        </w:p>
      </w:docPartBody>
    </w:docPart>
    <w:docPart>
      <w:docPartPr>
        <w:name w:val="28CB831EC22640B9856914074BD64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2970F-8A3C-4D3B-BDBB-B3FE50CE23E4}"/>
      </w:docPartPr>
      <w:docPartBody>
        <w:p w:rsidR="00C92FFD" w:rsidRDefault="00C92FFD">
          <w:pPr>
            <w:pStyle w:val="28CB831EC22640B9856914074BD64611"/>
          </w:pPr>
          <w:r w:rsidRPr="00C72E6B">
            <w:rPr>
              <w:rStyle w:val="PlaceholderText"/>
            </w:rPr>
            <w:t>Click here to type first heading</w:t>
          </w:r>
        </w:p>
      </w:docPartBody>
    </w:docPart>
    <w:docPart>
      <w:docPartPr>
        <w:name w:val="422EF8D27E7E45709CE7DA4551187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30F6C-38D5-4DD0-8EF0-5A52AD5934C3}"/>
      </w:docPartPr>
      <w:docPartBody>
        <w:p w:rsidR="00C92FFD" w:rsidRDefault="00C92FFD">
          <w:pPr>
            <w:pStyle w:val="422EF8D27E7E45709CE7DA45511874E6"/>
          </w:pPr>
          <w:r w:rsidRPr="006113E1">
            <w:rPr>
              <w:rStyle w:val="PlaceholderText"/>
            </w:rPr>
            <w:t xml:space="preserve">Click here </w:t>
          </w:r>
          <w:r>
            <w:rPr>
              <w:rStyle w:val="PlaceholderText"/>
            </w:rPr>
            <w:t>and start typing. Document information will move to the next page as you insert content on this page.</w:t>
          </w:r>
        </w:p>
      </w:docPartBody>
    </w:docPart>
    <w:docPart>
      <w:docPartPr>
        <w:name w:val="19CC5F399E5B4CDDAADC743CE493C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F6368-1301-4937-9C1A-EC3BCD15946C}"/>
      </w:docPartPr>
      <w:docPartBody>
        <w:p w:rsidR="00C92FFD" w:rsidRDefault="00B608EB" w:rsidP="00B608EB">
          <w:pPr>
            <w:pStyle w:val="19CC5F399E5B4CDDAADC743CE493C2354"/>
            <w:framePr w:wrap="notBeside"/>
          </w:pPr>
          <w:r w:rsidRPr="001C55F2">
            <w:rPr>
              <w:rStyle w:val="PlaceholderText"/>
            </w:rPr>
            <w:t>[To be approved]</w:t>
          </w:r>
        </w:p>
      </w:docPartBody>
    </w:docPart>
    <w:docPart>
      <w:docPartPr>
        <w:name w:val="ABE1FAB21626496AB43DC26B278BF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F29F3-86E1-459B-9FB3-1CC799459DBC}"/>
      </w:docPartPr>
      <w:docPartBody>
        <w:p w:rsidR="00C92FFD" w:rsidRDefault="00C92FFD">
          <w:pPr>
            <w:pStyle w:val="ABE1FAB21626496AB43DC26B278BF744"/>
          </w:pPr>
          <w:r w:rsidRPr="00E12251">
            <w:rPr>
              <w:rStyle w:val="PlaceholderText"/>
              <w:b/>
              <w:color w:val="FF0000"/>
              <w:sz w:val="28"/>
              <w:szCs w:val="28"/>
            </w:rPr>
            <w:t>SELECT PROTECTIVE MARKING</w:t>
          </w:r>
        </w:p>
      </w:docPartBody>
    </w:docPart>
    <w:docPart>
      <w:docPartPr>
        <w:name w:val="70F59BEBD1E744729341C8023A5A4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FAFD4-529E-4025-8216-76E863DB3912}"/>
      </w:docPartPr>
      <w:docPartBody>
        <w:p w:rsidR="00C92FFD" w:rsidRDefault="00C92FFD">
          <w:pPr>
            <w:pStyle w:val="70F59BEBD1E744729341C8023A5A4D72"/>
          </w:pPr>
          <w:r w:rsidRPr="00782386">
            <w:rPr>
              <w:rStyle w:val="PlaceholderText"/>
            </w:rPr>
            <w:t>[</w:t>
          </w:r>
          <w:r>
            <w:rPr>
              <w:rStyle w:val="PlaceholderText"/>
            </w:rPr>
            <w:t>Subject</w:t>
          </w:r>
          <w:r w:rsidRPr="00782386">
            <w:rPr>
              <w:rStyle w:val="PlaceholderText"/>
            </w:rPr>
            <w:t>]</w:t>
          </w:r>
        </w:p>
      </w:docPartBody>
    </w:docPart>
    <w:docPart>
      <w:docPartPr>
        <w:name w:val="C477CD83FF2247EFBB91F9D350A67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F8C57-13EC-41F5-87D7-B6322FA3543F}"/>
      </w:docPartPr>
      <w:docPartBody>
        <w:p w:rsidR="00C92FFD" w:rsidRDefault="00C92FFD">
          <w:pPr>
            <w:pStyle w:val="C477CD83FF2247EFBB91F9D350A67A70"/>
          </w:pPr>
          <w:r w:rsidRPr="00782386">
            <w:rPr>
              <w:rStyle w:val="PlaceholderText"/>
            </w:rPr>
            <w:t>[</w:t>
          </w:r>
          <w:r>
            <w:rPr>
              <w:rStyle w:val="PlaceholderText"/>
            </w:rPr>
            <w:t>T</w:t>
          </w:r>
          <w:r w:rsidRPr="00782386">
            <w:rPr>
              <w:rStyle w:val="PlaceholderText"/>
            </w:rPr>
            <w:t>itle]</w:t>
          </w:r>
        </w:p>
      </w:docPartBody>
    </w:docPart>
    <w:docPart>
      <w:docPartPr>
        <w:name w:val="D230E16221B741B0819530DA7FF46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DEAAF-9C7B-4DC7-B8A0-223397B3EBCA}"/>
      </w:docPartPr>
      <w:docPartBody>
        <w:p w:rsidR="00C92FFD" w:rsidRDefault="00C92FFD">
          <w:pPr>
            <w:pStyle w:val="D230E16221B741B0819530DA7FF461DC"/>
          </w:pPr>
          <w:r>
            <w:rPr>
              <w:rStyle w:val="PlaceholderText"/>
            </w:rPr>
            <w:t>Version to appear on approved document e.g. v1.0</w:t>
          </w:r>
        </w:p>
      </w:docPartBody>
    </w:docPart>
    <w:docPart>
      <w:docPartPr>
        <w:name w:val="A5BFF01E72DF40908F15DB04DCF1C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80573-F2FB-451A-8075-204DFBE3C9C9}"/>
      </w:docPartPr>
      <w:docPartBody>
        <w:p w:rsidR="00514577" w:rsidRDefault="00B608EB" w:rsidP="00B608EB">
          <w:pPr>
            <w:pStyle w:val="A5BFF01E72DF40908F15DB04DCF1C8273"/>
          </w:pPr>
          <w:r w:rsidRPr="00C56443">
            <w:rPr>
              <w:rStyle w:val="PlaceholderText"/>
            </w:rPr>
            <w:t>[To be approved]</w:t>
          </w:r>
        </w:p>
      </w:docPartBody>
    </w:docPart>
    <w:docPart>
      <w:docPartPr>
        <w:name w:val="7C22727066E240D99F066AE3A7AC3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26AFB-6933-450D-B30E-30C6B1501A5A}"/>
      </w:docPartPr>
      <w:docPartBody>
        <w:p w:rsidR="00514577" w:rsidRDefault="00B608EB" w:rsidP="00B608EB">
          <w:pPr>
            <w:pStyle w:val="7C22727066E240D99F066AE3A7AC32C33"/>
          </w:pPr>
          <w:r w:rsidRPr="00143A54">
            <w:rPr>
              <w:rStyle w:val="PlaceholderText"/>
              <w:szCs w:val="20"/>
            </w:rPr>
            <w:t>[To be approved]</w:t>
          </w:r>
        </w:p>
      </w:docPartBody>
    </w:docPart>
    <w:docPart>
      <w:docPartPr>
        <w:name w:val="5CE4F5C9600D4987BA0BADDD5B4D17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C970B-62D2-46C4-8BD1-0933226D9AE7}"/>
      </w:docPartPr>
      <w:docPartBody>
        <w:p w:rsidR="00514577" w:rsidRDefault="00514577" w:rsidP="00514577">
          <w:pPr>
            <w:pStyle w:val="5CE4F5C9600D4987BA0BADDD5B4D17A9"/>
          </w:pPr>
          <w:r>
            <w:rPr>
              <w:szCs w:val="20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FFD"/>
    <w:rsid w:val="000D5D9D"/>
    <w:rsid w:val="0013617E"/>
    <w:rsid w:val="00201560"/>
    <w:rsid w:val="00272EAE"/>
    <w:rsid w:val="00282F59"/>
    <w:rsid w:val="0032732B"/>
    <w:rsid w:val="004B4521"/>
    <w:rsid w:val="00514577"/>
    <w:rsid w:val="005C3671"/>
    <w:rsid w:val="005F49FE"/>
    <w:rsid w:val="005F5FA0"/>
    <w:rsid w:val="0062716C"/>
    <w:rsid w:val="00645EA4"/>
    <w:rsid w:val="006B3BF8"/>
    <w:rsid w:val="00783637"/>
    <w:rsid w:val="008228F6"/>
    <w:rsid w:val="00831DB4"/>
    <w:rsid w:val="0086302E"/>
    <w:rsid w:val="008663A1"/>
    <w:rsid w:val="008A20F0"/>
    <w:rsid w:val="00983703"/>
    <w:rsid w:val="009A721D"/>
    <w:rsid w:val="00A147F8"/>
    <w:rsid w:val="00AE390D"/>
    <w:rsid w:val="00B22A61"/>
    <w:rsid w:val="00B608EB"/>
    <w:rsid w:val="00B62944"/>
    <w:rsid w:val="00B95A7E"/>
    <w:rsid w:val="00BE38B2"/>
    <w:rsid w:val="00C92FFD"/>
    <w:rsid w:val="00CC00CC"/>
    <w:rsid w:val="00DA23B2"/>
    <w:rsid w:val="00DA290F"/>
    <w:rsid w:val="00E01296"/>
    <w:rsid w:val="00E3437B"/>
    <w:rsid w:val="00E5356A"/>
    <w:rsid w:val="00E84456"/>
    <w:rsid w:val="00ED2B17"/>
    <w:rsid w:val="00F019B3"/>
    <w:rsid w:val="00F82A95"/>
    <w:rsid w:val="00FA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4577"/>
    <w:rPr>
      <w:color w:val="808080"/>
    </w:rPr>
  </w:style>
  <w:style w:type="paragraph" w:customStyle="1" w:styleId="1D498D46125A4D4397C327D4CBCEEA92">
    <w:name w:val="1D498D46125A4D4397C327D4CBCEEA92"/>
  </w:style>
  <w:style w:type="paragraph" w:customStyle="1" w:styleId="4F9ACD3DB9E24C689DFDFA2EE9ECDEA5">
    <w:name w:val="4F9ACD3DB9E24C689DFDFA2EE9ECDEA5"/>
  </w:style>
  <w:style w:type="paragraph" w:customStyle="1" w:styleId="B7ADE4BC3236442B991BE812BED2A2FF">
    <w:name w:val="B7ADE4BC3236442B991BE812BED2A2FF"/>
  </w:style>
  <w:style w:type="paragraph" w:customStyle="1" w:styleId="987F3D8FA5174B53B1696B8588F8DBBB">
    <w:name w:val="987F3D8FA5174B53B1696B8588F8DBBB"/>
  </w:style>
  <w:style w:type="paragraph" w:customStyle="1" w:styleId="BD4D5DB296614796A83876FF87D11E70">
    <w:name w:val="BD4D5DB296614796A83876FF87D11E70"/>
  </w:style>
  <w:style w:type="paragraph" w:customStyle="1" w:styleId="0890339207E54F65862B2E7BDAE0191A">
    <w:name w:val="0890339207E54F65862B2E7BDAE0191A"/>
  </w:style>
  <w:style w:type="paragraph" w:customStyle="1" w:styleId="80A396CA1B9946D5983C23EE3B600321">
    <w:name w:val="80A396CA1B9946D5983C23EE3B600321"/>
  </w:style>
  <w:style w:type="paragraph" w:customStyle="1" w:styleId="E39244FB7131408DA8660ED276057B3F">
    <w:name w:val="E39244FB7131408DA8660ED276057B3F"/>
  </w:style>
  <w:style w:type="paragraph" w:customStyle="1" w:styleId="28CB831EC22640B9856914074BD64611">
    <w:name w:val="28CB831EC22640B9856914074BD64611"/>
  </w:style>
  <w:style w:type="paragraph" w:customStyle="1" w:styleId="422EF8D27E7E45709CE7DA45511874E6">
    <w:name w:val="422EF8D27E7E45709CE7DA45511874E6"/>
  </w:style>
  <w:style w:type="paragraph" w:customStyle="1" w:styleId="ABE1FAB21626496AB43DC26B278BF744">
    <w:name w:val="ABE1FAB21626496AB43DC26B278BF744"/>
  </w:style>
  <w:style w:type="paragraph" w:customStyle="1" w:styleId="70F59BEBD1E744729341C8023A5A4D72">
    <w:name w:val="70F59BEBD1E744729341C8023A5A4D72"/>
  </w:style>
  <w:style w:type="paragraph" w:customStyle="1" w:styleId="C477CD83FF2247EFBB91F9D350A67A70">
    <w:name w:val="C477CD83FF2247EFBB91F9D350A67A70"/>
  </w:style>
  <w:style w:type="paragraph" w:customStyle="1" w:styleId="D230E16221B741B0819530DA7FF461DC">
    <w:name w:val="D230E16221B741B0819530DA7FF461DC"/>
  </w:style>
  <w:style w:type="paragraph" w:customStyle="1" w:styleId="1CD5D75F6F9F460198109938F0744C5C4">
    <w:name w:val="1CD5D75F6F9F460198109938F0744C5C4"/>
    <w:rsid w:val="00B608EB"/>
    <w:pPr>
      <w:spacing w:after="120" w:line="240" w:lineRule="auto"/>
    </w:pPr>
    <w:rPr>
      <w:rFonts w:ascii="Calibri" w:eastAsiaTheme="minorHAnsi" w:hAnsi="Calibri"/>
      <w:lang w:eastAsia="en-US"/>
    </w:rPr>
  </w:style>
  <w:style w:type="paragraph" w:customStyle="1" w:styleId="19CC5F399E5B4CDDAADC743CE493C2354">
    <w:name w:val="19CC5F399E5B4CDDAADC743CE493C2354"/>
    <w:rsid w:val="00B608EB"/>
    <w:pPr>
      <w:framePr w:hSpace="181" w:wrap="notBeside" w:hAnchor="text" w:yAlign="bottom"/>
      <w:spacing w:after="120" w:line="240" w:lineRule="auto"/>
    </w:pPr>
    <w:rPr>
      <w:rFonts w:ascii="Calibri" w:eastAsia="Times New Roman" w:hAnsi="Calibri" w:cs="Times New Roman"/>
      <w:sz w:val="18"/>
      <w:szCs w:val="24"/>
    </w:rPr>
  </w:style>
  <w:style w:type="paragraph" w:customStyle="1" w:styleId="A5BFF01E72DF40908F15DB04DCF1C8273">
    <w:name w:val="A5BFF01E72DF40908F15DB04DCF1C8273"/>
    <w:rsid w:val="00B608EB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  <w:style w:type="paragraph" w:customStyle="1" w:styleId="7C22727066E240D99F066AE3A7AC32C33">
    <w:name w:val="7C22727066E240D99F066AE3A7AC32C33"/>
    <w:rsid w:val="00B608EB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  <w:style w:type="paragraph" w:customStyle="1" w:styleId="3CF40EA4B7D2421DA36B5583A6F20BD71">
    <w:name w:val="3CF40EA4B7D2421DA36B5583A6F20BD71"/>
    <w:rsid w:val="00514577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  <w:style w:type="paragraph" w:customStyle="1" w:styleId="5CE4F5C9600D4987BA0BADDD5B4D17A9">
    <w:name w:val="5CE4F5C9600D4987BA0BADDD5B4D17A9"/>
    <w:rsid w:val="00514577"/>
    <w:pPr>
      <w:pBdr>
        <w:top w:val="single" w:sz="2" w:space="4" w:color="auto"/>
      </w:pBdr>
      <w:tabs>
        <w:tab w:val="center" w:pos="5103"/>
        <w:tab w:val="right" w:pos="9026"/>
      </w:tabs>
      <w:spacing w:before="120" w:after="0" w:line="240" w:lineRule="auto"/>
    </w:pPr>
    <w:rPr>
      <w:rFonts w:ascii="Calibri" w:eastAsiaTheme="minorHAnsi" w:hAnsi="Calibr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gency">
      <a:dk1>
        <a:sysClr val="windowText" lastClr="000000"/>
      </a:dk1>
      <a:lt1>
        <a:sysClr val="window" lastClr="FFFFFF"/>
      </a:lt1>
      <a:dk2>
        <a:srgbClr val="BBBDBE"/>
      </a:dk2>
      <a:lt2>
        <a:srgbClr val="D5D7D8"/>
      </a:lt2>
      <a:accent1>
        <a:srgbClr val="1E6DB6"/>
      </a:accent1>
      <a:accent2>
        <a:srgbClr val="33A3DC"/>
      </a:accent2>
      <a:accent3>
        <a:srgbClr val="FA9C1A"/>
      </a:accent3>
      <a:accent4>
        <a:srgbClr val="8DC63F"/>
      </a:accent4>
      <a:accent5>
        <a:srgbClr val="005826"/>
      </a:accent5>
      <a:accent6>
        <a:srgbClr val="B10F1F"/>
      </a:accent6>
      <a:hlink>
        <a:srgbClr val="0563C1"/>
      </a:hlink>
      <a:folHlink>
        <a:srgbClr val="954F72"/>
      </a:folHlink>
    </a:clrScheme>
    <a:fontScheme name="Agency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>
</b:Sources>
</file>

<file path=customXml/item2.xml><?xml version="1.0" encoding="utf-8"?>
<root>
  <DraftVersionNumber> </DraftVersionNumber>
  <DocVersion>v4.1</DocVersion>
  <DocStatus>Approved</DocStatus>
  <Audience>for external</Audience>
  <IntendedUse>use</IntendedUse>
  <dateOfApproval>2024-07-23T00:00:00</dateOfApproval>
  <Subject>Healthcare Identifiers</Subject>
  <Title>Conformance Vendor Declaration Form</Title>
  <DocumentID>CRM Reference Number</DocumentID>
  <ProtectiveMarking>Official</ProtectiveMarking>
</root>
</file>

<file path=customXml/itemProps1.xml><?xml version="1.0" encoding="utf-8"?>
<ds:datastoreItem xmlns:ds="http://schemas.openxmlformats.org/officeDocument/2006/customXml" ds:itemID="{6BEAF585-8D5E-47B4-A4DA-5961A7937D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CC22D-C615-4C5D-9373-0A3A21D4C9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External Short Document v2.4.dotx</Template>
  <TotalTime>131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Conformance Vendor Declaration Form</vt:lpstr>
    </vt:vector>
  </TitlesOfParts>
  <Company>Australian Digital Health Agency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Conformance Vendor Declaration Form</dc:title>
  <dc:subject>My Health Record</dc:subject>
  <dc:creator>Australian Digital Health Agency</dc:creator>
  <cp:lastModifiedBy>Louise Stevanovic</cp:lastModifiedBy>
  <cp:revision>17</cp:revision>
  <cp:lastPrinted>2024-07-11T05:53:00Z</cp:lastPrinted>
  <dcterms:created xsi:type="dcterms:W3CDTF">2024-07-03T01:50:00Z</dcterms:created>
  <dcterms:modified xsi:type="dcterms:W3CDTF">2024-07-24T23:41:00Z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approval date">
    <vt:lpwstr>19 August 2019</vt:lpwstr>
  </property>
  <property fmtid="{D5CDD505-2E9C-101B-9397-08002B2CF9AE}" pid="3" name="Template owner">
    <vt:lpwstr>Creative Services</vt:lpwstr>
  </property>
  <property fmtid="{D5CDD505-2E9C-101B-9397-08002B2CF9AE}" pid="4" name="Template version">
    <vt:lpwstr>2.4</vt:lpwstr>
  </property>
  <property fmtid="{D5CDD505-2E9C-101B-9397-08002B2CF9AE}" pid="5" name="Template name">
    <vt:lpwstr>External short</vt:lpwstr>
  </property>
  <property fmtid="{D5CDD505-2E9C-101B-9397-08002B2CF9AE}" pid="6" name="MSIP_Label_40c15abd-c727-4d65-8c9b-7b89f3a8c37e_Enabled">
    <vt:lpwstr>true</vt:lpwstr>
  </property>
  <property fmtid="{D5CDD505-2E9C-101B-9397-08002B2CF9AE}" pid="7" name="MSIP_Label_40c15abd-c727-4d65-8c9b-7b89f3a8c37e_SetDate">
    <vt:lpwstr>2024-04-04T00:22:33Z</vt:lpwstr>
  </property>
  <property fmtid="{D5CDD505-2E9C-101B-9397-08002B2CF9AE}" pid="8" name="MSIP_Label_40c15abd-c727-4d65-8c9b-7b89f3a8c37e_Method">
    <vt:lpwstr>Privileged</vt:lpwstr>
  </property>
  <property fmtid="{D5CDD505-2E9C-101B-9397-08002B2CF9AE}" pid="9" name="MSIP_Label_40c15abd-c727-4d65-8c9b-7b89f3a8c37e_Name">
    <vt:lpwstr>839da1de15bb</vt:lpwstr>
  </property>
  <property fmtid="{D5CDD505-2E9C-101B-9397-08002B2CF9AE}" pid="10" name="MSIP_Label_40c15abd-c727-4d65-8c9b-7b89f3a8c37e_SiteId">
    <vt:lpwstr>49c6971e-d016-4e1a-b041-95533ede53a1</vt:lpwstr>
  </property>
  <property fmtid="{D5CDD505-2E9C-101B-9397-08002B2CF9AE}" pid="11" name="MSIP_Label_40c15abd-c727-4d65-8c9b-7b89f3a8c37e_ActionId">
    <vt:lpwstr>d6a4fe87-dac1-4522-aaff-f7dace083248</vt:lpwstr>
  </property>
  <property fmtid="{D5CDD505-2E9C-101B-9397-08002B2CF9AE}" pid="12" name="MSIP_Label_40c15abd-c727-4d65-8c9b-7b89f3a8c37e_ContentBits">
    <vt:lpwstr>3</vt:lpwstr>
  </property>
</Properties>
</file>