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12"/>
          <w:headerReference w:type="default" r:id="rId13"/>
          <w:footerReference w:type="even" r:id="rId14"/>
          <w:footerReference w:type="default" r:id="rId15"/>
          <w:pgSz w:w="11906" w:h="16838" w:code="9"/>
          <w:pgMar w:top="3345" w:right="1134" w:bottom="1134" w:left="1134" w:header="284" w:footer="567" w:gutter="0"/>
          <w:cols w:space="708"/>
          <w:docGrid w:linePitch="360"/>
        </w:sectPr>
      </w:pPr>
    </w:p>
    <w:p w14:paraId="7A4AA7E6" w14:textId="77777777" w:rsidR="00374EDC" w:rsidRPr="00FC0387" w:rsidRDefault="00244DFE"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244DFE"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4E3DF525" w:rsidR="001C4614" w:rsidRDefault="00244DFE"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4-10-24T00:00:00Z">
            <w:dateFormat w:val="d MMMM yyyy"/>
            <w:lid w:val="en-AU"/>
            <w:storeMappedDataAs w:val="dateTime"/>
            <w:calendar w:val="gregorian"/>
          </w:date>
        </w:sdtPr>
        <w:sdtEndPr/>
        <w:sdtContent>
          <w:r w:rsidR="0066749E">
            <w:t>24 October 2024</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66749E">
            <w:t>v3.9</w:t>
          </w:r>
        </w:sdtContent>
      </w:sdt>
    </w:p>
    <w:p w14:paraId="39F6D827" w14:textId="2E391208" w:rsidR="00A42970" w:rsidRDefault="00244DFE"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66749E">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A94ED2">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A94ED2">
            <w:t>use</w:t>
          </w:r>
        </w:sdtContent>
      </w:sdt>
    </w:p>
    <w:p w14:paraId="4DCF1DDE" w14:textId="0B164030" w:rsidR="00B82A66" w:rsidRPr="00841A99" w:rsidRDefault="00244DFE"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8D5BC4" w:rsidRPr="008008C2">
            <w:t>DH-</w:t>
          </w:r>
          <w:r w:rsidR="00511421">
            <w:t>4017</w:t>
          </w:r>
          <w:r w:rsidR="008D5BC4" w:rsidRPr="008008C2">
            <w:t>:2024</w:t>
          </w:r>
        </w:sdtContent>
      </w:sdt>
    </w:p>
    <w:p w14:paraId="1DB9B55A" w14:textId="2B79F35C" w:rsidR="00463826" w:rsidRDefault="00244DFE"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66749E">
            <w:t xml:space="preserve"> </w:t>
          </w:r>
        </w:sdtContent>
      </w:sdt>
    </w:p>
    <w:p w14:paraId="786F0027" w14:textId="149F8563" w:rsidR="00C72E6B" w:rsidRPr="00C72E6B" w:rsidRDefault="00B90C51" w:rsidP="00DC47B8">
      <w:pPr>
        <w:pStyle w:val="Heading1unnumbered"/>
        <w:spacing w:before="0"/>
      </w:pPr>
      <w:r>
        <w:rPr>
          <w:b/>
          <w:noProof/>
        </w:rPr>
        <mc:AlternateContent>
          <mc:Choice Requires="wps">
            <w:drawing>
              <wp:anchor distT="0" distB="0" distL="114300" distR="114300" simplePos="0" relativeHeight="251661312" behindDoc="0" locked="0" layoutInCell="1" allowOverlap="1" wp14:anchorId="46CCF14B" wp14:editId="3F51AB47">
                <wp:simplePos x="0" y="0"/>
                <wp:positionH relativeFrom="margin">
                  <wp:posOffset>0</wp:posOffset>
                </wp:positionH>
                <wp:positionV relativeFrom="paragraph">
                  <wp:posOffset>0</wp:posOffset>
                </wp:positionV>
                <wp:extent cx="5194300" cy="266700"/>
                <wp:effectExtent l="0" t="0" r="25400" b="19050"/>
                <wp:wrapNone/>
                <wp:docPr id="4" name="Text Box 4"/>
                <wp:cNvGraphicFramePr/>
                <a:graphic xmlns:a="http://schemas.openxmlformats.org/drawingml/2006/main">
                  <a:graphicData uri="http://schemas.microsoft.com/office/word/2010/wordprocessingShape">
                    <wps:wsp>
                      <wps:cNvSpPr txBox="1"/>
                      <wps:spPr>
                        <a:xfrm>
                          <a:off x="0" y="0"/>
                          <a:ext cx="5194300" cy="266700"/>
                        </a:xfrm>
                        <a:prstGeom prst="rect">
                          <a:avLst/>
                        </a:prstGeom>
                        <a:solidFill>
                          <a:schemeClr val="lt1"/>
                        </a:solidFill>
                        <a:ln w="6350">
                          <a:solidFill>
                            <a:srgbClr val="FF0000"/>
                          </a:solidFill>
                        </a:ln>
                      </wps:spPr>
                      <wps:txb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CCF14B" id="_x0000_t202" coordsize="21600,21600" o:spt="202" path="m,l,21600r21600,l21600,xe">
                <v:stroke joinstyle="miter"/>
                <v:path gradientshapeok="t" o:connecttype="rect"/>
              </v:shapetype>
              <v:shape id="Text Box 4" o:spid="_x0000_s1026" type="#_x0000_t202" style="position:absolute;left:0;text-align:left;margin-left:0;margin-top:0;width:409pt;height:21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" fillcolor="white [3201]" strokecolor="red" strokeweight=".5pt">
                <v:textbo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v:textbox>
                <w10:wrap anchorx="margin"/>
              </v:shape>
            </w:pict>
          </mc:Fallback>
        </mc:AlternateContent>
      </w:r>
      <w:r w:rsidR="001D349A">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718DB3FF"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725811">
              <w:rPr>
                <w:rFonts w:cs="Calibri"/>
              </w:rPr>
              <w:t xml:space="preserve">mobile app </w:t>
            </w:r>
            <w:r w:rsidRPr="00C30C74">
              <w:rPr>
                <w:rFonts w:cs="Calibri"/>
              </w:rPr>
              <w:t>developers to</w:t>
            </w:r>
            <w:r w:rsidRPr="00C30C74" w:rsidDel="000F6984">
              <w:rPr>
                <w:rFonts w:cs="Calibri"/>
              </w:rPr>
              <w:t xml:space="preserve"> </w:t>
            </w:r>
            <w:r w:rsidRPr="00C30C74">
              <w:rPr>
                <w:rFonts w:cs="Calibri"/>
              </w:rPr>
              <w:t xml:space="preserve">request </w:t>
            </w:r>
            <w:r w:rsidR="00725811">
              <w:rPr>
                <w:rFonts w:cs="Calibri"/>
              </w:rPr>
              <w:t xml:space="preserve">access </w:t>
            </w:r>
            <w:r w:rsidRPr="00C30C74">
              <w:rPr>
                <w:rFonts w:cs="Calibri"/>
              </w:rPr>
              <w:t xml:space="preserve">to the My Health Record Production Environment by providing information about the developer’s organisation, details of their application (app), declaring that the app conforms to the mandatory </w:t>
            </w:r>
            <w:r w:rsidRPr="005C6D38">
              <w:rPr>
                <w:rFonts w:cs="Calibri"/>
                <w:i/>
                <w:iCs/>
              </w:rPr>
              <w:t xml:space="preserve">My Health </w:t>
            </w:r>
            <w:r w:rsidRPr="00204DC3">
              <w:rPr>
                <w:rFonts w:cs="Calibri"/>
                <w:i/>
                <w:iCs/>
              </w:rPr>
              <w:t>Record</w:t>
            </w:r>
            <w:r w:rsidR="00EC5656" w:rsidRPr="00204DC3">
              <w:rPr>
                <w:rFonts w:cs="Calibri"/>
                <w:i/>
                <w:iCs/>
              </w:rPr>
              <w:t>s Act 2012, Healthcare Identifiers Act 2010, Privacy Act 1988</w:t>
            </w:r>
            <w:r w:rsidR="00EC5656">
              <w:rPr>
                <w:rFonts w:cs="Calibri"/>
              </w:rPr>
              <w:t xml:space="preserve"> and associated rules, regulations and</w:t>
            </w:r>
            <w:r w:rsidRPr="00C30C74">
              <w:rPr>
                <w:rFonts w:cs="Calibri"/>
              </w:rPr>
              <w:t xml:space="preserve">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467E3E68"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725811">
              <w:rPr>
                <w:rFonts w:cs="Calibri"/>
                <w:b/>
              </w:rPr>
              <w:t>access</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1920069B"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6" w:history="1">
              <w:r w:rsidR="00EC6A61" w:rsidRPr="0092027F">
                <w:rPr>
                  <w:rStyle w:val="Hyperlink"/>
                </w:rPr>
                <w:t>help@digitalhealth.gov.au</w:t>
              </w:r>
            </w:hyperlink>
          </w:p>
          <w:p w14:paraId="6B83D380" w14:textId="57DCEDFC" w:rsidR="001D349A" w:rsidRPr="004270DE" w:rsidRDefault="001D349A" w:rsidP="000F0F8A">
            <w:pPr>
              <w:spacing w:after="120"/>
              <w:rPr>
                <w:rFonts w:cs="Calibri"/>
                <w:b/>
              </w:rPr>
            </w:pPr>
            <w:r w:rsidRPr="004270DE">
              <w:rPr>
                <w:rFonts w:cs="Calibri"/>
              </w:rPr>
              <w:t xml:space="preserve">If you are </w:t>
            </w:r>
            <w:r w:rsidRPr="004270DE">
              <w:rPr>
                <w:rFonts w:cs="Calibri"/>
                <w:b/>
              </w:rPr>
              <w:t xml:space="preserve">changing or upgrading your app (e.g. major or minor versions, </w:t>
            </w:r>
            <w:r w:rsidRPr="004270DE">
              <w:rPr>
                <w:rFonts w:cs="Calibri"/>
                <w:b/>
                <w:bCs/>
              </w:rPr>
              <w:t>adding/</w:t>
            </w:r>
            <w:r w:rsidRPr="004270DE">
              <w:rPr>
                <w:rFonts w:cs="Calibri"/>
                <w:b/>
              </w:rPr>
              <w:t xml:space="preserve">removing a function, requesting </w:t>
            </w:r>
            <w:r w:rsidR="00725811">
              <w:rPr>
                <w:rFonts w:cs="Calibri"/>
                <w:b/>
              </w:rPr>
              <w:t>access</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4AB35918" w:rsidR="001D349A" w:rsidRPr="0092027F" w:rsidRDefault="001D349A" w:rsidP="000F0F8A">
            <w:pPr>
              <w:spacing w:after="120"/>
              <w:rPr>
                <w:rFonts w:cs="Calibri"/>
              </w:rPr>
            </w:pPr>
            <w:r w:rsidRPr="0092027F">
              <w:rPr>
                <w:rFonts w:cs="Calibri"/>
              </w:rPr>
              <w:t xml:space="preserve">If you apply to </w:t>
            </w:r>
            <w:r w:rsidR="00725811">
              <w:rPr>
                <w:rFonts w:cs="Calibri"/>
              </w:rPr>
              <w:t>access</w:t>
            </w:r>
            <w:r w:rsidR="00E33D4E">
              <w:rPr>
                <w:rFonts w:cs="Calibri"/>
              </w:rPr>
              <w:t xml:space="preserve"> </w:t>
            </w:r>
            <w:r w:rsidRPr="0092027F">
              <w:rPr>
                <w:rFonts w:cs="Calibri"/>
              </w:rPr>
              <w:t>the My Health Record Production Environment,</w:t>
            </w:r>
            <w:r w:rsidR="00F75215">
              <w:rPr>
                <w:rFonts w:cs="Calibri"/>
              </w:rPr>
              <w:t xml:space="preserve"> </w:t>
            </w:r>
            <w:r w:rsidRPr="0092027F">
              <w:rPr>
                <w:rFonts w:cs="Calibri"/>
              </w:rPr>
              <w:t>we</w:t>
            </w:r>
            <w:r w:rsidR="00F7370A">
              <w:rPr>
                <w:rFonts w:cs="Calibri"/>
              </w:rPr>
              <w:t xml:space="preserve">, the Australian Digital Health Agency (the Agency) in our capacity as </w:t>
            </w:r>
            <w:r w:rsidRPr="0092027F">
              <w:rPr>
                <w:rFonts w:cs="Calibri"/>
              </w:rPr>
              <w:t xml:space="preserve">the System Operator of the My Health Record </w:t>
            </w:r>
            <w:r w:rsidR="00F7370A">
              <w:rPr>
                <w:rFonts w:cs="Calibri"/>
              </w:rPr>
              <w:t>S</w:t>
            </w:r>
            <w:r w:rsidRPr="0092027F">
              <w:rPr>
                <w:rFonts w:cs="Calibri"/>
              </w:rPr>
              <w:t>ystem</w:t>
            </w:r>
            <w:r w:rsidR="00F7370A">
              <w:rPr>
                <w:rFonts w:cs="Calibri"/>
              </w:rPr>
              <w:t xml:space="preserve"> </w:t>
            </w:r>
            <w:r w:rsidR="00E67715">
              <w:rPr>
                <w:rFonts w:cs="Calibri"/>
              </w:rPr>
              <w:t xml:space="preserve">authorised </w:t>
            </w:r>
            <w:r w:rsidR="00F7370A">
              <w:rPr>
                <w:rFonts w:cs="Calibri"/>
              </w:rPr>
              <w:t>under</w:t>
            </w:r>
            <w:r w:rsidR="00E67715">
              <w:rPr>
                <w:rFonts w:cs="Calibri"/>
              </w:rPr>
              <w:t xml:space="preserve"> s14(1)(b)</w:t>
            </w:r>
            <w:r w:rsidR="00F7370A">
              <w:rPr>
                <w:rFonts w:cs="Calibri"/>
              </w:rPr>
              <w:t xml:space="preserve"> the </w:t>
            </w:r>
            <w:r w:rsidR="00F7370A" w:rsidRPr="00204DC3">
              <w:rPr>
                <w:rFonts w:cs="Calibri"/>
                <w:i/>
                <w:iCs/>
              </w:rPr>
              <w:t>My Health Records Act 2012</w:t>
            </w:r>
            <w:r w:rsidR="00E67715">
              <w:rPr>
                <w:rFonts w:cs="Calibri"/>
                <w:i/>
                <w:iCs/>
              </w:rPr>
              <w:t xml:space="preserve"> </w:t>
            </w:r>
            <w:r w:rsidR="00E67715" w:rsidRPr="00204DC3">
              <w:rPr>
                <w:rFonts w:cs="Calibri"/>
              </w:rPr>
              <w:t>and prescribed under</w:t>
            </w:r>
            <w:r w:rsidR="00E67715">
              <w:rPr>
                <w:rFonts w:cs="Calibri"/>
              </w:rPr>
              <w:t xml:space="preserve"> reg2.1.1 of</w:t>
            </w:r>
            <w:r w:rsidR="00E67715" w:rsidRPr="00204DC3">
              <w:rPr>
                <w:rFonts w:cs="Calibri"/>
              </w:rPr>
              <w:t xml:space="preserve"> the</w:t>
            </w:r>
            <w:r w:rsidR="00E67715">
              <w:rPr>
                <w:rFonts w:cs="Calibri"/>
                <w:i/>
                <w:iCs/>
              </w:rPr>
              <w:t xml:space="preserve"> My Health Records Regulations 2012 </w:t>
            </w:r>
            <w:r w:rsidRPr="0092027F">
              <w:rPr>
                <w:rFonts w:cs="Calibri"/>
              </w:rPr>
              <w:t xml:space="preserve">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4DF470D8" w:rsidR="001D349A" w:rsidRPr="0092027F" w:rsidRDefault="001D349A" w:rsidP="000F0F8A">
            <w:pPr>
              <w:spacing w:after="120"/>
              <w:rPr>
                <w:rFonts w:cs="Arial"/>
                <w:color w:val="1F497D"/>
              </w:rPr>
            </w:pPr>
            <w:r w:rsidRPr="0092027F">
              <w:t xml:space="preserve">We will collect and use this personal information for the purposes of granting your organisation </w:t>
            </w:r>
            <w:r w:rsidR="00725811">
              <w:t>access</w:t>
            </w:r>
            <w:r w:rsidR="00E33D4E" w:rsidRPr="0092027F">
              <w:t xml:space="preserve"> </w:t>
            </w:r>
            <w:r w:rsidRPr="0092027F">
              <w:t>to the Production Environment and contacting the relevant person for general enquiries about your organisation, app or application, and for general incident and security management.</w:t>
            </w:r>
          </w:p>
          <w:p w14:paraId="2D9E691F" w14:textId="565CD854" w:rsidR="001D349A" w:rsidRPr="0092027F" w:rsidRDefault="001D349A" w:rsidP="000F0F8A">
            <w:pPr>
              <w:spacing w:after="120"/>
              <w:rPr>
                <w:rFonts w:cs="Times New Roman"/>
              </w:rPr>
            </w:pPr>
            <w:r w:rsidRPr="0092027F">
              <w:t xml:space="preserve">Without this information your organisation and app will not be able to </w:t>
            </w:r>
            <w:r w:rsidR="00725811">
              <w:t xml:space="preserve">access </w:t>
            </w:r>
            <w:r w:rsidRPr="0092027F">
              <w:t xml:space="preserve">the My Health Record Production Environment. We will only disclose personal information about you or others you have included in this form to our contractors and </w:t>
            </w:r>
            <w:r w:rsidRPr="00726E27">
              <w:rPr>
                <w:rFonts w:cs="Calibri"/>
              </w:rPr>
              <w:t>delegates to assist us in operating the My Health Record system</w:t>
            </w:r>
            <w:r w:rsidR="000377D7" w:rsidRPr="00877A6E">
              <w:rPr>
                <w:rFonts w:cs="Calibri"/>
              </w:rPr>
              <w:t xml:space="preserve"> or where </w:t>
            </w:r>
            <w:r w:rsidR="00E03480" w:rsidRPr="00877A6E">
              <w:rPr>
                <w:rFonts w:cs="Calibri"/>
              </w:rPr>
              <w:t xml:space="preserve">disclosure is </w:t>
            </w:r>
            <w:r w:rsidR="00726E27">
              <w:rPr>
                <w:rFonts w:cs="Calibri"/>
              </w:rPr>
              <w:t>permitt</w:t>
            </w:r>
            <w:r w:rsidR="000377D7" w:rsidRPr="00726E27">
              <w:rPr>
                <w:rFonts w:cs="Calibri"/>
              </w:rPr>
              <w:t>ed by an Australian law</w:t>
            </w:r>
            <w:r w:rsidR="00F75215" w:rsidRPr="00726E27">
              <w:rPr>
                <w:rFonts w:cs="Calibri"/>
              </w:rPr>
              <w:t xml:space="preserve"> as </w:t>
            </w:r>
            <w:r w:rsidR="00726E27" w:rsidRPr="00204DC3">
              <w:rPr>
                <w:rFonts w:cs="Calibri"/>
              </w:rPr>
              <w:t xml:space="preserve">described in the Agency’s </w:t>
            </w:r>
            <w:hyperlink r:id="rId17" w:history="1">
              <w:r w:rsidR="00726E27" w:rsidRPr="00204DC3">
                <w:rPr>
                  <w:rStyle w:val="Hyperlink"/>
                  <w:rFonts w:cs="Calibri"/>
                </w:rPr>
                <w:t>Privacy Policy</w:t>
              </w:r>
            </w:hyperlink>
            <w:r w:rsidR="00726E27" w:rsidRPr="00726E27" w:rsidDel="00F75215">
              <w:rPr>
                <w:rFonts w:cs="Calibri"/>
              </w:rPr>
              <w:t xml:space="preserve"> </w:t>
            </w:r>
            <w:r w:rsidRPr="00726E27">
              <w:rPr>
                <w:rFonts w:cs="Calibri"/>
              </w:rPr>
              <w:t>. Contractors and delegates are bound by</w:t>
            </w:r>
            <w:r w:rsidRPr="0092027F">
              <w:t xml:space="preserve"> strict obligations to treat individuals’ personal information with the same level of respect, privacy and security as us. We will not disclose personal information included in this form overseas.</w:t>
            </w:r>
          </w:p>
          <w:p w14:paraId="31339737" w14:textId="69B0BEB5"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r w:rsidR="00CE56FF">
              <w:rPr>
                <w:rStyle w:val="Hyperlink"/>
              </w:rPr>
              <w:t xml:space="preserve"> </w:t>
            </w:r>
            <w:hyperlink r:id="rId18" w:history="1">
              <w:r w:rsidR="00CE56FF" w:rsidRPr="00CE56FF">
                <w:rPr>
                  <w:rStyle w:val="Hyperlink"/>
                </w:rPr>
                <w:t>www.digitalhealth.gov.au/about-us/policies-privacy-and-reporting/</w:t>
              </w:r>
              <w:r w:rsidR="00CE56FF" w:rsidRPr="00D36C40">
                <w:rPr>
                  <w:rStyle w:val="Hyperlink"/>
                </w:rPr>
                <w:t>privacy-policy</w:t>
              </w:r>
            </w:hyperlink>
            <w:r w:rsidRPr="0092027F">
              <w:t xml:space="preserve">. We can be contacted by </w:t>
            </w:r>
            <w:r w:rsidR="00005EF5" w:rsidRPr="0092027F">
              <w:t>calling</w:t>
            </w:r>
            <w:r w:rsidR="00005EF5" w:rsidRPr="006D69AE">
              <w:t xml:space="preserve"> 1300</w:t>
            </w:r>
            <w:r w:rsidR="00A70656" w:rsidRPr="00A70656">
              <w:t xml:space="preserve"> 901 001, 8am - 5pm (AEST/AEDT), Monday </w:t>
            </w:r>
            <w:r w:rsidR="00A70656">
              <w:t>–</w:t>
            </w:r>
            <w:r w:rsidR="00A70656" w:rsidRPr="00A70656">
              <w:t xml:space="preserve"> Friday</w:t>
            </w:r>
            <w:r w:rsidR="00A70656">
              <w:t xml:space="preserve">. Email: Privacy@digitalhealth.gov.au </w:t>
            </w:r>
            <w:r w:rsidRPr="0092027F">
              <w:t>or by writing [Privacy Officer, My Health Record system, GPO Box 9942, SYDNEY NSW 2001].</w:t>
            </w:r>
          </w:p>
          <w:p w14:paraId="233CE15D" w14:textId="7E89135C" w:rsidR="001D349A" w:rsidRPr="00F83320" w:rsidRDefault="001D349A" w:rsidP="000F0F8A">
            <w:pPr>
              <w:spacing w:after="120"/>
              <w:rPr>
                <w:rStyle w:val="Hyperlink"/>
              </w:rPr>
            </w:pPr>
            <w:r w:rsidRPr="0092027F">
              <w:rPr>
                <w:rFonts w:cs="Arial"/>
              </w:rPr>
              <w:t xml:space="preserve">For a glossary of terms used in this form, please refer to the My Health Record Glossary available via the My Health Record website: </w:t>
            </w:r>
          </w:p>
          <w:p w14:paraId="704A3542" w14:textId="59485D7C" w:rsidR="00F83320" w:rsidRDefault="00F83320" w:rsidP="00F83320">
            <w:pPr>
              <w:rPr>
                <w:rFonts w:cs="Calibri"/>
                <w:color w:val="0563C1"/>
                <w:u w:val="single"/>
              </w:rPr>
            </w:pPr>
            <w:r>
              <w:rPr>
                <w:rStyle w:val="Hyperlink"/>
                <w:color w:val="0070C0"/>
              </w:rPr>
              <w:t xml:space="preserve"> </w:t>
            </w:r>
            <w:hyperlink r:id="rId19" w:history="1">
              <w:r>
                <w:rPr>
                  <w:rStyle w:val="Hyperlink"/>
                  <w:rFonts w:cs="Calibri"/>
                </w:rPr>
                <w:t>Glossary | Australian Digital Health Agency</w:t>
              </w:r>
            </w:hyperlink>
          </w:p>
          <w:p w14:paraId="719E7217" w14:textId="4CA983D4"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20"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t>Organisation and App Details</w:t>
      </w:r>
    </w:p>
    <w:tbl>
      <w:tblPr>
        <w:tblStyle w:val="TableGrid"/>
        <w:tblW w:w="9646" w:type="dxa"/>
        <w:tblInd w:w="-5" w:type="dxa"/>
        <w:tblLayout w:type="fixed"/>
        <w:tblLook w:val="04A0" w:firstRow="1" w:lastRow="0" w:firstColumn="1" w:lastColumn="0" w:noHBand="0" w:noVBand="1"/>
      </w:tblPr>
      <w:tblGrid>
        <w:gridCol w:w="2694"/>
        <w:gridCol w:w="732"/>
        <w:gridCol w:w="353"/>
        <w:gridCol w:w="33"/>
        <w:gridCol w:w="129"/>
        <w:gridCol w:w="760"/>
        <w:gridCol w:w="999"/>
        <w:gridCol w:w="254"/>
        <w:gridCol w:w="586"/>
        <w:gridCol w:w="837"/>
        <w:gridCol w:w="136"/>
        <w:gridCol w:w="992"/>
        <w:gridCol w:w="993"/>
        <w:gridCol w:w="148"/>
      </w:tblGrid>
      <w:tr w:rsidR="001D349A" w:rsidRPr="001D349A" w14:paraId="469A838D" w14:textId="77777777" w:rsidTr="00204DC3">
        <w:trPr>
          <w:cantSplit/>
        </w:trPr>
        <w:tc>
          <w:tcPr>
            <w:tcW w:w="9646" w:type="dxa"/>
            <w:gridSpan w:val="14"/>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204DC3">
        <w:trPr>
          <w:cantSplit/>
          <w:trHeight w:val="559"/>
        </w:trPr>
        <w:tc>
          <w:tcPr>
            <w:tcW w:w="2694"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6952" w:type="dxa"/>
            <w:gridSpan w:val="13"/>
          </w:tcPr>
          <w:p w14:paraId="3D129F8B" w14:textId="77777777" w:rsidR="001D349A" w:rsidRPr="00247FE9" w:rsidRDefault="00244DFE"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244DFE"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244DFE"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204DC3">
        <w:trPr>
          <w:cantSplit/>
          <w:trHeight w:val="372"/>
        </w:trPr>
        <w:tc>
          <w:tcPr>
            <w:tcW w:w="2694"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204DC3">
        <w:trPr>
          <w:cantSplit/>
          <w:trHeight w:val="1642"/>
        </w:trPr>
        <w:tc>
          <w:tcPr>
            <w:tcW w:w="2694"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tcPr>
          <w:p w14:paraId="0C99D861" w14:textId="77777777" w:rsidR="001D349A" w:rsidRPr="001D349A" w:rsidRDefault="001D349A" w:rsidP="001A2D85">
            <w:pPr>
              <w:rPr>
                <w:rFonts w:cs="Calibri"/>
                <w:b/>
                <w:sz w:val="20"/>
                <w:szCs w:val="20"/>
              </w:rPr>
            </w:pPr>
          </w:p>
        </w:tc>
      </w:tr>
      <w:tr w:rsidR="001D349A" w:rsidRPr="001D349A" w14:paraId="5E45317A" w14:textId="77777777" w:rsidTr="00204DC3">
        <w:trPr>
          <w:cantSplit/>
        </w:trPr>
        <w:tc>
          <w:tcPr>
            <w:tcW w:w="9646" w:type="dxa"/>
            <w:gridSpan w:val="14"/>
            <w:shd w:val="clear" w:color="auto" w:fill="000000" w:themeFill="text1"/>
          </w:tcPr>
          <w:p w14:paraId="2173D3EE" w14:textId="202A1975"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 xml:space="preserve">Organisation </w:t>
            </w:r>
            <w:r w:rsidR="00CE56FF">
              <w:rPr>
                <w:rFonts w:ascii="Calibri" w:hAnsi="Calibri" w:cs="Calibri"/>
                <w:b/>
                <w:sz w:val="22"/>
              </w:rPr>
              <w:t xml:space="preserve">Head Office </w:t>
            </w:r>
            <w:r w:rsidRPr="00247FE9">
              <w:rPr>
                <w:rFonts w:ascii="Calibri" w:hAnsi="Calibri" w:cs="Calibri"/>
                <w:b/>
                <w:sz w:val="22"/>
              </w:rPr>
              <w:t>Details</w:t>
            </w:r>
          </w:p>
          <w:p w14:paraId="73960B87" w14:textId="3AB42AE4" w:rsidR="001D349A" w:rsidRPr="001D349A" w:rsidRDefault="001D349A" w:rsidP="001A2D85">
            <w:pPr>
              <w:rPr>
                <w:rFonts w:cs="Calibri"/>
                <w:i/>
                <w:sz w:val="20"/>
                <w:szCs w:val="20"/>
              </w:rPr>
            </w:pPr>
            <w:r w:rsidRPr="001D349A">
              <w:rPr>
                <w:rFonts w:cs="Calibri"/>
                <w:i/>
                <w:sz w:val="20"/>
                <w:szCs w:val="20"/>
              </w:rPr>
              <w:t>This information will be used by the Sys</w:t>
            </w:r>
            <w:r w:rsidR="00CD7192">
              <w:rPr>
                <w:rFonts w:cs="Calibri"/>
                <w:i/>
                <w:sz w:val="20"/>
                <w:szCs w:val="20"/>
              </w:rPr>
              <w:t>t</w:t>
            </w:r>
            <w:r w:rsidRPr="001D349A">
              <w:rPr>
                <w:rFonts w:cs="Calibri"/>
                <w:i/>
                <w:sz w:val="20"/>
                <w:szCs w:val="20"/>
              </w:rPr>
              <w:t>em Operator to identify your organisation. Please complete all fields.</w:t>
            </w:r>
          </w:p>
        </w:tc>
      </w:tr>
      <w:tr w:rsidR="001D349A" w:rsidRPr="001D349A" w14:paraId="13A1C2E4" w14:textId="77777777" w:rsidTr="00204DC3">
        <w:trPr>
          <w:cantSplit/>
          <w:trHeight w:val="371"/>
        </w:trPr>
        <w:tc>
          <w:tcPr>
            <w:tcW w:w="2694"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6952" w:type="dxa"/>
            <w:gridSpan w:val="13"/>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204DC3">
        <w:trPr>
          <w:cantSplit/>
          <w:trHeight w:val="349"/>
        </w:trPr>
        <w:tc>
          <w:tcPr>
            <w:tcW w:w="2694" w:type="dxa"/>
            <w:vMerge w:val="restart"/>
            <w:shd w:val="clear" w:color="auto" w:fill="D9D9D9" w:themeFill="background1" w:themeFillShade="D9"/>
          </w:tcPr>
          <w:p w14:paraId="3FBE675D" w14:textId="528C81AD"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r w:rsidR="00EC5656">
              <w:rPr>
                <w:rFonts w:ascii="Calibri" w:hAnsi="Calibri" w:cs="Calibri"/>
                <w:b/>
                <w:sz w:val="22"/>
              </w:rPr>
              <w:t xml:space="preserve"> (Head Office)</w:t>
            </w:r>
          </w:p>
        </w:tc>
        <w:tc>
          <w:tcPr>
            <w:tcW w:w="6952" w:type="dxa"/>
            <w:gridSpan w:val="13"/>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C54C0A">
        <w:trPr>
          <w:cantSplit/>
          <w:trHeight w:val="355"/>
        </w:trPr>
        <w:tc>
          <w:tcPr>
            <w:tcW w:w="2694"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732"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275" w:type="dxa"/>
            <w:gridSpan w:val="4"/>
            <w:shd w:val="clear" w:color="auto" w:fill="FFFFFF" w:themeFill="background1"/>
          </w:tcPr>
          <w:p w14:paraId="54BB8569" w14:textId="77777777" w:rsidR="001D349A" w:rsidRPr="001D349A" w:rsidRDefault="001D349A" w:rsidP="001A2D85">
            <w:pPr>
              <w:rPr>
                <w:rFonts w:cs="Calibri"/>
                <w:sz w:val="20"/>
                <w:szCs w:val="20"/>
              </w:rPr>
            </w:pPr>
          </w:p>
        </w:tc>
        <w:tc>
          <w:tcPr>
            <w:tcW w:w="1253" w:type="dxa"/>
            <w:gridSpan w:val="2"/>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92" w:type="dxa"/>
            <w:gridSpan w:val="6"/>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204DC3">
        <w:trPr>
          <w:cantSplit/>
          <w:trHeight w:val="424"/>
        </w:trPr>
        <w:tc>
          <w:tcPr>
            <w:tcW w:w="2694"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6952" w:type="dxa"/>
            <w:gridSpan w:val="13"/>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C54C0A">
        <w:trPr>
          <w:cantSplit/>
          <w:trHeight w:val="339"/>
        </w:trPr>
        <w:tc>
          <w:tcPr>
            <w:tcW w:w="2694"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007" w:type="dxa"/>
            <w:gridSpan w:val="5"/>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1253" w:type="dxa"/>
            <w:gridSpan w:val="2"/>
            <w:shd w:val="clear" w:color="auto" w:fill="D9D9D9" w:themeFill="background1" w:themeFillShade="D9"/>
          </w:tcPr>
          <w:p w14:paraId="4B92A5B0" w14:textId="77777777" w:rsidR="001D349A"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r w:rsidR="00F47D61">
              <w:rPr>
                <w:rFonts w:ascii="Calibri" w:hAnsi="Calibri" w:cs="Calibri"/>
                <w:b/>
                <w:sz w:val="22"/>
              </w:rPr>
              <w:t xml:space="preserve"> </w:t>
            </w:r>
          </w:p>
          <w:p w14:paraId="6FB5A8E8" w14:textId="6BD833F5" w:rsidR="00F47D61" w:rsidRPr="00F47D61" w:rsidRDefault="00F47D61" w:rsidP="00F47D61">
            <w:pPr>
              <w:pStyle w:val="ListParagraph"/>
              <w:spacing w:after="0" w:line="240" w:lineRule="auto"/>
              <w:ind w:left="0"/>
              <w:rPr>
                <w:rFonts w:ascii="Calibri" w:hAnsi="Calibri" w:cs="Calibri"/>
                <w:b/>
                <w:sz w:val="16"/>
                <w:szCs w:val="16"/>
              </w:rPr>
            </w:pPr>
            <w:r w:rsidRPr="00F47D61">
              <w:rPr>
                <w:rFonts w:ascii="Calibri" w:hAnsi="Calibri" w:cs="Calibri"/>
                <w:b/>
                <w:sz w:val="16"/>
                <w:szCs w:val="16"/>
              </w:rPr>
              <w:t>(if applicable)</w:t>
            </w:r>
          </w:p>
        </w:tc>
        <w:tc>
          <w:tcPr>
            <w:tcW w:w="3692" w:type="dxa"/>
            <w:gridSpan w:val="6"/>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204DC3">
        <w:trPr>
          <w:cantSplit/>
          <w:trHeight w:val="339"/>
        </w:trPr>
        <w:tc>
          <w:tcPr>
            <w:tcW w:w="9646" w:type="dxa"/>
            <w:gridSpan w:val="14"/>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204DC3">
        <w:trPr>
          <w:cantSplit/>
          <w:trHeight w:val="410"/>
        </w:trPr>
        <w:tc>
          <w:tcPr>
            <w:tcW w:w="9646" w:type="dxa"/>
            <w:gridSpan w:val="14"/>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Please ensure you provide all details for both a primary and secondary contact. This information will be used by the System Operator to make contact during business hours and after hours for incident management (such as system, security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204DC3">
        <w:trPr>
          <w:cantSplit/>
          <w:trHeight w:val="273"/>
        </w:trPr>
        <w:tc>
          <w:tcPr>
            <w:tcW w:w="9646" w:type="dxa"/>
            <w:gridSpan w:val="14"/>
            <w:shd w:val="clear" w:color="auto" w:fill="FEEAD1" w:themeFill="accent3" w:themeFillTint="33"/>
          </w:tcPr>
          <w:p w14:paraId="6B5CBAF4" w14:textId="58F2CF3B"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C54C0A">
        <w:trPr>
          <w:cantSplit/>
          <w:trHeight w:val="288"/>
        </w:trPr>
        <w:tc>
          <w:tcPr>
            <w:tcW w:w="2694"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260" w:type="dxa"/>
            <w:gridSpan w:val="7"/>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C54C0A">
        <w:trPr>
          <w:cantSplit/>
          <w:trHeight w:val="278"/>
        </w:trPr>
        <w:tc>
          <w:tcPr>
            <w:tcW w:w="2694"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shd w:val="clear" w:color="auto" w:fill="FFFFFF" w:themeFill="background1"/>
          </w:tcPr>
          <w:p w14:paraId="6937386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C54C0A">
        <w:trPr>
          <w:cantSplit/>
          <w:trHeight w:val="278"/>
        </w:trPr>
        <w:tc>
          <w:tcPr>
            <w:tcW w:w="2694"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shd w:val="clear" w:color="auto" w:fill="FFFFFF" w:themeFill="background1"/>
          </w:tcPr>
          <w:p w14:paraId="25EB8ED1"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C54C0A">
        <w:trPr>
          <w:cantSplit/>
          <w:trHeight w:val="278"/>
        </w:trPr>
        <w:tc>
          <w:tcPr>
            <w:tcW w:w="2694"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shd w:val="clear" w:color="auto" w:fill="FFFFFF" w:themeFill="background1"/>
          </w:tcPr>
          <w:p w14:paraId="3161CDB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C54C0A">
        <w:trPr>
          <w:cantSplit/>
          <w:trHeight w:val="278"/>
        </w:trPr>
        <w:tc>
          <w:tcPr>
            <w:tcW w:w="2694"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C54C0A">
        <w:trPr>
          <w:cantSplit/>
          <w:trHeight w:val="278"/>
        </w:trPr>
        <w:tc>
          <w:tcPr>
            <w:tcW w:w="2694"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204DC3">
        <w:trPr>
          <w:cantSplit/>
          <w:trHeight w:val="410"/>
        </w:trPr>
        <w:tc>
          <w:tcPr>
            <w:tcW w:w="9646" w:type="dxa"/>
            <w:gridSpan w:val="14"/>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244DFE"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C54C0A">
        <w:trPr>
          <w:cantSplit/>
          <w:trHeight w:val="289"/>
        </w:trPr>
        <w:tc>
          <w:tcPr>
            <w:tcW w:w="2694"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260" w:type="dxa"/>
            <w:gridSpan w:val="7"/>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C54C0A">
        <w:trPr>
          <w:cantSplit/>
          <w:trHeight w:val="277"/>
        </w:trPr>
        <w:tc>
          <w:tcPr>
            <w:tcW w:w="2694"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C54C0A">
        <w:trPr>
          <w:cantSplit/>
          <w:trHeight w:val="277"/>
        </w:trPr>
        <w:tc>
          <w:tcPr>
            <w:tcW w:w="2694"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C54C0A">
        <w:trPr>
          <w:cantSplit/>
          <w:trHeight w:val="277"/>
        </w:trPr>
        <w:tc>
          <w:tcPr>
            <w:tcW w:w="2694"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C54C0A">
        <w:trPr>
          <w:cantSplit/>
          <w:trHeight w:val="277"/>
        </w:trPr>
        <w:tc>
          <w:tcPr>
            <w:tcW w:w="2694"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C54C0A">
        <w:trPr>
          <w:cantSplit/>
          <w:trHeight w:val="277"/>
        </w:trPr>
        <w:tc>
          <w:tcPr>
            <w:tcW w:w="2694"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204DC3">
        <w:trPr>
          <w:cantSplit/>
          <w:trHeight w:val="424"/>
        </w:trPr>
        <w:tc>
          <w:tcPr>
            <w:tcW w:w="9646" w:type="dxa"/>
            <w:gridSpan w:val="14"/>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t>App Details</w:t>
            </w:r>
          </w:p>
          <w:p w14:paraId="0E0FCBAE" w14:textId="09628042" w:rsidR="005331DD" w:rsidRDefault="001D349A" w:rsidP="001A2D85">
            <w:pPr>
              <w:rPr>
                <w:rFonts w:cs="Calibri"/>
                <w:i/>
                <w:sz w:val="20"/>
                <w:szCs w:val="20"/>
              </w:rPr>
            </w:pPr>
            <w:r w:rsidRPr="001D349A">
              <w:rPr>
                <w:rFonts w:cs="Calibri"/>
                <w:i/>
                <w:sz w:val="20"/>
                <w:szCs w:val="20"/>
              </w:rPr>
              <w:t xml:space="preserve">This information will be used by the System Operator </w:t>
            </w:r>
            <w:r w:rsidR="00005EF5" w:rsidRPr="001D349A">
              <w:rPr>
                <w:rFonts w:cs="Calibri"/>
                <w:i/>
                <w:sz w:val="20"/>
                <w:szCs w:val="20"/>
              </w:rPr>
              <w:t>to</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C54C0A">
        <w:trPr>
          <w:cantSplit/>
          <w:trHeight w:val="424"/>
        </w:trPr>
        <w:tc>
          <w:tcPr>
            <w:tcW w:w="5954" w:type="dxa"/>
            <w:gridSpan w:val="8"/>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4C541494" w:rsidR="001D349A" w:rsidRPr="001D349A" w:rsidRDefault="001D349A" w:rsidP="0079451D">
            <w:pPr>
              <w:pStyle w:val="ListParagraph"/>
              <w:numPr>
                <w:ilvl w:val="0"/>
                <w:numId w:val="35"/>
              </w:numPr>
              <w:spacing w:after="0" w:line="240" w:lineRule="auto"/>
              <w:jc w:val="both"/>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92" w:type="dxa"/>
            <w:gridSpan w:val="6"/>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B13E72">
        <w:trPr>
          <w:gridAfter w:val="1"/>
          <w:wAfter w:w="148" w:type="dxa"/>
          <w:cantSplit/>
          <w:trHeight w:val="132"/>
        </w:trPr>
        <w:tc>
          <w:tcPr>
            <w:tcW w:w="2694"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6804" w:type="dxa"/>
            <w:gridSpan w:val="12"/>
            <w:tcBorders>
              <w:bottom w:val="single" w:sz="4" w:space="0" w:color="auto"/>
            </w:tcBorders>
            <w:shd w:val="clear" w:color="auto" w:fill="auto"/>
            <w:vAlign w:val="center"/>
          </w:tcPr>
          <w:p w14:paraId="10C54877" w14:textId="60BFC99A" w:rsidR="00FD4A6B" w:rsidRDefault="00244DFE" w:rsidP="00FD4A6B">
            <w:pPr>
              <w:rPr>
                <w:rFonts w:cs="Calibri"/>
                <w:color w:val="000000" w:themeColor="text1"/>
                <w:sz w:val="20"/>
                <w:szCs w:val="20"/>
              </w:rPr>
            </w:pPr>
            <w:r>
              <w:rPr>
                <w:rFonts w:cs="Calibri"/>
                <w:color w:val="000000" w:themeColor="text1"/>
                <w:sz w:val="20"/>
                <w:szCs w:val="20"/>
              </w:rPr>
              <w:pict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8.75pt">
                  <v:imagedata r:id="rId21" o:title=""/>
                </v:shape>
              </w:pi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(e.g. iOS, Android)</w:t>
            </w:r>
            <w:r>
              <w:rPr>
                <w:rFonts w:cs="Calibri"/>
                <w:i/>
                <w:sz w:val="18"/>
                <w:szCs w:val="18"/>
              </w:rPr>
              <w:t>)</w:t>
            </w:r>
          </w:p>
        </w:tc>
      </w:tr>
      <w:tr w:rsidR="00FD4A6B" w:rsidRPr="001D349A" w14:paraId="3C33D641" w14:textId="77777777" w:rsidTr="00B13E72">
        <w:trPr>
          <w:gridAfter w:val="1"/>
          <w:wAfter w:w="148" w:type="dxa"/>
          <w:cantSplit/>
          <w:trHeight w:val="132"/>
        </w:trPr>
        <w:tc>
          <w:tcPr>
            <w:tcW w:w="2694"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3A650356" w14:textId="4FB539F9" w:rsidR="00FD4A6B" w:rsidRDefault="00244DFE" w:rsidP="00FD4A6B">
            <w:pPr>
              <w:rPr>
                <w:rFonts w:cs="Calibri"/>
                <w:color w:val="000000" w:themeColor="text1"/>
                <w:sz w:val="20"/>
                <w:szCs w:val="20"/>
              </w:rPr>
            </w:pPr>
            <w:r>
              <w:rPr>
                <w:rFonts w:cs="Calibri"/>
                <w:color w:val="000000" w:themeColor="text1"/>
                <w:sz w:val="20"/>
                <w:szCs w:val="20"/>
              </w:rPr>
              <w:pict w14:anchorId="09DB3AA2">
                <v:shape id="_x0000_i1026" type="#_x0000_t75" style="width:90.75pt;height:18.75pt">
                  <v:imagedata r:id="rId22" o:title=""/>
                </v:shape>
              </w:pi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(e.g.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B13E72">
        <w:trPr>
          <w:gridAfter w:val="1"/>
          <w:wAfter w:w="148" w:type="dxa"/>
          <w:cantSplit/>
          <w:trHeight w:val="132"/>
        </w:trPr>
        <w:tc>
          <w:tcPr>
            <w:tcW w:w="2694"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793E80E8" w14:textId="19EB5010" w:rsidR="00FD4A6B" w:rsidRDefault="00244DFE" w:rsidP="00FD4A6B">
            <w:pPr>
              <w:rPr>
                <w:rFonts w:cs="Calibri"/>
                <w:color w:val="000000" w:themeColor="text1"/>
                <w:sz w:val="20"/>
                <w:szCs w:val="20"/>
              </w:rPr>
            </w:pPr>
            <w:r>
              <w:rPr>
                <w:rFonts w:cs="Calibri"/>
                <w:color w:val="000000" w:themeColor="text1"/>
                <w:sz w:val="20"/>
                <w:szCs w:val="20"/>
              </w:rPr>
              <w:pict w14:anchorId="6EEF9BF2">
                <v:shape id="_x0000_i1027" type="#_x0000_t75" style="width:126.75pt;height:18.75pt">
                  <v:imagedata r:id="rId23" o:title=""/>
                </v:shape>
              </w:pi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B13E72">
        <w:trPr>
          <w:gridAfter w:val="1"/>
          <w:wAfter w:w="148" w:type="dxa"/>
          <w:cantSplit/>
          <w:trHeight w:val="132"/>
        </w:trPr>
        <w:tc>
          <w:tcPr>
            <w:tcW w:w="2694"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1FA249DD" w14:textId="3028BEA0" w:rsidR="00FD4A6B" w:rsidRDefault="00244DFE" w:rsidP="00FD4A6B">
            <w:pPr>
              <w:rPr>
                <w:rFonts w:cs="Calibri"/>
                <w:color w:val="000000" w:themeColor="text1"/>
                <w:sz w:val="20"/>
                <w:szCs w:val="20"/>
              </w:rPr>
            </w:pPr>
            <w:r>
              <w:rPr>
                <w:rFonts w:cs="Calibri"/>
                <w:color w:val="000000" w:themeColor="text1"/>
                <w:sz w:val="20"/>
                <w:szCs w:val="20"/>
              </w:rPr>
              <w:pict w14:anchorId="671EB212">
                <v:shape id="_x0000_i1028" type="#_x0000_t75" style="width:71.25pt;height:18.75pt">
                  <v:imagedata r:id="rId24" o:title=""/>
                </v:shape>
              </w:pict>
            </w:r>
          </w:p>
          <w:p w14:paraId="3B107B6A" w14:textId="2FF85749" w:rsidR="00FD4A6B" w:rsidRPr="001D349A" w:rsidRDefault="00FD4A6B" w:rsidP="00FD4A6B">
            <w:pPr>
              <w:rPr>
                <w:rFonts w:cs="Calibri"/>
                <w:sz w:val="20"/>
                <w:szCs w:val="20"/>
              </w:rPr>
            </w:pPr>
            <w:r w:rsidRPr="005C7998">
              <w:rPr>
                <w:rFonts w:cs="Calibri"/>
                <w:i/>
                <w:sz w:val="18"/>
                <w:szCs w:val="18"/>
              </w:rPr>
              <w:t>(Hybrid Apps are usually coded in HTML, CSS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C54C0A">
        <w:trPr>
          <w:gridAfter w:val="1"/>
          <w:wAfter w:w="148" w:type="dxa"/>
          <w:cantSplit/>
          <w:trHeight w:val="761"/>
        </w:trPr>
        <w:tc>
          <w:tcPr>
            <w:tcW w:w="2694"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 xml:space="preserve">These details are required to ensure your app </w:t>
            </w:r>
            <w:proofErr w:type="gramStart"/>
            <w:r w:rsidRPr="001D349A">
              <w:rPr>
                <w:rFonts w:cs="Calibri"/>
                <w:i/>
                <w:sz w:val="20"/>
                <w:szCs w:val="20"/>
              </w:rPr>
              <w:t>is able to</w:t>
            </w:r>
            <w:proofErr w:type="gramEnd"/>
            <w:r w:rsidRPr="001D349A">
              <w:rPr>
                <w:rFonts w:cs="Calibri"/>
                <w:i/>
                <w:sz w:val="20"/>
                <w:szCs w:val="20"/>
              </w:rPr>
              <w:t xml:space="preserve">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260" w:type="dxa"/>
            <w:gridSpan w:val="7"/>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544" w:type="dxa"/>
            <w:gridSpan w:val="5"/>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C54C0A">
        <w:trPr>
          <w:gridAfter w:val="1"/>
          <w:wAfter w:w="148" w:type="dxa"/>
          <w:cantSplit/>
          <w:trHeight w:val="761"/>
        </w:trPr>
        <w:tc>
          <w:tcPr>
            <w:tcW w:w="2694"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260" w:type="dxa"/>
            <w:gridSpan w:val="7"/>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544" w:type="dxa"/>
            <w:gridSpan w:val="5"/>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204DC3">
        <w:trPr>
          <w:gridAfter w:val="1"/>
          <w:wAfter w:w="148" w:type="dxa"/>
          <w:cantSplit/>
          <w:trHeight w:val="761"/>
        </w:trPr>
        <w:tc>
          <w:tcPr>
            <w:tcW w:w="3426"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4AB034AF"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 xml:space="preserve">Which third parties (if any) will access the data retrieved, detailing the expected consumer </w:t>
            </w:r>
            <w:r w:rsidR="00005EF5" w:rsidRPr="00A8373C">
              <w:rPr>
                <w:rFonts w:ascii="Calibri" w:hAnsi="Calibri" w:cs="Calibri"/>
                <w:i/>
                <w:szCs w:val="20"/>
              </w:rPr>
              <w:t>benefits?</w:t>
            </w:r>
          </w:p>
        </w:tc>
        <w:tc>
          <w:tcPr>
            <w:tcW w:w="6072" w:type="dxa"/>
            <w:gridSpan w:val="11"/>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644"/>
        </w:trPr>
        <w:tc>
          <w:tcPr>
            <w:tcW w:w="9498" w:type="dxa"/>
            <w:gridSpan w:val="13"/>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3"/>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384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contact number, email address, web address)</w:t>
            </w:r>
          </w:p>
        </w:tc>
        <w:tc>
          <w:tcPr>
            <w:tcW w:w="295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24 hours, 9:00 – 17:00 AEST)</w:t>
            </w:r>
          </w:p>
        </w:tc>
      </w:tr>
      <w:tr w:rsidR="001D349A" w:rsidRPr="001D349A" w14:paraId="18AEBBE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41"/>
        </w:trPr>
        <w:tc>
          <w:tcPr>
            <w:tcW w:w="2694"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244DFE"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3846" w:type="dxa"/>
            <w:gridSpan w:val="8"/>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7"/>
        </w:trPr>
        <w:tc>
          <w:tcPr>
            <w:tcW w:w="2694"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244DFE"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3846" w:type="dxa"/>
            <w:gridSpan w:val="8"/>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1"/>
        </w:trPr>
        <w:tc>
          <w:tcPr>
            <w:tcW w:w="2694"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244DFE"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3846" w:type="dxa"/>
            <w:gridSpan w:val="8"/>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08"/>
        </w:trPr>
        <w:tc>
          <w:tcPr>
            <w:tcW w:w="2694"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244DFE"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(e.g. FAQ, online query form)</w:t>
            </w:r>
          </w:p>
        </w:tc>
        <w:tc>
          <w:tcPr>
            <w:tcW w:w="3846" w:type="dxa"/>
            <w:gridSpan w:val="8"/>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82"/>
        </w:trPr>
        <w:tc>
          <w:tcPr>
            <w:tcW w:w="2694"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244DFE"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6804" w:type="dxa"/>
            <w:gridSpan w:val="12"/>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85"/>
        </w:trPr>
        <w:tc>
          <w:tcPr>
            <w:tcW w:w="2694" w:type="dxa"/>
            <w:vMerge w:val="restart"/>
            <w:tcBorders>
              <w:top w:val="single" w:sz="4" w:space="0" w:color="auto"/>
            </w:tcBorders>
            <w:shd w:val="clear" w:color="auto" w:fill="D9D9D9" w:themeFill="background1" w:themeFillShade="D9"/>
          </w:tcPr>
          <w:p w14:paraId="078BC5FA" w14:textId="6737C259" w:rsidR="001D349A" w:rsidRPr="001D349A" w:rsidRDefault="0006761B"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For mobile apps, h</w:t>
            </w:r>
            <w:r w:rsidR="001D349A" w:rsidRPr="00247FE9">
              <w:rPr>
                <w:rFonts w:ascii="Calibri" w:hAnsi="Calibri" w:cs="Calibri"/>
                <w:b/>
                <w:sz w:val="22"/>
              </w:rPr>
              <w:t>ow will your app be made available to users?</w:t>
            </w:r>
          </w:p>
        </w:tc>
        <w:tc>
          <w:tcPr>
            <w:tcW w:w="3006"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798" w:type="dxa"/>
            <w:gridSpan w:val="6"/>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006" w:type="dxa"/>
            <w:gridSpan w:val="6"/>
            <w:vAlign w:val="center"/>
          </w:tcPr>
          <w:p w14:paraId="182793B3" w14:textId="77777777" w:rsidR="001D349A" w:rsidRPr="001D349A" w:rsidRDefault="00244DFE"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798" w:type="dxa"/>
            <w:gridSpan w:val="6"/>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006" w:type="dxa"/>
            <w:gridSpan w:val="6"/>
            <w:vAlign w:val="center"/>
          </w:tcPr>
          <w:p w14:paraId="018ECC65" w14:textId="77777777" w:rsidR="001D349A" w:rsidRPr="001D349A" w:rsidRDefault="00244DFE"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798" w:type="dxa"/>
            <w:gridSpan w:val="6"/>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5"/>
        </w:trPr>
        <w:tc>
          <w:tcPr>
            <w:tcW w:w="2694"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085" w:type="dxa"/>
            <w:gridSpan w:val="2"/>
            <w:vAlign w:val="center"/>
          </w:tcPr>
          <w:p w14:paraId="080374C3" w14:textId="77777777" w:rsidR="001D349A" w:rsidRPr="001D349A" w:rsidRDefault="00244DFE"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1921"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798" w:type="dxa"/>
            <w:gridSpan w:val="6"/>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99"/>
        </w:trPr>
        <w:tc>
          <w:tcPr>
            <w:tcW w:w="2694"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6804" w:type="dxa"/>
            <w:gridSpan w:val="12"/>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A914AF">
        <w:trPr>
          <w:gridAfter w:val="1"/>
          <w:wAfter w:w="148" w:type="dxa"/>
          <w:cantSplit/>
          <w:trHeight w:val="1696"/>
        </w:trPr>
        <w:tc>
          <w:tcPr>
            <w:tcW w:w="2694"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64EAAF56" w14:textId="4A698089" w:rsidR="00F83320"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 xml:space="preserve">Refer to the </w:t>
            </w:r>
          </w:p>
          <w:p w14:paraId="36D1B45A" w14:textId="77777777" w:rsidR="00F83320" w:rsidRPr="00F83320" w:rsidRDefault="00244DFE" w:rsidP="00F83320">
            <w:pPr>
              <w:rPr>
                <w:rFonts w:cs="Calibri"/>
                <w:color w:val="0563C1"/>
                <w:sz w:val="20"/>
                <w:szCs w:val="20"/>
                <w:u w:val="single"/>
              </w:rPr>
            </w:pPr>
            <w:hyperlink r:id="rId25" w:history="1">
              <w:r w:rsidR="00F83320" w:rsidRPr="00F83320">
                <w:rPr>
                  <w:rStyle w:val="Hyperlink"/>
                  <w:rFonts w:cs="Calibri"/>
                  <w:sz w:val="20"/>
                  <w:szCs w:val="20"/>
                </w:rPr>
                <w:t>Glossary | Australian Digital Health Agency</w:t>
              </w:r>
            </w:hyperlink>
          </w:p>
          <w:p w14:paraId="37B24FAE" w14:textId="52821EF6" w:rsidR="001D349A" w:rsidRPr="001D349A" w:rsidRDefault="00F83320" w:rsidP="001A2D85">
            <w:pPr>
              <w:pStyle w:val="ListParagraph"/>
              <w:spacing w:after="0" w:line="240" w:lineRule="auto"/>
              <w:ind w:left="0"/>
              <w:rPr>
                <w:rFonts w:ascii="Calibri" w:hAnsi="Calibri" w:cs="Calibri"/>
                <w:b/>
                <w:szCs w:val="20"/>
              </w:rPr>
            </w:pPr>
            <w:r>
              <w:rPr>
                <w:rFonts w:ascii="Calibri" w:hAnsi="Calibri" w:cs="Calibri"/>
                <w:i/>
                <w:szCs w:val="20"/>
              </w:rPr>
              <w:t xml:space="preserve"> </w:t>
            </w:r>
            <w:r w:rsidR="001D349A" w:rsidRPr="001D349A">
              <w:rPr>
                <w:rFonts w:ascii="Calibri" w:hAnsi="Calibri" w:cs="Calibri"/>
                <w:i/>
                <w:szCs w:val="20"/>
              </w:rPr>
              <w:t>for definitions of representative types</w:t>
            </w:r>
          </w:p>
        </w:tc>
        <w:tc>
          <w:tcPr>
            <w:tcW w:w="1118" w:type="dxa"/>
            <w:gridSpan w:val="3"/>
            <w:shd w:val="clear" w:color="auto" w:fill="auto"/>
          </w:tcPr>
          <w:p w14:paraId="4EA78A9F" w14:textId="77777777" w:rsidR="001D349A" w:rsidRPr="00581BEB" w:rsidRDefault="001D349A" w:rsidP="00581BEB">
            <w:pPr>
              <w:jc w:val="center"/>
              <w:rPr>
                <w:rFonts w:cs="Calibri"/>
                <w:szCs w:val="20"/>
              </w:rPr>
            </w:pPr>
          </w:p>
          <w:p w14:paraId="0C7DC963" w14:textId="18CFA0DF" w:rsidR="001D349A" w:rsidRPr="00A74710" w:rsidRDefault="00244DFE" w:rsidP="00581BEB">
            <w:pPr>
              <w:jc w:val="center"/>
              <w:rPr>
                <w:rFonts w:cs="Calibri"/>
                <w:sz w:val="20"/>
                <w:szCs w:val="20"/>
              </w:rPr>
            </w:pPr>
            <w:r>
              <w:rPr>
                <w:rFonts w:cs="Calibri"/>
                <w:sz w:val="20"/>
                <w:szCs w:val="20"/>
              </w:rPr>
              <w:pict w14:anchorId="73C7D1F4">
                <v:shape id="_x0000_i1029" type="#_x0000_t75" style="width:42.75pt;height:18.75pt">
                  <v:imagedata r:id="rId26" o:title=""/>
                </v:shape>
              </w:pi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2142" w:type="dxa"/>
            <w:gridSpan w:val="4"/>
            <w:shd w:val="clear" w:color="auto" w:fill="auto"/>
          </w:tcPr>
          <w:p w14:paraId="2BF2E9DD" w14:textId="77777777" w:rsidR="001D349A" w:rsidRPr="00581BEB" w:rsidRDefault="001D349A" w:rsidP="00581BEB">
            <w:pPr>
              <w:jc w:val="center"/>
              <w:rPr>
                <w:rFonts w:cs="Calibri"/>
                <w:szCs w:val="20"/>
              </w:rPr>
            </w:pPr>
          </w:p>
          <w:p w14:paraId="210298C8" w14:textId="7C696079" w:rsidR="001D349A" w:rsidRDefault="00244DFE" w:rsidP="00581BEB">
            <w:pPr>
              <w:jc w:val="center"/>
              <w:rPr>
                <w:rFonts w:cs="Calibri"/>
                <w:sz w:val="20"/>
                <w:szCs w:val="20"/>
              </w:rPr>
            </w:pPr>
            <w:r>
              <w:rPr>
                <w:rFonts w:cs="Calibri"/>
                <w:sz w:val="20"/>
                <w:szCs w:val="20"/>
              </w:rPr>
              <w:pict w14:anchorId="53CE6F75">
                <v:shape id="_x0000_i1030" type="#_x0000_t75" style="width:35.25pt;height:17.25pt">
                  <v:imagedata r:id="rId27" o:title=""/>
                </v:shape>
              </w:pi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423" w:type="dxa"/>
            <w:gridSpan w:val="2"/>
            <w:shd w:val="clear" w:color="auto" w:fill="auto"/>
          </w:tcPr>
          <w:p w14:paraId="0DCE8D58" w14:textId="77777777" w:rsidR="001D349A" w:rsidRPr="00581BEB" w:rsidRDefault="001D349A" w:rsidP="00581BEB">
            <w:pPr>
              <w:jc w:val="center"/>
              <w:rPr>
                <w:rFonts w:cs="Calibri"/>
                <w:szCs w:val="20"/>
              </w:rPr>
            </w:pPr>
          </w:p>
          <w:p w14:paraId="4811218A" w14:textId="17DAD5DB" w:rsidR="001D349A" w:rsidRDefault="00244DFE" w:rsidP="00581BEB">
            <w:pPr>
              <w:jc w:val="center"/>
              <w:rPr>
                <w:rFonts w:cs="Calibri"/>
                <w:sz w:val="20"/>
                <w:szCs w:val="20"/>
              </w:rPr>
            </w:pPr>
            <w:r>
              <w:rPr>
                <w:rFonts w:cs="Calibri"/>
                <w:sz w:val="20"/>
                <w:szCs w:val="20"/>
              </w:rPr>
              <w:pict w14:anchorId="3196B20C">
                <v:shape id="_x0000_i1031" type="#_x0000_t75" style="width:39pt;height:18.75pt">
                  <v:imagedata r:id="rId28" o:title=""/>
                </v:shape>
              </w:pi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2121" w:type="dxa"/>
            <w:gridSpan w:val="3"/>
            <w:shd w:val="clear" w:color="auto" w:fill="auto"/>
          </w:tcPr>
          <w:p w14:paraId="4B062CF2" w14:textId="77777777" w:rsidR="001D349A" w:rsidRPr="00581BEB" w:rsidRDefault="001D349A" w:rsidP="00581BEB">
            <w:pPr>
              <w:jc w:val="center"/>
              <w:rPr>
                <w:rFonts w:cs="Calibri"/>
                <w:szCs w:val="20"/>
              </w:rPr>
            </w:pPr>
          </w:p>
          <w:p w14:paraId="46F7279D" w14:textId="795429B5" w:rsidR="001D349A" w:rsidRDefault="00244DFE" w:rsidP="00581BEB">
            <w:pPr>
              <w:jc w:val="center"/>
              <w:rPr>
                <w:rFonts w:cs="Calibri"/>
                <w:sz w:val="20"/>
                <w:szCs w:val="20"/>
              </w:rPr>
            </w:pPr>
            <w:r>
              <w:rPr>
                <w:rFonts w:cs="Calibri"/>
                <w:sz w:val="20"/>
                <w:szCs w:val="20"/>
              </w:rPr>
              <w:pict w14:anchorId="7D394854">
                <v:shape id="_x0000_i1032" type="#_x0000_t75" style="width:39.75pt;height:17.25pt">
                  <v:imagedata r:id="rId29" o:title=""/>
                </v:shape>
              </w:pi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204DC3">
        <w:trPr>
          <w:gridAfter w:val="1"/>
          <w:wAfter w:w="148" w:type="dxa"/>
          <w:cantSplit/>
          <w:trHeight w:val="567"/>
        </w:trPr>
        <w:tc>
          <w:tcPr>
            <w:tcW w:w="2694"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6804" w:type="dxa"/>
            <w:gridSpan w:val="12"/>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(e.g. storage and sharing of this data retrieved by representatives).</w:t>
            </w:r>
          </w:p>
        </w:tc>
      </w:tr>
      <w:tr w:rsidR="001D349A" w:rsidRPr="001D349A" w14:paraId="69AE4971" w14:textId="77777777" w:rsidTr="00204DC3">
        <w:trPr>
          <w:gridAfter w:val="1"/>
          <w:wAfter w:w="148" w:type="dxa"/>
          <w:cantSplit/>
          <w:trHeight w:val="624"/>
        </w:trPr>
        <w:tc>
          <w:tcPr>
            <w:tcW w:w="2694"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6804" w:type="dxa"/>
            <w:gridSpan w:val="12"/>
            <w:shd w:val="clear" w:color="auto" w:fill="auto"/>
          </w:tcPr>
          <w:p w14:paraId="74FEAFE1" w14:textId="77777777" w:rsidR="001D349A" w:rsidRPr="001D349A" w:rsidRDefault="001D349A" w:rsidP="001A2D85">
            <w:pPr>
              <w:rPr>
                <w:rFonts w:cs="Calibri"/>
                <w:sz w:val="20"/>
                <w:szCs w:val="20"/>
              </w:rPr>
            </w:pPr>
          </w:p>
        </w:tc>
      </w:tr>
      <w:tr w:rsidR="0005513F" w:rsidRPr="001D349A" w14:paraId="0DA04AF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2694" w:type="dxa"/>
            <w:shd w:val="clear" w:color="auto" w:fill="auto"/>
          </w:tcPr>
          <w:p w14:paraId="36FCA60E" w14:textId="56431EBC" w:rsidR="0005513F" w:rsidRPr="00B13E72" w:rsidRDefault="0005513F" w:rsidP="00C132C0">
            <w:pPr>
              <w:pStyle w:val="ListParagraph"/>
              <w:numPr>
                <w:ilvl w:val="1"/>
                <w:numId w:val="20"/>
              </w:numPr>
              <w:rPr>
                <w:rFonts w:ascii="Calibri" w:hAnsi="Calibri" w:cs="Calibri"/>
                <w:b/>
                <w:sz w:val="22"/>
              </w:rPr>
            </w:pPr>
            <w:r w:rsidRPr="00B13E72">
              <w:rPr>
                <w:rFonts w:ascii="Calibri" w:hAnsi="Calibri" w:cs="Calibri"/>
                <w:b/>
                <w:sz w:val="22"/>
              </w:rPr>
              <w:t xml:space="preserve">Will </w:t>
            </w:r>
            <w:r w:rsidR="00881228" w:rsidRPr="00B13E72">
              <w:rPr>
                <w:rFonts w:ascii="Calibri" w:hAnsi="Calibri" w:cs="Calibri"/>
                <w:b/>
                <w:sz w:val="22"/>
              </w:rPr>
              <w:t xml:space="preserve">your </w:t>
            </w:r>
            <w:r w:rsidRPr="00B13E72">
              <w:rPr>
                <w:rFonts w:ascii="Calibri" w:hAnsi="Calibri" w:cs="Calibri"/>
                <w:b/>
                <w:sz w:val="22"/>
              </w:rPr>
              <w:t xml:space="preserve">app provide </w:t>
            </w:r>
            <w:r w:rsidR="00881228" w:rsidRPr="00B13E72">
              <w:rPr>
                <w:rFonts w:ascii="Calibri" w:hAnsi="Calibri" w:cs="Calibri"/>
                <w:b/>
                <w:sz w:val="22"/>
              </w:rPr>
              <w:t>users the</w:t>
            </w:r>
            <w:r w:rsidRPr="00B13E72">
              <w:rPr>
                <w:rFonts w:ascii="Calibri" w:hAnsi="Calibri" w:cs="Calibri"/>
                <w:b/>
                <w:sz w:val="22"/>
              </w:rPr>
              <w:t xml:space="preserve"> </w:t>
            </w:r>
            <w:r w:rsidR="00881228" w:rsidRPr="00B13E72">
              <w:rPr>
                <w:rFonts w:ascii="Calibri" w:hAnsi="Calibri" w:cs="Calibri"/>
                <w:b/>
                <w:sz w:val="22"/>
              </w:rPr>
              <w:t>ability</w:t>
            </w:r>
            <w:r w:rsidRPr="00B13E72">
              <w:rPr>
                <w:rFonts w:ascii="Calibri" w:hAnsi="Calibri" w:cs="Calibri"/>
                <w:b/>
                <w:sz w:val="22"/>
              </w:rPr>
              <w:t xml:space="preserve"> to share their MHR data outside the app?</w:t>
            </w:r>
          </w:p>
          <w:p w14:paraId="67FEE3D1" w14:textId="2152CF65" w:rsidR="00B13E72" w:rsidRPr="00B13E72" w:rsidRDefault="00B51098" w:rsidP="00B13E72">
            <w:pPr>
              <w:ind w:left="141"/>
              <w:rPr>
                <w:rFonts w:cs="Calibri"/>
                <w:b/>
              </w:rPr>
            </w:pPr>
            <w:r w:rsidRPr="00204DC3">
              <w:rPr>
                <w:rFonts w:cs="Calibri"/>
                <w:b/>
              </w:rPr>
              <w:t xml:space="preserve">If </w:t>
            </w:r>
            <w:proofErr w:type="gramStart"/>
            <w:r w:rsidRPr="00204DC3">
              <w:rPr>
                <w:rFonts w:cs="Calibri"/>
                <w:b/>
              </w:rPr>
              <w:t>Yes</w:t>
            </w:r>
            <w:proofErr w:type="gramEnd"/>
            <w:r w:rsidR="00CE56FF">
              <w:rPr>
                <w:rFonts w:cs="Calibri"/>
                <w:b/>
              </w:rPr>
              <w:t xml:space="preserve"> p</w:t>
            </w:r>
            <w:r w:rsidR="0070046C" w:rsidRPr="00CE56FF">
              <w:rPr>
                <w:rFonts w:cs="Calibri"/>
                <w:b/>
              </w:rPr>
              <w:t>rovide screenshots</w:t>
            </w:r>
            <w:r w:rsidR="0070046C" w:rsidRPr="00204DC3">
              <w:rPr>
                <w:rFonts w:cs="Calibri"/>
                <w:b/>
              </w:rPr>
              <w:t xml:space="preserve"> </w:t>
            </w:r>
            <w:r w:rsidRPr="00204DC3">
              <w:rPr>
                <w:rFonts w:cs="Calibri"/>
                <w:b/>
              </w:rPr>
              <w:t>of design</w:t>
            </w:r>
            <w:r w:rsidR="0070046C" w:rsidRPr="00CE56FF">
              <w:rPr>
                <w:rFonts w:cs="Calibri"/>
                <w:b/>
              </w:rPr>
              <w:t xml:space="preserve"> and </w:t>
            </w:r>
            <w:r w:rsidR="0070046C" w:rsidRPr="00204DC3">
              <w:rPr>
                <w:rFonts w:cs="Calibri"/>
                <w:b/>
              </w:rPr>
              <w:t>features</w:t>
            </w:r>
            <w:r w:rsidR="0070046C" w:rsidRPr="00CE56FF">
              <w:rPr>
                <w:rFonts w:cs="Calibri"/>
                <w:b/>
              </w:rPr>
              <w:t xml:space="preserve"> </w:t>
            </w:r>
            <w:r w:rsidR="0070046C" w:rsidRPr="00204DC3">
              <w:rPr>
                <w:rFonts w:cs="Calibri"/>
                <w:b/>
              </w:rPr>
              <w:t>demonstrating</w:t>
            </w:r>
            <w:r w:rsidR="0070046C" w:rsidRPr="00CE56FF">
              <w:rPr>
                <w:rFonts w:cs="Calibri"/>
                <w:b/>
              </w:rPr>
              <w:t xml:space="preserve"> the share function.</w:t>
            </w:r>
          </w:p>
          <w:p w14:paraId="0E9CECC6" w14:textId="5FF4375C" w:rsidR="0005513F" w:rsidRPr="00C132C0" w:rsidRDefault="0005513F" w:rsidP="00C132C0">
            <w:pPr>
              <w:ind w:left="141"/>
              <w:rPr>
                <w:rFonts w:cs="Calibri"/>
                <w:b/>
              </w:rPr>
            </w:pPr>
            <w:r w:rsidRPr="00C132C0">
              <w:rPr>
                <w:rFonts w:cs="Calibri"/>
                <w:b/>
              </w:rPr>
              <w:t xml:space="preserve"> </w:t>
            </w:r>
          </w:p>
        </w:tc>
        <w:tc>
          <w:tcPr>
            <w:tcW w:w="6804" w:type="dxa"/>
            <w:gridSpan w:val="12"/>
            <w:shd w:val="clear" w:color="auto" w:fill="auto"/>
          </w:tcPr>
          <w:p w14:paraId="4B1206EB" w14:textId="1166E690" w:rsidR="0005513F" w:rsidRPr="00247FE9" w:rsidRDefault="00244DFE">
            <w:pPr>
              <w:rPr>
                <w:rFonts w:cs="Calibri"/>
                <w:b/>
                <w:color w:val="FFFFFF" w:themeColor="background1"/>
              </w:rPr>
            </w:pPr>
            <w:sdt>
              <w:sdtPr>
                <w:rPr>
                  <w:rFonts w:eastAsia="Meiryo" w:cs="Calibri"/>
                  <w:color w:val="000000" w:themeColor="text1"/>
                  <w:sz w:val="20"/>
                  <w:szCs w:val="20"/>
                </w:rPr>
                <w:id w:val="-1821116426"/>
                <w14:checkbox>
                  <w14:checked w14:val="0"/>
                  <w14:checkedState w14:val="2612" w14:font="Tahoma"/>
                  <w14:uncheckedState w14:val="2610" w14:font="Tahoma"/>
                </w14:checkbox>
              </w:sdtPr>
              <w:sdtEndPr/>
              <w:sdtContent>
                <w:r w:rsidR="00881228">
                  <w:rPr>
                    <w:rFonts w:ascii="Segoe UI Symbol" w:eastAsia="Meiryo" w:hAnsi="Segoe UI Symbol" w:cs="Segoe UI Symbol"/>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 xml:space="preserve">Yes                                                                     </w:t>
            </w:r>
            <w:sdt>
              <w:sdtPr>
                <w:rPr>
                  <w:rFonts w:eastAsia="Meiryo" w:cs="Calibri"/>
                  <w:color w:val="000000" w:themeColor="text1"/>
                  <w:sz w:val="20"/>
                  <w:szCs w:val="20"/>
                </w:rPr>
                <w:id w:val="-96563901"/>
                <w14:checkbox>
                  <w14:checked w14:val="0"/>
                  <w14:checkedState w14:val="2612" w14:font="Tahoma"/>
                  <w14:uncheckedState w14:val="2610" w14:font="Tahoma"/>
                </w14:checkbox>
              </w:sdtPr>
              <w:sdtEndPr/>
              <w:sdtContent>
                <w:r w:rsidR="00881228">
                  <w:rPr>
                    <w:rFonts w:ascii="Tahoma" w:eastAsia="Meiryo" w:hAnsi="Tahoma" w:cs="Tahoma"/>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No</w:t>
            </w:r>
          </w:p>
        </w:tc>
      </w:tr>
      <w:tr w:rsidR="001D349A" w:rsidRPr="001D349A" w14:paraId="7E52EB27"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9498" w:type="dxa"/>
            <w:gridSpan w:val="13"/>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A914A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1404"/>
        </w:trPr>
        <w:tc>
          <w:tcPr>
            <w:tcW w:w="2694"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260" w:type="dxa"/>
            <w:gridSpan w:val="7"/>
            <w:shd w:val="clear" w:color="auto" w:fill="auto"/>
            <w:vAlign w:val="center"/>
          </w:tcPr>
          <w:p w14:paraId="7521F159" w14:textId="7F5866CB" w:rsidR="0024372E" w:rsidRDefault="00244DFE" w:rsidP="00160570">
            <w:pPr>
              <w:pStyle w:val="ListParagraph"/>
              <w:spacing w:after="0" w:line="240" w:lineRule="auto"/>
              <w:ind w:left="0"/>
              <w:jc w:val="center"/>
              <w:rPr>
                <w:rFonts w:ascii="Calibri" w:eastAsia="Times New Roman" w:hAnsi="Calibri" w:cs="Calibri"/>
                <w:bCs/>
                <w:kern w:val="32"/>
                <w:szCs w:val="20"/>
              </w:rPr>
            </w:pPr>
            <w:r>
              <w:rPr>
                <w:rFonts w:ascii="Calibri" w:eastAsia="Times New Roman" w:hAnsi="Calibri" w:cs="Calibri"/>
                <w:bCs/>
                <w:kern w:val="32"/>
                <w:szCs w:val="20"/>
              </w:rPr>
              <w:pict w14:anchorId="1998B3C8">
                <v:shape id="_x0000_i1033" type="#_x0000_t75" style="width:56.25pt;height:23.25pt">
                  <v:imagedata r:id="rId30" o:title=""/>
                </v:shape>
              </w:pi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544" w:type="dxa"/>
            <w:gridSpan w:val="5"/>
            <w:shd w:val="clear" w:color="auto" w:fill="auto"/>
            <w:vAlign w:val="center"/>
          </w:tcPr>
          <w:p w14:paraId="01044013" w14:textId="5F915DAB" w:rsidR="0024372E" w:rsidRDefault="00244DFE" w:rsidP="00160570">
            <w:pPr>
              <w:pStyle w:val="ListParagraph"/>
              <w:spacing w:after="0" w:line="240" w:lineRule="auto"/>
              <w:ind w:left="0"/>
              <w:jc w:val="center"/>
              <w:rPr>
                <w:rFonts w:ascii="Calibri" w:eastAsia="Times New Roman" w:hAnsi="Calibri" w:cs="Calibri"/>
                <w:bCs/>
                <w:kern w:val="32"/>
                <w:szCs w:val="20"/>
              </w:rPr>
            </w:pPr>
            <w:r>
              <w:rPr>
                <w:rFonts w:ascii="Calibri" w:eastAsia="Times New Roman" w:hAnsi="Calibri" w:cs="Calibri"/>
                <w:bCs/>
                <w:kern w:val="32"/>
                <w:szCs w:val="20"/>
              </w:rPr>
              <w:pict w14:anchorId="1235BD7A">
                <v:shape id="_x0000_i1034" type="#_x0000_t75" style="width:57.75pt;height:22.5pt">
                  <v:imagedata r:id="rId31" o:title=""/>
                </v:shape>
              </w:pi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r w:rsidR="001D349A" w:rsidRPr="001D349A" w14:paraId="3EAA571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907"/>
        </w:trPr>
        <w:tc>
          <w:tcPr>
            <w:tcW w:w="2694"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260" w:type="dxa"/>
            <w:gridSpan w:val="7"/>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544" w:type="dxa"/>
            <w:gridSpan w:val="5"/>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Pr>
        <w:tc>
          <w:tcPr>
            <w:tcW w:w="2694"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260" w:type="dxa"/>
            <w:gridSpan w:val="7"/>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544" w:type="dxa"/>
            <w:gridSpan w:val="5"/>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260" w:type="dxa"/>
            <w:gridSpan w:val="7"/>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544" w:type="dxa"/>
            <w:gridSpan w:val="5"/>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544" w:type="dxa"/>
            <w:gridSpan w:val="5"/>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544" w:type="dxa"/>
            <w:gridSpan w:val="5"/>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6804" w:type="dxa"/>
            <w:gridSpan w:val="12"/>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544" w:type="dxa"/>
            <w:gridSpan w:val="5"/>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9498" w:type="dxa"/>
            <w:gridSpan w:val="13"/>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378D1B7D" w14:textId="6E7277E0" w:rsidR="001D349A" w:rsidRDefault="001D349A" w:rsidP="001A2D85">
            <w:pPr>
              <w:keepNext/>
              <w:ind w:left="34"/>
              <w:rPr>
                <w:rFonts w:eastAsia="Times New Roman" w:cs="Calibri"/>
                <w:bCs/>
                <w:i/>
                <w:kern w:val="32"/>
                <w:sz w:val="20"/>
                <w:szCs w:val="20"/>
                <w:lang w:eastAsia="en-AU"/>
              </w:rPr>
            </w:pPr>
            <w:r w:rsidRPr="001D349A">
              <w:rPr>
                <w:rFonts w:eastAsia="Times New Roman" w:cs="Calibri"/>
                <w:bCs/>
                <w:i/>
                <w:kern w:val="32"/>
                <w:sz w:val="20"/>
                <w:szCs w:val="20"/>
                <w:lang w:eastAsia="en-AU"/>
              </w:rPr>
              <w:t xml:space="preserve">Please refer to </w:t>
            </w:r>
            <w:hyperlink r:id="rId32" w:tgtFrame="_blank" w:history="1">
              <w:r w:rsidR="00204DC3" w:rsidRPr="00C54C0A">
                <w:rPr>
                  <w:rStyle w:val="normaltextrun"/>
                  <w:rFonts w:cs="Calibri"/>
                  <w:color w:val="0000FF"/>
                  <w:u w:val="single"/>
                  <w:shd w:val="clear" w:color="auto" w:fill="D9D9D9" w:themeFill="background1" w:themeFillShade="D9"/>
                </w:rPr>
                <w:t>https://developer.digitalhealth.gov.au/my-health-record-fhir-gateway</w:t>
              </w:r>
            </w:hyperlink>
            <w:r w:rsidRPr="00C54C0A">
              <w:rPr>
                <w:rFonts w:eastAsia="Times New Roman" w:cs="Calibri"/>
                <w:bCs/>
                <w:i/>
                <w:kern w:val="32"/>
                <w:sz w:val="20"/>
                <w:szCs w:val="20"/>
                <w:shd w:val="clear" w:color="auto" w:fill="D9D9D9" w:themeFill="background1" w:themeFillShade="D9"/>
                <w:lang w:eastAsia="en-AU"/>
              </w:rPr>
              <w:t xml:space="preserve"> </w:t>
            </w:r>
            <w:r w:rsidR="00530028" w:rsidRPr="00C54C0A">
              <w:rPr>
                <w:rFonts w:eastAsia="Times New Roman" w:cs="Calibri"/>
                <w:bCs/>
                <w:i/>
                <w:kern w:val="32"/>
                <w:sz w:val="20"/>
                <w:szCs w:val="20"/>
                <w:shd w:val="clear" w:color="auto" w:fill="D9D9D9" w:themeFill="background1" w:themeFillShade="D9"/>
                <w:lang w:eastAsia="en-AU"/>
              </w:rPr>
              <w:t>for</w:t>
            </w:r>
            <w:r w:rsidR="00530028" w:rsidRPr="00204DC3">
              <w:rPr>
                <w:rFonts w:eastAsia="Times New Roman" w:cs="Calibri"/>
                <w:bCs/>
                <w:i/>
                <w:kern w:val="32"/>
                <w:sz w:val="20"/>
                <w:szCs w:val="20"/>
                <w:lang w:eastAsia="en-AU"/>
              </w:rPr>
              <w:t xml:space="preserve"> the list of</w:t>
            </w:r>
            <w:r w:rsidR="00530028" w:rsidRPr="00530028">
              <w:rPr>
                <w:rFonts w:eastAsia="Times New Roman" w:cs="Calibri"/>
                <w:bCs/>
                <w:i/>
                <w:kern w:val="32"/>
                <w:sz w:val="20"/>
                <w:szCs w:val="20"/>
                <w:lang w:eastAsia="en-AU"/>
              </w:rPr>
              <w:t xml:space="preserve"> available interfaces</w:t>
            </w:r>
          </w:p>
          <w:p w14:paraId="1EF64121" w14:textId="7C1FE3C8" w:rsidR="00383A0C" w:rsidRPr="001D349A" w:rsidRDefault="00383A0C" w:rsidP="001A2D85">
            <w:pPr>
              <w:keepNext/>
              <w:ind w:left="34"/>
              <w:rPr>
                <w:rFonts w:cs="Calibri"/>
                <w:b/>
                <w:color w:val="000000" w:themeColor="text1"/>
                <w:sz w:val="20"/>
                <w:szCs w:val="20"/>
              </w:rPr>
            </w:pPr>
          </w:p>
        </w:tc>
      </w:tr>
      <w:tr w:rsidR="001D349A" w:rsidRPr="001D349A" w14:paraId="629643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80"/>
        </w:trPr>
        <w:tc>
          <w:tcPr>
            <w:tcW w:w="3941" w:type="dxa"/>
            <w:gridSpan w:val="5"/>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57" w:type="dxa"/>
            <w:gridSpan w:val="8"/>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bottom w:val="single" w:sz="8" w:space="0" w:color="auto"/>
              <w:right w:val="single" w:sz="8" w:space="0" w:color="auto"/>
            </w:tcBorders>
            <w:shd w:val="clear" w:color="auto" w:fill="auto"/>
            <w:vAlign w:val="center"/>
          </w:tcPr>
          <w:p w14:paraId="399F3782"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57" w:type="dxa"/>
            <w:gridSpan w:val="8"/>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tcPr>
          <w:p w14:paraId="6269F324" w14:textId="77777777" w:rsidR="001D349A" w:rsidRPr="001D349A" w:rsidRDefault="00244DFE"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57" w:type="dxa"/>
            <w:gridSpan w:val="8"/>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23"/>
        </w:trPr>
        <w:tc>
          <w:tcPr>
            <w:tcW w:w="3941" w:type="dxa"/>
            <w:gridSpan w:val="5"/>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3A9CA04D" w14:textId="381E9871" w:rsidR="001D349A" w:rsidRPr="00204DC3"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204DC3">
                  <w:rPr>
                    <w:rFonts w:ascii="Segoe UI Symbol" w:eastAsia="Meiryo" w:hAnsi="Segoe UI Symbol" w:cs="Segoe UI Symbol"/>
                    <w:color w:val="000000" w:themeColor="text1"/>
                    <w:szCs w:val="20"/>
                  </w:rPr>
                  <w:t>☐</w:t>
                </w:r>
              </w:sdtContent>
            </w:sdt>
            <w:r w:rsidR="001D349A" w:rsidRPr="00204DC3">
              <w:rPr>
                <w:rFonts w:ascii="Calibri" w:hAnsi="Calibri" w:cs="Calibri"/>
                <w:color w:val="000000" w:themeColor="text1"/>
                <w:szCs w:val="20"/>
              </w:rPr>
              <w:t xml:space="preserve">  Get Prescription and Dispense List</w:t>
            </w:r>
            <w:r w:rsidR="00F473A5" w:rsidRPr="00204DC3">
              <w:rPr>
                <w:rFonts w:ascii="Calibri" w:hAnsi="Calibri" w:cs="Calibri"/>
                <w:color w:val="000000" w:themeColor="text1"/>
                <w:szCs w:val="20"/>
              </w:rPr>
              <w:t xml:space="preserve"> (Medication Order)</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F473A5" w:rsidRPr="001D349A" w14:paraId="7B31B69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shd w:val="clear" w:color="auto" w:fill="auto"/>
            <w:vAlign w:val="center"/>
          </w:tcPr>
          <w:p w14:paraId="1AA4324C" w14:textId="7F7FAAC6" w:rsidR="00F473A5" w:rsidRPr="00204DC3" w:rsidRDefault="00244DFE"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875355043"/>
                <w14:checkbox>
                  <w14:checked w14:val="0"/>
                  <w14:checkedState w14:val="2612" w14:font="Tahoma"/>
                  <w14:uncheckedState w14:val="2610" w14:font="Tahoma"/>
                </w14:checkbox>
              </w:sdtPr>
              <w:sdtEndPr/>
              <w:sdtContent>
                <w:r w:rsidR="00F473A5" w:rsidRPr="00204DC3">
                  <w:rPr>
                    <w:rFonts w:ascii="Segoe UI Symbol" w:eastAsia="Meiryo" w:hAnsi="Segoe UI Symbol" w:cs="Segoe UI Symbol"/>
                    <w:color w:val="000000" w:themeColor="text1"/>
                    <w:szCs w:val="20"/>
                  </w:rPr>
                  <w:t>☐</w:t>
                </w:r>
              </w:sdtContent>
            </w:sdt>
            <w:r w:rsidR="00F473A5" w:rsidRPr="00204DC3">
              <w:rPr>
                <w:rFonts w:ascii="Calibri" w:hAnsi="Calibri" w:cs="Calibri"/>
                <w:color w:val="000000" w:themeColor="text1"/>
                <w:szCs w:val="20"/>
              </w:rPr>
              <w:t xml:space="preserve">  Get Prescription and Dispense List (Medication Dispense)</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82A55FE" w14:textId="77777777" w:rsidR="00F473A5" w:rsidRPr="001D349A" w:rsidRDefault="00F473A5"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shd w:val="clear" w:color="auto" w:fill="auto"/>
            <w:vAlign w:val="center"/>
          </w:tcPr>
          <w:p w14:paraId="7E8743F8" w14:textId="00E20FB5" w:rsidR="001D349A" w:rsidRPr="001D349A" w:rsidRDefault="00244DFE"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790D6E" w:rsidRPr="001D349A" w14:paraId="7039998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604B7279" w14:textId="5C09E168" w:rsidR="00790D6E" w:rsidRDefault="00244DFE"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790885497"/>
                <w14:checkbox>
                  <w14:checked w14:val="0"/>
                  <w14:checkedState w14:val="2612" w14:font="Tahoma"/>
                  <w14:uncheckedState w14:val="2610" w14:font="Tahoma"/>
                </w14:checkbox>
              </w:sdtPr>
              <w:sdtEndPr/>
              <w:sdtContent>
                <w:r w:rsidR="00BA1467">
                  <w:rPr>
                    <w:rFonts w:ascii="Tahoma" w:eastAsia="Meiryo" w:hAnsi="Tahoma" w:cs="Tahoma"/>
                    <w:color w:val="000000" w:themeColor="text1"/>
                    <w:szCs w:val="20"/>
                  </w:rPr>
                  <w:t>☐</w:t>
                </w:r>
              </w:sdtContent>
            </w:sdt>
            <w:r w:rsidR="00790D6E" w:rsidRPr="00BA1467">
              <w:rPr>
                <w:rFonts w:ascii="Calibri" w:hAnsi="Calibri" w:cs="Calibri"/>
                <w:color w:val="000000" w:themeColor="text1"/>
                <w:szCs w:val="20"/>
              </w:rPr>
              <w:t xml:space="preserve">  </w:t>
            </w:r>
            <w:r w:rsidR="00790D6E" w:rsidRPr="00632241">
              <w:rPr>
                <w:rFonts w:ascii="Calibri" w:hAnsi="Calibri" w:cs="Calibri"/>
                <w:lang w:eastAsia="zh-CN"/>
              </w:rPr>
              <w:t>Get Immunisation</w:t>
            </w:r>
            <w:r w:rsidR="00003A09" w:rsidRPr="00632241">
              <w:rPr>
                <w:rFonts w:ascii="Calibri" w:hAnsi="Calibri" w:cs="Calibri"/>
                <w:lang w:eastAsia="zh-CN"/>
              </w:rPr>
              <w:t xml:space="preserve"> Statement</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4973881D" w14:textId="77777777" w:rsidR="00790D6E" w:rsidRPr="001D349A" w:rsidRDefault="00790D6E" w:rsidP="001A2D85">
            <w:pPr>
              <w:pStyle w:val="ListParagraph"/>
              <w:spacing w:after="0" w:line="240" w:lineRule="auto"/>
              <w:ind w:left="0"/>
              <w:rPr>
                <w:rFonts w:ascii="Calibri" w:hAnsi="Calibri" w:cs="Calibri"/>
                <w:color w:val="000000" w:themeColor="text1"/>
                <w:szCs w:val="20"/>
              </w:rPr>
            </w:pPr>
          </w:p>
        </w:tc>
      </w:tr>
      <w:tr w:rsidR="00AA313A" w:rsidRPr="001D349A" w14:paraId="772A998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0A427458" w14:textId="675F96CC" w:rsidR="00AA313A" w:rsidRDefault="00244DFE"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246924042"/>
                <w14:checkbox>
                  <w14:checked w14:val="0"/>
                  <w14:checkedState w14:val="2612" w14:font="Tahoma"/>
                  <w14:uncheckedState w14:val="2610" w14:font="Tahoma"/>
                </w14:checkbox>
              </w:sdtPr>
              <w:sdtEndPr/>
              <w:sdtContent>
                <w:r w:rsidR="00CA1986">
                  <w:rPr>
                    <w:rFonts w:ascii="Tahoma" w:eastAsia="Meiryo" w:hAnsi="Tahoma" w:cs="Tahoma"/>
                    <w:color w:val="000000" w:themeColor="text1"/>
                    <w:szCs w:val="20"/>
                  </w:rPr>
                  <w:t>☐</w:t>
                </w:r>
              </w:sdtContent>
            </w:sdt>
            <w:r w:rsidR="00AA313A" w:rsidRPr="001D349A">
              <w:rPr>
                <w:rFonts w:ascii="Calibri" w:hAnsi="Calibri" w:cs="Calibri"/>
                <w:color w:val="000000" w:themeColor="text1"/>
                <w:szCs w:val="20"/>
              </w:rPr>
              <w:t xml:space="preserve">  </w:t>
            </w:r>
            <w:r w:rsidR="00AA313A">
              <w:rPr>
                <w:rFonts w:ascii="Calibri" w:hAnsi="Calibri" w:cs="Calibri"/>
                <w:color w:val="000000" w:themeColor="text1"/>
                <w:szCs w:val="20"/>
              </w:rPr>
              <w:t>Get XML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327615AF" w14:textId="77777777" w:rsidR="00AA313A" w:rsidRPr="001D349A" w:rsidRDefault="00AA313A" w:rsidP="001A2D85">
            <w:pPr>
              <w:pStyle w:val="ListParagraph"/>
              <w:spacing w:after="0" w:line="240" w:lineRule="auto"/>
              <w:ind w:left="0"/>
              <w:rPr>
                <w:rFonts w:ascii="Calibri" w:hAnsi="Calibri" w:cs="Calibri"/>
                <w:color w:val="000000" w:themeColor="text1"/>
                <w:szCs w:val="20"/>
              </w:rPr>
            </w:pPr>
          </w:p>
        </w:tc>
      </w:tr>
      <w:tr w:rsidR="00CA1986" w:rsidRPr="001D349A" w14:paraId="6D05BFC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3D0898C5" w14:textId="126ABED5" w:rsidR="00CA1986" w:rsidRPr="00E45EF9" w:rsidRDefault="00244DFE" w:rsidP="001A2D85">
            <w:pPr>
              <w:pStyle w:val="ListParagraph"/>
              <w:spacing w:after="0" w:line="240" w:lineRule="auto"/>
              <w:ind w:left="0"/>
              <w:rPr>
                <w:rFonts w:ascii="Calibri" w:eastAsia="Meiryo" w:hAnsi="Calibri" w:cs="Calibri"/>
                <w:color w:val="000000" w:themeColor="text1"/>
                <w:szCs w:val="20"/>
              </w:rPr>
            </w:pPr>
            <w:sdt>
              <w:sdtPr>
                <w:rPr>
                  <w:rFonts w:ascii="MS Gothic" w:eastAsia="MS Gothic" w:hAnsi="MS Gothic" w:cs="Calibri"/>
                  <w:color w:val="000000" w:themeColor="text1"/>
                  <w:szCs w:val="20"/>
                </w:rPr>
                <w:id w:val="2066447866"/>
                <w14:checkbox>
                  <w14:checked w14:val="0"/>
                  <w14:checkedState w14:val="2612" w14:font="MS Gothic"/>
                  <w14:uncheckedState w14:val="2610" w14:font="MS Gothic"/>
                </w14:checkbox>
              </w:sdtPr>
              <w:sdtEndPr/>
              <w:sdtContent>
                <w:r w:rsidR="00CA1986" w:rsidRPr="00E45EF9">
                  <w:rPr>
                    <w:rFonts w:ascii="MS Gothic" w:eastAsia="MS Gothic" w:hAnsi="MS Gothic" w:cs="Calibri"/>
                    <w:color w:val="000000" w:themeColor="text1"/>
                    <w:szCs w:val="20"/>
                  </w:rPr>
                  <w:t>☐</w:t>
                </w:r>
              </w:sdtContent>
            </w:sdt>
            <w:r w:rsidR="00CA1986" w:rsidRPr="00E45EF9">
              <w:rPr>
                <w:rFonts w:ascii="Calibri" w:hAnsi="Calibri" w:cs="Calibri"/>
                <w:color w:val="000000" w:themeColor="text1"/>
                <w:szCs w:val="20"/>
              </w:rPr>
              <w:t xml:space="preserve"> Get Medical Conditions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0DD98666" w14:textId="387DDD16" w:rsidR="00CA1986" w:rsidRPr="001D349A" w:rsidRDefault="00CA1986" w:rsidP="001A2D85">
            <w:pPr>
              <w:pStyle w:val="ListParagraph"/>
              <w:spacing w:after="0" w:line="240" w:lineRule="auto"/>
              <w:ind w:left="0"/>
              <w:rPr>
                <w:rFonts w:ascii="Calibri" w:hAnsi="Calibri" w:cs="Calibri"/>
                <w:color w:val="000000" w:themeColor="text1"/>
                <w:szCs w:val="20"/>
              </w:rPr>
            </w:pPr>
          </w:p>
        </w:tc>
      </w:tr>
      <w:tr w:rsidR="00E45EF9" w:rsidRPr="001D349A" w14:paraId="0914D85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6C2F029E" w14:textId="149430B7" w:rsidR="00E45EF9" w:rsidRPr="00E45EF9" w:rsidRDefault="00244DFE" w:rsidP="001A2D85">
            <w:pPr>
              <w:pStyle w:val="ListParagraph"/>
              <w:spacing w:after="0" w:line="240" w:lineRule="auto"/>
              <w:ind w:left="0"/>
              <w:rPr>
                <w:rFonts w:ascii="MS Gothic" w:eastAsia="MS Gothic" w:hAnsi="MS Gothic" w:cs="Calibri"/>
                <w:color w:val="000000" w:themeColor="text1"/>
                <w:szCs w:val="20"/>
              </w:rPr>
            </w:pPr>
            <w:sdt>
              <w:sdtPr>
                <w:rPr>
                  <w:rFonts w:ascii="MS Gothic" w:eastAsia="MS Gothic" w:hAnsi="MS Gothic" w:cs="Calibri"/>
                  <w:color w:val="000000" w:themeColor="text1"/>
                  <w:szCs w:val="20"/>
                </w:rPr>
                <w:id w:val="1460538525"/>
                <w14:checkbox>
                  <w14:checked w14:val="0"/>
                  <w14:checkedState w14:val="2612" w14:font="MS Gothic"/>
                  <w14:uncheckedState w14:val="2610" w14:font="MS Gothic"/>
                </w14:checkbox>
              </w:sdtPr>
              <w:sdtEndPr/>
              <w:sdtContent>
                <w:r w:rsidR="00E45EF9" w:rsidRPr="00E45EF9">
                  <w:rPr>
                    <w:rFonts w:ascii="MS Gothic" w:eastAsia="MS Gothic" w:hAnsi="MS Gothic" w:cs="Calibri"/>
                    <w:color w:val="000000" w:themeColor="text1"/>
                    <w:szCs w:val="20"/>
                  </w:rPr>
                  <w:t>☐</w:t>
                </w:r>
              </w:sdtContent>
            </w:sdt>
            <w:r w:rsidR="00E45EF9" w:rsidRPr="00E45EF9">
              <w:rPr>
                <w:rFonts w:ascii="Calibri" w:hAnsi="Calibri" w:cs="Calibri"/>
                <w:color w:val="000000" w:themeColor="text1"/>
                <w:szCs w:val="20"/>
              </w:rPr>
              <w:t xml:space="preserve"> Get </w:t>
            </w:r>
            <w:r w:rsidR="00E45EF9">
              <w:rPr>
                <w:rFonts w:ascii="Calibri" w:hAnsi="Calibri" w:cs="Calibri"/>
                <w:color w:val="000000" w:themeColor="text1"/>
                <w:szCs w:val="20"/>
              </w:rPr>
              <w:t>Emergency Contact</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62845099" w14:textId="5AF531CD" w:rsidR="00E45EF9" w:rsidRPr="001D349A" w:rsidRDefault="00E45EF9" w:rsidP="001A2D85">
            <w:pPr>
              <w:pStyle w:val="ListParagraph"/>
              <w:spacing w:after="0" w:line="240" w:lineRule="auto"/>
              <w:ind w:left="0"/>
              <w:rPr>
                <w:rFonts w:ascii="Calibri" w:hAnsi="Calibri" w:cs="Calibri"/>
                <w:color w:val="000000" w:themeColor="text1"/>
                <w:szCs w:val="20"/>
              </w:rPr>
            </w:pPr>
            <w:r>
              <w:rPr>
                <w:rFonts w:ascii="Calibri" w:hAnsi="Calibri" w:cs="Calibri"/>
                <w:color w:val="000000" w:themeColor="text1"/>
                <w:szCs w:val="20"/>
              </w:rPr>
              <w:t>3.0.0</w:t>
            </w:r>
          </w:p>
        </w:tc>
      </w:tr>
      <w:tr w:rsidR="00003A09" w:rsidRPr="001D349A" w14:paraId="056E779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nil"/>
              <w:bottom w:val="single" w:sz="4" w:space="0" w:color="auto"/>
              <w:right w:val="nil"/>
            </w:tcBorders>
            <w:shd w:val="clear" w:color="auto" w:fill="auto"/>
            <w:vAlign w:val="center"/>
          </w:tcPr>
          <w:p w14:paraId="23F191AE" w14:textId="745B3977"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p>
        </w:tc>
      </w:tr>
      <w:tr w:rsidR="00003A09" w:rsidRPr="001D349A" w14:paraId="05016B9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D945C" w14:textId="10CA3999"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5.5 If the Get Document API was selected in Question 5.4 above, please specify which documents will be accessed</w:t>
            </w:r>
            <w:r w:rsidR="0008093D">
              <w:rPr>
                <w:rFonts w:ascii="Calibri" w:eastAsia="Times New Roman" w:hAnsi="Calibri" w:cs="Calibri"/>
                <w:b/>
                <w:bCs/>
                <w:kern w:val="32"/>
                <w:sz w:val="22"/>
                <w:lang w:eastAsia="en-AU"/>
              </w:rPr>
              <w:t xml:space="preserve"> and/or shared </w:t>
            </w:r>
            <w:r w:rsidRPr="00247FE9">
              <w:rPr>
                <w:rFonts w:ascii="Calibri" w:eastAsia="Times New Roman" w:hAnsi="Calibri" w:cs="Calibri"/>
                <w:b/>
                <w:bCs/>
                <w:kern w:val="32"/>
                <w:sz w:val="22"/>
                <w:lang w:eastAsia="en-AU"/>
              </w:rPr>
              <w:t>and a justification for each</w:t>
            </w:r>
          </w:p>
        </w:tc>
      </w:tr>
      <w:tr w:rsidR="00003A09" w:rsidRPr="001D349A" w14:paraId="0763C3A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tcBorders>
              <w:top w:val="single" w:sz="4" w:space="0" w:color="auto"/>
            </w:tcBorders>
            <w:shd w:val="clear" w:color="auto" w:fill="D9D9D9" w:themeFill="background1" w:themeFillShade="D9"/>
          </w:tcPr>
          <w:p w14:paraId="2289FF83" w14:textId="77777777" w:rsidR="00003A09" w:rsidRPr="001D349A" w:rsidRDefault="00003A09" w:rsidP="00003A09">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66E1A" w:rsidRPr="001D349A" w14:paraId="2132EA9C"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71499A8" w14:textId="1B40AADC" w:rsidR="00566E1A" w:rsidRPr="001D349A" w:rsidRDefault="00566E1A" w:rsidP="00003A09">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C5791D4" w14:textId="1EC08D77"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689FD7A" w14:textId="560656AB"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66E1A" w:rsidRPr="001D349A" w14:paraId="4B644DD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E37D4FC" w14:textId="79413081" w:rsidR="00566E1A" w:rsidRPr="001D349A" w:rsidRDefault="00244DFE"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Shared Health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6EF2C161" w14:textId="5CE4F8CB"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47912270"/>
                <w14:checkbox>
                  <w14:checked w14:val="0"/>
                  <w14:checkedState w14:val="2612" w14:font="Tahoma"/>
                  <w14:uncheckedState w14:val="2610" w14:font="Tahoma"/>
                </w14:checkbox>
              </w:sdtPr>
              <w:sdtEndPr/>
              <w:sdtContent>
                <w:r w:rsidR="00583AB9">
                  <w:rPr>
                    <w:rFonts w:ascii="Tahoma" w:eastAsia="Meiryo" w:hAnsi="Tahoma" w:cs="Tahoma"/>
                    <w:color w:val="000000" w:themeColor="text1"/>
                    <w:szCs w:val="20"/>
                  </w:rPr>
                  <w:t>☐</w:t>
                </w:r>
              </w:sdtContent>
            </w:sdt>
          </w:p>
        </w:tc>
        <w:tc>
          <w:tcPr>
            <w:tcW w:w="993" w:type="dxa"/>
            <w:shd w:val="clear" w:color="auto" w:fill="auto"/>
          </w:tcPr>
          <w:p w14:paraId="395F16BF" w14:textId="6BB40834"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5928379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66E1A" w:rsidRPr="001D349A" w14:paraId="45AD757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02BDC397" w14:textId="7823A543" w:rsidR="00566E1A" w:rsidRPr="001D349A" w:rsidRDefault="00244DFE"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e-Referral</w:t>
            </w:r>
            <w:r w:rsidR="00566E1A">
              <w:rPr>
                <w:rFonts w:ascii="Calibri" w:eastAsia="Times New Roman" w:hAnsi="Calibri" w:cs="Calibri"/>
                <w:color w:val="000000"/>
                <w:szCs w:val="20"/>
                <w:lang w:eastAsia="en-AU"/>
              </w:rPr>
              <w:t xml:space="preserve">                                                                                                  </w:t>
            </w:r>
          </w:p>
        </w:tc>
        <w:tc>
          <w:tcPr>
            <w:tcW w:w="992" w:type="dxa"/>
            <w:shd w:val="clear" w:color="auto" w:fill="auto"/>
          </w:tcPr>
          <w:p w14:paraId="45052018" w14:textId="409EFB5C"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42760022"/>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shd w:val="clear" w:color="auto" w:fill="auto"/>
          </w:tcPr>
          <w:p w14:paraId="620ADBF6" w14:textId="306C2F64"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57534673"/>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4DA4F0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31DC0CE" w14:textId="12CCAAF0" w:rsidR="00566E1A" w:rsidRPr="001D349A" w:rsidRDefault="00244DFE"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Specialist Letter</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p>
        </w:tc>
        <w:tc>
          <w:tcPr>
            <w:tcW w:w="992" w:type="dxa"/>
            <w:shd w:val="clear" w:color="auto" w:fill="auto"/>
          </w:tcPr>
          <w:p w14:paraId="777A4D97" w14:textId="774755D0"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775095655"/>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shd w:val="clear" w:color="auto" w:fill="auto"/>
          </w:tcPr>
          <w:p w14:paraId="2A7F1332" w14:textId="11DFC985"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74062948"/>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58D4036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9BB9FB1" w14:textId="72DE0804" w:rsidR="00566E1A" w:rsidRPr="001D349A" w:rsidRDefault="00244DFE"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Discharge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2DEA52B9" w14:textId="3B014EA1"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0467181"/>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shd w:val="clear" w:color="auto" w:fill="auto"/>
          </w:tcPr>
          <w:p w14:paraId="4BB31909" w14:textId="2640E65B"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268382984"/>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61CD54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336DEA8" w14:textId="751810F8" w:rsidR="00566E1A" w:rsidRPr="001D349A" w:rsidRDefault="00244DFE"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Event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5B0899FD" w14:textId="79F5F937"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565563936"/>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shd w:val="clear" w:color="auto" w:fill="auto"/>
          </w:tcPr>
          <w:p w14:paraId="58928EC2" w14:textId="20E47EFE" w:rsidR="00566E1A"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420325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1057D" w:rsidRPr="001D349A" w14:paraId="0A75CB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A3BC743" w14:textId="38AD4948"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Diagnostic Imaging Report</w:t>
            </w:r>
            <w:r w:rsidR="0051057D">
              <w:rPr>
                <w:rFonts w:ascii="Calibri" w:eastAsia="Times New Roman" w:hAnsi="Calibri" w:cs="Calibri"/>
                <w:color w:val="000000"/>
                <w:szCs w:val="20"/>
                <w:lang w:eastAsia="en-AU"/>
              </w:rPr>
              <w:t xml:space="preserve">                                                                     </w:t>
            </w:r>
          </w:p>
        </w:tc>
        <w:tc>
          <w:tcPr>
            <w:tcW w:w="992" w:type="dxa"/>
            <w:shd w:val="clear" w:color="auto" w:fill="auto"/>
          </w:tcPr>
          <w:p w14:paraId="1258510D" w14:textId="1DE9F8A5"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547940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1D2BB5F5" w14:textId="1B37C37F"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3252790"/>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5A462B3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FEEBF48" w14:textId="4328617B"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Pathology Report</w:t>
            </w:r>
            <w:r w:rsidR="0051057D">
              <w:rPr>
                <w:rFonts w:ascii="Calibri" w:eastAsia="Times New Roman" w:hAnsi="Calibri" w:cs="Calibri"/>
                <w:color w:val="000000"/>
                <w:szCs w:val="20"/>
                <w:lang w:eastAsia="en-AU"/>
              </w:rPr>
              <w:t xml:space="preserve">                                                                                     </w:t>
            </w:r>
          </w:p>
        </w:tc>
        <w:tc>
          <w:tcPr>
            <w:tcW w:w="992" w:type="dxa"/>
            <w:shd w:val="clear" w:color="auto" w:fill="auto"/>
          </w:tcPr>
          <w:p w14:paraId="252D0067" w14:textId="5C611FBA"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08324445"/>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4145ED4" w14:textId="590C2461"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0850968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5D72E9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3740FDDA" w14:textId="7F308FC9"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3576CD6" w14:textId="450DE085"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2829E9EA" w14:textId="0341885A"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5BDFD75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248F07FF" w14:textId="267413F4"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Prescription Record</w:t>
            </w:r>
            <w:r w:rsidR="0051057D">
              <w:rPr>
                <w:rFonts w:ascii="Calibri" w:eastAsia="Times New Roman" w:hAnsi="Calibri" w:cs="Calibri"/>
                <w:color w:val="000000"/>
                <w:szCs w:val="20"/>
                <w:lang w:eastAsia="en-AU"/>
              </w:rPr>
              <w:t xml:space="preserve">                                                                  </w:t>
            </w:r>
          </w:p>
        </w:tc>
        <w:tc>
          <w:tcPr>
            <w:tcW w:w="992" w:type="dxa"/>
            <w:shd w:val="clear" w:color="auto" w:fill="auto"/>
          </w:tcPr>
          <w:p w14:paraId="1E3298A1" w14:textId="181E443A"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63639253"/>
                <w14:checkbox>
                  <w14:checked w14:val="0"/>
                  <w14:checkedState w14:val="2612" w14:font="Tahoma"/>
                  <w14:uncheckedState w14:val="2610" w14:font="Tahoma"/>
                </w14:checkbox>
              </w:sdtPr>
              <w:sdtEndPr/>
              <w:sdtContent>
                <w:r w:rsidR="00713F70">
                  <w:rPr>
                    <w:rFonts w:ascii="Tahoma" w:eastAsia="Meiryo" w:hAnsi="Tahoma" w:cs="Tahoma"/>
                    <w:color w:val="000000" w:themeColor="text1"/>
                    <w:szCs w:val="20"/>
                  </w:rPr>
                  <w:t>☐</w:t>
                </w:r>
              </w:sdtContent>
            </w:sdt>
          </w:p>
        </w:tc>
        <w:tc>
          <w:tcPr>
            <w:tcW w:w="993" w:type="dxa"/>
            <w:shd w:val="clear" w:color="auto" w:fill="auto"/>
          </w:tcPr>
          <w:p w14:paraId="6B23C9B2" w14:textId="638EE955"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1995563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F6070B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7B582C1" w14:textId="26EE0B34"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Dispense Record</w:t>
            </w:r>
            <w:r w:rsidR="0051057D">
              <w:rPr>
                <w:rFonts w:ascii="Calibri" w:eastAsia="Times New Roman" w:hAnsi="Calibri" w:cs="Calibri"/>
                <w:color w:val="000000"/>
                <w:szCs w:val="20"/>
                <w:lang w:eastAsia="en-AU"/>
              </w:rPr>
              <w:t xml:space="preserve">                                                                        </w:t>
            </w:r>
          </w:p>
        </w:tc>
        <w:tc>
          <w:tcPr>
            <w:tcW w:w="992" w:type="dxa"/>
            <w:shd w:val="clear" w:color="auto" w:fill="auto"/>
          </w:tcPr>
          <w:p w14:paraId="3966025A" w14:textId="2AE1E73C"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978258424"/>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3555FD20" w14:textId="27F9ADD3"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2910837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451C40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A723DFE" w14:textId="2661CCAF" w:rsidR="0051057D" w:rsidRDefault="00244DFE"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1057D" w:rsidRPr="00CF4158">
                  <w:rPr>
                    <w:rFonts w:ascii="Tahoma" w:eastAsia="Meiryo" w:hAnsi="Tahoma" w:cs="Tahoma"/>
                    <w:color w:val="000000" w:themeColor="text1"/>
                    <w:szCs w:val="20"/>
                  </w:rPr>
                  <w:t>☐</w:t>
                </w:r>
              </w:sdtContent>
            </w:sdt>
            <w:r w:rsidR="0051057D" w:rsidRPr="00CF4158">
              <w:rPr>
                <w:rFonts w:ascii="Calibri" w:eastAsia="Meiryo" w:hAnsi="Calibri" w:cs="Calibri"/>
                <w:color w:val="000000" w:themeColor="text1"/>
                <w:szCs w:val="20"/>
              </w:rPr>
              <w:t xml:space="preserve"> </w:t>
            </w:r>
            <w:r w:rsidR="0051057D" w:rsidRPr="00CF4158">
              <w:rPr>
                <w:rFonts w:ascii="Calibri" w:hAnsi="Calibri" w:cs="Calibri"/>
                <w:color w:val="000000" w:themeColor="text1"/>
                <w:szCs w:val="20"/>
              </w:rPr>
              <w:t>Pharmacist Shared Medicines List</w:t>
            </w:r>
            <w:r w:rsidR="0051057D">
              <w:rPr>
                <w:rFonts w:ascii="Calibri" w:hAnsi="Calibri" w:cs="Calibri"/>
                <w:color w:val="000000" w:themeColor="text1"/>
                <w:szCs w:val="20"/>
              </w:rPr>
              <w:t xml:space="preserve">                                                          </w:t>
            </w:r>
          </w:p>
        </w:tc>
        <w:tc>
          <w:tcPr>
            <w:tcW w:w="992" w:type="dxa"/>
            <w:shd w:val="clear" w:color="auto" w:fill="auto"/>
          </w:tcPr>
          <w:p w14:paraId="1BC107A7" w14:textId="5828C41F" w:rsidR="0051057D"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591281469"/>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7ED44F49" w14:textId="546B5059" w:rsidR="0051057D"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77564316"/>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15E36EF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14678854" w14:textId="4ED66F11"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62E5CA0B" w14:textId="2ADABBA2"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43388B5D" w14:textId="6432BDE8"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0C8F306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8E3D63A" w14:textId="59395A49"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 xml:space="preserve">Personal Health Note (Consumer apps </w:t>
            </w:r>
            <w:proofErr w:type="gramStart"/>
            <w:r w:rsidR="0051057D" w:rsidRPr="001D349A">
              <w:rPr>
                <w:rFonts w:ascii="Calibri" w:eastAsia="Times New Roman" w:hAnsi="Calibri" w:cs="Calibri"/>
                <w:color w:val="000000"/>
                <w:szCs w:val="20"/>
                <w:lang w:eastAsia="en-AU"/>
              </w:rPr>
              <w:t>only)</w:t>
            </w:r>
            <w:r w:rsidR="0051057D">
              <w:rPr>
                <w:rFonts w:ascii="Calibri" w:eastAsia="Times New Roman" w:hAnsi="Calibri" w:cs="Calibri"/>
                <w:color w:val="000000"/>
                <w:szCs w:val="20"/>
                <w:lang w:eastAsia="en-AU"/>
              </w:rPr>
              <w:t xml:space="preserve">   </w:t>
            </w:r>
            <w:proofErr w:type="gramEnd"/>
            <w:r w:rsidR="0051057D">
              <w:rPr>
                <w:rFonts w:ascii="Calibri" w:eastAsia="Times New Roman" w:hAnsi="Calibri" w:cs="Calibri"/>
                <w:color w:val="000000"/>
                <w:szCs w:val="20"/>
                <w:lang w:eastAsia="en-AU"/>
              </w:rPr>
              <w:t xml:space="preserve">                                     </w:t>
            </w:r>
          </w:p>
        </w:tc>
        <w:tc>
          <w:tcPr>
            <w:tcW w:w="992" w:type="dxa"/>
            <w:shd w:val="clear" w:color="auto" w:fill="auto"/>
          </w:tcPr>
          <w:p w14:paraId="179E3B93" w14:textId="37FF8AA9"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2440312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51259389" w14:textId="3B86D4C5"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3788313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678A18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0DC605BC" w14:textId="3C2BE443"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1057D">
                  <w:rPr>
                    <w:rFonts w:ascii="Tahoma" w:eastAsia="Meiryo" w:hAnsi="Tahoma" w:cs="Tahoma"/>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Personal Health Summary</w:t>
            </w:r>
            <w:r w:rsidR="0051057D">
              <w:rPr>
                <w:rFonts w:ascii="Calibri" w:eastAsia="Times New Roman" w:hAnsi="Calibri" w:cs="Calibri"/>
                <w:color w:val="000000"/>
                <w:szCs w:val="20"/>
                <w:lang w:eastAsia="en-AU"/>
              </w:rPr>
              <w:t xml:space="preserve">                                                                       </w:t>
            </w:r>
          </w:p>
        </w:tc>
        <w:tc>
          <w:tcPr>
            <w:tcW w:w="992" w:type="dxa"/>
            <w:shd w:val="clear" w:color="auto" w:fill="auto"/>
          </w:tcPr>
          <w:p w14:paraId="00D6C5E8" w14:textId="27553E92"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79168117"/>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C4014F0" w14:textId="795105B3"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1132998"/>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1B60B4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83D47D6" w14:textId="7AE0AB70" w:rsidR="0051057D" w:rsidRPr="001D349A" w:rsidRDefault="0051057D" w:rsidP="0051057D">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r>
              <w:rPr>
                <w:rFonts w:ascii="Calibri" w:hAnsi="Calibri" w:cs="Calibri"/>
                <w:b/>
                <w:i/>
                <w:color w:val="000000" w:themeColor="text1"/>
                <w:szCs w:val="20"/>
              </w:rPr>
              <w:t xml:space="preserve">                                                            </w:t>
            </w:r>
          </w:p>
        </w:tc>
        <w:tc>
          <w:tcPr>
            <w:tcW w:w="992" w:type="dxa"/>
            <w:shd w:val="clear" w:color="auto" w:fill="F2F2F2" w:themeFill="background1" w:themeFillShade="F2"/>
          </w:tcPr>
          <w:p w14:paraId="41F9D1A1" w14:textId="6398058C"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A28A047" w14:textId="2F8F4B0E"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1057D" w:rsidRPr="001D349A" w14:paraId="704A6C8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9578B7E" w14:textId="07C9D554" w:rsidR="0051057D" w:rsidRPr="001D349A" w:rsidRDefault="00244DFE"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Planning Document</w:t>
            </w:r>
            <w:r w:rsidR="0051057D">
              <w:rPr>
                <w:rFonts w:ascii="Calibri" w:eastAsia="Times New Roman" w:hAnsi="Calibri" w:cs="Calibri"/>
                <w:color w:val="000000"/>
                <w:szCs w:val="20"/>
                <w:lang w:eastAsia="en-AU"/>
              </w:rPr>
              <w:t xml:space="preserve">                                                          </w:t>
            </w:r>
          </w:p>
        </w:tc>
        <w:tc>
          <w:tcPr>
            <w:tcW w:w="992" w:type="dxa"/>
            <w:shd w:val="clear" w:color="auto" w:fill="auto"/>
          </w:tcPr>
          <w:p w14:paraId="2E8F53F1" w14:textId="2EF6EE22"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18868976"/>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FDCC950" w14:textId="622CD53D"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35832084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12B4FC9"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0EFBA1C" w14:textId="77777777" w:rsidR="0051057D" w:rsidRDefault="00244DFE" w:rsidP="0051057D">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Directive Custodian Record (also referred to as Advance Care Document Custodian)</w:t>
            </w:r>
          </w:p>
        </w:tc>
        <w:tc>
          <w:tcPr>
            <w:tcW w:w="992" w:type="dxa"/>
            <w:shd w:val="clear" w:color="auto" w:fill="auto"/>
          </w:tcPr>
          <w:p w14:paraId="47A2BB00" w14:textId="0511643E"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92356807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p>
        </w:tc>
        <w:tc>
          <w:tcPr>
            <w:tcW w:w="993" w:type="dxa"/>
            <w:shd w:val="clear" w:color="auto" w:fill="auto"/>
          </w:tcPr>
          <w:p w14:paraId="723388CE" w14:textId="63A3BFAD" w:rsidR="0051057D"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029506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01837B2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213C30A" w14:textId="23AB0B1F" w:rsidR="0051057D" w:rsidRDefault="00244DFE"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2645077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Pr>
                <w:rFonts w:ascii="Calibri" w:hAnsi="Calibri" w:cs="Calibri"/>
                <w:color w:val="000000" w:themeColor="text1"/>
                <w:szCs w:val="20"/>
              </w:rPr>
              <w:t xml:space="preserve">Goals of Care Document                                                                           </w:t>
            </w:r>
          </w:p>
        </w:tc>
        <w:tc>
          <w:tcPr>
            <w:tcW w:w="992" w:type="dxa"/>
            <w:shd w:val="clear" w:color="auto" w:fill="auto"/>
          </w:tcPr>
          <w:p w14:paraId="1B2E1C2B" w14:textId="34248453" w:rsidR="0051057D"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1132001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14079247" w14:textId="2754B045" w:rsidR="0051057D"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56422576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026B2E" w:rsidRPr="001D349A" w14:paraId="4C72D0A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4A4B923" w14:textId="73D67482" w:rsidR="00026B2E" w:rsidRPr="001D349A" w:rsidRDefault="00026B2E" w:rsidP="00026B2E">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E5F40F7" w14:textId="57B2BA53" w:rsidR="00026B2E" w:rsidRPr="001D349A" w:rsidRDefault="00244DFE"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2032635198"/>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F2F2F2" w:themeFill="background1" w:themeFillShade="F2"/>
          </w:tcPr>
          <w:p w14:paraId="1A47E8DA" w14:textId="1A679457" w:rsidR="00026B2E" w:rsidRPr="001D349A" w:rsidRDefault="00244DFE"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97506314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7061551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EE5967E" w14:textId="6EA90FA0" w:rsidR="00026B2E" w:rsidRPr="001D349A" w:rsidRDefault="00244DFE"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 xml:space="preserve">Consumer Entered Achievements (Consumer apps </w:t>
            </w:r>
            <w:proofErr w:type="gramStart"/>
            <w:r w:rsidR="00026B2E" w:rsidRPr="001D349A">
              <w:rPr>
                <w:rFonts w:ascii="Calibri" w:eastAsia="Times New Roman" w:hAnsi="Calibri" w:cs="Calibri"/>
                <w:color w:val="000000"/>
                <w:szCs w:val="20"/>
                <w:lang w:eastAsia="en-AU"/>
              </w:rPr>
              <w:t>only)</w:t>
            </w:r>
            <w:r w:rsidR="00026B2E">
              <w:rPr>
                <w:rFonts w:ascii="Calibri" w:eastAsia="Times New Roman" w:hAnsi="Calibri" w:cs="Calibri"/>
                <w:color w:val="000000"/>
                <w:szCs w:val="20"/>
                <w:lang w:eastAsia="en-AU"/>
              </w:rPr>
              <w:t xml:space="preserve">   </w:t>
            </w:r>
            <w:proofErr w:type="gramEnd"/>
            <w:r w:rsidR="00026B2E">
              <w:rPr>
                <w:rFonts w:ascii="Calibri" w:eastAsia="Times New Roman" w:hAnsi="Calibri" w:cs="Calibri"/>
                <w:color w:val="000000"/>
                <w:szCs w:val="20"/>
                <w:lang w:eastAsia="en-AU"/>
              </w:rPr>
              <w:t xml:space="preserve">               </w:t>
            </w:r>
          </w:p>
        </w:tc>
        <w:tc>
          <w:tcPr>
            <w:tcW w:w="992" w:type="dxa"/>
            <w:shd w:val="clear" w:color="auto" w:fill="auto"/>
          </w:tcPr>
          <w:p w14:paraId="58CB3AF6" w14:textId="277ABA95" w:rsidR="00026B2E"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29201525"/>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BBCAE80" w14:textId="61AC8F7E" w:rsidR="00026B2E"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495776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00CA247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C774C3D" w14:textId="518D0EF8" w:rsidR="00026B2E" w:rsidRPr="001D349A" w:rsidRDefault="00244DFE"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Consumer Entered Measurements</w:t>
            </w:r>
            <w:r w:rsidR="00026B2E">
              <w:rPr>
                <w:rFonts w:ascii="Calibri" w:eastAsia="Times New Roman" w:hAnsi="Calibri" w:cs="Calibri"/>
                <w:color w:val="000000"/>
                <w:szCs w:val="20"/>
                <w:lang w:eastAsia="en-AU"/>
              </w:rPr>
              <w:t xml:space="preserve">                                                        </w:t>
            </w:r>
          </w:p>
        </w:tc>
        <w:tc>
          <w:tcPr>
            <w:tcW w:w="992" w:type="dxa"/>
            <w:shd w:val="clear" w:color="auto" w:fill="auto"/>
          </w:tcPr>
          <w:p w14:paraId="07B4AA7D" w14:textId="18497EC2" w:rsidR="00026B2E"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77543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1095A6B" w14:textId="4E90468F" w:rsidR="00026B2E"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3240373"/>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18890EA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CAD07B4" w14:textId="67793751" w:rsidR="00026B2E" w:rsidRPr="001D349A" w:rsidRDefault="00244DFE"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Child Parent Questionnaire</w:t>
            </w:r>
            <w:r w:rsidR="00026B2E">
              <w:rPr>
                <w:rFonts w:ascii="Calibri" w:eastAsia="Times New Roman" w:hAnsi="Calibri" w:cs="Calibri"/>
                <w:color w:val="000000"/>
                <w:szCs w:val="20"/>
                <w:lang w:eastAsia="en-AU"/>
              </w:rPr>
              <w:t xml:space="preserve">                                                                     </w:t>
            </w:r>
          </w:p>
        </w:tc>
        <w:tc>
          <w:tcPr>
            <w:tcW w:w="992" w:type="dxa"/>
            <w:shd w:val="clear" w:color="auto" w:fill="auto"/>
          </w:tcPr>
          <w:p w14:paraId="550D474D" w14:textId="58C2826B" w:rsidR="00026B2E"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6963858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5E4B6F9" w14:textId="50592698" w:rsidR="00026B2E" w:rsidRPr="001D349A"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8471935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1B7F9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0A86D0BC" w14:textId="304C0BBF" w:rsidR="00026B2E" w:rsidRPr="005331AE" w:rsidRDefault="00026B2E" w:rsidP="0051057D">
            <w:pPr>
              <w:pStyle w:val="ListParagraph"/>
              <w:spacing w:after="0" w:line="240" w:lineRule="auto"/>
              <w:ind w:left="0"/>
              <w:rPr>
                <w:rFonts w:ascii="Calibri" w:hAnsi="Calibri" w:cs="Calibri"/>
                <w:b/>
                <w:color w:val="000000" w:themeColor="text1"/>
                <w:szCs w:val="20"/>
              </w:rPr>
            </w:pPr>
            <w:r w:rsidRPr="005331AE">
              <w:rPr>
                <w:rFonts w:ascii="Calibri" w:hAnsi="Calibri" w:cs="Calibri"/>
                <w:b/>
                <w:i/>
                <w:color w:val="000000" w:themeColor="text1"/>
                <w:szCs w:val="20"/>
              </w:rPr>
              <w:t>Medicare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10273D1" w14:textId="2FF7A746"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9E4C397" w14:textId="170BA86B"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026B2E" w:rsidRPr="005331AE" w14:paraId="5C3D13E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5D2D1B8" w14:textId="23C80DC8" w:rsidR="00026B2E" w:rsidRPr="00BA41F7" w:rsidRDefault="00244DFE"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374672765"/>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Medicare/DVA Benefits Report</w:t>
            </w:r>
            <w:r w:rsidR="00026B2E">
              <w:rPr>
                <w:rFonts w:ascii="Calibri" w:hAnsi="Calibri" w:cs="Calibri"/>
                <w:color w:val="000000"/>
                <w:szCs w:val="20"/>
                <w:lang w:eastAsia="en-AU"/>
              </w:rPr>
              <w:t xml:space="preserve">                                                              </w:t>
            </w:r>
          </w:p>
        </w:tc>
        <w:tc>
          <w:tcPr>
            <w:tcW w:w="992" w:type="dxa"/>
            <w:shd w:val="clear" w:color="auto" w:fill="auto"/>
          </w:tcPr>
          <w:p w14:paraId="63C46119" w14:textId="0F426DF6" w:rsidR="00026B2E" w:rsidRPr="00BA41F7"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680308254"/>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354CBEB6" w14:textId="13B55063" w:rsidR="00026B2E" w:rsidRPr="00BA41F7"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5612818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60B506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D3826F3" w14:textId="283BCCE0" w:rsidR="00026B2E" w:rsidRPr="00BA41F7" w:rsidRDefault="00244DFE"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1041014499"/>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Pharmaceutical Benefits Report</w:t>
            </w:r>
            <w:r w:rsidR="00026B2E">
              <w:rPr>
                <w:rFonts w:ascii="Calibri" w:hAnsi="Calibri" w:cs="Calibri"/>
                <w:color w:val="000000"/>
                <w:szCs w:val="20"/>
                <w:lang w:eastAsia="en-AU"/>
              </w:rPr>
              <w:t xml:space="preserve">                                                            </w:t>
            </w:r>
          </w:p>
        </w:tc>
        <w:tc>
          <w:tcPr>
            <w:tcW w:w="992" w:type="dxa"/>
            <w:shd w:val="clear" w:color="auto" w:fill="auto"/>
          </w:tcPr>
          <w:p w14:paraId="2E3AFD70" w14:textId="1CB845DF" w:rsidR="00026B2E" w:rsidRPr="00BA41F7"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21079233"/>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146C9E8D" w14:textId="5F6F2397" w:rsidR="00026B2E" w:rsidRPr="00BA41F7" w:rsidRDefault="00244DFE"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89015150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5D1288F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F3B3266" w14:textId="78F08195" w:rsidR="00026B2E" w:rsidRPr="005331AE" w:rsidRDefault="00244DFE"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026B2E">
                  <w:rPr>
                    <w:rFonts w:ascii="Tahoma" w:eastAsia="Meiryo" w:hAnsi="Tahoma" w:cs="Tahoma"/>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Organ Donor Register</w:t>
            </w:r>
            <w:r w:rsidR="00026B2E">
              <w:rPr>
                <w:rFonts w:ascii="Calibri" w:eastAsia="Times New Roman" w:hAnsi="Calibri" w:cs="Calibri"/>
                <w:color w:val="000000"/>
                <w:szCs w:val="20"/>
                <w:lang w:eastAsia="en-AU"/>
              </w:rPr>
              <w:t xml:space="preserve">                                                             </w:t>
            </w:r>
          </w:p>
        </w:tc>
        <w:tc>
          <w:tcPr>
            <w:tcW w:w="992" w:type="dxa"/>
            <w:shd w:val="clear" w:color="auto" w:fill="auto"/>
          </w:tcPr>
          <w:p w14:paraId="5D093EE1" w14:textId="024F83B6" w:rsidR="00026B2E" w:rsidRPr="005331AE"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24290420"/>
                <w14:checkbox>
                  <w14:checked w14:val="0"/>
                  <w14:checkedState w14:val="2612" w14:font="Tahoma"/>
                  <w14:uncheckedState w14:val="2610" w14:font="Tahoma"/>
                </w14:checkbox>
              </w:sdtPr>
              <w:sdtEndPr/>
              <w:sdtContent>
                <w:r w:rsidR="00883F99">
                  <w:rPr>
                    <w:rFonts w:ascii="Tahoma" w:eastAsia="Meiryo" w:hAnsi="Tahoma" w:cs="Tahoma"/>
                    <w:color w:val="000000" w:themeColor="text1"/>
                    <w:szCs w:val="20"/>
                  </w:rPr>
                  <w:t>☐</w:t>
                </w:r>
              </w:sdtContent>
            </w:sdt>
          </w:p>
        </w:tc>
        <w:tc>
          <w:tcPr>
            <w:tcW w:w="993" w:type="dxa"/>
            <w:shd w:val="clear" w:color="auto" w:fill="auto"/>
          </w:tcPr>
          <w:p w14:paraId="371C4660" w14:textId="24CAE74D" w:rsidR="00026B2E" w:rsidRPr="005331AE"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81095814"/>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6B3A1A0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D7CAAB9" w14:textId="46817EAD" w:rsidR="00026B2E" w:rsidRPr="005331AE" w:rsidRDefault="00244DFE"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026B2E" w:rsidRPr="005331AE">
                  <w:rPr>
                    <w:rFonts w:ascii="Segoe UI Symbol" w:eastAsia="Meiryo" w:hAnsi="Segoe UI Symbol" w:cs="Segoe UI Symbol"/>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Immunisation Register</w:t>
            </w:r>
            <w:r w:rsidR="00026B2E">
              <w:rPr>
                <w:rFonts w:ascii="Calibri" w:eastAsia="Times New Roman" w:hAnsi="Calibri" w:cs="Calibri"/>
                <w:color w:val="000000"/>
                <w:szCs w:val="20"/>
                <w:lang w:eastAsia="en-AU"/>
              </w:rPr>
              <w:t xml:space="preserve">                                                           </w:t>
            </w:r>
          </w:p>
        </w:tc>
        <w:tc>
          <w:tcPr>
            <w:tcW w:w="992" w:type="dxa"/>
            <w:shd w:val="clear" w:color="auto" w:fill="auto"/>
          </w:tcPr>
          <w:p w14:paraId="62AE5A84" w14:textId="0E339117" w:rsidR="00026B2E" w:rsidRPr="005331AE"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66095929"/>
                <w14:checkbox>
                  <w14:checked w14:val="0"/>
                  <w14:checkedState w14:val="2612" w14:font="Tahoma"/>
                  <w14:uncheckedState w14:val="2610" w14:font="Tahoma"/>
                </w14:checkbox>
              </w:sdtPr>
              <w:sdtEndPr/>
              <w:sdtContent>
                <w:r w:rsidR="005645F5">
                  <w:rPr>
                    <w:rFonts w:ascii="Tahoma" w:eastAsia="Meiryo" w:hAnsi="Tahoma" w:cs="Tahoma"/>
                    <w:color w:val="000000" w:themeColor="text1"/>
                    <w:szCs w:val="20"/>
                  </w:rPr>
                  <w:t>☐</w:t>
                </w:r>
              </w:sdtContent>
            </w:sdt>
          </w:p>
        </w:tc>
        <w:tc>
          <w:tcPr>
            <w:tcW w:w="993" w:type="dxa"/>
            <w:shd w:val="clear" w:color="auto" w:fill="auto"/>
          </w:tcPr>
          <w:p w14:paraId="2B1C90FE" w14:textId="24F46728" w:rsidR="00026B2E" w:rsidRPr="005331AE" w:rsidRDefault="00244DFE"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66815835"/>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A33AAD" w:rsidRPr="001D349A" w14:paraId="523A50F9"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103B6DA7" w14:textId="3AAA13C4" w:rsidR="00A33AAD" w:rsidRDefault="00A33AAD" w:rsidP="00A33AAD">
            <w:pPr>
              <w:pStyle w:val="ListParagraph"/>
              <w:spacing w:after="0" w:line="240" w:lineRule="auto"/>
              <w:ind w:left="0"/>
              <w:rPr>
                <w:rFonts w:ascii="Calibri" w:hAnsi="Calibri" w:cs="Calibri"/>
                <w:b/>
                <w:i/>
                <w:color w:val="000000" w:themeColor="text1"/>
                <w:szCs w:val="20"/>
              </w:rPr>
            </w:pPr>
            <w:r>
              <w:rPr>
                <w:rFonts w:ascii="Calibri" w:hAnsi="Calibri" w:cs="Calibri"/>
                <w:b/>
                <w:i/>
                <w:color w:val="000000" w:themeColor="text1"/>
                <w:szCs w:val="20"/>
              </w:rPr>
              <w:t>Transfer Summary</w:t>
            </w:r>
          </w:p>
        </w:tc>
        <w:tc>
          <w:tcPr>
            <w:tcW w:w="992" w:type="dxa"/>
            <w:shd w:val="clear" w:color="auto" w:fill="F2F2F2" w:themeFill="background1" w:themeFillShade="F2"/>
          </w:tcPr>
          <w:p w14:paraId="52EA552A" w14:textId="2040D1B3" w:rsidR="00A33AAD"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02D220A0" w14:textId="71B9834F" w:rsidR="00A33AAD"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A33AAD" w:rsidRPr="001D349A" w14:paraId="3B4197A8"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EC77649" w14:textId="344C60D9" w:rsidR="00A33AAD" w:rsidRPr="00A33AAD" w:rsidRDefault="00A33AAD" w:rsidP="00A33AAD">
            <w:pPr>
              <w:pStyle w:val="ListParagraph"/>
              <w:spacing w:after="0" w:line="240" w:lineRule="auto"/>
              <w:ind w:left="0"/>
              <w:rPr>
                <w:rFonts w:ascii="Calibri" w:hAnsi="Calibri" w:cs="Calibri"/>
                <w:bCs/>
                <w:iCs/>
                <w:color w:val="000000" w:themeColor="text1"/>
                <w:szCs w:val="20"/>
              </w:rPr>
            </w:pPr>
            <w:r w:rsidRPr="00A33AAD">
              <w:rPr>
                <w:rFonts w:ascii="Calibri" w:hAnsi="Calibri" w:cs="Calibri"/>
                <w:bCs/>
                <w:iCs/>
                <w:color w:val="000000" w:themeColor="text1"/>
                <w:szCs w:val="20"/>
              </w:rPr>
              <w:t>Residential Care Transfer Reason</w:t>
            </w:r>
          </w:p>
        </w:tc>
        <w:tc>
          <w:tcPr>
            <w:tcW w:w="992" w:type="dxa"/>
            <w:shd w:val="clear" w:color="auto" w:fill="F2F2F2" w:themeFill="background1" w:themeFillShade="F2"/>
          </w:tcPr>
          <w:p w14:paraId="2511A7FC" w14:textId="667F2D16" w:rsidR="00A33AAD"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898209825"/>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p>
        </w:tc>
        <w:tc>
          <w:tcPr>
            <w:tcW w:w="993" w:type="dxa"/>
            <w:shd w:val="clear" w:color="auto" w:fill="F2F2F2" w:themeFill="background1" w:themeFillShade="F2"/>
          </w:tcPr>
          <w:p w14:paraId="316643BE" w14:textId="37F18CC5" w:rsidR="00A33AAD"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639300366"/>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0177DE5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006B310F" w14:textId="781C9F54" w:rsidR="00A33AAD" w:rsidRDefault="00A33AAD" w:rsidP="00A33AAD">
            <w:pPr>
              <w:pStyle w:val="ListParagraph"/>
              <w:spacing w:after="0" w:line="240" w:lineRule="auto"/>
              <w:ind w:left="0"/>
              <w:rPr>
                <w:rFonts w:ascii="Calibri" w:hAnsi="Calibri" w:cs="Calibri"/>
                <w:b/>
                <w:i/>
                <w:color w:val="000000" w:themeColor="text1"/>
                <w:szCs w:val="20"/>
              </w:rPr>
            </w:pPr>
            <w:r w:rsidRPr="00A33AAD">
              <w:rPr>
                <w:rFonts w:ascii="Calibri" w:hAnsi="Calibri" w:cs="Calibri"/>
                <w:bCs/>
                <w:iCs/>
                <w:color w:val="000000" w:themeColor="text1"/>
                <w:szCs w:val="20"/>
              </w:rPr>
              <w:t>Residential Care</w:t>
            </w:r>
            <w:r>
              <w:rPr>
                <w:rFonts w:ascii="Calibri" w:hAnsi="Calibri" w:cs="Calibri"/>
                <w:bCs/>
                <w:iCs/>
                <w:color w:val="000000" w:themeColor="text1"/>
                <w:szCs w:val="20"/>
              </w:rPr>
              <w:t xml:space="preserve"> Health Summary</w:t>
            </w:r>
          </w:p>
        </w:tc>
        <w:tc>
          <w:tcPr>
            <w:tcW w:w="992" w:type="dxa"/>
            <w:shd w:val="clear" w:color="auto" w:fill="F2F2F2" w:themeFill="background1" w:themeFillShade="F2"/>
          </w:tcPr>
          <w:p w14:paraId="2B45C579" w14:textId="305C19DC" w:rsidR="00A33AAD"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520392421"/>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p>
        </w:tc>
        <w:tc>
          <w:tcPr>
            <w:tcW w:w="993" w:type="dxa"/>
            <w:shd w:val="clear" w:color="auto" w:fill="F2F2F2" w:themeFill="background1" w:themeFillShade="F2"/>
          </w:tcPr>
          <w:p w14:paraId="2EB56F34" w14:textId="5858CB90" w:rsidR="00A33AAD"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230662583"/>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7103840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2902D26" w14:textId="4810EFEF" w:rsidR="00A33AAD" w:rsidRDefault="00A33AAD" w:rsidP="00A33AAD">
            <w:pPr>
              <w:pStyle w:val="ListParagraph"/>
              <w:spacing w:after="0" w:line="240" w:lineRule="auto"/>
              <w:ind w:left="0"/>
              <w:rPr>
                <w:rFonts w:ascii="Calibri" w:hAnsi="Calibri" w:cs="Calibri"/>
                <w:b/>
                <w:i/>
                <w:color w:val="000000" w:themeColor="text1"/>
                <w:szCs w:val="20"/>
              </w:rPr>
            </w:pPr>
            <w:r w:rsidRPr="00A33AAD">
              <w:rPr>
                <w:rFonts w:ascii="Calibri" w:hAnsi="Calibri" w:cs="Calibri"/>
                <w:bCs/>
                <w:iCs/>
                <w:color w:val="000000" w:themeColor="text1"/>
                <w:szCs w:val="20"/>
              </w:rPr>
              <w:t>Residential Care</w:t>
            </w:r>
            <w:r>
              <w:rPr>
                <w:rFonts w:ascii="Calibri" w:hAnsi="Calibri" w:cs="Calibri"/>
                <w:bCs/>
                <w:iCs/>
                <w:color w:val="000000" w:themeColor="text1"/>
                <w:szCs w:val="20"/>
              </w:rPr>
              <w:t xml:space="preserve"> Medications Chart</w:t>
            </w:r>
          </w:p>
        </w:tc>
        <w:tc>
          <w:tcPr>
            <w:tcW w:w="992" w:type="dxa"/>
            <w:shd w:val="clear" w:color="auto" w:fill="F2F2F2" w:themeFill="background1" w:themeFillShade="F2"/>
          </w:tcPr>
          <w:p w14:paraId="0020E180" w14:textId="5127E240" w:rsidR="00A33AAD"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847123250"/>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p>
        </w:tc>
        <w:tc>
          <w:tcPr>
            <w:tcW w:w="993" w:type="dxa"/>
            <w:shd w:val="clear" w:color="auto" w:fill="F2F2F2" w:themeFill="background1" w:themeFillShade="F2"/>
          </w:tcPr>
          <w:p w14:paraId="0877A50C" w14:textId="021FA4F2" w:rsidR="00A33AAD"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084963816"/>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6B299668"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4FEC682C" w14:textId="6CC7B124" w:rsidR="00A33AAD" w:rsidRPr="001D349A" w:rsidRDefault="00A33AAD" w:rsidP="00A33AAD">
            <w:pPr>
              <w:pStyle w:val="ListParagraph"/>
              <w:spacing w:after="0" w:line="240" w:lineRule="auto"/>
              <w:ind w:left="0"/>
              <w:rPr>
                <w:rFonts w:ascii="Calibri" w:hAnsi="Calibri" w:cs="Calibri"/>
                <w:b/>
                <w:i/>
                <w:color w:val="000000" w:themeColor="text1"/>
                <w:szCs w:val="20"/>
              </w:rPr>
            </w:pPr>
            <w:r>
              <w:rPr>
                <w:rFonts w:ascii="Calibri" w:hAnsi="Calibri" w:cs="Calibri"/>
                <w:b/>
                <w:i/>
                <w:color w:val="000000" w:themeColor="text1"/>
                <w:szCs w:val="20"/>
              </w:rPr>
              <w:t>Care or Support Plan</w:t>
            </w:r>
          </w:p>
        </w:tc>
        <w:tc>
          <w:tcPr>
            <w:tcW w:w="992" w:type="dxa"/>
            <w:shd w:val="clear" w:color="auto" w:fill="F2F2F2" w:themeFill="background1" w:themeFillShade="F2"/>
          </w:tcPr>
          <w:p w14:paraId="3B654BBB" w14:textId="57D24EF7"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3817266B" w14:textId="42D696AE"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A33AAD" w:rsidRPr="005645F5" w14:paraId="1A36856A" w14:textId="77777777" w:rsidTr="005645F5">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FFFFF" w:themeFill="background1"/>
          </w:tcPr>
          <w:p w14:paraId="7AC15EF4" w14:textId="2E324138" w:rsidR="00A33AAD" w:rsidRPr="005645F5" w:rsidRDefault="00A33AAD" w:rsidP="00A33AAD">
            <w:pPr>
              <w:pStyle w:val="ListParagraph"/>
              <w:spacing w:after="0" w:line="240" w:lineRule="auto"/>
              <w:ind w:left="0"/>
              <w:rPr>
                <w:rFonts w:ascii="Calibri" w:hAnsi="Calibri" w:cs="Calibri"/>
                <w:bCs/>
                <w:iCs/>
                <w:color w:val="000000" w:themeColor="text1"/>
                <w:szCs w:val="20"/>
              </w:rPr>
            </w:pPr>
            <w:r w:rsidRPr="005645F5">
              <w:rPr>
                <w:rFonts w:ascii="Calibri" w:hAnsi="Calibri" w:cs="Calibri"/>
                <w:bCs/>
                <w:iCs/>
                <w:color w:val="000000" w:themeColor="text1"/>
                <w:szCs w:val="20"/>
              </w:rPr>
              <w:t>Aged Care Support Plan</w:t>
            </w:r>
          </w:p>
        </w:tc>
        <w:tc>
          <w:tcPr>
            <w:tcW w:w="992" w:type="dxa"/>
            <w:shd w:val="clear" w:color="auto" w:fill="FFFFFF" w:themeFill="background1"/>
          </w:tcPr>
          <w:p w14:paraId="6764A1A3" w14:textId="590EE2DA" w:rsidR="00A33AAD" w:rsidRPr="005645F5"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662687418"/>
                <w14:checkbox>
                  <w14:checked w14:val="0"/>
                  <w14:checkedState w14:val="2612" w14:font="Tahoma"/>
                  <w14:uncheckedState w14:val="2610" w14:font="Tahoma"/>
                </w14:checkbox>
              </w:sdtPr>
              <w:sdtEndPr/>
              <w:sdtContent>
                <w:r w:rsidR="00A33AAD" w:rsidRPr="005645F5">
                  <w:rPr>
                    <w:rFonts w:ascii="Segoe UI Symbol" w:eastAsia="Meiryo" w:hAnsi="Segoe UI Symbol" w:cs="Segoe UI Symbol"/>
                    <w:color w:val="000000" w:themeColor="text1"/>
                    <w:szCs w:val="20"/>
                  </w:rPr>
                  <w:t>☐</w:t>
                </w:r>
              </w:sdtContent>
            </w:sdt>
          </w:p>
        </w:tc>
        <w:tc>
          <w:tcPr>
            <w:tcW w:w="993" w:type="dxa"/>
            <w:shd w:val="clear" w:color="auto" w:fill="FFFFFF" w:themeFill="background1"/>
          </w:tcPr>
          <w:p w14:paraId="1A99D2BE" w14:textId="46517E26" w:rsidR="00A33AAD" w:rsidRPr="005645F5" w:rsidRDefault="00244DFE" w:rsidP="00A33AAD">
            <w:pPr>
              <w:pStyle w:val="ListParagraph"/>
              <w:spacing w:after="0" w:line="240" w:lineRule="auto"/>
              <w:ind w:left="0"/>
              <w:jc w:val="center"/>
              <w:rPr>
                <w:rFonts w:ascii="Calibri" w:hAnsi="Calibri" w:cs="Calibri"/>
                <w:b/>
                <w:i/>
                <w:color w:val="000000" w:themeColor="text1"/>
                <w:szCs w:val="20"/>
              </w:rPr>
            </w:pPr>
            <w:sdt>
              <w:sdtPr>
                <w:rPr>
                  <w:rFonts w:ascii="Calibri" w:eastAsia="Meiryo" w:hAnsi="Calibri" w:cs="Calibri"/>
                  <w:color w:val="000000" w:themeColor="text1"/>
                  <w:szCs w:val="20"/>
                </w:rPr>
                <w:id w:val="1883894881"/>
                <w14:checkbox>
                  <w14:checked w14:val="0"/>
                  <w14:checkedState w14:val="2612" w14:font="Tahoma"/>
                  <w14:uncheckedState w14:val="2610" w14:font="Tahoma"/>
                </w14:checkbox>
              </w:sdtPr>
              <w:sdtEndPr/>
              <w:sdtContent>
                <w:r w:rsidR="00A33AAD" w:rsidRPr="005645F5">
                  <w:rPr>
                    <w:rFonts w:ascii="Segoe UI Symbol" w:eastAsia="Meiryo" w:hAnsi="Segoe UI Symbol" w:cs="Segoe UI Symbol"/>
                    <w:color w:val="000000" w:themeColor="text1"/>
                    <w:szCs w:val="20"/>
                  </w:rPr>
                  <w:t>☐</w:t>
                </w:r>
              </w:sdtContent>
            </w:sdt>
          </w:p>
        </w:tc>
      </w:tr>
      <w:tr w:rsidR="00A33AAD" w:rsidRPr="001D349A" w14:paraId="5F4C70B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68C204F2" w14:textId="70E596E0" w:rsidR="00A33AAD" w:rsidRPr="001D349A" w:rsidRDefault="00A33AAD" w:rsidP="00A33AA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6449605" w14:textId="5DAA5230"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10C1195" w14:textId="782F4C02"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A33AAD" w:rsidRPr="001D349A" w14:paraId="3AE07E2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28C10D1" w14:textId="77777777" w:rsidR="00A33AAD" w:rsidRPr="001D349A" w:rsidRDefault="00244DFE" w:rsidP="00A33AA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r w:rsidR="00A33AAD" w:rsidRPr="001D349A">
              <w:rPr>
                <w:rFonts w:ascii="Calibri" w:hAnsi="Calibri" w:cs="Calibri"/>
                <w:color w:val="000000" w:themeColor="text1"/>
                <w:szCs w:val="20"/>
              </w:rPr>
              <w:t xml:space="preserve">  </w:t>
            </w:r>
            <w:r w:rsidR="00A33AAD" w:rsidRPr="001D349A">
              <w:rPr>
                <w:rFonts w:ascii="Calibri" w:eastAsia="Times New Roman" w:hAnsi="Calibri" w:cs="Calibri"/>
                <w:color w:val="000000"/>
                <w:szCs w:val="20"/>
                <w:lang w:eastAsia="en-AU"/>
              </w:rPr>
              <w:t>Other (</w:t>
            </w:r>
            <w:r w:rsidR="00A33AAD" w:rsidRPr="001D349A">
              <w:rPr>
                <w:rFonts w:ascii="Calibri" w:eastAsia="Times New Roman" w:hAnsi="Calibri" w:cs="Calibri"/>
                <w:i/>
                <w:color w:val="000000"/>
                <w:szCs w:val="20"/>
                <w:lang w:eastAsia="en-AU"/>
              </w:rPr>
              <w:t>Please specify</w:t>
            </w:r>
            <w:r w:rsidR="00A33AAD" w:rsidRPr="001D349A">
              <w:rPr>
                <w:rFonts w:ascii="Calibri" w:eastAsia="Times New Roman" w:hAnsi="Calibri" w:cs="Calibri"/>
                <w:color w:val="000000"/>
                <w:szCs w:val="20"/>
                <w:lang w:eastAsia="en-AU"/>
              </w:rPr>
              <w:t>)</w:t>
            </w:r>
          </w:p>
        </w:tc>
        <w:tc>
          <w:tcPr>
            <w:tcW w:w="992" w:type="dxa"/>
            <w:shd w:val="clear" w:color="auto" w:fill="auto"/>
          </w:tcPr>
          <w:p w14:paraId="637011DD" w14:textId="2A3685B0" w:rsidR="00A33AAD" w:rsidRPr="001D349A" w:rsidRDefault="00244DFE"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85939491"/>
                <w14:checkbox>
                  <w14:checked w14:val="0"/>
                  <w14:checkedState w14:val="2612" w14:font="Tahoma"/>
                  <w14:uncheckedState w14:val="2610" w14:font="Tahoma"/>
                </w14:checkbox>
              </w:sdtPr>
              <w:sdtEndPr/>
              <w:sdtContent>
                <w:r w:rsidR="00A33AAD">
                  <w:rPr>
                    <w:rFonts w:ascii="Tahoma" w:eastAsia="Meiryo" w:hAnsi="Tahoma" w:cs="Tahoma"/>
                    <w:color w:val="000000" w:themeColor="text1"/>
                    <w:szCs w:val="20"/>
                  </w:rPr>
                  <w:t>☐</w:t>
                </w:r>
              </w:sdtContent>
            </w:sdt>
            <w:r w:rsidR="00A33AAD" w:rsidRPr="001D349A">
              <w:rPr>
                <w:rFonts w:ascii="Calibri" w:hAnsi="Calibri" w:cs="Calibri"/>
                <w:color w:val="000000" w:themeColor="text1"/>
                <w:szCs w:val="20"/>
              </w:rPr>
              <w:t xml:space="preserve"> </w:t>
            </w:r>
          </w:p>
        </w:tc>
        <w:tc>
          <w:tcPr>
            <w:tcW w:w="993" w:type="dxa"/>
            <w:shd w:val="clear" w:color="auto" w:fill="auto"/>
          </w:tcPr>
          <w:p w14:paraId="226DE597" w14:textId="0495B509" w:rsidR="00A33AAD" w:rsidRPr="001D349A" w:rsidRDefault="00244DFE"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96427130"/>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247FE9" w14:paraId="5A9677CB"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8" w:space="0" w:color="auto"/>
            </w:tcBorders>
            <w:shd w:val="clear" w:color="auto" w:fill="D9D9D9" w:themeFill="background1" w:themeFillShade="D9"/>
            <w:vAlign w:val="center"/>
          </w:tcPr>
          <w:p w14:paraId="6C53815B" w14:textId="2071D203" w:rsidR="00A33AAD" w:rsidRPr="00BA1467" w:rsidRDefault="00A33AAD" w:rsidP="00A33AAD">
            <w:pPr>
              <w:pStyle w:val="ListParagraph"/>
              <w:spacing w:after="0" w:line="240" w:lineRule="auto"/>
              <w:ind w:left="33"/>
              <w:rPr>
                <w:rFonts w:ascii="Calibri" w:eastAsia="Times New Roman" w:hAnsi="Calibri" w:cs="Calibri"/>
                <w:b/>
                <w:bCs/>
                <w:kern w:val="32"/>
                <w:sz w:val="22"/>
                <w:lang w:eastAsia="en-AU"/>
              </w:rPr>
            </w:pPr>
            <w:bookmarkStart w:id="1" w:name="_Hlk107393134"/>
            <w:r w:rsidRPr="00BA1467">
              <w:rPr>
                <w:rFonts w:ascii="Calibri" w:eastAsia="Times New Roman" w:hAnsi="Calibri" w:cs="Calibri"/>
                <w:b/>
                <w:bCs/>
                <w:kern w:val="32"/>
                <w:sz w:val="22"/>
                <w:lang w:eastAsia="en-AU"/>
              </w:rPr>
              <w:t xml:space="preserve">5.6 If the Get Immunisation Statement was selected in Question 5.4 above, please specify which documents will be accessed </w:t>
            </w:r>
            <w:r>
              <w:rPr>
                <w:rFonts w:ascii="Calibri" w:eastAsia="Times New Roman" w:hAnsi="Calibri" w:cs="Calibri"/>
                <w:b/>
                <w:bCs/>
                <w:kern w:val="32"/>
                <w:sz w:val="22"/>
                <w:lang w:eastAsia="en-AU"/>
              </w:rPr>
              <w:t xml:space="preserve">and/or shared </w:t>
            </w:r>
            <w:r w:rsidRPr="00BA1467">
              <w:rPr>
                <w:rFonts w:ascii="Calibri" w:eastAsia="Times New Roman" w:hAnsi="Calibri" w:cs="Calibri"/>
                <w:b/>
                <w:bCs/>
                <w:kern w:val="32"/>
                <w:sz w:val="22"/>
                <w:lang w:eastAsia="en-AU"/>
              </w:rPr>
              <w:t>and a justification for each</w:t>
            </w:r>
          </w:p>
        </w:tc>
      </w:tr>
      <w:tr w:rsidR="00A33AAD" w:rsidRPr="001D349A" w14:paraId="669EBA9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shd w:val="clear" w:color="auto" w:fill="D9D9D9" w:themeFill="background1" w:themeFillShade="D9"/>
          </w:tcPr>
          <w:p w14:paraId="597E8AC6" w14:textId="1A8B3749" w:rsidR="00A33AAD" w:rsidRPr="00BA1467" w:rsidRDefault="00A33AAD" w:rsidP="00A33AAD">
            <w:pPr>
              <w:pStyle w:val="ListParagraph"/>
              <w:numPr>
                <w:ilvl w:val="0"/>
                <w:numId w:val="36"/>
              </w:numPr>
              <w:spacing w:after="0" w:line="240" w:lineRule="auto"/>
              <w:rPr>
                <w:rFonts w:ascii="Calibri" w:hAnsi="Calibri" w:cs="Calibri"/>
                <w:b/>
                <w:color w:val="000000" w:themeColor="text1"/>
                <w:szCs w:val="20"/>
              </w:rPr>
            </w:pPr>
            <w:r w:rsidRPr="00BA1467">
              <w:rPr>
                <w:rFonts w:ascii="Calibri" w:hAnsi="Calibri" w:cs="Calibri"/>
                <w:b/>
                <w:color w:val="000000" w:themeColor="text1"/>
                <w:szCs w:val="20"/>
              </w:rPr>
              <w:t xml:space="preserve">Select the applicable </w:t>
            </w:r>
            <w:r>
              <w:rPr>
                <w:rFonts w:ascii="Calibri" w:hAnsi="Calibri" w:cs="Calibri"/>
                <w:b/>
                <w:color w:val="000000" w:themeColor="text1"/>
                <w:szCs w:val="20"/>
              </w:rPr>
              <w:t>document(s)</w:t>
            </w:r>
          </w:p>
        </w:tc>
      </w:tr>
      <w:tr w:rsidR="00A33AAD" w:rsidRPr="001D349A" w14:paraId="57BD07CD" w14:textId="77777777" w:rsidTr="00C54DCE">
        <w:trPr>
          <w:gridAfter w:val="1"/>
          <w:wAfter w:w="148" w:type="dxa"/>
          <w:trHeight w:val="403"/>
        </w:trPr>
        <w:tc>
          <w:tcPr>
            <w:tcW w:w="7513" w:type="dxa"/>
            <w:gridSpan w:val="11"/>
            <w:shd w:val="clear" w:color="auto" w:fill="F1F1F2" w:themeFill="text2" w:themeFillTint="33"/>
          </w:tcPr>
          <w:p w14:paraId="694138F7" w14:textId="77777777" w:rsidR="00A33AAD" w:rsidRPr="00BA1467" w:rsidRDefault="00A33AAD" w:rsidP="00A33AAD">
            <w:pPr>
              <w:pStyle w:val="ListParagraph"/>
              <w:spacing w:after="0" w:line="240" w:lineRule="auto"/>
              <w:ind w:left="0"/>
              <w:rPr>
                <w:rFonts w:ascii="Calibri" w:hAnsi="Calibri" w:cs="Calibri"/>
                <w:b/>
                <w:color w:val="000000" w:themeColor="text1"/>
                <w:szCs w:val="20"/>
              </w:rPr>
            </w:pPr>
            <w:r w:rsidRPr="00BA1467">
              <w:rPr>
                <w:rFonts w:ascii="Calibri" w:hAnsi="Calibri" w:cs="Calibri"/>
                <w:b/>
                <w:i/>
                <w:color w:val="000000" w:themeColor="text1"/>
                <w:szCs w:val="20"/>
              </w:rPr>
              <w:t>Medicare records</w:t>
            </w:r>
          </w:p>
        </w:tc>
        <w:tc>
          <w:tcPr>
            <w:tcW w:w="992" w:type="dxa"/>
            <w:shd w:val="clear" w:color="auto" w:fill="F1F1F2" w:themeFill="text2" w:themeFillTint="33"/>
          </w:tcPr>
          <w:p w14:paraId="06335B6A" w14:textId="093F61FB"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1F1F2" w:themeFill="text2" w:themeFillTint="33"/>
          </w:tcPr>
          <w:p w14:paraId="68BDE312" w14:textId="59B5B818" w:rsidR="00A33AAD" w:rsidRPr="00C54DCE" w:rsidRDefault="00A33AAD" w:rsidP="00A33AAD">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A33AAD" w:rsidRPr="001D349A" w14:paraId="1B0C04CD" w14:textId="77777777" w:rsidTr="00C54DCE">
        <w:trPr>
          <w:gridAfter w:val="1"/>
          <w:wAfter w:w="148" w:type="dxa"/>
          <w:trHeight w:val="403"/>
        </w:trPr>
        <w:tc>
          <w:tcPr>
            <w:tcW w:w="7513" w:type="dxa"/>
            <w:gridSpan w:val="11"/>
          </w:tcPr>
          <w:p w14:paraId="7C2273A5" w14:textId="528605B7" w:rsidR="00A33AAD" w:rsidRPr="00BA1467" w:rsidRDefault="00244DFE" w:rsidP="00A33AA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01625924"/>
                <w14:checkbox>
                  <w14:checked w14:val="0"/>
                  <w14:checkedState w14:val="2612" w14:font="Tahoma"/>
                  <w14:uncheckedState w14:val="2610" w14:font="Tahoma"/>
                </w14:checkbox>
              </w:sdtPr>
              <w:sdtEndPr/>
              <w:sdtContent>
                <w:r w:rsidR="00A33AAD" w:rsidRPr="00BA1467">
                  <w:rPr>
                    <w:rFonts w:ascii="Segoe UI Symbol" w:eastAsia="Meiryo" w:hAnsi="Segoe UI Symbol" w:cs="Segoe UI Symbol"/>
                    <w:color w:val="000000" w:themeColor="text1"/>
                    <w:szCs w:val="20"/>
                  </w:rPr>
                  <w:t>☐</w:t>
                </w:r>
              </w:sdtContent>
            </w:sdt>
            <w:r w:rsidR="00A33AAD" w:rsidRPr="00BA1467">
              <w:rPr>
                <w:rFonts w:ascii="Calibri" w:hAnsi="Calibri" w:cs="Calibri"/>
                <w:color w:val="000000" w:themeColor="text1"/>
                <w:szCs w:val="20"/>
              </w:rPr>
              <w:t xml:space="preserve"> </w:t>
            </w:r>
            <w:r w:rsidR="00A33AAD" w:rsidRPr="0074613E">
              <w:rPr>
                <w:rFonts w:ascii="Calibri" w:eastAsia="Times New Roman" w:hAnsi="Calibri" w:cs="Calibri"/>
                <w:color w:val="000000"/>
                <w:szCs w:val="20"/>
                <w:lang w:eastAsia="en-AU"/>
              </w:rPr>
              <w:t>Complete immunisation history statement</w:t>
            </w:r>
          </w:p>
        </w:tc>
        <w:tc>
          <w:tcPr>
            <w:tcW w:w="992" w:type="dxa"/>
          </w:tcPr>
          <w:p w14:paraId="50BB868A" w14:textId="35CE84A9" w:rsidR="00A33AAD" w:rsidRPr="00BA1467" w:rsidRDefault="00244DFE"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61540940"/>
                <w14:checkbox>
                  <w14:checked w14:val="0"/>
                  <w14:checkedState w14:val="2612" w14:font="Tahoma"/>
                  <w14:uncheckedState w14:val="2610" w14:font="Tahoma"/>
                </w14:checkbox>
              </w:sdtPr>
              <w:sdtEndPr/>
              <w:sdtContent>
                <w:r w:rsidR="00A33AAD">
                  <w:rPr>
                    <w:rFonts w:ascii="Segoe UI Symbol" w:eastAsia="Meiryo" w:hAnsi="Segoe UI Symbol" w:cs="Segoe UI Symbol"/>
                    <w:color w:val="000000" w:themeColor="text1"/>
                    <w:szCs w:val="20"/>
                  </w:rPr>
                  <w:t>☐</w:t>
                </w:r>
              </w:sdtContent>
            </w:sdt>
          </w:p>
        </w:tc>
        <w:tc>
          <w:tcPr>
            <w:tcW w:w="993" w:type="dxa"/>
          </w:tcPr>
          <w:p w14:paraId="09E115BF" w14:textId="4EEAFEFA" w:rsidR="00A33AAD" w:rsidRPr="00BA1467" w:rsidRDefault="00244DFE"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95629876"/>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024DA9B0" w14:textId="77777777" w:rsidTr="00C54DCE">
        <w:trPr>
          <w:gridAfter w:val="1"/>
          <w:wAfter w:w="148" w:type="dxa"/>
          <w:trHeight w:val="403"/>
        </w:trPr>
        <w:tc>
          <w:tcPr>
            <w:tcW w:w="7513" w:type="dxa"/>
            <w:gridSpan w:val="11"/>
          </w:tcPr>
          <w:p w14:paraId="6EFB830F" w14:textId="7E31AA82" w:rsidR="00A33AAD" w:rsidRPr="00BA1467" w:rsidRDefault="00244DFE" w:rsidP="00A33AAD">
            <w:pPr>
              <w:pStyle w:val="ListParagraph"/>
              <w:spacing w:after="0" w:line="240" w:lineRule="auto"/>
              <w:ind w:left="0"/>
              <w:rPr>
                <w:rFonts w:ascii="Calibri" w:hAnsi="Calibri" w:cs="Calibri"/>
                <w:color w:val="000000" w:themeColor="text1"/>
                <w:szCs w:val="20"/>
              </w:rPr>
            </w:pPr>
            <w:sdt>
              <w:sdtPr>
                <w:rPr>
                  <w:rFonts w:ascii="Calibri" w:eastAsia="Times New Roman" w:hAnsi="Calibri" w:cs="Calibri"/>
                  <w:color w:val="000000"/>
                  <w:szCs w:val="20"/>
                  <w:lang w:eastAsia="en-AU"/>
                </w:rPr>
                <w:id w:val="350690909"/>
                <w14:checkbox>
                  <w14:checked w14:val="0"/>
                  <w14:checkedState w14:val="2612" w14:font="Tahoma"/>
                  <w14:uncheckedState w14:val="2610" w14:font="Tahoma"/>
                </w14:checkbox>
              </w:sdtPr>
              <w:sdtEndPr/>
              <w:sdtContent>
                <w:r w:rsidR="00A33AAD" w:rsidRPr="00BA1467">
                  <w:rPr>
                    <w:rFonts w:ascii="Segoe UI Symbol" w:eastAsia="Times New Roman" w:hAnsi="Segoe UI Symbol" w:cs="Segoe UI Symbol"/>
                    <w:color w:val="000000"/>
                    <w:szCs w:val="20"/>
                    <w:lang w:eastAsia="en-AU"/>
                  </w:rPr>
                  <w:t>☐</w:t>
                </w:r>
              </w:sdtContent>
            </w:sdt>
            <w:r w:rsidR="00A33AAD" w:rsidRPr="00BA1467">
              <w:rPr>
                <w:rFonts w:ascii="Calibri" w:eastAsia="Times New Roman" w:hAnsi="Calibri" w:cs="Calibri"/>
                <w:color w:val="000000"/>
                <w:szCs w:val="20"/>
                <w:lang w:eastAsia="en-AU"/>
              </w:rPr>
              <w:t xml:space="preserve"> </w:t>
            </w:r>
            <w:r w:rsidR="00A33AAD" w:rsidRPr="0074613E">
              <w:rPr>
                <w:rFonts w:ascii="Calibri" w:eastAsia="Times New Roman" w:hAnsi="Calibri" w:cs="Calibri"/>
                <w:color w:val="000000"/>
                <w:szCs w:val="20"/>
                <w:lang w:eastAsia="en-AU"/>
              </w:rPr>
              <w:t>COVID-19 and influenza (flu) immunisation history statement</w:t>
            </w:r>
          </w:p>
        </w:tc>
        <w:tc>
          <w:tcPr>
            <w:tcW w:w="992" w:type="dxa"/>
          </w:tcPr>
          <w:p w14:paraId="41DFC3C5" w14:textId="0877B4FE" w:rsidR="00A33AAD" w:rsidRPr="00BA1467" w:rsidRDefault="00244DFE"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37536699"/>
                <w14:checkbox>
                  <w14:checked w14:val="0"/>
                  <w14:checkedState w14:val="2612" w14:font="Tahoma"/>
                  <w14:uncheckedState w14:val="2610" w14:font="Tahoma"/>
                </w14:checkbox>
              </w:sdtPr>
              <w:sdtEndPr/>
              <w:sdtContent>
                <w:r w:rsidR="00A33AAD">
                  <w:rPr>
                    <w:rFonts w:ascii="Segoe UI Symbol" w:eastAsia="Meiryo" w:hAnsi="Segoe UI Symbol" w:cs="Segoe UI Symbol"/>
                    <w:color w:val="000000" w:themeColor="text1"/>
                    <w:szCs w:val="20"/>
                  </w:rPr>
                  <w:t>☐</w:t>
                </w:r>
              </w:sdtContent>
            </w:sdt>
          </w:p>
        </w:tc>
        <w:tc>
          <w:tcPr>
            <w:tcW w:w="993" w:type="dxa"/>
          </w:tcPr>
          <w:p w14:paraId="3720D9BB" w14:textId="6D225EAC" w:rsidR="00A33AAD" w:rsidRPr="00BA1467" w:rsidRDefault="00244DFE" w:rsidP="00A33AAD">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05707708"/>
                <w14:checkbox>
                  <w14:checked w14:val="0"/>
                  <w14:checkedState w14:val="2612" w14:font="Tahoma"/>
                  <w14:uncheckedState w14:val="2610" w14:font="Tahoma"/>
                </w14:checkbox>
              </w:sdtPr>
              <w:sdtEndPr/>
              <w:sdtContent>
                <w:r w:rsidR="00A33AAD" w:rsidRPr="001D349A">
                  <w:rPr>
                    <w:rFonts w:ascii="Segoe UI Symbol" w:eastAsia="Meiryo" w:hAnsi="Segoe UI Symbol" w:cs="Segoe UI Symbol"/>
                    <w:color w:val="000000" w:themeColor="text1"/>
                    <w:szCs w:val="20"/>
                  </w:rPr>
                  <w:t>☐</w:t>
                </w:r>
              </w:sdtContent>
            </w:sdt>
          </w:p>
        </w:tc>
      </w:tr>
      <w:tr w:rsidR="00A33AAD" w:rsidRPr="001D349A" w14:paraId="1385F781" w14:textId="77777777" w:rsidTr="00B13E72">
        <w:trPr>
          <w:gridAfter w:val="1"/>
          <w:wAfter w:w="148" w:type="dxa"/>
          <w:trHeight w:val="403"/>
        </w:trPr>
        <w:tc>
          <w:tcPr>
            <w:tcW w:w="9498" w:type="dxa"/>
            <w:gridSpan w:val="13"/>
          </w:tcPr>
          <w:p w14:paraId="51A073C4" w14:textId="5FAEB251" w:rsidR="00A33AAD" w:rsidRDefault="00A33AAD" w:rsidP="00A33AAD">
            <w:pPr>
              <w:pStyle w:val="ListParagraph"/>
              <w:spacing w:after="0" w:line="240" w:lineRule="auto"/>
              <w:ind w:left="0"/>
              <w:rPr>
                <w:rFonts w:ascii="Calibri" w:eastAsia="Times New Roman" w:hAnsi="Calibri" w:cs="Calibri"/>
                <w:color w:val="000000"/>
                <w:szCs w:val="20"/>
                <w:lang w:eastAsia="en-AU"/>
              </w:rPr>
            </w:pPr>
          </w:p>
        </w:tc>
      </w:tr>
      <w:bookmarkEnd w:id="1"/>
    </w:tbl>
    <w:p w14:paraId="61938FAE" w14:textId="1CB000A1" w:rsidR="00790D6E" w:rsidRDefault="00790D6E"/>
    <w:tbl>
      <w:tblPr>
        <w:tblStyle w:val="TableGrid"/>
        <w:tblW w:w="9493"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493"/>
      </w:tblGrid>
      <w:tr w:rsidR="00AA313A" w:rsidRPr="00204DC3" w14:paraId="7B1D293F" w14:textId="77777777" w:rsidTr="0F930B26">
        <w:trPr>
          <w:cantSplit/>
          <w:trHeight w:val="403"/>
        </w:trPr>
        <w:tc>
          <w:tcPr>
            <w:tcW w:w="9493" w:type="dxa"/>
            <w:tcBorders>
              <w:top w:val="single" w:sz="8" w:space="0" w:color="auto"/>
            </w:tcBorders>
            <w:shd w:val="clear" w:color="auto" w:fill="D9D9D9" w:themeFill="background1" w:themeFillShade="D9"/>
            <w:vAlign w:val="center"/>
          </w:tcPr>
          <w:p w14:paraId="6626C7A0" w14:textId="05922932" w:rsidR="00AA313A" w:rsidRPr="00204DC3" w:rsidRDefault="00AA313A" w:rsidP="00743BEC">
            <w:pPr>
              <w:pStyle w:val="ListParagraph"/>
              <w:spacing w:after="0" w:line="240" w:lineRule="auto"/>
              <w:ind w:left="33"/>
              <w:rPr>
                <w:rFonts w:ascii="Calibri" w:eastAsia="Times New Roman" w:hAnsi="Calibri" w:cs="Calibri"/>
                <w:b/>
                <w:bCs/>
                <w:kern w:val="32"/>
                <w:sz w:val="22"/>
                <w:lang w:eastAsia="en-AU"/>
              </w:rPr>
            </w:pPr>
            <w:bookmarkStart w:id="2" w:name="_Hlk107394585"/>
            <w:r w:rsidRPr="00204DC3">
              <w:rPr>
                <w:rFonts w:ascii="Calibri" w:eastAsia="Times New Roman" w:hAnsi="Calibri" w:cs="Calibri"/>
                <w:b/>
                <w:bCs/>
                <w:kern w:val="32"/>
                <w:sz w:val="22"/>
                <w:lang w:eastAsia="en-AU"/>
              </w:rPr>
              <w:t xml:space="preserve">5.7 If the Get XML View was selected in Question 5.4 above, please specify which </w:t>
            </w:r>
            <w:r w:rsidR="0006719D" w:rsidRPr="00204DC3">
              <w:rPr>
                <w:rFonts w:ascii="Calibri" w:eastAsia="Times New Roman" w:hAnsi="Calibri" w:cs="Calibri"/>
                <w:b/>
                <w:bCs/>
                <w:kern w:val="32"/>
                <w:sz w:val="22"/>
                <w:lang w:eastAsia="en-AU"/>
              </w:rPr>
              <w:t>views</w:t>
            </w:r>
            <w:r w:rsidRPr="00204DC3">
              <w:rPr>
                <w:rFonts w:ascii="Calibri" w:eastAsia="Times New Roman" w:hAnsi="Calibri" w:cs="Calibri"/>
                <w:b/>
                <w:bCs/>
                <w:kern w:val="32"/>
                <w:sz w:val="22"/>
                <w:lang w:eastAsia="en-AU"/>
              </w:rPr>
              <w:t xml:space="preserve"> will be accessed </w:t>
            </w:r>
            <w:r w:rsidR="0068328E">
              <w:rPr>
                <w:rFonts w:ascii="Calibri" w:eastAsia="Times New Roman" w:hAnsi="Calibri" w:cs="Calibri"/>
                <w:b/>
                <w:bCs/>
                <w:kern w:val="32"/>
                <w:sz w:val="22"/>
                <w:lang w:eastAsia="en-AU"/>
              </w:rPr>
              <w:t xml:space="preserve">and </w:t>
            </w:r>
            <w:r w:rsidRPr="00204DC3">
              <w:rPr>
                <w:rFonts w:ascii="Calibri" w:eastAsia="Times New Roman" w:hAnsi="Calibri" w:cs="Calibri"/>
                <w:b/>
                <w:bCs/>
                <w:kern w:val="32"/>
                <w:sz w:val="22"/>
                <w:lang w:eastAsia="en-AU"/>
              </w:rPr>
              <w:t>a justification for each</w:t>
            </w:r>
            <w:r w:rsidR="001E3BD0" w:rsidRPr="00204DC3">
              <w:rPr>
                <w:rFonts w:ascii="Calibri" w:eastAsia="Times New Roman" w:hAnsi="Calibri" w:cs="Calibri"/>
                <w:b/>
                <w:bCs/>
                <w:kern w:val="32"/>
                <w:sz w:val="22"/>
                <w:lang w:eastAsia="en-AU"/>
              </w:rPr>
              <w:t>.</w:t>
            </w:r>
          </w:p>
          <w:p w14:paraId="6C9DC1B5" w14:textId="4F5FB1EA" w:rsidR="001E3BD0" w:rsidRPr="00204DC3" w:rsidRDefault="001E3BD0" w:rsidP="00743BEC">
            <w:pPr>
              <w:pStyle w:val="ListParagraph"/>
              <w:spacing w:after="0" w:line="240" w:lineRule="auto"/>
              <w:ind w:left="33"/>
              <w:rPr>
                <w:rFonts w:ascii="Calibri" w:eastAsia="Times New Roman" w:hAnsi="Calibri" w:cs="Calibri"/>
                <w:b/>
                <w:bCs/>
                <w:kern w:val="32"/>
                <w:sz w:val="22"/>
                <w:lang w:eastAsia="en-AU"/>
              </w:rPr>
            </w:pPr>
            <w:r w:rsidRPr="00204DC3">
              <w:rPr>
                <w:rFonts w:ascii="Calibri" w:eastAsia="Times New Roman" w:hAnsi="Calibri" w:cs="Calibri"/>
                <w:b/>
                <w:bCs/>
                <w:kern w:val="32"/>
                <w:sz w:val="22"/>
                <w:lang w:eastAsia="en-AU"/>
              </w:rPr>
              <w:t xml:space="preserve">Note: There are different versions of the views particularly for pathology report, please </w:t>
            </w:r>
            <w:r w:rsidR="00C85138" w:rsidRPr="00204DC3">
              <w:rPr>
                <w:rFonts w:ascii="Calibri" w:eastAsia="Times New Roman" w:hAnsi="Calibri" w:cs="Calibri"/>
                <w:b/>
                <w:bCs/>
                <w:kern w:val="32"/>
                <w:sz w:val="22"/>
                <w:lang w:eastAsia="en-AU"/>
              </w:rPr>
              <w:t>select</w:t>
            </w:r>
            <w:r w:rsidRPr="00204DC3">
              <w:rPr>
                <w:rFonts w:ascii="Calibri" w:eastAsia="Times New Roman" w:hAnsi="Calibri" w:cs="Calibri"/>
                <w:b/>
                <w:bCs/>
                <w:kern w:val="32"/>
                <w:sz w:val="22"/>
                <w:lang w:eastAsia="en-AU"/>
              </w:rPr>
              <w:t xml:space="preserve"> the version(s) that will be used.</w:t>
            </w:r>
          </w:p>
        </w:tc>
      </w:tr>
      <w:tr w:rsidR="00AA313A" w:rsidRPr="00204DC3" w14:paraId="0F3E8112" w14:textId="77777777" w:rsidTr="0F930B26">
        <w:trPr>
          <w:cantSplit/>
          <w:trHeight w:val="338"/>
        </w:trPr>
        <w:tc>
          <w:tcPr>
            <w:tcW w:w="9493" w:type="dxa"/>
            <w:shd w:val="clear" w:color="auto" w:fill="D9D9D9" w:themeFill="background1" w:themeFillShade="D9"/>
          </w:tcPr>
          <w:p w14:paraId="28C456B1" w14:textId="15949778" w:rsidR="00AA313A" w:rsidRPr="00204DC3" w:rsidRDefault="00AA313A" w:rsidP="00777429">
            <w:pPr>
              <w:rPr>
                <w:rFonts w:cs="Calibri"/>
                <w:b/>
                <w:color w:val="000000" w:themeColor="text1"/>
                <w:szCs w:val="20"/>
              </w:rPr>
            </w:pPr>
            <w:r w:rsidRPr="00204DC3">
              <w:rPr>
                <w:rFonts w:cs="Calibri"/>
                <w:b/>
                <w:color w:val="000000" w:themeColor="text1"/>
                <w:szCs w:val="20"/>
              </w:rPr>
              <w:t xml:space="preserve">Select the applicable </w:t>
            </w:r>
            <w:r w:rsidR="0006719D" w:rsidRPr="00204DC3">
              <w:rPr>
                <w:rFonts w:cs="Calibri"/>
                <w:b/>
                <w:color w:val="000000" w:themeColor="text1"/>
                <w:szCs w:val="20"/>
              </w:rPr>
              <w:t>View(s)</w:t>
            </w:r>
            <w:r w:rsidR="001E3BD0" w:rsidRPr="00204DC3">
              <w:rPr>
                <w:rFonts w:cs="Calibri"/>
                <w:b/>
                <w:color w:val="000000" w:themeColor="text1"/>
                <w:szCs w:val="20"/>
              </w:rPr>
              <w:t xml:space="preserve"> and version(s) that will be used.</w:t>
            </w:r>
          </w:p>
        </w:tc>
      </w:tr>
      <w:tr w:rsidR="00AA313A" w:rsidRPr="00204DC3" w14:paraId="16E2CD91"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shd w:val="clear" w:color="auto" w:fill="F1F1F2" w:themeFill="text2" w:themeFillTint="33"/>
          </w:tcPr>
          <w:p w14:paraId="6BEA4EED" w14:textId="2D90C1D0" w:rsidR="00AA313A" w:rsidRPr="00632241" w:rsidRDefault="0006719D" w:rsidP="00743BEC">
            <w:pPr>
              <w:pStyle w:val="ListParagraph"/>
              <w:spacing w:after="0" w:line="240" w:lineRule="auto"/>
              <w:ind w:left="0"/>
              <w:rPr>
                <w:rFonts w:ascii="Calibri" w:hAnsi="Calibri" w:cs="Calibri"/>
                <w:b/>
                <w:color w:val="000000" w:themeColor="text1"/>
                <w:szCs w:val="20"/>
              </w:rPr>
            </w:pPr>
            <w:r w:rsidRPr="00632241">
              <w:rPr>
                <w:rFonts w:ascii="Calibri" w:hAnsi="Calibri" w:cs="Calibri"/>
                <w:b/>
                <w:i/>
                <w:color w:val="000000" w:themeColor="text1"/>
                <w:szCs w:val="20"/>
              </w:rPr>
              <w:t>Views</w:t>
            </w:r>
          </w:p>
        </w:tc>
      </w:tr>
      <w:tr w:rsidR="00AA313A" w:rsidRPr="00204DC3" w14:paraId="6ED05AC9"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31AA33E1" w14:textId="06430A6B" w:rsidR="00AA313A" w:rsidRPr="00632241" w:rsidRDefault="00244DFE"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885714289"/>
                <w14:checkbox>
                  <w14:checked w14:val="0"/>
                  <w14:checkedState w14:val="2612" w14:font="Tahoma"/>
                  <w14:uncheckedState w14:val="2610" w14:font="Tahoma"/>
                </w14:checkbox>
              </w:sdtPr>
              <w:sdtEndPr/>
              <w:sdtContent>
                <w:r w:rsidR="00AA313A" w:rsidRPr="00632241">
                  <w:rPr>
                    <w:rFonts w:ascii="Segoe UI Symbol" w:eastAsia="Meiryo" w:hAnsi="Segoe UI Symbol" w:cs="Segoe UI Symbol"/>
                    <w:color w:val="000000" w:themeColor="text1"/>
                    <w:szCs w:val="20"/>
                  </w:rPr>
                  <w:t>☐</w:t>
                </w:r>
              </w:sdtContent>
            </w:sdt>
            <w:r w:rsidR="00AA313A" w:rsidRPr="00632241">
              <w:rPr>
                <w:rFonts w:ascii="Calibri" w:hAnsi="Calibri" w:cs="Calibri"/>
                <w:color w:val="000000" w:themeColor="text1"/>
                <w:szCs w:val="20"/>
              </w:rPr>
              <w:t xml:space="preserve"> </w:t>
            </w:r>
            <w:r w:rsidR="0006719D" w:rsidRPr="00632241">
              <w:rPr>
                <w:rFonts w:ascii="Calibri" w:eastAsia="Times New Roman" w:hAnsi="Calibri" w:cs="Calibri"/>
                <w:color w:val="000000"/>
                <w:szCs w:val="20"/>
                <w:lang w:eastAsia="en-AU"/>
              </w:rPr>
              <w:t>Pathology Report</w:t>
            </w:r>
            <w:r w:rsidR="00713F70" w:rsidRPr="00632241">
              <w:rPr>
                <w:rFonts w:ascii="Calibri" w:eastAsia="Times New Roman" w:hAnsi="Calibri" w:cs="Calibri"/>
                <w:color w:val="000000"/>
                <w:szCs w:val="20"/>
                <w:lang w:eastAsia="en-AU"/>
              </w:rPr>
              <w:t xml:space="preserve">            </w:t>
            </w:r>
          </w:p>
          <w:p w14:paraId="77701578" w14:textId="53AB9B45"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tbl>
            <w:tblPr>
              <w:tblStyle w:val="TableGrid"/>
              <w:tblW w:w="12929" w:type="dxa"/>
              <w:tblLayout w:type="fixed"/>
              <w:tblLook w:val="04A0" w:firstRow="1" w:lastRow="0" w:firstColumn="1" w:lastColumn="0" w:noHBand="0" w:noVBand="1"/>
            </w:tblPr>
            <w:tblGrid>
              <w:gridCol w:w="877"/>
              <w:gridCol w:w="1417"/>
              <w:gridCol w:w="851"/>
              <w:gridCol w:w="9784"/>
            </w:tblGrid>
            <w:tr w:rsidR="00401ED9" w:rsidRPr="00632241" w14:paraId="55BA3920" w14:textId="77777777" w:rsidTr="00C54DCE">
              <w:tc>
                <w:tcPr>
                  <w:tcW w:w="877" w:type="dxa"/>
                </w:tcPr>
                <w:p w14:paraId="0EF2C44B" w14:textId="15772E64"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1417" w:type="dxa"/>
                </w:tcPr>
                <w:p w14:paraId="0B287EB5" w14:textId="54EC7935"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851" w:type="dxa"/>
                </w:tcPr>
                <w:p w14:paraId="2B91A43F" w14:textId="69A855DB"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9784" w:type="dxa"/>
                </w:tcPr>
                <w:p w14:paraId="0D56CB19" w14:textId="4D07F06D"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43E39D0E" w14:textId="77777777" w:rsidTr="00C54DCE">
              <w:tc>
                <w:tcPr>
                  <w:tcW w:w="877" w:type="dxa"/>
                </w:tcPr>
                <w:p w14:paraId="338E4199" w14:textId="587E8F86" w:rsidR="00401ED9" w:rsidRPr="00632241" w:rsidRDefault="00244DFE" w:rsidP="00401ED9">
                  <w:pPr>
                    <w:rPr>
                      <w:rFonts w:cs="Calibri"/>
                      <w:color w:val="000000" w:themeColor="text1"/>
                      <w:sz w:val="20"/>
                      <w:szCs w:val="20"/>
                    </w:rPr>
                  </w:pPr>
                  <w:sdt>
                    <w:sdtPr>
                      <w:rPr>
                        <w:rFonts w:eastAsia="Meiryo" w:cs="Calibri"/>
                        <w:color w:val="000000" w:themeColor="text1"/>
                        <w:sz w:val="20"/>
                        <w:szCs w:val="20"/>
                      </w:rPr>
                      <w:id w:val="-641503878"/>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FE460B6" w14:textId="2C3C7102" w:rsidR="00401ED9" w:rsidRPr="00632241" w:rsidRDefault="00401ED9" w:rsidP="00401ED9">
                  <w:pPr>
                    <w:rPr>
                      <w:rFonts w:cs="Calibri"/>
                      <w:color w:val="000000" w:themeColor="text1"/>
                      <w:sz w:val="20"/>
                      <w:szCs w:val="20"/>
                    </w:rPr>
                  </w:pPr>
                  <w:r w:rsidRPr="00632241">
                    <w:rPr>
                      <w:rFonts w:cs="Calibri"/>
                      <w:color w:val="000000" w:themeColor="text1"/>
                      <w:sz w:val="20"/>
                      <w:szCs w:val="20"/>
                    </w:rPr>
                    <w:t xml:space="preserve"> Pathology</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851" w:type="dxa"/>
                </w:tcPr>
                <w:p w14:paraId="075F0B0D" w14:textId="281C8515" w:rsidR="00401ED9" w:rsidRPr="00632241" w:rsidRDefault="00401ED9" w:rsidP="00401ED9">
                  <w:pPr>
                    <w:rPr>
                      <w:rFonts w:cs="Calibri"/>
                      <w:color w:val="000000" w:themeColor="text1"/>
                      <w:sz w:val="20"/>
                      <w:szCs w:val="20"/>
                    </w:rPr>
                  </w:pPr>
                  <w:r w:rsidRPr="00632241">
                    <w:rPr>
                      <w:rFonts w:cs="Calibri"/>
                      <w:color w:val="000000" w:themeColor="text1"/>
                      <w:sz w:val="20"/>
                      <w:szCs w:val="20"/>
                    </w:rPr>
                    <w:t>2.0</w:t>
                  </w:r>
                </w:p>
              </w:tc>
              <w:tc>
                <w:tcPr>
                  <w:tcW w:w="9784" w:type="dxa"/>
                </w:tcPr>
                <w:p w14:paraId="3F3C555D" w14:textId="77777777" w:rsidR="00401ED9" w:rsidRPr="007A3B03" w:rsidRDefault="00401ED9" w:rsidP="00401ED9">
                  <w:pPr>
                    <w:rPr>
                      <w:sz w:val="20"/>
                      <w:szCs w:val="20"/>
                    </w:rPr>
                  </w:pPr>
                  <w:r w:rsidRPr="007A3B03">
                    <w:rPr>
                      <w:sz w:val="20"/>
                      <w:szCs w:val="20"/>
                    </w:rPr>
                    <w:t xml:space="preserve">Returns all Pathology clinical documents following the 7-day delay except </w:t>
                  </w:r>
                </w:p>
                <w:p w14:paraId="2325A85A" w14:textId="77777777" w:rsidR="00401ED9" w:rsidRPr="007A3B03" w:rsidRDefault="00401ED9" w:rsidP="00401ED9">
                  <w:pPr>
                    <w:rPr>
                      <w:sz w:val="20"/>
                      <w:szCs w:val="20"/>
                    </w:rPr>
                  </w:pPr>
                  <w:r w:rsidRPr="007A3B03">
                    <w:rPr>
                      <w:sz w:val="20"/>
                      <w:szCs w:val="20"/>
                    </w:rPr>
                    <w:t>for COVID Pathology documents, which are returned with only a</w:t>
                  </w:r>
                </w:p>
                <w:p w14:paraId="64379889" w14:textId="76B8498D" w:rsidR="00401ED9" w:rsidRPr="007A3B03" w:rsidRDefault="00401ED9" w:rsidP="00401ED9">
                  <w:pPr>
                    <w:rPr>
                      <w:sz w:val="20"/>
                      <w:szCs w:val="20"/>
                    </w:rPr>
                  </w:pPr>
                  <w:r w:rsidRPr="007A3B03">
                    <w:rPr>
                      <w:sz w:val="20"/>
                      <w:szCs w:val="20"/>
                    </w:rPr>
                    <w:t>0-day delay (configurable).</w:t>
                  </w:r>
                </w:p>
              </w:tc>
            </w:tr>
            <w:tr w:rsidR="00401ED9" w:rsidRPr="00632241" w14:paraId="1C00B49D" w14:textId="77777777" w:rsidTr="00C54DCE">
              <w:tc>
                <w:tcPr>
                  <w:tcW w:w="877" w:type="dxa"/>
                </w:tcPr>
                <w:p w14:paraId="38341E9D" w14:textId="42C4388B" w:rsidR="00401ED9" w:rsidRPr="00632241" w:rsidRDefault="00244DFE" w:rsidP="00401ED9">
                  <w:pPr>
                    <w:rPr>
                      <w:rFonts w:eastAsia="Meiryo" w:cs="Calibri"/>
                      <w:color w:val="000000" w:themeColor="text1"/>
                      <w:sz w:val="20"/>
                      <w:szCs w:val="20"/>
                    </w:rPr>
                  </w:pPr>
                  <w:sdt>
                    <w:sdtPr>
                      <w:rPr>
                        <w:rFonts w:eastAsia="Meiryo" w:cs="Calibri"/>
                        <w:color w:val="000000" w:themeColor="text1"/>
                        <w:sz w:val="20"/>
                        <w:szCs w:val="20"/>
                      </w:rPr>
                      <w:id w:val="-1528096044"/>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2873797" w14:textId="25C81752" w:rsidR="00401ED9" w:rsidRPr="00632241" w:rsidRDefault="00401ED9" w:rsidP="00401ED9">
                  <w:pPr>
                    <w:rPr>
                      <w:rFonts w:cs="Calibri"/>
                      <w:color w:val="000000" w:themeColor="text1"/>
                      <w:sz w:val="20"/>
                      <w:szCs w:val="20"/>
                    </w:rPr>
                  </w:pPr>
                  <w:r w:rsidRPr="007A3B03">
                    <w:rPr>
                      <w:rFonts w:cs="Calibri"/>
                      <w:color w:val="000000" w:themeColor="text1"/>
                      <w:sz w:val="20"/>
                      <w:szCs w:val="20"/>
                    </w:rPr>
                    <w:t>Pathology</w:t>
                  </w:r>
                  <w:r w:rsidR="008905EE" w:rsidRPr="007A3B03">
                    <w:rPr>
                      <w:rFonts w:cs="Calibri"/>
                      <w:color w:val="000000" w:themeColor="text1"/>
                      <w:sz w:val="20"/>
                      <w:szCs w:val="20"/>
                    </w:rPr>
                    <w:t xml:space="preserve"> </w:t>
                  </w:r>
                  <w:r w:rsidRPr="007A3B03">
                    <w:rPr>
                      <w:rFonts w:cs="Calibri"/>
                      <w:color w:val="000000" w:themeColor="text1"/>
                      <w:sz w:val="20"/>
                      <w:szCs w:val="20"/>
                    </w:rPr>
                    <w:t>View</w:t>
                  </w:r>
                </w:p>
              </w:tc>
              <w:tc>
                <w:tcPr>
                  <w:tcW w:w="851" w:type="dxa"/>
                </w:tcPr>
                <w:p w14:paraId="586C6B6E" w14:textId="54247C7B" w:rsidR="00401ED9" w:rsidRPr="00632241" w:rsidRDefault="00401ED9" w:rsidP="00401ED9">
                  <w:pPr>
                    <w:rPr>
                      <w:rFonts w:cs="Calibri"/>
                      <w:color w:val="000000" w:themeColor="text1"/>
                      <w:sz w:val="20"/>
                      <w:szCs w:val="20"/>
                    </w:rPr>
                  </w:pPr>
                  <w:r w:rsidRPr="00632241">
                    <w:rPr>
                      <w:rFonts w:cs="Calibri"/>
                      <w:color w:val="000000" w:themeColor="text1"/>
                      <w:sz w:val="20"/>
                      <w:szCs w:val="20"/>
                    </w:rPr>
                    <w:t>3.0</w:t>
                  </w:r>
                </w:p>
              </w:tc>
              <w:tc>
                <w:tcPr>
                  <w:tcW w:w="9784" w:type="dxa"/>
                </w:tcPr>
                <w:p w14:paraId="7FB70324" w14:textId="77777777" w:rsidR="00401ED9" w:rsidRPr="007A3B03" w:rsidRDefault="00401ED9" w:rsidP="00401ED9">
                  <w:pPr>
                    <w:rPr>
                      <w:sz w:val="20"/>
                      <w:szCs w:val="20"/>
                    </w:rPr>
                  </w:pPr>
                  <w:r w:rsidRPr="007A3B03">
                    <w:rPr>
                      <w:sz w:val="20"/>
                      <w:szCs w:val="20"/>
                    </w:rPr>
                    <w:t>Returns only COVID Pathology clinical documents following</w:t>
                  </w:r>
                </w:p>
                <w:p w14:paraId="5262310E" w14:textId="2B007BFB" w:rsidR="00401ED9" w:rsidRPr="007A3B03" w:rsidRDefault="00401ED9" w:rsidP="00401ED9">
                  <w:pPr>
                    <w:rPr>
                      <w:sz w:val="20"/>
                      <w:szCs w:val="20"/>
                    </w:rPr>
                  </w:pPr>
                  <w:r w:rsidRPr="007A3B03">
                    <w:rPr>
                      <w:sz w:val="20"/>
                      <w:szCs w:val="20"/>
                    </w:rPr>
                    <w:t>a 0-day delay (configurable).</w:t>
                  </w:r>
                </w:p>
              </w:tc>
            </w:tr>
          </w:tbl>
          <w:p w14:paraId="15F4E3B5" w14:textId="3D758F35" w:rsidR="006B69C3" w:rsidRPr="00632241" w:rsidRDefault="006B69C3" w:rsidP="006B69C3">
            <w:pPr>
              <w:pStyle w:val="ListParagraph"/>
              <w:spacing w:after="0" w:line="240" w:lineRule="auto"/>
              <w:rPr>
                <w:rFonts w:ascii="Calibri" w:hAnsi="Calibri" w:cs="Calibri"/>
                <w:color w:val="000000" w:themeColor="text1"/>
                <w:szCs w:val="20"/>
              </w:rPr>
            </w:pPr>
          </w:p>
        </w:tc>
      </w:tr>
      <w:tr w:rsidR="00AA313A" w:rsidRPr="001D349A" w14:paraId="59FACE1C"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45278A50" w14:textId="5B5028E7" w:rsidR="00AA313A" w:rsidRPr="00632241" w:rsidRDefault="00244DFE"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Times New Roman" w:hAnsi="Calibri" w:cs="Calibri"/>
                  <w:color w:val="000000"/>
                  <w:szCs w:val="20"/>
                  <w:lang w:eastAsia="en-AU"/>
                </w:rPr>
                <w:id w:val="1219014209"/>
                <w14:checkbox>
                  <w14:checked w14:val="0"/>
                  <w14:checkedState w14:val="2612" w14:font="Tahoma"/>
                  <w14:uncheckedState w14:val="2610" w14:font="Tahoma"/>
                </w14:checkbox>
              </w:sdtPr>
              <w:sdtEndPr/>
              <w:sdtContent>
                <w:r w:rsidR="00AA313A" w:rsidRPr="00632241">
                  <w:rPr>
                    <w:rFonts w:ascii="Segoe UI Symbol" w:eastAsia="Times New Roman" w:hAnsi="Segoe UI Symbol" w:cs="Segoe UI Symbol"/>
                    <w:color w:val="000000"/>
                    <w:szCs w:val="20"/>
                    <w:lang w:eastAsia="en-AU"/>
                  </w:rPr>
                  <w:t>☐</w:t>
                </w:r>
              </w:sdtContent>
            </w:sdt>
            <w:r w:rsidR="00AA313A" w:rsidRPr="00632241">
              <w:rPr>
                <w:rFonts w:ascii="Calibri" w:eastAsia="Times New Roman" w:hAnsi="Calibri" w:cs="Calibri"/>
                <w:color w:val="000000"/>
                <w:szCs w:val="20"/>
                <w:lang w:eastAsia="en-AU"/>
              </w:rPr>
              <w:t xml:space="preserve"> </w:t>
            </w:r>
            <w:r w:rsidR="0006719D" w:rsidRPr="00632241">
              <w:rPr>
                <w:rFonts w:ascii="Calibri" w:eastAsia="Times New Roman" w:hAnsi="Calibri" w:cs="Calibri"/>
                <w:color w:val="000000"/>
                <w:szCs w:val="20"/>
                <w:lang w:eastAsia="en-AU"/>
              </w:rPr>
              <w:t>Diagnostic Imaging</w:t>
            </w:r>
            <w:r w:rsidR="00713F70" w:rsidRPr="00632241">
              <w:rPr>
                <w:rFonts w:ascii="Calibri" w:eastAsia="Times New Roman" w:hAnsi="Calibri" w:cs="Calibri"/>
                <w:color w:val="000000"/>
                <w:szCs w:val="20"/>
                <w:lang w:eastAsia="en-AU"/>
              </w:rPr>
              <w:t xml:space="preserve">   </w:t>
            </w:r>
          </w:p>
          <w:p w14:paraId="2FBCFBAC" w14:textId="257E0AAF"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p w14:paraId="20C74EF7" w14:textId="77777777" w:rsidR="006B69C3" w:rsidRPr="00632241" w:rsidRDefault="006B69C3" w:rsidP="006B69C3">
            <w:pPr>
              <w:pStyle w:val="ListParagraph"/>
              <w:spacing w:after="0" w:line="240" w:lineRule="auto"/>
              <w:rPr>
                <w:rFonts w:ascii="Calibri" w:hAnsi="Calibri" w:cs="Calibri"/>
                <w:color w:val="000000" w:themeColor="text1"/>
                <w:szCs w:val="20"/>
              </w:rPr>
            </w:pPr>
          </w:p>
          <w:tbl>
            <w:tblPr>
              <w:tblStyle w:val="TableGrid"/>
              <w:tblW w:w="12929" w:type="dxa"/>
              <w:tblLayout w:type="fixed"/>
              <w:tblLook w:val="04A0" w:firstRow="1" w:lastRow="0" w:firstColumn="1" w:lastColumn="0" w:noHBand="0" w:noVBand="1"/>
            </w:tblPr>
            <w:tblGrid>
              <w:gridCol w:w="1009"/>
              <w:gridCol w:w="2127"/>
              <w:gridCol w:w="1134"/>
              <w:gridCol w:w="8659"/>
            </w:tblGrid>
            <w:tr w:rsidR="00401ED9" w:rsidRPr="00632241" w14:paraId="654E0F3F" w14:textId="77777777" w:rsidTr="00C85138">
              <w:tc>
                <w:tcPr>
                  <w:tcW w:w="1009" w:type="dxa"/>
                </w:tcPr>
                <w:p w14:paraId="6FB8E868"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23B8D97D"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057C660F"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1063F22B"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3A2F61F1" w14:textId="77777777" w:rsidTr="007A3B03">
              <w:tc>
                <w:tcPr>
                  <w:tcW w:w="1009" w:type="dxa"/>
                </w:tcPr>
                <w:p w14:paraId="7EABC37E" w14:textId="77777777" w:rsidR="00401ED9" w:rsidRPr="00632241" w:rsidRDefault="00244DFE" w:rsidP="00401ED9">
                  <w:pPr>
                    <w:rPr>
                      <w:rFonts w:cs="Calibri"/>
                      <w:color w:val="000000" w:themeColor="text1"/>
                      <w:sz w:val="20"/>
                      <w:szCs w:val="20"/>
                    </w:rPr>
                  </w:pPr>
                  <w:sdt>
                    <w:sdtPr>
                      <w:rPr>
                        <w:rFonts w:eastAsia="Meiryo" w:cs="Calibri"/>
                        <w:color w:val="000000" w:themeColor="text1"/>
                        <w:sz w:val="20"/>
                        <w:szCs w:val="20"/>
                      </w:rPr>
                      <w:id w:val="844751149"/>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2127" w:type="dxa"/>
                </w:tcPr>
                <w:p w14:paraId="1E77B049" w14:textId="369425F1" w:rsidR="00401ED9" w:rsidRPr="00632241" w:rsidRDefault="00401ED9" w:rsidP="00401ED9">
                  <w:pPr>
                    <w:rPr>
                      <w:rFonts w:cs="Calibri"/>
                      <w:color w:val="000000" w:themeColor="text1"/>
                      <w:sz w:val="20"/>
                      <w:szCs w:val="20"/>
                    </w:rPr>
                  </w:pPr>
                  <w:r w:rsidRPr="00632241">
                    <w:rPr>
                      <w:rFonts w:cs="Calibri"/>
                      <w:color w:val="000000" w:themeColor="text1"/>
                      <w:sz w:val="20"/>
                      <w:szCs w:val="20"/>
                    </w:rPr>
                    <w:t>Diagnostic</w:t>
                  </w:r>
                  <w:r w:rsidR="008905EE" w:rsidRPr="00632241">
                    <w:rPr>
                      <w:rFonts w:cs="Calibri"/>
                      <w:color w:val="000000" w:themeColor="text1"/>
                      <w:sz w:val="20"/>
                      <w:szCs w:val="20"/>
                    </w:rPr>
                    <w:t xml:space="preserve"> </w:t>
                  </w:r>
                  <w:r w:rsidRPr="00632241">
                    <w:rPr>
                      <w:rFonts w:cs="Calibri"/>
                      <w:color w:val="000000" w:themeColor="text1"/>
                      <w:sz w:val="20"/>
                      <w:szCs w:val="20"/>
                    </w:rPr>
                    <w:t>Imaging</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1134" w:type="dxa"/>
                </w:tcPr>
                <w:p w14:paraId="70B2AF91" w14:textId="4A18C890" w:rsidR="00401ED9" w:rsidRPr="00632241" w:rsidRDefault="00401ED9" w:rsidP="00401ED9">
                  <w:pPr>
                    <w:rPr>
                      <w:rFonts w:cs="Calibri"/>
                      <w:color w:val="000000" w:themeColor="text1"/>
                      <w:sz w:val="20"/>
                      <w:szCs w:val="20"/>
                    </w:rPr>
                  </w:pPr>
                  <w:r w:rsidRPr="00632241">
                    <w:rPr>
                      <w:rFonts w:cs="Calibri"/>
                      <w:color w:val="000000" w:themeColor="text1"/>
                      <w:sz w:val="20"/>
                      <w:szCs w:val="20"/>
                    </w:rPr>
                    <w:t>1.0</w:t>
                  </w:r>
                </w:p>
              </w:tc>
              <w:tc>
                <w:tcPr>
                  <w:tcW w:w="8659" w:type="dxa"/>
                  <w:shd w:val="clear" w:color="auto" w:fill="auto"/>
                </w:tcPr>
                <w:p w14:paraId="14C73B01" w14:textId="29BA3BAF" w:rsidR="00401ED9" w:rsidRPr="00632241" w:rsidRDefault="00401ED9" w:rsidP="00401ED9">
                  <w:pPr>
                    <w:rPr>
                      <w:rFonts w:cs="Calibri"/>
                      <w:color w:val="000000" w:themeColor="text1"/>
                      <w:sz w:val="20"/>
                      <w:szCs w:val="20"/>
                    </w:rPr>
                  </w:pPr>
                  <w:r w:rsidRPr="007A3B03">
                    <w:rPr>
                      <w:sz w:val="20"/>
                      <w:szCs w:val="20"/>
                    </w:rPr>
                    <w:t>Returns all relevant Diagnostic Imaging clinical documents</w:t>
                  </w:r>
                </w:p>
              </w:tc>
            </w:tr>
          </w:tbl>
          <w:p w14:paraId="4A37CE86" w14:textId="77777777" w:rsidR="00401ED9" w:rsidRPr="00632241" w:rsidRDefault="00401ED9" w:rsidP="006B69C3">
            <w:pPr>
              <w:pStyle w:val="ListParagraph"/>
              <w:spacing w:after="0" w:line="240" w:lineRule="auto"/>
              <w:rPr>
                <w:rFonts w:ascii="Calibri" w:hAnsi="Calibri" w:cs="Calibri"/>
                <w:color w:val="000000" w:themeColor="text1"/>
                <w:szCs w:val="20"/>
              </w:rPr>
            </w:pPr>
          </w:p>
        </w:tc>
      </w:tr>
      <w:tr w:rsidR="00713F70" w:rsidRPr="001D349A" w14:paraId="3128C385" w14:textId="77777777" w:rsidTr="0F930B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Borders>
              <w:top w:val="single" w:sz="4" w:space="0" w:color="auto"/>
              <w:left w:val="single" w:sz="4" w:space="0" w:color="auto"/>
              <w:bottom w:val="single" w:sz="4" w:space="0" w:color="auto"/>
              <w:right w:val="single" w:sz="4" w:space="0" w:color="auto"/>
            </w:tcBorders>
          </w:tcPr>
          <w:p w14:paraId="42B6BCA6" w14:textId="0B29E2FF" w:rsidR="00302440" w:rsidRDefault="00244DFE" w:rsidP="0F930B26">
            <w:pPr>
              <w:pStyle w:val="ListParagraph"/>
              <w:spacing w:after="0" w:line="240" w:lineRule="auto"/>
              <w:ind w:left="0"/>
              <w:rPr>
                <w:rFonts w:ascii="Calibri" w:eastAsia="Times New Roman" w:hAnsi="Calibri" w:cs="Calibri"/>
                <w:color w:val="000000"/>
                <w:lang w:eastAsia="en-AU"/>
              </w:rPr>
            </w:pPr>
            <w:sdt>
              <w:sdtPr>
                <w:rPr>
                  <w:rFonts w:ascii="Calibri" w:eastAsia="Times New Roman" w:hAnsi="Calibri" w:cs="Calibri"/>
                  <w:color w:val="000000" w:themeColor="text1"/>
                  <w:lang w:eastAsia="en-AU"/>
                </w:rPr>
                <w:id w:val="1787627309"/>
                <w14:checkbox>
                  <w14:checked w14:val="0"/>
                  <w14:checkedState w14:val="2612" w14:font="MS Gothic"/>
                  <w14:uncheckedState w14:val="2610" w14:font="MS Gothic"/>
                </w14:checkbox>
              </w:sdtPr>
              <w:sdtEndPr/>
              <w:sdtContent>
                <w:r w:rsidR="00302440" w:rsidRPr="0F930B26">
                  <w:rPr>
                    <w:rFonts w:ascii="MS Gothic" w:eastAsia="MS Gothic" w:hAnsi="MS Gothic" w:cs="Calibri"/>
                    <w:color w:val="000000" w:themeColor="text1"/>
                    <w:lang w:eastAsia="en-AU"/>
                  </w:rPr>
                  <w:t>☐</w:t>
                </w:r>
              </w:sdtContent>
            </w:sdt>
            <w:proofErr w:type="spellStart"/>
            <w:r w:rsidR="00302440" w:rsidRPr="0F930B26">
              <w:rPr>
                <w:rFonts w:ascii="Calibri" w:eastAsia="Times New Roman" w:hAnsi="Calibri" w:cs="Calibri"/>
                <w:color w:val="000000" w:themeColor="text1"/>
                <w:lang w:eastAsia="en-AU"/>
              </w:rPr>
              <w:t>MyMedicare</w:t>
            </w:r>
            <w:proofErr w:type="spellEnd"/>
            <w:r w:rsidR="195F72B3" w:rsidRPr="0F930B26">
              <w:rPr>
                <w:rFonts w:ascii="Calibri" w:eastAsia="Times New Roman" w:hAnsi="Calibri" w:cs="Calibri"/>
                <w:color w:val="000000" w:themeColor="text1"/>
                <w:lang w:eastAsia="en-AU"/>
              </w:rPr>
              <w:t xml:space="preserve"> (</w:t>
            </w:r>
            <w:proofErr w:type="spellStart"/>
            <w:r w:rsidR="195F72B3" w:rsidRPr="0F930B26">
              <w:rPr>
                <w:rFonts w:ascii="Calibri" w:eastAsia="Times New Roman" w:hAnsi="Calibri" w:cs="Calibri"/>
                <w:color w:val="000000" w:themeColor="text1"/>
                <w:lang w:eastAsia="en-AU"/>
              </w:rPr>
              <w:t>MyGP</w:t>
            </w:r>
            <w:proofErr w:type="spellEnd"/>
            <w:r w:rsidR="195F72B3" w:rsidRPr="0F930B26">
              <w:rPr>
                <w:rFonts w:ascii="Calibri" w:eastAsia="Times New Roman" w:hAnsi="Calibri" w:cs="Calibri"/>
                <w:color w:val="000000" w:themeColor="text1"/>
                <w:lang w:eastAsia="en-AU"/>
              </w:rPr>
              <w:t>)</w:t>
            </w:r>
          </w:p>
          <w:p w14:paraId="7770114E" w14:textId="77777777" w:rsidR="00302440" w:rsidRDefault="00302440" w:rsidP="00302440">
            <w:pPr>
              <w:rPr>
                <w:rFonts w:cs="Calibri"/>
                <w:color w:val="000000" w:themeColor="text1"/>
                <w:sz w:val="20"/>
                <w:szCs w:val="20"/>
              </w:rPr>
            </w:pPr>
          </w:p>
          <w:p w14:paraId="2154D7D9" w14:textId="77777777" w:rsidR="00302440" w:rsidRDefault="00302440" w:rsidP="00302440">
            <w:pPr>
              <w:rPr>
                <w:rFonts w:cs="Calibri"/>
                <w:color w:val="000000" w:themeColor="text1"/>
                <w:sz w:val="20"/>
                <w:szCs w:val="20"/>
              </w:rPr>
            </w:pPr>
            <w:r w:rsidRPr="00632241">
              <w:rPr>
                <w:rFonts w:cs="Calibri"/>
                <w:color w:val="000000" w:themeColor="text1"/>
                <w:sz w:val="20"/>
                <w:szCs w:val="20"/>
              </w:rPr>
              <w:t>Version(s) to be used:</w:t>
            </w:r>
          </w:p>
          <w:tbl>
            <w:tblPr>
              <w:tblStyle w:val="TableGrid"/>
              <w:tblW w:w="12929" w:type="dxa"/>
              <w:tblLayout w:type="fixed"/>
              <w:tblLook w:val="04A0" w:firstRow="1" w:lastRow="0" w:firstColumn="1" w:lastColumn="0" w:noHBand="0" w:noVBand="1"/>
            </w:tblPr>
            <w:tblGrid>
              <w:gridCol w:w="1009"/>
              <w:gridCol w:w="2127"/>
              <w:gridCol w:w="1134"/>
              <w:gridCol w:w="8659"/>
            </w:tblGrid>
            <w:tr w:rsidR="00302440" w:rsidRPr="00632241" w14:paraId="6B99CDDC" w14:textId="77777777" w:rsidTr="002E32A4">
              <w:tc>
                <w:tcPr>
                  <w:tcW w:w="1009" w:type="dxa"/>
                </w:tcPr>
                <w:p w14:paraId="2B56A3C7"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35D5D845"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67D693C6"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2DF0026D"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Description</w:t>
                  </w:r>
                </w:p>
              </w:tc>
            </w:tr>
            <w:tr w:rsidR="00302440" w:rsidRPr="00632241" w14:paraId="0FFFC488" w14:textId="77777777" w:rsidTr="002E32A4">
              <w:tc>
                <w:tcPr>
                  <w:tcW w:w="1009" w:type="dxa"/>
                </w:tcPr>
                <w:p w14:paraId="067B6EF5" w14:textId="77777777" w:rsidR="00302440" w:rsidRPr="00632241" w:rsidRDefault="00244DFE" w:rsidP="00302440">
                  <w:pPr>
                    <w:rPr>
                      <w:rFonts w:cs="Calibri"/>
                      <w:color w:val="000000" w:themeColor="text1"/>
                      <w:sz w:val="20"/>
                      <w:szCs w:val="20"/>
                    </w:rPr>
                  </w:pPr>
                  <w:sdt>
                    <w:sdtPr>
                      <w:rPr>
                        <w:rFonts w:eastAsia="Meiryo" w:cs="Calibri"/>
                        <w:color w:val="000000" w:themeColor="text1"/>
                        <w:sz w:val="20"/>
                        <w:szCs w:val="20"/>
                      </w:rPr>
                      <w:id w:val="1608927224"/>
                      <w14:checkbox>
                        <w14:checked w14:val="0"/>
                        <w14:checkedState w14:val="2612" w14:font="Tahoma"/>
                        <w14:uncheckedState w14:val="2610" w14:font="Tahoma"/>
                      </w14:checkbox>
                    </w:sdtPr>
                    <w:sdtEndPr/>
                    <w:sdtContent>
                      <w:r w:rsidR="00302440" w:rsidRPr="00632241">
                        <w:rPr>
                          <w:rFonts w:ascii="Segoe UI Symbol" w:eastAsia="Meiryo" w:hAnsi="Segoe UI Symbol" w:cs="Segoe UI Symbol"/>
                          <w:color w:val="000000" w:themeColor="text1"/>
                          <w:sz w:val="20"/>
                          <w:szCs w:val="20"/>
                        </w:rPr>
                        <w:t>☐</w:t>
                      </w:r>
                    </w:sdtContent>
                  </w:sdt>
                  <w:r w:rsidR="00302440" w:rsidRPr="00632241">
                    <w:rPr>
                      <w:rFonts w:cs="Calibri"/>
                      <w:color w:val="000000" w:themeColor="text1"/>
                      <w:sz w:val="20"/>
                      <w:szCs w:val="20"/>
                    </w:rPr>
                    <w:t xml:space="preserve">  </w:t>
                  </w:r>
                </w:p>
              </w:tc>
              <w:tc>
                <w:tcPr>
                  <w:tcW w:w="2127" w:type="dxa"/>
                </w:tcPr>
                <w:p w14:paraId="485C4E32" w14:textId="568AA4B1" w:rsidR="00302440" w:rsidRPr="00632241" w:rsidRDefault="00302440" w:rsidP="00302440">
                  <w:pPr>
                    <w:rPr>
                      <w:rFonts w:cs="Calibri"/>
                      <w:color w:val="000000" w:themeColor="text1"/>
                      <w:sz w:val="20"/>
                      <w:szCs w:val="20"/>
                    </w:rPr>
                  </w:pPr>
                  <w:proofErr w:type="spellStart"/>
                  <w:r>
                    <w:rPr>
                      <w:rFonts w:cs="Calibri"/>
                      <w:color w:val="000000" w:themeColor="text1"/>
                      <w:sz w:val="20"/>
                      <w:szCs w:val="20"/>
                    </w:rPr>
                    <w:t>MyMedicare</w:t>
                  </w:r>
                  <w:proofErr w:type="spellEnd"/>
                </w:p>
              </w:tc>
              <w:tc>
                <w:tcPr>
                  <w:tcW w:w="1134" w:type="dxa"/>
                </w:tcPr>
                <w:p w14:paraId="1830BFEA" w14:textId="77777777" w:rsidR="00302440" w:rsidRPr="00632241" w:rsidRDefault="00302440" w:rsidP="00302440">
                  <w:pPr>
                    <w:rPr>
                      <w:rFonts w:cs="Calibri"/>
                      <w:color w:val="000000" w:themeColor="text1"/>
                      <w:sz w:val="20"/>
                      <w:szCs w:val="20"/>
                    </w:rPr>
                  </w:pPr>
                  <w:r w:rsidRPr="00632241">
                    <w:rPr>
                      <w:rFonts w:cs="Calibri"/>
                      <w:color w:val="000000" w:themeColor="text1"/>
                      <w:sz w:val="20"/>
                      <w:szCs w:val="20"/>
                    </w:rPr>
                    <w:t>1.0</w:t>
                  </w:r>
                </w:p>
              </w:tc>
              <w:tc>
                <w:tcPr>
                  <w:tcW w:w="8659" w:type="dxa"/>
                  <w:shd w:val="clear" w:color="auto" w:fill="auto"/>
                </w:tcPr>
                <w:p w14:paraId="213F2F21" w14:textId="6636EB98" w:rsidR="00302440" w:rsidRPr="00632241" w:rsidRDefault="00302440" w:rsidP="00302440">
                  <w:pPr>
                    <w:rPr>
                      <w:rFonts w:cs="Calibri"/>
                      <w:color w:val="000000" w:themeColor="text1"/>
                      <w:sz w:val="20"/>
                      <w:szCs w:val="20"/>
                    </w:rPr>
                  </w:pPr>
                  <w:r>
                    <w:t>Returns all the relevant My Medicare documents.</w:t>
                  </w:r>
                </w:p>
              </w:tc>
            </w:tr>
          </w:tbl>
          <w:p w14:paraId="5DBCDAF5" w14:textId="77777777" w:rsidR="00713F70" w:rsidRPr="00204DC3" w:rsidRDefault="00713F70" w:rsidP="00743BEC">
            <w:pPr>
              <w:pStyle w:val="ListParagraph"/>
              <w:spacing w:after="0" w:line="240" w:lineRule="auto"/>
              <w:ind w:left="0"/>
              <w:rPr>
                <w:rFonts w:ascii="Segoe UI Symbol" w:eastAsia="Times New Roman" w:hAnsi="Segoe UI Symbol" w:cs="Segoe UI Symbol"/>
                <w:color w:val="000000"/>
                <w:szCs w:val="20"/>
                <w:lang w:eastAsia="en-AU"/>
              </w:rPr>
            </w:pPr>
          </w:p>
        </w:tc>
      </w:tr>
      <w:bookmarkEnd w:id="2"/>
    </w:tbl>
    <w:p w14:paraId="118CD18B" w14:textId="77777777" w:rsidR="00AA313A" w:rsidRDefault="00AA313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0FA93B7D" w14:textId="4987EE2F" w:rsidR="00951424" w:rsidRPr="001D349A" w:rsidRDefault="001D349A" w:rsidP="00951424">
            <w:pPr>
              <w:rPr>
                <w:rFonts w:cs="Calibri"/>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r w:rsidR="00951424">
              <w:rPr>
                <w:rFonts w:cs="Calibri"/>
                <w:sz w:val="20"/>
                <w:szCs w:val="20"/>
              </w:rPr>
              <w:t xml:space="preserve"> at </w:t>
            </w:r>
          </w:p>
          <w:p w14:paraId="6CC86BA3" w14:textId="17A4506F" w:rsidR="00951424" w:rsidRDefault="00244DFE" w:rsidP="00951424">
            <w:pPr>
              <w:rPr>
                <w:rFonts w:cs="Calibri"/>
                <w:color w:val="000000"/>
                <w:sz w:val="20"/>
                <w:szCs w:val="20"/>
              </w:rPr>
            </w:pPr>
            <w:hyperlink r:id="rId33" w:history="1">
              <w:r w:rsidR="00951424" w:rsidRPr="00CB0FE7">
                <w:rPr>
                  <w:rStyle w:val="Hyperlink"/>
                  <w:rFonts w:cs="Calibri"/>
                  <w:sz w:val="20"/>
                  <w:szCs w:val="20"/>
                </w:rPr>
                <w:t>https://www.digitalhealth.gov.au/initiatives-and-programs/my-health-record</w:t>
              </w:r>
            </w:hyperlink>
          </w:p>
          <w:p w14:paraId="4E35BDD4" w14:textId="15AE8174" w:rsidR="001D349A" w:rsidRPr="001D349A" w:rsidRDefault="001D349A" w:rsidP="00951424">
            <w:pPr>
              <w:rPr>
                <w:rFonts w:cs="Calibri"/>
                <w:b/>
                <w:sz w:val="20"/>
                <w:szCs w:val="20"/>
              </w:rPr>
            </w:pPr>
          </w:p>
        </w:tc>
      </w:tr>
      <w:tr w:rsidR="006F5944" w:rsidRPr="001D349A" w14:paraId="02FEF47E" w14:textId="77777777" w:rsidTr="005D4A4A">
        <w:trPr>
          <w:cantSplit/>
          <w:trHeight w:val="183"/>
        </w:trPr>
        <w:tc>
          <w:tcPr>
            <w:tcW w:w="9923" w:type="dxa"/>
            <w:gridSpan w:val="5"/>
            <w:tcBorders>
              <w:right w:val="single" w:sz="4" w:space="0" w:color="auto"/>
            </w:tcBorders>
            <w:shd w:val="clear" w:color="auto" w:fill="FFFFFF" w:themeFill="background1"/>
          </w:tcPr>
          <w:p w14:paraId="2B51FA60" w14:textId="4A92B1C7" w:rsidR="006F5944" w:rsidRPr="001D349A" w:rsidRDefault="006F5944" w:rsidP="001A2D85">
            <w:pPr>
              <w:rPr>
                <w:rFonts w:cs="Calibri"/>
                <w:i/>
                <w:sz w:val="20"/>
                <w:szCs w:val="20"/>
              </w:rPr>
            </w:pP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336E1631" w:rsidR="00F86858" w:rsidRDefault="00244DFE" w:rsidP="001A2D85">
            <w:pPr>
              <w:rPr>
                <w:rFonts w:cs="Calibri"/>
                <w:sz w:val="20"/>
                <w:szCs w:val="20"/>
              </w:rPr>
            </w:pPr>
            <w:r>
              <w:rPr>
                <w:rFonts w:cs="Calibri"/>
                <w:sz w:val="20"/>
                <w:szCs w:val="20"/>
              </w:rPr>
              <w:pict w14:anchorId="32B29F2D">
                <v:shape id="_x0000_i1035" type="#_x0000_t75" style="width:39.75pt;height:18.75pt">
                  <v:imagedata r:id="rId34" o:title=""/>
                </v:shape>
              </w:pi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48A6810E" w:rsidR="001D349A" w:rsidRPr="001D349A" w:rsidRDefault="00244DFE" w:rsidP="001A2D85">
            <w:pPr>
              <w:rPr>
                <w:rFonts w:cs="Calibri"/>
                <w:color w:val="000000" w:themeColor="text1"/>
                <w:sz w:val="20"/>
                <w:szCs w:val="20"/>
              </w:rPr>
            </w:pPr>
            <w:r>
              <w:rPr>
                <w:rFonts w:cs="Calibri"/>
                <w:sz w:val="20"/>
                <w:szCs w:val="20"/>
              </w:rPr>
              <w:pict w14:anchorId="0991617C">
                <v:shape id="_x0000_i1036" type="#_x0000_t75" style="width:39.75pt;height:18.75pt">
                  <v:imagedata r:id="rId35" o:title=""/>
                </v:shape>
              </w:pi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244DFE"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69AF2BCD" w:rsidR="001D349A" w:rsidRDefault="00244DFE"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9667C8">
                  <w:rPr>
                    <w:rFonts w:ascii="Tahoma" w:eastAsia="Meiryo" w:hAnsi="Tahoma" w:cs="Tahoma"/>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03801081" w14:textId="23A6CD51" w:rsidR="00EC5656" w:rsidRPr="001D349A" w:rsidRDefault="00244DFE" w:rsidP="001A2D85">
            <w:pPr>
              <w:rPr>
                <w:rFonts w:cs="Calibri"/>
                <w:iCs/>
                <w:color w:val="1F497D"/>
                <w:sz w:val="20"/>
                <w:szCs w:val="20"/>
              </w:rPr>
            </w:pPr>
            <w:sdt>
              <w:sdtPr>
                <w:rPr>
                  <w:rFonts w:cs="Calibri"/>
                  <w:iCs/>
                  <w:color w:val="1F497D"/>
                  <w:sz w:val="20"/>
                  <w:szCs w:val="20"/>
                </w:rPr>
                <w:id w:val="-1632246979"/>
                <w14:checkbox>
                  <w14:checked w14:val="0"/>
                  <w14:checkedState w14:val="2612" w14:font="Tahoma"/>
                  <w14:uncheckedState w14:val="2610" w14:font="Tahoma"/>
                </w14:checkbox>
              </w:sdtPr>
              <w:sdtEndPr/>
              <w:sdtContent>
                <w:r w:rsidR="009667C8">
                  <w:rPr>
                    <w:rFonts w:ascii="Tahoma" w:hAnsi="Tahoma" w:cs="Tahoma"/>
                    <w:iCs/>
                    <w:color w:val="1F497D"/>
                    <w:sz w:val="20"/>
                    <w:szCs w:val="20"/>
                  </w:rPr>
                  <w:t>☐</w:t>
                </w:r>
              </w:sdtContent>
            </w:sdt>
            <w:r w:rsidR="00EC5656" w:rsidRPr="00EC5656">
              <w:rPr>
                <w:rFonts w:cs="Calibri"/>
                <w:iCs/>
                <w:color w:val="1F497D"/>
                <w:sz w:val="20"/>
                <w:szCs w:val="20"/>
              </w:rPr>
              <w:t xml:space="preserve">  I declare that the app named in this application complies with </w:t>
            </w:r>
            <w:r w:rsidR="00EC5656">
              <w:rPr>
                <w:rFonts w:cs="Calibri"/>
                <w:iCs/>
                <w:color w:val="1F497D"/>
                <w:sz w:val="20"/>
                <w:szCs w:val="20"/>
              </w:rPr>
              <w:t>all relevant Australian laws pertaining to the Healthcare Identifiers Service, My Health Record system, Privacy Act and associated rules and regulations.</w:t>
            </w:r>
          </w:p>
          <w:p w14:paraId="1ED935F6" w14:textId="77777777" w:rsidR="001D349A" w:rsidRPr="001D349A" w:rsidRDefault="00244DFE"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app named in this application performs validation of personal information obtained from the My Health Record that ensures this information is accurate, up-to-date and complete.</w:t>
            </w:r>
          </w:p>
          <w:p w14:paraId="7962044F" w14:textId="4A6EBD6D" w:rsidR="001D349A" w:rsidRPr="001D349A" w:rsidRDefault="00244DFE" w:rsidP="00B16A94">
            <w:pPr>
              <w:rPr>
                <w:rFonts w:cs="Calibri"/>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4DF9EDF1" w14:textId="1565D25F" w:rsidR="001D349A" w:rsidRPr="00987712" w:rsidRDefault="00E76AED" w:rsidP="000F0F8A">
      <w:pPr>
        <w:rPr>
          <w:rFonts w:cs="Arial"/>
          <w:sz w:val="20"/>
          <w:szCs w:val="20"/>
        </w:rPr>
      </w:pPr>
      <w:r>
        <w:rPr>
          <w:b/>
          <w:sz w:val="28"/>
          <w:szCs w:val="28"/>
        </w:rPr>
        <w:br w:type="page"/>
      </w:r>
      <w:r w:rsidR="001D349A" w:rsidRPr="00987712">
        <w:rPr>
          <w:b/>
          <w:sz w:val="28"/>
          <w:szCs w:val="28"/>
        </w:rPr>
        <w:t>Document checklist:</w:t>
      </w:r>
      <w:r w:rsidR="001D349A"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244DFE"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1741073A" w:rsidTr="000F0F8A">
        <w:trPr>
          <w:trHeight w:val="340"/>
        </w:trPr>
        <w:tc>
          <w:tcPr>
            <w:tcW w:w="9781" w:type="dxa"/>
            <w:shd w:val="clear" w:color="auto" w:fill="D9D9D9" w:themeFill="background1" w:themeFillShade="D9"/>
          </w:tcPr>
          <w:p w14:paraId="296E0CBF" w14:textId="5CA3E97B" w:rsidR="001D349A" w:rsidRDefault="00244DFE"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244DFE"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244DFE"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244DFE"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r w:rsidR="00B51098" w:rsidRPr="0082445C" w14:paraId="7A51B474" w14:textId="77777777" w:rsidTr="000F0F8A">
        <w:trPr>
          <w:trHeight w:val="340"/>
        </w:trPr>
        <w:tc>
          <w:tcPr>
            <w:tcW w:w="9781" w:type="dxa"/>
            <w:shd w:val="clear" w:color="auto" w:fill="D9D9D9" w:themeFill="background1" w:themeFillShade="D9"/>
          </w:tcPr>
          <w:p w14:paraId="6316BCB1" w14:textId="5B69F565" w:rsidR="00B51098" w:rsidRPr="00204DC3" w:rsidRDefault="00244DFE" w:rsidP="001A2D85">
            <w:pPr>
              <w:rPr>
                <w:rFonts w:eastAsia="Meiryo" w:cs="Segoe UI Symbol"/>
                <w:color w:val="000000" w:themeColor="text1"/>
                <w:sz w:val="20"/>
                <w:szCs w:val="20"/>
                <w:highlight w:val="yellow"/>
              </w:rPr>
            </w:pPr>
            <w:sdt>
              <w:sdtPr>
                <w:rPr>
                  <w:rFonts w:eastAsia="Meiryo" w:cs="Segoe UI Symbol"/>
                  <w:color w:val="000000" w:themeColor="text1"/>
                  <w:sz w:val="20"/>
                  <w:szCs w:val="20"/>
                </w:rPr>
                <w:id w:val="-1651504309"/>
                <w14:checkbox>
                  <w14:checked w14:val="0"/>
                  <w14:checkedState w14:val="2612" w14:font="Tahoma"/>
                  <w14:uncheckedState w14:val="2610" w14:font="Tahoma"/>
                </w14:checkbox>
              </w:sdtPr>
              <w:sdtEndPr/>
              <w:sdtContent>
                <w:r w:rsidR="00B51098" w:rsidRPr="00204DC3">
                  <w:rPr>
                    <w:rFonts w:ascii="Segoe UI Symbol" w:eastAsia="Meiryo" w:hAnsi="Segoe UI Symbol" w:cs="Segoe UI Symbol"/>
                    <w:color w:val="000000" w:themeColor="text1"/>
                    <w:sz w:val="20"/>
                    <w:szCs w:val="20"/>
                  </w:rPr>
                  <w:t>☐</w:t>
                </w:r>
              </w:sdtContent>
            </w:sdt>
            <w:r w:rsidR="00B51098" w:rsidRPr="00204DC3">
              <w:rPr>
                <w:rFonts w:cs="Arial"/>
                <w:sz w:val="20"/>
                <w:szCs w:val="20"/>
              </w:rPr>
              <w:t xml:space="preserve">  Design related material for Share function – refer to section 4.9</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950962B">
                <wp:simplePos x="0" y="0"/>
                <wp:positionH relativeFrom="margin">
                  <wp:posOffset>-27940</wp:posOffset>
                </wp:positionH>
                <wp:positionV relativeFrom="bottomMargin">
                  <wp:posOffset>-3528695</wp:posOffset>
                </wp:positionV>
                <wp:extent cx="6127115" cy="3479800"/>
                <wp:effectExtent l="0" t="0" r="26670" b="2540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79800"/>
                        </a:xfrm>
                        <a:prstGeom prst="rect">
                          <a:avLst/>
                        </a:prstGeom>
                        <a:noFill/>
                        <a:ln w="6350">
                          <a:solidFill>
                            <a:prstClr val="black"/>
                          </a:solidFill>
                        </a:ln>
                        <a:effectLst/>
                      </wps:spPr>
                      <wps:txbx>
                        <w:txbxContent>
                          <w:p w14:paraId="17586DCB" w14:textId="2FE26305"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4-10-24T00:00:00Z">
                                  <w:dateFormat w:val="d MMMM yyyy"/>
                                  <w:lid w:val="en-AU"/>
                                  <w:storeMappedDataAs w:val="dateTime"/>
                                  <w:calendar w:val="gregorian"/>
                                </w:date>
                              </w:sdtPr>
                              <w:sdtEndPr>
                                <w:rPr>
                                  <w:rStyle w:val="DateChar"/>
                                </w:rPr>
                              </w:sdtEndPr>
                              <w:sdtContent>
                                <w:r w:rsidR="0066749E">
                                  <w:rPr>
                                    <w:rStyle w:val="DateChar"/>
                                    <w:noProof/>
                                  </w:rPr>
                                  <w:t>24 October 2024</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6"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37"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06BDA0A3" w:rsidR="00E33D4E" w:rsidRPr="001F025A" w:rsidRDefault="00E33D4E" w:rsidP="00DF432E">
                            <w:pPr>
                              <w:pStyle w:val="Smallprintbold"/>
                            </w:pPr>
                            <w:r w:rsidRPr="001F025A">
                              <w:t xml:space="preserve">Copyright © </w:t>
                            </w:r>
                            <w:r w:rsidR="00A33AAD">
                              <w:t>2024</w:t>
                            </w:r>
                            <w:r w:rsidR="0066749E">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244DFE"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5873F" id="Text Box 1" o:spid="_x0000_s1027" type="#_x0000_t202" alt="Contact details, disclaimer, document control, copyright statement and acknowledgements." style="position:absolute;margin-left:-2.2pt;margin-top:-277.85pt;width:482.45pt;height:274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" o:allowincell="f" o:allowoverlap="f" filled="f" strokeweight=".5pt">
                <v:textbox>
                  <w:txbxContent>
                    <w:p w14:paraId="17586DCB" w14:textId="2FE26305"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4-10-24T00:00:00Z">
                            <w:dateFormat w:val="d MMMM yyyy"/>
                            <w:lid w:val="en-AU"/>
                            <w:storeMappedDataAs w:val="dateTime"/>
                            <w:calendar w:val="gregorian"/>
                          </w:date>
                        </w:sdtPr>
                        <w:sdtEndPr>
                          <w:rPr>
                            <w:rStyle w:val="DateChar"/>
                          </w:rPr>
                        </w:sdtEndPr>
                        <w:sdtContent>
                          <w:r w:rsidR="0066749E">
                            <w:rPr>
                              <w:rStyle w:val="DateChar"/>
                              <w:noProof/>
                            </w:rPr>
                            <w:t>24 October 2024</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38"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39"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06BDA0A3" w:rsidR="00E33D4E" w:rsidRPr="001F025A" w:rsidRDefault="00E33D4E" w:rsidP="00DF432E">
                      <w:pPr>
                        <w:pStyle w:val="Smallprintbold"/>
                      </w:pPr>
                      <w:r w:rsidRPr="001F025A">
                        <w:t xml:space="preserve">Copyright © </w:t>
                      </w:r>
                      <w:r w:rsidR="00A33AAD">
                        <w:t>2024</w:t>
                      </w:r>
                      <w:r w:rsidR="0066749E">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244DFE"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even" r:id="rId40"/>
      <w:headerReference w:type="default" r:id="rId41"/>
      <w:headerReference w:type="first" r:id="rId42"/>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92D4F9" w14:textId="77777777" w:rsidR="00244DFE" w:rsidRDefault="00244DFE" w:rsidP="00763374">
      <w:r>
        <w:separator/>
      </w:r>
    </w:p>
  </w:endnote>
  <w:endnote w:type="continuationSeparator" w:id="0">
    <w:p w14:paraId="6B967413" w14:textId="77777777" w:rsidR="00244DFE" w:rsidRDefault="00244DF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46074" w14:textId="49235F73"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66749E">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A94ED2">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A94ED2">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4-10-24T00:00:00Z">
          <w:dateFormat w:val="d MMMM yyyy"/>
          <w:lid w:val="en-AU"/>
          <w:storeMappedDataAs w:val="dateTime"/>
          <w:calendar w:val="gregorian"/>
        </w:date>
      </w:sdtPr>
      <w:sdtEndPr/>
      <w:sdtContent>
        <w:r w:rsidR="0066749E">
          <w:t>24 October 2024</w:t>
        </w:r>
      </w:sdtContent>
    </w:sdt>
  </w:p>
  <w:p w14:paraId="0735092D" w14:textId="37EE1F29" w:rsidR="00E33D4E" w:rsidRPr="00FE1CAE" w:rsidRDefault="00244DFE"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66749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rsidR="00511421">
          <w:t>DH-4017:2024</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B0164" w14:textId="52C0CADC" w:rsidR="00E33D4E" w:rsidRDefault="00244DFE"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4-10-24T00:00:00Z">
          <w:dateFormat w:val="d MMMM yyyy"/>
          <w:lid w:val="en-AU"/>
          <w:storeMappedDataAs w:val="dateTime"/>
          <w:calendar w:val="gregorian"/>
        </w:date>
      </w:sdtPr>
      <w:sdtEndPr/>
      <w:sdtContent>
        <w:r w:rsidR="0066749E">
          <w:t>24 October 2024</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66749E">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A94ED2">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A94ED2">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65A40B0E" w:rsidR="00E33D4E" w:rsidRPr="00F43CA7" w:rsidRDefault="00244DFE"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sidR="00511421">
          <w:rPr>
            <w:szCs w:val="20"/>
          </w:rPr>
          <w:t>DH-4017:2024</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66749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11B73" w14:textId="77777777" w:rsidR="00244DFE" w:rsidRDefault="00244DFE" w:rsidP="00763374">
      <w:r>
        <w:separator/>
      </w:r>
    </w:p>
  </w:footnote>
  <w:footnote w:type="continuationSeparator" w:id="0">
    <w:p w14:paraId="21C63300" w14:textId="77777777" w:rsidR="00244DFE" w:rsidRDefault="00244DFE" w:rsidP="00763374">
      <w:r>
        <w:continuationSeparator/>
      </w:r>
    </w:p>
  </w:footnote>
  <w:footnote w:id="1">
    <w:p w14:paraId="146FF4E0" w14:textId="25BB1DD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002743F1">
          <w:rPr>
            <w:rStyle w:val="Hyperlink"/>
          </w:rPr>
          <w:t>https://www.dta.gov.au/our-projects/digital-identity/gatekeeper-public-key-infrastructure-framework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3D6C5" w14:textId="54481776"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F52DB" w14:textId="6CB8E49A"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D95A7" w14:textId="4B73EDD3" w:rsidR="00BC64D9" w:rsidRDefault="00E27E1D">
    <w:pPr>
      <w:pStyle w:val="Header"/>
    </w:pPr>
    <w:r>
      <w:t>Australian Digital Health Agency</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996DC" w14:textId="7956A221" w:rsidR="00E33D4E" w:rsidRPr="00137837" w:rsidRDefault="00244DFE"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66749E">
          <w:t>v3.9</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05E53" w14:textId="0C26E6E1" w:rsidR="00BC64D9" w:rsidRDefault="00BC64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59E332F"/>
    <w:multiLevelType w:val="hybridMultilevel"/>
    <w:tmpl w:val="AE50AB7E"/>
    <w:lvl w:ilvl="0" w:tplc="865CF09C">
      <w:start w:val="1"/>
      <w:numFmt w:val="decimal"/>
      <w:lvlText w:val="%1)"/>
      <w:lvlJc w:val="left"/>
      <w:pPr>
        <w:ind w:left="1020" w:hanging="360"/>
      </w:pPr>
    </w:lvl>
    <w:lvl w:ilvl="1" w:tplc="2302801C">
      <w:start w:val="1"/>
      <w:numFmt w:val="decimal"/>
      <w:lvlText w:val="%2)"/>
      <w:lvlJc w:val="left"/>
      <w:pPr>
        <w:ind w:left="1020" w:hanging="360"/>
      </w:pPr>
    </w:lvl>
    <w:lvl w:ilvl="2" w:tplc="395606C4">
      <w:start w:val="1"/>
      <w:numFmt w:val="decimal"/>
      <w:lvlText w:val="%3)"/>
      <w:lvlJc w:val="left"/>
      <w:pPr>
        <w:ind w:left="1020" w:hanging="360"/>
      </w:pPr>
    </w:lvl>
    <w:lvl w:ilvl="3" w:tplc="C6762B78">
      <w:start w:val="1"/>
      <w:numFmt w:val="decimal"/>
      <w:lvlText w:val="%4)"/>
      <w:lvlJc w:val="left"/>
      <w:pPr>
        <w:ind w:left="1020" w:hanging="360"/>
      </w:pPr>
    </w:lvl>
    <w:lvl w:ilvl="4" w:tplc="0600A472">
      <w:start w:val="1"/>
      <w:numFmt w:val="decimal"/>
      <w:lvlText w:val="%5)"/>
      <w:lvlJc w:val="left"/>
      <w:pPr>
        <w:ind w:left="1020" w:hanging="360"/>
      </w:pPr>
    </w:lvl>
    <w:lvl w:ilvl="5" w:tplc="1EC23988">
      <w:start w:val="1"/>
      <w:numFmt w:val="decimal"/>
      <w:lvlText w:val="%6)"/>
      <w:lvlJc w:val="left"/>
      <w:pPr>
        <w:ind w:left="1020" w:hanging="360"/>
      </w:pPr>
    </w:lvl>
    <w:lvl w:ilvl="6" w:tplc="6B22636A">
      <w:start w:val="1"/>
      <w:numFmt w:val="decimal"/>
      <w:lvlText w:val="%7)"/>
      <w:lvlJc w:val="left"/>
      <w:pPr>
        <w:ind w:left="1020" w:hanging="360"/>
      </w:pPr>
    </w:lvl>
    <w:lvl w:ilvl="7" w:tplc="6F4A0A4C">
      <w:start w:val="1"/>
      <w:numFmt w:val="decimal"/>
      <w:lvlText w:val="%8)"/>
      <w:lvlJc w:val="left"/>
      <w:pPr>
        <w:ind w:left="1020" w:hanging="360"/>
      </w:pPr>
    </w:lvl>
    <w:lvl w:ilvl="8" w:tplc="5EBE0394">
      <w:start w:val="1"/>
      <w:numFmt w:val="decimal"/>
      <w:lvlText w:val="%9)"/>
      <w:lvlJc w:val="left"/>
      <w:pPr>
        <w:ind w:left="1020" w:hanging="360"/>
      </w:pPr>
    </w:lvl>
  </w:abstractNum>
  <w:abstractNum w:abstractNumId="3" w15:restartNumberingAfterBreak="0">
    <w:nsid w:val="081370D4"/>
    <w:multiLevelType w:val="hybridMultilevel"/>
    <w:tmpl w:val="6FE668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989102E"/>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C067DA1"/>
    <w:multiLevelType w:val="hybridMultilevel"/>
    <w:tmpl w:val="31E22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9"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0"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1" w15:restartNumberingAfterBreak="0">
    <w:nsid w:val="19EC2735"/>
    <w:multiLevelType w:val="hybridMultilevel"/>
    <w:tmpl w:val="90B4DB08"/>
    <w:lvl w:ilvl="0" w:tplc="6FAE00B4">
      <w:start w:val="1"/>
      <w:numFmt w:val="decimal"/>
      <w:lvlText w:val="%1)"/>
      <w:lvlJc w:val="left"/>
      <w:pPr>
        <w:ind w:left="1020" w:hanging="360"/>
      </w:pPr>
    </w:lvl>
    <w:lvl w:ilvl="1" w:tplc="5A562070">
      <w:start w:val="1"/>
      <w:numFmt w:val="decimal"/>
      <w:lvlText w:val="%2)"/>
      <w:lvlJc w:val="left"/>
      <w:pPr>
        <w:ind w:left="1020" w:hanging="360"/>
      </w:pPr>
    </w:lvl>
    <w:lvl w:ilvl="2" w:tplc="C27A7142">
      <w:start w:val="1"/>
      <w:numFmt w:val="decimal"/>
      <w:lvlText w:val="%3)"/>
      <w:lvlJc w:val="left"/>
      <w:pPr>
        <w:ind w:left="1020" w:hanging="360"/>
      </w:pPr>
    </w:lvl>
    <w:lvl w:ilvl="3" w:tplc="943C5304">
      <w:start w:val="1"/>
      <w:numFmt w:val="decimal"/>
      <w:lvlText w:val="%4)"/>
      <w:lvlJc w:val="left"/>
      <w:pPr>
        <w:ind w:left="1020" w:hanging="360"/>
      </w:pPr>
    </w:lvl>
    <w:lvl w:ilvl="4" w:tplc="232A8AE6">
      <w:start w:val="1"/>
      <w:numFmt w:val="decimal"/>
      <w:lvlText w:val="%5)"/>
      <w:lvlJc w:val="left"/>
      <w:pPr>
        <w:ind w:left="1020" w:hanging="360"/>
      </w:pPr>
    </w:lvl>
    <w:lvl w:ilvl="5" w:tplc="05307376">
      <w:start w:val="1"/>
      <w:numFmt w:val="decimal"/>
      <w:lvlText w:val="%6)"/>
      <w:lvlJc w:val="left"/>
      <w:pPr>
        <w:ind w:left="1020" w:hanging="360"/>
      </w:pPr>
    </w:lvl>
    <w:lvl w:ilvl="6" w:tplc="F06C2482">
      <w:start w:val="1"/>
      <w:numFmt w:val="decimal"/>
      <w:lvlText w:val="%7)"/>
      <w:lvlJc w:val="left"/>
      <w:pPr>
        <w:ind w:left="1020" w:hanging="360"/>
      </w:pPr>
    </w:lvl>
    <w:lvl w:ilvl="7" w:tplc="D3980A26">
      <w:start w:val="1"/>
      <w:numFmt w:val="decimal"/>
      <w:lvlText w:val="%8)"/>
      <w:lvlJc w:val="left"/>
      <w:pPr>
        <w:ind w:left="1020" w:hanging="360"/>
      </w:pPr>
    </w:lvl>
    <w:lvl w:ilvl="8" w:tplc="95C64414">
      <w:start w:val="1"/>
      <w:numFmt w:val="decimal"/>
      <w:lvlText w:val="%9)"/>
      <w:lvlJc w:val="left"/>
      <w:pPr>
        <w:ind w:left="1020" w:hanging="360"/>
      </w:pPr>
    </w:lvl>
  </w:abstractNum>
  <w:abstractNum w:abstractNumId="12"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4"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5" w15:restartNumberingAfterBreak="0">
    <w:nsid w:val="222B7F1E"/>
    <w:multiLevelType w:val="hybridMultilevel"/>
    <w:tmpl w:val="F5D21C70"/>
    <w:lvl w:ilvl="0" w:tplc="4B30EEC6">
      <w:start w:val="1"/>
      <w:numFmt w:val="decimal"/>
      <w:lvlText w:val="%1)"/>
      <w:lvlJc w:val="left"/>
      <w:pPr>
        <w:ind w:left="1020" w:hanging="360"/>
      </w:pPr>
    </w:lvl>
    <w:lvl w:ilvl="1" w:tplc="BAA032C8">
      <w:start w:val="1"/>
      <w:numFmt w:val="decimal"/>
      <w:lvlText w:val="%2)"/>
      <w:lvlJc w:val="left"/>
      <w:pPr>
        <w:ind w:left="1020" w:hanging="360"/>
      </w:pPr>
    </w:lvl>
    <w:lvl w:ilvl="2" w:tplc="93D8516C">
      <w:start w:val="1"/>
      <w:numFmt w:val="decimal"/>
      <w:lvlText w:val="%3)"/>
      <w:lvlJc w:val="left"/>
      <w:pPr>
        <w:ind w:left="1020" w:hanging="360"/>
      </w:pPr>
    </w:lvl>
    <w:lvl w:ilvl="3" w:tplc="13DAD5D4">
      <w:start w:val="1"/>
      <w:numFmt w:val="decimal"/>
      <w:lvlText w:val="%4)"/>
      <w:lvlJc w:val="left"/>
      <w:pPr>
        <w:ind w:left="1020" w:hanging="360"/>
      </w:pPr>
    </w:lvl>
    <w:lvl w:ilvl="4" w:tplc="E1586B54">
      <w:start w:val="1"/>
      <w:numFmt w:val="decimal"/>
      <w:lvlText w:val="%5)"/>
      <w:lvlJc w:val="left"/>
      <w:pPr>
        <w:ind w:left="1020" w:hanging="360"/>
      </w:pPr>
    </w:lvl>
    <w:lvl w:ilvl="5" w:tplc="F594E8B4">
      <w:start w:val="1"/>
      <w:numFmt w:val="decimal"/>
      <w:lvlText w:val="%6)"/>
      <w:lvlJc w:val="left"/>
      <w:pPr>
        <w:ind w:left="1020" w:hanging="360"/>
      </w:pPr>
    </w:lvl>
    <w:lvl w:ilvl="6" w:tplc="F606D7F2">
      <w:start w:val="1"/>
      <w:numFmt w:val="decimal"/>
      <w:lvlText w:val="%7)"/>
      <w:lvlJc w:val="left"/>
      <w:pPr>
        <w:ind w:left="1020" w:hanging="360"/>
      </w:pPr>
    </w:lvl>
    <w:lvl w:ilvl="7" w:tplc="1E062E42">
      <w:start w:val="1"/>
      <w:numFmt w:val="decimal"/>
      <w:lvlText w:val="%8)"/>
      <w:lvlJc w:val="left"/>
      <w:pPr>
        <w:ind w:left="1020" w:hanging="360"/>
      </w:pPr>
    </w:lvl>
    <w:lvl w:ilvl="8" w:tplc="EA7651BA">
      <w:start w:val="1"/>
      <w:numFmt w:val="decimal"/>
      <w:lvlText w:val="%9)"/>
      <w:lvlJc w:val="left"/>
      <w:pPr>
        <w:ind w:left="1020" w:hanging="360"/>
      </w:pPr>
    </w:lvl>
  </w:abstractNum>
  <w:abstractNum w:abstractNumId="16"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8"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0"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3"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24"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9" w15:restartNumberingAfterBreak="0">
    <w:nsid w:val="50A51613"/>
    <w:multiLevelType w:val="hybridMultilevel"/>
    <w:tmpl w:val="FD462834"/>
    <w:lvl w:ilvl="0" w:tplc="86EA3F3A">
      <w:start w:val="1"/>
      <w:numFmt w:val="decimal"/>
      <w:lvlText w:val="%1."/>
      <w:lvlJc w:val="left"/>
      <w:pPr>
        <w:ind w:left="1080" w:hanging="360"/>
      </w:pPr>
      <w:rPr>
        <w:rFonts w:hint="default"/>
        <w:b w:val="0"/>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31"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03D3F34"/>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7"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8"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40"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420742"/>
    <w:multiLevelType w:val="multilevel"/>
    <w:tmpl w:val="0B8A1304"/>
    <w:numStyleLink w:val="Tablebullets"/>
  </w:abstractNum>
  <w:abstractNum w:abstractNumId="42" w15:restartNumberingAfterBreak="0">
    <w:nsid w:val="7FA37103"/>
    <w:multiLevelType w:val="hybridMultilevel"/>
    <w:tmpl w:val="966C3432"/>
    <w:lvl w:ilvl="0" w:tplc="BA76C6E8">
      <w:start w:val="1"/>
      <w:numFmt w:val="decimal"/>
      <w:lvlText w:val="%1)"/>
      <w:lvlJc w:val="left"/>
      <w:pPr>
        <w:ind w:left="1020" w:hanging="360"/>
      </w:pPr>
    </w:lvl>
    <w:lvl w:ilvl="1" w:tplc="35B82F76">
      <w:start w:val="1"/>
      <w:numFmt w:val="decimal"/>
      <w:lvlText w:val="%2)"/>
      <w:lvlJc w:val="left"/>
      <w:pPr>
        <w:ind w:left="1020" w:hanging="360"/>
      </w:pPr>
    </w:lvl>
    <w:lvl w:ilvl="2" w:tplc="32C06410">
      <w:start w:val="1"/>
      <w:numFmt w:val="decimal"/>
      <w:lvlText w:val="%3)"/>
      <w:lvlJc w:val="left"/>
      <w:pPr>
        <w:ind w:left="1020" w:hanging="360"/>
      </w:pPr>
    </w:lvl>
    <w:lvl w:ilvl="3" w:tplc="4BF0B48C">
      <w:start w:val="1"/>
      <w:numFmt w:val="decimal"/>
      <w:lvlText w:val="%4)"/>
      <w:lvlJc w:val="left"/>
      <w:pPr>
        <w:ind w:left="1020" w:hanging="360"/>
      </w:pPr>
    </w:lvl>
    <w:lvl w:ilvl="4" w:tplc="10BE99CA">
      <w:start w:val="1"/>
      <w:numFmt w:val="decimal"/>
      <w:lvlText w:val="%5)"/>
      <w:lvlJc w:val="left"/>
      <w:pPr>
        <w:ind w:left="1020" w:hanging="360"/>
      </w:pPr>
    </w:lvl>
    <w:lvl w:ilvl="5" w:tplc="6DF0FB1A">
      <w:start w:val="1"/>
      <w:numFmt w:val="decimal"/>
      <w:lvlText w:val="%6)"/>
      <w:lvlJc w:val="left"/>
      <w:pPr>
        <w:ind w:left="1020" w:hanging="360"/>
      </w:pPr>
    </w:lvl>
    <w:lvl w:ilvl="6" w:tplc="CC7A1DBA">
      <w:start w:val="1"/>
      <w:numFmt w:val="decimal"/>
      <w:lvlText w:val="%7)"/>
      <w:lvlJc w:val="left"/>
      <w:pPr>
        <w:ind w:left="1020" w:hanging="360"/>
      </w:pPr>
    </w:lvl>
    <w:lvl w:ilvl="7" w:tplc="EBD61F92">
      <w:start w:val="1"/>
      <w:numFmt w:val="decimal"/>
      <w:lvlText w:val="%8)"/>
      <w:lvlJc w:val="left"/>
      <w:pPr>
        <w:ind w:left="1020" w:hanging="360"/>
      </w:pPr>
    </w:lvl>
    <w:lvl w:ilvl="8" w:tplc="763C7F40">
      <w:start w:val="1"/>
      <w:numFmt w:val="decimal"/>
      <w:lvlText w:val="%9)"/>
      <w:lvlJc w:val="left"/>
      <w:pPr>
        <w:ind w:left="1020" w:hanging="360"/>
      </w:pPr>
    </w:lvl>
  </w:abstractNum>
  <w:num w:numId="1" w16cid:durableId="1940870661">
    <w:abstractNumId w:val="8"/>
  </w:num>
  <w:num w:numId="2" w16cid:durableId="848637005">
    <w:abstractNumId w:val="39"/>
  </w:num>
  <w:num w:numId="3" w16cid:durableId="488592964">
    <w:abstractNumId w:val="28"/>
  </w:num>
  <w:num w:numId="4" w16cid:durableId="364139000">
    <w:abstractNumId w:val="20"/>
  </w:num>
  <w:num w:numId="5" w16cid:durableId="1464882647">
    <w:abstractNumId w:val="9"/>
  </w:num>
  <w:num w:numId="6" w16cid:durableId="967584685">
    <w:abstractNumId w:val="22"/>
  </w:num>
  <w:num w:numId="7" w16cid:durableId="1635060565">
    <w:abstractNumId w:val="17"/>
  </w:num>
  <w:num w:numId="8" w16cid:durableId="94986517">
    <w:abstractNumId w:val="36"/>
  </w:num>
  <w:num w:numId="9" w16cid:durableId="111367417">
    <w:abstractNumId w:val="14"/>
  </w:num>
  <w:num w:numId="10" w16cid:durableId="1040395436">
    <w:abstractNumId w:val="41"/>
  </w:num>
  <w:num w:numId="11" w16cid:durableId="538131403">
    <w:abstractNumId w:val="30"/>
  </w:num>
  <w:num w:numId="12" w16cid:durableId="512916907">
    <w:abstractNumId w:val="10"/>
  </w:num>
  <w:num w:numId="13" w16cid:durableId="101924520">
    <w:abstractNumId w:val="37"/>
  </w:num>
  <w:num w:numId="14" w16cid:durableId="966618446">
    <w:abstractNumId w:val="19"/>
  </w:num>
  <w:num w:numId="15" w16cid:durableId="835996387">
    <w:abstractNumId w:val="40"/>
  </w:num>
  <w:num w:numId="16" w16cid:durableId="1522082915">
    <w:abstractNumId w:val="13"/>
  </w:num>
  <w:num w:numId="17" w16cid:durableId="1446197394">
    <w:abstractNumId w:val="23"/>
  </w:num>
  <w:num w:numId="18" w16cid:durableId="509564565">
    <w:abstractNumId w:val="25"/>
  </w:num>
  <w:num w:numId="19" w16cid:durableId="443572161">
    <w:abstractNumId w:val="32"/>
  </w:num>
  <w:num w:numId="20" w16cid:durableId="826172901">
    <w:abstractNumId w:val="21"/>
  </w:num>
  <w:num w:numId="21" w16cid:durableId="802383995">
    <w:abstractNumId w:val="18"/>
  </w:num>
  <w:num w:numId="22" w16cid:durableId="1493250723">
    <w:abstractNumId w:val="27"/>
  </w:num>
  <w:num w:numId="23" w16cid:durableId="1527908894">
    <w:abstractNumId w:val="38"/>
  </w:num>
  <w:num w:numId="24" w16cid:durableId="1317301406">
    <w:abstractNumId w:val="24"/>
  </w:num>
  <w:num w:numId="25" w16cid:durableId="156726381">
    <w:abstractNumId w:val="12"/>
  </w:num>
  <w:num w:numId="26" w16cid:durableId="67655305">
    <w:abstractNumId w:val="33"/>
  </w:num>
  <w:num w:numId="27" w16cid:durableId="235893964">
    <w:abstractNumId w:val="34"/>
  </w:num>
  <w:num w:numId="28" w16cid:durableId="1670795436">
    <w:abstractNumId w:val="0"/>
  </w:num>
  <w:num w:numId="29" w16cid:durableId="1032538139">
    <w:abstractNumId w:val="6"/>
  </w:num>
  <w:num w:numId="30" w16cid:durableId="877547568">
    <w:abstractNumId w:val="1"/>
  </w:num>
  <w:num w:numId="31" w16cid:durableId="641038322">
    <w:abstractNumId w:val="16"/>
  </w:num>
  <w:num w:numId="32" w16cid:durableId="117530102">
    <w:abstractNumId w:val="26"/>
  </w:num>
  <w:num w:numId="33" w16cid:durableId="272177378">
    <w:abstractNumId w:val="7"/>
  </w:num>
  <w:num w:numId="34" w16cid:durableId="1626813343">
    <w:abstractNumId w:val="31"/>
  </w:num>
  <w:num w:numId="35" w16cid:durableId="339040074">
    <w:abstractNumId w:val="29"/>
  </w:num>
  <w:num w:numId="36" w16cid:durableId="658313196">
    <w:abstractNumId w:val="4"/>
  </w:num>
  <w:num w:numId="37" w16cid:durableId="305472392">
    <w:abstractNumId w:val="35"/>
  </w:num>
  <w:num w:numId="38" w16cid:durableId="1861041472">
    <w:abstractNumId w:val="5"/>
  </w:num>
  <w:num w:numId="39" w16cid:durableId="304431858">
    <w:abstractNumId w:val="3"/>
  </w:num>
  <w:num w:numId="40" w16cid:durableId="1836189915">
    <w:abstractNumId w:val="15"/>
  </w:num>
  <w:num w:numId="41" w16cid:durableId="1323388069">
    <w:abstractNumId w:val="2"/>
  </w:num>
  <w:num w:numId="42" w16cid:durableId="656230792">
    <w:abstractNumId w:val="42"/>
  </w:num>
  <w:num w:numId="43" w16cid:durableId="2044151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20"/>
  <w:evenAndOddHeaders/>
  <w:characterSpacingControl w:val="doNotCompress"/>
  <w:hdrShapeDefaults>
    <o:shapedefaults v:ext="edit" spidmax="2050">
      <o:colormru v:ext="edit" colors="#cfc,#9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3A09"/>
    <w:rsid w:val="00004360"/>
    <w:rsid w:val="0000532A"/>
    <w:rsid w:val="00005EF5"/>
    <w:rsid w:val="00012AF6"/>
    <w:rsid w:val="00015FF3"/>
    <w:rsid w:val="00026B2E"/>
    <w:rsid w:val="00027ACE"/>
    <w:rsid w:val="00031F12"/>
    <w:rsid w:val="00032580"/>
    <w:rsid w:val="0003294A"/>
    <w:rsid w:val="00032BD2"/>
    <w:rsid w:val="00035770"/>
    <w:rsid w:val="000377D7"/>
    <w:rsid w:val="00037ED4"/>
    <w:rsid w:val="000425C3"/>
    <w:rsid w:val="000431F7"/>
    <w:rsid w:val="00044D4D"/>
    <w:rsid w:val="0005213C"/>
    <w:rsid w:val="0005513F"/>
    <w:rsid w:val="0005688D"/>
    <w:rsid w:val="00057031"/>
    <w:rsid w:val="00060D23"/>
    <w:rsid w:val="00060D4F"/>
    <w:rsid w:val="0006251D"/>
    <w:rsid w:val="00062598"/>
    <w:rsid w:val="00062969"/>
    <w:rsid w:val="000647C4"/>
    <w:rsid w:val="00066A39"/>
    <w:rsid w:val="0006719D"/>
    <w:rsid w:val="0006761B"/>
    <w:rsid w:val="00071EEE"/>
    <w:rsid w:val="0007207E"/>
    <w:rsid w:val="000735D1"/>
    <w:rsid w:val="00075472"/>
    <w:rsid w:val="0008093D"/>
    <w:rsid w:val="000832D1"/>
    <w:rsid w:val="00083E47"/>
    <w:rsid w:val="0008485A"/>
    <w:rsid w:val="00087C1D"/>
    <w:rsid w:val="00092F87"/>
    <w:rsid w:val="00092F94"/>
    <w:rsid w:val="00095BA6"/>
    <w:rsid w:val="000976F9"/>
    <w:rsid w:val="0009771B"/>
    <w:rsid w:val="000A2380"/>
    <w:rsid w:val="000A3D95"/>
    <w:rsid w:val="000A642A"/>
    <w:rsid w:val="000B0D35"/>
    <w:rsid w:val="000B415B"/>
    <w:rsid w:val="000B5067"/>
    <w:rsid w:val="000B712D"/>
    <w:rsid w:val="000C3EFD"/>
    <w:rsid w:val="000C6DCB"/>
    <w:rsid w:val="000D361C"/>
    <w:rsid w:val="000D3A36"/>
    <w:rsid w:val="000D3CE7"/>
    <w:rsid w:val="000D4814"/>
    <w:rsid w:val="000E03AE"/>
    <w:rsid w:val="000E103E"/>
    <w:rsid w:val="000E1A17"/>
    <w:rsid w:val="000E5AEC"/>
    <w:rsid w:val="000E7542"/>
    <w:rsid w:val="000F0F8A"/>
    <w:rsid w:val="000F208C"/>
    <w:rsid w:val="000F22BC"/>
    <w:rsid w:val="000F51A3"/>
    <w:rsid w:val="000F5D99"/>
    <w:rsid w:val="000F74B3"/>
    <w:rsid w:val="00100F65"/>
    <w:rsid w:val="00102A32"/>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2F89"/>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E3BD0"/>
    <w:rsid w:val="001F3117"/>
    <w:rsid w:val="001F39B1"/>
    <w:rsid w:val="001F3C02"/>
    <w:rsid w:val="001F3E30"/>
    <w:rsid w:val="001F6AFE"/>
    <w:rsid w:val="002034C4"/>
    <w:rsid w:val="00204DC3"/>
    <w:rsid w:val="00206B9A"/>
    <w:rsid w:val="002102E8"/>
    <w:rsid w:val="00210447"/>
    <w:rsid w:val="00211C32"/>
    <w:rsid w:val="00212495"/>
    <w:rsid w:val="002127D7"/>
    <w:rsid w:val="00214663"/>
    <w:rsid w:val="00215CD7"/>
    <w:rsid w:val="00225A4B"/>
    <w:rsid w:val="00231F6E"/>
    <w:rsid w:val="00233A92"/>
    <w:rsid w:val="0024372E"/>
    <w:rsid w:val="00244DFE"/>
    <w:rsid w:val="002468B4"/>
    <w:rsid w:val="00247FE9"/>
    <w:rsid w:val="002530FB"/>
    <w:rsid w:val="00254032"/>
    <w:rsid w:val="0025437B"/>
    <w:rsid w:val="0025519A"/>
    <w:rsid w:val="00255C8F"/>
    <w:rsid w:val="00262375"/>
    <w:rsid w:val="0026303F"/>
    <w:rsid w:val="00271E2C"/>
    <w:rsid w:val="00272276"/>
    <w:rsid w:val="002731BE"/>
    <w:rsid w:val="002743F1"/>
    <w:rsid w:val="00276717"/>
    <w:rsid w:val="002768AE"/>
    <w:rsid w:val="002827ED"/>
    <w:rsid w:val="00284F09"/>
    <w:rsid w:val="0028666D"/>
    <w:rsid w:val="00286875"/>
    <w:rsid w:val="002869D6"/>
    <w:rsid w:val="002906F6"/>
    <w:rsid w:val="00294448"/>
    <w:rsid w:val="002954C7"/>
    <w:rsid w:val="002A42F5"/>
    <w:rsid w:val="002A57EB"/>
    <w:rsid w:val="002A65A2"/>
    <w:rsid w:val="002A680E"/>
    <w:rsid w:val="002A6F6D"/>
    <w:rsid w:val="002B3BCA"/>
    <w:rsid w:val="002B67CC"/>
    <w:rsid w:val="002C034B"/>
    <w:rsid w:val="002D2445"/>
    <w:rsid w:val="002D59AB"/>
    <w:rsid w:val="002E0EEE"/>
    <w:rsid w:val="002E136F"/>
    <w:rsid w:val="002E5154"/>
    <w:rsid w:val="002E6D40"/>
    <w:rsid w:val="002E778F"/>
    <w:rsid w:val="002F15AD"/>
    <w:rsid w:val="002F1663"/>
    <w:rsid w:val="002F503F"/>
    <w:rsid w:val="002F557E"/>
    <w:rsid w:val="00300FD5"/>
    <w:rsid w:val="003017B6"/>
    <w:rsid w:val="00301A15"/>
    <w:rsid w:val="00302440"/>
    <w:rsid w:val="003025A9"/>
    <w:rsid w:val="003043A9"/>
    <w:rsid w:val="0030747F"/>
    <w:rsid w:val="00315736"/>
    <w:rsid w:val="00320CC1"/>
    <w:rsid w:val="00320F57"/>
    <w:rsid w:val="00321842"/>
    <w:rsid w:val="00324303"/>
    <w:rsid w:val="00327657"/>
    <w:rsid w:val="00327E3D"/>
    <w:rsid w:val="00331C22"/>
    <w:rsid w:val="00333913"/>
    <w:rsid w:val="00333AC8"/>
    <w:rsid w:val="00340075"/>
    <w:rsid w:val="00343D7F"/>
    <w:rsid w:val="00344679"/>
    <w:rsid w:val="00344D51"/>
    <w:rsid w:val="00355BB2"/>
    <w:rsid w:val="00356183"/>
    <w:rsid w:val="00356C9A"/>
    <w:rsid w:val="00357DA5"/>
    <w:rsid w:val="003616E6"/>
    <w:rsid w:val="00362481"/>
    <w:rsid w:val="00366514"/>
    <w:rsid w:val="003675E2"/>
    <w:rsid w:val="00367EB2"/>
    <w:rsid w:val="00371018"/>
    <w:rsid w:val="00371F4A"/>
    <w:rsid w:val="00372BAC"/>
    <w:rsid w:val="00373426"/>
    <w:rsid w:val="003739F7"/>
    <w:rsid w:val="00373F59"/>
    <w:rsid w:val="00374EDC"/>
    <w:rsid w:val="00375214"/>
    <w:rsid w:val="00383A0C"/>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C696F"/>
    <w:rsid w:val="003C7C2B"/>
    <w:rsid w:val="003D2E35"/>
    <w:rsid w:val="003D4FC4"/>
    <w:rsid w:val="003D5D59"/>
    <w:rsid w:val="003D6C4B"/>
    <w:rsid w:val="003E4F3E"/>
    <w:rsid w:val="00401ED9"/>
    <w:rsid w:val="004026C9"/>
    <w:rsid w:val="00405822"/>
    <w:rsid w:val="00407A5C"/>
    <w:rsid w:val="0041210F"/>
    <w:rsid w:val="00413739"/>
    <w:rsid w:val="00421B54"/>
    <w:rsid w:val="00425C6D"/>
    <w:rsid w:val="004270DE"/>
    <w:rsid w:val="004355FC"/>
    <w:rsid w:val="0044513C"/>
    <w:rsid w:val="004477D6"/>
    <w:rsid w:val="00451137"/>
    <w:rsid w:val="004540D9"/>
    <w:rsid w:val="00457F94"/>
    <w:rsid w:val="004616FE"/>
    <w:rsid w:val="004621C2"/>
    <w:rsid w:val="0046232F"/>
    <w:rsid w:val="00463826"/>
    <w:rsid w:val="00465070"/>
    <w:rsid w:val="004669C3"/>
    <w:rsid w:val="0046706F"/>
    <w:rsid w:val="004705D4"/>
    <w:rsid w:val="00477265"/>
    <w:rsid w:val="00483B8D"/>
    <w:rsid w:val="00484852"/>
    <w:rsid w:val="00486A29"/>
    <w:rsid w:val="00491031"/>
    <w:rsid w:val="004A4A2A"/>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D1ED3"/>
    <w:rsid w:val="004D4380"/>
    <w:rsid w:val="004D7B6E"/>
    <w:rsid w:val="004E2D0A"/>
    <w:rsid w:val="004E3309"/>
    <w:rsid w:val="004E4B66"/>
    <w:rsid w:val="004F1F9B"/>
    <w:rsid w:val="004F466B"/>
    <w:rsid w:val="004F4E88"/>
    <w:rsid w:val="004F5A62"/>
    <w:rsid w:val="00505950"/>
    <w:rsid w:val="0051057D"/>
    <w:rsid w:val="00511421"/>
    <w:rsid w:val="0051433C"/>
    <w:rsid w:val="0051433F"/>
    <w:rsid w:val="00515E54"/>
    <w:rsid w:val="0051775C"/>
    <w:rsid w:val="00526226"/>
    <w:rsid w:val="005267B5"/>
    <w:rsid w:val="00530028"/>
    <w:rsid w:val="0053201B"/>
    <w:rsid w:val="00532890"/>
    <w:rsid w:val="005331AE"/>
    <w:rsid w:val="005331DD"/>
    <w:rsid w:val="00534E83"/>
    <w:rsid w:val="00537481"/>
    <w:rsid w:val="00540AD9"/>
    <w:rsid w:val="00542438"/>
    <w:rsid w:val="00543287"/>
    <w:rsid w:val="00553AF2"/>
    <w:rsid w:val="00554862"/>
    <w:rsid w:val="00556084"/>
    <w:rsid w:val="005563F1"/>
    <w:rsid w:val="00563937"/>
    <w:rsid w:val="005645F5"/>
    <w:rsid w:val="00564D53"/>
    <w:rsid w:val="00566E1A"/>
    <w:rsid w:val="00570734"/>
    <w:rsid w:val="0057222E"/>
    <w:rsid w:val="00581BEB"/>
    <w:rsid w:val="00583AB9"/>
    <w:rsid w:val="005842BB"/>
    <w:rsid w:val="0058478B"/>
    <w:rsid w:val="0058504A"/>
    <w:rsid w:val="0058507C"/>
    <w:rsid w:val="005931C8"/>
    <w:rsid w:val="005935C0"/>
    <w:rsid w:val="00597414"/>
    <w:rsid w:val="005A1905"/>
    <w:rsid w:val="005A3F8D"/>
    <w:rsid w:val="005A75B7"/>
    <w:rsid w:val="005A7E33"/>
    <w:rsid w:val="005B18FE"/>
    <w:rsid w:val="005B2FAB"/>
    <w:rsid w:val="005B4407"/>
    <w:rsid w:val="005C4374"/>
    <w:rsid w:val="005C6136"/>
    <w:rsid w:val="005C6D38"/>
    <w:rsid w:val="005D0267"/>
    <w:rsid w:val="005D38E9"/>
    <w:rsid w:val="005D4A4A"/>
    <w:rsid w:val="005D5A4C"/>
    <w:rsid w:val="005D5A7E"/>
    <w:rsid w:val="005E10E1"/>
    <w:rsid w:val="005E1823"/>
    <w:rsid w:val="005E72A0"/>
    <w:rsid w:val="005F13D7"/>
    <w:rsid w:val="005F41B7"/>
    <w:rsid w:val="005F4F9E"/>
    <w:rsid w:val="005F57E9"/>
    <w:rsid w:val="00600C64"/>
    <w:rsid w:val="0060703A"/>
    <w:rsid w:val="006312B1"/>
    <w:rsid w:val="00632241"/>
    <w:rsid w:val="00632FC7"/>
    <w:rsid w:val="0063308F"/>
    <w:rsid w:val="00635587"/>
    <w:rsid w:val="0064401B"/>
    <w:rsid w:val="0065246B"/>
    <w:rsid w:val="00653EB1"/>
    <w:rsid w:val="00655098"/>
    <w:rsid w:val="006557B9"/>
    <w:rsid w:val="00655AF6"/>
    <w:rsid w:val="00656DB3"/>
    <w:rsid w:val="00660750"/>
    <w:rsid w:val="00661CD4"/>
    <w:rsid w:val="006634A1"/>
    <w:rsid w:val="0066749E"/>
    <w:rsid w:val="006802EC"/>
    <w:rsid w:val="00681B2A"/>
    <w:rsid w:val="0068328E"/>
    <w:rsid w:val="006A75DB"/>
    <w:rsid w:val="006B0E1C"/>
    <w:rsid w:val="006B1526"/>
    <w:rsid w:val="006B3D1B"/>
    <w:rsid w:val="006B3DA8"/>
    <w:rsid w:val="006B44AF"/>
    <w:rsid w:val="006B69C3"/>
    <w:rsid w:val="006B6AEE"/>
    <w:rsid w:val="006C1E17"/>
    <w:rsid w:val="006C3C5E"/>
    <w:rsid w:val="006C5486"/>
    <w:rsid w:val="006D0DF2"/>
    <w:rsid w:val="006D38F4"/>
    <w:rsid w:val="006D40C1"/>
    <w:rsid w:val="006D60C4"/>
    <w:rsid w:val="006D69AE"/>
    <w:rsid w:val="006D7A9E"/>
    <w:rsid w:val="006E205A"/>
    <w:rsid w:val="006E48F1"/>
    <w:rsid w:val="006E6ED6"/>
    <w:rsid w:val="006E7310"/>
    <w:rsid w:val="006F2109"/>
    <w:rsid w:val="006F353E"/>
    <w:rsid w:val="006F5944"/>
    <w:rsid w:val="006F605E"/>
    <w:rsid w:val="0070046C"/>
    <w:rsid w:val="00700667"/>
    <w:rsid w:val="00706F91"/>
    <w:rsid w:val="0070760D"/>
    <w:rsid w:val="00710211"/>
    <w:rsid w:val="00711144"/>
    <w:rsid w:val="00713F70"/>
    <w:rsid w:val="007158F3"/>
    <w:rsid w:val="00716140"/>
    <w:rsid w:val="007237D8"/>
    <w:rsid w:val="00725811"/>
    <w:rsid w:val="00726E27"/>
    <w:rsid w:val="00734D89"/>
    <w:rsid w:val="00736465"/>
    <w:rsid w:val="00737D4F"/>
    <w:rsid w:val="00740926"/>
    <w:rsid w:val="00743DFF"/>
    <w:rsid w:val="007460A6"/>
    <w:rsid w:val="0074613E"/>
    <w:rsid w:val="00746E1A"/>
    <w:rsid w:val="00747A4E"/>
    <w:rsid w:val="00754C87"/>
    <w:rsid w:val="00763374"/>
    <w:rsid w:val="00763685"/>
    <w:rsid w:val="00766EE5"/>
    <w:rsid w:val="00775879"/>
    <w:rsid w:val="00775EC7"/>
    <w:rsid w:val="00777429"/>
    <w:rsid w:val="00782386"/>
    <w:rsid w:val="00783572"/>
    <w:rsid w:val="0079019E"/>
    <w:rsid w:val="00790D6E"/>
    <w:rsid w:val="0079451D"/>
    <w:rsid w:val="00795B9C"/>
    <w:rsid w:val="0079698F"/>
    <w:rsid w:val="007A3B03"/>
    <w:rsid w:val="007A5347"/>
    <w:rsid w:val="007B3832"/>
    <w:rsid w:val="007B4F9F"/>
    <w:rsid w:val="007B6EAD"/>
    <w:rsid w:val="007C0B4D"/>
    <w:rsid w:val="007C76E2"/>
    <w:rsid w:val="007D30F5"/>
    <w:rsid w:val="007D4297"/>
    <w:rsid w:val="007D6B6D"/>
    <w:rsid w:val="007E04A8"/>
    <w:rsid w:val="007E08BF"/>
    <w:rsid w:val="007E0A98"/>
    <w:rsid w:val="007E4E60"/>
    <w:rsid w:val="007E5A92"/>
    <w:rsid w:val="007E7877"/>
    <w:rsid w:val="007F3E73"/>
    <w:rsid w:val="00800113"/>
    <w:rsid w:val="00800312"/>
    <w:rsid w:val="008008C2"/>
    <w:rsid w:val="00800FBE"/>
    <w:rsid w:val="00801438"/>
    <w:rsid w:val="00801578"/>
    <w:rsid w:val="008024C5"/>
    <w:rsid w:val="0080298D"/>
    <w:rsid w:val="00802F5B"/>
    <w:rsid w:val="00803880"/>
    <w:rsid w:val="00804C31"/>
    <w:rsid w:val="00805F4E"/>
    <w:rsid w:val="00807767"/>
    <w:rsid w:val="00811BE3"/>
    <w:rsid w:val="00813642"/>
    <w:rsid w:val="00814554"/>
    <w:rsid w:val="00814C9F"/>
    <w:rsid w:val="0081759B"/>
    <w:rsid w:val="008256F8"/>
    <w:rsid w:val="00827091"/>
    <w:rsid w:val="0083691D"/>
    <w:rsid w:val="00840A2D"/>
    <w:rsid w:val="00841A99"/>
    <w:rsid w:val="00842CCB"/>
    <w:rsid w:val="0084306A"/>
    <w:rsid w:val="008434AE"/>
    <w:rsid w:val="00843791"/>
    <w:rsid w:val="008442C0"/>
    <w:rsid w:val="00844A67"/>
    <w:rsid w:val="008517D5"/>
    <w:rsid w:val="00855102"/>
    <w:rsid w:val="00855473"/>
    <w:rsid w:val="00857ACF"/>
    <w:rsid w:val="0086221F"/>
    <w:rsid w:val="008630A4"/>
    <w:rsid w:val="00864ED3"/>
    <w:rsid w:val="00867061"/>
    <w:rsid w:val="00877A6E"/>
    <w:rsid w:val="00881228"/>
    <w:rsid w:val="00881F77"/>
    <w:rsid w:val="00883C39"/>
    <w:rsid w:val="00883F99"/>
    <w:rsid w:val="00884ED8"/>
    <w:rsid w:val="008868D5"/>
    <w:rsid w:val="008905EE"/>
    <w:rsid w:val="0089147C"/>
    <w:rsid w:val="00891970"/>
    <w:rsid w:val="00891C08"/>
    <w:rsid w:val="008922A2"/>
    <w:rsid w:val="008930C6"/>
    <w:rsid w:val="00894FAB"/>
    <w:rsid w:val="00896AAF"/>
    <w:rsid w:val="008A0755"/>
    <w:rsid w:val="008A1998"/>
    <w:rsid w:val="008A1A3C"/>
    <w:rsid w:val="008A4987"/>
    <w:rsid w:val="008A5AFF"/>
    <w:rsid w:val="008B194E"/>
    <w:rsid w:val="008B1F7B"/>
    <w:rsid w:val="008B4382"/>
    <w:rsid w:val="008C0679"/>
    <w:rsid w:val="008C4956"/>
    <w:rsid w:val="008C7E78"/>
    <w:rsid w:val="008D3056"/>
    <w:rsid w:val="008D5BC4"/>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41052"/>
    <w:rsid w:val="009419A3"/>
    <w:rsid w:val="0094308C"/>
    <w:rsid w:val="00951424"/>
    <w:rsid w:val="00952AD6"/>
    <w:rsid w:val="00954CB1"/>
    <w:rsid w:val="00960459"/>
    <w:rsid w:val="00961CF9"/>
    <w:rsid w:val="009667C8"/>
    <w:rsid w:val="00973788"/>
    <w:rsid w:val="00975393"/>
    <w:rsid w:val="009819C2"/>
    <w:rsid w:val="00981A6E"/>
    <w:rsid w:val="00986634"/>
    <w:rsid w:val="009904E9"/>
    <w:rsid w:val="00990F1A"/>
    <w:rsid w:val="00992EAA"/>
    <w:rsid w:val="0099408D"/>
    <w:rsid w:val="0099671A"/>
    <w:rsid w:val="009970AB"/>
    <w:rsid w:val="00997350"/>
    <w:rsid w:val="009A14AB"/>
    <w:rsid w:val="009A7D71"/>
    <w:rsid w:val="009B1544"/>
    <w:rsid w:val="009B1CC5"/>
    <w:rsid w:val="009B785B"/>
    <w:rsid w:val="009C2175"/>
    <w:rsid w:val="009C4008"/>
    <w:rsid w:val="009C7C78"/>
    <w:rsid w:val="009D0744"/>
    <w:rsid w:val="009D2DCC"/>
    <w:rsid w:val="009D3226"/>
    <w:rsid w:val="009D7838"/>
    <w:rsid w:val="009E0F61"/>
    <w:rsid w:val="009E20B2"/>
    <w:rsid w:val="009E610A"/>
    <w:rsid w:val="009E71DD"/>
    <w:rsid w:val="009E7343"/>
    <w:rsid w:val="009F06CF"/>
    <w:rsid w:val="009F2944"/>
    <w:rsid w:val="009F4E37"/>
    <w:rsid w:val="009F61A7"/>
    <w:rsid w:val="00A00BC8"/>
    <w:rsid w:val="00A0115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33AAD"/>
    <w:rsid w:val="00A417F7"/>
    <w:rsid w:val="00A42970"/>
    <w:rsid w:val="00A44394"/>
    <w:rsid w:val="00A45596"/>
    <w:rsid w:val="00A53FB6"/>
    <w:rsid w:val="00A546BA"/>
    <w:rsid w:val="00A553ED"/>
    <w:rsid w:val="00A5617A"/>
    <w:rsid w:val="00A621C3"/>
    <w:rsid w:val="00A700B0"/>
    <w:rsid w:val="00A70656"/>
    <w:rsid w:val="00A74710"/>
    <w:rsid w:val="00A82D0D"/>
    <w:rsid w:val="00A8373C"/>
    <w:rsid w:val="00A85507"/>
    <w:rsid w:val="00A8649B"/>
    <w:rsid w:val="00A87CFE"/>
    <w:rsid w:val="00A9031C"/>
    <w:rsid w:val="00A914AF"/>
    <w:rsid w:val="00A91564"/>
    <w:rsid w:val="00A918FC"/>
    <w:rsid w:val="00A919BB"/>
    <w:rsid w:val="00A93115"/>
    <w:rsid w:val="00A93A25"/>
    <w:rsid w:val="00A94CA2"/>
    <w:rsid w:val="00A94ED2"/>
    <w:rsid w:val="00A96DA1"/>
    <w:rsid w:val="00AA1BBA"/>
    <w:rsid w:val="00AA313A"/>
    <w:rsid w:val="00AA58FD"/>
    <w:rsid w:val="00AB0391"/>
    <w:rsid w:val="00AC0ACE"/>
    <w:rsid w:val="00AC15A7"/>
    <w:rsid w:val="00AD794A"/>
    <w:rsid w:val="00AE0375"/>
    <w:rsid w:val="00AE6D5F"/>
    <w:rsid w:val="00AF3A7E"/>
    <w:rsid w:val="00AF47E5"/>
    <w:rsid w:val="00AF5091"/>
    <w:rsid w:val="00AF6835"/>
    <w:rsid w:val="00AF7968"/>
    <w:rsid w:val="00B010EC"/>
    <w:rsid w:val="00B01B31"/>
    <w:rsid w:val="00B02376"/>
    <w:rsid w:val="00B02A57"/>
    <w:rsid w:val="00B04815"/>
    <w:rsid w:val="00B11635"/>
    <w:rsid w:val="00B13E72"/>
    <w:rsid w:val="00B1658D"/>
    <w:rsid w:val="00B16A94"/>
    <w:rsid w:val="00B21F40"/>
    <w:rsid w:val="00B23881"/>
    <w:rsid w:val="00B244AF"/>
    <w:rsid w:val="00B25D1A"/>
    <w:rsid w:val="00B26F11"/>
    <w:rsid w:val="00B34FDF"/>
    <w:rsid w:val="00B36BEF"/>
    <w:rsid w:val="00B40730"/>
    <w:rsid w:val="00B44138"/>
    <w:rsid w:val="00B4489C"/>
    <w:rsid w:val="00B458AC"/>
    <w:rsid w:val="00B51098"/>
    <w:rsid w:val="00B51DA4"/>
    <w:rsid w:val="00B533FE"/>
    <w:rsid w:val="00B57F66"/>
    <w:rsid w:val="00B60BF2"/>
    <w:rsid w:val="00B60FCA"/>
    <w:rsid w:val="00B63148"/>
    <w:rsid w:val="00B6351D"/>
    <w:rsid w:val="00B63925"/>
    <w:rsid w:val="00B6474D"/>
    <w:rsid w:val="00B700A3"/>
    <w:rsid w:val="00B72DBD"/>
    <w:rsid w:val="00B81174"/>
    <w:rsid w:val="00B82A66"/>
    <w:rsid w:val="00B84D0B"/>
    <w:rsid w:val="00B90C51"/>
    <w:rsid w:val="00B91E8A"/>
    <w:rsid w:val="00B91F55"/>
    <w:rsid w:val="00B92AA8"/>
    <w:rsid w:val="00BA1467"/>
    <w:rsid w:val="00BA41F7"/>
    <w:rsid w:val="00BA6840"/>
    <w:rsid w:val="00BA7825"/>
    <w:rsid w:val="00BB23E5"/>
    <w:rsid w:val="00BB33D5"/>
    <w:rsid w:val="00BB4726"/>
    <w:rsid w:val="00BB61F2"/>
    <w:rsid w:val="00BC2784"/>
    <w:rsid w:val="00BC64D9"/>
    <w:rsid w:val="00BD03D9"/>
    <w:rsid w:val="00BD3EA4"/>
    <w:rsid w:val="00BD5D3F"/>
    <w:rsid w:val="00BE046D"/>
    <w:rsid w:val="00BE2394"/>
    <w:rsid w:val="00BE2A75"/>
    <w:rsid w:val="00BE2E0E"/>
    <w:rsid w:val="00BE4A18"/>
    <w:rsid w:val="00BE6D33"/>
    <w:rsid w:val="00BF7B2A"/>
    <w:rsid w:val="00BF7B33"/>
    <w:rsid w:val="00C03776"/>
    <w:rsid w:val="00C11CE3"/>
    <w:rsid w:val="00C11EA1"/>
    <w:rsid w:val="00C12A53"/>
    <w:rsid w:val="00C132C0"/>
    <w:rsid w:val="00C14167"/>
    <w:rsid w:val="00C211A0"/>
    <w:rsid w:val="00C216D0"/>
    <w:rsid w:val="00C2372C"/>
    <w:rsid w:val="00C27946"/>
    <w:rsid w:val="00C30C74"/>
    <w:rsid w:val="00C31D85"/>
    <w:rsid w:val="00C32F49"/>
    <w:rsid w:val="00C33DF8"/>
    <w:rsid w:val="00C34B56"/>
    <w:rsid w:val="00C359EE"/>
    <w:rsid w:val="00C35C6E"/>
    <w:rsid w:val="00C3781D"/>
    <w:rsid w:val="00C42929"/>
    <w:rsid w:val="00C44DC9"/>
    <w:rsid w:val="00C47081"/>
    <w:rsid w:val="00C4757F"/>
    <w:rsid w:val="00C52AC8"/>
    <w:rsid w:val="00C54C0A"/>
    <w:rsid w:val="00C54DCE"/>
    <w:rsid w:val="00C56443"/>
    <w:rsid w:val="00C65171"/>
    <w:rsid w:val="00C67197"/>
    <w:rsid w:val="00C720C7"/>
    <w:rsid w:val="00C728EF"/>
    <w:rsid w:val="00C72E6B"/>
    <w:rsid w:val="00C75949"/>
    <w:rsid w:val="00C77207"/>
    <w:rsid w:val="00C77B69"/>
    <w:rsid w:val="00C81AEB"/>
    <w:rsid w:val="00C85138"/>
    <w:rsid w:val="00C858FE"/>
    <w:rsid w:val="00C8799C"/>
    <w:rsid w:val="00CA07B7"/>
    <w:rsid w:val="00CA1986"/>
    <w:rsid w:val="00CA2CEF"/>
    <w:rsid w:val="00CA51D8"/>
    <w:rsid w:val="00CA7F11"/>
    <w:rsid w:val="00CB2008"/>
    <w:rsid w:val="00CB3954"/>
    <w:rsid w:val="00CB3E2B"/>
    <w:rsid w:val="00CC1223"/>
    <w:rsid w:val="00CC45BB"/>
    <w:rsid w:val="00CC55EF"/>
    <w:rsid w:val="00CC7778"/>
    <w:rsid w:val="00CD098D"/>
    <w:rsid w:val="00CD19FC"/>
    <w:rsid w:val="00CD201D"/>
    <w:rsid w:val="00CD2BE0"/>
    <w:rsid w:val="00CD680B"/>
    <w:rsid w:val="00CD7192"/>
    <w:rsid w:val="00CE1C6A"/>
    <w:rsid w:val="00CE22AE"/>
    <w:rsid w:val="00CE3B44"/>
    <w:rsid w:val="00CE56FF"/>
    <w:rsid w:val="00CF0293"/>
    <w:rsid w:val="00CF1080"/>
    <w:rsid w:val="00CF2F3A"/>
    <w:rsid w:val="00CF4158"/>
    <w:rsid w:val="00CF6E4B"/>
    <w:rsid w:val="00CF724B"/>
    <w:rsid w:val="00D03FE7"/>
    <w:rsid w:val="00D04232"/>
    <w:rsid w:val="00D1000A"/>
    <w:rsid w:val="00D1409C"/>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2BF1"/>
    <w:rsid w:val="00D64BE6"/>
    <w:rsid w:val="00D659DF"/>
    <w:rsid w:val="00D70BCA"/>
    <w:rsid w:val="00D731F2"/>
    <w:rsid w:val="00D757E1"/>
    <w:rsid w:val="00D779E2"/>
    <w:rsid w:val="00D8431A"/>
    <w:rsid w:val="00D84C6D"/>
    <w:rsid w:val="00D8593E"/>
    <w:rsid w:val="00D86427"/>
    <w:rsid w:val="00D86C9C"/>
    <w:rsid w:val="00D94377"/>
    <w:rsid w:val="00D94605"/>
    <w:rsid w:val="00DA09EB"/>
    <w:rsid w:val="00DA5285"/>
    <w:rsid w:val="00DA5E6A"/>
    <w:rsid w:val="00DA62D7"/>
    <w:rsid w:val="00DB15A8"/>
    <w:rsid w:val="00DB18C4"/>
    <w:rsid w:val="00DB20EC"/>
    <w:rsid w:val="00DB2D5D"/>
    <w:rsid w:val="00DB461E"/>
    <w:rsid w:val="00DB7D65"/>
    <w:rsid w:val="00DC1809"/>
    <w:rsid w:val="00DC3606"/>
    <w:rsid w:val="00DC3DCF"/>
    <w:rsid w:val="00DC47B8"/>
    <w:rsid w:val="00DC512E"/>
    <w:rsid w:val="00DD346F"/>
    <w:rsid w:val="00DD7C98"/>
    <w:rsid w:val="00DE03CC"/>
    <w:rsid w:val="00DE06E1"/>
    <w:rsid w:val="00DE10F4"/>
    <w:rsid w:val="00DE12B4"/>
    <w:rsid w:val="00DE4111"/>
    <w:rsid w:val="00DE4CC1"/>
    <w:rsid w:val="00DE6B23"/>
    <w:rsid w:val="00DF1FA0"/>
    <w:rsid w:val="00DF2410"/>
    <w:rsid w:val="00DF319F"/>
    <w:rsid w:val="00DF432E"/>
    <w:rsid w:val="00DF618D"/>
    <w:rsid w:val="00E00369"/>
    <w:rsid w:val="00E011DE"/>
    <w:rsid w:val="00E03480"/>
    <w:rsid w:val="00E07269"/>
    <w:rsid w:val="00E07786"/>
    <w:rsid w:val="00E07C82"/>
    <w:rsid w:val="00E121E7"/>
    <w:rsid w:val="00E13B90"/>
    <w:rsid w:val="00E168A5"/>
    <w:rsid w:val="00E20277"/>
    <w:rsid w:val="00E27CB0"/>
    <w:rsid w:val="00E27E1D"/>
    <w:rsid w:val="00E27F2D"/>
    <w:rsid w:val="00E33D4E"/>
    <w:rsid w:val="00E34EC7"/>
    <w:rsid w:val="00E37B96"/>
    <w:rsid w:val="00E41505"/>
    <w:rsid w:val="00E41811"/>
    <w:rsid w:val="00E43C8A"/>
    <w:rsid w:val="00E45EF9"/>
    <w:rsid w:val="00E46E6A"/>
    <w:rsid w:val="00E47EFA"/>
    <w:rsid w:val="00E53F6D"/>
    <w:rsid w:val="00E60545"/>
    <w:rsid w:val="00E613F3"/>
    <w:rsid w:val="00E631A8"/>
    <w:rsid w:val="00E66AC0"/>
    <w:rsid w:val="00E67715"/>
    <w:rsid w:val="00E67F7E"/>
    <w:rsid w:val="00E73959"/>
    <w:rsid w:val="00E74585"/>
    <w:rsid w:val="00E761C7"/>
    <w:rsid w:val="00E76AED"/>
    <w:rsid w:val="00E77F00"/>
    <w:rsid w:val="00E83754"/>
    <w:rsid w:val="00E8485A"/>
    <w:rsid w:val="00E85C54"/>
    <w:rsid w:val="00E85F09"/>
    <w:rsid w:val="00E923AE"/>
    <w:rsid w:val="00E95C2D"/>
    <w:rsid w:val="00E96806"/>
    <w:rsid w:val="00EA18C1"/>
    <w:rsid w:val="00EA2C3B"/>
    <w:rsid w:val="00EA4F25"/>
    <w:rsid w:val="00EA542A"/>
    <w:rsid w:val="00EB3E25"/>
    <w:rsid w:val="00EB450C"/>
    <w:rsid w:val="00EB5DEA"/>
    <w:rsid w:val="00EB6B79"/>
    <w:rsid w:val="00EC2A75"/>
    <w:rsid w:val="00EC30CB"/>
    <w:rsid w:val="00EC500B"/>
    <w:rsid w:val="00EC5656"/>
    <w:rsid w:val="00EC6A61"/>
    <w:rsid w:val="00EC717A"/>
    <w:rsid w:val="00EC7D44"/>
    <w:rsid w:val="00ED3C06"/>
    <w:rsid w:val="00ED58BF"/>
    <w:rsid w:val="00EE7D5B"/>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3A5"/>
    <w:rsid w:val="00F47D61"/>
    <w:rsid w:val="00F47E31"/>
    <w:rsid w:val="00F51B14"/>
    <w:rsid w:val="00F51E6B"/>
    <w:rsid w:val="00F54B97"/>
    <w:rsid w:val="00F57372"/>
    <w:rsid w:val="00F575B5"/>
    <w:rsid w:val="00F64197"/>
    <w:rsid w:val="00F673BD"/>
    <w:rsid w:val="00F7370A"/>
    <w:rsid w:val="00F74614"/>
    <w:rsid w:val="00F75215"/>
    <w:rsid w:val="00F75735"/>
    <w:rsid w:val="00F774CA"/>
    <w:rsid w:val="00F82BBA"/>
    <w:rsid w:val="00F83320"/>
    <w:rsid w:val="00F86390"/>
    <w:rsid w:val="00F86858"/>
    <w:rsid w:val="00F90BA6"/>
    <w:rsid w:val="00F938EF"/>
    <w:rsid w:val="00F95348"/>
    <w:rsid w:val="00F954AE"/>
    <w:rsid w:val="00F956CF"/>
    <w:rsid w:val="00F96C3D"/>
    <w:rsid w:val="00FA01EB"/>
    <w:rsid w:val="00FA2287"/>
    <w:rsid w:val="00FA2D6D"/>
    <w:rsid w:val="00FA68AA"/>
    <w:rsid w:val="00FA7667"/>
    <w:rsid w:val="00FA79BF"/>
    <w:rsid w:val="00FB4C45"/>
    <w:rsid w:val="00FB59F5"/>
    <w:rsid w:val="00FB6483"/>
    <w:rsid w:val="00FC0387"/>
    <w:rsid w:val="00FC395D"/>
    <w:rsid w:val="00FC53BE"/>
    <w:rsid w:val="00FC5501"/>
    <w:rsid w:val="00FC7A24"/>
    <w:rsid w:val="00FD3DC3"/>
    <w:rsid w:val="00FD4436"/>
    <w:rsid w:val="00FD4A6B"/>
    <w:rsid w:val="00FD5D32"/>
    <w:rsid w:val="00FD6A4A"/>
    <w:rsid w:val="00FD6CE0"/>
    <w:rsid w:val="00FD7230"/>
    <w:rsid w:val="00FE1CAE"/>
    <w:rsid w:val="00FE3D50"/>
    <w:rsid w:val="00FE6822"/>
    <w:rsid w:val="00FE7324"/>
    <w:rsid w:val="00FE754B"/>
    <w:rsid w:val="00FE7629"/>
    <w:rsid w:val="00FE774D"/>
    <w:rsid w:val="00FF15A6"/>
    <w:rsid w:val="00FF27E5"/>
    <w:rsid w:val="0F930B26"/>
    <w:rsid w:val="195F72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cfc,#9f9"/>
    </o:shapedefaults>
    <o:shapelayout v:ext="edit">
      <o:idmap v:ext="edit" data="2"/>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02440"/>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unhideWhenUsed/>
    <w:rsid w:val="0086221F"/>
  </w:style>
  <w:style w:type="character" w:customStyle="1" w:styleId="CommentTextChar">
    <w:name w:val="Comment Text Char"/>
    <w:basedOn w:val="DefaultParagraphFont"/>
    <w:link w:val="CommentText"/>
    <w:uiPriority w:val="99"/>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 w:type="character" w:customStyle="1" w:styleId="ListParagraphChar">
    <w:name w:val="List Paragraph Char"/>
    <w:basedOn w:val="DefaultParagraphFont"/>
    <w:link w:val="ListParagraph"/>
    <w:uiPriority w:val="34"/>
    <w:locked/>
    <w:rsid w:val="00B13E72"/>
    <w:rPr>
      <w:rFonts w:ascii="Arial" w:eastAsia="Calibri" w:hAnsi="Arial" w:cs="Times New Roman"/>
      <w:sz w:val="20"/>
    </w:rPr>
  </w:style>
  <w:style w:type="character" w:customStyle="1" w:styleId="normaltextrun">
    <w:name w:val="normaltextrun"/>
    <w:basedOn w:val="DefaultParagraphFont"/>
    <w:rsid w:val="00E923AE"/>
  </w:style>
  <w:style w:type="character" w:customStyle="1" w:styleId="findhit">
    <w:name w:val="findhit"/>
    <w:basedOn w:val="DefaultParagraphFont"/>
    <w:rsid w:val="00E923AE"/>
  </w:style>
  <w:style w:type="paragraph" w:styleId="Revision">
    <w:name w:val="Revision"/>
    <w:hidden/>
    <w:uiPriority w:val="99"/>
    <w:semiHidden/>
    <w:rsid w:val="009D2DCC"/>
  </w:style>
  <w:style w:type="character" w:styleId="Mention">
    <w:name w:val="Mention"/>
    <w:basedOn w:val="DefaultParagraphFont"/>
    <w:uiPriority w:val="99"/>
    <w:unhideWhenUsed/>
    <w:rsid w:val="00F954A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556479223">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072700982">
      <w:bodyDiv w:val="1"/>
      <w:marLeft w:val="0"/>
      <w:marRight w:val="0"/>
      <w:marTop w:val="0"/>
      <w:marBottom w:val="0"/>
      <w:divBdr>
        <w:top w:val="none" w:sz="0" w:space="0" w:color="auto"/>
        <w:left w:val="none" w:sz="0" w:space="0" w:color="auto"/>
        <w:bottom w:val="none" w:sz="0" w:space="0" w:color="auto"/>
        <w:right w:val="none" w:sz="0" w:space="0" w:color="auto"/>
      </w:divBdr>
    </w:div>
    <w:div w:id="1204444772">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99892813">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digitalhealth.gov.au/about-us/policies-privacy-and-reporting/privacy-policy" TargetMode="External"/><Relationship Id="rId26" Type="http://schemas.openxmlformats.org/officeDocument/2006/relationships/image" Target="media/image7.wmf"/><Relationship Id="rId39" Type="http://schemas.openxmlformats.org/officeDocument/2006/relationships/hyperlink" Target="mailto:help@digitalhealth.gov.au" TargetMode="External"/><Relationship Id="rId21" Type="http://schemas.openxmlformats.org/officeDocument/2006/relationships/image" Target="media/image3.wmf"/><Relationship Id="rId34" Type="http://schemas.openxmlformats.org/officeDocument/2006/relationships/image" Target="media/image13.wmf"/><Relationship Id="rId42" Type="http://schemas.openxmlformats.org/officeDocument/2006/relationships/header" Target="header5.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help@digitalhealth.gov.au" TargetMode="External"/><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hyperlink" Target="https://developer.digitalhealth.gov.au/my-health-record-fhir-gateway" TargetMode="External"/><Relationship Id="rId37" Type="http://schemas.openxmlformats.org/officeDocument/2006/relationships/hyperlink" Target="mailto:help@digitalhealth.gov.au" TargetMode="Externa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5.wmf"/><Relationship Id="rId28" Type="http://schemas.openxmlformats.org/officeDocument/2006/relationships/image" Target="media/image9.wmf"/><Relationship Id="rId36" Type="http://schemas.openxmlformats.org/officeDocument/2006/relationships/hyperlink" Target="http://www.digitalhealth.gov.au/" TargetMode="External"/><Relationship Id="rId10" Type="http://schemas.openxmlformats.org/officeDocument/2006/relationships/footnotes" Target="footnotes.xml"/><Relationship Id="rId19" Type="http://schemas.openxmlformats.org/officeDocument/2006/relationships/hyperlink" Target="https://www.digitalhealth.gov.au/support/glossary" TargetMode="External"/><Relationship Id="rId31" Type="http://schemas.openxmlformats.org/officeDocument/2006/relationships/image" Target="media/image12.wmf"/><Relationship Id="rId44"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4.wmf"/><Relationship Id="rId27" Type="http://schemas.openxmlformats.org/officeDocument/2006/relationships/image" Target="media/image8.wmf"/><Relationship Id="rId30" Type="http://schemas.openxmlformats.org/officeDocument/2006/relationships/image" Target="media/image11.wmf"/><Relationship Id="rId35" Type="http://schemas.openxmlformats.org/officeDocument/2006/relationships/image" Target="media/image14.wmf"/><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digitalhealth.gov.au/about-us/policies-privacy-and-reporting/privacy-policy" TargetMode="External"/><Relationship Id="rId25" Type="http://schemas.openxmlformats.org/officeDocument/2006/relationships/hyperlink" Target="https://www.digitalhealth.gov.au/support/glossary" TargetMode="External"/><Relationship Id="rId33" Type="http://schemas.openxmlformats.org/officeDocument/2006/relationships/hyperlink" Target="https://www.digitalhealth.gov.au/initiatives-and-programs/my-health-record" TargetMode="External"/><Relationship Id="rId38" Type="http://schemas.openxmlformats.org/officeDocument/2006/relationships/hyperlink" Target="http://www.digitalhealth.gov.au/" TargetMode="External"/><Relationship Id="rId20" Type="http://schemas.openxmlformats.org/officeDocument/2006/relationships/hyperlink" Target="mailto:help@digitalhealth.gov.au" TargetMode="External"/><Relationship Id="rId41"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s://aus01.safelinks.protection.outlook.com/?url=https%3A%2F%2Fwww.dta.gov.au%2Four-projects%2Fdigital-identity%2Fgatekeeper-public-key-infrastructure-framework&amp;data=05%7C01%7CMark.Knipe%40digitalhealth.gov.au%7Ce96cb0e5d5f347d6843708db154d93dd%7C49c6971ed0164e1ab04195533ede53a1%7C0%7C0%7C638127195148868252%7CUnknown%7CTWFpbGZsb3d8eyJWIjoiMC4wLjAwMDAiLCJQIjoiV2luMzIiLCJBTiI6Ik1haWwiLCJXVCI6Mn0%3D%7C3000%7C%7C%7C&amp;sdata=wdfxtVMR%2FZeWFGyUyw5KCRj8q%2BR7CzpG8S0RnOo%2BnGg%3D&amp;reserved=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52CC8"/>
    <w:rsid w:val="00085521"/>
    <w:rsid w:val="000C18A9"/>
    <w:rsid w:val="00102A32"/>
    <w:rsid w:val="00206B9A"/>
    <w:rsid w:val="002C11E5"/>
    <w:rsid w:val="002C7380"/>
    <w:rsid w:val="00303B64"/>
    <w:rsid w:val="00373426"/>
    <w:rsid w:val="003C7C2B"/>
    <w:rsid w:val="003D2E35"/>
    <w:rsid w:val="003D4FC4"/>
    <w:rsid w:val="00425119"/>
    <w:rsid w:val="004D66B5"/>
    <w:rsid w:val="00505950"/>
    <w:rsid w:val="00597414"/>
    <w:rsid w:val="005F3F56"/>
    <w:rsid w:val="00630FEF"/>
    <w:rsid w:val="006334B0"/>
    <w:rsid w:val="006514B0"/>
    <w:rsid w:val="00682445"/>
    <w:rsid w:val="00692725"/>
    <w:rsid w:val="006B2B2F"/>
    <w:rsid w:val="006E0DC7"/>
    <w:rsid w:val="00711144"/>
    <w:rsid w:val="00735404"/>
    <w:rsid w:val="00766977"/>
    <w:rsid w:val="007D6B6D"/>
    <w:rsid w:val="007E690A"/>
    <w:rsid w:val="0081009A"/>
    <w:rsid w:val="008B54F8"/>
    <w:rsid w:val="0090772D"/>
    <w:rsid w:val="009B785B"/>
    <w:rsid w:val="00A417F7"/>
    <w:rsid w:val="00A46AE4"/>
    <w:rsid w:val="00A50FDB"/>
    <w:rsid w:val="00BA3085"/>
    <w:rsid w:val="00BE0D8B"/>
    <w:rsid w:val="00C16660"/>
    <w:rsid w:val="00D07214"/>
    <w:rsid w:val="00D811DF"/>
    <w:rsid w:val="00DE6986"/>
    <w:rsid w:val="00DF3BB7"/>
    <w:rsid w:val="00E011DE"/>
    <w:rsid w:val="00E2452E"/>
    <w:rsid w:val="00E7386D"/>
    <w:rsid w:val="00E74585"/>
    <w:rsid w:val="00EC31C9"/>
    <w:rsid w:val="00F468FC"/>
    <w:rsid w:val="00FD6A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952787d-5e94-4252-8fcd-d06b6d1cd8c7">
      <UserInfo>
        <DisplayName/>
        <AccountId xsi:nil="true"/>
        <AccountType/>
      </UserInfo>
    </SharedWithUsers>
    <lcf76f155ced4ddcb4097134ff3c332f xmlns="6e165234-6804-4b10-8f4e-63f45a6627b0">
      <Terms xmlns="http://schemas.microsoft.com/office/infopath/2007/PartnerControls"/>
    </lcf76f155ced4ddcb4097134ff3c332f>
    <Note xmlns="6e165234-6804-4b10-8f4e-63f45a6627b0" xsi:nil="true"/>
    <TaxCatchAll xmlns="1952787d-5e94-4252-8fcd-d06b6d1cd8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FA0A2E54AEDA44BC7DBE4F7F6E38D6" ma:contentTypeVersion="15" ma:contentTypeDescription="Create a new document." ma:contentTypeScope="" ma:versionID="6ee36172c6be954b9f0f4961769ab9c1">
  <xsd:schema xmlns:xsd="http://www.w3.org/2001/XMLSchema" xmlns:xs="http://www.w3.org/2001/XMLSchema" xmlns:p="http://schemas.microsoft.com/office/2006/metadata/properties" xmlns:ns2="6e165234-6804-4b10-8f4e-63f45a6627b0" xmlns:ns3="1952787d-5e94-4252-8fcd-d06b6d1cd8c7" targetNamespace="http://schemas.microsoft.com/office/2006/metadata/properties" ma:root="true" ma:fieldsID="2fc8fdbd4d1dea708bd7bd359da3bff1" ns2:_="" ns3:_="">
    <xsd:import namespace="6e165234-6804-4b10-8f4e-63f45a6627b0"/>
    <xsd:import namespace="1952787d-5e94-4252-8fcd-d06b6d1cd8c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element ref="ns2:No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65234-6804-4b10-8f4e-63f45a662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Note" ma:index="22" nillable="true" ma:displayName="Note" ma:format="Dropdown" ma:internalName="Not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52787d-5e94-4252-8fcd-d06b6d1cd8c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8f7e58e-f163-424f-8454-4968a30ff73b}" ma:internalName="TaxCatchAll" ma:showField="CatchAllData" ma:web="1952787d-5e94-4252-8fcd-d06b6d1cd8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oot>
  <DraftVersionNumber> </DraftVersionNumber>
  <DocVersion>v3.9</DocVersion>
  <DocStatus>Approved</DocStatus>
  <Audience>for external</Audience>
  <IntendedUse>use</IntendedUse>
  <dateOfApproval>2024-10-24T00:00:00</dateOfApproval>
  <Subject>My Health Record</Subject>
  <Title>Portal Operator – Production Environment Access Request Form</Title>
  <DocumentID>DH-4017:2024</DocumentID>
  <ProtectiveMarking/>
</root>
</file>

<file path=customXml/item5.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C62406B5-E9C0-4E27-8D60-5376F5F246CC}">
  <ds:schemaRefs>
    <ds:schemaRef ds:uri="http://schemas.microsoft.com/office/2006/metadata/properties"/>
    <ds:schemaRef ds:uri="http://schemas.microsoft.com/office/infopath/2007/PartnerControls"/>
    <ds:schemaRef ds:uri="1952787d-5e94-4252-8fcd-d06b6d1cd8c7"/>
    <ds:schemaRef ds:uri="6e165234-6804-4b10-8f4e-63f45a6627b0"/>
  </ds:schemaRefs>
</ds:datastoreItem>
</file>

<file path=customXml/itemProps2.xml><?xml version="1.0" encoding="utf-8"?>
<ds:datastoreItem xmlns:ds="http://schemas.openxmlformats.org/officeDocument/2006/customXml" ds:itemID="{3D967AE7-473C-4492-AE61-DCF64C5A87F1}">
  <ds:schemaRefs>
    <ds:schemaRef ds:uri="http://schemas.microsoft.com/sharepoint/v3/contenttype/forms"/>
  </ds:schemaRefs>
</ds:datastoreItem>
</file>

<file path=customXml/itemProps3.xml><?xml version="1.0" encoding="utf-8"?>
<ds:datastoreItem xmlns:ds="http://schemas.openxmlformats.org/officeDocument/2006/customXml" ds:itemID="{D5496EF8-334F-4D0B-A252-52F79CCB9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165234-6804-4b10-8f4e-63f45a6627b0"/>
    <ds:schemaRef ds:uri="1952787d-5e94-4252-8fcd-d06b6d1cd8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CC22D-C615-4C5D-9373-0A3A21D4C977}">
  <ds:schemaRefs/>
</ds:datastoreItem>
</file>

<file path=customXml/itemProps5.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3</TotalTime>
  <Pages>1</Pages>
  <Words>3093</Words>
  <Characters>17632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20684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Sankaar Perumal</cp:lastModifiedBy>
  <cp:revision>2</cp:revision>
  <cp:lastPrinted>2020-01-08T02:33:00Z</cp:lastPrinted>
  <dcterms:created xsi:type="dcterms:W3CDTF">2024-10-28T05:01:00Z</dcterms:created>
  <dcterms:modified xsi:type="dcterms:W3CDTF">2024-10-28T05:01:00Z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ContentTypeId">
    <vt:lpwstr>0x010100DEFA0A2E54AEDA44BC7DBE4F7F6E38D6</vt:lpwstr>
  </property>
  <property fmtid="{D5CDD505-2E9C-101B-9397-08002B2CF9AE}" pid="7" name="MediaServiceImageTags">
    <vt:lpwstr/>
  </property>
  <property fmtid="{D5CDD505-2E9C-101B-9397-08002B2CF9AE}" pid="8" name="MSIP_Label_40c15abd-c727-4d65-8c9b-7b89f3a8c37e_Enabled">
    <vt:lpwstr>true</vt:lpwstr>
  </property>
  <property fmtid="{D5CDD505-2E9C-101B-9397-08002B2CF9AE}" pid="9" name="MSIP_Label_40c15abd-c727-4d65-8c9b-7b89f3a8c37e_SetDate">
    <vt:lpwstr>2024-05-21T05:49:46Z</vt:lpwstr>
  </property>
  <property fmtid="{D5CDD505-2E9C-101B-9397-08002B2CF9AE}" pid="10" name="MSIP_Label_40c15abd-c727-4d65-8c9b-7b89f3a8c37e_Method">
    <vt:lpwstr>Privileged</vt:lpwstr>
  </property>
  <property fmtid="{D5CDD505-2E9C-101B-9397-08002B2CF9AE}" pid="11" name="MSIP_Label_40c15abd-c727-4d65-8c9b-7b89f3a8c37e_Name">
    <vt:lpwstr>839da1de15bb</vt:lpwstr>
  </property>
  <property fmtid="{D5CDD505-2E9C-101B-9397-08002B2CF9AE}" pid="12" name="MSIP_Label_40c15abd-c727-4d65-8c9b-7b89f3a8c37e_SiteId">
    <vt:lpwstr>49c6971e-d016-4e1a-b041-95533ede53a1</vt:lpwstr>
  </property>
  <property fmtid="{D5CDD505-2E9C-101B-9397-08002B2CF9AE}" pid="13" name="MSIP_Label_40c15abd-c727-4d65-8c9b-7b89f3a8c37e_ActionId">
    <vt:lpwstr>ac202a73-91c3-4fb7-a55e-b659835a70aa</vt:lpwstr>
  </property>
  <property fmtid="{D5CDD505-2E9C-101B-9397-08002B2CF9AE}" pid="14" name="MSIP_Label_40c15abd-c727-4d65-8c9b-7b89f3a8c37e_ContentBits">
    <vt:lpwstr>3</vt:lpwstr>
  </property>
</Properties>
</file>