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4D122" w14:textId="77777777" w:rsidR="000E5AEC" w:rsidRPr="00D64BE6" w:rsidRDefault="000E5AEC" w:rsidP="00FE754B">
      <w:pPr>
        <w:pStyle w:val="BodyText"/>
        <w:spacing w:after="0"/>
        <w:rPr>
          <w:sz w:val="4"/>
          <w:szCs w:val="4"/>
        </w:rPr>
        <w:sectPr w:rsidR="000E5AEC" w:rsidRPr="00D64BE6" w:rsidSect="00F43CA7">
          <w:headerReference w:type="even" r:id="rId12"/>
          <w:headerReference w:type="default" r:id="rId13"/>
          <w:footerReference w:type="even" r:id="rId14"/>
          <w:footerReference w:type="default" r:id="rId15"/>
          <w:pgSz w:w="11906" w:h="16838" w:code="9"/>
          <w:pgMar w:top="3345" w:right="1134" w:bottom="1134" w:left="1134" w:header="284" w:footer="567" w:gutter="0"/>
          <w:cols w:space="708"/>
          <w:docGrid w:linePitch="360"/>
        </w:sectPr>
      </w:pPr>
    </w:p>
    <w:p w14:paraId="7AE7CBA2" w14:textId="5D934EED" w:rsidR="00374EDC" w:rsidRPr="00FC0387" w:rsidRDefault="005037A2" w:rsidP="005D5A7E">
      <w:pPr>
        <w:rPr>
          <w:rStyle w:val="Subject"/>
        </w:rPr>
      </w:pPr>
      <w:sdt>
        <w:sdtPr>
          <w:rPr>
            <w:rStyle w:val="Subject"/>
            <w:szCs w:val="28"/>
          </w:rPr>
          <w:alias w:val="Subject"/>
          <w:tag w:val=""/>
          <w:id w:val="439959842"/>
          <w:lock w:val="sdtLocked"/>
          <w:placeholder>
            <w:docPart w:val="C98FE0D47DD54687B1A53B09EBEEFCE0"/>
          </w:placeholder>
          <w:dataBinding w:xpath="/root[1]/Subject[1]" w:storeItemID="{04FCC22D-C615-4C5D-9373-0A3A21D4C977}"/>
          <w:text/>
        </w:sdtPr>
        <w:sdtEndPr>
          <w:rPr>
            <w:rStyle w:val="DefaultParagraphFont"/>
            <w:b w:val="0"/>
            <w:sz w:val="22"/>
          </w:rPr>
        </w:sdtEndPr>
        <w:sdtContent>
          <w:r w:rsidR="00321E74">
            <w:rPr>
              <w:rStyle w:val="Subject"/>
              <w:szCs w:val="28"/>
            </w:rPr>
            <w:t>Provider Connect Australia</w:t>
          </w:r>
        </w:sdtContent>
      </w:sdt>
    </w:p>
    <w:p w14:paraId="297BEE3A" w14:textId="783B2884" w:rsidR="00DB2D5D" w:rsidRPr="008A0755" w:rsidRDefault="005037A2" w:rsidP="00143A54">
      <w:pPr>
        <w:pStyle w:val="Title"/>
      </w:pPr>
      <w:sdt>
        <w:sdtPr>
          <w:alias w:val="Title"/>
          <w:tag w:val=""/>
          <w:id w:val="962547465"/>
          <w:lock w:val="sdtLocked"/>
          <w:placeholder>
            <w:docPart w:val="3905B6535E6D401CB0F62BBF4996F95E"/>
          </w:placeholder>
          <w:dataBinding w:xpath="/root[1]/Title[1]" w:storeItemID="{04FCC22D-C615-4C5D-9373-0A3A21D4C977}"/>
          <w:text/>
        </w:sdtPr>
        <w:sdtEndPr/>
        <w:sdtContent>
          <w:r w:rsidR="00E974C8" w:rsidRPr="00E974C8">
            <w:t xml:space="preserve">Declaration </w:t>
          </w:r>
          <w:r w:rsidR="00E974C8">
            <w:t>R</w:t>
          </w:r>
          <w:r w:rsidR="00E974C8" w:rsidRPr="00E974C8">
            <w:t xml:space="preserve">egarding </w:t>
          </w:r>
          <w:r w:rsidR="00E974C8">
            <w:t>C</w:t>
          </w:r>
          <w:r w:rsidR="00E974C8" w:rsidRPr="00E974C8">
            <w:t>ollection of HPI-Is</w:t>
          </w:r>
        </w:sdtContent>
      </w:sdt>
    </w:p>
    <w:p w14:paraId="126F01F6" w14:textId="61566791" w:rsidR="001C4614" w:rsidRDefault="005037A2" w:rsidP="00463826">
      <w:pPr>
        <w:pStyle w:val="BodyText"/>
        <w:spacing w:after="0"/>
      </w:pPr>
      <w:sdt>
        <w:sdtPr>
          <w:alias w:val="Date of approval (complete AFTER approval)"/>
          <w:tag w:val="DateOfApproval"/>
          <w:id w:val="1102925292"/>
          <w:lock w:val="sdtLocked"/>
          <w:placeholder>
            <w:docPart w:val="60FDDB5F39DF4055B8DDE356ED0B9318"/>
          </w:placeholder>
          <w:dataBinding w:xpath="/root[1]/dateOfApproval[1]" w:storeItemID="{04FCC22D-C615-4C5D-9373-0A3A21D4C977}"/>
          <w:date w:fullDate="2022-10-18T00:00:00Z">
            <w:dateFormat w:val="d MMMM yyyy"/>
            <w:lid w:val="en-AU"/>
            <w:storeMappedDataAs w:val="dateTime"/>
            <w:calendar w:val="gregorian"/>
          </w:date>
        </w:sdtPr>
        <w:sdtEndPr/>
        <w:sdtContent>
          <w:r w:rsidR="00B26FE1">
            <w:t>18 October 2022</w:t>
          </w:r>
        </w:sdtContent>
      </w:sdt>
      <w:r w:rsidR="00934D18">
        <w:t xml:space="preserve"> </w:t>
      </w:r>
      <w:r w:rsidR="00463826">
        <w:t xml:space="preserve">  </w:t>
      </w:r>
      <w:sdt>
        <w:sdtPr>
          <w:alias w:val="Version"/>
          <w:tag w:val="Version"/>
          <w:id w:val="-1822030721"/>
          <w:lock w:val="sdtLocked"/>
          <w:placeholder>
            <w:docPart w:val="E622877975894EE8A2E18350CDEE8141"/>
          </w:placeholder>
          <w:dataBinding w:xpath="/root[1]/DocVersion[1]" w:storeItemID="{04FCC22D-C615-4C5D-9373-0A3A21D4C977}"/>
          <w:text/>
        </w:sdtPr>
        <w:sdtContent>
          <w:r w:rsidR="00380B58">
            <w:t>v1.01</w:t>
          </w:r>
        </w:sdtContent>
      </w:sdt>
    </w:p>
    <w:p w14:paraId="47AAFA81" w14:textId="036E9540" w:rsidR="00A42970" w:rsidRDefault="005037A2" w:rsidP="004616FE">
      <w:pPr>
        <w:pStyle w:val="BodyText"/>
        <w:spacing w:after="0"/>
      </w:pPr>
      <w:sdt>
        <w:sdtPr>
          <w:rPr>
            <w:szCs w:val="16"/>
          </w:rPr>
          <w:alias w:val="Status"/>
          <w:tag w:val="DocStatus"/>
          <w:id w:val="-924804483"/>
          <w:lock w:val="sdtLocked"/>
          <w:placeholder>
            <w:docPart w:val="38FDCF0B6D804CCFA6FE781A38ADD2CC"/>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7F6C">
            <w:rPr>
              <w:szCs w:val="16"/>
            </w:rPr>
            <w:t>Approved</w:t>
          </w:r>
        </w:sdtContent>
      </w:sdt>
      <w:r w:rsidR="00A42970" w:rsidRPr="00877406">
        <w:rPr>
          <w:szCs w:val="16"/>
        </w:rPr>
        <w:t xml:space="preserve"> </w:t>
      </w:r>
      <w:sdt>
        <w:sdtPr>
          <w:rPr>
            <w:szCs w:val="16"/>
          </w:rPr>
          <w:alias w:val="Audience"/>
          <w:tag w:val="Audience"/>
          <w:id w:val="358949364"/>
          <w:lock w:val="sdtLocked"/>
          <w:placeholder>
            <w:docPart w:val="904D0D29B94D464AB4CAD81CC588903F"/>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E974C8">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0990AA59454D4E22A55B2407D904957F"/>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E974C8">
            <w:t>use</w:t>
          </w:r>
        </w:sdtContent>
      </w:sdt>
    </w:p>
    <w:p w14:paraId="0559134A" w14:textId="4830C17E" w:rsidR="00B82A66" w:rsidRPr="00B82A66" w:rsidRDefault="005037A2" w:rsidP="00B82A66">
      <w:pPr>
        <w:pStyle w:val="BodyText"/>
        <w:rPr>
          <w:b/>
        </w:rPr>
      </w:pPr>
      <w:sdt>
        <w:sdtPr>
          <w:rPr>
            <w:b/>
          </w:rPr>
          <w:alias w:val="Document identifer label"/>
          <w:tag w:val="Document identifer label"/>
          <w:id w:val="1531763492"/>
          <w:lock w:val="sdtLocked"/>
          <w:placeholder>
            <w:docPart w:val="4B48C2D8B96041CD88AAE5ED509A5754"/>
          </w:placeholder>
        </w:sdtPr>
        <w:sdtEndPr>
          <w:rPr>
            <w:b w:val="0"/>
          </w:rPr>
        </w:sdtEndPr>
        <w:sdtContent>
          <w:r w:rsidR="00292C16" w:rsidRPr="00292C16">
            <w:rPr>
              <w:bCs/>
            </w:rPr>
            <w:t>Document ID</w:t>
          </w:r>
          <w:r w:rsidR="00292C16">
            <w:rPr>
              <w:b/>
            </w:rPr>
            <w:t xml:space="preserve">: </w:t>
          </w:r>
          <w:r w:rsidR="00292C16">
            <w:rPr>
              <w:bCs/>
            </w:rPr>
            <w:t>DH</w:t>
          </w:r>
          <w:r w:rsidR="00530D03">
            <w:rPr>
              <w:bCs/>
            </w:rPr>
            <w:t>-</w:t>
          </w:r>
          <w:r w:rsidR="00CD1C45">
            <w:rPr>
              <w:bCs/>
            </w:rPr>
            <w:t>3773</w:t>
          </w:r>
          <w:r>
            <w:rPr>
              <w:bCs/>
            </w:rPr>
            <w:t>:</w:t>
          </w:r>
          <w:r w:rsidR="00292C16">
            <w:rPr>
              <w:bCs/>
            </w:rPr>
            <w:t>2023</w:t>
          </w:r>
          <w:r w:rsidR="00190471">
            <w:rPr>
              <w:b/>
            </w:rPr>
            <w:t xml:space="preserve"> </w:t>
          </w:r>
        </w:sdtContent>
      </w:sdt>
      <w:r w:rsidR="00B82A66" w:rsidRPr="00804C31">
        <w:t xml:space="preserve"> </w:t>
      </w:r>
      <w:sdt>
        <w:sdtPr>
          <w:alias w:val="Document identifier"/>
          <w:tag w:val="DocumentID"/>
          <w:id w:val="1408191130"/>
          <w:lock w:val="sdtLocked"/>
          <w:placeholder>
            <w:docPart w:val="AFCDC9753291418CADAA4C2413BFC93F"/>
          </w:placeholder>
          <w:dataBinding w:xpath="/root[1]/DocumentID[1]" w:storeItemID="{04FCC22D-C615-4C5D-9373-0A3A21D4C977}"/>
          <w:text/>
        </w:sdtPr>
        <w:sdtEndPr/>
        <w:sdtContent>
          <w:r w:rsidR="00190471">
            <w:t xml:space="preserve"> </w:t>
          </w:r>
        </w:sdtContent>
      </w:sdt>
    </w:p>
    <w:p w14:paraId="4545AAFD" w14:textId="499FB7BA" w:rsidR="00463826" w:rsidRDefault="005037A2" w:rsidP="007237D8">
      <w:pPr>
        <w:pStyle w:val="BodyText"/>
      </w:pPr>
      <w:sdt>
        <w:sdtPr>
          <w:alias w:val="Draft version number (make blank after approval)"/>
          <w:tag w:val="DocumentVersionNumber"/>
          <w:id w:val="1828089265"/>
          <w:lock w:val="sdtLocked"/>
          <w:placeholder>
            <w:docPart w:val="644A6D3461444276AAB96E3D099B5AEB"/>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A53586">
            <w:t xml:space="preserve"> </w:t>
          </w:r>
        </w:sdtContent>
      </w:sdt>
    </w:p>
    <w:p w14:paraId="68E862CD" w14:textId="4072990F" w:rsidR="00A97ACA" w:rsidRPr="007B63E7" w:rsidRDefault="00A53586" w:rsidP="007B63E7">
      <w:pPr>
        <w:pStyle w:val="BodyText"/>
      </w:pPr>
      <w:r w:rsidRPr="007B63E7">
        <w:t xml:space="preserve">Organisation Legal Name: </w:t>
      </w:r>
      <w:r w:rsidR="00C4620E">
        <w:tab/>
      </w:r>
      <w:r w:rsidRPr="007B63E7">
        <w:t>_________________________________</w:t>
      </w:r>
    </w:p>
    <w:p w14:paraId="6E9BEFA7" w14:textId="77777777" w:rsidR="00A53586" w:rsidRPr="007B63E7" w:rsidRDefault="00A53586" w:rsidP="007B63E7">
      <w:pPr>
        <w:pStyle w:val="BodyText"/>
      </w:pPr>
    </w:p>
    <w:p w14:paraId="0119ABB3" w14:textId="4DAB4D35" w:rsidR="00A97ACA" w:rsidRPr="007B63E7" w:rsidRDefault="00F55593" w:rsidP="007B63E7">
      <w:pPr>
        <w:pStyle w:val="BodyText"/>
      </w:pPr>
      <w:r>
        <w:t>Organisation</w:t>
      </w:r>
      <w:r w:rsidRPr="007B63E7">
        <w:t xml:space="preserve"> </w:t>
      </w:r>
      <w:r w:rsidR="00A53586" w:rsidRPr="007B63E7">
        <w:t>ABN:</w:t>
      </w:r>
      <w:r w:rsidR="00C4620E">
        <w:tab/>
      </w:r>
      <w:r w:rsidR="00C4620E">
        <w:tab/>
      </w:r>
      <w:r w:rsidR="00F14662" w:rsidRPr="007B63E7">
        <w:t>_________________________________</w:t>
      </w:r>
    </w:p>
    <w:p w14:paraId="34C2D71E" w14:textId="77777777" w:rsidR="00F14662" w:rsidRDefault="00F14662" w:rsidP="007B63E7">
      <w:pPr>
        <w:pStyle w:val="BodyText"/>
      </w:pPr>
    </w:p>
    <w:p w14:paraId="47E6721F" w14:textId="02C764D2" w:rsidR="008E5755" w:rsidRDefault="00A53586" w:rsidP="007B63E7">
      <w:pPr>
        <w:pStyle w:val="BodyText"/>
      </w:pPr>
      <w:r w:rsidRPr="007B63E7">
        <w:t xml:space="preserve">To be completed by </w:t>
      </w:r>
      <w:r w:rsidR="00B26FE1">
        <w:t xml:space="preserve">a duly authorised representative of </w:t>
      </w:r>
      <w:r w:rsidRPr="007B63E7">
        <w:t>the above entity</w:t>
      </w:r>
      <w:r w:rsidR="00B26FE1">
        <w:t>.</w:t>
      </w:r>
    </w:p>
    <w:p w14:paraId="686A74E8" w14:textId="77777777" w:rsidR="007B63E7" w:rsidRPr="007B63E7" w:rsidRDefault="007B63E7" w:rsidP="007B63E7">
      <w:pPr>
        <w:pStyle w:val="BodyText"/>
      </w:pPr>
    </w:p>
    <w:p w14:paraId="578E7062" w14:textId="193DB655" w:rsidR="00A53586" w:rsidRPr="007B63E7" w:rsidRDefault="00A53586" w:rsidP="007B63E7">
      <w:pPr>
        <w:pStyle w:val="BodyText"/>
      </w:pPr>
      <w:r w:rsidRPr="007B63E7">
        <w:t>I,</w:t>
      </w:r>
      <w:r w:rsidR="00A04B3C">
        <w:t xml:space="preserve">   </w:t>
      </w:r>
      <w:r w:rsidRPr="007B63E7">
        <w:t xml:space="preserve">__________________________________ </w:t>
      </w:r>
      <w:r w:rsidR="00A04B3C">
        <w:t xml:space="preserve">  </w:t>
      </w:r>
      <w:r w:rsidRPr="007B63E7">
        <w:t xml:space="preserve">(name) declare that the above-named entity is authorised under the </w:t>
      </w:r>
      <w:r w:rsidRPr="00412082">
        <w:rPr>
          <w:i/>
          <w:iCs/>
        </w:rPr>
        <w:t>Healthcare Identifiers Act 2010</w:t>
      </w:r>
      <w:r w:rsidRPr="007B63E7">
        <w:t xml:space="preserve"> and the </w:t>
      </w:r>
      <w:r w:rsidRPr="00412082">
        <w:rPr>
          <w:i/>
          <w:iCs/>
        </w:rPr>
        <w:t>Healthcare Identifiers Regulations 2020</w:t>
      </w:r>
      <w:r w:rsidRPr="007B63E7">
        <w:t xml:space="preserve"> to collect and use and/or disclose healthcare identifiers of individual healthcare providers for the purpose of communicating or managing health information as part of (check those that apply):</w:t>
      </w:r>
    </w:p>
    <w:p w14:paraId="6443DE74" w14:textId="77777777" w:rsidR="00A97ACA" w:rsidRPr="00A53586" w:rsidRDefault="00A97ACA" w:rsidP="00A5358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8446"/>
      </w:tblGrid>
      <w:tr w:rsidR="00A53586" w:rsidRPr="00A53586" w14:paraId="1DC51F33" w14:textId="77777777" w:rsidTr="00F14662">
        <w:trPr>
          <w:trHeight w:val="362"/>
        </w:trPr>
        <w:sdt>
          <w:sdtPr>
            <w:id w:val="547423648"/>
            <w14:checkbox>
              <w14:checked w14:val="0"/>
              <w14:checkedState w14:val="2612" w14:font="MS Gothic"/>
              <w14:uncheckedState w14:val="2610" w14:font="MS Gothic"/>
            </w14:checkbox>
          </w:sdtPr>
          <w:sdtEndPr/>
          <w:sdtContent>
            <w:tc>
              <w:tcPr>
                <w:tcW w:w="874" w:type="dxa"/>
              </w:tcPr>
              <w:p w14:paraId="0E7A44AF" w14:textId="77777777" w:rsidR="00A53586" w:rsidRPr="00A53586" w:rsidRDefault="00A53586" w:rsidP="00887A8A">
                <w:r w:rsidRPr="00A53586">
                  <w:rPr>
                    <w:rFonts w:ascii="Segoe UI Symbol" w:hAnsi="Segoe UI Symbol" w:cs="Segoe UI Symbol"/>
                  </w:rPr>
                  <w:t>☐</w:t>
                </w:r>
              </w:p>
            </w:tc>
          </w:sdtContent>
        </w:sdt>
        <w:tc>
          <w:tcPr>
            <w:tcW w:w="8446" w:type="dxa"/>
          </w:tcPr>
          <w:p w14:paraId="03A9A254" w14:textId="77777777" w:rsidR="00A53586" w:rsidRPr="00A53586" w:rsidRDefault="00A53586" w:rsidP="00887A8A">
            <w:r w:rsidRPr="00A53586">
              <w:t>the provision of healthcare to a healthcare recipient.</w:t>
            </w:r>
          </w:p>
        </w:tc>
      </w:tr>
      <w:tr w:rsidR="00A53586" w:rsidRPr="00A53586" w14:paraId="2E6B5296" w14:textId="77777777" w:rsidTr="00F14662">
        <w:trPr>
          <w:trHeight w:val="345"/>
        </w:trPr>
        <w:sdt>
          <w:sdtPr>
            <w:id w:val="2057973887"/>
            <w14:checkbox>
              <w14:checked w14:val="0"/>
              <w14:checkedState w14:val="2612" w14:font="MS Gothic"/>
              <w14:uncheckedState w14:val="2610" w14:font="MS Gothic"/>
            </w14:checkbox>
          </w:sdtPr>
          <w:sdtEndPr/>
          <w:sdtContent>
            <w:tc>
              <w:tcPr>
                <w:tcW w:w="874" w:type="dxa"/>
              </w:tcPr>
              <w:p w14:paraId="2E4AA139" w14:textId="77777777" w:rsidR="00A53586" w:rsidRPr="00A53586" w:rsidRDefault="00A53586" w:rsidP="00887A8A">
                <w:r w:rsidRPr="00A53586">
                  <w:rPr>
                    <w:rFonts w:ascii="Segoe UI Symbol" w:hAnsi="Segoe UI Symbol" w:cs="Segoe UI Symbol"/>
                  </w:rPr>
                  <w:t>☐</w:t>
                </w:r>
              </w:p>
            </w:tc>
          </w:sdtContent>
        </w:sdt>
        <w:tc>
          <w:tcPr>
            <w:tcW w:w="8446" w:type="dxa"/>
          </w:tcPr>
          <w:p w14:paraId="0017DC4E" w14:textId="77777777" w:rsidR="00A53586" w:rsidRPr="00A53586" w:rsidRDefault="00A53586" w:rsidP="00887A8A">
            <w:r w:rsidRPr="00A53586">
              <w:t>the management (including the investigation or resolution of complaints) of healthcare.</w:t>
            </w:r>
          </w:p>
        </w:tc>
      </w:tr>
      <w:tr w:rsidR="00A53586" w:rsidRPr="00A53586" w14:paraId="19230AA1" w14:textId="77777777" w:rsidTr="00F14662">
        <w:trPr>
          <w:trHeight w:val="362"/>
        </w:trPr>
        <w:sdt>
          <w:sdtPr>
            <w:id w:val="-1732686056"/>
            <w14:checkbox>
              <w14:checked w14:val="0"/>
              <w14:checkedState w14:val="2612" w14:font="MS Gothic"/>
              <w14:uncheckedState w14:val="2610" w14:font="MS Gothic"/>
            </w14:checkbox>
          </w:sdtPr>
          <w:sdtEndPr/>
          <w:sdtContent>
            <w:tc>
              <w:tcPr>
                <w:tcW w:w="874" w:type="dxa"/>
              </w:tcPr>
              <w:p w14:paraId="664C0B73" w14:textId="77777777" w:rsidR="00A53586" w:rsidRPr="00A53586" w:rsidRDefault="00A53586" w:rsidP="00887A8A">
                <w:r w:rsidRPr="00A53586">
                  <w:rPr>
                    <w:rFonts w:ascii="Segoe UI Symbol" w:hAnsi="Segoe UI Symbol" w:cs="Segoe UI Symbol"/>
                  </w:rPr>
                  <w:t>☐</w:t>
                </w:r>
              </w:p>
            </w:tc>
          </w:sdtContent>
        </w:sdt>
        <w:tc>
          <w:tcPr>
            <w:tcW w:w="8446" w:type="dxa"/>
          </w:tcPr>
          <w:p w14:paraId="0E6022C8" w14:textId="77777777" w:rsidR="00A53586" w:rsidRPr="00A53586" w:rsidRDefault="00A53586" w:rsidP="00887A8A">
            <w:r w:rsidRPr="00A53586">
              <w:t>the funding of healthcare.</w:t>
            </w:r>
          </w:p>
        </w:tc>
      </w:tr>
      <w:tr w:rsidR="00A53586" w:rsidRPr="00A53586" w14:paraId="1C8FB682" w14:textId="77777777" w:rsidTr="00F14662">
        <w:trPr>
          <w:trHeight w:val="345"/>
        </w:trPr>
        <w:sdt>
          <w:sdtPr>
            <w:id w:val="-409923347"/>
            <w14:checkbox>
              <w14:checked w14:val="0"/>
              <w14:checkedState w14:val="2612" w14:font="MS Gothic"/>
              <w14:uncheckedState w14:val="2610" w14:font="MS Gothic"/>
            </w14:checkbox>
          </w:sdtPr>
          <w:sdtEndPr/>
          <w:sdtContent>
            <w:tc>
              <w:tcPr>
                <w:tcW w:w="874" w:type="dxa"/>
              </w:tcPr>
              <w:p w14:paraId="705B9043" w14:textId="77777777" w:rsidR="00A53586" w:rsidRPr="00A53586" w:rsidRDefault="00A53586" w:rsidP="00887A8A">
                <w:r w:rsidRPr="00A53586">
                  <w:rPr>
                    <w:rFonts w:ascii="Segoe UI Symbol" w:hAnsi="Segoe UI Symbol" w:cs="Segoe UI Symbol"/>
                  </w:rPr>
                  <w:t>☐</w:t>
                </w:r>
              </w:p>
            </w:tc>
          </w:sdtContent>
        </w:sdt>
        <w:tc>
          <w:tcPr>
            <w:tcW w:w="8446" w:type="dxa"/>
          </w:tcPr>
          <w:p w14:paraId="03BA4903" w14:textId="77777777" w:rsidR="00A53586" w:rsidRPr="00A53586" w:rsidRDefault="00A53586" w:rsidP="00887A8A">
            <w:r w:rsidRPr="00A53586">
              <w:t>the monitoring of healthcare.</w:t>
            </w:r>
          </w:p>
        </w:tc>
      </w:tr>
      <w:tr w:rsidR="00A53586" w:rsidRPr="00A53586" w14:paraId="5A018AF3" w14:textId="77777777" w:rsidTr="00F14662">
        <w:trPr>
          <w:trHeight w:val="659"/>
        </w:trPr>
        <w:sdt>
          <w:sdtPr>
            <w:id w:val="2024742418"/>
            <w14:checkbox>
              <w14:checked w14:val="0"/>
              <w14:checkedState w14:val="2612" w14:font="MS Gothic"/>
              <w14:uncheckedState w14:val="2610" w14:font="MS Gothic"/>
            </w14:checkbox>
          </w:sdtPr>
          <w:sdtEndPr/>
          <w:sdtContent>
            <w:tc>
              <w:tcPr>
                <w:tcW w:w="874" w:type="dxa"/>
              </w:tcPr>
              <w:p w14:paraId="50595877" w14:textId="77777777" w:rsidR="00A53586" w:rsidRPr="00A53586" w:rsidRDefault="00A53586" w:rsidP="00887A8A">
                <w:r w:rsidRPr="00A53586">
                  <w:rPr>
                    <w:rFonts w:ascii="Segoe UI Symbol" w:hAnsi="Segoe UI Symbol" w:cs="Segoe UI Symbol"/>
                  </w:rPr>
                  <w:t>☐</w:t>
                </w:r>
              </w:p>
            </w:tc>
          </w:sdtContent>
        </w:sdt>
        <w:tc>
          <w:tcPr>
            <w:tcW w:w="8446" w:type="dxa"/>
          </w:tcPr>
          <w:p w14:paraId="0EA3B2C3" w14:textId="77777777" w:rsidR="00A53586" w:rsidRPr="00A53586" w:rsidRDefault="00A53586" w:rsidP="00887A8A">
            <w:r w:rsidRPr="00A53586">
              <w:t>the evaluation of healthcare.</w:t>
            </w:r>
          </w:p>
          <w:p w14:paraId="390D9B09" w14:textId="77777777" w:rsidR="00A53586" w:rsidRPr="00A53586" w:rsidRDefault="00A53586" w:rsidP="00887A8A"/>
        </w:tc>
      </w:tr>
    </w:tbl>
    <w:p w14:paraId="4557F06D" w14:textId="77777777" w:rsidR="00F14662" w:rsidRDefault="00F14662" w:rsidP="007B63E7">
      <w:pPr>
        <w:pStyle w:val="BodyText"/>
      </w:pPr>
    </w:p>
    <w:p w14:paraId="083C6E96" w14:textId="0766BC87" w:rsidR="00A53586" w:rsidRPr="00A53586" w:rsidRDefault="00A53586" w:rsidP="007B63E7">
      <w:pPr>
        <w:pStyle w:val="BodyText"/>
      </w:pPr>
      <w:r w:rsidRPr="00A53586">
        <w:t>Name (print):</w:t>
      </w:r>
      <w:r w:rsidR="007B63E7">
        <w:t xml:space="preserve"> </w:t>
      </w:r>
      <w:r w:rsidR="00C4620E">
        <w:tab/>
      </w:r>
      <w:r w:rsidR="00312558" w:rsidRPr="007B63E7">
        <w:t>_________________________________</w:t>
      </w:r>
    </w:p>
    <w:p w14:paraId="116B2FF6" w14:textId="77777777" w:rsidR="00A53586" w:rsidRPr="00A53586" w:rsidRDefault="00A53586" w:rsidP="007B63E7">
      <w:pPr>
        <w:pStyle w:val="BodyText"/>
      </w:pPr>
    </w:p>
    <w:p w14:paraId="581B9E13" w14:textId="0B5B45FC" w:rsidR="00A53586" w:rsidRPr="00A53586" w:rsidRDefault="00A53586" w:rsidP="007B63E7">
      <w:pPr>
        <w:pStyle w:val="BodyText"/>
      </w:pPr>
      <w:r w:rsidRPr="00A53586">
        <w:t>Signature:</w:t>
      </w:r>
      <w:r w:rsidR="007B63E7">
        <w:t xml:space="preserve"> </w:t>
      </w:r>
      <w:r w:rsidR="00C4620E">
        <w:tab/>
      </w:r>
      <w:r w:rsidR="00312558" w:rsidRPr="007B63E7">
        <w:t>_________________________________</w:t>
      </w:r>
    </w:p>
    <w:p w14:paraId="368C1119" w14:textId="77777777" w:rsidR="00A53586" w:rsidRPr="00A53586" w:rsidRDefault="00A53586" w:rsidP="007B63E7">
      <w:pPr>
        <w:pStyle w:val="BodyText"/>
      </w:pPr>
    </w:p>
    <w:p w14:paraId="3678CFE3" w14:textId="44F9F992" w:rsidR="00A53586" w:rsidRDefault="00A53586" w:rsidP="007B63E7">
      <w:pPr>
        <w:pStyle w:val="BodyText"/>
      </w:pPr>
      <w:r w:rsidRPr="00A53586">
        <w:t xml:space="preserve">Date: </w:t>
      </w:r>
      <w:r w:rsidR="00C4620E">
        <w:tab/>
      </w:r>
      <w:r w:rsidR="00C4620E">
        <w:tab/>
      </w:r>
      <w:r w:rsidR="007B63E7">
        <w:t xml:space="preserve"> </w:t>
      </w:r>
      <w:r w:rsidR="00312558" w:rsidRPr="007B63E7">
        <w:t>_________________________________</w:t>
      </w:r>
    </w:p>
    <w:p w14:paraId="768DEAC5" w14:textId="77777777" w:rsidR="007B63E7" w:rsidRDefault="007B63E7" w:rsidP="00A53586"/>
    <w:p w14:paraId="53CC0F34" w14:textId="0B997E00" w:rsidR="00A53586" w:rsidRDefault="00A53586" w:rsidP="00A53586">
      <w:r w:rsidRPr="00A53586">
        <w:t xml:space="preserve">Please note that you must include the purpose(s) selected above as part of each information use statement for each external service you register in </w:t>
      </w:r>
      <w:r w:rsidR="0014443C">
        <w:t>PCA</w:t>
      </w:r>
      <w:r w:rsidRPr="00A53586">
        <w:t>.</w:t>
      </w:r>
    </w:p>
    <w:p w14:paraId="73000885" w14:textId="77777777" w:rsidR="007B63E7" w:rsidRDefault="007B63E7" w:rsidP="00A53586"/>
    <w:tbl>
      <w:tblPr>
        <w:tblStyle w:val="TableGrid"/>
        <w:tblW w:w="0" w:type="auto"/>
        <w:tblInd w:w="-5" w:type="dxa"/>
        <w:tblLook w:val="04A0" w:firstRow="1" w:lastRow="0" w:firstColumn="1" w:lastColumn="0" w:noHBand="0" w:noVBand="1"/>
      </w:tblPr>
      <w:tblGrid>
        <w:gridCol w:w="9015"/>
      </w:tblGrid>
      <w:tr w:rsidR="00A53586" w:rsidRPr="00A53586" w14:paraId="759FBC71" w14:textId="77777777" w:rsidTr="00592B20">
        <w:trPr>
          <w:trHeight w:val="2007"/>
        </w:trPr>
        <w:tc>
          <w:tcPr>
            <w:tcW w:w="9015" w:type="dxa"/>
          </w:tcPr>
          <w:p w14:paraId="2953242E" w14:textId="79F91104" w:rsidR="00A53586" w:rsidRPr="00A53586" w:rsidRDefault="00A53586" w:rsidP="00592B20">
            <w:pPr>
              <w:pStyle w:val="BodyText"/>
            </w:pPr>
            <w:r w:rsidRPr="00592B20">
              <w:rPr>
                <w:b/>
                <w:bCs/>
              </w:rPr>
              <w:lastRenderedPageBreak/>
              <w:t>Your Privacy</w:t>
            </w:r>
            <w:r w:rsidR="00592B20" w:rsidRPr="00592B20">
              <w:rPr>
                <w:b/>
                <w:bCs/>
              </w:rPr>
              <w:br/>
            </w:r>
            <w:r w:rsidRPr="00A53586">
              <w:t xml:space="preserve">The personal information you provide in this form will be used by the Australian Digital Health Agency (the Agency) to manage your organisation’s participation in </w:t>
            </w:r>
            <w:r w:rsidR="00592B20">
              <w:t>PCA</w:t>
            </w:r>
            <w:r w:rsidRPr="00A53586">
              <w:t xml:space="preserve">. For more information on the ways the Agency handles your personal information, how you can access and seek correction of the information, how privacy complaints can be made and how the Agency deals with such complaints, please see the Agency’s </w:t>
            </w:r>
            <w:r w:rsidR="00B26FE1">
              <w:t xml:space="preserve">PCA </w:t>
            </w:r>
            <w:r w:rsidRPr="00A53586">
              <w:t xml:space="preserve">Privacy Policy available </w:t>
            </w:r>
            <w:r w:rsidR="00B26FE1">
              <w:t xml:space="preserve">at </w:t>
            </w:r>
            <w:hyperlink r:id="rId16" w:history="1">
              <w:r w:rsidR="00B26FE1">
                <w:rPr>
                  <w:rStyle w:val="Hyperlink"/>
                </w:rPr>
                <w:t>http://pca.digitalhealth.gov.au/privacy</w:t>
              </w:r>
            </w:hyperlink>
            <w:r w:rsidRPr="00A53586">
              <w:t>.</w:t>
            </w:r>
          </w:p>
        </w:tc>
      </w:tr>
    </w:tbl>
    <w:p w14:paraId="0996F12A" w14:textId="2A4DEE3B" w:rsidR="007D4297" w:rsidRPr="0039151A" w:rsidRDefault="00B82A66" w:rsidP="00037ED4">
      <w:pPr>
        <w:pStyle w:val="BodyText"/>
      </w:pPr>
      <w:r>
        <w:rPr>
          <w:noProof/>
          <w:lang w:eastAsia="en-AU"/>
        </w:rPr>
        <mc:AlternateContent>
          <mc:Choice Requires="wps">
            <w:drawing>
              <wp:anchor distT="0" distB="0" distL="114300" distR="114300" simplePos="0" relativeHeight="251658240" behindDoc="0" locked="0" layoutInCell="0" allowOverlap="0" wp14:anchorId="7EAE9C70" wp14:editId="5838AD2E">
                <wp:simplePos x="0" y="0"/>
                <wp:positionH relativeFrom="margin">
                  <wp:align>right</wp:align>
                </wp:positionH>
                <wp:positionV relativeFrom="bottomMargin">
                  <wp:posOffset>-3314700</wp:posOffset>
                </wp:positionV>
                <wp:extent cx="6127115" cy="3448685"/>
                <wp:effectExtent l="0" t="0" r="26670" b="1841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448685"/>
                        </a:xfrm>
                        <a:prstGeom prst="rect">
                          <a:avLst/>
                        </a:prstGeom>
                        <a:noFill/>
                        <a:ln w="6350">
                          <a:solidFill>
                            <a:prstClr val="black"/>
                          </a:solidFill>
                        </a:ln>
                        <a:effectLst/>
                      </wps:spPr>
                      <wps:txbx>
                        <w:txbxContent>
                          <w:p w14:paraId="16C9E9DC" w14:textId="25104AEE" w:rsidR="00B82A66" w:rsidRDefault="00B82A66"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78746877020E4E4FA74BB367CE066A9A"/>
                                </w:placeholder>
                                <w:dataBinding w:xpath="/root[1]/dateOfApproval[1]" w:storeItemID="{04FCC22D-C615-4C5D-9373-0A3A21D4C977}"/>
                                <w:date w:fullDate="2022-10-18T00:00:00Z">
                                  <w:dateFormat w:val="d MMMM yyyy"/>
                                  <w:lid w:val="en-AU"/>
                                  <w:storeMappedDataAs w:val="dateTime"/>
                                  <w:calendar w:val="gregorian"/>
                                </w:date>
                              </w:sdtPr>
                              <w:sdtEndPr>
                                <w:rPr>
                                  <w:rStyle w:val="DateChar"/>
                                </w:rPr>
                              </w:sdtEndPr>
                              <w:sdtContent>
                                <w:r w:rsidR="00B26FE1">
                                  <w:rPr>
                                    <w:rStyle w:val="DateChar"/>
                                    <w:noProof/>
                                  </w:rPr>
                                  <w:t>18 October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5B1D67B3" w14:textId="77777777" w:rsidR="00A87CFE" w:rsidRPr="009F6218" w:rsidRDefault="00A87CF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sidR="005F41B7">
                              <w:rPr>
                                <w:noProof/>
                              </w:rPr>
                              <w:t>175 Liverpool</w:t>
                            </w:r>
                            <w:r w:rsidRPr="009F6218">
                              <w:rPr>
                                <w:noProof/>
                              </w:rPr>
                              <w:t xml:space="preserve"> Street</w:t>
                            </w:r>
                            <w:r>
                              <w:rPr>
                                <w:noProof/>
                              </w:rPr>
                              <w:t xml:space="preserve">, </w:t>
                            </w:r>
                            <w:r w:rsidRPr="009F6218">
                              <w:rPr>
                                <w:noProof/>
                              </w:rPr>
                              <w:t>Sydney, NSW 2000</w:t>
                            </w:r>
                            <w:r w:rsidR="00231F6E">
                              <w:rPr>
                                <w:noProof/>
                              </w:rPr>
                              <w:t xml:space="preserve"> </w:t>
                            </w:r>
                            <w:hyperlink r:id="rId17" w:history="1">
                              <w:r w:rsidR="00231F6E" w:rsidRPr="00AC4F04">
                                <w:rPr>
                                  <w:rStyle w:val="Hyperlink"/>
                                  <w:szCs w:val="18"/>
                                </w:rPr>
                                <w:t>digitalhealth.gov.au</w:t>
                              </w:r>
                            </w:hyperlink>
                          </w:p>
                          <w:p w14:paraId="12202282" w14:textId="77777777" w:rsidR="00A87CFE" w:rsidRDefault="00231F6E" w:rsidP="00A87CFE">
                            <w:pPr>
                              <w:pStyle w:val="Smallprint"/>
                              <w:rPr>
                                <w:szCs w:val="18"/>
                              </w:rPr>
                            </w:pPr>
                            <w:r>
                              <w:rPr>
                                <w:noProof/>
                              </w:rPr>
                              <w:t>Telephone 1300 901 001 or email</w:t>
                            </w:r>
                            <w:r w:rsidR="00A87CFE" w:rsidRPr="00A25F15">
                              <w:rPr>
                                <w:noProof/>
                              </w:rPr>
                              <w:t xml:space="preserve"> </w:t>
                            </w:r>
                            <w:hyperlink r:id="rId18" w:history="1">
                              <w:r w:rsidR="00A87CFE">
                                <w:rPr>
                                  <w:rStyle w:val="Hyperlink"/>
                                  <w:noProof/>
                                </w:rPr>
                                <w:t>help@digitalhealth.gov.au</w:t>
                              </w:r>
                            </w:hyperlink>
                            <w:r w:rsidR="00A87CFE">
                              <w:rPr>
                                <w:noProof/>
                              </w:rPr>
                              <w:t xml:space="preserve"> </w:t>
                            </w:r>
                          </w:p>
                          <w:p w14:paraId="75D89EF4" w14:textId="77777777" w:rsidR="00B82A66" w:rsidRPr="009F6218" w:rsidRDefault="00B82A66" w:rsidP="00DF432E">
                            <w:pPr>
                              <w:pStyle w:val="Smallprintbold"/>
                            </w:pPr>
                            <w:r w:rsidRPr="009F6218">
                              <w:t>Disclaimer</w:t>
                            </w:r>
                          </w:p>
                          <w:p w14:paraId="1256ECA8" w14:textId="77777777" w:rsidR="00B82A66" w:rsidRPr="00A0125A" w:rsidRDefault="00B82A66"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C19FCE" w14:textId="77777777" w:rsidR="00B82A66" w:rsidRPr="00A0125A" w:rsidRDefault="00B82A66" w:rsidP="00DF432E">
                            <w:pPr>
                              <w:pStyle w:val="Smallprintbold"/>
                            </w:pPr>
                            <w:r w:rsidRPr="00A0125A">
                              <w:t>Document control</w:t>
                            </w:r>
                          </w:p>
                          <w:p w14:paraId="3E1C7335" w14:textId="77777777" w:rsidR="00B82A66" w:rsidRPr="001F025A" w:rsidRDefault="00B82A66"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647C9C22" w14:textId="77777777" w:rsidR="00B82A66" w:rsidRPr="001F025A" w:rsidRDefault="00B82A66" w:rsidP="00DF432E">
                            <w:pPr>
                              <w:pStyle w:val="Smallprintbold"/>
                            </w:pPr>
                            <w:r w:rsidRPr="001F025A">
                              <w:t xml:space="preserve">Copyright © </w:t>
                            </w:r>
                            <w:r w:rsidR="00681931">
                              <w:fldChar w:fldCharType="begin"/>
                            </w:r>
                            <w:r w:rsidR="00681931">
                              <w:instrText xml:space="preserve"> CREATEDATE  \@ "yyyy"  \* MERGEFORMAT </w:instrText>
                            </w:r>
                            <w:r w:rsidR="00681931">
                              <w:fldChar w:fldCharType="separate"/>
                            </w:r>
                            <w:r w:rsidR="007A2EAE">
                              <w:t>2022</w:t>
                            </w:r>
                            <w:r w:rsidR="00681931">
                              <w:fldChar w:fldCharType="end"/>
                            </w:r>
                            <w:r w:rsidRPr="001F025A">
                              <w:t xml:space="preserve"> </w:t>
                            </w:r>
                            <w:r>
                              <w:t>Australian Digital Health Agency</w:t>
                            </w:r>
                          </w:p>
                          <w:p w14:paraId="1B7EA310" w14:textId="77777777" w:rsidR="00B82A66" w:rsidRDefault="00B82A66"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4426711" w14:textId="67B2893C" w:rsidR="00B82A66" w:rsidRPr="005A37F1" w:rsidRDefault="005037A2" w:rsidP="00B82A66">
                            <w:pPr>
                              <w:pStyle w:val="Smallprint"/>
                              <w:rPr>
                                <w:rStyle w:val="DateChar"/>
                              </w:rPr>
                            </w:pPr>
                            <w:sdt>
                              <w:sdtPr>
                                <w:alias w:val="Protective marking"/>
                                <w:tag w:val="Protective marking"/>
                                <w:id w:val="-565562829"/>
                                <w:placeholder>
                                  <w:docPart w:val="886F1BE1B247478DB3FB21196CEA571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A04B3C">
                                  <w:t>OFFICIAL</w:t>
                                </w:r>
                              </w:sdtContent>
                            </w:sdt>
                            <w:r w:rsidR="00B82A66">
                              <w:t xml:space="preserve"> </w:t>
                            </w:r>
                          </w:p>
                          <w:p w14:paraId="6278D13D" w14:textId="77777777" w:rsidR="00B82A66" w:rsidRDefault="00B82A66" w:rsidP="00DF432E">
                            <w:pPr>
                              <w:pStyle w:val="Smallprintbold"/>
                            </w:pPr>
                            <w:r>
                              <w:t>Acknowledgements</w:t>
                            </w:r>
                          </w:p>
                          <w:p w14:paraId="28C4C8E2" w14:textId="7115DEA4" w:rsidR="00B82A66" w:rsidRPr="0020129E" w:rsidRDefault="00B82A66"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EAE9C70"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431.25pt;margin-top:-261pt;width:482.45pt;height:271.55pt;z-index:251658240;visibility:visible;mso-wrap-style:none;mso-height-percent:0;mso-wrap-distance-left:9pt;mso-wrap-distance-top:0;mso-wrap-distance-right:9pt;mso-wrap-distance-bottom:0;mso-position-horizontal:right;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" o:allowincell="f" o:allowoverlap="f" filled="f" strokeweight=".5pt">
                <v:textbox>
                  <w:txbxContent>
                    <w:p w14:paraId="16C9E9DC" w14:textId="25104AEE" w:rsidR="00B82A66" w:rsidRDefault="00B82A66"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78746877020E4E4FA74BB367CE066A9A"/>
                          </w:placeholder>
                          <w:dataBinding w:xpath="/root[1]/dateOfApproval[1]" w:storeItemID="{04FCC22D-C615-4C5D-9373-0A3A21D4C977}"/>
                          <w:date w:fullDate="2022-10-18T00:00:00Z">
                            <w:dateFormat w:val="d MMMM yyyy"/>
                            <w:lid w:val="en-AU"/>
                            <w:storeMappedDataAs w:val="dateTime"/>
                            <w:calendar w:val="gregorian"/>
                          </w:date>
                        </w:sdtPr>
                        <w:sdtEndPr>
                          <w:rPr>
                            <w:rStyle w:val="DateChar"/>
                          </w:rPr>
                        </w:sdtEndPr>
                        <w:sdtContent>
                          <w:r w:rsidR="00B26FE1">
                            <w:rPr>
                              <w:rStyle w:val="DateChar"/>
                              <w:noProof/>
                            </w:rPr>
                            <w:t>18 October 2022</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5B1D67B3" w14:textId="77777777" w:rsidR="00A87CFE" w:rsidRPr="009F6218" w:rsidRDefault="00A87CF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sidR="005F41B7">
                        <w:rPr>
                          <w:noProof/>
                        </w:rPr>
                        <w:t>175 Liverpool</w:t>
                      </w:r>
                      <w:r w:rsidRPr="009F6218">
                        <w:rPr>
                          <w:noProof/>
                        </w:rPr>
                        <w:t xml:space="preserve"> Street</w:t>
                      </w:r>
                      <w:r>
                        <w:rPr>
                          <w:noProof/>
                        </w:rPr>
                        <w:t xml:space="preserve">, </w:t>
                      </w:r>
                      <w:r w:rsidRPr="009F6218">
                        <w:rPr>
                          <w:noProof/>
                        </w:rPr>
                        <w:t>Sydney, NSW 2000</w:t>
                      </w:r>
                      <w:r w:rsidR="00231F6E">
                        <w:rPr>
                          <w:noProof/>
                        </w:rPr>
                        <w:t xml:space="preserve"> </w:t>
                      </w:r>
                      <w:hyperlink r:id="rId19" w:history="1">
                        <w:r w:rsidR="00231F6E" w:rsidRPr="00AC4F04">
                          <w:rPr>
                            <w:rStyle w:val="Hyperlink"/>
                            <w:szCs w:val="18"/>
                          </w:rPr>
                          <w:t>digitalhealth.gov.au</w:t>
                        </w:r>
                      </w:hyperlink>
                    </w:p>
                    <w:p w14:paraId="12202282" w14:textId="77777777" w:rsidR="00A87CFE" w:rsidRDefault="00231F6E" w:rsidP="00A87CFE">
                      <w:pPr>
                        <w:pStyle w:val="Smallprint"/>
                        <w:rPr>
                          <w:szCs w:val="18"/>
                        </w:rPr>
                      </w:pPr>
                      <w:r>
                        <w:rPr>
                          <w:noProof/>
                        </w:rPr>
                        <w:t>Telephone 1300 901 001 or email</w:t>
                      </w:r>
                      <w:r w:rsidR="00A87CFE" w:rsidRPr="00A25F15">
                        <w:rPr>
                          <w:noProof/>
                        </w:rPr>
                        <w:t xml:space="preserve"> </w:t>
                      </w:r>
                      <w:hyperlink r:id="rId20" w:history="1">
                        <w:r w:rsidR="00A87CFE">
                          <w:rPr>
                            <w:rStyle w:val="Hyperlink"/>
                            <w:noProof/>
                          </w:rPr>
                          <w:t>help@digitalhealth.gov.au</w:t>
                        </w:r>
                      </w:hyperlink>
                      <w:r w:rsidR="00A87CFE">
                        <w:rPr>
                          <w:noProof/>
                        </w:rPr>
                        <w:t xml:space="preserve"> </w:t>
                      </w:r>
                    </w:p>
                    <w:p w14:paraId="75D89EF4" w14:textId="77777777" w:rsidR="00B82A66" w:rsidRPr="009F6218" w:rsidRDefault="00B82A66" w:rsidP="00DF432E">
                      <w:pPr>
                        <w:pStyle w:val="Smallprintbold"/>
                      </w:pPr>
                      <w:r w:rsidRPr="009F6218">
                        <w:t>Disclaimer</w:t>
                      </w:r>
                    </w:p>
                    <w:p w14:paraId="1256ECA8" w14:textId="77777777" w:rsidR="00B82A66" w:rsidRPr="00A0125A" w:rsidRDefault="00B82A66"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C19FCE" w14:textId="77777777" w:rsidR="00B82A66" w:rsidRPr="00A0125A" w:rsidRDefault="00B82A66" w:rsidP="00DF432E">
                      <w:pPr>
                        <w:pStyle w:val="Smallprintbold"/>
                      </w:pPr>
                      <w:r w:rsidRPr="00A0125A">
                        <w:t>Document control</w:t>
                      </w:r>
                    </w:p>
                    <w:p w14:paraId="3E1C7335" w14:textId="77777777" w:rsidR="00B82A66" w:rsidRPr="001F025A" w:rsidRDefault="00B82A66"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647C9C22" w14:textId="77777777" w:rsidR="00B82A66" w:rsidRPr="001F025A" w:rsidRDefault="00B82A66" w:rsidP="00DF432E">
                      <w:pPr>
                        <w:pStyle w:val="Smallprintbold"/>
                      </w:pPr>
                      <w:r w:rsidRPr="001F025A">
                        <w:t xml:space="preserve">Copyright © </w:t>
                      </w:r>
                      <w:r w:rsidR="00681931">
                        <w:fldChar w:fldCharType="begin"/>
                      </w:r>
                      <w:r w:rsidR="00681931">
                        <w:instrText xml:space="preserve"> CREATEDATE  \@ "yyyy"  \* MERGEFORMAT </w:instrText>
                      </w:r>
                      <w:r w:rsidR="00681931">
                        <w:fldChar w:fldCharType="separate"/>
                      </w:r>
                      <w:r w:rsidR="007A2EAE">
                        <w:t>2022</w:t>
                      </w:r>
                      <w:r w:rsidR="00681931">
                        <w:fldChar w:fldCharType="end"/>
                      </w:r>
                      <w:r w:rsidRPr="001F025A">
                        <w:t xml:space="preserve"> </w:t>
                      </w:r>
                      <w:r>
                        <w:t>Australian Digital Health Agency</w:t>
                      </w:r>
                    </w:p>
                    <w:p w14:paraId="1B7EA310" w14:textId="77777777" w:rsidR="00B82A66" w:rsidRDefault="00B82A66"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4426711" w14:textId="67B2893C" w:rsidR="00B82A66" w:rsidRPr="005A37F1" w:rsidRDefault="005037A2" w:rsidP="00B82A66">
                      <w:pPr>
                        <w:pStyle w:val="Smallprint"/>
                        <w:rPr>
                          <w:rStyle w:val="DateChar"/>
                        </w:rPr>
                      </w:pPr>
                      <w:sdt>
                        <w:sdtPr>
                          <w:alias w:val="Protective marking"/>
                          <w:tag w:val="Protective marking"/>
                          <w:id w:val="-565562829"/>
                          <w:placeholder>
                            <w:docPart w:val="886F1BE1B247478DB3FB21196CEA5714"/>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A04B3C">
                            <w:t>OFFICIAL</w:t>
                          </w:r>
                        </w:sdtContent>
                      </w:sdt>
                      <w:r w:rsidR="00B82A66">
                        <w:t xml:space="preserve"> </w:t>
                      </w:r>
                    </w:p>
                    <w:p w14:paraId="6278D13D" w14:textId="77777777" w:rsidR="00B82A66" w:rsidRDefault="00B82A66" w:rsidP="00DF432E">
                      <w:pPr>
                        <w:pStyle w:val="Smallprintbold"/>
                      </w:pPr>
                      <w:r>
                        <w:t>Acknowledgements</w:t>
                      </w:r>
                    </w:p>
                    <w:p w14:paraId="28C4C8E2" w14:textId="7115DEA4" w:rsidR="00B82A66" w:rsidRPr="0020129E" w:rsidRDefault="00B82A66"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21"/>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79844" w14:textId="77777777" w:rsidR="003D1B90" w:rsidRDefault="003D1B90" w:rsidP="00763374">
      <w:r>
        <w:separator/>
      </w:r>
    </w:p>
  </w:endnote>
  <w:endnote w:type="continuationSeparator" w:id="0">
    <w:p w14:paraId="1A4240E0" w14:textId="77777777" w:rsidR="003D1B90" w:rsidRDefault="003D1B90" w:rsidP="00763374">
      <w:r>
        <w:continuationSeparator/>
      </w:r>
    </w:p>
  </w:endnote>
  <w:endnote w:type="continuationNotice" w:id="1">
    <w:p w14:paraId="204CF163" w14:textId="77777777" w:rsidR="003D1B90" w:rsidRDefault="003D1B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1ACD1" w14:textId="7D175F54" w:rsidR="00997350" w:rsidRDefault="00997350"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sidR="00D261F6">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sidR="00D261F6">
      <w:rPr>
        <w:rStyle w:val="PageNumber"/>
        <w:noProof/>
      </w:rPr>
      <w:t>2</w:t>
    </w:r>
    <w:r w:rsidRPr="00E20277">
      <w:rPr>
        <w:rStyle w:val="PageNumber"/>
        <w:noProof/>
      </w:rPr>
      <w:fldChar w:fldCharType="end"/>
    </w:r>
    <w:r>
      <w:t xml:space="preserve"> </w:t>
    </w:r>
    <w:r w:rsidR="005A1905">
      <w:ptab w:relativeTo="margin" w:alignment="center" w:leader="none"/>
    </w:r>
    <w:sdt>
      <w:sdtPr>
        <w:rPr>
          <w:szCs w:val="16"/>
        </w:rPr>
        <w:alias w:val="Status"/>
        <w:tag w:val="DocStatus"/>
        <w:id w:val="776370498"/>
        <w:lock w:val="sdtLocked"/>
        <w:placeholder>
          <w:docPart w:val="C7AD802D81904006B3882C0E0E77E7AD"/>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7F6C">
          <w:rPr>
            <w:szCs w:val="16"/>
          </w:rPr>
          <w:t>Approved</w:t>
        </w:r>
      </w:sdtContent>
    </w:sdt>
    <w:r w:rsidR="005A1905" w:rsidRPr="00877406">
      <w:rPr>
        <w:szCs w:val="16"/>
      </w:rPr>
      <w:t xml:space="preserve"> </w:t>
    </w:r>
    <w:sdt>
      <w:sdtPr>
        <w:rPr>
          <w:szCs w:val="16"/>
        </w:rPr>
        <w:alias w:val="Audience"/>
        <w:tag w:val="Audience"/>
        <w:id w:val="751858182"/>
        <w:lock w:val="sdtLocked"/>
        <w:placeholder>
          <w:docPart w:val="78746877020E4E4FA74BB367CE066A9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974C8">
          <w:rPr>
            <w:szCs w:val="16"/>
          </w:rPr>
          <w:t>for external</w:t>
        </w:r>
      </w:sdtContent>
    </w:sdt>
    <w:r w:rsidR="005A1905" w:rsidRPr="00877406">
      <w:rPr>
        <w:szCs w:val="16"/>
      </w:rPr>
      <w:t xml:space="preserve"> </w:t>
    </w:r>
    <w:sdt>
      <w:sdtPr>
        <w:alias w:val="Intended use of approved document"/>
        <w:tag w:val="IntendedUse"/>
        <w:id w:val="-1537964430"/>
        <w:lock w:val="sdtLocked"/>
        <w:placeholder>
          <w:docPart w:val="886F1BE1B247478DB3FB21196CEA571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974C8">
          <w:t>use</w:t>
        </w:r>
      </w:sdtContent>
    </w:sdt>
    <w:r w:rsidR="005A1905">
      <w:rPr>
        <w:noProof/>
      </w:rPr>
      <w:ptab w:relativeTo="margin" w:alignment="right" w:leader="none"/>
    </w:r>
    <w:r w:rsidR="008C4956" w:rsidRPr="008C4956">
      <w:t xml:space="preserve"> </w:t>
    </w:r>
    <w:sdt>
      <w:sdtPr>
        <w:alias w:val="Date of approval (complete AFTER approval)"/>
        <w:tag w:val="DateOfApproval"/>
        <w:id w:val="803659021"/>
        <w:lock w:val="sdtLocked"/>
        <w:dataBinding w:xpath="/root[1]/dateOfApproval[1]" w:storeItemID="{04FCC22D-C615-4C5D-9373-0A3A21D4C977}"/>
        <w:date w:fullDate="2022-10-18T00:00:00Z">
          <w:dateFormat w:val="d MMMM yyyy"/>
          <w:lid w:val="en-AU"/>
          <w:storeMappedDataAs w:val="dateTime"/>
          <w:calendar w:val="gregorian"/>
        </w:date>
      </w:sdtPr>
      <w:sdtEndPr/>
      <w:sdtContent>
        <w:r w:rsidR="00B26FE1">
          <w:t>18 October 2022</w:t>
        </w:r>
      </w:sdtContent>
    </w:sdt>
  </w:p>
  <w:p w14:paraId="1DAFABF7" w14:textId="1FCF871F" w:rsidR="00540AD9" w:rsidRPr="00FE1CAE" w:rsidRDefault="005037A2" w:rsidP="00FE1CAE">
    <w:pPr>
      <w:pStyle w:val="Footer"/>
      <w:pBdr>
        <w:top w:val="none" w:sz="0" w:space="0" w:color="auto"/>
      </w:pBdr>
      <w:spacing w:before="0"/>
    </w:pPr>
    <w:sdt>
      <w:sdtPr>
        <w:alias w:val="Draft version number"/>
        <w:tag w:val="DocumentVersionNumber"/>
        <w:id w:val="-1489931029"/>
        <w:lock w:val="sdtLocked"/>
        <w:placeholder>
          <w:docPart w:val="4B48C2D8B96041CD88AAE5ED509A5754"/>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A53586">
          <w:t xml:space="preserve"> </w:t>
        </w:r>
      </w:sdtContent>
    </w:sdt>
    <w:r w:rsidR="005A1905" w:rsidRPr="00FE1CAE">
      <w:t xml:space="preserve"> </w:t>
    </w:r>
    <w:r w:rsidR="005A1905" w:rsidRPr="00FE1CAE">
      <w:ptab w:relativeTo="margin" w:alignment="right" w:leader="none"/>
    </w:r>
    <w:r w:rsidR="00D86C9C" w:rsidRPr="00FE1CAE">
      <w:t xml:space="preserve"> </w:t>
    </w:r>
    <w:sdt>
      <w:sdtPr>
        <w:alias w:val="Document identifier"/>
        <w:tag w:val="DocumentID"/>
        <w:id w:val="1558743252"/>
        <w:lock w:val="sdtLocked"/>
        <w:dataBinding w:xpath="/root[1]/DocumentID[1]" w:storeItemID="{04FCC22D-C615-4C5D-9373-0A3A21D4C977}"/>
        <w:text/>
      </w:sdtPr>
      <w:sdtEndPr/>
      <w:sdtContent>
        <w:r w:rsidR="00190471">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E23A4" w14:textId="04B115AD" w:rsidR="00EB450C" w:rsidRDefault="005037A2" w:rsidP="00140AF1">
    <w:pPr>
      <w:pStyle w:val="Footer"/>
      <w:pBdr>
        <w:top w:val="single" w:sz="2" w:space="3" w:color="auto"/>
      </w:pBdr>
      <w:spacing w:before="400"/>
    </w:pPr>
    <w:sdt>
      <w:sdtPr>
        <w:alias w:val="Date of approval (complete AFTER approval)"/>
        <w:tag w:val="DateOfApproval"/>
        <w:id w:val="-1413391564"/>
        <w:lock w:val="sdtLocked"/>
        <w:dataBinding w:xpath="/root[1]/dateOfApproval[1]" w:storeItemID="{04FCC22D-C615-4C5D-9373-0A3A21D4C977}"/>
        <w:date w:fullDate="2022-10-18T00:00:00Z">
          <w:dateFormat w:val="d MMMM yyyy"/>
          <w:lid w:val="en-AU"/>
          <w:storeMappedDataAs w:val="dateTime"/>
          <w:calendar w:val="gregorian"/>
        </w:date>
      </w:sdtPr>
      <w:sdtEndPr/>
      <w:sdtContent>
        <w:r w:rsidR="00B26FE1">
          <w:t>18 October 2022</w:t>
        </w:r>
      </w:sdtContent>
    </w:sdt>
    <w:r w:rsidR="008C4956">
      <w:rPr>
        <w:noProof/>
      </w:rPr>
      <w:t xml:space="preserve"> </w:t>
    </w:r>
    <w:r w:rsidR="00FA68AA">
      <w:rPr>
        <w:noProof/>
      </w:rPr>
      <w:ptab w:relativeTo="margin" w:alignment="center" w:leader="none"/>
    </w:r>
    <w:sdt>
      <w:sdtPr>
        <w:rPr>
          <w:szCs w:val="16"/>
        </w:rPr>
        <w:alias w:val="Status"/>
        <w:tag w:val="DocStatus"/>
        <w:id w:val="1004325696"/>
        <w:lock w:val="sdtLocked"/>
        <w:placeholder>
          <w:docPart w:val="AFCDC9753291418CADAA4C2413BFC93F"/>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C07F6C">
          <w:rPr>
            <w:szCs w:val="16"/>
          </w:rPr>
          <w:t>Approved</w:t>
        </w:r>
      </w:sdtContent>
    </w:sdt>
    <w:r w:rsidR="005A1905" w:rsidRPr="00877406">
      <w:rPr>
        <w:szCs w:val="16"/>
      </w:rPr>
      <w:t xml:space="preserve"> </w:t>
    </w:r>
    <w:sdt>
      <w:sdtPr>
        <w:rPr>
          <w:szCs w:val="16"/>
        </w:rPr>
        <w:alias w:val="Audience"/>
        <w:tag w:val="Audience"/>
        <w:id w:val="-995255661"/>
        <w:lock w:val="sdtLocked"/>
        <w:placeholder>
          <w:docPart w:val="644A6D3461444276AAB96E3D099B5AEB"/>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974C8">
          <w:rPr>
            <w:szCs w:val="16"/>
          </w:rPr>
          <w:t>for external</w:t>
        </w:r>
      </w:sdtContent>
    </w:sdt>
    <w:r w:rsidR="006D7A9E">
      <w:rPr>
        <w:szCs w:val="16"/>
      </w:rPr>
      <w:t xml:space="preserve"> </w:t>
    </w:r>
    <w:sdt>
      <w:sdtPr>
        <w:alias w:val="Intended use of approved document"/>
        <w:tag w:val="IntendedUse"/>
        <w:id w:val="1316214609"/>
        <w:lock w:val="sdtLocked"/>
        <w:placeholder>
          <w:docPart w:val="264B56C6107E4BB98BD82B1096BD306E"/>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974C8">
          <w:t>use</w:t>
        </w:r>
      </w:sdtContent>
    </w:sdt>
    <w:r w:rsidR="005A1905">
      <w:rPr>
        <w:rStyle w:val="PageNumber"/>
        <w:noProof/>
      </w:rPr>
      <w:ptab w:relativeTo="margin" w:alignment="right" w:leader="none"/>
    </w:r>
    <w:r w:rsidR="00FA68AA" w:rsidRPr="00E20277">
      <w:rPr>
        <w:rStyle w:val="PageNumber"/>
        <w:noProof/>
      </w:rPr>
      <w:fldChar w:fldCharType="begin"/>
    </w:r>
    <w:r w:rsidR="00FA68AA" w:rsidRPr="00E20277">
      <w:rPr>
        <w:rStyle w:val="PageNumber"/>
        <w:noProof/>
      </w:rPr>
      <w:instrText xml:space="preserve"> PAGE  \* Arabic  \* MERGEFORMAT </w:instrText>
    </w:r>
    <w:r w:rsidR="00FA68AA" w:rsidRPr="00E20277">
      <w:rPr>
        <w:rStyle w:val="PageNumber"/>
        <w:noProof/>
      </w:rPr>
      <w:fldChar w:fldCharType="separate"/>
    </w:r>
    <w:r w:rsidR="00F42AC8">
      <w:rPr>
        <w:rStyle w:val="PageNumber"/>
        <w:noProof/>
      </w:rPr>
      <w:t>1</w:t>
    </w:r>
    <w:r w:rsidR="00FA68AA" w:rsidRPr="00E20277">
      <w:rPr>
        <w:rStyle w:val="PageNumber"/>
        <w:noProof/>
      </w:rPr>
      <w:fldChar w:fldCharType="end"/>
    </w:r>
    <w:r w:rsidR="00FA68AA" w:rsidRPr="00E20277">
      <w:rPr>
        <w:rStyle w:val="PageNumber"/>
        <w:noProof/>
      </w:rPr>
      <w:t xml:space="preserve"> of </w:t>
    </w:r>
    <w:r w:rsidR="00FA68AA" w:rsidRPr="00E20277">
      <w:rPr>
        <w:rStyle w:val="PageNumber"/>
        <w:noProof/>
      </w:rPr>
      <w:fldChar w:fldCharType="begin"/>
    </w:r>
    <w:r w:rsidR="00FA68AA" w:rsidRPr="00E20277">
      <w:rPr>
        <w:rStyle w:val="PageNumber"/>
        <w:noProof/>
      </w:rPr>
      <w:instrText xml:space="preserve"> NUMPAGES  \* Arabic  \* MERGEFORMAT </w:instrText>
    </w:r>
    <w:r w:rsidR="00FA68AA" w:rsidRPr="00E20277">
      <w:rPr>
        <w:rStyle w:val="PageNumber"/>
        <w:noProof/>
      </w:rPr>
      <w:fldChar w:fldCharType="separate"/>
    </w:r>
    <w:r w:rsidR="00F42AC8">
      <w:rPr>
        <w:rStyle w:val="PageNumber"/>
        <w:noProof/>
      </w:rPr>
      <w:t>1</w:t>
    </w:r>
    <w:r w:rsidR="00FA68AA" w:rsidRPr="00E20277">
      <w:rPr>
        <w:rStyle w:val="PageNumber"/>
        <w:noProof/>
      </w:rPr>
      <w:fldChar w:fldCharType="end"/>
    </w:r>
  </w:p>
  <w:p w14:paraId="54EA2DDB" w14:textId="4F93D6EB" w:rsidR="00540AD9" w:rsidRPr="00F43CA7" w:rsidRDefault="005037A2"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sidR="00190471">
          <w:rPr>
            <w:szCs w:val="20"/>
          </w:rPr>
          <w:t xml:space="preserve"> </w:t>
        </w:r>
      </w:sdtContent>
    </w:sdt>
    <w:r w:rsidR="00D86C9C" w:rsidRPr="00B60FCA">
      <w:rPr>
        <w:noProof/>
        <w:szCs w:val="20"/>
      </w:rPr>
      <w:t xml:space="preserve"> </w:t>
    </w:r>
    <w:r w:rsidR="005A1905" w:rsidRPr="00F43CA7">
      <w:rPr>
        <w:noProof/>
        <w:szCs w:val="20"/>
      </w:rPr>
      <w:ptab w:relativeTo="margin" w:alignment="right" w:leader="none"/>
    </w:r>
    <w:r w:rsidR="00C32F49" w:rsidRPr="00F43CA7">
      <w:rPr>
        <w:rStyle w:val="PlaceholderText"/>
        <w:szCs w:val="20"/>
      </w:rPr>
      <w:t xml:space="preserve"> </w:t>
    </w:r>
    <w:sdt>
      <w:sdtPr>
        <w:rPr>
          <w:szCs w:val="20"/>
        </w:rPr>
        <w:alias w:val="Draft version number"/>
        <w:tag w:val="DocumentVersionNumber"/>
        <w:id w:val="-1409229784"/>
        <w:lock w:val="sdtLocked"/>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A53586">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0482C" w14:textId="77777777" w:rsidR="003D1B90" w:rsidRDefault="003D1B90" w:rsidP="00763374">
      <w:r>
        <w:separator/>
      </w:r>
    </w:p>
  </w:footnote>
  <w:footnote w:type="continuationSeparator" w:id="0">
    <w:p w14:paraId="28673B20" w14:textId="77777777" w:rsidR="003D1B90" w:rsidRDefault="003D1B90" w:rsidP="00763374">
      <w:r>
        <w:continuationSeparator/>
      </w:r>
    </w:p>
  </w:footnote>
  <w:footnote w:type="continuationNotice" w:id="1">
    <w:p w14:paraId="01C4C060" w14:textId="77777777" w:rsidR="003D1B90" w:rsidRDefault="003D1B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B1DFF" w14:textId="77777777" w:rsidR="00997350" w:rsidRPr="002B67CC" w:rsidRDefault="002B67CC"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B1CD5" w14:textId="77777777" w:rsidR="00CD680B" w:rsidRDefault="00451137" w:rsidP="00FE754B">
    <w:pPr>
      <w:jc w:val="center"/>
      <w:rPr>
        <w:color w:val="A3A2A6"/>
      </w:rPr>
    </w:pPr>
    <w:r w:rsidRPr="00540AD9">
      <w:rPr>
        <w:b/>
        <w:noProof/>
        <w:color w:val="FF0000"/>
        <w:sz w:val="32"/>
        <w:szCs w:val="32"/>
        <w:lang w:eastAsia="en-AU"/>
      </w:rPr>
      <w:drawing>
        <wp:anchor distT="0" distB="0" distL="114300" distR="114300" simplePos="0" relativeHeight="251658240" behindDoc="1" locked="1" layoutInCell="1" allowOverlap="1" wp14:anchorId="018E05A6" wp14:editId="407B6887">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00100F65" w:rsidRPr="00B17B77">
      <w:rPr>
        <w:noProof/>
      </w:rPr>
      <w:drawing>
        <wp:anchor distT="0" distB="0" distL="114300" distR="114300" simplePos="0" relativeHeight="251658241" behindDoc="1" locked="1" layoutInCell="1" allowOverlap="1" wp14:anchorId="5965D7DD" wp14:editId="33170FE7">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5F2DDD5C" w14:textId="77777777" w:rsidR="000E5AEC" w:rsidRPr="00CD680B" w:rsidRDefault="00CD680B"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E21FA" w14:textId="2A4D8853" w:rsidR="00CB3E2B" w:rsidRPr="00137837" w:rsidRDefault="005037A2" w:rsidP="00062598">
    <w:pPr>
      <w:pStyle w:val="Header"/>
      <w:spacing w:after="600"/>
      <w:jc w:val="right"/>
    </w:pPr>
    <w:sdt>
      <w:sdtPr>
        <w:alias w:val="Subject"/>
        <w:tag w:val=""/>
        <w:id w:val="560222303"/>
        <w:placeholder>
          <w:docPart w:val="6C4A249C1F754DC0BED1A3175A401D14"/>
        </w:placeholder>
        <w:dataBinding w:xpath="/root[1]/Subject[1]" w:storeItemID="{04FCC22D-C615-4C5D-9373-0A3A21D4C977}"/>
        <w:text/>
      </w:sdtPr>
      <w:sdtEndPr/>
      <w:sdtContent>
        <w:r w:rsidR="00321E74">
          <w:t>Provider Connect Australia</w:t>
        </w:r>
      </w:sdtContent>
    </w:sdt>
    <w:r w:rsidR="00A94CA2" w:rsidRPr="00A94CA2">
      <w:t xml:space="preserve"> </w:t>
    </w:r>
    <w:r w:rsidR="00374EDC">
      <w:br/>
    </w:r>
    <w:sdt>
      <w:sdtPr>
        <w:alias w:val="Title"/>
        <w:tag w:val=""/>
        <w:id w:val="-1446463978"/>
        <w:lock w:val="sdtLocked"/>
        <w:placeholder>
          <w:docPart w:val="AC19002863984674BCAB998FB98BF5F8"/>
        </w:placeholder>
        <w:dataBinding w:xpath="/root[1]/Title[1]" w:storeItemID="{04FCC22D-C615-4C5D-9373-0A3A21D4C977}"/>
        <w:text/>
      </w:sdtPr>
      <w:sdtEndPr/>
      <w:sdtContent>
        <w:r w:rsidR="00E974C8">
          <w:t>Declaration Regarding Collection of HPI-Is</w:t>
        </w:r>
      </w:sdtContent>
    </w:sdt>
    <w:r w:rsidR="004E3309">
      <w:t xml:space="preserve"> </w:t>
    </w:r>
    <w:sdt>
      <w:sdtPr>
        <w:alias w:val="Version"/>
        <w:tag w:val="Version"/>
        <w:id w:val="-2023463911"/>
        <w:placeholder>
          <w:docPart w:val="364FAA7F37AA4F74AF6386F6083BDF4B"/>
        </w:placeholder>
        <w:dataBinding w:xpath="/root[1]/DocVersion[1]" w:storeItemID="{04FCC22D-C615-4C5D-9373-0A3A21D4C977}"/>
        <w:text/>
      </w:sdtPr>
      <w:sdtEndPr/>
      <w:sdtContent>
        <w:r w:rsidR="00380B58">
          <w:t>v1.01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1"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4"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5"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8"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9"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10"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1"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12"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3"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14"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E420742"/>
    <w:multiLevelType w:val="multilevel"/>
    <w:tmpl w:val="0B8A1304"/>
    <w:numStyleLink w:val="Tablebullets"/>
  </w:abstractNum>
  <w:num w:numId="1" w16cid:durableId="1854490294">
    <w:abstractNumId w:val="0"/>
  </w:num>
  <w:num w:numId="2" w16cid:durableId="1070078773">
    <w:abstractNumId w:val="13"/>
  </w:num>
  <w:num w:numId="3" w16cid:durableId="2008051211">
    <w:abstractNumId w:val="9"/>
  </w:num>
  <w:num w:numId="4" w16cid:durableId="678702846">
    <w:abstractNumId w:val="7"/>
  </w:num>
  <w:num w:numId="5" w16cid:durableId="1612667370">
    <w:abstractNumId w:val="1"/>
  </w:num>
  <w:num w:numId="6" w16cid:durableId="1332486098">
    <w:abstractNumId w:val="8"/>
  </w:num>
  <w:num w:numId="7" w16cid:durableId="1010596930">
    <w:abstractNumId w:val="5"/>
  </w:num>
  <w:num w:numId="8" w16cid:durableId="1919242896">
    <w:abstractNumId w:val="11"/>
  </w:num>
  <w:num w:numId="9" w16cid:durableId="485316124">
    <w:abstractNumId w:val="4"/>
  </w:num>
  <w:num w:numId="10" w16cid:durableId="497622573">
    <w:abstractNumId w:val="15"/>
  </w:num>
  <w:num w:numId="11" w16cid:durableId="969020668">
    <w:abstractNumId w:val="10"/>
  </w:num>
  <w:num w:numId="12" w16cid:durableId="211616765">
    <w:abstractNumId w:val="2"/>
  </w:num>
  <w:num w:numId="13" w16cid:durableId="703360805">
    <w:abstractNumId w:val="12"/>
  </w:num>
  <w:num w:numId="14" w16cid:durableId="19475942">
    <w:abstractNumId w:val="6"/>
  </w:num>
  <w:num w:numId="15" w16cid:durableId="104036986">
    <w:abstractNumId w:val="14"/>
  </w:num>
  <w:num w:numId="16" w16cid:durableId="1966812242">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EAE"/>
    <w:rsid w:val="00001A41"/>
    <w:rsid w:val="00003637"/>
    <w:rsid w:val="00004360"/>
    <w:rsid w:val="0000532A"/>
    <w:rsid w:val="00012AF6"/>
    <w:rsid w:val="00015FF3"/>
    <w:rsid w:val="00027ACE"/>
    <w:rsid w:val="00031F12"/>
    <w:rsid w:val="00032580"/>
    <w:rsid w:val="0003294A"/>
    <w:rsid w:val="00032BD2"/>
    <w:rsid w:val="00037ED4"/>
    <w:rsid w:val="000431F7"/>
    <w:rsid w:val="00057031"/>
    <w:rsid w:val="00060D23"/>
    <w:rsid w:val="0006251D"/>
    <w:rsid w:val="00062598"/>
    <w:rsid w:val="00062969"/>
    <w:rsid w:val="000647C4"/>
    <w:rsid w:val="00066A39"/>
    <w:rsid w:val="00071EEE"/>
    <w:rsid w:val="0007207E"/>
    <w:rsid w:val="000735D1"/>
    <w:rsid w:val="00075472"/>
    <w:rsid w:val="00083E47"/>
    <w:rsid w:val="00095BA6"/>
    <w:rsid w:val="000976F9"/>
    <w:rsid w:val="0009771B"/>
    <w:rsid w:val="000A2380"/>
    <w:rsid w:val="000A3D95"/>
    <w:rsid w:val="000B415B"/>
    <w:rsid w:val="000B5067"/>
    <w:rsid w:val="000C6DCB"/>
    <w:rsid w:val="000D361C"/>
    <w:rsid w:val="000D3A36"/>
    <w:rsid w:val="000E5AEC"/>
    <w:rsid w:val="000E7542"/>
    <w:rsid w:val="000F208C"/>
    <w:rsid w:val="000F22BC"/>
    <w:rsid w:val="000F51A3"/>
    <w:rsid w:val="000F5D99"/>
    <w:rsid w:val="000F74B3"/>
    <w:rsid w:val="00100F65"/>
    <w:rsid w:val="00105D9B"/>
    <w:rsid w:val="00106CF4"/>
    <w:rsid w:val="00110044"/>
    <w:rsid w:val="00110900"/>
    <w:rsid w:val="00111FBD"/>
    <w:rsid w:val="00112122"/>
    <w:rsid w:val="001155CA"/>
    <w:rsid w:val="001175E0"/>
    <w:rsid w:val="001209FE"/>
    <w:rsid w:val="00130DBB"/>
    <w:rsid w:val="00132193"/>
    <w:rsid w:val="001361ED"/>
    <w:rsid w:val="00137837"/>
    <w:rsid w:val="00137BFB"/>
    <w:rsid w:val="00140AF1"/>
    <w:rsid w:val="00143A54"/>
    <w:rsid w:val="0014443C"/>
    <w:rsid w:val="0014457F"/>
    <w:rsid w:val="00153006"/>
    <w:rsid w:val="00161067"/>
    <w:rsid w:val="0016497D"/>
    <w:rsid w:val="00166EC1"/>
    <w:rsid w:val="00170783"/>
    <w:rsid w:val="00183FAB"/>
    <w:rsid w:val="00190471"/>
    <w:rsid w:val="001911C4"/>
    <w:rsid w:val="00191C78"/>
    <w:rsid w:val="0019507C"/>
    <w:rsid w:val="001A7F24"/>
    <w:rsid w:val="001B2156"/>
    <w:rsid w:val="001B6784"/>
    <w:rsid w:val="001C0302"/>
    <w:rsid w:val="001C4614"/>
    <w:rsid w:val="001C5C7F"/>
    <w:rsid w:val="001D17B1"/>
    <w:rsid w:val="001D19C2"/>
    <w:rsid w:val="001D3765"/>
    <w:rsid w:val="001D57BC"/>
    <w:rsid w:val="001E2A57"/>
    <w:rsid w:val="001F3117"/>
    <w:rsid w:val="001F3C02"/>
    <w:rsid w:val="001F3E30"/>
    <w:rsid w:val="001F6AFE"/>
    <w:rsid w:val="00210447"/>
    <w:rsid w:val="00211C32"/>
    <w:rsid w:val="00212495"/>
    <w:rsid w:val="002127D7"/>
    <w:rsid w:val="00214663"/>
    <w:rsid w:val="00215CD7"/>
    <w:rsid w:val="00230A6B"/>
    <w:rsid w:val="00231F6E"/>
    <w:rsid w:val="002468B4"/>
    <w:rsid w:val="00254032"/>
    <w:rsid w:val="0025437B"/>
    <w:rsid w:val="0025519A"/>
    <w:rsid w:val="00262375"/>
    <w:rsid w:val="00271E2C"/>
    <w:rsid w:val="00272276"/>
    <w:rsid w:val="002731BE"/>
    <w:rsid w:val="00276717"/>
    <w:rsid w:val="002768AE"/>
    <w:rsid w:val="00280E22"/>
    <w:rsid w:val="002827ED"/>
    <w:rsid w:val="0028666D"/>
    <w:rsid w:val="002869D6"/>
    <w:rsid w:val="002906F6"/>
    <w:rsid w:val="00292C16"/>
    <w:rsid w:val="002A42F5"/>
    <w:rsid w:val="002A57EB"/>
    <w:rsid w:val="002A5DE2"/>
    <w:rsid w:val="002A65A2"/>
    <w:rsid w:val="002A680E"/>
    <w:rsid w:val="002B3BCA"/>
    <w:rsid w:val="002B67CC"/>
    <w:rsid w:val="002C034B"/>
    <w:rsid w:val="002C5D03"/>
    <w:rsid w:val="002D2445"/>
    <w:rsid w:val="002D59AB"/>
    <w:rsid w:val="002E136F"/>
    <w:rsid w:val="002E778F"/>
    <w:rsid w:val="002F15AD"/>
    <w:rsid w:val="002F1663"/>
    <w:rsid w:val="002F503F"/>
    <w:rsid w:val="00300FD5"/>
    <w:rsid w:val="003017B6"/>
    <w:rsid w:val="00301A15"/>
    <w:rsid w:val="003043A9"/>
    <w:rsid w:val="0030747F"/>
    <w:rsid w:val="00312558"/>
    <w:rsid w:val="00315736"/>
    <w:rsid w:val="00320CC1"/>
    <w:rsid w:val="00321842"/>
    <w:rsid w:val="00321E74"/>
    <w:rsid w:val="00324303"/>
    <w:rsid w:val="00327657"/>
    <w:rsid w:val="00331C22"/>
    <w:rsid w:val="00333913"/>
    <w:rsid w:val="00333AC8"/>
    <w:rsid w:val="00340075"/>
    <w:rsid w:val="00344679"/>
    <w:rsid w:val="00344D51"/>
    <w:rsid w:val="00356183"/>
    <w:rsid w:val="00357DA5"/>
    <w:rsid w:val="003616E6"/>
    <w:rsid w:val="00362481"/>
    <w:rsid w:val="003675E2"/>
    <w:rsid w:val="00367EB2"/>
    <w:rsid w:val="00371018"/>
    <w:rsid w:val="00372BAC"/>
    <w:rsid w:val="00373F59"/>
    <w:rsid w:val="00374EDC"/>
    <w:rsid w:val="00380B58"/>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1B90"/>
    <w:rsid w:val="003D5D59"/>
    <w:rsid w:val="003D6C4B"/>
    <w:rsid w:val="003E4F3E"/>
    <w:rsid w:val="004026C9"/>
    <w:rsid w:val="00407A5C"/>
    <w:rsid w:val="00412082"/>
    <w:rsid w:val="0041210F"/>
    <w:rsid w:val="00421B54"/>
    <w:rsid w:val="00425C6D"/>
    <w:rsid w:val="004355FC"/>
    <w:rsid w:val="0044513C"/>
    <w:rsid w:val="00451137"/>
    <w:rsid w:val="004540D9"/>
    <w:rsid w:val="00457F94"/>
    <w:rsid w:val="004616FE"/>
    <w:rsid w:val="004621C2"/>
    <w:rsid w:val="0046232F"/>
    <w:rsid w:val="00463826"/>
    <w:rsid w:val="00465070"/>
    <w:rsid w:val="004669C3"/>
    <w:rsid w:val="004705D4"/>
    <w:rsid w:val="00483B8D"/>
    <w:rsid w:val="00484852"/>
    <w:rsid w:val="00495933"/>
    <w:rsid w:val="004A6369"/>
    <w:rsid w:val="004A7B0F"/>
    <w:rsid w:val="004A7DD2"/>
    <w:rsid w:val="004A7FF0"/>
    <w:rsid w:val="004B5C5F"/>
    <w:rsid w:val="004B677F"/>
    <w:rsid w:val="004C3165"/>
    <w:rsid w:val="004C3809"/>
    <w:rsid w:val="004C4FFB"/>
    <w:rsid w:val="004C550A"/>
    <w:rsid w:val="004C7226"/>
    <w:rsid w:val="004C75C7"/>
    <w:rsid w:val="004D16C6"/>
    <w:rsid w:val="004E2D0A"/>
    <w:rsid w:val="004E3309"/>
    <w:rsid w:val="004E4B66"/>
    <w:rsid w:val="004F1F9B"/>
    <w:rsid w:val="004F4E88"/>
    <w:rsid w:val="005037A2"/>
    <w:rsid w:val="0051433C"/>
    <w:rsid w:val="0051433F"/>
    <w:rsid w:val="0051775C"/>
    <w:rsid w:val="00521FF8"/>
    <w:rsid w:val="005267B5"/>
    <w:rsid w:val="00530D03"/>
    <w:rsid w:val="0053201B"/>
    <w:rsid w:val="00532890"/>
    <w:rsid w:val="00537481"/>
    <w:rsid w:val="00540AD9"/>
    <w:rsid w:val="00542438"/>
    <w:rsid w:val="00543287"/>
    <w:rsid w:val="00553AF2"/>
    <w:rsid w:val="00556084"/>
    <w:rsid w:val="005563F1"/>
    <w:rsid w:val="00564D53"/>
    <w:rsid w:val="00570734"/>
    <w:rsid w:val="005842BB"/>
    <w:rsid w:val="0058478B"/>
    <w:rsid w:val="0058504A"/>
    <w:rsid w:val="005921C0"/>
    <w:rsid w:val="00592B20"/>
    <w:rsid w:val="005970A7"/>
    <w:rsid w:val="005A1905"/>
    <w:rsid w:val="005A3F8D"/>
    <w:rsid w:val="005A5A4D"/>
    <w:rsid w:val="005A75B7"/>
    <w:rsid w:val="005A7E33"/>
    <w:rsid w:val="005B18FE"/>
    <w:rsid w:val="005B2FAB"/>
    <w:rsid w:val="005C4374"/>
    <w:rsid w:val="005D38E9"/>
    <w:rsid w:val="005D5A4C"/>
    <w:rsid w:val="005D5A7E"/>
    <w:rsid w:val="005E10E1"/>
    <w:rsid w:val="005E6423"/>
    <w:rsid w:val="005F13D7"/>
    <w:rsid w:val="005F41B7"/>
    <w:rsid w:val="005F57E9"/>
    <w:rsid w:val="00600C64"/>
    <w:rsid w:val="0060703A"/>
    <w:rsid w:val="006312B1"/>
    <w:rsid w:val="006430C8"/>
    <w:rsid w:val="0065246B"/>
    <w:rsid w:val="00653EB1"/>
    <w:rsid w:val="00655098"/>
    <w:rsid w:val="00656DB3"/>
    <w:rsid w:val="00661CD4"/>
    <w:rsid w:val="006634A1"/>
    <w:rsid w:val="00665876"/>
    <w:rsid w:val="00681931"/>
    <w:rsid w:val="00681B2A"/>
    <w:rsid w:val="006A5E34"/>
    <w:rsid w:val="006A75DB"/>
    <w:rsid w:val="006B1526"/>
    <w:rsid w:val="006B3DA8"/>
    <w:rsid w:val="006B6AEE"/>
    <w:rsid w:val="006D0DF2"/>
    <w:rsid w:val="006D38F4"/>
    <w:rsid w:val="006D40C1"/>
    <w:rsid w:val="006D60C4"/>
    <w:rsid w:val="006D7A9E"/>
    <w:rsid w:val="006E205A"/>
    <w:rsid w:val="006E48F1"/>
    <w:rsid w:val="006E6ED6"/>
    <w:rsid w:val="006E7310"/>
    <w:rsid w:val="006F2109"/>
    <w:rsid w:val="006F353E"/>
    <w:rsid w:val="00700667"/>
    <w:rsid w:val="0070760D"/>
    <w:rsid w:val="00710211"/>
    <w:rsid w:val="007158F3"/>
    <w:rsid w:val="007237D8"/>
    <w:rsid w:val="00736465"/>
    <w:rsid w:val="00740926"/>
    <w:rsid w:val="00743DFF"/>
    <w:rsid w:val="007460A6"/>
    <w:rsid w:val="00746E1A"/>
    <w:rsid w:val="00747A4E"/>
    <w:rsid w:val="00754C87"/>
    <w:rsid w:val="0076079E"/>
    <w:rsid w:val="00763374"/>
    <w:rsid w:val="00775879"/>
    <w:rsid w:val="00775EC7"/>
    <w:rsid w:val="00782386"/>
    <w:rsid w:val="00783572"/>
    <w:rsid w:val="00795B9C"/>
    <w:rsid w:val="0079698F"/>
    <w:rsid w:val="007A2EAE"/>
    <w:rsid w:val="007A5347"/>
    <w:rsid w:val="007B3832"/>
    <w:rsid w:val="007B4F9F"/>
    <w:rsid w:val="007B63E7"/>
    <w:rsid w:val="007B6EAD"/>
    <w:rsid w:val="007D30F5"/>
    <w:rsid w:val="007D4297"/>
    <w:rsid w:val="007E04A8"/>
    <w:rsid w:val="007E0A98"/>
    <w:rsid w:val="007E4E60"/>
    <w:rsid w:val="007E5A92"/>
    <w:rsid w:val="007E7877"/>
    <w:rsid w:val="007F3E73"/>
    <w:rsid w:val="00800113"/>
    <w:rsid w:val="00800312"/>
    <w:rsid w:val="00800FBE"/>
    <w:rsid w:val="00801578"/>
    <w:rsid w:val="008024C5"/>
    <w:rsid w:val="0080298D"/>
    <w:rsid w:val="00802F5B"/>
    <w:rsid w:val="00803880"/>
    <w:rsid w:val="00804C31"/>
    <w:rsid w:val="00807767"/>
    <w:rsid w:val="00811BE3"/>
    <w:rsid w:val="0081759B"/>
    <w:rsid w:val="008256F8"/>
    <w:rsid w:val="00827091"/>
    <w:rsid w:val="00840A2D"/>
    <w:rsid w:val="00842CCB"/>
    <w:rsid w:val="0084306A"/>
    <w:rsid w:val="00843791"/>
    <w:rsid w:val="008442C0"/>
    <w:rsid w:val="00844A67"/>
    <w:rsid w:val="008517D5"/>
    <w:rsid w:val="00855102"/>
    <w:rsid w:val="00855473"/>
    <w:rsid w:val="0086221F"/>
    <w:rsid w:val="00864ED3"/>
    <w:rsid w:val="00867061"/>
    <w:rsid w:val="00884ED8"/>
    <w:rsid w:val="008868D5"/>
    <w:rsid w:val="00887A8A"/>
    <w:rsid w:val="0089147C"/>
    <w:rsid w:val="00891970"/>
    <w:rsid w:val="00891C08"/>
    <w:rsid w:val="008922A2"/>
    <w:rsid w:val="008930C6"/>
    <w:rsid w:val="00894FAB"/>
    <w:rsid w:val="00896AAF"/>
    <w:rsid w:val="008A0755"/>
    <w:rsid w:val="008A1998"/>
    <w:rsid w:val="008A4987"/>
    <w:rsid w:val="008A5AFF"/>
    <w:rsid w:val="008B194E"/>
    <w:rsid w:val="008B4382"/>
    <w:rsid w:val="008C0679"/>
    <w:rsid w:val="008C4956"/>
    <w:rsid w:val="008E1A1E"/>
    <w:rsid w:val="008E51C7"/>
    <w:rsid w:val="008E5755"/>
    <w:rsid w:val="008E6024"/>
    <w:rsid w:val="0090114B"/>
    <w:rsid w:val="00903F59"/>
    <w:rsid w:val="0090420C"/>
    <w:rsid w:val="00910DE0"/>
    <w:rsid w:val="0091196F"/>
    <w:rsid w:val="00917DF5"/>
    <w:rsid w:val="00922CA0"/>
    <w:rsid w:val="00922D94"/>
    <w:rsid w:val="0092338C"/>
    <w:rsid w:val="009276D9"/>
    <w:rsid w:val="00931020"/>
    <w:rsid w:val="00934D18"/>
    <w:rsid w:val="00940BF3"/>
    <w:rsid w:val="00954CB1"/>
    <w:rsid w:val="00961CF9"/>
    <w:rsid w:val="00973788"/>
    <w:rsid w:val="00975393"/>
    <w:rsid w:val="00981124"/>
    <w:rsid w:val="009819C2"/>
    <w:rsid w:val="00981A6E"/>
    <w:rsid w:val="009904E9"/>
    <w:rsid w:val="00990F1A"/>
    <w:rsid w:val="00992EAA"/>
    <w:rsid w:val="0099408D"/>
    <w:rsid w:val="0099671A"/>
    <w:rsid w:val="00997350"/>
    <w:rsid w:val="009A14AB"/>
    <w:rsid w:val="009B1CC5"/>
    <w:rsid w:val="009C2175"/>
    <w:rsid w:val="009D0744"/>
    <w:rsid w:val="009D7838"/>
    <w:rsid w:val="009E0F61"/>
    <w:rsid w:val="009E20B2"/>
    <w:rsid w:val="009E610A"/>
    <w:rsid w:val="009E71DD"/>
    <w:rsid w:val="009E7343"/>
    <w:rsid w:val="009F06CF"/>
    <w:rsid w:val="009F2944"/>
    <w:rsid w:val="00A00BC8"/>
    <w:rsid w:val="00A0278F"/>
    <w:rsid w:val="00A02835"/>
    <w:rsid w:val="00A04B3C"/>
    <w:rsid w:val="00A04FA6"/>
    <w:rsid w:val="00A06CA3"/>
    <w:rsid w:val="00A07A4E"/>
    <w:rsid w:val="00A13E18"/>
    <w:rsid w:val="00A15072"/>
    <w:rsid w:val="00A15BB7"/>
    <w:rsid w:val="00A21B52"/>
    <w:rsid w:val="00A22FB2"/>
    <w:rsid w:val="00A325A7"/>
    <w:rsid w:val="00A42970"/>
    <w:rsid w:val="00A44394"/>
    <w:rsid w:val="00A45596"/>
    <w:rsid w:val="00A53586"/>
    <w:rsid w:val="00A53FB6"/>
    <w:rsid w:val="00A553ED"/>
    <w:rsid w:val="00A5617A"/>
    <w:rsid w:val="00A621C3"/>
    <w:rsid w:val="00A700B0"/>
    <w:rsid w:val="00A72085"/>
    <w:rsid w:val="00A82D0D"/>
    <w:rsid w:val="00A8649B"/>
    <w:rsid w:val="00A87CFE"/>
    <w:rsid w:val="00A9031C"/>
    <w:rsid w:val="00A91192"/>
    <w:rsid w:val="00A91564"/>
    <w:rsid w:val="00A919BB"/>
    <w:rsid w:val="00A93115"/>
    <w:rsid w:val="00A93A25"/>
    <w:rsid w:val="00A94CA2"/>
    <w:rsid w:val="00A96DA1"/>
    <w:rsid w:val="00A97ACA"/>
    <w:rsid w:val="00AA1BBA"/>
    <w:rsid w:val="00AA2D16"/>
    <w:rsid w:val="00AA58FD"/>
    <w:rsid w:val="00AB5E9E"/>
    <w:rsid w:val="00AE0375"/>
    <w:rsid w:val="00AE6D5F"/>
    <w:rsid w:val="00AF3A7E"/>
    <w:rsid w:val="00AF47E5"/>
    <w:rsid w:val="00AF5091"/>
    <w:rsid w:val="00AF7968"/>
    <w:rsid w:val="00B010EC"/>
    <w:rsid w:val="00B01B31"/>
    <w:rsid w:val="00B02376"/>
    <w:rsid w:val="00B02A57"/>
    <w:rsid w:val="00B04815"/>
    <w:rsid w:val="00B0700E"/>
    <w:rsid w:val="00B11635"/>
    <w:rsid w:val="00B1658D"/>
    <w:rsid w:val="00B23881"/>
    <w:rsid w:val="00B25D1A"/>
    <w:rsid w:val="00B26FE1"/>
    <w:rsid w:val="00B36BEF"/>
    <w:rsid w:val="00B40730"/>
    <w:rsid w:val="00B4489C"/>
    <w:rsid w:val="00B458AC"/>
    <w:rsid w:val="00B51DA4"/>
    <w:rsid w:val="00B57F66"/>
    <w:rsid w:val="00B60BF2"/>
    <w:rsid w:val="00B60FCA"/>
    <w:rsid w:val="00B6351D"/>
    <w:rsid w:val="00B63925"/>
    <w:rsid w:val="00B700A3"/>
    <w:rsid w:val="00B72DBD"/>
    <w:rsid w:val="00B81174"/>
    <w:rsid w:val="00B81EF8"/>
    <w:rsid w:val="00B82A66"/>
    <w:rsid w:val="00B84D0B"/>
    <w:rsid w:val="00B91F55"/>
    <w:rsid w:val="00B92AA8"/>
    <w:rsid w:val="00BB237C"/>
    <w:rsid w:val="00BB23E5"/>
    <w:rsid w:val="00BB61F2"/>
    <w:rsid w:val="00BC2784"/>
    <w:rsid w:val="00BD03D9"/>
    <w:rsid w:val="00BD3EA4"/>
    <w:rsid w:val="00BD5D3F"/>
    <w:rsid w:val="00BE2A75"/>
    <w:rsid w:val="00BE2E0E"/>
    <w:rsid w:val="00BF7B2A"/>
    <w:rsid w:val="00C03776"/>
    <w:rsid w:val="00C07F6C"/>
    <w:rsid w:val="00C11CE3"/>
    <w:rsid w:val="00C11EA1"/>
    <w:rsid w:val="00C12A53"/>
    <w:rsid w:val="00C14167"/>
    <w:rsid w:val="00C216D0"/>
    <w:rsid w:val="00C2372C"/>
    <w:rsid w:val="00C27946"/>
    <w:rsid w:val="00C31D85"/>
    <w:rsid w:val="00C32F49"/>
    <w:rsid w:val="00C34B56"/>
    <w:rsid w:val="00C359EE"/>
    <w:rsid w:val="00C35C6E"/>
    <w:rsid w:val="00C3781D"/>
    <w:rsid w:val="00C42929"/>
    <w:rsid w:val="00C44DC9"/>
    <w:rsid w:val="00C4620E"/>
    <w:rsid w:val="00C56443"/>
    <w:rsid w:val="00C720C7"/>
    <w:rsid w:val="00C728EF"/>
    <w:rsid w:val="00C72E6B"/>
    <w:rsid w:val="00C75949"/>
    <w:rsid w:val="00C77207"/>
    <w:rsid w:val="00C77B69"/>
    <w:rsid w:val="00C81AEB"/>
    <w:rsid w:val="00C8799C"/>
    <w:rsid w:val="00CA2CEF"/>
    <w:rsid w:val="00CB2008"/>
    <w:rsid w:val="00CB3E2B"/>
    <w:rsid w:val="00CC1223"/>
    <w:rsid w:val="00CC45BB"/>
    <w:rsid w:val="00CC55EF"/>
    <w:rsid w:val="00CC7778"/>
    <w:rsid w:val="00CD1C45"/>
    <w:rsid w:val="00CD2BE0"/>
    <w:rsid w:val="00CD680B"/>
    <w:rsid w:val="00CE22AE"/>
    <w:rsid w:val="00CE3B44"/>
    <w:rsid w:val="00CF1080"/>
    <w:rsid w:val="00CF2F3A"/>
    <w:rsid w:val="00CF6E4B"/>
    <w:rsid w:val="00D03FE7"/>
    <w:rsid w:val="00D04232"/>
    <w:rsid w:val="00D1000A"/>
    <w:rsid w:val="00D1430C"/>
    <w:rsid w:val="00D17D4C"/>
    <w:rsid w:val="00D217F5"/>
    <w:rsid w:val="00D22ADB"/>
    <w:rsid w:val="00D261F6"/>
    <w:rsid w:val="00D268C9"/>
    <w:rsid w:val="00D31AB9"/>
    <w:rsid w:val="00D32B25"/>
    <w:rsid w:val="00D34AD2"/>
    <w:rsid w:val="00D372D9"/>
    <w:rsid w:val="00D4322C"/>
    <w:rsid w:val="00D43470"/>
    <w:rsid w:val="00D43753"/>
    <w:rsid w:val="00D45595"/>
    <w:rsid w:val="00D57FE8"/>
    <w:rsid w:val="00D61127"/>
    <w:rsid w:val="00D613D1"/>
    <w:rsid w:val="00D64BE6"/>
    <w:rsid w:val="00D659DF"/>
    <w:rsid w:val="00D731F2"/>
    <w:rsid w:val="00D757E1"/>
    <w:rsid w:val="00D779E2"/>
    <w:rsid w:val="00D8431A"/>
    <w:rsid w:val="00D84C6D"/>
    <w:rsid w:val="00D8593E"/>
    <w:rsid w:val="00D86C9C"/>
    <w:rsid w:val="00D94605"/>
    <w:rsid w:val="00DA5285"/>
    <w:rsid w:val="00DA62D7"/>
    <w:rsid w:val="00DB15A8"/>
    <w:rsid w:val="00DB2D5D"/>
    <w:rsid w:val="00DB461E"/>
    <w:rsid w:val="00DB7D65"/>
    <w:rsid w:val="00DC1659"/>
    <w:rsid w:val="00DC1809"/>
    <w:rsid w:val="00DC3606"/>
    <w:rsid w:val="00DC3DCF"/>
    <w:rsid w:val="00DC47B8"/>
    <w:rsid w:val="00DC512E"/>
    <w:rsid w:val="00DD346F"/>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B90"/>
    <w:rsid w:val="00E168A5"/>
    <w:rsid w:val="00E20277"/>
    <w:rsid w:val="00E27CB0"/>
    <w:rsid w:val="00E37B96"/>
    <w:rsid w:val="00E41811"/>
    <w:rsid w:val="00E43C8A"/>
    <w:rsid w:val="00E46E6A"/>
    <w:rsid w:val="00E53F6D"/>
    <w:rsid w:val="00E60545"/>
    <w:rsid w:val="00E66AC0"/>
    <w:rsid w:val="00E67F7E"/>
    <w:rsid w:val="00E73959"/>
    <w:rsid w:val="00E761C7"/>
    <w:rsid w:val="00E77F00"/>
    <w:rsid w:val="00E8485A"/>
    <w:rsid w:val="00E85C54"/>
    <w:rsid w:val="00E85F09"/>
    <w:rsid w:val="00E974C8"/>
    <w:rsid w:val="00EA18C1"/>
    <w:rsid w:val="00EA2C3B"/>
    <w:rsid w:val="00EA4F25"/>
    <w:rsid w:val="00EA542A"/>
    <w:rsid w:val="00EB450C"/>
    <w:rsid w:val="00EB5DEA"/>
    <w:rsid w:val="00EB6B79"/>
    <w:rsid w:val="00EC2A75"/>
    <w:rsid w:val="00EC717A"/>
    <w:rsid w:val="00EC7D44"/>
    <w:rsid w:val="00ED3C06"/>
    <w:rsid w:val="00EF5B85"/>
    <w:rsid w:val="00F02A23"/>
    <w:rsid w:val="00F1420F"/>
    <w:rsid w:val="00F14662"/>
    <w:rsid w:val="00F14BE3"/>
    <w:rsid w:val="00F1744F"/>
    <w:rsid w:val="00F23609"/>
    <w:rsid w:val="00F23951"/>
    <w:rsid w:val="00F279C9"/>
    <w:rsid w:val="00F3573A"/>
    <w:rsid w:val="00F368D1"/>
    <w:rsid w:val="00F424E0"/>
    <w:rsid w:val="00F42AC8"/>
    <w:rsid w:val="00F4354B"/>
    <w:rsid w:val="00F43CA7"/>
    <w:rsid w:val="00F44DEA"/>
    <w:rsid w:val="00F45E06"/>
    <w:rsid w:val="00F47E31"/>
    <w:rsid w:val="00F51B14"/>
    <w:rsid w:val="00F51E6B"/>
    <w:rsid w:val="00F55593"/>
    <w:rsid w:val="00F575B5"/>
    <w:rsid w:val="00F74614"/>
    <w:rsid w:val="00F75735"/>
    <w:rsid w:val="00F774CA"/>
    <w:rsid w:val="00F82BBA"/>
    <w:rsid w:val="00F90BA6"/>
    <w:rsid w:val="00F938EF"/>
    <w:rsid w:val="00F96C3D"/>
    <w:rsid w:val="00FA68AA"/>
    <w:rsid w:val="00FA7667"/>
    <w:rsid w:val="00FA79BF"/>
    <w:rsid w:val="00FB4C45"/>
    <w:rsid w:val="00FB6483"/>
    <w:rsid w:val="00FC0387"/>
    <w:rsid w:val="00FC395D"/>
    <w:rsid w:val="00FC53BE"/>
    <w:rsid w:val="00FC5501"/>
    <w:rsid w:val="00FC7A24"/>
    <w:rsid w:val="00FD693F"/>
    <w:rsid w:val="00FD7230"/>
    <w:rsid w:val="00FE1CAE"/>
    <w:rsid w:val="00FE3D50"/>
    <w:rsid w:val="00FE754B"/>
    <w:rsid w:val="00FE774D"/>
    <w:rsid w:val="00FF15A6"/>
    <w:rsid w:val="00FF27E5"/>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6D8B6"/>
  <w15:docId w15:val="{AB79F584-CC9C-4122-AE37-12E6BBBEC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rsid w:val="005D5A7E"/>
    <w:rPr>
      <w:rFonts w:ascii="Calibri" w:eastAsiaTheme="majorEastAsia" w:hAnsi="Calibri" w:cstheme="majorBidi"/>
      <w:b/>
      <w:kern w:val="28"/>
      <w:sz w:val="32"/>
      <w:szCs w:val="52"/>
    </w:rPr>
  </w:style>
  <w:style w:type="table" w:styleId="TableGrid">
    <w:name w:val="Table Grid"/>
    <w:basedOn w:val="TableNormal"/>
    <w:uiPriority w:val="5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iPriority w:val="99"/>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character" w:styleId="Mention">
    <w:name w:val="Mention"/>
    <w:basedOn w:val="DefaultParagraphFont"/>
    <w:uiPriority w:val="99"/>
    <w:unhideWhenUsed/>
    <w:rsid w:val="00321E74"/>
    <w:rPr>
      <w:color w:val="2B579A"/>
      <w:shd w:val="clear" w:color="auto" w:fill="E1DFDD"/>
    </w:rPr>
  </w:style>
  <w:style w:type="character" w:styleId="UnresolvedMention">
    <w:name w:val="Unresolved Mention"/>
    <w:basedOn w:val="DefaultParagraphFont"/>
    <w:uiPriority w:val="99"/>
    <w:semiHidden/>
    <w:unhideWhenUsed/>
    <w:rsid w:val="00A53586"/>
    <w:rPr>
      <w:color w:val="605E5C"/>
      <w:shd w:val="clear" w:color="auto" w:fill="E1DFDD"/>
    </w:rPr>
  </w:style>
  <w:style w:type="character" w:styleId="FollowedHyperlink">
    <w:name w:val="FollowedHyperlink"/>
    <w:basedOn w:val="DefaultParagraphFont"/>
    <w:uiPriority w:val="99"/>
    <w:semiHidden/>
    <w:unhideWhenUsed/>
    <w:rsid w:val="00981124"/>
    <w:rPr>
      <w:color w:val="954F72" w:themeColor="followedHyperlink"/>
      <w:u w:val="single"/>
    </w:rPr>
  </w:style>
  <w:style w:type="paragraph" w:styleId="Revision">
    <w:name w:val="Revision"/>
    <w:hidden/>
    <w:uiPriority w:val="99"/>
    <w:semiHidden/>
    <w:rsid w:val="00380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help@digitalhealth.gov.au"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digitalhealth.gov.au/" TargetMode="External"/><Relationship Id="rId2" Type="http://schemas.openxmlformats.org/officeDocument/2006/relationships/customXml" Target="../customXml/item2.xml"/><Relationship Id="rId16" Type="http://schemas.openxmlformats.org/officeDocument/2006/relationships/hyperlink" Target="http://pca.digitalhealth.gov.au/privacy" TargetMode="External"/><Relationship Id="rId20" Type="http://schemas.openxmlformats.org/officeDocument/2006/relationships/hyperlink" Target="mailto:help@digitalhealth.gov.a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digitalhealth.gov.a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ang.nguyen\OneDrive%20-%20Australian%20Digital%20Health%20Agency\Documents\Agency%20Office%20Templates\External%20Short%20Document%20v2.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98FE0D47DD54687B1A53B09EBEEFCE0"/>
        <w:category>
          <w:name w:val="General"/>
          <w:gallery w:val="placeholder"/>
        </w:category>
        <w:types>
          <w:type w:val="bbPlcHdr"/>
        </w:types>
        <w:behaviors>
          <w:behavior w:val="content"/>
        </w:behaviors>
        <w:guid w:val="{DE79B3D0-CD8D-47F7-A4E2-F477C872127F}"/>
      </w:docPartPr>
      <w:docPartBody>
        <w:p w:rsidR="00D05026" w:rsidRDefault="007561CB">
          <w:pPr>
            <w:pStyle w:val="C98FE0D47DD54687B1A53B09EBEEFCE0"/>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3905B6535E6D401CB0F62BBF4996F95E"/>
        <w:category>
          <w:name w:val="General"/>
          <w:gallery w:val="placeholder"/>
        </w:category>
        <w:types>
          <w:type w:val="bbPlcHdr"/>
        </w:types>
        <w:behaviors>
          <w:behavior w:val="content"/>
        </w:behaviors>
        <w:guid w:val="{C4CCB386-AACF-4B09-B3CB-A6D40EC58C0F}"/>
      </w:docPartPr>
      <w:docPartBody>
        <w:p w:rsidR="00D05026" w:rsidRDefault="007561CB">
          <w:pPr>
            <w:pStyle w:val="3905B6535E6D401CB0F62BBF4996F95E"/>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60FDDB5F39DF4055B8DDE356ED0B9318"/>
        <w:category>
          <w:name w:val="General"/>
          <w:gallery w:val="placeholder"/>
        </w:category>
        <w:types>
          <w:type w:val="bbPlcHdr"/>
        </w:types>
        <w:behaviors>
          <w:behavior w:val="content"/>
        </w:behaviors>
        <w:guid w:val="{58D33FFB-F88E-4263-8609-FBEA598317FC}"/>
      </w:docPartPr>
      <w:docPartBody>
        <w:p w:rsidR="00D05026" w:rsidRDefault="007561CB">
          <w:pPr>
            <w:pStyle w:val="60FDDB5F39DF4055B8DDE356ED0B9318"/>
          </w:pPr>
          <w:r w:rsidRPr="00143A54">
            <w:rPr>
              <w:rStyle w:val="PlaceholderText"/>
            </w:rPr>
            <w:t>[To be approved]</w:t>
          </w:r>
        </w:p>
      </w:docPartBody>
    </w:docPart>
    <w:docPart>
      <w:docPartPr>
        <w:name w:val="E622877975894EE8A2E18350CDEE8141"/>
        <w:category>
          <w:name w:val="General"/>
          <w:gallery w:val="placeholder"/>
        </w:category>
        <w:types>
          <w:type w:val="bbPlcHdr"/>
        </w:types>
        <w:behaviors>
          <w:behavior w:val="content"/>
        </w:behaviors>
        <w:guid w:val="{14D33D4A-7657-474D-823F-BD4965033688}"/>
      </w:docPartPr>
      <w:docPartBody>
        <w:p w:rsidR="00D05026" w:rsidRDefault="007561CB">
          <w:pPr>
            <w:pStyle w:val="E622877975894EE8A2E18350CDEE8141"/>
          </w:pPr>
          <w:r>
            <w:rPr>
              <w:rStyle w:val="PlaceholderText"/>
            </w:rPr>
            <w:t>[Type version number to appear on approved document e.g. v1.0]</w:t>
          </w:r>
        </w:p>
      </w:docPartBody>
    </w:docPart>
    <w:docPart>
      <w:docPartPr>
        <w:name w:val="38FDCF0B6D804CCFA6FE781A38ADD2CC"/>
        <w:category>
          <w:name w:val="General"/>
          <w:gallery w:val="placeholder"/>
        </w:category>
        <w:types>
          <w:type w:val="bbPlcHdr"/>
        </w:types>
        <w:behaviors>
          <w:behavior w:val="content"/>
        </w:behaviors>
        <w:guid w:val="{7CD9A1FA-A072-4F9D-B405-3E6B3C2ABA58}"/>
      </w:docPartPr>
      <w:docPartBody>
        <w:p w:rsidR="00D05026" w:rsidRDefault="007561CB">
          <w:pPr>
            <w:pStyle w:val="38FDCF0B6D804CCFA6FE781A38ADD2CC"/>
          </w:pPr>
          <w:r w:rsidRPr="00E76947">
            <w:rPr>
              <w:rStyle w:val="PlaceholderText"/>
            </w:rPr>
            <w:t xml:space="preserve">Choose </w:t>
          </w:r>
          <w:r>
            <w:rPr>
              <w:rStyle w:val="PlaceholderText"/>
            </w:rPr>
            <w:t>status.</w:t>
          </w:r>
        </w:p>
      </w:docPartBody>
    </w:docPart>
    <w:docPart>
      <w:docPartPr>
        <w:name w:val="904D0D29B94D464AB4CAD81CC588903F"/>
        <w:category>
          <w:name w:val="General"/>
          <w:gallery w:val="placeholder"/>
        </w:category>
        <w:types>
          <w:type w:val="bbPlcHdr"/>
        </w:types>
        <w:behaviors>
          <w:behavior w:val="content"/>
        </w:behaviors>
        <w:guid w:val="{33643550-BEB5-4339-A75A-02B5E0CE9E50}"/>
      </w:docPartPr>
      <w:docPartBody>
        <w:p w:rsidR="00D05026" w:rsidRDefault="007561CB">
          <w:pPr>
            <w:pStyle w:val="904D0D29B94D464AB4CAD81CC588903F"/>
          </w:pPr>
          <w:r w:rsidRPr="00E76947">
            <w:rPr>
              <w:rStyle w:val="PlaceholderText"/>
            </w:rPr>
            <w:t xml:space="preserve">Choose </w:t>
          </w:r>
          <w:r>
            <w:rPr>
              <w:rStyle w:val="PlaceholderText"/>
            </w:rPr>
            <w:t>audience</w:t>
          </w:r>
          <w:r w:rsidRPr="00E76947">
            <w:rPr>
              <w:rStyle w:val="PlaceholderText"/>
            </w:rPr>
            <w:t>.</w:t>
          </w:r>
        </w:p>
      </w:docPartBody>
    </w:docPart>
    <w:docPart>
      <w:docPartPr>
        <w:name w:val="0990AA59454D4E22A55B2407D904957F"/>
        <w:category>
          <w:name w:val="General"/>
          <w:gallery w:val="placeholder"/>
        </w:category>
        <w:types>
          <w:type w:val="bbPlcHdr"/>
        </w:types>
        <w:behaviors>
          <w:behavior w:val="content"/>
        </w:behaviors>
        <w:guid w:val="{053687A9-F39A-4D6D-A422-6F5D8EA08359}"/>
      </w:docPartPr>
      <w:docPartBody>
        <w:p w:rsidR="00D05026" w:rsidRDefault="007561CB">
          <w:pPr>
            <w:pStyle w:val="0990AA59454D4E22A55B2407D904957F"/>
          </w:pPr>
          <w:r w:rsidRPr="00E76947">
            <w:rPr>
              <w:rStyle w:val="PlaceholderText"/>
            </w:rPr>
            <w:t xml:space="preserve">Choose </w:t>
          </w:r>
          <w:r>
            <w:rPr>
              <w:rStyle w:val="PlaceholderText"/>
            </w:rPr>
            <w:t>intended use</w:t>
          </w:r>
          <w:r w:rsidRPr="00E76947">
            <w:rPr>
              <w:rStyle w:val="PlaceholderText"/>
            </w:rPr>
            <w:t>.</w:t>
          </w:r>
        </w:p>
      </w:docPartBody>
    </w:docPart>
    <w:docPart>
      <w:docPartPr>
        <w:name w:val="4B48C2D8B96041CD88AAE5ED509A5754"/>
        <w:category>
          <w:name w:val="General"/>
          <w:gallery w:val="placeholder"/>
        </w:category>
        <w:types>
          <w:type w:val="bbPlcHdr"/>
        </w:types>
        <w:behaviors>
          <w:behavior w:val="content"/>
        </w:behaviors>
        <w:guid w:val="{0A6E6C71-78A1-462B-B8BD-16A3356482DF}"/>
      </w:docPartPr>
      <w:docPartBody>
        <w:p w:rsidR="00D05026" w:rsidRDefault="007561CB">
          <w:pPr>
            <w:pStyle w:val="4B48C2D8B96041CD88AAE5ED509A5754"/>
          </w:pPr>
          <w:r w:rsidRPr="00B82A66">
            <w:rPr>
              <w:rStyle w:val="PlaceholderText"/>
              <w:szCs w:val="18"/>
            </w:rPr>
            <w:t>Type space to delete label.</w:t>
          </w:r>
        </w:p>
      </w:docPartBody>
    </w:docPart>
    <w:docPart>
      <w:docPartPr>
        <w:name w:val="AFCDC9753291418CADAA4C2413BFC93F"/>
        <w:category>
          <w:name w:val="General"/>
          <w:gallery w:val="placeholder"/>
        </w:category>
        <w:types>
          <w:type w:val="bbPlcHdr"/>
        </w:types>
        <w:behaviors>
          <w:behavior w:val="content"/>
        </w:behaviors>
        <w:guid w:val="{8CE11A47-170E-4D0C-A85A-DE9244818438}"/>
      </w:docPartPr>
      <w:docPartBody>
        <w:p w:rsidR="00D05026" w:rsidRDefault="007561CB">
          <w:pPr>
            <w:pStyle w:val="AFCDC9753291418CADAA4C2413BFC93F"/>
          </w:pPr>
          <w:r w:rsidRPr="00B82A66">
            <w:rPr>
              <w:rStyle w:val="PlaceholderText"/>
            </w:rPr>
            <w:t>[Click here and type document identifier]</w:t>
          </w:r>
        </w:p>
      </w:docPartBody>
    </w:docPart>
    <w:docPart>
      <w:docPartPr>
        <w:name w:val="644A6D3461444276AAB96E3D099B5AEB"/>
        <w:category>
          <w:name w:val="General"/>
          <w:gallery w:val="placeholder"/>
        </w:category>
        <w:types>
          <w:type w:val="bbPlcHdr"/>
        </w:types>
        <w:behaviors>
          <w:behavior w:val="content"/>
        </w:behaviors>
        <w:guid w:val="{A08EFAE7-5A89-443D-9DC8-843B08AADEA8}"/>
      </w:docPartPr>
      <w:docPartBody>
        <w:p w:rsidR="00D05026" w:rsidRDefault="007561CB">
          <w:pPr>
            <w:pStyle w:val="644A6D3461444276AAB96E3D099B5AEB"/>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64B56C6107E4BB98BD82B1096BD306E"/>
        <w:category>
          <w:name w:val="General"/>
          <w:gallery w:val="placeholder"/>
        </w:category>
        <w:types>
          <w:type w:val="bbPlcHdr"/>
        </w:types>
        <w:behaviors>
          <w:behavior w:val="content"/>
        </w:behaviors>
        <w:guid w:val="{08445E84-81EC-4ADF-B240-5FF4445B07FC}"/>
      </w:docPartPr>
      <w:docPartBody>
        <w:p w:rsidR="00D05026" w:rsidRDefault="007561CB">
          <w:pPr>
            <w:pStyle w:val="264B56C6107E4BB98BD82B1096BD306E"/>
          </w:pPr>
          <w:r w:rsidRPr="00C72E6B">
            <w:rPr>
              <w:rStyle w:val="PlaceholderText"/>
            </w:rPr>
            <w:t>Click here to type first heading</w:t>
          </w:r>
        </w:p>
      </w:docPartBody>
    </w:docPart>
    <w:docPart>
      <w:docPartPr>
        <w:name w:val="C7AD802D81904006B3882C0E0E77E7AD"/>
        <w:category>
          <w:name w:val="General"/>
          <w:gallery w:val="placeholder"/>
        </w:category>
        <w:types>
          <w:type w:val="bbPlcHdr"/>
        </w:types>
        <w:behaviors>
          <w:behavior w:val="content"/>
        </w:behaviors>
        <w:guid w:val="{BBD61598-1939-4C80-8EF4-2799F2109049}"/>
      </w:docPartPr>
      <w:docPartBody>
        <w:p w:rsidR="00D05026" w:rsidRDefault="007561CB">
          <w:pPr>
            <w:pStyle w:val="C7AD802D81904006B3882C0E0E77E7AD"/>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78746877020E4E4FA74BB367CE066A9A"/>
        <w:category>
          <w:name w:val="General"/>
          <w:gallery w:val="placeholder"/>
        </w:category>
        <w:types>
          <w:type w:val="bbPlcHdr"/>
        </w:types>
        <w:behaviors>
          <w:behavior w:val="content"/>
        </w:behaviors>
        <w:guid w:val="{8EDD8C93-0565-415B-914F-AA1CAE4147B3}"/>
      </w:docPartPr>
      <w:docPartBody>
        <w:p w:rsidR="00D05026" w:rsidRDefault="007561CB">
          <w:pPr>
            <w:pStyle w:val="78746877020E4E4FA74BB367CE066A9A"/>
          </w:pPr>
          <w:r w:rsidRPr="001C55F2">
            <w:rPr>
              <w:rStyle w:val="PlaceholderText"/>
            </w:rPr>
            <w:t>[To be approved]</w:t>
          </w:r>
        </w:p>
      </w:docPartBody>
    </w:docPart>
    <w:docPart>
      <w:docPartPr>
        <w:name w:val="886F1BE1B247478DB3FB21196CEA5714"/>
        <w:category>
          <w:name w:val="General"/>
          <w:gallery w:val="placeholder"/>
        </w:category>
        <w:types>
          <w:type w:val="bbPlcHdr"/>
        </w:types>
        <w:behaviors>
          <w:behavior w:val="content"/>
        </w:behaviors>
        <w:guid w:val="{A9EF1F11-09CE-4700-8BEC-8AB71D4DB712}"/>
      </w:docPartPr>
      <w:docPartBody>
        <w:p w:rsidR="00D05026" w:rsidRDefault="007561CB">
          <w:pPr>
            <w:pStyle w:val="886F1BE1B247478DB3FB21196CEA5714"/>
          </w:pPr>
          <w:r w:rsidRPr="00E12251">
            <w:rPr>
              <w:rStyle w:val="PlaceholderText"/>
              <w:b/>
              <w:color w:val="FF0000"/>
              <w:sz w:val="28"/>
              <w:szCs w:val="28"/>
            </w:rPr>
            <w:t>SELECT PROTECTIVE MARKING</w:t>
          </w:r>
        </w:p>
      </w:docPartBody>
    </w:docPart>
    <w:docPart>
      <w:docPartPr>
        <w:name w:val="6C4A249C1F754DC0BED1A3175A401D14"/>
        <w:category>
          <w:name w:val="General"/>
          <w:gallery w:val="placeholder"/>
        </w:category>
        <w:types>
          <w:type w:val="bbPlcHdr"/>
        </w:types>
        <w:behaviors>
          <w:behavior w:val="content"/>
        </w:behaviors>
        <w:guid w:val="{BFB2181F-914D-4F82-8AAA-3E212FBE5375}"/>
      </w:docPartPr>
      <w:docPartBody>
        <w:p w:rsidR="00D05026" w:rsidRDefault="007561CB">
          <w:pPr>
            <w:pStyle w:val="6C4A249C1F754DC0BED1A3175A401D14"/>
          </w:pPr>
          <w:r w:rsidRPr="00782386">
            <w:rPr>
              <w:rStyle w:val="PlaceholderText"/>
            </w:rPr>
            <w:t>[</w:t>
          </w:r>
          <w:r>
            <w:rPr>
              <w:rStyle w:val="PlaceholderText"/>
            </w:rPr>
            <w:t>Subject</w:t>
          </w:r>
          <w:r w:rsidRPr="00782386">
            <w:rPr>
              <w:rStyle w:val="PlaceholderText"/>
            </w:rPr>
            <w:t>]</w:t>
          </w:r>
        </w:p>
      </w:docPartBody>
    </w:docPart>
    <w:docPart>
      <w:docPartPr>
        <w:name w:val="AC19002863984674BCAB998FB98BF5F8"/>
        <w:category>
          <w:name w:val="General"/>
          <w:gallery w:val="placeholder"/>
        </w:category>
        <w:types>
          <w:type w:val="bbPlcHdr"/>
        </w:types>
        <w:behaviors>
          <w:behavior w:val="content"/>
        </w:behaviors>
        <w:guid w:val="{74C7CE06-4813-460F-9183-0735DEEB032B}"/>
      </w:docPartPr>
      <w:docPartBody>
        <w:p w:rsidR="00D05026" w:rsidRDefault="007561CB">
          <w:pPr>
            <w:pStyle w:val="AC19002863984674BCAB998FB98BF5F8"/>
          </w:pPr>
          <w:r w:rsidRPr="00782386">
            <w:rPr>
              <w:rStyle w:val="PlaceholderText"/>
            </w:rPr>
            <w:t>[</w:t>
          </w:r>
          <w:r>
            <w:rPr>
              <w:rStyle w:val="PlaceholderText"/>
            </w:rPr>
            <w:t>T</w:t>
          </w:r>
          <w:r w:rsidRPr="00782386">
            <w:rPr>
              <w:rStyle w:val="PlaceholderText"/>
            </w:rPr>
            <w:t>itle]</w:t>
          </w:r>
        </w:p>
      </w:docPartBody>
    </w:docPart>
    <w:docPart>
      <w:docPartPr>
        <w:name w:val="364FAA7F37AA4F74AF6386F6083BDF4B"/>
        <w:category>
          <w:name w:val="General"/>
          <w:gallery w:val="placeholder"/>
        </w:category>
        <w:types>
          <w:type w:val="bbPlcHdr"/>
        </w:types>
        <w:behaviors>
          <w:behavior w:val="content"/>
        </w:behaviors>
        <w:guid w:val="{DDC8E33C-8114-4B24-97A6-1781B01D7B69}"/>
      </w:docPartPr>
      <w:docPartBody>
        <w:p w:rsidR="00D05026" w:rsidRDefault="007561CB">
          <w:pPr>
            <w:pStyle w:val="364FAA7F37AA4F74AF6386F6083BDF4B"/>
          </w:pPr>
          <w:r>
            <w:rPr>
              <w:rStyle w:val="PlaceholderText"/>
            </w:rPr>
            <w:t>Version to appear on approved document e.g. v1.0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1CB"/>
    <w:rsid w:val="00371F6C"/>
    <w:rsid w:val="003A569A"/>
    <w:rsid w:val="007561CB"/>
    <w:rsid w:val="00A50F9B"/>
    <w:rsid w:val="00A57A82"/>
    <w:rsid w:val="00C26CE5"/>
    <w:rsid w:val="00D05026"/>
    <w:rsid w:val="00E23D6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61CB"/>
    <w:rPr>
      <w:color w:val="808080"/>
    </w:rPr>
  </w:style>
  <w:style w:type="paragraph" w:customStyle="1" w:styleId="C98FE0D47DD54687B1A53B09EBEEFCE0">
    <w:name w:val="C98FE0D47DD54687B1A53B09EBEEFCE0"/>
  </w:style>
  <w:style w:type="paragraph" w:customStyle="1" w:styleId="3905B6535E6D401CB0F62BBF4996F95E">
    <w:name w:val="3905B6535E6D401CB0F62BBF4996F95E"/>
  </w:style>
  <w:style w:type="paragraph" w:customStyle="1" w:styleId="60FDDB5F39DF4055B8DDE356ED0B9318">
    <w:name w:val="60FDDB5F39DF4055B8DDE356ED0B9318"/>
  </w:style>
  <w:style w:type="paragraph" w:customStyle="1" w:styleId="E622877975894EE8A2E18350CDEE8141">
    <w:name w:val="E622877975894EE8A2E18350CDEE8141"/>
  </w:style>
  <w:style w:type="paragraph" w:customStyle="1" w:styleId="38FDCF0B6D804CCFA6FE781A38ADD2CC">
    <w:name w:val="38FDCF0B6D804CCFA6FE781A38ADD2CC"/>
  </w:style>
  <w:style w:type="paragraph" w:customStyle="1" w:styleId="904D0D29B94D464AB4CAD81CC588903F">
    <w:name w:val="904D0D29B94D464AB4CAD81CC588903F"/>
  </w:style>
  <w:style w:type="paragraph" w:customStyle="1" w:styleId="0990AA59454D4E22A55B2407D904957F">
    <w:name w:val="0990AA59454D4E22A55B2407D904957F"/>
  </w:style>
  <w:style w:type="paragraph" w:customStyle="1" w:styleId="4B48C2D8B96041CD88AAE5ED509A5754">
    <w:name w:val="4B48C2D8B96041CD88AAE5ED509A5754"/>
  </w:style>
  <w:style w:type="paragraph" w:customStyle="1" w:styleId="AFCDC9753291418CADAA4C2413BFC93F">
    <w:name w:val="AFCDC9753291418CADAA4C2413BFC93F"/>
  </w:style>
  <w:style w:type="paragraph" w:customStyle="1" w:styleId="644A6D3461444276AAB96E3D099B5AEB">
    <w:name w:val="644A6D3461444276AAB96E3D099B5AEB"/>
  </w:style>
  <w:style w:type="paragraph" w:customStyle="1" w:styleId="264B56C6107E4BB98BD82B1096BD306E">
    <w:name w:val="264B56C6107E4BB98BD82B1096BD306E"/>
  </w:style>
  <w:style w:type="paragraph" w:customStyle="1" w:styleId="C7AD802D81904006B3882C0E0E77E7AD">
    <w:name w:val="C7AD802D81904006B3882C0E0E77E7AD"/>
  </w:style>
  <w:style w:type="paragraph" w:customStyle="1" w:styleId="78746877020E4E4FA74BB367CE066A9A">
    <w:name w:val="78746877020E4E4FA74BB367CE066A9A"/>
  </w:style>
  <w:style w:type="paragraph" w:customStyle="1" w:styleId="886F1BE1B247478DB3FB21196CEA5714">
    <w:name w:val="886F1BE1B247478DB3FB21196CEA5714"/>
  </w:style>
  <w:style w:type="paragraph" w:customStyle="1" w:styleId="6C4A249C1F754DC0BED1A3175A401D14">
    <w:name w:val="6C4A249C1F754DC0BED1A3175A401D14"/>
  </w:style>
  <w:style w:type="paragraph" w:customStyle="1" w:styleId="AC19002863984674BCAB998FB98BF5F8">
    <w:name w:val="AC19002863984674BCAB998FB98BF5F8"/>
  </w:style>
  <w:style w:type="paragraph" w:customStyle="1" w:styleId="364FAA7F37AA4F74AF6386F6083BDF4B">
    <w:name w:val="364FAA7F37AA4F74AF6386F6083BDF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7d481-611b-4706-a711-860d6e59486c">
      <Terms xmlns="http://schemas.microsoft.com/office/infopath/2007/PartnerControls"/>
    </lcf76f155ced4ddcb4097134ff3c332f>
    <TaxCatchAll xmlns="11fb231b-9b9c-4d56-b8cd-829b60b8856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732A92B9059F041B73F6A82F94B4FE7" ma:contentTypeVersion="18" ma:contentTypeDescription="Create a new document." ma:contentTypeScope="" ma:versionID="1cdb0e78fe1098b7590a10184de99e91">
  <xsd:schema xmlns:xsd="http://www.w3.org/2001/XMLSchema" xmlns:xs="http://www.w3.org/2001/XMLSchema" xmlns:p="http://schemas.microsoft.com/office/2006/metadata/properties" xmlns:ns2="6007d481-611b-4706-a711-860d6e59486c" xmlns:ns3="11fb231b-9b9c-4d56-b8cd-829b60b8856b" targetNamespace="http://schemas.microsoft.com/office/2006/metadata/properties" ma:root="true" ma:fieldsID="e2254e1ae1641ae55838a43a88b8b7ff" ns2:_="" ns3:_="">
    <xsd:import namespace="6007d481-611b-4706-a711-860d6e59486c"/>
    <xsd:import namespace="11fb231b-9b9c-4d56-b8cd-829b60b885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7d481-611b-4706-a711-860d6e5948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1fb231b-9b9c-4d56-b8cd-829b60b8856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542ef10-4026-448d-b0f6-6e6427911d7f}" ma:internalName="TaxCatchAll" ma:showField="CatchAllData" ma:web="11fb231b-9b9c-4d56-b8cd-829b60b885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TURABIAN.XSL" StyleName="Turabian">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root>
  <DraftVersionNumber> </DraftVersionNumber>
  <DocVersion>v1.01</DocVersion>
  <DocStatus>Approved</DocStatus>
  <Audience>for external</Audience>
  <IntendedUse>use</IntendedUse>
  <dateOfApproval>2022-10-18T00:00:00</dateOfApproval>
  <Subject>Provider Connect Australia</Subject>
  <Title>Declaration Regarding Collection of HPI-Is</Title>
  <DocumentID> </DocumentID>
  <ProtectiveMarking>OFFICIAL</ProtectiveMarking>
</root>
</file>

<file path=customXml/itemProps1.xml><?xml version="1.0" encoding="utf-8"?>
<ds:datastoreItem xmlns:ds="http://schemas.openxmlformats.org/officeDocument/2006/customXml" ds:itemID="{DBB73116-9FDD-4141-B11D-4E33C4A51B80}">
  <ds:schemaRefs>
    <ds:schemaRef ds:uri="http://schemas.microsoft.com/office/2006/metadata/properties"/>
    <ds:schemaRef ds:uri="http://schemas.microsoft.com/office/infopath/2007/PartnerControls"/>
    <ds:schemaRef ds:uri="6007d481-611b-4706-a711-860d6e59486c"/>
    <ds:schemaRef ds:uri="11fb231b-9b9c-4d56-b8cd-829b60b8856b"/>
  </ds:schemaRefs>
</ds:datastoreItem>
</file>

<file path=customXml/itemProps2.xml><?xml version="1.0" encoding="utf-8"?>
<ds:datastoreItem xmlns:ds="http://schemas.openxmlformats.org/officeDocument/2006/customXml" ds:itemID="{D81C40F1-A073-4273-9F25-550EA7A48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7d481-611b-4706-a711-860d6e59486c"/>
    <ds:schemaRef ds:uri="11fb231b-9b9c-4d56-b8cd-829b60b88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E59DEF-6B04-4785-9168-D10CED1FAD18}">
  <ds:schemaRefs>
    <ds:schemaRef ds:uri="http://schemas.openxmlformats.org/officeDocument/2006/bibliography"/>
  </ds:schemaRefs>
</ds:datastoreItem>
</file>

<file path=customXml/itemProps4.xml><?xml version="1.0" encoding="utf-8"?>
<ds:datastoreItem xmlns:ds="http://schemas.openxmlformats.org/officeDocument/2006/customXml" ds:itemID="{7D689948-5E2C-443E-887C-547BE4535595}">
  <ds:schemaRefs>
    <ds:schemaRef ds:uri="http://schemas.microsoft.com/sharepoint/v3/contenttype/forms"/>
  </ds:schemaRefs>
</ds:datastoreItem>
</file>

<file path=customXml/itemProps5.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v2.8</Template>
  <TotalTime>46</TotalTime>
  <Pages>2</Pages>
  <Words>276</Words>
  <Characters>1578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External Short</vt:lpstr>
    </vt:vector>
  </TitlesOfParts>
  <Company>Australian Digital Health Agency</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HPI-I Collection Form</dc:title>
  <dc:subject/>
  <dc:creator>Thang Nguyen</dc:creator>
  <cp:keywords/>
  <cp:lastModifiedBy>Thang Nguyen</cp:lastModifiedBy>
  <cp:revision>38</cp:revision>
  <cp:lastPrinted>2022-10-20T01:11:00Z</cp:lastPrinted>
  <dcterms:created xsi:type="dcterms:W3CDTF">2022-08-14T12:35:00Z</dcterms:created>
  <dcterms:modified xsi:type="dcterms:W3CDTF">2023-04-04T01:17:00Z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4 April 2022</vt:lpwstr>
  </property>
  <property fmtid="{D5CDD505-2E9C-101B-9397-08002B2CF9AE}" pid="3" name="Template owner">
    <vt:lpwstr>Internal Communications</vt:lpwstr>
  </property>
  <property fmtid="{D5CDD505-2E9C-101B-9397-08002B2CF9AE}" pid="4" name="Template version">
    <vt:lpwstr>2.8</vt:lpwstr>
  </property>
  <property fmtid="{D5CDD505-2E9C-101B-9397-08002B2CF9AE}" pid="5" name="Template name">
    <vt:lpwstr>External short</vt:lpwstr>
  </property>
  <property fmtid="{D5CDD505-2E9C-101B-9397-08002B2CF9AE}" pid="6" name="ContentTypeId">
    <vt:lpwstr>0x0101005732A92B9059F041B73F6A82F94B4FE7</vt:lpwstr>
  </property>
  <property fmtid="{D5CDD505-2E9C-101B-9397-08002B2CF9AE}" pid="7" name="MediaServiceImageTags">
    <vt:lpwstr/>
  </property>
</Properties>
</file>